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DD1" w:rsidRDefault="00936DA8">
      <w:pPr>
        <w:pStyle w:val="Heading1"/>
        <w:rPr>
          <w:rFonts w:ascii="Arial" w:eastAsia="Arial" w:hAnsi="Arial" w:cs="Arial"/>
          <w:b w:val="0"/>
        </w:rPr>
      </w:pPr>
      <w:bookmarkStart w:id="0" w:name="_GoBack"/>
      <w:bookmarkEnd w:id="0"/>
      <w:r>
        <w:rPr>
          <w:rFonts w:ascii="Arial" w:eastAsia="Arial" w:hAnsi="Arial" w:cs="Arial"/>
        </w:rPr>
        <w:t>WATER BASED LUBRICANT QUESTIONNAIRE</w:t>
      </w:r>
    </w:p>
    <w:p w:rsidR="00385DD1" w:rsidRDefault="00385DD1">
      <w:pPr>
        <w:pBdr>
          <w:top w:val="nil"/>
          <w:left w:val="nil"/>
          <w:bottom w:val="nil"/>
          <w:right w:val="nil"/>
          <w:between w:val="nil"/>
        </w:pBdr>
        <w:tabs>
          <w:tab w:val="left" w:pos="-1440"/>
        </w:tabs>
        <w:ind w:left="720" w:hanging="720"/>
        <w:rPr>
          <w:rFonts w:ascii="Arial" w:eastAsia="Arial" w:hAnsi="Arial" w:cs="Arial"/>
          <w:b/>
          <w:color w:val="000000"/>
          <w:sz w:val="18"/>
          <w:szCs w:val="18"/>
        </w:rPr>
      </w:pPr>
    </w:p>
    <w:p w:rsidR="00385DD1" w:rsidRDefault="00385DD1">
      <w:pPr>
        <w:ind w:right="396"/>
        <w:rPr>
          <w:rFonts w:ascii="Arial" w:eastAsia="Arial" w:hAnsi="Arial" w:cs="Arial"/>
          <w:sz w:val="18"/>
          <w:szCs w:val="18"/>
        </w:rPr>
      </w:pPr>
    </w:p>
    <w:p w:rsidR="00385DD1" w:rsidRDefault="00936DA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1440"/>
        </w:tabs>
        <w:ind w:left="7920" w:hanging="79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b/>
          <w:color w:val="000000"/>
          <w:sz w:val="18"/>
          <w:szCs w:val="18"/>
        </w:rPr>
        <w:t>QUALITY ASSURANCE  CORRESPONDENT INFORMATION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</w:p>
    <w:p w:rsidR="00385DD1" w:rsidRDefault="00385DD1">
      <w:pPr>
        <w:pBdr>
          <w:top w:val="nil"/>
          <w:left w:val="nil"/>
          <w:bottom w:val="nil"/>
          <w:right w:val="nil"/>
          <w:between w:val="nil"/>
        </w:pBdr>
        <w:tabs>
          <w:tab w:val="left" w:pos="-1440"/>
        </w:tabs>
        <w:ind w:left="720" w:hanging="720"/>
        <w:rPr>
          <w:rFonts w:ascii="Arial" w:eastAsia="Arial" w:hAnsi="Arial" w:cs="Arial"/>
          <w:i/>
          <w:color w:val="000000"/>
          <w:sz w:val="18"/>
          <w:szCs w:val="18"/>
        </w:rPr>
      </w:pPr>
    </w:p>
    <w:p w:rsidR="00385DD1" w:rsidRDefault="00936DA8">
      <w:pPr>
        <w:pBdr>
          <w:top w:val="nil"/>
          <w:left w:val="nil"/>
          <w:bottom w:val="nil"/>
          <w:right w:val="nil"/>
          <w:between w:val="nil"/>
        </w:pBdr>
        <w:tabs>
          <w:tab w:val="left" w:pos="-1440"/>
        </w:tabs>
        <w:ind w:left="720" w:hanging="720"/>
        <w:rPr>
          <w:rFonts w:ascii="Arial" w:eastAsia="Arial" w:hAnsi="Arial" w:cs="Arial"/>
          <w:i/>
          <w:color w:val="000000"/>
          <w:sz w:val="18"/>
          <w:szCs w:val="18"/>
        </w:rPr>
      </w:pPr>
      <w:r>
        <w:rPr>
          <w:rFonts w:ascii="Arial" w:eastAsia="Arial" w:hAnsi="Arial" w:cs="Arial"/>
          <w:i/>
          <w:color w:val="000000"/>
          <w:sz w:val="18"/>
          <w:szCs w:val="18"/>
        </w:rPr>
        <w:t>If Same as Manufacturer (specify below)</w:t>
      </w:r>
    </w:p>
    <w:p w:rsidR="00385DD1" w:rsidRDefault="00385DD1">
      <w:pPr>
        <w:pBdr>
          <w:top w:val="nil"/>
          <w:left w:val="nil"/>
          <w:bottom w:val="nil"/>
          <w:right w:val="nil"/>
          <w:between w:val="nil"/>
        </w:pBdr>
        <w:tabs>
          <w:tab w:val="left" w:pos="-1440"/>
        </w:tabs>
        <w:ind w:left="720" w:hanging="720"/>
        <w:rPr>
          <w:rFonts w:ascii="Arial" w:eastAsia="Arial" w:hAnsi="Arial" w:cs="Arial"/>
          <w:color w:val="000000"/>
          <w:sz w:val="18"/>
          <w:szCs w:val="18"/>
        </w:rPr>
      </w:pPr>
    </w:p>
    <w:tbl>
      <w:tblPr>
        <w:tblStyle w:val="a"/>
        <w:tblW w:w="11519" w:type="dxa"/>
        <w:jc w:val="center"/>
        <w:tblLayout w:type="fixed"/>
        <w:tblLook w:val="0000" w:firstRow="0" w:lastRow="0" w:firstColumn="0" w:lastColumn="0" w:noHBand="0" w:noVBand="0"/>
      </w:tblPr>
      <w:tblGrid>
        <w:gridCol w:w="3290"/>
        <w:gridCol w:w="3393"/>
        <w:gridCol w:w="2406"/>
        <w:gridCol w:w="2430"/>
      </w:tblGrid>
      <w:tr w:rsidR="00385DD1">
        <w:trPr>
          <w:jc w:val="center"/>
        </w:trPr>
        <w:tc>
          <w:tcPr>
            <w:tcW w:w="6683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85DD1" w:rsidRDefault="00385DD1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:rsidR="00385DD1" w:rsidRDefault="00936DA8">
            <w:pPr>
              <w:spacing w:after="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Contact Name and Title:</w:t>
            </w:r>
          </w:p>
        </w:tc>
        <w:tc>
          <w:tcPr>
            <w:tcW w:w="483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85DD1" w:rsidRDefault="00385DD1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:rsidR="00385DD1" w:rsidRDefault="00936DA8">
            <w:pPr>
              <w:spacing w:after="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Company ID (if known):</w:t>
            </w:r>
          </w:p>
        </w:tc>
      </w:tr>
      <w:tr w:rsidR="00385DD1">
        <w:trPr>
          <w:jc w:val="center"/>
        </w:trPr>
        <w:tc>
          <w:tcPr>
            <w:tcW w:w="11519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85DD1" w:rsidRDefault="00385DD1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:rsidR="00385DD1" w:rsidRDefault="00936DA8">
            <w:pPr>
              <w:spacing w:after="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Company Name:</w:t>
            </w:r>
          </w:p>
        </w:tc>
      </w:tr>
      <w:tr w:rsidR="00385DD1">
        <w:trPr>
          <w:jc w:val="center"/>
        </w:trPr>
        <w:tc>
          <w:tcPr>
            <w:tcW w:w="32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85DD1" w:rsidRDefault="00385DD1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:rsidR="00385DD1" w:rsidRDefault="00936DA8">
            <w:pPr>
              <w:spacing w:after="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Telephone:</w:t>
            </w:r>
          </w:p>
        </w:tc>
        <w:tc>
          <w:tcPr>
            <w:tcW w:w="33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85DD1" w:rsidRDefault="00385DD1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:rsidR="00385DD1" w:rsidRDefault="00936DA8">
            <w:pPr>
              <w:spacing w:after="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Fax:</w:t>
            </w:r>
          </w:p>
        </w:tc>
        <w:tc>
          <w:tcPr>
            <w:tcW w:w="483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85DD1" w:rsidRDefault="00385DD1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:rsidR="00385DD1" w:rsidRDefault="00936DA8">
            <w:pPr>
              <w:spacing w:after="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E-mail:</w:t>
            </w:r>
          </w:p>
        </w:tc>
      </w:tr>
      <w:tr w:rsidR="00385DD1">
        <w:trPr>
          <w:jc w:val="center"/>
        </w:trPr>
        <w:tc>
          <w:tcPr>
            <w:tcW w:w="6683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85DD1" w:rsidRDefault="00385DD1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:rsidR="00385DD1" w:rsidRDefault="00936DA8">
            <w:pPr>
              <w:spacing w:after="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Street:</w:t>
            </w:r>
          </w:p>
          <w:p w:rsidR="00385DD1" w:rsidRDefault="00385DD1">
            <w:pPr>
              <w:spacing w:after="43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4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85DD1" w:rsidRDefault="00385DD1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:rsidR="00385DD1" w:rsidRDefault="00936DA8">
            <w:pPr>
              <w:spacing w:after="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Suite:</w:t>
            </w:r>
          </w:p>
        </w:tc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85DD1" w:rsidRDefault="00385DD1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:rsidR="00385DD1" w:rsidRDefault="00936DA8">
            <w:pPr>
              <w:spacing w:after="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P.O. Box:</w:t>
            </w:r>
          </w:p>
        </w:tc>
      </w:tr>
      <w:tr w:rsidR="00385DD1">
        <w:trPr>
          <w:jc w:val="center"/>
        </w:trPr>
        <w:tc>
          <w:tcPr>
            <w:tcW w:w="32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85DD1" w:rsidRDefault="00385DD1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:rsidR="00385DD1" w:rsidRDefault="00936DA8">
            <w:pPr>
              <w:spacing w:after="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City:</w:t>
            </w:r>
          </w:p>
        </w:tc>
        <w:tc>
          <w:tcPr>
            <w:tcW w:w="33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85DD1" w:rsidRDefault="00385DD1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:rsidR="00385DD1" w:rsidRDefault="00936DA8">
            <w:pPr>
              <w:spacing w:after="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Province/State:</w:t>
            </w:r>
          </w:p>
        </w:tc>
        <w:tc>
          <w:tcPr>
            <w:tcW w:w="24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85DD1" w:rsidRDefault="00385DD1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:rsidR="00385DD1" w:rsidRDefault="00936DA8">
            <w:pPr>
              <w:spacing w:after="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Country:</w:t>
            </w:r>
          </w:p>
        </w:tc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85DD1" w:rsidRDefault="00385DD1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:rsidR="00385DD1" w:rsidRDefault="00936DA8">
            <w:pPr>
              <w:spacing w:after="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Postal/Zip Code:</w:t>
            </w:r>
          </w:p>
        </w:tc>
      </w:tr>
    </w:tbl>
    <w:p w:rsidR="00385DD1" w:rsidRDefault="00385DD1">
      <w:pPr>
        <w:ind w:right="396"/>
        <w:rPr>
          <w:rFonts w:ascii="Arial" w:eastAsia="Arial" w:hAnsi="Arial" w:cs="Arial"/>
          <w:sz w:val="18"/>
          <w:szCs w:val="18"/>
        </w:rPr>
      </w:pPr>
    </w:p>
    <w:p w:rsidR="00385DD1" w:rsidRDefault="00936DA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1440"/>
        </w:tabs>
        <w:rPr>
          <w:rFonts w:ascii="Arial" w:eastAsia="Arial" w:hAnsi="Arial" w:cs="Arial"/>
          <w:b/>
          <w:color w:val="000000"/>
          <w:sz w:val="18"/>
          <w:szCs w:val="18"/>
        </w:rPr>
      </w:pPr>
      <w:r>
        <w:rPr>
          <w:rFonts w:ascii="Arial" w:eastAsia="Arial" w:hAnsi="Arial" w:cs="Arial"/>
          <w:b/>
          <w:color w:val="000000"/>
          <w:sz w:val="18"/>
          <w:szCs w:val="18"/>
        </w:rPr>
        <w:t>MANUFACTURER INFORMATION  (as it appears on the label)</w:t>
      </w:r>
    </w:p>
    <w:p w:rsidR="00385DD1" w:rsidRDefault="00385DD1">
      <w:pPr>
        <w:pBdr>
          <w:top w:val="nil"/>
          <w:left w:val="nil"/>
          <w:bottom w:val="nil"/>
          <w:right w:val="nil"/>
          <w:between w:val="nil"/>
        </w:pBdr>
        <w:tabs>
          <w:tab w:val="left" w:pos="-1440"/>
        </w:tabs>
        <w:ind w:left="360" w:hanging="720"/>
        <w:rPr>
          <w:rFonts w:ascii="Arial" w:eastAsia="Arial" w:hAnsi="Arial" w:cs="Arial"/>
          <w:b/>
          <w:color w:val="000000"/>
          <w:sz w:val="18"/>
          <w:szCs w:val="18"/>
        </w:rPr>
      </w:pPr>
    </w:p>
    <w:tbl>
      <w:tblPr>
        <w:tblStyle w:val="a0"/>
        <w:tblW w:w="11519" w:type="dxa"/>
        <w:jc w:val="center"/>
        <w:tblLayout w:type="fixed"/>
        <w:tblLook w:val="0000" w:firstRow="0" w:lastRow="0" w:firstColumn="0" w:lastColumn="0" w:noHBand="0" w:noVBand="0"/>
      </w:tblPr>
      <w:tblGrid>
        <w:gridCol w:w="3290"/>
        <w:gridCol w:w="3393"/>
        <w:gridCol w:w="2406"/>
        <w:gridCol w:w="2430"/>
      </w:tblGrid>
      <w:tr w:rsidR="00385DD1">
        <w:trPr>
          <w:jc w:val="center"/>
        </w:trPr>
        <w:tc>
          <w:tcPr>
            <w:tcW w:w="6683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85DD1" w:rsidRDefault="00385DD1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:rsidR="00385DD1" w:rsidRDefault="00936DA8">
            <w:pPr>
              <w:spacing w:after="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Contact Name and Title:</w:t>
            </w:r>
          </w:p>
        </w:tc>
        <w:tc>
          <w:tcPr>
            <w:tcW w:w="483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85DD1" w:rsidRDefault="00385DD1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:rsidR="00385DD1" w:rsidRDefault="00936DA8">
            <w:pPr>
              <w:spacing w:after="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Company ID (if known):</w:t>
            </w:r>
          </w:p>
        </w:tc>
      </w:tr>
      <w:tr w:rsidR="00385DD1">
        <w:trPr>
          <w:jc w:val="center"/>
        </w:trPr>
        <w:tc>
          <w:tcPr>
            <w:tcW w:w="11519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85DD1" w:rsidRDefault="00385DD1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:rsidR="00385DD1" w:rsidRDefault="00936DA8">
            <w:pPr>
              <w:spacing w:after="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Company Name:</w:t>
            </w:r>
          </w:p>
        </w:tc>
      </w:tr>
      <w:tr w:rsidR="00385DD1">
        <w:trPr>
          <w:jc w:val="center"/>
        </w:trPr>
        <w:tc>
          <w:tcPr>
            <w:tcW w:w="32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85DD1" w:rsidRDefault="00385DD1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:rsidR="00385DD1" w:rsidRDefault="00936DA8">
            <w:pPr>
              <w:spacing w:after="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Telephone:</w:t>
            </w:r>
          </w:p>
        </w:tc>
        <w:tc>
          <w:tcPr>
            <w:tcW w:w="33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85DD1" w:rsidRDefault="00385DD1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:rsidR="00385DD1" w:rsidRDefault="00936DA8">
            <w:pPr>
              <w:spacing w:after="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Fax:</w:t>
            </w:r>
          </w:p>
        </w:tc>
        <w:tc>
          <w:tcPr>
            <w:tcW w:w="483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85DD1" w:rsidRDefault="00385DD1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:rsidR="00385DD1" w:rsidRDefault="00936DA8">
            <w:pPr>
              <w:spacing w:after="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E-mail:</w:t>
            </w:r>
          </w:p>
        </w:tc>
      </w:tr>
      <w:tr w:rsidR="00385DD1">
        <w:trPr>
          <w:jc w:val="center"/>
        </w:trPr>
        <w:tc>
          <w:tcPr>
            <w:tcW w:w="6683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85DD1" w:rsidRDefault="00385DD1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:rsidR="00385DD1" w:rsidRDefault="00936DA8">
            <w:pPr>
              <w:spacing w:after="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Street:</w:t>
            </w:r>
          </w:p>
          <w:p w:rsidR="00385DD1" w:rsidRDefault="00385DD1">
            <w:pPr>
              <w:spacing w:after="43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4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85DD1" w:rsidRDefault="00385DD1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:rsidR="00385DD1" w:rsidRDefault="00936DA8">
            <w:pPr>
              <w:spacing w:after="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Suite:</w:t>
            </w:r>
          </w:p>
        </w:tc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85DD1" w:rsidRDefault="00385DD1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:rsidR="00385DD1" w:rsidRDefault="00936DA8">
            <w:pPr>
              <w:spacing w:after="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P.O. Box:</w:t>
            </w:r>
          </w:p>
        </w:tc>
      </w:tr>
      <w:tr w:rsidR="00385DD1">
        <w:trPr>
          <w:jc w:val="center"/>
        </w:trPr>
        <w:tc>
          <w:tcPr>
            <w:tcW w:w="32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85DD1" w:rsidRDefault="00385DD1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:rsidR="00385DD1" w:rsidRDefault="00936DA8">
            <w:pPr>
              <w:spacing w:after="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City:</w:t>
            </w:r>
          </w:p>
        </w:tc>
        <w:tc>
          <w:tcPr>
            <w:tcW w:w="33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85DD1" w:rsidRDefault="00385DD1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:rsidR="00385DD1" w:rsidRDefault="00936DA8">
            <w:pPr>
              <w:spacing w:after="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Province/State:</w:t>
            </w:r>
          </w:p>
        </w:tc>
        <w:tc>
          <w:tcPr>
            <w:tcW w:w="24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85DD1" w:rsidRDefault="00385DD1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:rsidR="00385DD1" w:rsidRDefault="00936DA8">
            <w:pPr>
              <w:spacing w:after="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Country:</w:t>
            </w:r>
          </w:p>
        </w:tc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85DD1" w:rsidRDefault="00385DD1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:rsidR="00385DD1" w:rsidRDefault="00936DA8">
            <w:pPr>
              <w:spacing w:after="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Postal Code:</w:t>
            </w:r>
          </w:p>
        </w:tc>
      </w:tr>
    </w:tbl>
    <w:p w:rsidR="00385DD1" w:rsidRDefault="00936DA8">
      <w:pPr>
        <w:ind w:right="396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br/>
      </w:r>
      <w:r>
        <w:rPr>
          <w:rFonts w:ascii="Arial" w:eastAsia="Arial" w:hAnsi="Arial" w:cs="Arial"/>
          <w:b/>
          <w:sz w:val="18"/>
          <w:szCs w:val="18"/>
        </w:rPr>
        <w:t>3. CONTRACT MANUFACTURER INFORMATION (as it appears on the label)</w:t>
      </w:r>
    </w:p>
    <w:p w:rsidR="00385DD1" w:rsidRDefault="00385DD1">
      <w:pPr>
        <w:ind w:right="396"/>
        <w:rPr>
          <w:rFonts w:ascii="Arial" w:eastAsia="Arial" w:hAnsi="Arial" w:cs="Arial"/>
          <w:b/>
          <w:sz w:val="18"/>
          <w:szCs w:val="18"/>
        </w:rPr>
      </w:pPr>
    </w:p>
    <w:tbl>
      <w:tblPr>
        <w:tblStyle w:val="a1"/>
        <w:tblW w:w="11519" w:type="dxa"/>
        <w:jc w:val="center"/>
        <w:tblLayout w:type="fixed"/>
        <w:tblLook w:val="0000" w:firstRow="0" w:lastRow="0" w:firstColumn="0" w:lastColumn="0" w:noHBand="0" w:noVBand="0"/>
      </w:tblPr>
      <w:tblGrid>
        <w:gridCol w:w="3290"/>
        <w:gridCol w:w="3393"/>
        <w:gridCol w:w="2406"/>
        <w:gridCol w:w="2430"/>
      </w:tblGrid>
      <w:tr w:rsidR="00385DD1">
        <w:trPr>
          <w:jc w:val="center"/>
        </w:trPr>
        <w:tc>
          <w:tcPr>
            <w:tcW w:w="6683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85DD1" w:rsidRDefault="00385DD1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:rsidR="00385DD1" w:rsidRDefault="00936DA8">
            <w:pPr>
              <w:spacing w:after="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Contact Name and Title:</w:t>
            </w:r>
          </w:p>
        </w:tc>
        <w:tc>
          <w:tcPr>
            <w:tcW w:w="483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85DD1" w:rsidRDefault="00385DD1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:rsidR="00385DD1" w:rsidRDefault="00936DA8">
            <w:pPr>
              <w:spacing w:after="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Company ID (if known):</w:t>
            </w:r>
          </w:p>
        </w:tc>
      </w:tr>
      <w:tr w:rsidR="00385DD1">
        <w:trPr>
          <w:jc w:val="center"/>
        </w:trPr>
        <w:tc>
          <w:tcPr>
            <w:tcW w:w="11519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85DD1" w:rsidRDefault="00385DD1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:rsidR="00385DD1" w:rsidRDefault="00936DA8">
            <w:pPr>
              <w:spacing w:after="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Company Name:</w:t>
            </w:r>
          </w:p>
        </w:tc>
      </w:tr>
      <w:tr w:rsidR="00385DD1">
        <w:trPr>
          <w:jc w:val="center"/>
        </w:trPr>
        <w:tc>
          <w:tcPr>
            <w:tcW w:w="32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85DD1" w:rsidRDefault="00385DD1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:rsidR="00385DD1" w:rsidRDefault="00936DA8">
            <w:pPr>
              <w:spacing w:after="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Telephone:</w:t>
            </w:r>
          </w:p>
        </w:tc>
        <w:tc>
          <w:tcPr>
            <w:tcW w:w="33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85DD1" w:rsidRDefault="00385DD1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:rsidR="00385DD1" w:rsidRDefault="00936DA8">
            <w:pPr>
              <w:spacing w:after="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Fax:</w:t>
            </w:r>
          </w:p>
        </w:tc>
        <w:tc>
          <w:tcPr>
            <w:tcW w:w="483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85DD1" w:rsidRDefault="00385DD1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:rsidR="00385DD1" w:rsidRDefault="00936DA8">
            <w:pPr>
              <w:spacing w:after="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E-mail:</w:t>
            </w:r>
          </w:p>
        </w:tc>
      </w:tr>
      <w:tr w:rsidR="00385DD1">
        <w:trPr>
          <w:jc w:val="center"/>
        </w:trPr>
        <w:tc>
          <w:tcPr>
            <w:tcW w:w="6683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85DD1" w:rsidRDefault="00385DD1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:rsidR="00385DD1" w:rsidRDefault="00936DA8">
            <w:pPr>
              <w:spacing w:after="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Street:</w:t>
            </w:r>
          </w:p>
          <w:p w:rsidR="00385DD1" w:rsidRDefault="00385DD1">
            <w:pPr>
              <w:spacing w:after="43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4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85DD1" w:rsidRDefault="00385DD1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:rsidR="00385DD1" w:rsidRDefault="00936DA8">
            <w:pPr>
              <w:spacing w:after="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Suite:</w:t>
            </w:r>
          </w:p>
        </w:tc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85DD1" w:rsidRDefault="00385DD1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:rsidR="00385DD1" w:rsidRDefault="00936DA8">
            <w:pPr>
              <w:spacing w:after="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P.O. Box:</w:t>
            </w:r>
          </w:p>
        </w:tc>
      </w:tr>
      <w:tr w:rsidR="00385DD1">
        <w:trPr>
          <w:jc w:val="center"/>
        </w:trPr>
        <w:tc>
          <w:tcPr>
            <w:tcW w:w="32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85DD1" w:rsidRDefault="00385DD1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:rsidR="00385DD1" w:rsidRDefault="00936DA8">
            <w:pPr>
              <w:spacing w:after="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City:</w:t>
            </w:r>
          </w:p>
        </w:tc>
        <w:tc>
          <w:tcPr>
            <w:tcW w:w="33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85DD1" w:rsidRDefault="00385DD1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:rsidR="00385DD1" w:rsidRDefault="00936DA8">
            <w:pPr>
              <w:spacing w:after="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Province/State:</w:t>
            </w:r>
          </w:p>
        </w:tc>
        <w:tc>
          <w:tcPr>
            <w:tcW w:w="24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85DD1" w:rsidRDefault="00385DD1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:rsidR="00385DD1" w:rsidRDefault="00936DA8">
            <w:pPr>
              <w:spacing w:after="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Country:</w:t>
            </w:r>
          </w:p>
        </w:tc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85DD1" w:rsidRDefault="00385DD1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:rsidR="00385DD1" w:rsidRDefault="00936DA8">
            <w:pPr>
              <w:spacing w:after="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Postal Code:</w:t>
            </w:r>
          </w:p>
        </w:tc>
      </w:tr>
    </w:tbl>
    <w:p w:rsidR="00385DD1" w:rsidRDefault="00936DA8">
      <w:pPr>
        <w:ind w:right="396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br/>
      </w:r>
      <w:r>
        <w:rPr>
          <w:rFonts w:ascii="Arial" w:eastAsia="Arial" w:hAnsi="Arial" w:cs="Arial"/>
          <w:b/>
          <w:sz w:val="18"/>
          <w:szCs w:val="18"/>
        </w:rPr>
        <w:t>4. PRODUCT REGULATORY APPROVAL – Attach copies of all certificates</w:t>
      </w:r>
    </w:p>
    <w:p w:rsidR="00385DD1" w:rsidRDefault="00385DD1">
      <w:pPr>
        <w:pBdr>
          <w:top w:val="nil"/>
          <w:left w:val="nil"/>
          <w:bottom w:val="nil"/>
          <w:right w:val="nil"/>
          <w:between w:val="nil"/>
        </w:pBdr>
        <w:tabs>
          <w:tab w:val="left" w:pos="-1440"/>
        </w:tabs>
        <w:ind w:left="720" w:hanging="720"/>
        <w:rPr>
          <w:rFonts w:ascii="Arial" w:eastAsia="Arial" w:hAnsi="Arial" w:cs="Arial"/>
          <w:b/>
          <w:color w:val="000000"/>
          <w:sz w:val="18"/>
          <w:szCs w:val="18"/>
        </w:rPr>
      </w:pPr>
    </w:p>
    <w:tbl>
      <w:tblPr>
        <w:tblStyle w:val="a2"/>
        <w:tblW w:w="11590" w:type="dxa"/>
        <w:tblInd w:w="-7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48"/>
        <w:gridCol w:w="3104"/>
        <w:gridCol w:w="2669"/>
        <w:gridCol w:w="2669"/>
      </w:tblGrid>
      <w:tr w:rsidR="00385DD1">
        <w:trPr>
          <w:trHeight w:val="500"/>
        </w:trPr>
        <w:tc>
          <w:tcPr>
            <w:tcW w:w="3148" w:type="dxa"/>
          </w:tcPr>
          <w:p w:rsidR="00385DD1" w:rsidRDefault="00936D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</w:tabs>
              <w:ind w:left="720" w:hanging="72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Name of Regulatory Agency/Body</w:t>
            </w:r>
          </w:p>
        </w:tc>
        <w:tc>
          <w:tcPr>
            <w:tcW w:w="3104" w:type="dxa"/>
          </w:tcPr>
          <w:p w:rsidR="00385DD1" w:rsidRDefault="00936D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</w:tabs>
              <w:ind w:left="720" w:hanging="72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Certification</w:t>
            </w:r>
          </w:p>
        </w:tc>
        <w:tc>
          <w:tcPr>
            <w:tcW w:w="2669" w:type="dxa"/>
          </w:tcPr>
          <w:p w:rsidR="00385DD1" w:rsidRDefault="00936D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</w:tabs>
              <w:ind w:left="720" w:hanging="72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Date if Issue</w:t>
            </w:r>
          </w:p>
        </w:tc>
        <w:tc>
          <w:tcPr>
            <w:tcW w:w="2669" w:type="dxa"/>
          </w:tcPr>
          <w:p w:rsidR="00385DD1" w:rsidRDefault="00936D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</w:tabs>
              <w:ind w:left="720" w:hanging="72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Expiry</w:t>
            </w:r>
          </w:p>
        </w:tc>
      </w:tr>
      <w:tr w:rsidR="00385DD1">
        <w:trPr>
          <w:trHeight w:val="240"/>
        </w:trPr>
        <w:tc>
          <w:tcPr>
            <w:tcW w:w="3148" w:type="dxa"/>
          </w:tcPr>
          <w:p w:rsidR="00385DD1" w:rsidRDefault="00385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</w:tabs>
              <w:ind w:left="720" w:hanging="72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3104" w:type="dxa"/>
          </w:tcPr>
          <w:p w:rsidR="00385DD1" w:rsidRDefault="00385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</w:tabs>
              <w:ind w:left="720" w:hanging="72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669" w:type="dxa"/>
          </w:tcPr>
          <w:p w:rsidR="00385DD1" w:rsidRDefault="00385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</w:tabs>
              <w:ind w:left="720" w:hanging="72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669" w:type="dxa"/>
          </w:tcPr>
          <w:p w:rsidR="00385DD1" w:rsidRDefault="00385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</w:tabs>
              <w:ind w:left="720" w:hanging="72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385DD1">
        <w:trPr>
          <w:trHeight w:val="240"/>
        </w:trPr>
        <w:tc>
          <w:tcPr>
            <w:tcW w:w="3148" w:type="dxa"/>
          </w:tcPr>
          <w:p w:rsidR="00385DD1" w:rsidRDefault="00385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</w:tabs>
              <w:ind w:left="720" w:hanging="72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3104" w:type="dxa"/>
          </w:tcPr>
          <w:p w:rsidR="00385DD1" w:rsidRDefault="00385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</w:tabs>
              <w:ind w:left="720" w:hanging="72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669" w:type="dxa"/>
          </w:tcPr>
          <w:p w:rsidR="00385DD1" w:rsidRDefault="00385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</w:tabs>
              <w:ind w:left="720" w:hanging="72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669" w:type="dxa"/>
          </w:tcPr>
          <w:p w:rsidR="00385DD1" w:rsidRDefault="00385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</w:tabs>
              <w:ind w:left="720" w:hanging="72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385DD1">
        <w:trPr>
          <w:trHeight w:val="280"/>
        </w:trPr>
        <w:tc>
          <w:tcPr>
            <w:tcW w:w="3148" w:type="dxa"/>
          </w:tcPr>
          <w:p w:rsidR="00385DD1" w:rsidRDefault="00385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</w:tabs>
              <w:ind w:left="720" w:hanging="72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3104" w:type="dxa"/>
          </w:tcPr>
          <w:p w:rsidR="00385DD1" w:rsidRDefault="00385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</w:tabs>
              <w:ind w:left="720" w:hanging="72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669" w:type="dxa"/>
          </w:tcPr>
          <w:p w:rsidR="00385DD1" w:rsidRDefault="00385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</w:tabs>
              <w:ind w:left="720" w:hanging="72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669" w:type="dxa"/>
          </w:tcPr>
          <w:p w:rsidR="00385DD1" w:rsidRDefault="00385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</w:tabs>
              <w:ind w:left="720" w:hanging="72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</w:tc>
      </w:tr>
    </w:tbl>
    <w:p w:rsidR="00385DD1" w:rsidRDefault="00385DD1">
      <w:pPr>
        <w:pBdr>
          <w:top w:val="nil"/>
          <w:left w:val="nil"/>
          <w:bottom w:val="nil"/>
          <w:right w:val="nil"/>
          <w:between w:val="nil"/>
        </w:pBdr>
        <w:tabs>
          <w:tab w:val="left" w:pos="-1440"/>
        </w:tabs>
        <w:ind w:left="720" w:hanging="720"/>
        <w:rPr>
          <w:rFonts w:ascii="Arial" w:eastAsia="Arial" w:hAnsi="Arial" w:cs="Arial"/>
          <w:b/>
          <w:color w:val="000000"/>
          <w:sz w:val="18"/>
          <w:szCs w:val="18"/>
        </w:rPr>
      </w:pPr>
    </w:p>
    <w:p w:rsidR="00385DD1" w:rsidRDefault="00385DD1">
      <w:pPr>
        <w:pBdr>
          <w:top w:val="nil"/>
          <w:left w:val="nil"/>
          <w:bottom w:val="nil"/>
          <w:right w:val="nil"/>
          <w:between w:val="nil"/>
        </w:pBdr>
        <w:tabs>
          <w:tab w:val="left" w:pos="-1440"/>
        </w:tabs>
        <w:ind w:left="720" w:hanging="720"/>
        <w:rPr>
          <w:rFonts w:ascii="Arial" w:eastAsia="Arial" w:hAnsi="Arial" w:cs="Arial"/>
          <w:b/>
          <w:color w:val="000000"/>
          <w:sz w:val="18"/>
          <w:szCs w:val="18"/>
        </w:rPr>
      </w:pPr>
    </w:p>
    <w:p w:rsidR="00385DD1" w:rsidRDefault="00936DA8">
      <w:pPr>
        <w:pBdr>
          <w:top w:val="nil"/>
          <w:left w:val="nil"/>
          <w:bottom w:val="nil"/>
          <w:right w:val="nil"/>
          <w:between w:val="nil"/>
        </w:pBdr>
        <w:tabs>
          <w:tab w:val="left" w:pos="-1440"/>
        </w:tabs>
        <w:ind w:left="720" w:hanging="720"/>
        <w:rPr>
          <w:rFonts w:ascii="Arial" w:eastAsia="Arial" w:hAnsi="Arial" w:cs="Arial"/>
          <w:b/>
          <w:color w:val="000000"/>
          <w:sz w:val="18"/>
          <w:szCs w:val="18"/>
        </w:rPr>
      </w:pPr>
      <w:r>
        <w:rPr>
          <w:rFonts w:ascii="Arial" w:eastAsia="Arial" w:hAnsi="Arial" w:cs="Arial"/>
          <w:b/>
          <w:color w:val="000000"/>
          <w:sz w:val="18"/>
          <w:szCs w:val="18"/>
        </w:rPr>
        <w:t>5.  MANUFACTURER REGULATORY APPROVAL – Attach copies of all certificates</w:t>
      </w:r>
    </w:p>
    <w:p w:rsidR="00385DD1" w:rsidRDefault="00385DD1">
      <w:pPr>
        <w:pBdr>
          <w:top w:val="nil"/>
          <w:left w:val="nil"/>
          <w:bottom w:val="nil"/>
          <w:right w:val="nil"/>
          <w:between w:val="nil"/>
        </w:pBdr>
        <w:tabs>
          <w:tab w:val="left" w:pos="-1440"/>
        </w:tabs>
        <w:ind w:left="720" w:hanging="720"/>
        <w:rPr>
          <w:rFonts w:ascii="Arial" w:eastAsia="Arial" w:hAnsi="Arial" w:cs="Arial"/>
          <w:b/>
          <w:color w:val="000000"/>
          <w:sz w:val="18"/>
          <w:szCs w:val="18"/>
        </w:rPr>
      </w:pPr>
    </w:p>
    <w:tbl>
      <w:tblPr>
        <w:tblStyle w:val="a3"/>
        <w:tblW w:w="11516" w:type="dxa"/>
        <w:tblInd w:w="-6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28"/>
        <w:gridCol w:w="3084"/>
        <w:gridCol w:w="2652"/>
        <w:gridCol w:w="2652"/>
      </w:tblGrid>
      <w:tr w:rsidR="00385DD1">
        <w:trPr>
          <w:trHeight w:val="400"/>
        </w:trPr>
        <w:tc>
          <w:tcPr>
            <w:tcW w:w="3128" w:type="dxa"/>
          </w:tcPr>
          <w:p w:rsidR="00385DD1" w:rsidRDefault="00936D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</w:tabs>
              <w:ind w:left="720" w:hanging="72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Name of Regulatory Agency/Body</w:t>
            </w:r>
          </w:p>
        </w:tc>
        <w:tc>
          <w:tcPr>
            <w:tcW w:w="3084" w:type="dxa"/>
          </w:tcPr>
          <w:p w:rsidR="00385DD1" w:rsidRDefault="00936D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</w:tabs>
              <w:ind w:left="720" w:hanging="72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Certification</w:t>
            </w:r>
          </w:p>
        </w:tc>
        <w:tc>
          <w:tcPr>
            <w:tcW w:w="2652" w:type="dxa"/>
          </w:tcPr>
          <w:p w:rsidR="00385DD1" w:rsidRDefault="00936D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</w:tabs>
              <w:ind w:left="720" w:hanging="72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Date if Issue</w:t>
            </w:r>
          </w:p>
        </w:tc>
        <w:tc>
          <w:tcPr>
            <w:tcW w:w="2652" w:type="dxa"/>
          </w:tcPr>
          <w:p w:rsidR="00385DD1" w:rsidRDefault="00936D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</w:tabs>
              <w:ind w:left="720" w:hanging="72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Expiry</w:t>
            </w:r>
          </w:p>
        </w:tc>
      </w:tr>
      <w:tr w:rsidR="00385DD1">
        <w:trPr>
          <w:trHeight w:val="200"/>
        </w:trPr>
        <w:tc>
          <w:tcPr>
            <w:tcW w:w="3128" w:type="dxa"/>
          </w:tcPr>
          <w:p w:rsidR="00385DD1" w:rsidRDefault="00385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</w:tabs>
              <w:ind w:left="720" w:hanging="72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3084" w:type="dxa"/>
          </w:tcPr>
          <w:p w:rsidR="00385DD1" w:rsidRDefault="00385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</w:tabs>
              <w:ind w:left="720" w:hanging="72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652" w:type="dxa"/>
          </w:tcPr>
          <w:p w:rsidR="00385DD1" w:rsidRDefault="00385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</w:tabs>
              <w:ind w:left="720" w:hanging="72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652" w:type="dxa"/>
          </w:tcPr>
          <w:p w:rsidR="00385DD1" w:rsidRDefault="00385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</w:tabs>
              <w:ind w:left="720" w:hanging="72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385DD1">
        <w:trPr>
          <w:trHeight w:val="200"/>
        </w:trPr>
        <w:tc>
          <w:tcPr>
            <w:tcW w:w="3128" w:type="dxa"/>
          </w:tcPr>
          <w:p w:rsidR="00385DD1" w:rsidRDefault="00385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</w:tabs>
              <w:ind w:left="720" w:hanging="72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3084" w:type="dxa"/>
          </w:tcPr>
          <w:p w:rsidR="00385DD1" w:rsidRDefault="00385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</w:tabs>
              <w:ind w:left="720" w:hanging="72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652" w:type="dxa"/>
          </w:tcPr>
          <w:p w:rsidR="00385DD1" w:rsidRDefault="00385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</w:tabs>
              <w:ind w:left="720" w:hanging="72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652" w:type="dxa"/>
          </w:tcPr>
          <w:p w:rsidR="00385DD1" w:rsidRDefault="00385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</w:tabs>
              <w:ind w:left="720" w:hanging="72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385DD1">
        <w:trPr>
          <w:trHeight w:val="200"/>
        </w:trPr>
        <w:tc>
          <w:tcPr>
            <w:tcW w:w="3128" w:type="dxa"/>
          </w:tcPr>
          <w:p w:rsidR="00385DD1" w:rsidRDefault="00385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</w:tabs>
              <w:ind w:left="720" w:hanging="72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3084" w:type="dxa"/>
          </w:tcPr>
          <w:p w:rsidR="00385DD1" w:rsidRDefault="00385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</w:tabs>
              <w:ind w:left="720" w:hanging="72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652" w:type="dxa"/>
          </w:tcPr>
          <w:p w:rsidR="00385DD1" w:rsidRDefault="00385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</w:tabs>
              <w:ind w:left="720" w:hanging="72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652" w:type="dxa"/>
          </w:tcPr>
          <w:p w:rsidR="00385DD1" w:rsidRDefault="00385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440"/>
              </w:tabs>
              <w:ind w:left="720" w:hanging="720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</w:tc>
      </w:tr>
    </w:tbl>
    <w:p w:rsidR="00385DD1" w:rsidRDefault="00385DD1">
      <w:pPr>
        <w:pBdr>
          <w:top w:val="nil"/>
          <w:left w:val="nil"/>
          <w:bottom w:val="nil"/>
          <w:right w:val="nil"/>
          <w:between w:val="nil"/>
        </w:pBdr>
        <w:tabs>
          <w:tab w:val="left" w:pos="-1440"/>
        </w:tabs>
        <w:ind w:left="720" w:hanging="720"/>
        <w:rPr>
          <w:rFonts w:ascii="Arial" w:eastAsia="Arial" w:hAnsi="Arial" w:cs="Arial"/>
          <w:b/>
          <w:color w:val="000000"/>
          <w:sz w:val="18"/>
          <w:szCs w:val="18"/>
        </w:rPr>
      </w:pPr>
    </w:p>
    <w:p w:rsidR="00385DD1" w:rsidRDefault="00936DA8">
      <w:pPr>
        <w:widowControl/>
        <w:rPr>
          <w:rFonts w:ascii="Arial" w:eastAsia="Arial" w:hAnsi="Arial" w:cs="Arial"/>
          <w:b/>
          <w:sz w:val="18"/>
          <w:szCs w:val="18"/>
        </w:rPr>
      </w:pPr>
      <w:r>
        <w:br w:type="page"/>
      </w:r>
    </w:p>
    <w:p w:rsidR="00385DD1" w:rsidRDefault="00385DD1">
      <w:pPr>
        <w:pBdr>
          <w:top w:val="nil"/>
          <w:left w:val="nil"/>
          <w:bottom w:val="nil"/>
          <w:right w:val="nil"/>
          <w:between w:val="nil"/>
        </w:pBdr>
        <w:tabs>
          <w:tab w:val="left" w:pos="-1440"/>
        </w:tabs>
        <w:ind w:left="720" w:hanging="720"/>
        <w:rPr>
          <w:rFonts w:ascii="Arial" w:eastAsia="Arial" w:hAnsi="Arial" w:cs="Arial"/>
          <w:b/>
          <w:color w:val="000000"/>
          <w:sz w:val="18"/>
          <w:szCs w:val="18"/>
        </w:rPr>
      </w:pPr>
    </w:p>
    <w:p w:rsidR="00385DD1" w:rsidRDefault="00385DD1">
      <w:pPr>
        <w:pBdr>
          <w:top w:val="nil"/>
          <w:left w:val="nil"/>
          <w:bottom w:val="nil"/>
          <w:right w:val="nil"/>
          <w:between w:val="nil"/>
        </w:pBdr>
        <w:tabs>
          <w:tab w:val="left" w:pos="-1440"/>
        </w:tabs>
        <w:ind w:left="720" w:hanging="720"/>
        <w:rPr>
          <w:rFonts w:ascii="Arial" w:eastAsia="Arial" w:hAnsi="Arial" w:cs="Arial"/>
          <w:b/>
          <w:color w:val="000000"/>
          <w:sz w:val="18"/>
          <w:szCs w:val="18"/>
        </w:rPr>
      </w:pPr>
    </w:p>
    <w:p w:rsidR="00385DD1" w:rsidRDefault="00936DA8">
      <w:pPr>
        <w:pBdr>
          <w:top w:val="nil"/>
          <w:left w:val="nil"/>
          <w:bottom w:val="nil"/>
          <w:right w:val="nil"/>
          <w:between w:val="nil"/>
        </w:pBdr>
        <w:tabs>
          <w:tab w:val="left" w:pos="-1440"/>
        </w:tabs>
        <w:ind w:left="720" w:hanging="720"/>
        <w:rPr>
          <w:rFonts w:ascii="Arial" w:eastAsia="Arial" w:hAnsi="Arial" w:cs="Arial"/>
          <w:b/>
          <w:color w:val="000000"/>
          <w:sz w:val="18"/>
          <w:szCs w:val="18"/>
        </w:rPr>
      </w:pPr>
      <w:r>
        <w:rPr>
          <w:rFonts w:ascii="Arial" w:eastAsia="Arial" w:hAnsi="Arial" w:cs="Arial"/>
          <w:b/>
          <w:color w:val="000000"/>
          <w:sz w:val="18"/>
          <w:szCs w:val="18"/>
        </w:rPr>
        <w:t>6. QUALITY MANAGEMENT SYSTEM CERTIFICATE – Attach a copy of certificate</w:t>
      </w:r>
    </w:p>
    <w:p w:rsidR="00385DD1" w:rsidRDefault="00385DD1">
      <w:pPr>
        <w:pBdr>
          <w:top w:val="nil"/>
          <w:left w:val="nil"/>
          <w:bottom w:val="nil"/>
          <w:right w:val="nil"/>
          <w:between w:val="nil"/>
        </w:pBdr>
        <w:tabs>
          <w:tab w:val="left" w:pos="-1440"/>
        </w:tabs>
        <w:ind w:left="360" w:hanging="720"/>
        <w:rPr>
          <w:rFonts w:ascii="Arial" w:eastAsia="Arial" w:hAnsi="Arial" w:cs="Arial"/>
          <w:b/>
          <w:color w:val="000000"/>
          <w:sz w:val="18"/>
          <w:szCs w:val="18"/>
        </w:rPr>
      </w:pPr>
    </w:p>
    <w:tbl>
      <w:tblPr>
        <w:tblStyle w:val="a4"/>
        <w:tblW w:w="11138" w:type="dxa"/>
        <w:jc w:val="center"/>
        <w:tblLayout w:type="fixed"/>
        <w:tblLook w:val="0000" w:firstRow="0" w:lastRow="0" w:firstColumn="0" w:lastColumn="0" w:noHBand="0" w:noVBand="0"/>
      </w:tblPr>
      <w:tblGrid>
        <w:gridCol w:w="11138"/>
      </w:tblGrid>
      <w:tr w:rsidR="00385DD1">
        <w:trPr>
          <w:trHeight w:val="1440"/>
          <w:jc w:val="center"/>
        </w:trPr>
        <w:tc>
          <w:tcPr>
            <w:tcW w:w="111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85DD1" w:rsidRDefault="00385DD1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:rsidR="00385DD1" w:rsidRDefault="00936DA8">
            <w:pPr>
              <w:spacing w:after="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Quality Management System Certificate Number:                                                    Name of Registrar:</w:t>
            </w:r>
          </w:p>
        </w:tc>
      </w:tr>
    </w:tbl>
    <w:p w:rsidR="00385DD1" w:rsidRDefault="00385DD1">
      <w:pPr>
        <w:pBdr>
          <w:top w:val="nil"/>
          <w:left w:val="nil"/>
          <w:bottom w:val="nil"/>
          <w:right w:val="nil"/>
          <w:between w:val="nil"/>
        </w:pBdr>
        <w:ind w:left="360" w:right="396" w:hanging="720"/>
        <w:rPr>
          <w:rFonts w:ascii="Arial" w:eastAsia="Arial" w:hAnsi="Arial" w:cs="Arial"/>
          <w:color w:val="000000"/>
          <w:sz w:val="18"/>
          <w:szCs w:val="18"/>
        </w:rPr>
      </w:pPr>
    </w:p>
    <w:p w:rsidR="00385DD1" w:rsidRDefault="00936DA8">
      <w:pPr>
        <w:ind w:right="396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7.  COMPOSITION</w:t>
      </w:r>
    </w:p>
    <w:p w:rsidR="00385DD1" w:rsidRDefault="00385DD1">
      <w:pPr>
        <w:ind w:right="396"/>
        <w:rPr>
          <w:rFonts w:ascii="Arial" w:eastAsia="Arial" w:hAnsi="Arial" w:cs="Arial"/>
          <w:sz w:val="18"/>
          <w:szCs w:val="18"/>
        </w:rPr>
      </w:pPr>
    </w:p>
    <w:tbl>
      <w:tblPr>
        <w:tblStyle w:val="a5"/>
        <w:tblW w:w="1110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7"/>
        <w:gridCol w:w="1988"/>
        <w:gridCol w:w="1634"/>
        <w:gridCol w:w="1624"/>
        <w:gridCol w:w="2218"/>
        <w:gridCol w:w="1654"/>
      </w:tblGrid>
      <w:tr w:rsidR="00385DD1">
        <w:trPr>
          <w:trHeight w:val="1500"/>
        </w:trPr>
        <w:tc>
          <w:tcPr>
            <w:tcW w:w="1987" w:type="dxa"/>
          </w:tcPr>
          <w:p w:rsidR="00385DD1" w:rsidRDefault="00936DA8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Non-proprietary Name</w:t>
            </w:r>
          </w:p>
        </w:tc>
        <w:tc>
          <w:tcPr>
            <w:tcW w:w="1988" w:type="dxa"/>
          </w:tcPr>
          <w:p w:rsidR="00385DD1" w:rsidRDefault="00936DA8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Specification</w:t>
            </w:r>
          </w:p>
        </w:tc>
        <w:tc>
          <w:tcPr>
            <w:tcW w:w="1634" w:type="dxa"/>
          </w:tcPr>
          <w:p w:rsidR="00385DD1" w:rsidRDefault="00936DA8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Purpose</w:t>
            </w:r>
          </w:p>
        </w:tc>
        <w:tc>
          <w:tcPr>
            <w:tcW w:w="1624" w:type="dxa"/>
          </w:tcPr>
          <w:p w:rsidR="00385DD1" w:rsidRDefault="00936DA8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Amount per sachet</w:t>
            </w:r>
          </w:p>
        </w:tc>
        <w:tc>
          <w:tcPr>
            <w:tcW w:w="2218" w:type="dxa"/>
          </w:tcPr>
          <w:p w:rsidR="00385DD1" w:rsidRDefault="00936DA8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Concentration %w/w</w:t>
            </w:r>
          </w:p>
        </w:tc>
        <w:tc>
          <w:tcPr>
            <w:tcW w:w="1654" w:type="dxa"/>
          </w:tcPr>
          <w:p w:rsidR="00385DD1" w:rsidRDefault="00936DA8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Amount per commerical batch (kg or Litres etc.)</w:t>
            </w:r>
          </w:p>
        </w:tc>
      </w:tr>
      <w:tr w:rsidR="00385DD1">
        <w:trPr>
          <w:trHeight w:val="240"/>
        </w:trPr>
        <w:tc>
          <w:tcPr>
            <w:tcW w:w="1987" w:type="dxa"/>
          </w:tcPr>
          <w:p w:rsidR="00385DD1" w:rsidRDefault="00385DD1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88" w:type="dxa"/>
          </w:tcPr>
          <w:p w:rsidR="00385DD1" w:rsidRDefault="00385DD1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634" w:type="dxa"/>
          </w:tcPr>
          <w:p w:rsidR="00385DD1" w:rsidRDefault="00385DD1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624" w:type="dxa"/>
          </w:tcPr>
          <w:p w:rsidR="00385DD1" w:rsidRDefault="00385DD1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218" w:type="dxa"/>
          </w:tcPr>
          <w:p w:rsidR="00385DD1" w:rsidRDefault="00385DD1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654" w:type="dxa"/>
          </w:tcPr>
          <w:p w:rsidR="00385DD1" w:rsidRDefault="00385DD1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385DD1">
        <w:trPr>
          <w:trHeight w:val="220"/>
        </w:trPr>
        <w:tc>
          <w:tcPr>
            <w:tcW w:w="1987" w:type="dxa"/>
          </w:tcPr>
          <w:p w:rsidR="00385DD1" w:rsidRDefault="00385DD1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88" w:type="dxa"/>
          </w:tcPr>
          <w:p w:rsidR="00385DD1" w:rsidRDefault="00385DD1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634" w:type="dxa"/>
          </w:tcPr>
          <w:p w:rsidR="00385DD1" w:rsidRDefault="00385DD1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624" w:type="dxa"/>
          </w:tcPr>
          <w:p w:rsidR="00385DD1" w:rsidRDefault="00385DD1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218" w:type="dxa"/>
          </w:tcPr>
          <w:p w:rsidR="00385DD1" w:rsidRDefault="00385DD1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654" w:type="dxa"/>
          </w:tcPr>
          <w:p w:rsidR="00385DD1" w:rsidRDefault="00385DD1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385DD1">
        <w:trPr>
          <w:trHeight w:val="240"/>
        </w:trPr>
        <w:tc>
          <w:tcPr>
            <w:tcW w:w="1987" w:type="dxa"/>
          </w:tcPr>
          <w:p w:rsidR="00385DD1" w:rsidRDefault="00385DD1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88" w:type="dxa"/>
          </w:tcPr>
          <w:p w:rsidR="00385DD1" w:rsidRDefault="00385DD1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634" w:type="dxa"/>
          </w:tcPr>
          <w:p w:rsidR="00385DD1" w:rsidRDefault="00385DD1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624" w:type="dxa"/>
          </w:tcPr>
          <w:p w:rsidR="00385DD1" w:rsidRDefault="00385DD1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218" w:type="dxa"/>
          </w:tcPr>
          <w:p w:rsidR="00385DD1" w:rsidRDefault="00385DD1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654" w:type="dxa"/>
          </w:tcPr>
          <w:p w:rsidR="00385DD1" w:rsidRDefault="00385DD1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385DD1">
        <w:trPr>
          <w:trHeight w:val="260"/>
        </w:trPr>
        <w:tc>
          <w:tcPr>
            <w:tcW w:w="1987" w:type="dxa"/>
          </w:tcPr>
          <w:p w:rsidR="00385DD1" w:rsidRDefault="00385DD1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88" w:type="dxa"/>
          </w:tcPr>
          <w:p w:rsidR="00385DD1" w:rsidRDefault="00385DD1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634" w:type="dxa"/>
          </w:tcPr>
          <w:p w:rsidR="00385DD1" w:rsidRDefault="00385DD1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624" w:type="dxa"/>
          </w:tcPr>
          <w:p w:rsidR="00385DD1" w:rsidRDefault="00385DD1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218" w:type="dxa"/>
          </w:tcPr>
          <w:p w:rsidR="00385DD1" w:rsidRDefault="00385DD1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654" w:type="dxa"/>
          </w:tcPr>
          <w:p w:rsidR="00385DD1" w:rsidRDefault="00385DD1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:rsidR="00385DD1" w:rsidRDefault="00385DD1">
      <w:pPr>
        <w:ind w:right="396"/>
        <w:rPr>
          <w:rFonts w:ascii="Arial" w:eastAsia="Arial" w:hAnsi="Arial" w:cs="Arial"/>
          <w:sz w:val="18"/>
          <w:szCs w:val="18"/>
        </w:rPr>
      </w:pPr>
    </w:p>
    <w:p w:rsidR="00385DD1" w:rsidRDefault="00936DA8">
      <w:pPr>
        <w:ind w:right="396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 xml:space="preserve">8.  LABELLING – Attach a copy of sample packaging </w:t>
      </w:r>
    </w:p>
    <w:p w:rsidR="00385DD1" w:rsidRDefault="00385DD1">
      <w:pPr>
        <w:ind w:right="396"/>
        <w:rPr>
          <w:rFonts w:ascii="Arial" w:eastAsia="Arial" w:hAnsi="Arial" w:cs="Arial"/>
          <w:b/>
          <w:sz w:val="18"/>
          <w:szCs w:val="18"/>
        </w:rPr>
      </w:pPr>
    </w:p>
    <w:p w:rsidR="00385DD1" w:rsidRDefault="00385DD1">
      <w:pPr>
        <w:ind w:right="396"/>
        <w:rPr>
          <w:rFonts w:ascii="Arial" w:eastAsia="Arial" w:hAnsi="Arial" w:cs="Arial"/>
          <w:b/>
          <w:sz w:val="18"/>
          <w:szCs w:val="18"/>
        </w:rPr>
      </w:pPr>
    </w:p>
    <w:p w:rsidR="00385DD1" w:rsidRDefault="00385DD1">
      <w:pPr>
        <w:ind w:right="396"/>
        <w:rPr>
          <w:rFonts w:ascii="Arial" w:eastAsia="Arial" w:hAnsi="Arial" w:cs="Arial"/>
          <w:b/>
          <w:sz w:val="18"/>
          <w:szCs w:val="18"/>
        </w:rPr>
      </w:pPr>
    </w:p>
    <w:p w:rsidR="00385DD1" w:rsidRDefault="00936DA8">
      <w:pPr>
        <w:ind w:right="396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9.  MANUFACTURING PROCESS</w:t>
      </w:r>
    </w:p>
    <w:p w:rsidR="00385DD1" w:rsidRDefault="00936DA8">
      <w:pPr>
        <w:ind w:right="396"/>
        <w:rPr>
          <w:rFonts w:ascii="Arial" w:eastAsia="Arial" w:hAnsi="Arial" w:cs="Arial"/>
          <w:i/>
          <w:sz w:val="18"/>
          <w:szCs w:val="18"/>
        </w:rPr>
      </w:pPr>
      <w:r>
        <w:rPr>
          <w:rFonts w:ascii="Arial" w:eastAsia="Arial" w:hAnsi="Arial" w:cs="Arial"/>
          <w:i/>
          <w:sz w:val="18"/>
          <w:szCs w:val="18"/>
        </w:rPr>
        <w:t>A description of the manufacturing process, if sterile, include a detailed description of the sterilization method (a flow chart is acceptable). Please show stages of quality control testing</w:t>
      </w:r>
    </w:p>
    <w:p w:rsidR="00385DD1" w:rsidRDefault="00385DD1">
      <w:pPr>
        <w:ind w:right="396"/>
        <w:rPr>
          <w:rFonts w:ascii="Arial" w:eastAsia="Arial" w:hAnsi="Arial" w:cs="Arial"/>
          <w:sz w:val="18"/>
          <w:szCs w:val="18"/>
        </w:rPr>
      </w:pPr>
    </w:p>
    <w:p w:rsidR="00385DD1" w:rsidRDefault="00385DD1">
      <w:pPr>
        <w:ind w:right="396"/>
        <w:rPr>
          <w:rFonts w:ascii="Arial" w:eastAsia="Arial" w:hAnsi="Arial" w:cs="Arial"/>
          <w:sz w:val="18"/>
          <w:szCs w:val="18"/>
        </w:rPr>
      </w:pPr>
    </w:p>
    <w:p w:rsidR="00385DD1" w:rsidRDefault="00385DD1">
      <w:pPr>
        <w:ind w:right="396"/>
        <w:rPr>
          <w:rFonts w:ascii="Arial" w:eastAsia="Arial" w:hAnsi="Arial" w:cs="Arial"/>
          <w:sz w:val="18"/>
          <w:szCs w:val="18"/>
        </w:rPr>
      </w:pPr>
    </w:p>
    <w:p w:rsidR="00385DD1" w:rsidRDefault="00936DA8">
      <w:pPr>
        <w:ind w:right="396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9a. ANNUAL PRODUCTION CAPACITY and Standard Batch sizes and da</w:t>
      </w:r>
      <w:r>
        <w:rPr>
          <w:rFonts w:ascii="Arial" w:eastAsia="Arial" w:hAnsi="Arial" w:cs="Arial"/>
          <w:b/>
          <w:sz w:val="18"/>
          <w:szCs w:val="18"/>
        </w:rPr>
        <w:t xml:space="preserve">ta to support site has installed capacity to match the quantity </w:t>
      </w:r>
    </w:p>
    <w:p w:rsidR="00385DD1" w:rsidRDefault="00385DD1">
      <w:pPr>
        <w:ind w:right="396"/>
        <w:rPr>
          <w:rFonts w:ascii="Arial" w:eastAsia="Arial" w:hAnsi="Arial" w:cs="Arial"/>
          <w:sz w:val="18"/>
          <w:szCs w:val="18"/>
        </w:rPr>
      </w:pPr>
    </w:p>
    <w:p w:rsidR="00385DD1" w:rsidRDefault="00385DD1">
      <w:pPr>
        <w:ind w:right="396"/>
        <w:rPr>
          <w:rFonts w:ascii="Arial" w:eastAsia="Arial" w:hAnsi="Arial" w:cs="Arial"/>
          <w:sz w:val="18"/>
          <w:szCs w:val="18"/>
        </w:rPr>
      </w:pPr>
    </w:p>
    <w:tbl>
      <w:tblPr>
        <w:tblStyle w:val="a6"/>
        <w:tblW w:w="106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92"/>
        <w:gridCol w:w="2328"/>
        <w:gridCol w:w="2459"/>
        <w:gridCol w:w="2459"/>
      </w:tblGrid>
      <w:tr w:rsidR="00385DD1">
        <w:trPr>
          <w:trHeight w:val="240"/>
        </w:trPr>
        <w:tc>
          <w:tcPr>
            <w:tcW w:w="3392" w:type="dxa"/>
          </w:tcPr>
          <w:p w:rsidR="00385DD1" w:rsidRDefault="00385DD1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7246" w:type="dxa"/>
            <w:gridSpan w:val="3"/>
          </w:tcPr>
          <w:p w:rsidR="00385DD1" w:rsidRDefault="00936DA8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Production Capacity</w:t>
            </w:r>
          </w:p>
        </w:tc>
      </w:tr>
      <w:tr w:rsidR="00385DD1">
        <w:trPr>
          <w:trHeight w:val="240"/>
        </w:trPr>
        <w:tc>
          <w:tcPr>
            <w:tcW w:w="3392" w:type="dxa"/>
          </w:tcPr>
          <w:p w:rsidR="00385DD1" w:rsidRDefault="00936DA8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Commercial Batch sizes</w:t>
            </w:r>
          </w:p>
        </w:tc>
        <w:tc>
          <w:tcPr>
            <w:tcW w:w="2328" w:type="dxa"/>
          </w:tcPr>
          <w:p w:rsidR="00385DD1" w:rsidRDefault="00936DA8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2013</w:t>
            </w:r>
          </w:p>
        </w:tc>
        <w:tc>
          <w:tcPr>
            <w:tcW w:w="2459" w:type="dxa"/>
          </w:tcPr>
          <w:p w:rsidR="00385DD1" w:rsidRDefault="00936DA8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2014</w:t>
            </w:r>
          </w:p>
        </w:tc>
        <w:tc>
          <w:tcPr>
            <w:tcW w:w="2459" w:type="dxa"/>
          </w:tcPr>
          <w:p w:rsidR="00385DD1" w:rsidRDefault="00936DA8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2016</w:t>
            </w:r>
          </w:p>
        </w:tc>
      </w:tr>
      <w:tr w:rsidR="00385DD1">
        <w:trPr>
          <w:trHeight w:val="240"/>
        </w:trPr>
        <w:tc>
          <w:tcPr>
            <w:tcW w:w="3392" w:type="dxa"/>
          </w:tcPr>
          <w:p w:rsidR="00385DD1" w:rsidRDefault="00385DD1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328" w:type="dxa"/>
          </w:tcPr>
          <w:p w:rsidR="00385DD1" w:rsidRDefault="00385DD1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459" w:type="dxa"/>
          </w:tcPr>
          <w:p w:rsidR="00385DD1" w:rsidRDefault="00385DD1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459" w:type="dxa"/>
          </w:tcPr>
          <w:p w:rsidR="00385DD1" w:rsidRDefault="00385DD1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385DD1">
        <w:trPr>
          <w:trHeight w:val="240"/>
        </w:trPr>
        <w:tc>
          <w:tcPr>
            <w:tcW w:w="3392" w:type="dxa"/>
          </w:tcPr>
          <w:p w:rsidR="00385DD1" w:rsidRDefault="00385DD1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328" w:type="dxa"/>
          </w:tcPr>
          <w:p w:rsidR="00385DD1" w:rsidRDefault="00385DD1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459" w:type="dxa"/>
          </w:tcPr>
          <w:p w:rsidR="00385DD1" w:rsidRDefault="00385DD1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459" w:type="dxa"/>
          </w:tcPr>
          <w:p w:rsidR="00385DD1" w:rsidRDefault="00385DD1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385DD1">
        <w:trPr>
          <w:trHeight w:val="240"/>
        </w:trPr>
        <w:tc>
          <w:tcPr>
            <w:tcW w:w="3392" w:type="dxa"/>
          </w:tcPr>
          <w:p w:rsidR="00385DD1" w:rsidRDefault="00385DD1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328" w:type="dxa"/>
          </w:tcPr>
          <w:p w:rsidR="00385DD1" w:rsidRDefault="00385DD1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459" w:type="dxa"/>
          </w:tcPr>
          <w:p w:rsidR="00385DD1" w:rsidRDefault="00385DD1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459" w:type="dxa"/>
          </w:tcPr>
          <w:p w:rsidR="00385DD1" w:rsidRDefault="00385DD1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385DD1">
        <w:trPr>
          <w:trHeight w:val="240"/>
        </w:trPr>
        <w:tc>
          <w:tcPr>
            <w:tcW w:w="3392" w:type="dxa"/>
          </w:tcPr>
          <w:p w:rsidR="00385DD1" w:rsidRDefault="00385DD1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328" w:type="dxa"/>
          </w:tcPr>
          <w:p w:rsidR="00385DD1" w:rsidRDefault="00385DD1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459" w:type="dxa"/>
          </w:tcPr>
          <w:p w:rsidR="00385DD1" w:rsidRDefault="00385DD1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459" w:type="dxa"/>
          </w:tcPr>
          <w:p w:rsidR="00385DD1" w:rsidRDefault="00385DD1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385DD1">
        <w:trPr>
          <w:trHeight w:val="240"/>
        </w:trPr>
        <w:tc>
          <w:tcPr>
            <w:tcW w:w="3392" w:type="dxa"/>
          </w:tcPr>
          <w:p w:rsidR="00385DD1" w:rsidRDefault="00385DD1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328" w:type="dxa"/>
          </w:tcPr>
          <w:p w:rsidR="00385DD1" w:rsidRDefault="00385DD1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459" w:type="dxa"/>
          </w:tcPr>
          <w:p w:rsidR="00385DD1" w:rsidRDefault="00385DD1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459" w:type="dxa"/>
          </w:tcPr>
          <w:p w:rsidR="00385DD1" w:rsidRDefault="00385DD1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:rsidR="00385DD1" w:rsidRDefault="00385DD1">
      <w:pPr>
        <w:ind w:right="396"/>
        <w:rPr>
          <w:rFonts w:ascii="Arial" w:eastAsia="Arial" w:hAnsi="Arial" w:cs="Arial"/>
          <w:sz w:val="18"/>
          <w:szCs w:val="18"/>
        </w:rPr>
      </w:pPr>
    </w:p>
    <w:p w:rsidR="00385DD1" w:rsidRDefault="00936DA8">
      <w:r>
        <w:br w:type="page"/>
      </w:r>
    </w:p>
    <w:p w:rsidR="00385DD1" w:rsidRDefault="00385DD1">
      <w:pPr>
        <w:ind w:right="396"/>
        <w:rPr>
          <w:rFonts w:ascii="Arial" w:eastAsia="Arial" w:hAnsi="Arial" w:cs="Arial"/>
          <w:sz w:val="18"/>
          <w:szCs w:val="18"/>
        </w:rPr>
      </w:pPr>
    </w:p>
    <w:p w:rsidR="00385DD1" w:rsidRDefault="00385DD1">
      <w:pPr>
        <w:ind w:right="396"/>
        <w:rPr>
          <w:rFonts w:ascii="Arial" w:eastAsia="Arial" w:hAnsi="Arial" w:cs="Arial"/>
          <w:sz w:val="18"/>
          <w:szCs w:val="18"/>
        </w:rPr>
      </w:pPr>
    </w:p>
    <w:p w:rsidR="00385DD1" w:rsidRDefault="00936DA8">
      <w:pPr>
        <w:ind w:right="396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10. SPECIFICATION OF THE LUBRICANT</w:t>
      </w:r>
      <w:r>
        <w:rPr>
          <w:rFonts w:ascii="Arial" w:eastAsia="Arial" w:hAnsi="Arial" w:cs="Arial"/>
          <w:sz w:val="18"/>
          <w:szCs w:val="18"/>
        </w:rPr>
        <w:t xml:space="preserve"> – </w:t>
      </w:r>
      <w:r>
        <w:rPr>
          <w:rFonts w:ascii="Arial" w:eastAsia="Arial" w:hAnsi="Arial" w:cs="Arial"/>
          <w:b/>
          <w:sz w:val="18"/>
          <w:szCs w:val="18"/>
        </w:rPr>
        <w:t>Attach copies of Certificate of Analysis of three batches</w:t>
      </w:r>
      <w:r>
        <w:rPr>
          <w:rFonts w:ascii="Arial" w:eastAsia="Arial" w:hAnsi="Arial" w:cs="Arial"/>
          <w:sz w:val="18"/>
          <w:szCs w:val="18"/>
        </w:rPr>
        <w:t xml:space="preserve"> </w:t>
      </w:r>
    </w:p>
    <w:p w:rsidR="00385DD1" w:rsidRDefault="00385DD1">
      <w:pPr>
        <w:ind w:right="396"/>
        <w:rPr>
          <w:rFonts w:ascii="Arial" w:eastAsia="Arial" w:hAnsi="Arial" w:cs="Arial"/>
          <w:sz w:val="18"/>
          <w:szCs w:val="18"/>
        </w:rPr>
      </w:pPr>
    </w:p>
    <w:p w:rsidR="00385DD1" w:rsidRDefault="00385DD1">
      <w:pPr>
        <w:ind w:right="396"/>
        <w:rPr>
          <w:rFonts w:ascii="Arial" w:eastAsia="Arial" w:hAnsi="Arial" w:cs="Arial"/>
          <w:sz w:val="18"/>
          <w:szCs w:val="18"/>
        </w:rPr>
      </w:pPr>
    </w:p>
    <w:tbl>
      <w:tblPr>
        <w:tblStyle w:val="a7"/>
        <w:tblW w:w="106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60"/>
        <w:gridCol w:w="3560"/>
        <w:gridCol w:w="3560"/>
      </w:tblGrid>
      <w:tr w:rsidR="00385DD1">
        <w:trPr>
          <w:trHeight w:val="220"/>
        </w:trPr>
        <w:tc>
          <w:tcPr>
            <w:tcW w:w="3560" w:type="dxa"/>
          </w:tcPr>
          <w:p w:rsidR="00385DD1" w:rsidRDefault="00936DA8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Parameter</w:t>
            </w:r>
          </w:p>
        </w:tc>
        <w:tc>
          <w:tcPr>
            <w:tcW w:w="3560" w:type="dxa"/>
          </w:tcPr>
          <w:p w:rsidR="00385DD1" w:rsidRDefault="00936DA8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Acceptance Criteria</w:t>
            </w:r>
          </w:p>
        </w:tc>
        <w:tc>
          <w:tcPr>
            <w:tcW w:w="3560" w:type="dxa"/>
          </w:tcPr>
          <w:p w:rsidR="00385DD1" w:rsidRDefault="00936DA8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Method Number</w:t>
            </w:r>
          </w:p>
        </w:tc>
      </w:tr>
      <w:tr w:rsidR="00385DD1">
        <w:trPr>
          <w:trHeight w:val="240"/>
        </w:trPr>
        <w:tc>
          <w:tcPr>
            <w:tcW w:w="3560" w:type="dxa"/>
          </w:tcPr>
          <w:p w:rsidR="00385DD1" w:rsidRDefault="00936DA8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Colour</w:t>
            </w:r>
          </w:p>
        </w:tc>
        <w:tc>
          <w:tcPr>
            <w:tcW w:w="3560" w:type="dxa"/>
          </w:tcPr>
          <w:p w:rsidR="00385DD1" w:rsidRDefault="00385DD1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3560" w:type="dxa"/>
          </w:tcPr>
          <w:p w:rsidR="00385DD1" w:rsidRDefault="00385DD1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385DD1">
        <w:trPr>
          <w:trHeight w:val="240"/>
        </w:trPr>
        <w:tc>
          <w:tcPr>
            <w:tcW w:w="3560" w:type="dxa"/>
          </w:tcPr>
          <w:p w:rsidR="00385DD1" w:rsidRDefault="00936DA8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Flavouring</w:t>
            </w:r>
          </w:p>
        </w:tc>
        <w:tc>
          <w:tcPr>
            <w:tcW w:w="3560" w:type="dxa"/>
          </w:tcPr>
          <w:p w:rsidR="00385DD1" w:rsidRDefault="00385DD1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3560" w:type="dxa"/>
          </w:tcPr>
          <w:p w:rsidR="00385DD1" w:rsidRDefault="00385DD1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385DD1">
        <w:trPr>
          <w:trHeight w:val="240"/>
        </w:trPr>
        <w:tc>
          <w:tcPr>
            <w:tcW w:w="3560" w:type="dxa"/>
          </w:tcPr>
          <w:p w:rsidR="00385DD1" w:rsidRDefault="00936DA8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Fragrance</w:t>
            </w:r>
          </w:p>
        </w:tc>
        <w:tc>
          <w:tcPr>
            <w:tcW w:w="3560" w:type="dxa"/>
          </w:tcPr>
          <w:p w:rsidR="00385DD1" w:rsidRDefault="00385DD1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3560" w:type="dxa"/>
          </w:tcPr>
          <w:p w:rsidR="00385DD1" w:rsidRDefault="00385DD1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385DD1">
        <w:trPr>
          <w:trHeight w:val="240"/>
        </w:trPr>
        <w:tc>
          <w:tcPr>
            <w:tcW w:w="3560" w:type="dxa"/>
          </w:tcPr>
          <w:p w:rsidR="00385DD1" w:rsidRDefault="00936DA8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Osmolality (mOsm/kg)</w:t>
            </w:r>
          </w:p>
        </w:tc>
        <w:tc>
          <w:tcPr>
            <w:tcW w:w="3560" w:type="dxa"/>
          </w:tcPr>
          <w:p w:rsidR="00385DD1" w:rsidRDefault="00385DD1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3560" w:type="dxa"/>
          </w:tcPr>
          <w:p w:rsidR="00385DD1" w:rsidRDefault="00385DD1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385DD1">
        <w:trPr>
          <w:trHeight w:val="240"/>
        </w:trPr>
        <w:tc>
          <w:tcPr>
            <w:tcW w:w="3560" w:type="dxa"/>
          </w:tcPr>
          <w:p w:rsidR="00385DD1" w:rsidRDefault="00936DA8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pH*</w:t>
            </w:r>
          </w:p>
        </w:tc>
        <w:tc>
          <w:tcPr>
            <w:tcW w:w="3560" w:type="dxa"/>
          </w:tcPr>
          <w:p w:rsidR="00385DD1" w:rsidRDefault="00385DD1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3560" w:type="dxa"/>
          </w:tcPr>
          <w:p w:rsidR="00385DD1" w:rsidRDefault="00385DD1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385DD1">
        <w:trPr>
          <w:trHeight w:val="240"/>
        </w:trPr>
        <w:tc>
          <w:tcPr>
            <w:tcW w:w="3560" w:type="dxa"/>
          </w:tcPr>
          <w:p w:rsidR="00385DD1" w:rsidRDefault="00936DA8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Fill volume</w:t>
            </w:r>
          </w:p>
        </w:tc>
        <w:tc>
          <w:tcPr>
            <w:tcW w:w="3560" w:type="dxa"/>
          </w:tcPr>
          <w:p w:rsidR="00385DD1" w:rsidRDefault="00385DD1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3560" w:type="dxa"/>
          </w:tcPr>
          <w:p w:rsidR="00385DD1" w:rsidRDefault="00385DD1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385DD1">
        <w:trPr>
          <w:trHeight w:val="240"/>
        </w:trPr>
        <w:tc>
          <w:tcPr>
            <w:tcW w:w="3560" w:type="dxa"/>
          </w:tcPr>
          <w:p w:rsidR="00385DD1" w:rsidRDefault="00936DA8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Viscosity </w:t>
            </w:r>
          </w:p>
        </w:tc>
        <w:tc>
          <w:tcPr>
            <w:tcW w:w="3560" w:type="dxa"/>
          </w:tcPr>
          <w:p w:rsidR="00385DD1" w:rsidRDefault="00385DD1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3560" w:type="dxa"/>
          </w:tcPr>
          <w:p w:rsidR="00385DD1" w:rsidRDefault="00385DD1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385DD1">
        <w:trPr>
          <w:trHeight w:val="240"/>
        </w:trPr>
        <w:tc>
          <w:tcPr>
            <w:tcW w:w="3560" w:type="dxa"/>
          </w:tcPr>
          <w:p w:rsidR="00385DD1" w:rsidRDefault="00385DD1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3560" w:type="dxa"/>
          </w:tcPr>
          <w:p w:rsidR="00385DD1" w:rsidRDefault="00385DD1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3560" w:type="dxa"/>
          </w:tcPr>
          <w:p w:rsidR="00385DD1" w:rsidRDefault="00385DD1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385DD1">
        <w:trPr>
          <w:trHeight w:val="240"/>
        </w:trPr>
        <w:tc>
          <w:tcPr>
            <w:tcW w:w="3560" w:type="dxa"/>
          </w:tcPr>
          <w:p w:rsidR="00385DD1" w:rsidRDefault="00385DD1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3560" w:type="dxa"/>
          </w:tcPr>
          <w:p w:rsidR="00385DD1" w:rsidRDefault="00385DD1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3560" w:type="dxa"/>
          </w:tcPr>
          <w:p w:rsidR="00385DD1" w:rsidRDefault="00385DD1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:rsidR="00385DD1" w:rsidRDefault="00936DA8">
      <w:pPr>
        <w:ind w:right="396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*state the temperature</w:t>
      </w:r>
    </w:p>
    <w:p w:rsidR="00385DD1" w:rsidRDefault="00385DD1">
      <w:pPr>
        <w:ind w:right="396"/>
        <w:rPr>
          <w:rFonts w:ascii="Arial" w:eastAsia="Arial" w:hAnsi="Arial" w:cs="Arial"/>
          <w:sz w:val="18"/>
          <w:szCs w:val="18"/>
        </w:rPr>
      </w:pPr>
    </w:p>
    <w:p w:rsidR="00385DD1" w:rsidRDefault="00936DA8">
      <w:pPr>
        <w:ind w:right="396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11. DESCRIPTION OF METHOD FOR ESTIMATING OSMOLALITY</w:t>
      </w:r>
    </w:p>
    <w:p w:rsidR="00385DD1" w:rsidRDefault="00385DD1">
      <w:pPr>
        <w:ind w:right="396"/>
        <w:rPr>
          <w:rFonts w:ascii="Arial" w:eastAsia="Arial" w:hAnsi="Arial" w:cs="Arial"/>
          <w:sz w:val="18"/>
          <w:szCs w:val="18"/>
        </w:rPr>
      </w:pPr>
    </w:p>
    <w:p w:rsidR="00385DD1" w:rsidRDefault="00385DD1">
      <w:pPr>
        <w:ind w:right="396"/>
        <w:rPr>
          <w:rFonts w:ascii="Arial" w:eastAsia="Arial" w:hAnsi="Arial" w:cs="Arial"/>
          <w:sz w:val="18"/>
          <w:szCs w:val="18"/>
        </w:rPr>
      </w:pPr>
    </w:p>
    <w:p w:rsidR="00385DD1" w:rsidRDefault="00385DD1">
      <w:pPr>
        <w:ind w:right="396"/>
        <w:rPr>
          <w:rFonts w:ascii="Arial" w:eastAsia="Arial" w:hAnsi="Arial" w:cs="Arial"/>
          <w:sz w:val="18"/>
          <w:szCs w:val="18"/>
        </w:rPr>
      </w:pPr>
    </w:p>
    <w:p w:rsidR="00385DD1" w:rsidRDefault="00385DD1">
      <w:pPr>
        <w:ind w:right="396"/>
        <w:rPr>
          <w:rFonts w:ascii="Arial" w:eastAsia="Arial" w:hAnsi="Arial" w:cs="Arial"/>
          <w:sz w:val="18"/>
          <w:szCs w:val="18"/>
        </w:rPr>
      </w:pPr>
    </w:p>
    <w:p w:rsidR="00385DD1" w:rsidRDefault="00385DD1">
      <w:pPr>
        <w:ind w:right="396"/>
        <w:rPr>
          <w:rFonts w:ascii="Arial" w:eastAsia="Arial" w:hAnsi="Arial" w:cs="Arial"/>
          <w:sz w:val="18"/>
          <w:szCs w:val="18"/>
        </w:rPr>
      </w:pPr>
    </w:p>
    <w:p w:rsidR="00385DD1" w:rsidRDefault="00936DA8">
      <w:pPr>
        <w:ind w:right="396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12. VISCOSITY</w:t>
      </w:r>
    </w:p>
    <w:p w:rsidR="00385DD1" w:rsidRDefault="00385DD1">
      <w:pPr>
        <w:ind w:right="396"/>
        <w:rPr>
          <w:rFonts w:ascii="Arial" w:eastAsia="Arial" w:hAnsi="Arial" w:cs="Arial"/>
          <w:sz w:val="18"/>
          <w:szCs w:val="18"/>
        </w:rPr>
      </w:pPr>
    </w:p>
    <w:tbl>
      <w:tblPr>
        <w:tblStyle w:val="a8"/>
        <w:tblW w:w="10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28"/>
        <w:gridCol w:w="6973"/>
      </w:tblGrid>
      <w:tr w:rsidR="00385DD1">
        <w:trPr>
          <w:trHeight w:val="460"/>
        </w:trPr>
        <w:tc>
          <w:tcPr>
            <w:tcW w:w="3628" w:type="dxa"/>
          </w:tcPr>
          <w:p w:rsidR="00385DD1" w:rsidRDefault="00936DA8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Type of equipment used to measure viscosity</w:t>
            </w:r>
          </w:p>
        </w:tc>
        <w:tc>
          <w:tcPr>
            <w:tcW w:w="6973" w:type="dxa"/>
          </w:tcPr>
          <w:p w:rsidR="00385DD1" w:rsidRDefault="00385DD1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385DD1">
        <w:trPr>
          <w:trHeight w:val="200"/>
        </w:trPr>
        <w:tc>
          <w:tcPr>
            <w:tcW w:w="3628" w:type="dxa"/>
          </w:tcPr>
          <w:p w:rsidR="00385DD1" w:rsidRDefault="00936DA8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Temperature</w:t>
            </w:r>
          </w:p>
        </w:tc>
        <w:tc>
          <w:tcPr>
            <w:tcW w:w="6973" w:type="dxa"/>
          </w:tcPr>
          <w:p w:rsidR="00385DD1" w:rsidRDefault="00385DD1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385DD1">
        <w:trPr>
          <w:trHeight w:val="460"/>
        </w:trPr>
        <w:tc>
          <w:tcPr>
            <w:tcW w:w="3628" w:type="dxa"/>
          </w:tcPr>
          <w:p w:rsidR="00385DD1" w:rsidRDefault="00936DA8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Spindle type used for the viscosity measurement</w:t>
            </w:r>
          </w:p>
        </w:tc>
        <w:tc>
          <w:tcPr>
            <w:tcW w:w="6973" w:type="dxa"/>
          </w:tcPr>
          <w:p w:rsidR="00385DD1" w:rsidRDefault="00385DD1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385DD1">
        <w:trPr>
          <w:trHeight w:val="460"/>
        </w:trPr>
        <w:tc>
          <w:tcPr>
            <w:tcW w:w="3628" w:type="dxa"/>
          </w:tcPr>
          <w:p w:rsidR="00385DD1" w:rsidRDefault="00936DA8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Rotation speed/shear rate used for the viscosity measurement</w:t>
            </w:r>
          </w:p>
        </w:tc>
        <w:tc>
          <w:tcPr>
            <w:tcW w:w="6973" w:type="dxa"/>
          </w:tcPr>
          <w:p w:rsidR="00385DD1" w:rsidRDefault="00385DD1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:rsidR="00385DD1" w:rsidRDefault="00936DA8">
      <w:pPr>
        <w:ind w:right="396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 </w:t>
      </w:r>
    </w:p>
    <w:p w:rsidR="00385DD1" w:rsidRDefault="00385DD1">
      <w:pPr>
        <w:ind w:right="396"/>
        <w:rPr>
          <w:rFonts w:ascii="Arial" w:eastAsia="Arial" w:hAnsi="Arial" w:cs="Arial"/>
          <w:sz w:val="18"/>
          <w:szCs w:val="18"/>
        </w:rPr>
      </w:pPr>
    </w:p>
    <w:p w:rsidR="00385DD1" w:rsidRDefault="00385DD1">
      <w:pPr>
        <w:ind w:right="396"/>
        <w:rPr>
          <w:rFonts w:ascii="Arial" w:eastAsia="Arial" w:hAnsi="Arial" w:cs="Arial"/>
          <w:sz w:val="18"/>
          <w:szCs w:val="18"/>
        </w:rPr>
      </w:pPr>
    </w:p>
    <w:p w:rsidR="00385DD1" w:rsidRDefault="00936DA8">
      <w:pPr>
        <w:ind w:right="396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13. SHELF-LIFE AND STORAGE CONDITIONS</w:t>
      </w:r>
    </w:p>
    <w:p w:rsidR="00385DD1" w:rsidRDefault="00385DD1">
      <w:pPr>
        <w:ind w:right="396"/>
        <w:rPr>
          <w:rFonts w:ascii="Arial" w:eastAsia="Arial" w:hAnsi="Arial" w:cs="Arial"/>
          <w:sz w:val="18"/>
          <w:szCs w:val="18"/>
        </w:rPr>
      </w:pPr>
    </w:p>
    <w:p w:rsidR="00385DD1" w:rsidRDefault="00385DD1">
      <w:pPr>
        <w:ind w:right="396"/>
        <w:rPr>
          <w:rFonts w:ascii="Arial" w:eastAsia="Arial" w:hAnsi="Arial" w:cs="Arial"/>
          <w:sz w:val="18"/>
          <w:szCs w:val="18"/>
        </w:rPr>
      </w:pPr>
    </w:p>
    <w:p w:rsidR="00385DD1" w:rsidRDefault="00385DD1">
      <w:pPr>
        <w:ind w:right="396"/>
        <w:rPr>
          <w:rFonts w:ascii="Arial" w:eastAsia="Arial" w:hAnsi="Arial" w:cs="Arial"/>
          <w:sz w:val="18"/>
          <w:szCs w:val="18"/>
        </w:rPr>
      </w:pPr>
    </w:p>
    <w:p w:rsidR="00385DD1" w:rsidRDefault="00385DD1">
      <w:pPr>
        <w:ind w:right="396"/>
        <w:rPr>
          <w:rFonts w:ascii="Arial" w:eastAsia="Arial" w:hAnsi="Arial" w:cs="Arial"/>
          <w:sz w:val="18"/>
          <w:szCs w:val="18"/>
        </w:rPr>
      </w:pPr>
    </w:p>
    <w:p w:rsidR="00385DD1" w:rsidRDefault="00385DD1">
      <w:pPr>
        <w:ind w:right="396"/>
        <w:rPr>
          <w:rFonts w:ascii="Arial" w:eastAsia="Arial" w:hAnsi="Arial" w:cs="Arial"/>
          <w:sz w:val="18"/>
          <w:szCs w:val="18"/>
        </w:rPr>
      </w:pPr>
    </w:p>
    <w:p w:rsidR="00385DD1" w:rsidRDefault="00385DD1">
      <w:pPr>
        <w:ind w:right="396"/>
        <w:rPr>
          <w:rFonts w:ascii="Arial" w:eastAsia="Arial" w:hAnsi="Arial" w:cs="Arial"/>
          <w:sz w:val="18"/>
          <w:szCs w:val="18"/>
        </w:rPr>
      </w:pPr>
    </w:p>
    <w:p w:rsidR="00385DD1" w:rsidRDefault="00385DD1">
      <w:pPr>
        <w:ind w:right="396"/>
        <w:rPr>
          <w:rFonts w:ascii="Arial" w:eastAsia="Arial" w:hAnsi="Arial" w:cs="Arial"/>
          <w:sz w:val="18"/>
          <w:szCs w:val="18"/>
        </w:rPr>
      </w:pPr>
    </w:p>
    <w:p w:rsidR="00385DD1" w:rsidRDefault="00385DD1">
      <w:pPr>
        <w:ind w:right="396"/>
        <w:rPr>
          <w:rFonts w:ascii="Arial" w:eastAsia="Arial" w:hAnsi="Arial" w:cs="Arial"/>
          <w:sz w:val="18"/>
          <w:szCs w:val="18"/>
        </w:rPr>
      </w:pPr>
    </w:p>
    <w:p w:rsidR="00385DD1" w:rsidRDefault="00385DD1">
      <w:pPr>
        <w:ind w:right="396"/>
        <w:rPr>
          <w:rFonts w:ascii="Arial" w:eastAsia="Arial" w:hAnsi="Arial" w:cs="Arial"/>
          <w:sz w:val="18"/>
          <w:szCs w:val="18"/>
        </w:rPr>
      </w:pPr>
    </w:p>
    <w:p w:rsidR="00385DD1" w:rsidRDefault="00385DD1">
      <w:pPr>
        <w:ind w:right="396"/>
        <w:rPr>
          <w:rFonts w:ascii="Arial" w:eastAsia="Arial" w:hAnsi="Arial" w:cs="Arial"/>
          <w:sz w:val="18"/>
          <w:szCs w:val="18"/>
        </w:rPr>
      </w:pPr>
    </w:p>
    <w:p w:rsidR="00385DD1" w:rsidRDefault="00385DD1">
      <w:pPr>
        <w:ind w:right="396"/>
        <w:rPr>
          <w:rFonts w:ascii="Arial" w:eastAsia="Arial" w:hAnsi="Arial" w:cs="Arial"/>
          <w:sz w:val="18"/>
          <w:szCs w:val="18"/>
        </w:rPr>
      </w:pPr>
    </w:p>
    <w:p w:rsidR="00385DD1" w:rsidRDefault="00385DD1">
      <w:pPr>
        <w:ind w:right="396"/>
        <w:rPr>
          <w:rFonts w:ascii="Arial" w:eastAsia="Arial" w:hAnsi="Arial" w:cs="Arial"/>
          <w:sz w:val="18"/>
          <w:szCs w:val="18"/>
        </w:rPr>
      </w:pPr>
    </w:p>
    <w:p w:rsidR="00385DD1" w:rsidRDefault="00385DD1">
      <w:pPr>
        <w:ind w:right="396"/>
        <w:rPr>
          <w:rFonts w:ascii="Arial" w:eastAsia="Arial" w:hAnsi="Arial" w:cs="Arial"/>
          <w:sz w:val="18"/>
          <w:szCs w:val="18"/>
        </w:rPr>
      </w:pPr>
    </w:p>
    <w:p w:rsidR="00385DD1" w:rsidRDefault="00385DD1">
      <w:pPr>
        <w:ind w:right="396"/>
        <w:rPr>
          <w:rFonts w:ascii="Arial" w:eastAsia="Arial" w:hAnsi="Arial" w:cs="Arial"/>
          <w:sz w:val="18"/>
          <w:szCs w:val="18"/>
        </w:rPr>
      </w:pPr>
    </w:p>
    <w:p w:rsidR="00385DD1" w:rsidRDefault="00385DD1">
      <w:pPr>
        <w:ind w:right="396"/>
        <w:rPr>
          <w:rFonts w:ascii="Arial" w:eastAsia="Arial" w:hAnsi="Arial" w:cs="Arial"/>
          <w:sz w:val="18"/>
          <w:szCs w:val="18"/>
        </w:rPr>
      </w:pPr>
    </w:p>
    <w:p w:rsidR="00385DD1" w:rsidRDefault="00385DD1">
      <w:pPr>
        <w:ind w:right="396"/>
        <w:rPr>
          <w:rFonts w:ascii="Arial" w:eastAsia="Arial" w:hAnsi="Arial" w:cs="Arial"/>
          <w:sz w:val="18"/>
          <w:szCs w:val="18"/>
        </w:rPr>
      </w:pPr>
    </w:p>
    <w:p w:rsidR="00385DD1" w:rsidRDefault="00385DD1">
      <w:pPr>
        <w:ind w:right="396"/>
        <w:rPr>
          <w:rFonts w:ascii="Arial" w:eastAsia="Arial" w:hAnsi="Arial" w:cs="Arial"/>
          <w:sz w:val="18"/>
          <w:szCs w:val="18"/>
        </w:rPr>
      </w:pPr>
    </w:p>
    <w:p w:rsidR="00385DD1" w:rsidRDefault="00385DD1">
      <w:pPr>
        <w:ind w:right="396"/>
        <w:rPr>
          <w:rFonts w:ascii="Arial" w:eastAsia="Arial" w:hAnsi="Arial" w:cs="Arial"/>
          <w:sz w:val="18"/>
          <w:szCs w:val="18"/>
        </w:rPr>
      </w:pPr>
    </w:p>
    <w:p w:rsidR="00385DD1" w:rsidRDefault="00385DD1">
      <w:pPr>
        <w:ind w:right="396"/>
        <w:rPr>
          <w:rFonts w:ascii="Arial" w:eastAsia="Arial" w:hAnsi="Arial" w:cs="Arial"/>
          <w:sz w:val="18"/>
          <w:szCs w:val="18"/>
        </w:rPr>
      </w:pPr>
    </w:p>
    <w:p w:rsidR="00385DD1" w:rsidRDefault="00385DD1">
      <w:pPr>
        <w:ind w:right="396"/>
        <w:rPr>
          <w:rFonts w:ascii="Arial" w:eastAsia="Arial" w:hAnsi="Arial" w:cs="Arial"/>
          <w:sz w:val="18"/>
          <w:szCs w:val="18"/>
        </w:rPr>
      </w:pPr>
    </w:p>
    <w:p w:rsidR="00385DD1" w:rsidRDefault="00385DD1">
      <w:pPr>
        <w:ind w:right="396"/>
        <w:rPr>
          <w:rFonts w:ascii="Arial" w:eastAsia="Arial" w:hAnsi="Arial" w:cs="Arial"/>
          <w:sz w:val="18"/>
          <w:szCs w:val="18"/>
        </w:rPr>
      </w:pPr>
    </w:p>
    <w:p w:rsidR="00385DD1" w:rsidRDefault="00385DD1">
      <w:pPr>
        <w:ind w:right="396"/>
        <w:rPr>
          <w:rFonts w:ascii="Arial" w:eastAsia="Arial" w:hAnsi="Arial" w:cs="Arial"/>
          <w:sz w:val="18"/>
          <w:szCs w:val="18"/>
        </w:rPr>
      </w:pPr>
    </w:p>
    <w:p w:rsidR="00385DD1" w:rsidRDefault="00385DD1">
      <w:pPr>
        <w:ind w:right="396"/>
        <w:rPr>
          <w:rFonts w:ascii="Arial" w:eastAsia="Arial" w:hAnsi="Arial" w:cs="Arial"/>
          <w:sz w:val="18"/>
          <w:szCs w:val="18"/>
        </w:rPr>
      </w:pPr>
    </w:p>
    <w:p w:rsidR="00385DD1" w:rsidRDefault="00385DD1">
      <w:pPr>
        <w:ind w:right="396"/>
        <w:rPr>
          <w:rFonts w:ascii="Arial" w:eastAsia="Arial" w:hAnsi="Arial" w:cs="Arial"/>
          <w:sz w:val="18"/>
          <w:szCs w:val="18"/>
        </w:rPr>
      </w:pPr>
    </w:p>
    <w:p w:rsidR="00385DD1" w:rsidRDefault="00936DA8">
      <w:pPr>
        <w:ind w:right="396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14. STABILITY STUDIES</w:t>
      </w:r>
    </w:p>
    <w:p w:rsidR="00385DD1" w:rsidRDefault="00936DA8">
      <w:pPr>
        <w:ind w:right="396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Summary of three batches </w:t>
      </w:r>
    </w:p>
    <w:p w:rsidR="00385DD1" w:rsidRDefault="00385DD1">
      <w:pPr>
        <w:ind w:right="396"/>
        <w:rPr>
          <w:rFonts w:ascii="Arial" w:eastAsia="Arial" w:hAnsi="Arial" w:cs="Arial"/>
          <w:sz w:val="18"/>
          <w:szCs w:val="18"/>
        </w:rPr>
      </w:pPr>
    </w:p>
    <w:tbl>
      <w:tblPr>
        <w:tblStyle w:val="a9"/>
        <w:tblW w:w="106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38"/>
        <w:gridCol w:w="1970"/>
        <w:gridCol w:w="1719"/>
        <w:gridCol w:w="2246"/>
        <w:gridCol w:w="1703"/>
        <w:gridCol w:w="1686"/>
      </w:tblGrid>
      <w:tr w:rsidR="00385DD1">
        <w:trPr>
          <w:trHeight w:val="640"/>
        </w:trPr>
        <w:tc>
          <w:tcPr>
            <w:tcW w:w="1338" w:type="dxa"/>
          </w:tcPr>
          <w:p w:rsidR="00385DD1" w:rsidRDefault="00936DA8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Batch Number</w:t>
            </w:r>
          </w:p>
        </w:tc>
        <w:tc>
          <w:tcPr>
            <w:tcW w:w="1970" w:type="dxa"/>
          </w:tcPr>
          <w:p w:rsidR="00385DD1" w:rsidRDefault="00936DA8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Name and address of manufacturer</w:t>
            </w:r>
          </w:p>
        </w:tc>
        <w:tc>
          <w:tcPr>
            <w:tcW w:w="1719" w:type="dxa"/>
          </w:tcPr>
          <w:p w:rsidR="00385DD1" w:rsidRDefault="00936DA8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Date of Manufacture</w:t>
            </w:r>
          </w:p>
        </w:tc>
        <w:tc>
          <w:tcPr>
            <w:tcW w:w="2246" w:type="dxa"/>
          </w:tcPr>
          <w:p w:rsidR="00385DD1" w:rsidRDefault="00936DA8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Date of commencement of stability studies</w:t>
            </w:r>
          </w:p>
        </w:tc>
        <w:tc>
          <w:tcPr>
            <w:tcW w:w="1703" w:type="dxa"/>
          </w:tcPr>
          <w:p w:rsidR="00385DD1" w:rsidRDefault="00936DA8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Date of completion of study</w:t>
            </w:r>
          </w:p>
        </w:tc>
        <w:tc>
          <w:tcPr>
            <w:tcW w:w="1686" w:type="dxa"/>
          </w:tcPr>
          <w:p w:rsidR="00385DD1" w:rsidRDefault="00936DA8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Parameters Monitored</w:t>
            </w:r>
          </w:p>
        </w:tc>
      </w:tr>
      <w:tr w:rsidR="00385DD1">
        <w:trPr>
          <w:trHeight w:val="200"/>
        </w:trPr>
        <w:tc>
          <w:tcPr>
            <w:tcW w:w="1338" w:type="dxa"/>
          </w:tcPr>
          <w:p w:rsidR="00385DD1" w:rsidRDefault="00385DD1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70" w:type="dxa"/>
          </w:tcPr>
          <w:p w:rsidR="00385DD1" w:rsidRDefault="00385DD1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719" w:type="dxa"/>
          </w:tcPr>
          <w:p w:rsidR="00385DD1" w:rsidRDefault="00385DD1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246" w:type="dxa"/>
          </w:tcPr>
          <w:p w:rsidR="00385DD1" w:rsidRDefault="00385DD1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703" w:type="dxa"/>
          </w:tcPr>
          <w:p w:rsidR="00385DD1" w:rsidRDefault="00385DD1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686" w:type="dxa"/>
          </w:tcPr>
          <w:p w:rsidR="00385DD1" w:rsidRDefault="00385DD1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385DD1">
        <w:trPr>
          <w:trHeight w:val="200"/>
        </w:trPr>
        <w:tc>
          <w:tcPr>
            <w:tcW w:w="1338" w:type="dxa"/>
          </w:tcPr>
          <w:p w:rsidR="00385DD1" w:rsidRDefault="00385DD1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70" w:type="dxa"/>
          </w:tcPr>
          <w:p w:rsidR="00385DD1" w:rsidRDefault="00385DD1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719" w:type="dxa"/>
          </w:tcPr>
          <w:p w:rsidR="00385DD1" w:rsidRDefault="00385DD1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246" w:type="dxa"/>
          </w:tcPr>
          <w:p w:rsidR="00385DD1" w:rsidRDefault="00385DD1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703" w:type="dxa"/>
          </w:tcPr>
          <w:p w:rsidR="00385DD1" w:rsidRDefault="00385DD1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686" w:type="dxa"/>
          </w:tcPr>
          <w:p w:rsidR="00385DD1" w:rsidRDefault="00385DD1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385DD1">
        <w:trPr>
          <w:trHeight w:val="180"/>
        </w:trPr>
        <w:tc>
          <w:tcPr>
            <w:tcW w:w="1338" w:type="dxa"/>
          </w:tcPr>
          <w:p w:rsidR="00385DD1" w:rsidRDefault="00385DD1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70" w:type="dxa"/>
          </w:tcPr>
          <w:p w:rsidR="00385DD1" w:rsidRDefault="00385DD1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719" w:type="dxa"/>
          </w:tcPr>
          <w:p w:rsidR="00385DD1" w:rsidRDefault="00385DD1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246" w:type="dxa"/>
          </w:tcPr>
          <w:p w:rsidR="00385DD1" w:rsidRDefault="00385DD1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703" w:type="dxa"/>
          </w:tcPr>
          <w:p w:rsidR="00385DD1" w:rsidRDefault="00385DD1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686" w:type="dxa"/>
          </w:tcPr>
          <w:p w:rsidR="00385DD1" w:rsidRDefault="00385DD1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385DD1">
        <w:trPr>
          <w:trHeight w:val="200"/>
        </w:trPr>
        <w:tc>
          <w:tcPr>
            <w:tcW w:w="1338" w:type="dxa"/>
          </w:tcPr>
          <w:p w:rsidR="00385DD1" w:rsidRDefault="00385DD1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70" w:type="dxa"/>
          </w:tcPr>
          <w:p w:rsidR="00385DD1" w:rsidRDefault="00385DD1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719" w:type="dxa"/>
          </w:tcPr>
          <w:p w:rsidR="00385DD1" w:rsidRDefault="00385DD1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246" w:type="dxa"/>
          </w:tcPr>
          <w:p w:rsidR="00385DD1" w:rsidRDefault="00385DD1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703" w:type="dxa"/>
          </w:tcPr>
          <w:p w:rsidR="00385DD1" w:rsidRDefault="00385DD1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686" w:type="dxa"/>
          </w:tcPr>
          <w:p w:rsidR="00385DD1" w:rsidRDefault="00385DD1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385DD1">
        <w:trPr>
          <w:trHeight w:val="220"/>
        </w:trPr>
        <w:tc>
          <w:tcPr>
            <w:tcW w:w="1338" w:type="dxa"/>
          </w:tcPr>
          <w:p w:rsidR="00385DD1" w:rsidRDefault="00385DD1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70" w:type="dxa"/>
          </w:tcPr>
          <w:p w:rsidR="00385DD1" w:rsidRDefault="00385DD1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719" w:type="dxa"/>
          </w:tcPr>
          <w:p w:rsidR="00385DD1" w:rsidRDefault="00385DD1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246" w:type="dxa"/>
          </w:tcPr>
          <w:p w:rsidR="00385DD1" w:rsidRDefault="00385DD1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703" w:type="dxa"/>
          </w:tcPr>
          <w:p w:rsidR="00385DD1" w:rsidRDefault="00385DD1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686" w:type="dxa"/>
          </w:tcPr>
          <w:p w:rsidR="00385DD1" w:rsidRDefault="00385DD1">
            <w:pPr>
              <w:ind w:right="396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:rsidR="00385DD1" w:rsidRDefault="00385DD1">
      <w:pPr>
        <w:ind w:right="396"/>
        <w:rPr>
          <w:rFonts w:ascii="Arial" w:eastAsia="Arial" w:hAnsi="Arial" w:cs="Arial"/>
          <w:sz w:val="18"/>
          <w:szCs w:val="18"/>
        </w:rPr>
      </w:pPr>
    </w:p>
    <w:p w:rsidR="00385DD1" w:rsidRDefault="00936DA8">
      <w:pPr>
        <w:ind w:right="396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Accelerated stability studies</w:t>
      </w:r>
    </w:p>
    <w:p w:rsidR="00385DD1" w:rsidRDefault="00385DD1">
      <w:pPr>
        <w:ind w:right="396"/>
        <w:rPr>
          <w:rFonts w:ascii="Arial" w:eastAsia="Arial" w:hAnsi="Arial" w:cs="Arial"/>
          <w:sz w:val="18"/>
          <w:szCs w:val="18"/>
        </w:rPr>
      </w:pPr>
    </w:p>
    <w:p w:rsidR="00385DD1" w:rsidRDefault="00936DA8">
      <w:pPr>
        <w:ind w:left="720" w:right="396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Temperature: </w:t>
      </w:r>
    </w:p>
    <w:p w:rsidR="00385DD1" w:rsidRDefault="00936DA8">
      <w:pPr>
        <w:ind w:left="720" w:right="396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Humidity:</w:t>
      </w:r>
    </w:p>
    <w:p w:rsidR="00385DD1" w:rsidRDefault="00385DD1">
      <w:pPr>
        <w:ind w:right="396"/>
        <w:rPr>
          <w:rFonts w:ascii="Arial" w:eastAsia="Arial" w:hAnsi="Arial" w:cs="Arial"/>
          <w:sz w:val="18"/>
          <w:szCs w:val="18"/>
        </w:rPr>
      </w:pPr>
    </w:p>
    <w:p w:rsidR="00385DD1" w:rsidRDefault="00936DA8">
      <w:pPr>
        <w:tabs>
          <w:tab w:val="left" w:pos="3737"/>
        </w:tabs>
        <w:ind w:right="396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ab/>
      </w:r>
    </w:p>
    <w:p w:rsidR="00385DD1" w:rsidRDefault="00936DA8">
      <w:pPr>
        <w:ind w:right="396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Long-term stability studies</w:t>
      </w:r>
    </w:p>
    <w:p w:rsidR="00385DD1" w:rsidRDefault="00385DD1">
      <w:pPr>
        <w:ind w:right="396"/>
        <w:rPr>
          <w:rFonts w:ascii="Arial" w:eastAsia="Arial" w:hAnsi="Arial" w:cs="Arial"/>
          <w:sz w:val="18"/>
          <w:szCs w:val="18"/>
        </w:rPr>
      </w:pPr>
    </w:p>
    <w:p w:rsidR="00385DD1" w:rsidRDefault="00936DA8">
      <w:pPr>
        <w:ind w:left="720" w:right="396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Temperature: </w:t>
      </w:r>
    </w:p>
    <w:p w:rsidR="00385DD1" w:rsidRDefault="00936DA8">
      <w:pPr>
        <w:ind w:left="720" w:right="396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Humidity:</w:t>
      </w:r>
    </w:p>
    <w:p w:rsidR="00385DD1" w:rsidRDefault="00385DD1">
      <w:pPr>
        <w:ind w:left="720" w:right="396"/>
        <w:rPr>
          <w:rFonts w:ascii="Arial" w:eastAsia="Arial" w:hAnsi="Arial" w:cs="Arial"/>
          <w:sz w:val="18"/>
          <w:szCs w:val="18"/>
        </w:rPr>
      </w:pPr>
    </w:p>
    <w:p w:rsidR="00385DD1" w:rsidRDefault="00385DD1">
      <w:pPr>
        <w:ind w:left="720" w:right="396"/>
        <w:rPr>
          <w:rFonts w:ascii="Arial" w:eastAsia="Arial" w:hAnsi="Arial" w:cs="Arial"/>
          <w:sz w:val="18"/>
          <w:szCs w:val="18"/>
        </w:rPr>
      </w:pPr>
    </w:p>
    <w:p w:rsidR="00385DD1" w:rsidRDefault="00385DD1">
      <w:pPr>
        <w:ind w:left="720" w:right="396"/>
        <w:rPr>
          <w:rFonts w:ascii="Arial" w:eastAsia="Arial" w:hAnsi="Arial" w:cs="Arial"/>
          <w:b/>
          <w:sz w:val="18"/>
          <w:szCs w:val="18"/>
        </w:rPr>
      </w:pPr>
    </w:p>
    <w:p w:rsidR="00385DD1" w:rsidRDefault="00936DA8">
      <w:pPr>
        <w:ind w:right="396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Checklist of documentation required</w:t>
      </w:r>
    </w:p>
    <w:p w:rsidR="00385DD1" w:rsidRDefault="00385DD1">
      <w:pPr>
        <w:pBdr>
          <w:top w:val="nil"/>
          <w:left w:val="nil"/>
          <w:bottom w:val="nil"/>
          <w:right w:val="nil"/>
          <w:between w:val="nil"/>
        </w:pBdr>
        <w:ind w:left="360" w:right="396" w:hanging="720"/>
        <w:rPr>
          <w:rFonts w:ascii="Arial" w:eastAsia="Arial" w:hAnsi="Arial" w:cs="Arial"/>
          <w:b/>
          <w:color w:val="000000"/>
          <w:sz w:val="18"/>
          <w:szCs w:val="18"/>
        </w:rPr>
      </w:pPr>
    </w:p>
    <w:p w:rsidR="00385DD1" w:rsidRDefault="00936DA8">
      <w:pPr>
        <w:jc w:val="both"/>
        <w:rPr>
          <w:rFonts w:ascii="Arial" w:eastAsia="Arial" w:hAnsi="Arial" w:cs="Arial"/>
          <w:sz w:val="18"/>
          <w:szCs w:val="18"/>
        </w:rPr>
      </w:pPr>
      <w:bookmarkStart w:id="1" w:name="bookmark=id.gjdgxs" w:colFirst="0" w:colLast="0"/>
      <w:bookmarkEnd w:id="1"/>
      <w:r>
        <w:rPr>
          <w:rFonts w:ascii="Arial" w:eastAsia="Arial" w:hAnsi="Arial" w:cs="Arial"/>
          <w:sz w:val="18"/>
          <w:szCs w:val="18"/>
        </w:rPr>
        <w:t>☐</w:t>
      </w:r>
      <w:r>
        <w:rPr>
          <w:rFonts w:ascii="Arial" w:eastAsia="Arial" w:hAnsi="Arial" w:cs="Arial"/>
          <w:sz w:val="18"/>
          <w:szCs w:val="18"/>
        </w:rPr>
        <w:t xml:space="preserve"> A. Copy of manufacturing license</w:t>
      </w:r>
    </w:p>
    <w:p w:rsidR="00385DD1" w:rsidRDefault="00936DA8">
      <w:pPr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☐</w:t>
      </w:r>
      <w:r>
        <w:rPr>
          <w:rFonts w:ascii="Arial" w:eastAsia="Arial" w:hAnsi="Arial" w:cs="Arial"/>
          <w:sz w:val="18"/>
          <w:szCs w:val="18"/>
        </w:rPr>
        <w:t xml:space="preserve"> B. Copy of label (in English/French/Spanish)</w:t>
      </w:r>
    </w:p>
    <w:p w:rsidR="00385DD1" w:rsidRDefault="00936DA8">
      <w:pPr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☐</w:t>
      </w:r>
      <w:r>
        <w:rPr>
          <w:rFonts w:ascii="Arial" w:eastAsia="Arial" w:hAnsi="Arial" w:cs="Arial"/>
          <w:sz w:val="18"/>
          <w:szCs w:val="18"/>
        </w:rPr>
        <w:t xml:space="preserve"> C. Copy of ISO 9001: 2008 Certificate </w:t>
      </w:r>
    </w:p>
    <w:p w:rsidR="00385DD1" w:rsidRDefault="00936DA8">
      <w:pPr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☐</w:t>
      </w:r>
      <w:r>
        <w:rPr>
          <w:rFonts w:ascii="Arial" w:eastAsia="Arial" w:hAnsi="Arial" w:cs="Arial"/>
          <w:sz w:val="18"/>
          <w:szCs w:val="18"/>
        </w:rPr>
        <w:t xml:space="preserve"> D. Copy of ISO 13485:2016 Certificate </w:t>
      </w:r>
    </w:p>
    <w:p w:rsidR="00385DD1" w:rsidRDefault="00936DA8">
      <w:pPr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☐</w:t>
      </w:r>
      <w:r>
        <w:rPr>
          <w:rFonts w:ascii="Arial" w:eastAsia="Arial" w:hAnsi="Arial" w:cs="Arial"/>
          <w:sz w:val="18"/>
          <w:szCs w:val="18"/>
        </w:rPr>
        <w:t xml:space="preserve"> E. Copy of ISO  19671:2018 Certificate </w:t>
      </w:r>
    </w:p>
    <w:p w:rsidR="00385DD1" w:rsidRDefault="00936DA8">
      <w:pPr>
        <w:jc w:val="both"/>
        <w:rPr>
          <w:rFonts w:ascii="Arial" w:eastAsia="Arial" w:hAnsi="Arial" w:cs="Arial"/>
          <w:sz w:val="18"/>
          <w:szCs w:val="18"/>
        </w:rPr>
      </w:pPr>
      <w:bookmarkStart w:id="2" w:name="_heading=h.30j0zll" w:colFirst="0" w:colLast="0"/>
      <w:bookmarkEnd w:id="2"/>
      <w:r>
        <w:rPr>
          <w:rFonts w:ascii="Arial" w:eastAsia="Arial" w:hAnsi="Arial" w:cs="Arial"/>
          <w:sz w:val="18"/>
          <w:szCs w:val="18"/>
        </w:rPr>
        <w:t>☐</w:t>
      </w:r>
      <w:r>
        <w:rPr>
          <w:rFonts w:ascii="Arial" w:eastAsia="Arial" w:hAnsi="Arial" w:cs="Arial"/>
          <w:sz w:val="18"/>
          <w:szCs w:val="18"/>
        </w:rPr>
        <w:t xml:space="preserve"> E. Copy of ISO 14001:2004 Certificate </w:t>
      </w:r>
    </w:p>
    <w:p w:rsidR="00385DD1" w:rsidRDefault="00936DA8">
      <w:pPr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☐</w:t>
      </w:r>
      <w:r>
        <w:rPr>
          <w:rFonts w:ascii="Arial" w:eastAsia="Arial" w:hAnsi="Arial" w:cs="Arial"/>
          <w:sz w:val="18"/>
          <w:szCs w:val="18"/>
        </w:rPr>
        <w:t xml:space="preserve"> F. Declaration of conformity (specifying the relevant standard and attaching copy of cert</w:t>
      </w:r>
      <w:r>
        <w:rPr>
          <w:rFonts w:ascii="Arial" w:eastAsia="Arial" w:hAnsi="Arial" w:cs="Arial"/>
          <w:sz w:val="18"/>
          <w:szCs w:val="18"/>
        </w:rPr>
        <w:t>ificate)</w:t>
      </w:r>
    </w:p>
    <w:p w:rsidR="00385DD1" w:rsidRDefault="00936DA8">
      <w:pPr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☐</w:t>
      </w:r>
      <w:r>
        <w:rPr>
          <w:rFonts w:ascii="Arial" w:eastAsia="Arial" w:hAnsi="Arial" w:cs="Arial"/>
          <w:sz w:val="18"/>
          <w:szCs w:val="18"/>
        </w:rPr>
        <w:t xml:space="preserve"> G. CE certificate</w:t>
      </w:r>
    </w:p>
    <w:p w:rsidR="00385DD1" w:rsidRDefault="00936DA8">
      <w:pPr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☐</w:t>
      </w:r>
      <w:r>
        <w:rPr>
          <w:rFonts w:ascii="Arial" w:eastAsia="Arial" w:hAnsi="Arial" w:cs="Arial"/>
          <w:sz w:val="18"/>
          <w:szCs w:val="18"/>
        </w:rPr>
        <w:t xml:space="preserve"> H. 510k Premarket approval device letter/ Device license (Australia, Japan, Canada)</w:t>
      </w:r>
    </w:p>
    <w:p w:rsidR="00385DD1" w:rsidRDefault="00936DA8">
      <w:pPr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☐</w:t>
      </w:r>
      <w:r>
        <w:rPr>
          <w:rFonts w:ascii="Arial" w:eastAsia="Arial" w:hAnsi="Arial" w:cs="Arial"/>
          <w:sz w:val="18"/>
          <w:szCs w:val="18"/>
        </w:rPr>
        <w:t xml:space="preserve"> I. Complete and detailed technical specifications of the product</w:t>
      </w:r>
    </w:p>
    <w:p w:rsidR="00385DD1" w:rsidRDefault="00936DA8">
      <w:pPr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☐</w:t>
      </w:r>
      <w:r>
        <w:rPr>
          <w:rFonts w:ascii="Arial" w:eastAsia="Arial" w:hAnsi="Arial" w:cs="Arial"/>
          <w:sz w:val="18"/>
          <w:szCs w:val="18"/>
        </w:rPr>
        <w:t xml:space="preserve"> J. Certificates of analysis of three batches- recently manufactured</w:t>
      </w:r>
    </w:p>
    <w:p w:rsidR="00385DD1" w:rsidRDefault="00936DA8">
      <w:pPr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☐</w:t>
      </w:r>
      <w:r>
        <w:rPr>
          <w:rFonts w:ascii="Arial" w:eastAsia="Arial" w:hAnsi="Arial" w:cs="Arial"/>
          <w:sz w:val="18"/>
          <w:szCs w:val="18"/>
        </w:rPr>
        <w:t xml:space="preserve"> K.</w:t>
      </w:r>
      <w:r>
        <w:rPr>
          <w:rFonts w:ascii="Arial" w:eastAsia="Arial" w:hAnsi="Arial" w:cs="Arial"/>
          <w:sz w:val="18"/>
          <w:szCs w:val="18"/>
        </w:rPr>
        <w:t xml:space="preserve"> Instruction for use in English, Spanish and French</w:t>
      </w:r>
    </w:p>
    <w:p w:rsidR="00385DD1" w:rsidRDefault="00385DD1">
      <w:pPr>
        <w:jc w:val="both"/>
        <w:rPr>
          <w:rFonts w:ascii="Arial" w:eastAsia="Arial" w:hAnsi="Arial" w:cs="Arial"/>
          <w:sz w:val="18"/>
          <w:szCs w:val="18"/>
        </w:rPr>
      </w:pPr>
    </w:p>
    <w:p w:rsidR="00385DD1" w:rsidRDefault="00385DD1">
      <w:pPr>
        <w:pBdr>
          <w:top w:val="nil"/>
          <w:left w:val="nil"/>
          <w:bottom w:val="nil"/>
          <w:right w:val="nil"/>
          <w:between w:val="nil"/>
        </w:pBdr>
        <w:ind w:left="360" w:right="396" w:hanging="720"/>
        <w:rPr>
          <w:rFonts w:ascii="Calibri" w:eastAsia="Calibri" w:hAnsi="Calibri" w:cs="Calibri"/>
          <w:b/>
          <w:color w:val="000000"/>
        </w:rPr>
      </w:pPr>
    </w:p>
    <w:sectPr w:rsidR="00385DD1">
      <w:headerReference w:type="default" r:id="rId8"/>
      <w:footerReference w:type="default" r:id="rId9"/>
      <w:pgSz w:w="12240" w:h="15840"/>
      <w:pgMar w:top="576" w:right="1152" w:bottom="662" w:left="1152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936DA8">
      <w:r>
        <w:separator/>
      </w:r>
    </w:p>
  </w:endnote>
  <w:endnote w:type="continuationSeparator" w:id="0">
    <w:p w:rsidR="00000000" w:rsidRDefault="00936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5DD1" w:rsidRDefault="00936DA8">
    <w:pPr>
      <w:pBdr>
        <w:top w:val="single" w:sz="24" w:space="1" w:color="622423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mbria" w:eastAsia="Cambria" w:hAnsi="Cambria" w:cs="Cambria"/>
        <w:color w:val="000000"/>
      </w:rPr>
    </w:pPr>
    <w:r>
      <w:rPr>
        <w:rFonts w:ascii="Cambria" w:eastAsia="Cambria" w:hAnsi="Cambria" w:cs="Cambria"/>
        <w:i/>
        <w:color w:val="000000"/>
        <w:sz w:val="18"/>
        <w:szCs w:val="18"/>
      </w:rPr>
      <w:t>Water based lubricant questionnaire 2019- UNFPA-DNK-ITB-19-002Page</w:t>
    </w:r>
    <w:r>
      <w:rPr>
        <w:rFonts w:ascii="Cambria" w:eastAsia="Cambria" w:hAnsi="Cambria" w:cs="Cambria"/>
        <w:color w:val="000000"/>
        <w:sz w:val="18"/>
        <w:szCs w:val="18"/>
      </w:rPr>
      <w:t xml:space="preserve"> </w:t>
    </w:r>
    <w:r>
      <w:rPr>
        <w:rFonts w:ascii="Calibri" w:eastAsia="Calibri" w:hAnsi="Calibri" w:cs="Calibri"/>
        <w:color w:val="000000"/>
      </w:rPr>
      <w:fldChar w:fldCharType="begin"/>
    </w:r>
    <w:r>
      <w:rPr>
        <w:rFonts w:ascii="Calibri" w:eastAsia="Calibri" w:hAnsi="Calibri" w:cs="Calibri"/>
        <w:color w:val="000000"/>
      </w:rPr>
      <w:instrText>PAGE</w:instrText>
    </w:r>
    <w:r>
      <w:rPr>
        <w:rFonts w:ascii="Calibri" w:eastAsia="Calibri" w:hAnsi="Calibri" w:cs="Calibri"/>
        <w:color w:val="000000"/>
      </w:rPr>
      <w:fldChar w:fldCharType="separate"/>
    </w:r>
    <w:r>
      <w:rPr>
        <w:rFonts w:ascii="Calibri" w:eastAsia="Calibri" w:hAnsi="Calibri" w:cs="Calibri"/>
        <w:noProof/>
        <w:color w:val="000000"/>
      </w:rPr>
      <w:t>2</w:t>
    </w:r>
    <w:r>
      <w:rPr>
        <w:rFonts w:ascii="Calibri" w:eastAsia="Calibri" w:hAnsi="Calibri" w:cs="Calibri"/>
        <w:color w:val="000000"/>
      </w:rPr>
      <w:fldChar w:fldCharType="end"/>
    </w:r>
  </w:p>
  <w:p w:rsidR="00385DD1" w:rsidRDefault="00385DD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936DA8">
      <w:r>
        <w:separator/>
      </w:r>
    </w:p>
  </w:footnote>
  <w:footnote w:type="continuationSeparator" w:id="0">
    <w:p w:rsidR="00000000" w:rsidRDefault="00936D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5DD1" w:rsidRDefault="00936DA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  <w:r>
      <w:rPr>
        <w:noProof/>
        <w:lang w:val="en-GB"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-179069</wp:posOffset>
          </wp:positionH>
          <wp:positionV relativeFrom="paragraph">
            <wp:posOffset>-238124</wp:posOffset>
          </wp:positionV>
          <wp:extent cx="1196785" cy="510105"/>
          <wp:effectExtent l="0" t="0" r="0" b="0"/>
          <wp:wrapNone/>
          <wp:docPr id="13" name="image1.jpg" descr="C:\Users\kraghukumar\AppData\Local\Microsoft\Windows\Temporary Internet Files\Content.Outlook\RU71FFVT\UNFPA logo on white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C:\Users\kraghukumar\AppData\Local\Microsoft\Windows\Temporary Internet Files\Content.Outlook\RU71FFVT\UNFPA logo on white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96785" cy="5101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385DD1" w:rsidRDefault="00385DD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7005E8"/>
    <w:multiLevelType w:val="multilevel"/>
    <w:tmpl w:val="6CE293B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5372D0B"/>
    <w:multiLevelType w:val="multilevel"/>
    <w:tmpl w:val="73E21568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DD1"/>
    <w:rsid w:val="00385DD1"/>
    <w:rsid w:val="00936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CF35710-59ED-46D4-9228-15E593067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n-US" w:eastAsia="en-GB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523E"/>
    <w:pPr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link w:val="Heading1Char"/>
    <w:qFormat/>
    <w:rsid w:val="008B555D"/>
    <w:pPr>
      <w:keepNext/>
      <w:keepLines/>
      <w:spacing w:before="480"/>
      <w:jc w:val="center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7855A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8B555D"/>
    <w:pPr>
      <w:keepNext/>
      <w:keepLines/>
      <w:spacing w:before="200" w:line="360" w:lineRule="auto"/>
      <w:jc w:val="center"/>
      <w:outlineLvl w:val="2"/>
    </w:pPr>
    <w:rPr>
      <w:rFonts w:asciiTheme="majorHAnsi" w:eastAsiaTheme="majorEastAsia" w:hAnsiTheme="majorHAnsi" w:cstheme="majorBidi"/>
      <w:b/>
      <w:bCs/>
      <w:color w:val="365F91" w:themeColor="accent1" w:themeShade="BF"/>
      <w:sz w:val="22"/>
    </w:rPr>
  </w:style>
  <w:style w:type="paragraph" w:styleId="Heading4">
    <w:name w:val="heading 4"/>
    <w:basedOn w:val="Normal"/>
    <w:next w:val="Normal"/>
    <w:link w:val="Heading4Char"/>
    <w:unhideWhenUsed/>
    <w:qFormat/>
    <w:rsid w:val="008B555D"/>
    <w:pPr>
      <w:keepNext/>
      <w:keepLines/>
      <w:spacing w:before="200"/>
      <w:outlineLvl w:val="3"/>
    </w:pPr>
    <w:rPr>
      <w:rFonts w:eastAsiaTheme="majorEastAsia" w:cstheme="majorBidi"/>
      <w:bCs/>
      <w:i/>
      <w:iCs/>
      <w:sz w:val="22"/>
      <w:u w:val="single"/>
    </w:rPr>
  </w:style>
  <w:style w:type="paragraph" w:styleId="Heading5">
    <w:name w:val="heading 5"/>
    <w:basedOn w:val="Normal"/>
    <w:next w:val="Normal"/>
    <w:link w:val="Heading5Char"/>
    <w:unhideWhenUsed/>
    <w:qFormat/>
    <w:rsid w:val="007322F0"/>
    <w:pPr>
      <w:keepNext/>
      <w:keepLines/>
      <w:spacing w:before="200"/>
      <w:outlineLvl w:val="4"/>
    </w:pPr>
    <w:rPr>
      <w:rFonts w:eastAsiaTheme="majorEastAsia" w:cstheme="majorBidi"/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Caption">
    <w:name w:val="caption"/>
    <w:basedOn w:val="Normal"/>
    <w:next w:val="Normal"/>
    <w:qFormat/>
    <w:rsid w:val="008A2BBB"/>
    <w:pPr>
      <w:overflowPunct w:val="0"/>
      <w:spacing w:after="80"/>
      <w:jc w:val="center"/>
      <w:textAlignment w:val="baseline"/>
    </w:pPr>
    <w:rPr>
      <w:rFonts w:ascii="Tahoma" w:hAnsi="Tahoma"/>
      <w:b/>
      <w:sz w:val="20"/>
      <w:szCs w:val="20"/>
    </w:rPr>
  </w:style>
  <w:style w:type="paragraph" w:styleId="BalloonText">
    <w:name w:val="Balloon Text"/>
    <w:basedOn w:val="Normal"/>
    <w:link w:val="BalloonTextChar"/>
    <w:rsid w:val="001139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1399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6E7F89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8B555D"/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7855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8B555D"/>
    <w:rPr>
      <w:rFonts w:asciiTheme="majorHAnsi" w:eastAsiaTheme="majorEastAsia" w:hAnsiTheme="majorHAnsi" w:cstheme="majorBidi"/>
      <w:b/>
      <w:bCs/>
      <w:color w:val="365F91" w:themeColor="accent1" w:themeShade="BF"/>
      <w:sz w:val="22"/>
      <w:szCs w:val="24"/>
    </w:rPr>
  </w:style>
  <w:style w:type="character" w:customStyle="1" w:styleId="Heading4Char">
    <w:name w:val="Heading 4 Char"/>
    <w:basedOn w:val="DefaultParagraphFont"/>
    <w:link w:val="Heading4"/>
    <w:rsid w:val="008B555D"/>
    <w:rPr>
      <w:rFonts w:asciiTheme="minorHAnsi" w:eastAsiaTheme="majorEastAsia" w:hAnsiTheme="minorHAnsi" w:cstheme="majorBidi"/>
      <w:bCs/>
      <w:i/>
      <w:iCs/>
      <w:color w:val="000000" w:themeColor="text1"/>
      <w:sz w:val="22"/>
      <w:szCs w:val="24"/>
      <w:u w:val="single"/>
    </w:rPr>
  </w:style>
  <w:style w:type="character" w:customStyle="1" w:styleId="Heading5Char">
    <w:name w:val="Heading 5 Char"/>
    <w:basedOn w:val="DefaultParagraphFont"/>
    <w:link w:val="Heading5"/>
    <w:rsid w:val="007322F0"/>
    <w:rPr>
      <w:rFonts w:asciiTheme="minorHAnsi" w:eastAsiaTheme="majorEastAsia" w:hAnsiTheme="minorHAnsi" w:cstheme="majorBidi"/>
      <w:b/>
      <w:color w:val="000000" w:themeColor="text1"/>
      <w:sz w:val="22"/>
      <w:szCs w:val="24"/>
    </w:rPr>
  </w:style>
  <w:style w:type="table" w:styleId="TableGrid">
    <w:name w:val="Table Grid"/>
    <w:basedOn w:val="TableNormal"/>
    <w:rsid w:val="007855A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Strong">
    <w:name w:val="Strong"/>
    <w:basedOn w:val="DefaultParagraphFont"/>
    <w:qFormat/>
    <w:rsid w:val="00645ECB"/>
    <w:rPr>
      <w:rFonts w:asciiTheme="minorHAnsi" w:hAnsiTheme="minorHAnsi"/>
      <w:b/>
      <w:bCs/>
      <w:i/>
      <w:sz w:val="21"/>
    </w:rPr>
  </w:style>
  <w:style w:type="paragraph" w:customStyle="1" w:styleId="FILLINTHEBLANK">
    <w:name w:val="FILL IN THE BLANK"/>
    <w:next w:val="Normal"/>
    <w:link w:val="FILLINTHEBLANKChar"/>
    <w:rsid w:val="00550EAC"/>
    <w:rPr>
      <w:rFonts w:asciiTheme="minorHAnsi" w:hAnsiTheme="minorHAnsi"/>
      <w:color w:val="000000" w:themeColor="text1"/>
      <w:sz w:val="22"/>
      <w:u w:val="single"/>
    </w:rPr>
  </w:style>
  <w:style w:type="character" w:customStyle="1" w:styleId="FILLINTHEBLANKChar">
    <w:name w:val="FILL IN THE BLANK Char"/>
    <w:basedOn w:val="DefaultParagraphFont"/>
    <w:link w:val="FILLINTHEBLANK"/>
    <w:rsid w:val="00550EAC"/>
    <w:rPr>
      <w:rFonts w:asciiTheme="minorHAnsi" w:hAnsiTheme="minorHAnsi"/>
      <w:color w:val="000000" w:themeColor="text1"/>
      <w:sz w:val="22"/>
      <w:szCs w:val="24"/>
      <w:u w:val="single"/>
    </w:rPr>
  </w:style>
  <w:style w:type="paragraph" w:customStyle="1" w:styleId="Tabletext">
    <w:name w:val="Table text"/>
    <w:basedOn w:val="Normal"/>
    <w:qFormat/>
    <w:rsid w:val="00645ECB"/>
    <w:pPr>
      <w:spacing w:after="120"/>
      <w:ind w:left="144" w:right="144"/>
    </w:pPr>
  </w:style>
  <w:style w:type="paragraph" w:styleId="Date">
    <w:name w:val="Date"/>
    <w:basedOn w:val="Normal"/>
    <w:next w:val="Normal"/>
    <w:link w:val="DateChar"/>
    <w:rsid w:val="00007D6F"/>
  </w:style>
  <w:style w:type="character" w:customStyle="1" w:styleId="DateChar">
    <w:name w:val="Date Char"/>
    <w:basedOn w:val="DefaultParagraphFont"/>
    <w:link w:val="Date"/>
    <w:rsid w:val="00007D6F"/>
    <w:rPr>
      <w:rFonts w:asciiTheme="minorHAnsi" w:hAnsiTheme="minorHAnsi"/>
      <w:color w:val="000000" w:themeColor="text1"/>
      <w:szCs w:val="24"/>
    </w:rPr>
  </w:style>
  <w:style w:type="paragraph" w:customStyle="1" w:styleId="DateSignature">
    <w:name w:val="Date &amp; Signature"/>
    <w:basedOn w:val="Normal"/>
    <w:qFormat/>
    <w:rsid w:val="008B555D"/>
  </w:style>
  <w:style w:type="paragraph" w:styleId="Header">
    <w:name w:val="header"/>
    <w:basedOn w:val="Normal"/>
    <w:link w:val="HeaderChar"/>
    <w:uiPriority w:val="99"/>
    <w:rsid w:val="008B555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555D"/>
    <w:rPr>
      <w:rFonts w:asciiTheme="minorHAnsi" w:hAnsiTheme="minorHAnsi"/>
      <w:color w:val="000000" w:themeColor="text1"/>
      <w:szCs w:val="24"/>
    </w:rPr>
  </w:style>
  <w:style w:type="paragraph" w:styleId="Footer">
    <w:name w:val="footer"/>
    <w:basedOn w:val="Normal"/>
    <w:link w:val="FooterChar"/>
    <w:uiPriority w:val="99"/>
    <w:rsid w:val="008B555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555D"/>
    <w:rPr>
      <w:rFonts w:asciiTheme="minorHAnsi" w:hAnsiTheme="minorHAnsi"/>
      <w:color w:val="000000" w:themeColor="text1"/>
      <w:szCs w:val="24"/>
    </w:rPr>
  </w:style>
  <w:style w:type="character" w:styleId="Emphasis">
    <w:name w:val="Emphasis"/>
    <w:basedOn w:val="DefaultParagraphFont"/>
    <w:qFormat/>
    <w:rsid w:val="00B328C6"/>
    <w:rPr>
      <w:i/>
      <w:iCs/>
    </w:rPr>
  </w:style>
  <w:style w:type="paragraph" w:customStyle="1" w:styleId="Level1">
    <w:name w:val="Level 1"/>
    <w:basedOn w:val="Normal"/>
    <w:rsid w:val="00562E76"/>
    <w:pPr>
      <w:numPr>
        <w:numId w:val="2"/>
      </w:numPr>
      <w:outlineLvl w:val="0"/>
    </w:pPr>
  </w:style>
  <w:style w:type="paragraph" w:styleId="ListParagraph">
    <w:name w:val="List Paragraph"/>
    <w:basedOn w:val="Normal"/>
    <w:uiPriority w:val="34"/>
    <w:qFormat/>
    <w:rsid w:val="00562E76"/>
    <w:pPr>
      <w:ind w:left="720"/>
      <w:contextualSpacing/>
    </w:pPr>
  </w:style>
  <w:style w:type="character" w:styleId="CommentReference">
    <w:name w:val="annotation reference"/>
    <w:basedOn w:val="DefaultParagraphFont"/>
    <w:rsid w:val="00BB2733"/>
    <w:rPr>
      <w:sz w:val="16"/>
      <w:szCs w:val="16"/>
    </w:rPr>
  </w:style>
  <w:style w:type="paragraph" w:styleId="CommentText">
    <w:name w:val="annotation text"/>
    <w:basedOn w:val="Normal"/>
    <w:link w:val="CommentTextChar"/>
    <w:rsid w:val="00BB273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B2733"/>
  </w:style>
  <w:style w:type="paragraph" w:styleId="CommentSubject">
    <w:name w:val="annotation subject"/>
    <w:basedOn w:val="CommentText"/>
    <w:next w:val="CommentText"/>
    <w:link w:val="CommentSubjectChar"/>
    <w:rsid w:val="00BB27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B2733"/>
    <w:rPr>
      <w:b/>
      <w:bCs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20" w:type="dxa"/>
        <w:right w:w="12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20" w:type="dxa"/>
        <w:right w:w="12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20" w:type="dxa"/>
        <w:right w:w="120" w:type="dxa"/>
      </w:tblCellMar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  <w:tblCellMar>
        <w:left w:w="120" w:type="dxa"/>
        <w:right w:w="120" w:type="dxa"/>
      </w:tblCellMar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QmkyXkVBVFq+rv+QillGmq83r/g==">AMUW2mWLVlP6zgFiI1+gjHvF1NxJeuy4g4luL2KlGfRBrmToHOKy12nM12zBlMiBwNWM0E9MaGc8QIW2ZxOddv3qm9z1/7HhP6lgmWvZA/ZHbtSUVnO9iifsMZ5ohBgA0NZF8w7mWHV8EfEj+bpsNucf94ECh4o4wg==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8BEAF2C2</Template>
  <TotalTime>2</TotalTime>
  <Pages>5</Pages>
  <Words>533</Words>
  <Characters>3041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Seloi Mogatle</dc:creator>
  <cp:lastModifiedBy>Maria Ruiz</cp:lastModifiedBy>
  <cp:revision>2</cp:revision>
  <dcterms:created xsi:type="dcterms:W3CDTF">2019-09-03T15:33:00Z</dcterms:created>
  <dcterms:modified xsi:type="dcterms:W3CDTF">2019-09-03T15:33:00Z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TC102661729990</vt:lpwstr>
  </property>
</Properties>
</file>