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A45" w:rsidRPr="00170F43" w:rsidRDefault="00BD6A45" w:rsidP="00BD6A45">
      <w:pPr>
        <w:jc w:val="right"/>
        <w:rPr>
          <w:sz w:val="22"/>
          <w:szCs w:val="22"/>
          <w:lang w:val="en-GB"/>
        </w:rPr>
      </w:pPr>
    </w:p>
    <w:tbl>
      <w:tblPr>
        <w:tblW w:w="0" w:type="auto"/>
        <w:tblLayout w:type="fixed"/>
        <w:tblLook w:val="0000" w:firstRow="0" w:lastRow="0" w:firstColumn="0" w:lastColumn="0" w:noHBand="0" w:noVBand="0"/>
      </w:tblPr>
      <w:tblGrid>
        <w:gridCol w:w="9438"/>
      </w:tblGrid>
      <w:tr w:rsidR="00BD6A45" w:rsidRPr="00170F43" w:rsidTr="005B0821">
        <w:trPr>
          <w:trHeight w:val="405"/>
        </w:trPr>
        <w:tc>
          <w:tcPr>
            <w:tcW w:w="9438" w:type="dxa"/>
          </w:tcPr>
          <w:p w:rsidR="00BD6A45" w:rsidRPr="00170F43" w:rsidRDefault="001D0196" w:rsidP="005B0821">
            <w:pPr>
              <w:ind w:right="-138"/>
              <w:jc w:val="center"/>
              <w:rPr>
                <w:sz w:val="22"/>
                <w:szCs w:val="22"/>
              </w:rPr>
            </w:pPr>
            <w:r w:rsidRPr="00170F43">
              <w:rPr>
                <w:noProof/>
                <w:sz w:val="22"/>
                <w:szCs w:val="22"/>
                <w:lang w:val="fr-FR" w:eastAsia="fr-FR"/>
              </w:rPr>
              <mc:AlternateContent>
                <mc:Choice Requires="wpc">
                  <w:drawing>
                    <wp:anchor distT="0" distB="0" distL="114300" distR="114300" simplePos="0" relativeHeight="251657728" behindDoc="0" locked="0" layoutInCell="1" allowOverlap="1" wp14:anchorId="7CE88F02" wp14:editId="00C33C56">
                      <wp:simplePos x="0" y="0"/>
                      <wp:positionH relativeFrom="column">
                        <wp:posOffset>4814570</wp:posOffset>
                      </wp:positionH>
                      <wp:positionV relativeFrom="paragraph">
                        <wp:posOffset>-662940</wp:posOffset>
                      </wp:positionV>
                      <wp:extent cx="1669415" cy="758825"/>
                      <wp:effectExtent l="0" t="0" r="6985" b="3175"/>
                      <wp:wrapNone/>
                      <wp:docPr id="162" name="Canvas 24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g:wgp>
                              <wpg:cNvPr id="1" name="Groupe 1"/>
                              <wpg:cNvGrpSpPr/>
                              <wpg:grpSpPr>
                                <a:xfrm>
                                  <a:off x="0" y="0"/>
                                  <a:ext cx="1669415" cy="758825"/>
                                  <a:chOff x="0" y="0"/>
                                  <a:chExt cx="1669415" cy="758825"/>
                                </a:xfrm>
                              </wpg:grpSpPr>
                              <wps:wsp>
                                <wps:cNvPr id="163" name="Freeform 84"/>
                                <wps:cNvSpPr>
                                  <a:spLocks/>
                                </wps:cNvSpPr>
                                <wps:spPr bwMode="auto">
                                  <a:xfrm>
                                    <a:off x="791210" y="635"/>
                                    <a:ext cx="187325" cy="219075"/>
                                  </a:xfrm>
                                  <a:custGeom>
                                    <a:avLst/>
                                    <a:gdLst>
                                      <a:gd name="T0" fmla="*/ 1036 w 2355"/>
                                      <a:gd name="T1" fmla="*/ 2749 h 2754"/>
                                      <a:gd name="T2" fmla="*/ 851 w 2355"/>
                                      <a:gd name="T3" fmla="*/ 2725 h 2754"/>
                                      <a:gd name="T4" fmla="*/ 736 w 2355"/>
                                      <a:gd name="T5" fmla="*/ 2695 h 2754"/>
                                      <a:gd name="T6" fmla="*/ 628 w 2355"/>
                                      <a:gd name="T7" fmla="*/ 2658 h 2754"/>
                                      <a:gd name="T8" fmla="*/ 527 w 2355"/>
                                      <a:gd name="T9" fmla="*/ 2610 h 2754"/>
                                      <a:gd name="T10" fmla="*/ 436 w 2355"/>
                                      <a:gd name="T11" fmla="*/ 2553 h 2754"/>
                                      <a:gd name="T12" fmla="*/ 351 w 2355"/>
                                      <a:gd name="T13" fmla="*/ 2487 h 2754"/>
                                      <a:gd name="T14" fmla="*/ 276 w 2355"/>
                                      <a:gd name="T15" fmla="*/ 2412 h 2754"/>
                                      <a:gd name="T16" fmla="*/ 209 w 2355"/>
                                      <a:gd name="T17" fmla="*/ 2327 h 2754"/>
                                      <a:gd name="T18" fmla="*/ 151 w 2355"/>
                                      <a:gd name="T19" fmla="*/ 2233 h 2754"/>
                                      <a:gd name="T20" fmla="*/ 102 w 2355"/>
                                      <a:gd name="T21" fmla="*/ 2129 h 2754"/>
                                      <a:gd name="T22" fmla="*/ 62 w 2355"/>
                                      <a:gd name="T23" fmla="*/ 2016 h 2754"/>
                                      <a:gd name="T24" fmla="*/ 32 w 2355"/>
                                      <a:gd name="T25" fmla="*/ 1894 h 2754"/>
                                      <a:gd name="T26" fmla="*/ 12 w 2355"/>
                                      <a:gd name="T27" fmla="*/ 1763 h 2754"/>
                                      <a:gd name="T28" fmla="*/ 1 w 2355"/>
                                      <a:gd name="T29" fmla="*/ 1623 h 2754"/>
                                      <a:gd name="T30" fmla="*/ 595 w 2355"/>
                                      <a:gd name="T31" fmla="*/ 0 h 2754"/>
                                      <a:gd name="T32" fmla="*/ 597 w 2355"/>
                                      <a:gd name="T33" fmla="*/ 1614 h 2754"/>
                                      <a:gd name="T34" fmla="*/ 617 w 2355"/>
                                      <a:gd name="T35" fmla="*/ 1760 h 2754"/>
                                      <a:gd name="T36" fmla="*/ 656 w 2355"/>
                                      <a:gd name="T37" fmla="*/ 1885 h 2754"/>
                                      <a:gd name="T38" fmla="*/ 714 w 2355"/>
                                      <a:gd name="T39" fmla="*/ 1989 h 2754"/>
                                      <a:gd name="T40" fmla="*/ 789 w 2355"/>
                                      <a:gd name="T41" fmla="*/ 2073 h 2754"/>
                                      <a:gd name="T42" fmla="*/ 882 w 2355"/>
                                      <a:gd name="T43" fmla="*/ 2137 h 2754"/>
                                      <a:gd name="T44" fmla="*/ 989 w 2355"/>
                                      <a:gd name="T45" fmla="*/ 2180 h 2754"/>
                                      <a:gd name="T46" fmla="*/ 1111 w 2355"/>
                                      <a:gd name="T47" fmla="*/ 2201 h 2754"/>
                                      <a:gd name="T48" fmla="*/ 1210 w 2355"/>
                                      <a:gd name="T49" fmla="*/ 2203 h 2754"/>
                                      <a:gd name="T50" fmla="*/ 1336 w 2355"/>
                                      <a:gd name="T51" fmla="*/ 2188 h 2754"/>
                                      <a:gd name="T52" fmla="*/ 1448 w 2355"/>
                                      <a:gd name="T53" fmla="*/ 2152 h 2754"/>
                                      <a:gd name="T54" fmla="*/ 1544 w 2355"/>
                                      <a:gd name="T55" fmla="*/ 2095 h 2754"/>
                                      <a:gd name="T56" fmla="*/ 1623 w 2355"/>
                                      <a:gd name="T57" fmla="*/ 2018 h 2754"/>
                                      <a:gd name="T58" fmla="*/ 1685 w 2355"/>
                                      <a:gd name="T59" fmla="*/ 1921 h 2754"/>
                                      <a:gd name="T60" fmla="*/ 1729 w 2355"/>
                                      <a:gd name="T61" fmla="*/ 1805 h 2754"/>
                                      <a:gd name="T62" fmla="*/ 1754 w 2355"/>
                                      <a:gd name="T63" fmla="*/ 1668 h 2754"/>
                                      <a:gd name="T64" fmla="*/ 1761 w 2355"/>
                                      <a:gd name="T65" fmla="*/ 0 h 2754"/>
                                      <a:gd name="T66" fmla="*/ 2355 w 2355"/>
                                      <a:gd name="T67" fmla="*/ 1568 h 2754"/>
                                      <a:gd name="T68" fmla="*/ 2346 w 2355"/>
                                      <a:gd name="T69" fmla="*/ 1714 h 2754"/>
                                      <a:gd name="T70" fmla="*/ 2328 w 2355"/>
                                      <a:gd name="T71" fmla="*/ 1851 h 2754"/>
                                      <a:gd name="T72" fmla="*/ 2299 w 2355"/>
                                      <a:gd name="T73" fmla="*/ 1978 h 2754"/>
                                      <a:gd name="T74" fmla="*/ 2261 w 2355"/>
                                      <a:gd name="T75" fmla="*/ 2096 h 2754"/>
                                      <a:gd name="T76" fmla="*/ 2213 w 2355"/>
                                      <a:gd name="T77" fmla="*/ 2204 h 2754"/>
                                      <a:gd name="T78" fmla="*/ 2156 w 2355"/>
                                      <a:gd name="T79" fmla="*/ 2302 h 2754"/>
                                      <a:gd name="T80" fmla="*/ 2089 w 2355"/>
                                      <a:gd name="T81" fmla="*/ 2390 h 2754"/>
                                      <a:gd name="T82" fmla="*/ 2015 w 2355"/>
                                      <a:gd name="T83" fmla="*/ 2468 h 2754"/>
                                      <a:gd name="T84" fmla="*/ 1931 w 2355"/>
                                      <a:gd name="T85" fmla="*/ 2538 h 2754"/>
                                      <a:gd name="T86" fmla="*/ 1840 w 2355"/>
                                      <a:gd name="T87" fmla="*/ 2597 h 2754"/>
                                      <a:gd name="T88" fmla="*/ 1740 w 2355"/>
                                      <a:gd name="T89" fmla="*/ 2647 h 2754"/>
                                      <a:gd name="T90" fmla="*/ 1634 w 2355"/>
                                      <a:gd name="T91" fmla="*/ 2687 h 2754"/>
                                      <a:gd name="T92" fmla="*/ 1519 w 2355"/>
                                      <a:gd name="T93" fmla="*/ 2718 h 2754"/>
                                      <a:gd name="T94" fmla="*/ 1366 w 2355"/>
                                      <a:gd name="T95" fmla="*/ 2743 h 2754"/>
                                      <a:gd name="T96" fmla="*/ 1170 w 2355"/>
                                      <a:gd name="T97" fmla="*/ 2754 h 27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355" h="2754">
                                        <a:moveTo>
                                          <a:pt x="1170" y="2754"/>
                                        </a:moveTo>
                                        <a:lnTo>
                                          <a:pt x="1170" y="2754"/>
                                        </a:lnTo>
                                        <a:lnTo>
                                          <a:pt x="1102" y="2753"/>
                                        </a:lnTo>
                                        <a:lnTo>
                                          <a:pt x="1036" y="2749"/>
                                        </a:lnTo>
                                        <a:lnTo>
                                          <a:pt x="973" y="2743"/>
                                        </a:lnTo>
                                        <a:lnTo>
                                          <a:pt x="911" y="2734"/>
                                        </a:lnTo>
                                        <a:lnTo>
                                          <a:pt x="881" y="2730"/>
                                        </a:lnTo>
                                        <a:lnTo>
                                          <a:pt x="851" y="2725"/>
                                        </a:lnTo>
                                        <a:lnTo>
                                          <a:pt x="822" y="2718"/>
                                        </a:lnTo>
                                        <a:lnTo>
                                          <a:pt x="793" y="2711"/>
                                        </a:lnTo>
                                        <a:lnTo>
                                          <a:pt x="764" y="2704"/>
                                        </a:lnTo>
                                        <a:lnTo>
                                          <a:pt x="736" y="2695"/>
                                        </a:lnTo>
                                        <a:lnTo>
                                          <a:pt x="708" y="2687"/>
                                        </a:lnTo>
                                        <a:lnTo>
                                          <a:pt x="681" y="2678"/>
                                        </a:lnTo>
                                        <a:lnTo>
                                          <a:pt x="654" y="2669"/>
                                        </a:lnTo>
                                        <a:lnTo>
                                          <a:pt x="628" y="2658"/>
                                        </a:lnTo>
                                        <a:lnTo>
                                          <a:pt x="602" y="2647"/>
                                        </a:lnTo>
                                        <a:lnTo>
                                          <a:pt x="577" y="2635"/>
                                        </a:lnTo>
                                        <a:lnTo>
                                          <a:pt x="552" y="2623"/>
                                        </a:lnTo>
                                        <a:lnTo>
                                          <a:pt x="527" y="2610"/>
                                        </a:lnTo>
                                        <a:lnTo>
                                          <a:pt x="504" y="2597"/>
                                        </a:lnTo>
                                        <a:lnTo>
                                          <a:pt x="481" y="2583"/>
                                        </a:lnTo>
                                        <a:lnTo>
                                          <a:pt x="457" y="2568"/>
                                        </a:lnTo>
                                        <a:lnTo>
                                          <a:pt x="436" y="2553"/>
                                        </a:lnTo>
                                        <a:lnTo>
                                          <a:pt x="413" y="2538"/>
                                        </a:lnTo>
                                        <a:lnTo>
                                          <a:pt x="393" y="2522"/>
                                        </a:lnTo>
                                        <a:lnTo>
                                          <a:pt x="371" y="2505"/>
                                        </a:lnTo>
                                        <a:lnTo>
                                          <a:pt x="351" y="2487"/>
                                        </a:lnTo>
                                        <a:lnTo>
                                          <a:pt x="332" y="2469"/>
                                        </a:lnTo>
                                        <a:lnTo>
                                          <a:pt x="312" y="2451"/>
                                        </a:lnTo>
                                        <a:lnTo>
                                          <a:pt x="294" y="2431"/>
                                        </a:lnTo>
                                        <a:lnTo>
                                          <a:pt x="276" y="2412"/>
                                        </a:lnTo>
                                        <a:lnTo>
                                          <a:pt x="259" y="2391"/>
                                        </a:lnTo>
                                        <a:lnTo>
                                          <a:pt x="241" y="2371"/>
                                        </a:lnTo>
                                        <a:lnTo>
                                          <a:pt x="225" y="2349"/>
                                        </a:lnTo>
                                        <a:lnTo>
                                          <a:pt x="209" y="2327"/>
                                        </a:lnTo>
                                        <a:lnTo>
                                          <a:pt x="193" y="2304"/>
                                        </a:lnTo>
                                        <a:lnTo>
                                          <a:pt x="179" y="2281"/>
                                        </a:lnTo>
                                        <a:lnTo>
                                          <a:pt x="164" y="2257"/>
                                        </a:lnTo>
                                        <a:lnTo>
                                          <a:pt x="151" y="2233"/>
                                        </a:lnTo>
                                        <a:lnTo>
                                          <a:pt x="137" y="2208"/>
                                        </a:lnTo>
                                        <a:lnTo>
                                          <a:pt x="125" y="2182"/>
                                        </a:lnTo>
                                        <a:lnTo>
                                          <a:pt x="114" y="2156"/>
                                        </a:lnTo>
                                        <a:lnTo>
                                          <a:pt x="102" y="2129"/>
                                        </a:lnTo>
                                        <a:lnTo>
                                          <a:pt x="91" y="2101"/>
                                        </a:lnTo>
                                        <a:lnTo>
                                          <a:pt x="80" y="2074"/>
                                        </a:lnTo>
                                        <a:lnTo>
                                          <a:pt x="71" y="2045"/>
                                        </a:lnTo>
                                        <a:lnTo>
                                          <a:pt x="62" y="2016"/>
                                        </a:lnTo>
                                        <a:lnTo>
                                          <a:pt x="53" y="1987"/>
                                        </a:lnTo>
                                        <a:lnTo>
                                          <a:pt x="46" y="1957"/>
                                        </a:lnTo>
                                        <a:lnTo>
                                          <a:pt x="38" y="1926"/>
                                        </a:lnTo>
                                        <a:lnTo>
                                          <a:pt x="32" y="1894"/>
                                        </a:lnTo>
                                        <a:lnTo>
                                          <a:pt x="25" y="1862"/>
                                        </a:lnTo>
                                        <a:lnTo>
                                          <a:pt x="20" y="1830"/>
                                        </a:lnTo>
                                        <a:lnTo>
                                          <a:pt x="16" y="1797"/>
                                        </a:lnTo>
                                        <a:lnTo>
                                          <a:pt x="12" y="1763"/>
                                        </a:lnTo>
                                        <a:lnTo>
                                          <a:pt x="8" y="1729"/>
                                        </a:lnTo>
                                        <a:lnTo>
                                          <a:pt x="5" y="1694"/>
                                        </a:lnTo>
                                        <a:lnTo>
                                          <a:pt x="3" y="1658"/>
                                        </a:lnTo>
                                        <a:lnTo>
                                          <a:pt x="1" y="1623"/>
                                        </a:lnTo>
                                        <a:lnTo>
                                          <a:pt x="1" y="1586"/>
                                        </a:lnTo>
                                        <a:lnTo>
                                          <a:pt x="0" y="1549"/>
                                        </a:lnTo>
                                        <a:lnTo>
                                          <a:pt x="0" y="0"/>
                                        </a:lnTo>
                                        <a:lnTo>
                                          <a:pt x="595" y="0"/>
                                        </a:lnTo>
                                        <a:lnTo>
                                          <a:pt x="595" y="1533"/>
                                        </a:lnTo>
                                        <a:lnTo>
                                          <a:pt x="595" y="1533"/>
                                        </a:lnTo>
                                        <a:lnTo>
                                          <a:pt x="595" y="1574"/>
                                        </a:lnTo>
                                        <a:lnTo>
                                          <a:pt x="597" y="1614"/>
                                        </a:lnTo>
                                        <a:lnTo>
                                          <a:pt x="600" y="1652"/>
                                        </a:lnTo>
                                        <a:lnTo>
                                          <a:pt x="605" y="1689"/>
                                        </a:lnTo>
                                        <a:lnTo>
                                          <a:pt x="610" y="1725"/>
                                        </a:lnTo>
                                        <a:lnTo>
                                          <a:pt x="617" y="1760"/>
                                        </a:lnTo>
                                        <a:lnTo>
                                          <a:pt x="625" y="1793"/>
                                        </a:lnTo>
                                        <a:lnTo>
                                          <a:pt x="635" y="1824"/>
                                        </a:lnTo>
                                        <a:lnTo>
                                          <a:pt x="645" y="1855"/>
                                        </a:lnTo>
                                        <a:lnTo>
                                          <a:pt x="656" y="1885"/>
                                        </a:lnTo>
                                        <a:lnTo>
                                          <a:pt x="669" y="1913"/>
                                        </a:lnTo>
                                        <a:lnTo>
                                          <a:pt x="683" y="1940"/>
                                        </a:lnTo>
                                        <a:lnTo>
                                          <a:pt x="698" y="1965"/>
                                        </a:lnTo>
                                        <a:lnTo>
                                          <a:pt x="714" y="1989"/>
                                        </a:lnTo>
                                        <a:lnTo>
                                          <a:pt x="731" y="2013"/>
                                        </a:lnTo>
                                        <a:lnTo>
                                          <a:pt x="750" y="2034"/>
                                        </a:lnTo>
                                        <a:lnTo>
                                          <a:pt x="769" y="2055"/>
                                        </a:lnTo>
                                        <a:lnTo>
                                          <a:pt x="789" y="2073"/>
                                        </a:lnTo>
                                        <a:lnTo>
                                          <a:pt x="811" y="2092"/>
                                        </a:lnTo>
                                        <a:lnTo>
                                          <a:pt x="833" y="2108"/>
                                        </a:lnTo>
                                        <a:lnTo>
                                          <a:pt x="857" y="2123"/>
                                        </a:lnTo>
                                        <a:lnTo>
                                          <a:pt x="882" y="2137"/>
                                        </a:lnTo>
                                        <a:lnTo>
                                          <a:pt x="906" y="2150"/>
                                        </a:lnTo>
                                        <a:lnTo>
                                          <a:pt x="933" y="2161"/>
                                        </a:lnTo>
                                        <a:lnTo>
                                          <a:pt x="960" y="2171"/>
                                        </a:lnTo>
                                        <a:lnTo>
                                          <a:pt x="989" y="2180"/>
                                        </a:lnTo>
                                        <a:lnTo>
                                          <a:pt x="1018" y="2187"/>
                                        </a:lnTo>
                                        <a:lnTo>
                                          <a:pt x="1048" y="2193"/>
                                        </a:lnTo>
                                        <a:lnTo>
                                          <a:pt x="1079" y="2197"/>
                                        </a:lnTo>
                                        <a:lnTo>
                                          <a:pt x="1111" y="2201"/>
                                        </a:lnTo>
                                        <a:lnTo>
                                          <a:pt x="1144" y="2203"/>
                                        </a:lnTo>
                                        <a:lnTo>
                                          <a:pt x="1177" y="2204"/>
                                        </a:lnTo>
                                        <a:lnTo>
                                          <a:pt x="1177" y="2204"/>
                                        </a:lnTo>
                                        <a:lnTo>
                                          <a:pt x="1210" y="2203"/>
                                        </a:lnTo>
                                        <a:lnTo>
                                          <a:pt x="1244" y="2202"/>
                                        </a:lnTo>
                                        <a:lnTo>
                                          <a:pt x="1275" y="2198"/>
                                        </a:lnTo>
                                        <a:lnTo>
                                          <a:pt x="1306" y="2193"/>
                                        </a:lnTo>
                                        <a:lnTo>
                                          <a:pt x="1336" y="2188"/>
                                        </a:lnTo>
                                        <a:lnTo>
                                          <a:pt x="1366" y="2180"/>
                                        </a:lnTo>
                                        <a:lnTo>
                                          <a:pt x="1394" y="2173"/>
                                        </a:lnTo>
                                        <a:lnTo>
                                          <a:pt x="1421" y="2163"/>
                                        </a:lnTo>
                                        <a:lnTo>
                                          <a:pt x="1448" y="2152"/>
                                        </a:lnTo>
                                        <a:lnTo>
                                          <a:pt x="1474" y="2139"/>
                                        </a:lnTo>
                                        <a:lnTo>
                                          <a:pt x="1497" y="2126"/>
                                        </a:lnTo>
                                        <a:lnTo>
                                          <a:pt x="1521" y="2111"/>
                                        </a:lnTo>
                                        <a:lnTo>
                                          <a:pt x="1544" y="2095"/>
                                        </a:lnTo>
                                        <a:lnTo>
                                          <a:pt x="1565" y="2078"/>
                                        </a:lnTo>
                                        <a:lnTo>
                                          <a:pt x="1585" y="2059"/>
                                        </a:lnTo>
                                        <a:lnTo>
                                          <a:pt x="1605" y="2040"/>
                                        </a:lnTo>
                                        <a:lnTo>
                                          <a:pt x="1623" y="2018"/>
                                        </a:lnTo>
                                        <a:lnTo>
                                          <a:pt x="1640" y="1996"/>
                                        </a:lnTo>
                                        <a:lnTo>
                                          <a:pt x="1656" y="1973"/>
                                        </a:lnTo>
                                        <a:lnTo>
                                          <a:pt x="1671" y="1948"/>
                                        </a:lnTo>
                                        <a:lnTo>
                                          <a:pt x="1685" y="1921"/>
                                        </a:lnTo>
                                        <a:lnTo>
                                          <a:pt x="1698" y="1894"/>
                                        </a:lnTo>
                                        <a:lnTo>
                                          <a:pt x="1710" y="1866"/>
                                        </a:lnTo>
                                        <a:lnTo>
                                          <a:pt x="1720" y="1836"/>
                                        </a:lnTo>
                                        <a:lnTo>
                                          <a:pt x="1729" y="1805"/>
                                        </a:lnTo>
                                        <a:lnTo>
                                          <a:pt x="1738" y="1772"/>
                                        </a:lnTo>
                                        <a:lnTo>
                                          <a:pt x="1744" y="1739"/>
                                        </a:lnTo>
                                        <a:lnTo>
                                          <a:pt x="1750" y="1705"/>
                                        </a:lnTo>
                                        <a:lnTo>
                                          <a:pt x="1754" y="1668"/>
                                        </a:lnTo>
                                        <a:lnTo>
                                          <a:pt x="1757" y="1631"/>
                                        </a:lnTo>
                                        <a:lnTo>
                                          <a:pt x="1759" y="1592"/>
                                        </a:lnTo>
                                        <a:lnTo>
                                          <a:pt x="1761" y="1553"/>
                                        </a:lnTo>
                                        <a:lnTo>
                                          <a:pt x="1761" y="0"/>
                                        </a:lnTo>
                                        <a:lnTo>
                                          <a:pt x="2355" y="0"/>
                                        </a:lnTo>
                                        <a:lnTo>
                                          <a:pt x="2355" y="1530"/>
                                        </a:lnTo>
                                        <a:lnTo>
                                          <a:pt x="2355" y="1530"/>
                                        </a:lnTo>
                                        <a:lnTo>
                                          <a:pt x="2355" y="1568"/>
                                        </a:lnTo>
                                        <a:lnTo>
                                          <a:pt x="2354" y="1605"/>
                                        </a:lnTo>
                                        <a:lnTo>
                                          <a:pt x="2351" y="1642"/>
                                        </a:lnTo>
                                        <a:lnTo>
                                          <a:pt x="2349" y="1679"/>
                                        </a:lnTo>
                                        <a:lnTo>
                                          <a:pt x="2346" y="1714"/>
                                        </a:lnTo>
                                        <a:lnTo>
                                          <a:pt x="2343" y="1750"/>
                                        </a:lnTo>
                                        <a:lnTo>
                                          <a:pt x="2339" y="1784"/>
                                        </a:lnTo>
                                        <a:lnTo>
                                          <a:pt x="2333" y="1818"/>
                                        </a:lnTo>
                                        <a:lnTo>
                                          <a:pt x="2328" y="1851"/>
                                        </a:lnTo>
                                        <a:lnTo>
                                          <a:pt x="2321" y="1884"/>
                                        </a:lnTo>
                                        <a:lnTo>
                                          <a:pt x="2315" y="1916"/>
                                        </a:lnTo>
                                        <a:lnTo>
                                          <a:pt x="2307" y="1947"/>
                                        </a:lnTo>
                                        <a:lnTo>
                                          <a:pt x="2299" y="1978"/>
                                        </a:lnTo>
                                        <a:lnTo>
                                          <a:pt x="2290" y="2009"/>
                                        </a:lnTo>
                                        <a:lnTo>
                                          <a:pt x="2282" y="2039"/>
                                        </a:lnTo>
                                        <a:lnTo>
                                          <a:pt x="2272" y="2068"/>
                                        </a:lnTo>
                                        <a:lnTo>
                                          <a:pt x="2261" y="2096"/>
                                        </a:lnTo>
                                        <a:lnTo>
                                          <a:pt x="2249" y="2124"/>
                                        </a:lnTo>
                                        <a:lnTo>
                                          <a:pt x="2239" y="2151"/>
                                        </a:lnTo>
                                        <a:lnTo>
                                          <a:pt x="2226" y="2178"/>
                                        </a:lnTo>
                                        <a:lnTo>
                                          <a:pt x="2213" y="2204"/>
                                        </a:lnTo>
                                        <a:lnTo>
                                          <a:pt x="2200" y="2229"/>
                                        </a:lnTo>
                                        <a:lnTo>
                                          <a:pt x="2186" y="2253"/>
                                        </a:lnTo>
                                        <a:lnTo>
                                          <a:pt x="2171" y="2278"/>
                                        </a:lnTo>
                                        <a:lnTo>
                                          <a:pt x="2156" y="2302"/>
                                        </a:lnTo>
                                        <a:lnTo>
                                          <a:pt x="2140" y="2325"/>
                                        </a:lnTo>
                                        <a:lnTo>
                                          <a:pt x="2124" y="2347"/>
                                        </a:lnTo>
                                        <a:lnTo>
                                          <a:pt x="2106" y="2369"/>
                                        </a:lnTo>
                                        <a:lnTo>
                                          <a:pt x="2089" y="2390"/>
                                        </a:lnTo>
                                        <a:lnTo>
                                          <a:pt x="2072" y="2411"/>
                                        </a:lnTo>
                                        <a:lnTo>
                                          <a:pt x="2053" y="2430"/>
                                        </a:lnTo>
                                        <a:lnTo>
                                          <a:pt x="2034" y="2450"/>
                                        </a:lnTo>
                                        <a:lnTo>
                                          <a:pt x="2015" y="2468"/>
                                        </a:lnTo>
                                        <a:lnTo>
                                          <a:pt x="1995" y="2486"/>
                                        </a:lnTo>
                                        <a:lnTo>
                                          <a:pt x="1974" y="2505"/>
                                        </a:lnTo>
                                        <a:lnTo>
                                          <a:pt x="1953" y="2521"/>
                                        </a:lnTo>
                                        <a:lnTo>
                                          <a:pt x="1931" y="2538"/>
                                        </a:lnTo>
                                        <a:lnTo>
                                          <a:pt x="1909" y="2553"/>
                                        </a:lnTo>
                                        <a:lnTo>
                                          <a:pt x="1886" y="2568"/>
                                        </a:lnTo>
                                        <a:lnTo>
                                          <a:pt x="1864" y="2583"/>
                                        </a:lnTo>
                                        <a:lnTo>
                                          <a:pt x="1840" y="2597"/>
                                        </a:lnTo>
                                        <a:lnTo>
                                          <a:pt x="1815" y="2610"/>
                                        </a:lnTo>
                                        <a:lnTo>
                                          <a:pt x="1791" y="2623"/>
                                        </a:lnTo>
                                        <a:lnTo>
                                          <a:pt x="1766" y="2635"/>
                                        </a:lnTo>
                                        <a:lnTo>
                                          <a:pt x="1740" y="2647"/>
                                        </a:lnTo>
                                        <a:lnTo>
                                          <a:pt x="1714" y="2658"/>
                                        </a:lnTo>
                                        <a:lnTo>
                                          <a:pt x="1687" y="2669"/>
                                        </a:lnTo>
                                        <a:lnTo>
                                          <a:pt x="1661" y="2678"/>
                                        </a:lnTo>
                                        <a:lnTo>
                                          <a:pt x="1634" y="2687"/>
                                        </a:lnTo>
                                        <a:lnTo>
                                          <a:pt x="1606" y="2695"/>
                                        </a:lnTo>
                                        <a:lnTo>
                                          <a:pt x="1577" y="2704"/>
                                        </a:lnTo>
                                        <a:lnTo>
                                          <a:pt x="1549" y="2712"/>
                                        </a:lnTo>
                                        <a:lnTo>
                                          <a:pt x="1519" y="2718"/>
                                        </a:lnTo>
                                        <a:lnTo>
                                          <a:pt x="1490" y="2725"/>
                                        </a:lnTo>
                                        <a:lnTo>
                                          <a:pt x="1460" y="2730"/>
                                        </a:lnTo>
                                        <a:lnTo>
                                          <a:pt x="1429" y="2735"/>
                                        </a:lnTo>
                                        <a:lnTo>
                                          <a:pt x="1366" y="2743"/>
                                        </a:lnTo>
                                        <a:lnTo>
                                          <a:pt x="1303" y="2749"/>
                                        </a:lnTo>
                                        <a:lnTo>
                                          <a:pt x="1237" y="2753"/>
                                        </a:lnTo>
                                        <a:lnTo>
                                          <a:pt x="1170" y="2754"/>
                                        </a:lnTo>
                                        <a:lnTo>
                                          <a:pt x="1170" y="2754"/>
                                        </a:lnTo>
                                        <a:close/>
                                      </a:path>
                                    </a:pathLst>
                                  </a:custGeom>
                                  <a:solidFill>
                                    <a:srgbClr val="009DD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4" name="Freeform 85"/>
                                <wps:cNvSpPr>
                                  <a:spLocks/>
                                </wps:cNvSpPr>
                                <wps:spPr bwMode="auto">
                                  <a:xfrm>
                                    <a:off x="1007745" y="635"/>
                                    <a:ext cx="190500" cy="215265"/>
                                  </a:xfrm>
                                  <a:custGeom>
                                    <a:avLst/>
                                    <a:gdLst>
                                      <a:gd name="T0" fmla="*/ 1896 w 2402"/>
                                      <a:gd name="T1" fmla="*/ 2712 h 2712"/>
                                      <a:gd name="T2" fmla="*/ 587 w 2402"/>
                                      <a:gd name="T3" fmla="*/ 987 h 2712"/>
                                      <a:gd name="T4" fmla="*/ 587 w 2402"/>
                                      <a:gd name="T5" fmla="*/ 2712 h 2712"/>
                                      <a:gd name="T6" fmla="*/ 0 w 2402"/>
                                      <a:gd name="T7" fmla="*/ 2712 h 2712"/>
                                      <a:gd name="T8" fmla="*/ 0 w 2402"/>
                                      <a:gd name="T9" fmla="*/ 0 h 2712"/>
                                      <a:gd name="T10" fmla="*/ 548 w 2402"/>
                                      <a:gd name="T11" fmla="*/ 0 h 2712"/>
                                      <a:gd name="T12" fmla="*/ 1815 w 2402"/>
                                      <a:gd name="T13" fmla="*/ 1669 h 2712"/>
                                      <a:gd name="T14" fmla="*/ 1815 w 2402"/>
                                      <a:gd name="T15" fmla="*/ 0 h 2712"/>
                                      <a:gd name="T16" fmla="*/ 2402 w 2402"/>
                                      <a:gd name="T17" fmla="*/ 0 h 2712"/>
                                      <a:gd name="T18" fmla="*/ 2402 w 2402"/>
                                      <a:gd name="T19" fmla="*/ 2712 h 2712"/>
                                      <a:gd name="T20" fmla="*/ 1896 w 2402"/>
                                      <a:gd name="T21" fmla="*/ 2712 h 27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402" h="2712">
                                        <a:moveTo>
                                          <a:pt x="1896" y="2712"/>
                                        </a:moveTo>
                                        <a:lnTo>
                                          <a:pt x="587" y="987"/>
                                        </a:lnTo>
                                        <a:lnTo>
                                          <a:pt x="587" y="2712"/>
                                        </a:lnTo>
                                        <a:lnTo>
                                          <a:pt x="0" y="2712"/>
                                        </a:lnTo>
                                        <a:lnTo>
                                          <a:pt x="0" y="0"/>
                                        </a:lnTo>
                                        <a:lnTo>
                                          <a:pt x="548" y="0"/>
                                        </a:lnTo>
                                        <a:lnTo>
                                          <a:pt x="1815" y="1669"/>
                                        </a:lnTo>
                                        <a:lnTo>
                                          <a:pt x="1815" y="0"/>
                                        </a:lnTo>
                                        <a:lnTo>
                                          <a:pt x="2402" y="0"/>
                                        </a:lnTo>
                                        <a:lnTo>
                                          <a:pt x="2402" y="2712"/>
                                        </a:lnTo>
                                        <a:lnTo>
                                          <a:pt x="1896" y="2712"/>
                                        </a:lnTo>
                                        <a:close/>
                                      </a:path>
                                    </a:pathLst>
                                  </a:custGeom>
                                  <a:solidFill>
                                    <a:srgbClr val="009DD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5" name="Freeform 86"/>
                                <wps:cNvSpPr>
                                  <a:spLocks/>
                                </wps:cNvSpPr>
                                <wps:spPr bwMode="auto">
                                  <a:xfrm>
                                    <a:off x="0" y="255270"/>
                                    <a:ext cx="325120" cy="217805"/>
                                  </a:xfrm>
                                  <a:custGeom>
                                    <a:avLst/>
                                    <a:gdLst>
                                      <a:gd name="T0" fmla="*/ 3177 w 4099"/>
                                      <a:gd name="T1" fmla="*/ 2739 h 2739"/>
                                      <a:gd name="T2" fmla="*/ 2659 w 4099"/>
                                      <a:gd name="T3" fmla="*/ 2739 h 2739"/>
                                      <a:gd name="T4" fmla="*/ 2050 w 4099"/>
                                      <a:gd name="T5" fmla="*/ 964 h 2739"/>
                                      <a:gd name="T6" fmla="*/ 1440 w 4099"/>
                                      <a:gd name="T7" fmla="*/ 2739 h 2739"/>
                                      <a:gd name="T8" fmla="*/ 923 w 4099"/>
                                      <a:gd name="T9" fmla="*/ 2739 h 2739"/>
                                      <a:gd name="T10" fmla="*/ 0 w 4099"/>
                                      <a:gd name="T11" fmla="*/ 7 h 2739"/>
                                      <a:gd name="T12" fmla="*/ 637 w 4099"/>
                                      <a:gd name="T13" fmla="*/ 7 h 2739"/>
                                      <a:gd name="T14" fmla="*/ 1197 w 4099"/>
                                      <a:gd name="T15" fmla="*/ 1844 h 2739"/>
                                      <a:gd name="T16" fmla="*/ 1803 w 4099"/>
                                      <a:gd name="T17" fmla="*/ 0 h 2739"/>
                                      <a:gd name="T18" fmla="*/ 2312 w 4099"/>
                                      <a:gd name="T19" fmla="*/ 0 h 2739"/>
                                      <a:gd name="T20" fmla="*/ 2918 w 4099"/>
                                      <a:gd name="T21" fmla="*/ 1844 h 2739"/>
                                      <a:gd name="T22" fmla="*/ 3478 w 4099"/>
                                      <a:gd name="T23" fmla="*/ 7 h 2739"/>
                                      <a:gd name="T24" fmla="*/ 4099 w 4099"/>
                                      <a:gd name="T25" fmla="*/ 7 h 2739"/>
                                      <a:gd name="T26" fmla="*/ 3177 w 4099"/>
                                      <a:gd name="T27" fmla="*/ 2739 h 27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4099" h="2739">
                                        <a:moveTo>
                                          <a:pt x="3177" y="2739"/>
                                        </a:moveTo>
                                        <a:lnTo>
                                          <a:pt x="2659" y="2739"/>
                                        </a:lnTo>
                                        <a:lnTo>
                                          <a:pt x="2050" y="964"/>
                                        </a:lnTo>
                                        <a:lnTo>
                                          <a:pt x="1440" y="2739"/>
                                        </a:lnTo>
                                        <a:lnTo>
                                          <a:pt x="923" y="2739"/>
                                        </a:lnTo>
                                        <a:lnTo>
                                          <a:pt x="0" y="7"/>
                                        </a:lnTo>
                                        <a:lnTo>
                                          <a:pt x="637" y="7"/>
                                        </a:lnTo>
                                        <a:lnTo>
                                          <a:pt x="1197" y="1844"/>
                                        </a:lnTo>
                                        <a:lnTo>
                                          <a:pt x="1803" y="0"/>
                                        </a:lnTo>
                                        <a:lnTo>
                                          <a:pt x="2312" y="0"/>
                                        </a:lnTo>
                                        <a:lnTo>
                                          <a:pt x="2918" y="1844"/>
                                        </a:lnTo>
                                        <a:lnTo>
                                          <a:pt x="3478" y="7"/>
                                        </a:lnTo>
                                        <a:lnTo>
                                          <a:pt x="4099" y="7"/>
                                        </a:lnTo>
                                        <a:lnTo>
                                          <a:pt x="3177" y="2739"/>
                                        </a:lnTo>
                                        <a:close/>
                                      </a:path>
                                    </a:pathLst>
                                  </a:custGeom>
                                  <a:solidFill>
                                    <a:srgbClr val="009DD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6" name="Freeform 87"/>
                                <wps:cNvSpPr>
                                  <a:spLocks noEditPoints="1"/>
                                </wps:cNvSpPr>
                                <wps:spPr bwMode="auto">
                                  <a:xfrm>
                                    <a:off x="317500" y="252730"/>
                                    <a:ext cx="227965" cy="222250"/>
                                  </a:xfrm>
                                  <a:custGeom>
                                    <a:avLst/>
                                    <a:gdLst>
                                      <a:gd name="T0" fmla="*/ 1240 w 2871"/>
                                      <a:gd name="T1" fmla="*/ 2794 h 2805"/>
                                      <a:gd name="T2" fmla="*/ 990 w 2871"/>
                                      <a:gd name="T3" fmla="*/ 2742 h 2805"/>
                                      <a:gd name="T4" fmla="*/ 761 w 2871"/>
                                      <a:gd name="T5" fmla="*/ 2652 h 2805"/>
                                      <a:gd name="T6" fmla="*/ 556 w 2871"/>
                                      <a:gd name="T7" fmla="*/ 2527 h 2805"/>
                                      <a:gd name="T8" fmla="*/ 380 w 2871"/>
                                      <a:gd name="T9" fmla="*/ 2372 h 2805"/>
                                      <a:gd name="T10" fmla="*/ 233 w 2871"/>
                                      <a:gd name="T11" fmla="*/ 2190 h 2805"/>
                                      <a:gd name="T12" fmla="*/ 120 w 2871"/>
                                      <a:gd name="T13" fmla="*/ 1984 h 2805"/>
                                      <a:gd name="T14" fmla="*/ 43 w 2871"/>
                                      <a:gd name="T15" fmla="*/ 1759 h 2805"/>
                                      <a:gd name="T16" fmla="*/ 4 w 2871"/>
                                      <a:gd name="T17" fmla="*/ 1517 h 2805"/>
                                      <a:gd name="T18" fmla="*/ 2 w 2871"/>
                                      <a:gd name="T19" fmla="*/ 1331 h 2805"/>
                                      <a:gd name="T20" fmla="*/ 35 w 2871"/>
                                      <a:gd name="T21" fmla="*/ 1087 h 2805"/>
                                      <a:gd name="T22" fmla="*/ 107 w 2871"/>
                                      <a:gd name="T23" fmla="*/ 858 h 2805"/>
                                      <a:gd name="T24" fmla="*/ 217 w 2871"/>
                                      <a:gd name="T25" fmla="*/ 648 h 2805"/>
                                      <a:gd name="T26" fmla="*/ 361 w 2871"/>
                                      <a:gd name="T27" fmla="*/ 461 h 2805"/>
                                      <a:gd name="T28" fmla="*/ 535 w 2871"/>
                                      <a:gd name="T29" fmla="*/ 301 h 2805"/>
                                      <a:gd name="T30" fmla="*/ 737 w 2871"/>
                                      <a:gd name="T31" fmla="*/ 170 h 2805"/>
                                      <a:gd name="T32" fmla="*/ 962 w 2871"/>
                                      <a:gd name="T33" fmla="*/ 74 h 2805"/>
                                      <a:gd name="T34" fmla="*/ 1211 w 2871"/>
                                      <a:gd name="T35" fmla="*/ 16 h 2805"/>
                                      <a:gd name="T36" fmla="*/ 1439 w 2871"/>
                                      <a:gd name="T37" fmla="*/ 0 h 2805"/>
                                      <a:gd name="T38" fmla="*/ 1705 w 2871"/>
                                      <a:gd name="T39" fmla="*/ 23 h 2805"/>
                                      <a:gd name="T40" fmla="*/ 1948 w 2871"/>
                                      <a:gd name="T41" fmla="*/ 85 h 2805"/>
                                      <a:gd name="T42" fmla="*/ 2171 w 2871"/>
                                      <a:gd name="T43" fmla="*/ 184 h 2805"/>
                                      <a:gd name="T44" fmla="*/ 2369 w 2871"/>
                                      <a:gd name="T45" fmla="*/ 318 h 2805"/>
                                      <a:gd name="T46" fmla="*/ 2536 w 2871"/>
                                      <a:gd name="T47" fmla="*/ 482 h 2805"/>
                                      <a:gd name="T48" fmla="*/ 2674 w 2871"/>
                                      <a:gd name="T49" fmla="*/ 672 h 2805"/>
                                      <a:gd name="T50" fmla="*/ 2778 w 2871"/>
                                      <a:gd name="T51" fmla="*/ 883 h 2805"/>
                                      <a:gd name="T52" fmla="*/ 2844 w 2871"/>
                                      <a:gd name="T53" fmla="*/ 1113 h 2805"/>
                                      <a:gd name="T54" fmla="*/ 2871 w 2871"/>
                                      <a:gd name="T55" fmla="*/ 1359 h 2805"/>
                                      <a:gd name="T56" fmla="*/ 2865 w 2871"/>
                                      <a:gd name="T57" fmla="*/ 1545 h 2805"/>
                                      <a:gd name="T58" fmla="*/ 2820 w 2871"/>
                                      <a:gd name="T59" fmla="*/ 1784 h 2805"/>
                                      <a:gd name="T60" fmla="*/ 2736 w 2871"/>
                                      <a:gd name="T61" fmla="*/ 2009 h 2805"/>
                                      <a:gd name="T62" fmla="*/ 2617 w 2871"/>
                                      <a:gd name="T63" fmla="*/ 2213 h 2805"/>
                                      <a:gd name="T64" fmla="*/ 2464 w 2871"/>
                                      <a:gd name="T65" fmla="*/ 2393 h 2805"/>
                                      <a:gd name="T66" fmla="*/ 2281 w 2871"/>
                                      <a:gd name="T67" fmla="*/ 2545 h 2805"/>
                                      <a:gd name="T68" fmla="*/ 2073 w 2871"/>
                                      <a:gd name="T69" fmla="*/ 2665 h 2805"/>
                                      <a:gd name="T70" fmla="*/ 1840 w 2871"/>
                                      <a:gd name="T71" fmla="*/ 2751 h 2805"/>
                                      <a:gd name="T72" fmla="*/ 1585 w 2871"/>
                                      <a:gd name="T73" fmla="*/ 2797 h 2805"/>
                                      <a:gd name="T74" fmla="*/ 2250 w 2871"/>
                                      <a:gd name="T75" fmla="*/ 1403 h 2805"/>
                                      <a:gd name="T76" fmla="*/ 2203 w 2871"/>
                                      <a:gd name="T77" fmla="*/ 1112 h 2805"/>
                                      <a:gd name="T78" fmla="*/ 2072 w 2871"/>
                                      <a:gd name="T79" fmla="*/ 863 h 2805"/>
                                      <a:gd name="T80" fmla="*/ 1868 w 2871"/>
                                      <a:gd name="T81" fmla="*/ 675 h 2805"/>
                                      <a:gd name="T82" fmla="*/ 1605 w 2871"/>
                                      <a:gd name="T83" fmla="*/ 568 h 2805"/>
                                      <a:gd name="T84" fmla="*/ 1344 w 2871"/>
                                      <a:gd name="T85" fmla="*/ 554 h 2805"/>
                                      <a:gd name="T86" fmla="*/ 1066 w 2871"/>
                                      <a:gd name="T87" fmla="*/ 634 h 2805"/>
                                      <a:gd name="T88" fmla="*/ 847 w 2871"/>
                                      <a:gd name="T89" fmla="*/ 798 h 2805"/>
                                      <a:gd name="T90" fmla="*/ 696 w 2871"/>
                                      <a:gd name="T91" fmla="*/ 1029 h 2805"/>
                                      <a:gd name="T92" fmla="*/ 625 w 2871"/>
                                      <a:gd name="T93" fmla="*/ 1308 h 2805"/>
                                      <a:gd name="T94" fmla="*/ 630 w 2871"/>
                                      <a:gd name="T95" fmla="*/ 1531 h 2805"/>
                                      <a:gd name="T96" fmla="*/ 714 w 2871"/>
                                      <a:gd name="T97" fmla="*/ 1806 h 2805"/>
                                      <a:gd name="T98" fmla="*/ 878 w 2871"/>
                                      <a:gd name="T99" fmla="*/ 2031 h 2805"/>
                                      <a:gd name="T100" fmla="*/ 1109 w 2871"/>
                                      <a:gd name="T101" fmla="*/ 2187 h 2805"/>
                                      <a:gd name="T102" fmla="*/ 1395 w 2871"/>
                                      <a:gd name="T103" fmla="*/ 2254 h 2805"/>
                                      <a:gd name="T104" fmla="*/ 1652 w 2871"/>
                                      <a:gd name="T105" fmla="*/ 2228 h 2805"/>
                                      <a:gd name="T106" fmla="*/ 1907 w 2871"/>
                                      <a:gd name="T107" fmla="*/ 2110 h 2805"/>
                                      <a:gd name="T108" fmla="*/ 2098 w 2871"/>
                                      <a:gd name="T109" fmla="*/ 1915 h 2805"/>
                                      <a:gd name="T110" fmla="*/ 2216 w 2871"/>
                                      <a:gd name="T111" fmla="*/ 1660 h 2805"/>
                                      <a:gd name="T112" fmla="*/ 2250 w 2871"/>
                                      <a:gd name="T113" fmla="*/ 1403 h 28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871" h="2805">
                                        <a:moveTo>
                                          <a:pt x="1432" y="2805"/>
                                        </a:moveTo>
                                        <a:lnTo>
                                          <a:pt x="1432" y="2805"/>
                                        </a:lnTo>
                                        <a:lnTo>
                                          <a:pt x="1393" y="2805"/>
                                        </a:lnTo>
                                        <a:lnTo>
                                          <a:pt x="1354" y="2802"/>
                                        </a:lnTo>
                                        <a:lnTo>
                                          <a:pt x="1316" y="2800"/>
                                        </a:lnTo>
                                        <a:lnTo>
                                          <a:pt x="1278" y="2797"/>
                                        </a:lnTo>
                                        <a:lnTo>
                                          <a:pt x="1240" y="2794"/>
                                        </a:lnTo>
                                        <a:lnTo>
                                          <a:pt x="1204" y="2788"/>
                                        </a:lnTo>
                                        <a:lnTo>
                                          <a:pt x="1167" y="2783"/>
                                        </a:lnTo>
                                        <a:lnTo>
                                          <a:pt x="1131" y="2776"/>
                                        </a:lnTo>
                                        <a:lnTo>
                                          <a:pt x="1095" y="2769"/>
                                        </a:lnTo>
                                        <a:lnTo>
                                          <a:pt x="1060" y="2760"/>
                                        </a:lnTo>
                                        <a:lnTo>
                                          <a:pt x="1025" y="2752"/>
                                        </a:lnTo>
                                        <a:lnTo>
                                          <a:pt x="990" y="2742"/>
                                        </a:lnTo>
                                        <a:lnTo>
                                          <a:pt x="956" y="2731"/>
                                        </a:lnTo>
                                        <a:lnTo>
                                          <a:pt x="922" y="2720"/>
                                        </a:lnTo>
                                        <a:lnTo>
                                          <a:pt x="889" y="2707"/>
                                        </a:lnTo>
                                        <a:lnTo>
                                          <a:pt x="856" y="2695"/>
                                        </a:lnTo>
                                        <a:lnTo>
                                          <a:pt x="824" y="2682"/>
                                        </a:lnTo>
                                        <a:lnTo>
                                          <a:pt x="792" y="2668"/>
                                        </a:lnTo>
                                        <a:lnTo>
                                          <a:pt x="761" y="2652"/>
                                        </a:lnTo>
                                        <a:lnTo>
                                          <a:pt x="730" y="2636"/>
                                        </a:lnTo>
                                        <a:lnTo>
                                          <a:pt x="700" y="2620"/>
                                        </a:lnTo>
                                        <a:lnTo>
                                          <a:pt x="670" y="2603"/>
                                        </a:lnTo>
                                        <a:lnTo>
                                          <a:pt x="641" y="2585"/>
                                        </a:lnTo>
                                        <a:lnTo>
                                          <a:pt x="612" y="2566"/>
                                        </a:lnTo>
                                        <a:lnTo>
                                          <a:pt x="584" y="2548"/>
                                        </a:lnTo>
                                        <a:lnTo>
                                          <a:pt x="556" y="2527"/>
                                        </a:lnTo>
                                        <a:lnTo>
                                          <a:pt x="529" y="2507"/>
                                        </a:lnTo>
                                        <a:lnTo>
                                          <a:pt x="503" y="2486"/>
                                        </a:lnTo>
                                        <a:lnTo>
                                          <a:pt x="478" y="2465"/>
                                        </a:lnTo>
                                        <a:lnTo>
                                          <a:pt x="452" y="2442"/>
                                        </a:lnTo>
                                        <a:lnTo>
                                          <a:pt x="427" y="2420"/>
                                        </a:lnTo>
                                        <a:lnTo>
                                          <a:pt x="404" y="2396"/>
                                        </a:lnTo>
                                        <a:lnTo>
                                          <a:pt x="380" y="2372"/>
                                        </a:lnTo>
                                        <a:lnTo>
                                          <a:pt x="356" y="2348"/>
                                        </a:lnTo>
                                        <a:lnTo>
                                          <a:pt x="335" y="2323"/>
                                        </a:lnTo>
                                        <a:lnTo>
                                          <a:pt x="313" y="2298"/>
                                        </a:lnTo>
                                        <a:lnTo>
                                          <a:pt x="292" y="2271"/>
                                        </a:lnTo>
                                        <a:lnTo>
                                          <a:pt x="271" y="2245"/>
                                        </a:lnTo>
                                        <a:lnTo>
                                          <a:pt x="252" y="2218"/>
                                        </a:lnTo>
                                        <a:lnTo>
                                          <a:pt x="233" y="2190"/>
                                        </a:lnTo>
                                        <a:lnTo>
                                          <a:pt x="214" y="2162"/>
                                        </a:lnTo>
                                        <a:lnTo>
                                          <a:pt x="197" y="2134"/>
                                        </a:lnTo>
                                        <a:lnTo>
                                          <a:pt x="180" y="2105"/>
                                        </a:lnTo>
                                        <a:lnTo>
                                          <a:pt x="164" y="2075"/>
                                        </a:lnTo>
                                        <a:lnTo>
                                          <a:pt x="149" y="2045"/>
                                        </a:lnTo>
                                        <a:lnTo>
                                          <a:pt x="134" y="2015"/>
                                        </a:lnTo>
                                        <a:lnTo>
                                          <a:pt x="120" y="1984"/>
                                        </a:lnTo>
                                        <a:lnTo>
                                          <a:pt x="106" y="1953"/>
                                        </a:lnTo>
                                        <a:lnTo>
                                          <a:pt x="94" y="1921"/>
                                        </a:lnTo>
                                        <a:lnTo>
                                          <a:pt x="82" y="1890"/>
                                        </a:lnTo>
                                        <a:lnTo>
                                          <a:pt x="71" y="1858"/>
                                        </a:lnTo>
                                        <a:lnTo>
                                          <a:pt x="61" y="1824"/>
                                        </a:lnTo>
                                        <a:lnTo>
                                          <a:pt x="51" y="1792"/>
                                        </a:lnTo>
                                        <a:lnTo>
                                          <a:pt x="43" y="1759"/>
                                        </a:lnTo>
                                        <a:lnTo>
                                          <a:pt x="34" y="1725"/>
                                        </a:lnTo>
                                        <a:lnTo>
                                          <a:pt x="28" y="1691"/>
                                        </a:lnTo>
                                        <a:lnTo>
                                          <a:pt x="21" y="1657"/>
                                        </a:lnTo>
                                        <a:lnTo>
                                          <a:pt x="16" y="1623"/>
                                        </a:lnTo>
                                        <a:lnTo>
                                          <a:pt x="10" y="1587"/>
                                        </a:lnTo>
                                        <a:lnTo>
                                          <a:pt x="7" y="1553"/>
                                        </a:lnTo>
                                        <a:lnTo>
                                          <a:pt x="4" y="1517"/>
                                        </a:lnTo>
                                        <a:lnTo>
                                          <a:pt x="2" y="1481"/>
                                        </a:lnTo>
                                        <a:lnTo>
                                          <a:pt x="1" y="1446"/>
                                        </a:lnTo>
                                        <a:lnTo>
                                          <a:pt x="0" y="1410"/>
                                        </a:lnTo>
                                        <a:lnTo>
                                          <a:pt x="0" y="1403"/>
                                        </a:lnTo>
                                        <a:lnTo>
                                          <a:pt x="0" y="1403"/>
                                        </a:lnTo>
                                        <a:lnTo>
                                          <a:pt x="1" y="1366"/>
                                        </a:lnTo>
                                        <a:lnTo>
                                          <a:pt x="2" y="1331"/>
                                        </a:lnTo>
                                        <a:lnTo>
                                          <a:pt x="4" y="1295"/>
                                        </a:lnTo>
                                        <a:lnTo>
                                          <a:pt x="7" y="1259"/>
                                        </a:lnTo>
                                        <a:lnTo>
                                          <a:pt x="10" y="1225"/>
                                        </a:lnTo>
                                        <a:lnTo>
                                          <a:pt x="16" y="1189"/>
                                        </a:lnTo>
                                        <a:lnTo>
                                          <a:pt x="21" y="1155"/>
                                        </a:lnTo>
                                        <a:lnTo>
                                          <a:pt x="28" y="1120"/>
                                        </a:lnTo>
                                        <a:lnTo>
                                          <a:pt x="35" y="1087"/>
                                        </a:lnTo>
                                        <a:lnTo>
                                          <a:pt x="43" y="1053"/>
                                        </a:lnTo>
                                        <a:lnTo>
                                          <a:pt x="51" y="1020"/>
                                        </a:lnTo>
                                        <a:lnTo>
                                          <a:pt x="61" y="987"/>
                                        </a:lnTo>
                                        <a:lnTo>
                                          <a:pt x="72" y="954"/>
                                        </a:lnTo>
                                        <a:lnTo>
                                          <a:pt x="82" y="922"/>
                                        </a:lnTo>
                                        <a:lnTo>
                                          <a:pt x="95" y="889"/>
                                        </a:lnTo>
                                        <a:lnTo>
                                          <a:pt x="107" y="858"/>
                                        </a:lnTo>
                                        <a:lnTo>
                                          <a:pt x="121" y="827"/>
                                        </a:lnTo>
                                        <a:lnTo>
                                          <a:pt x="135" y="796"/>
                                        </a:lnTo>
                                        <a:lnTo>
                                          <a:pt x="150" y="765"/>
                                        </a:lnTo>
                                        <a:lnTo>
                                          <a:pt x="166" y="735"/>
                                        </a:lnTo>
                                        <a:lnTo>
                                          <a:pt x="182" y="706"/>
                                        </a:lnTo>
                                        <a:lnTo>
                                          <a:pt x="199" y="677"/>
                                        </a:lnTo>
                                        <a:lnTo>
                                          <a:pt x="217" y="648"/>
                                        </a:lnTo>
                                        <a:lnTo>
                                          <a:pt x="236" y="620"/>
                                        </a:lnTo>
                                        <a:lnTo>
                                          <a:pt x="254" y="592"/>
                                        </a:lnTo>
                                        <a:lnTo>
                                          <a:pt x="275" y="565"/>
                                        </a:lnTo>
                                        <a:lnTo>
                                          <a:pt x="295" y="538"/>
                                        </a:lnTo>
                                        <a:lnTo>
                                          <a:pt x="317" y="512"/>
                                        </a:lnTo>
                                        <a:lnTo>
                                          <a:pt x="338" y="486"/>
                                        </a:lnTo>
                                        <a:lnTo>
                                          <a:pt x="361" y="461"/>
                                        </a:lnTo>
                                        <a:lnTo>
                                          <a:pt x="383" y="437"/>
                                        </a:lnTo>
                                        <a:lnTo>
                                          <a:pt x="407" y="412"/>
                                        </a:lnTo>
                                        <a:lnTo>
                                          <a:pt x="432" y="389"/>
                                        </a:lnTo>
                                        <a:lnTo>
                                          <a:pt x="456" y="365"/>
                                        </a:lnTo>
                                        <a:lnTo>
                                          <a:pt x="482" y="343"/>
                                        </a:lnTo>
                                        <a:lnTo>
                                          <a:pt x="508" y="321"/>
                                        </a:lnTo>
                                        <a:lnTo>
                                          <a:pt x="535" y="301"/>
                                        </a:lnTo>
                                        <a:lnTo>
                                          <a:pt x="561" y="280"/>
                                        </a:lnTo>
                                        <a:lnTo>
                                          <a:pt x="589" y="260"/>
                                        </a:lnTo>
                                        <a:lnTo>
                                          <a:pt x="617" y="240"/>
                                        </a:lnTo>
                                        <a:lnTo>
                                          <a:pt x="646" y="222"/>
                                        </a:lnTo>
                                        <a:lnTo>
                                          <a:pt x="675" y="204"/>
                                        </a:lnTo>
                                        <a:lnTo>
                                          <a:pt x="705" y="186"/>
                                        </a:lnTo>
                                        <a:lnTo>
                                          <a:pt x="737" y="170"/>
                                        </a:lnTo>
                                        <a:lnTo>
                                          <a:pt x="767" y="154"/>
                                        </a:lnTo>
                                        <a:lnTo>
                                          <a:pt x="799" y="139"/>
                                        </a:lnTo>
                                        <a:lnTo>
                                          <a:pt x="830" y="125"/>
                                        </a:lnTo>
                                        <a:lnTo>
                                          <a:pt x="862" y="111"/>
                                        </a:lnTo>
                                        <a:lnTo>
                                          <a:pt x="896" y="98"/>
                                        </a:lnTo>
                                        <a:lnTo>
                                          <a:pt x="929" y="86"/>
                                        </a:lnTo>
                                        <a:lnTo>
                                          <a:pt x="962" y="74"/>
                                        </a:lnTo>
                                        <a:lnTo>
                                          <a:pt x="997" y="64"/>
                                        </a:lnTo>
                                        <a:lnTo>
                                          <a:pt x="1032" y="54"/>
                                        </a:lnTo>
                                        <a:lnTo>
                                          <a:pt x="1066" y="44"/>
                                        </a:lnTo>
                                        <a:lnTo>
                                          <a:pt x="1102" y="37"/>
                                        </a:lnTo>
                                        <a:lnTo>
                                          <a:pt x="1138" y="29"/>
                                        </a:lnTo>
                                        <a:lnTo>
                                          <a:pt x="1175" y="23"/>
                                        </a:lnTo>
                                        <a:lnTo>
                                          <a:pt x="1211" y="16"/>
                                        </a:lnTo>
                                        <a:lnTo>
                                          <a:pt x="1248" y="12"/>
                                        </a:lnTo>
                                        <a:lnTo>
                                          <a:pt x="1286" y="7"/>
                                        </a:lnTo>
                                        <a:lnTo>
                                          <a:pt x="1323" y="4"/>
                                        </a:lnTo>
                                        <a:lnTo>
                                          <a:pt x="1362" y="2"/>
                                        </a:lnTo>
                                        <a:lnTo>
                                          <a:pt x="1401" y="1"/>
                                        </a:lnTo>
                                        <a:lnTo>
                                          <a:pt x="1439" y="0"/>
                                        </a:lnTo>
                                        <a:lnTo>
                                          <a:pt x="1439" y="0"/>
                                        </a:lnTo>
                                        <a:lnTo>
                                          <a:pt x="1478" y="1"/>
                                        </a:lnTo>
                                        <a:lnTo>
                                          <a:pt x="1517" y="2"/>
                                        </a:lnTo>
                                        <a:lnTo>
                                          <a:pt x="1555" y="4"/>
                                        </a:lnTo>
                                        <a:lnTo>
                                          <a:pt x="1593" y="7"/>
                                        </a:lnTo>
                                        <a:lnTo>
                                          <a:pt x="1630" y="12"/>
                                        </a:lnTo>
                                        <a:lnTo>
                                          <a:pt x="1667" y="16"/>
                                        </a:lnTo>
                                        <a:lnTo>
                                          <a:pt x="1705" y="23"/>
                                        </a:lnTo>
                                        <a:lnTo>
                                          <a:pt x="1740" y="29"/>
                                        </a:lnTo>
                                        <a:lnTo>
                                          <a:pt x="1777" y="35"/>
                                        </a:lnTo>
                                        <a:lnTo>
                                          <a:pt x="1812" y="44"/>
                                        </a:lnTo>
                                        <a:lnTo>
                                          <a:pt x="1846" y="53"/>
                                        </a:lnTo>
                                        <a:lnTo>
                                          <a:pt x="1881" y="62"/>
                                        </a:lnTo>
                                        <a:lnTo>
                                          <a:pt x="1915" y="73"/>
                                        </a:lnTo>
                                        <a:lnTo>
                                          <a:pt x="1948" y="85"/>
                                        </a:lnTo>
                                        <a:lnTo>
                                          <a:pt x="1982" y="97"/>
                                        </a:lnTo>
                                        <a:lnTo>
                                          <a:pt x="2015" y="110"/>
                                        </a:lnTo>
                                        <a:lnTo>
                                          <a:pt x="2047" y="123"/>
                                        </a:lnTo>
                                        <a:lnTo>
                                          <a:pt x="2078" y="138"/>
                                        </a:lnTo>
                                        <a:lnTo>
                                          <a:pt x="2111" y="153"/>
                                        </a:lnTo>
                                        <a:lnTo>
                                          <a:pt x="2141" y="168"/>
                                        </a:lnTo>
                                        <a:lnTo>
                                          <a:pt x="2171" y="184"/>
                                        </a:lnTo>
                                        <a:lnTo>
                                          <a:pt x="2201" y="202"/>
                                        </a:lnTo>
                                        <a:lnTo>
                                          <a:pt x="2230" y="220"/>
                                        </a:lnTo>
                                        <a:lnTo>
                                          <a:pt x="2259" y="238"/>
                                        </a:lnTo>
                                        <a:lnTo>
                                          <a:pt x="2287" y="258"/>
                                        </a:lnTo>
                                        <a:lnTo>
                                          <a:pt x="2315" y="277"/>
                                        </a:lnTo>
                                        <a:lnTo>
                                          <a:pt x="2342" y="298"/>
                                        </a:lnTo>
                                        <a:lnTo>
                                          <a:pt x="2369" y="318"/>
                                        </a:lnTo>
                                        <a:lnTo>
                                          <a:pt x="2394" y="340"/>
                                        </a:lnTo>
                                        <a:lnTo>
                                          <a:pt x="2419" y="362"/>
                                        </a:lnTo>
                                        <a:lnTo>
                                          <a:pt x="2444" y="385"/>
                                        </a:lnTo>
                                        <a:lnTo>
                                          <a:pt x="2468" y="409"/>
                                        </a:lnTo>
                                        <a:lnTo>
                                          <a:pt x="2492" y="432"/>
                                        </a:lnTo>
                                        <a:lnTo>
                                          <a:pt x="2515" y="457"/>
                                        </a:lnTo>
                                        <a:lnTo>
                                          <a:pt x="2536" y="482"/>
                                        </a:lnTo>
                                        <a:lnTo>
                                          <a:pt x="2559" y="508"/>
                                        </a:lnTo>
                                        <a:lnTo>
                                          <a:pt x="2579" y="534"/>
                                        </a:lnTo>
                                        <a:lnTo>
                                          <a:pt x="2599" y="560"/>
                                        </a:lnTo>
                                        <a:lnTo>
                                          <a:pt x="2619" y="586"/>
                                        </a:lnTo>
                                        <a:lnTo>
                                          <a:pt x="2638" y="615"/>
                                        </a:lnTo>
                                        <a:lnTo>
                                          <a:pt x="2656" y="643"/>
                                        </a:lnTo>
                                        <a:lnTo>
                                          <a:pt x="2674" y="672"/>
                                        </a:lnTo>
                                        <a:lnTo>
                                          <a:pt x="2691" y="700"/>
                                        </a:lnTo>
                                        <a:lnTo>
                                          <a:pt x="2707" y="730"/>
                                        </a:lnTo>
                                        <a:lnTo>
                                          <a:pt x="2723" y="759"/>
                                        </a:lnTo>
                                        <a:lnTo>
                                          <a:pt x="2737" y="789"/>
                                        </a:lnTo>
                                        <a:lnTo>
                                          <a:pt x="2752" y="820"/>
                                        </a:lnTo>
                                        <a:lnTo>
                                          <a:pt x="2765" y="852"/>
                                        </a:lnTo>
                                        <a:lnTo>
                                          <a:pt x="2778" y="883"/>
                                        </a:lnTo>
                                        <a:lnTo>
                                          <a:pt x="2790" y="914"/>
                                        </a:lnTo>
                                        <a:lnTo>
                                          <a:pt x="2800" y="947"/>
                                        </a:lnTo>
                                        <a:lnTo>
                                          <a:pt x="2811" y="980"/>
                                        </a:lnTo>
                                        <a:lnTo>
                                          <a:pt x="2820" y="1012"/>
                                        </a:lnTo>
                                        <a:lnTo>
                                          <a:pt x="2829" y="1046"/>
                                        </a:lnTo>
                                        <a:lnTo>
                                          <a:pt x="2837" y="1079"/>
                                        </a:lnTo>
                                        <a:lnTo>
                                          <a:pt x="2844" y="1113"/>
                                        </a:lnTo>
                                        <a:lnTo>
                                          <a:pt x="2851" y="1147"/>
                                        </a:lnTo>
                                        <a:lnTo>
                                          <a:pt x="2856" y="1182"/>
                                        </a:lnTo>
                                        <a:lnTo>
                                          <a:pt x="2861" y="1216"/>
                                        </a:lnTo>
                                        <a:lnTo>
                                          <a:pt x="2865" y="1252"/>
                                        </a:lnTo>
                                        <a:lnTo>
                                          <a:pt x="2867" y="1287"/>
                                        </a:lnTo>
                                        <a:lnTo>
                                          <a:pt x="2869" y="1323"/>
                                        </a:lnTo>
                                        <a:lnTo>
                                          <a:pt x="2871" y="1359"/>
                                        </a:lnTo>
                                        <a:lnTo>
                                          <a:pt x="2871" y="1394"/>
                                        </a:lnTo>
                                        <a:lnTo>
                                          <a:pt x="2871" y="1403"/>
                                        </a:lnTo>
                                        <a:lnTo>
                                          <a:pt x="2871" y="1403"/>
                                        </a:lnTo>
                                        <a:lnTo>
                                          <a:pt x="2871" y="1438"/>
                                        </a:lnTo>
                                        <a:lnTo>
                                          <a:pt x="2869" y="1474"/>
                                        </a:lnTo>
                                        <a:lnTo>
                                          <a:pt x="2867" y="1510"/>
                                        </a:lnTo>
                                        <a:lnTo>
                                          <a:pt x="2865" y="1545"/>
                                        </a:lnTo>
                                        <a:lnTo>
                                          <a:pt x="2861" y="1580"/>
                                        </a:lnTo>
                                        <a:lnTo>
                                          <a:pt x="2855" y="1615"/>
                                        </a:lnTo>
                                        <a:lnTo>
                                          <a:pt x="2850" y="1650"/>
                                        </a:lnTo>
                                        <a:lnTo>
                                          <a:pt x="2843" y="1684"/>
                                        </a:lnTo>
                                        <a:lnTo>
                                          <a:pt x="2837" y="1718"/>
                                        </a:lnTo>
                                        <a:lnTo>
                                          <a:pt x="2828" y="1751"/>
                                        </a:lnTo>
                                        <a:lnTo>
                                          <a:pt x="2820" y="1784"/>
                                        </a:lnTo>
                                        <a:lnTo>
                                          <a:pt x="2810" y="1818"/>
                                        </a:lnTo>
                                        <a:lnTo>
                                          <a:pt x="2799" y="1850"/>
                                        </a:lnTo>
                                        <a:lnTo>
                                          <a:pt x="2789" y="1883"/>
                                        </a:lnTo>
                                        <a:lnTo>
                                          <a:pt x="2777" y="1915"/>
                                        </a:lnTo>
                                        <a:lnTo>
                                          <a:pt x="2764" y="1946"/>
                                        </a:lnTo>
                                        <a:lnTo>
                                          <a:pt x="2750" y="1977"/>
                                        </a:lnTo>
                                        <a:lnTo>
                                          <a:pt x="2736" y="2009"/>
                                        </a:lnTo>
                                        <a:lnTo>
                                          <a:pt x="2721" y="2039"/>
                                        </a:lnTo>
                                        <a:lnTo>
                                          <a:pt x="2706" y="2069"/>
                                        </a:lnTo>
                                        <a:lnTo>
                                          <a:pt x="2689" y="2098"/>
                                        </a:lnTo>
                                        <a:lnTo>
                                          <a:pt x="2671" y="2127"/>
                                        </a:lnTo>
                                        <a:lnTo>
                                          <a:pt x="2654" y="2156"/>
                                        </a:lnTo>
                                        <a:lnTo>
                                          <a:pt x="2636" y="2185"/>
                                        </a:lnTo>
                                        <a:lnTo>
                                          <a:pt x="2617" y="2213"/>
                                        </a:lnTo>
                                        <a:lnTo>
                                          <a:pt x="2596" y="2239"/>
                                        </a:lnTo>
                                        <a:lnTo>
                                          <a:pt x="2576" y="2266"/>
                                        </a:lnTo>
                                        <a:lnTo>
                                          <a:pt x="2555" y="2292"/>
                                        </a:lnTo>
                                        <a:lnTo>
                                          <a:pt x="2533" y="2318"/>
                                        </a:lnTo>
                                        <a:lnTo>
                                          <a:pt x="2511" y="2344"/>
                                        </a:lnTo>
                                        <a:lnTo>
                                          <a:pt x="2488" y="2369"/>
                                        </a:lnTo>
                                        <a:lnTo>
                                          <a:pt x="2464" y="2393"/>
                                        </a:lnTo>
                                        <a:lnTo>
                                          <a:pt x="2439" y="2416"/>
                                        </a:lnTo>
                                        <a:lnTo>
                                          <a:pt x="2415" y="2439"/>
                                        </a:lnTo>
                                        <a:lnTo>
                                          <a:pt x="2390" y="2462"/>
                                        </a:lnTo>
                                        <a:lnTo>
                                          <a:pt x="2363" y="2483"/>
                                        </a:lnTo>
                                        <a:lnTo>
                                          <a:pt x="2337" y="2505"/>
                                        </a:lnTo>
                                        <a:lnTo>
                                          <a:pt x="2309" y="2525"/>
                                        </a:lnTo>
                                        <a:lnTo>
                                          <a:pt x="2281" y="2545"/>
                                        </a:lnTo>
                                        <a:lnTo>
                                          <a:pt x="2254" y="2564"/>
                                        </a:lnTo>
                                        <a:lnTo>
                                          <a:pt x="2225" y="2582"/>
                                        </a:lnTo>
                                        <a:lnTo>
                                          <a:pt x="2196" y="2601"/>
                                        </a:lnTo>
                                        <a:lnTo>
                                          <a:pt x="2165" y="2618"/>
                                        </a:lnTo>
                                        <a:lnTo>
                                          <a:pt x="2135" y="2634"/>
                                        </a:lnTo>
                                        <a:lnTo>
                                          <a:pt x="2104" y="2650"/>
                                        </a:lnTo>
                                        <a:lnTo>
                                          <a:pt x="2073" y="2665"/>
                                        </a:lnTo>
                                        <a:lnTo>
                                          <a:pt x="2041" y="2681"/>
                                        </a:lnTo>
                                        <a:lnTo>
                                          <a:pt x="2009" y="2693"/>
                                        </a:lnTo>
                                        <a:lnTo>
                                          <a:pt x="1975" y="2706"/>
                                        </a:lnTo>
                                        <a:lnTo>
                                          <a:pt x="1942" y="2719"/>
                                        </a:lnTo>
                                        <a:lnTo>
                                          <a:pt x="1909" y="2730"/>
                                        </a:lnTo>
                                        <a:lnTo>
                                          <a:pt x="1874" y="2741"/>
                                        </a:lnTo>
                                        <a:lnTo>
                                          <a:pt x="1840" y="2751"/>
                                        </a:lnTo>
                                        <a:lnTo>
                                          <a:pt x="1804" y="2760"/>
                                        </a:lnTo>
                                        <a:lnTo>
                                          <a:pt x="1769" y="2769"/>
                                        </a:lnTo>
                                        <a:lnTo>
                                          <a:pt x="1733" y="2775"/>
                                        </a:lnTo>
                                        <a:lnTo>
                                          <a:pt x="1697" y="2783"/>
                                        </a:lnTo>
                                        <a:lnTo>
                                          <a:pt x="1659" y="2788"/>
                                        </a:lnTo>
                                        <a:lnTo>
                                          <a:pt x="1623" y="2794"/>
                                        </a:lnTo>
                                        <a:lnTo>
                                          <a:pt x="1585" y="2797"/>
                                        </a:lnTo>
                                        <a:lnTo>
                                          <a:pt x="1548" y="2800"/>
                                        </a:lnTo>
                                        <a:lnTo>
                                          <a:pt x="1509" y="2802"/>
                                        </a:lnTo>
                                        <a:lnTo>
                                          <a:pt x="1470" y="2805"/>
                                        </a:lnTo>
                                        <a:lnTo>
                                          <a:pt x="1432" y="2805"/>
                                        </a:lnTo>
                                        <a:lnTo>
                                          <a:pt x="1432" y="2805"/>
                                        </a:lnTo>
                                        <a:close/>
                                        <a:moveTo>
                                          <a:pt x="2250" y="1403"/>
                                        </a:moveTo>
                                        <a:lnTo>
                                          <a:pt x="2250" y="1403"/>
                                        </a:lnTo>
                                        <a:lnTo>
                                          <a:pt x="2249" y="1359"/>
                                        </a:lnTo>
                                        <a:lnTo>
                                          <a:pt x="2246" y="1316"/>
                                        </a:lnTo>
                                        <a:lnTo>
                                          <a:pt x="2241" y="1273"/>
                                        </a:lnTo>
                                        <a:lnTo>
                                          <a:pt x="2234" y="1232"/>
                                        </a:lnTo>
                                        <a:lnTo>
                                          <a:pt x="2226" y="1191"/>
                                        </a:lnTo>
                                        <a:lnTo>
                                          <a:pt x="2216" y="1150"/>
                                        </a:lnTo>
                                        <a:lnTo>
                                          <a:pt x="2203" y="1112"/>
                                        </a:lnTo>
                                        <a:lnTo>
                                          <a:pt x="2189" y="1073"/>
                                        </a:lnTo>
                                        <a:lnTo>
                                          <a:pt x="2174" y="1035"/>
                                        </a:lnTo>
                                        <a:lnTo>
                                          <a:pt x="2157" y="998"/>
                                        </a:lnTo>
                                        <a:lnTo>
                                          <a:pt x="2138" y="963"/>
                                        </a:lnTo>
                                        <a:lnTo>
                                          <a:pt x="2117" y="928"/>
                                        </a:lnTo>
                                        <a:lnTo>
                                          <a:pt x="2096" y="895"/>
                                        </a:lnTo>
                                        <a:lnTo>
                                          <a:pt x="2072" y="863"/>
                                        </a:lnTo>
                                        <a:lnTo>
                                          <a:pt x="2046" y="831"/>
                                        </a:lnTo>
                                        <a:lnTo>
                                          <a:pt x="2020" y="802"/>
                                        </a:lnTo>
                                        <a:lnTo>
                                          <a:pt x="1992" y="773"/>
                                        </a:lnTo>
                                        <a:lnTo>
                                          <a:pt x="1963" y="746"/>
                                        </a:lnTo>
                                        <a:lnTo>
                                          <a:pt x="1932" y="721"/>
                                        </a:lnTo>
                                        <a:lnTo>
                                          <a:pt x="1901" y="698"/>
                                        </a:lnTo>
                                        <a:lnTo>
                                          <a:pt x="1868" y="675"/>
                                        </a:lnTo>
                                        <a:lnTo>
                                          <a:pt x="1833" y="654"/>
                                        </a:lnTo>
                                        <a:lnTo>
                                          <a:pt x="1798" y="635"/>
                                        </a:lnTo>
                                        <a:lnTo>
                                          <a:pt x="1762" y="618"/>
                                        </a:lnTo>
                                        <a:lnTo>
                                          <a:pt x="1724" y="603"/>
                                        </a:lnTo>
                                        <a:lnTo>
                                          <a:pt x="1685" y="589"/>
                                        </a:lnTo>
                                        <a:lnTo>
                                          <a:pt x="1645" y="578"/>
                                        </a:lnTo>
                                        <a:lnTo>
                                          <a:pt x="1605" y="568"/>
                                        </a:lnTo>
                                        <a:lnTo>
                                          <a:pt x="1563" y="561"/>
                                        </a:lnTo>
                                        <a:lnTo>
                                          <a:pt x="1520" y="554"/>
                                        </a:lnTo>
                                        <a:lnTo>
                                          <a:pt x="1476" y="551"/>
                                        </a:lnTo>
                                        <a:lnTo>
                                          <a:pt x="1432" y="550"/>
                                        </a:lnTo>
                                        <a:lnTo>
                                          <a:pt x="1432" y="550"/>
                                        </a:lnTo>
                                        <a:lnTo>
                                          <a:pt x="1388" y="551"/>
                                        </a:lnTo>
                                        <a:lnTo>
                                          <a:pt x="1344" y="554"/>
                                        </a:lnTo>
                                        <a:lnTo>
                                          <a:pt x="1301" y="560"/>
                                        </a:lnTo>
                                        <a:lnTo>
                                          <a:pt x="1260" y="567"/>
                                        </a:lnTo>
                                        <a:lnTo>
                                          <a:pt x="1219" y="577"/>
                                        </a:lnTo>
                                        <a:lnTo>
                                          <a:pt x="1179" y="589"/>
                                        </a:lnTo>
                                        <a:lnTo>
                                          <a:pt x="1141" y="602"/>
                                        </a:lnTo>
                                        <a:lnTo>
                                          <a:pt x="1103" y="617"/>
                                        </a:lnTo>
                                        <a:lnTo>
                                          <a:pt x="1066" y="634"/>
                                        </a:lnTo>
                                        <a:lnTo>
                                          <a:pt x="1032" y="652"/>
                                        </a:lnTo>
                                        <a:lnTo>
                                          <a:pt x="998" y="673"/>
                                        </a:lnTo>
                                        <a:lnTo>
                                          <a:pt x="964" y="694"/>
                                        </a:lnTo>
                                        <a:lnTo>
                                          <a:pt x="933" y="718"/>
                                        </a:lnTo>
                                        <a:lnTo>
                                          <a:pt x="903" y="744"/>
                                        </a:lnTo>
                                        <a:lnTo>
                                          <a:pt x="874" y="770"/>
                                        </a:lnTo>
                                        <a:lnTo>
                                          <a:pt x="847" y="798"/>
                                        </a:lnTo>
                                        <a:lnTo>
                                          <a:pt x="820" y="827"/>
                                        </a:lnTo>
                                        <a:lnTo>
                                          <a:pt x="796" y="858"/>
                                        </a:lnTo>
                                        <a:lnTo>
                                          <a:pt x="773" y="889"/>
                                        </a:lnTo>
                                        <a:lnTo>
                                          <a:pt x="752" y="923"/>
                                        </a:lnTo>
                                        <a:lnTo>
                                          <a:pt x="731" y="957"/>
                                        </a:lnTo>
                                        <a:lnTo>
                                          <a:pt x="713" y="993"/>
                                        </a:lnTo>
                                        <a:lnTo>
                                          <a:pt x="696" y="1029"/>
                                        </a:lnTo>
                                        <a:lnTo>
                                          <a:pt x="681" y="1066"/>
                                        </a:lnTo>
                                        <a:lnTo>
                                          <a:pt x="667" y="1105"/>
                                        </a:lnTo>
                                        <a:lnTo>
                                          <a:pt x="655" y="1144"/>
                                        </a:lnTo>
                                        <a:lnTo>
                                          <a:pt x="644" y="1184"/>
                                        </a:lnTo>
                                        <a:lnTo>
                                          <a:pt x="637" y="1225"/>
                                        </a:lnTo>
                                        <a:lnTo>
                                          <a:pt x="630" y="1266"/>
                                        </a:lnTo>
                                        <a:lnTo>
                                          <a:pt x="625" y="1308"/>
                                        </a:lnTo>
                                        <a:lnTo>
                                          <a:pt x="622" y="1351"/>
                                        </a:lnTo>
                                        <a:lnTo>
                                          <a:pt x="622" y="1394"/>
                                        </a:lnTo>
                                        <a:lnTo>
                                          <a:pt x="622" y="1403"/>
                                        </a:lnTo>
                                        <a:lnTo>
                                          <a:pt x="622" y="1403"/>
                                        </a:lnTo>
                                        <a:lnTo>
                                          <a:pt x="622" y="1446"/>
                                        </a:lnTo>
                                        <a:lnTo>
                                          <a:pt x="625" y="1488"/>
                                        </a:lnTo>
                                        <a:lnTo>
                                          <a:pt x="630" y="1531"/>
                                        </a:lnTo>
                                        <a:lnTo>
                                          <a:pt x="637" y="1572"/>
                                        </a:lnTo>
                                        <a:lnTo>
                                          <a:pt x="645" y="1613"/>
                                        </a:lnTo>
                                        <a:lnTo>
                                          <a:pt x="656" y="1654"/>
                                        </a:lnTo>
                                        <a:lnTo>
                                          <a:pt x="668" y="1693"/>
                                        </a:lnTo>
                                        <a:lnTo>
                                          <a:pt x="682" y="1732"/>
                                        </a:lnTo>
                                        <a:lnTo>
                                          <a:pt x="697" y="1769"/>
                                        </a:lnTo>
                                        <a:lnTo>
                                          <a:pt x="714" y="1806"/>
                                        </a:lnTo>
                                        <a:lnTo>
                                          <a:pt x="733" y="1842"/>
                                        </a:lnTo>
                                        <a:lnTo>
                                          <a:pt x="754" y="1876"/>
                                        </a:lnTo>
                                        <a:lnTo>
                                          <a:pt x="776" y="1910"/>
                                        </a:lnTo>
                                        <a:lnTo>
                                          <a:pt x="799" y="1942"/>
                                        </a:lnTo>
                                        <a:lnTo>
                                          <a:pt x="825" y="1973"/>
                                        </a:lnTo>
                                        <a:lnTo>
                                          <a:pt x="850" y="2002"/>
                                        </a:lnTo>
                                        <a:lnTo>
                                          <a:pt x="878" y="2031"/>
                                        </a:lnTo>
                                        <a:lnTo>
                                          <a:pt x="907" y="2058"/>
                                        </a:lnTo>
                                        <a:lnTo>
                                          <a:pt x="939" y="2083"/>
                                        </a:lnTo>
                                        <a:lnTo>
                                          <a:pt x="970" y="2107"/>
                                        </a:lnTo>
                                        <a:lnTo>
                                          <a:pt x="1003" y="2130"/>
                                        </a:lnTo>
                                        <a:lnTo>
                                          <a:pt x="1037" y="2150"/>
                                        </a:lnTo>
                                        <a:lnTo>
                                          <a:pt x="1073" y="2169"/>
                                        </a:lnTo>
                                        <a:lnTo>
                                          <a:pt x="1109" y="2187"/>
                                        </a:lnTo>
                                        <a:lnTo>
                                          <a:pt x="1147" y="2202"/>
                                        </a:lnTo>
                                        <a:lnTo>
                                          <a:pt x="1186" y="2216"/>
                                        </a:lnTo>
                                        <a:lnTo>
                                          <a:pt x="1227" y="2228"/>
                                        </a:lnTo>
                                        <a:lnTo>
                                          <a:pt x="1267" y="2237"/>
                                        </a:lnTo>
                                        <a:lnTo>
                                          <a:pt x="1308" y="2245"/>
                                        </a:lnTo>
                                        <a:lnTo>
                                          <a:pt x="1351" y="2250"/>
                                        </a:lnTo>
                                        <a:lnTo>
                                          <a:pt x="1395" y="2254"/>
                                        </a:lnTo>
                                        <a:lnTo>
                                          <a:pt x="1439" y="2255"/>
                                        </a:lnTo>
                                        <a:lnTo>
                                          <a:pt x="1439" y="2255"/>
                                        </a:lnTo>
                                        <a:lnTo>
                                          <a:pt x="1484" y="2254"/>
                                        </a:lnTo>
                                        <a:lnTo>
                                          <a:pt x="1527" y="2250"/>
                                        </a:lnTo>
                                        <a:lnTo>
                                          <a:pt x="1570" y="2245"/>
                                        </a:lnTo>
                                        <a:lnTo>
                                          <a:pt x="1612" y="2237"/>
                                        </a:lnTo>
                                        <a:lnTo>
                                          <a:pt x="1652" y="2228"/>
                                        </a:lnTo>
                                        <a:lnTo>
                                          <a:pt x="1692" y="2217"/>
                                        </a:lnTo>
                                        <a:lnTo>
                                          <a:pt x="1730" y="2203"/>
                                        </a:lnTo>
                                        <a:lnTo>
                                          <a:pt x="1768" y="2188"/>
                                        </a:lnTo>
                                        <a:lnTo>
                                          <a:pt x="1804" y="2170"/>
                                        </a:lnTo>
                                        <a:lnTo>
                                          <a:pt x="1840" y="2152"/>
                                        </a:lnTo>
                                        <a:lnTo>
                                          <a:pt x="1873" y="2132"/>
                                        </a:lnTo>
                                        <a:lnTo>
                                          <a:pt x="1907" y="2110"/>
                                        </a:lnTo>
                                        <a:lnTo>
                                          <a:pt x="1938" y="2086"/>
                                        </a:lnTo>
                                        <a:lnTo>
                                          <a:pt x="1968" y="2062"/>
                                        </a:lnTo>
                                        <a:lnTo>
                                          <a:pt x="1997" y="2035"/>
                                        </a:lnTo>
                                        <a:lnTo>
                                          <a:pt x="2024" y="2007"/>
                                        </a:lnTo>
                                        <a:lnTo>
                                          <a:pt x="2051" y="1977"/>
                                        </a:lnTo>
                                        <a:lnTo>
                                          <a:pt x="2075" y="1946"/>
                                        </a:lnTo>
                                        <a:lnTo>
                                          <a:pt x="2098" y="1915"/>
                                        </a:lnTo>
                                        <a:lnTo>
                                          <a:pt x="2119" y="1882"/>
                                        </a:lnTo>
                                        <a:lnTo>
                                          <a:pt x="2140" y="1847"/>
                                        </a:lnTo>
                                        <a:lnTo>
                                          <a:pt x="2158" y="1811"/>
                                        </a:lnTo>
                                        <a:lnTo>
                                          <a:pt x="2175" y="1776"/>
                                        </a:lnTo>
                                        <a:lnTo>
                                          <a:pt x="2190" y="1738"/>
                                        </a:lnTo>
                                        <a:lnTo>
                                          <a:pt x="2204" y="1699"/>
                                        </a:lnTo>
                                        <a:lnTo>
                                          <a:pt x="2216" y="1660"/>
                                        </a:lnTo>
                                        <a:lnTo>
                                          <a:pt x="2227" y="1621"/>
                                        </a:lnTo>
                                        <a:lnTo>
                                          <a:pt x="2234" y="1580"/>
                                        </a:lnTo>
                                        <a:lnTo>
                                          <a:pt x="2242" y="1539"/>
                                        </a:lnTo>
                                        <a:lnTo>
                                          <a:pt x="2246" y="1495"/>
                                        </a:lnTo>
                                        <a:lnTo>
                                          <a:pt x="2249" y="1453"/>
                                        </a:lnTo>
                                        <a:lnTo>
                                          <a:pt x="2250" y="1410"/>
                                        </a:lnTo>
                                        <a:lnTo>
                                          <a:pt x="2250" y="1403"/>
                                        </a:lnTo>
                                        <a:close/>
                                      </a:path>
                                    </a:pathLst>
                                  </a:custGeom>
                                  <a:solidFill>
                                    <a:srgbClr val="009DD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7" name="Freeform 88"/>
                                <wps:cNvSpPr>
                                  <a:spLocks/>
                                </wps:cNvSpPr>
                                <wps:spPr bwMode="auto">
                                  <a:xfrm>
                                    <a:off x="566420" y="255905"/>
                                    <a:ext cx="213995" cy="215265"/>
                                  </a:xfrm>
                                  <a:custGeom>
                                    <a:avLst/>
                                    <a:gdLst>
                                      <a:gd name="T0" fmla="*/ 2113 w 2702"/>
                                      <a:gd name="T1" fmla="*/ 2712 h 2712"/>
                                      <a:gd name="T2" fmla="*/ 2113 w 2702"/>
                                      <a:gd name="T3" fmla="*/ 942 h 2712"/>
                                      <a:gd name="T4" fmla="*/ 1352 w 2702"/>
                                      <a:gd name="T5" fmla="*/ 2100 h 2712"/>
                                      <a:gd name="T6" fmla="*/ 1337 w 2702"/>
                                      <a:gd name="T7" fmla="*/ 2100 h 2712"/>
                                      <a:gd name="T8" fmla="*/ 584 w 2702"/>
                                      <a:gd name="T9" fmla="*/ 953 h 2712"/>
                                      <a:gd name="T10" fmla="*/ 584 w 2702"/>
                                      <a:gd name="T11" fmla="*/ 2712 h 2712"/>
                                      <a:gd name="T12" fmla="*/ 0 w 2702"/>
                                      <a:gd name="T13" fmla="*/ 2712 h 2712"/>
                                      <a:gd name="T14" fmla="*/ 0 w 2702"/>
                                      <a:gd name="T15" fmla="*/ 0 h 2712"/>
                                      <a:gd name="T16" fmla="*/ 642 w 2702"/>
                                      <a:gd name="T17" fmla="*/ 0 h 2712"/>
                                      <a:gd name="T18" fmla="*/ 1352 w 2702"/>
                                      <a:gd name="T19" fmla="*/ 1146 h 2712"/>
                                      <a:gd name="T20" fmla="*/ 2062 w 2702"/>
                                      <a:gd name="T21" fmla="*/ 0 h 2712"/>
                                      <a:gd name="T22" fmla="*/ 2702 w 2702"/>
                                      <a:gd name="T23" fmla="*/ 0 h 2712"/>
                                      <a:gd name="T24" fmla="*/ 2702 w 2702"/>
                                      <a:gd name="T25" fmla="*/ 2712 h 2712"/>
                                      <a:gd name="T26" fmla="*/ 2113 w 2702"/>
                                      <a:gd name="T27" fmla="*/ 2712 h 27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2702" h="2712">
                                        <a:moveTo>
                                          <a:pt x="2113" y="2712"/>
                                        </a:moveTo>
                                        <a:lnTo>
                                          <a:pt x="2113" y="942"/>
                                        </a:lnTo>
                                        <a:lnTo>
                                          <a:pt x="1352" y="2100"/>
                                        </a:lnTo>
                                        <a:lnTo>
                                          <a:pt x="1337" y="2100"/>
                                        </a:lnTo>
                                        <a:lnTo>
                                          <a:pt x="584" y="953"/>
                                        </a:lnTo>
                                        <a:lnTo>
                                          <a:pt x="584" y="2712"/>
                                        </a:lnTo>
                                        <a:lnTo>
                                          <a:pt x="0" y="2712"/>
                                        </a:lnTo>
                                        <a:lnTo>
                                          <a:pt x="0" y="0"/>
                                        </a:lnTo>
                                        <a:lnTo>
                                          <a:pt x="642" y="0"/>
                                        </a:lnTo>
                                        <a:lnTo>
                                          <a:pt x="1352" y="1146"/>
                                        </a:lnTo>
                                        <a:lnTo>
                                          <a:pt x="2062" y="0"/>
                                        </a:lnTo>
                                        <a:lnTo>
                                          <a:pt x="2702" y="0"/>
                                        </a:lnTo>
                                        <a:lnTo>
                                          <a:pt x="2702" y="2712"/>
                                        </a:lnTo>
                                        <a:lnTo>
                                          <a:pt x="2113" y="2712"/>
                                        </a:lnTo>
                                        <a:close/>
                                      </a:path>
                                    </a:pathLst>
                                  </a:custGeom>
                                  <a:solidFill>
                                    <a:srgbClr val="009DD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8" name="Freeform 89"/>
                                <wps:cNvSpPr>
                                  <a:spLocks/>
                                </wps:cNvSpPr>
                                <wps:spPr bwMode="auto">
                                  <a:xfrm>
                                    <a:off x="817245" y="255905"/>
                                    <a:ext cx="163195" cy="215265"/>
                                  </a:xfrm>
                                  <a:custGeom>
                                    <a:avLst/>
                                    <a:gdLst>
                                      <a:gd name="T0" fmla="*/ 0 w 2057"/>
                                      <a:gd name="T1" fmla="*/ 2712 h 2712"/>
                                      <a:gd name="T2" fmla="*/ 0 w 2057"/>
                                      <a:gd name="T3" fmla="*/ 0 h 2712"/>
                                      <a:gd name="T4" fmla="*/ 2038 w 2057"/>
                                      <a:gd name="T5" fmla="*/ 0 h 2712"/>
                                      <a:gd name="T6" fmla="*/ 2038 w 2057"/>
                                      <a:gd name="T7" fmla="*/ 531 h 2712"/>
                                      <a:gd name="T8" fmla="*/ 591 w 2057"/>
                                      <a:gd name="T9" fmla="*/ 531 h 2712"/>
                                      <a:gd name="T10" fmla="*/ 591 w 2057"/>
                                      <a:gd name="T11" fmla="*/ 1081 h 2712"/>
                                      <a:gd name="T12" fmla="*/ 1864 w 2057"/>
                                      <a:gd name="T13" fmla="*/ 1081 h 2712"/>
                                      <a:gd name="T14" fmla="*/ 1864 w 2057"/>
                                      <a:gd name="T15" fmla="*/ 1612 h 2712"/>
                                      <a:gd name="T16" fmla="*/ 591 w 2057"/>
                                      <a:gd name="T17" fmla="*/ 1612 h 2712"/>
                                      <a:gd name="T18" fmla="*/ 591 w 2057"/>
                                      <a:gd name="T19" fmla="*/ 2182 h 2712"/>
                                      <a:gd name="T20" fmla="*/ 2057 w 2057"/>
                                      <a:gd name="T21" fmla="*/ 2182 h 2712"/>
                                      <a:gd name="T22" fmla="*/ 2057 w 2057"/>
                                      <a:gd name="T23" fmla="*/ 2712 h 2712"/>
                                      <a:gd name="T24" fmla="*/ 0 w 2057"/>
                                      <a:gd name="T25" fmla="*/ 2712 h 27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057" h="2712">
                                        <a:moveTo>
                                          <a:pt x="0" y="2712"/>
                                        </a:moveTo>
                                        <a:lnTo>
                                          <a:pt x="0" y="0"/>
                                        </a:lnTo>
                                        <a:lnTo>
                                          <a:pt x="2038" y="0"/>
                                        </a:lnTo>
                                        <a:lnTo>
                                          <a:pt x="2038" y="531"/>
                                        </a:lnTo>
                                        <a:lnTo>
                                          <a:pt x="591" y="531"/>
                                        </a:lnTo>
                                        <a:lnTo>
                                          <a:pt x="591" y="1081"/>
                                        </a:lnTo>
                                        <a:lnTo>
                                          <a:pt x="1864" y="1081"/>
                                        </a:lnTo>
                                        <a:lnTo>
                                          <a:pt x="1864" y="1612"/>
                                        </a:lnTo>
                                        <a:lnTo>
                                          <a:pt x="591" y="1612"/>
                                        </a:lnTo>
                                        <a:lnTo>
                                          <a:pt x="591" y="2182"/>
                                        </a:lnTo>
                                        <a:lnTo>
                                          <a:pt x="2057" y="2182"/>
                                        </a:lnTo>
                                        <a:lnTo>
                                          <a:pt x="2057" y="2712"/>
                                        </a:lnTo>
                                        <a:lnTo>
                                          <a:pt x="0" y="2712"/>
                                        </a:lnTo>
                                        <a:close/>
                                      </a:path>
                                    </a:pathLst>
                                  </a:custGeom>
                                  <a:solidFill>
                                    <a:srgbClr val="009DD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 name="Freeform 90"/>
                                <wps:cNvSpPr>
                                  <a:spLocks/>
                                </wps:cNvSpPr>
                                <wps:spPr bwMode="auto">
                                  <a:xfrm>
                                    <a:off x="1007110" y="255905"/>
                                    <a:ext cx="191135" cy="215265"/>
                                  </a:xfrm>
                                  <a:custGeom>
                                    <a:avLst/>
                                    <a:gdLst>
                                      <a:gd name="T0" fmla="*/ 1895 w 2401"/>
                                      <a:gd name="T1" fmla="*/ 2712 h 2712"/>
                                      <a:gd name="T2" fmla="*/ 587 w 2401"/>
                                      <a:gd name="T3" fmla="*/ 988 h 2712"/>
                                      <a:gd name="T4" fmla="*/ 587 w 2401"/>
                                      <a:gd name="T5" fmla="*/ 2712 h 2712"/>
                                      <a:gd name="T6" fmla="*/ 0 w 2401"/>
                                      <a:gd name="T7" fmla="*/ 2712 h 2712"/>
                                      <a:gd name="T8" fmla="*/ 0 w 2401"/>
                                      <a:gd name="T9" fmla="*/ 0 h 2712"/>
                                      <a:gd name="T10" fmla="*/ 548 w 2401"/>
                                      <a:gd name="T11" fmla="*/ 0 h 2712"/>
                                      <a:gd name="T12" fmla="*/ 1814 w 2401"/>
                                      <a:gd name="T13" fmla="*/ 1669 h 2712"/>
                                      <a:gd name="T14" fmla="*/ 1814 w 2401"/>
                                      <a:gd name="T15" fmla="*/ 0 h 2712"/>
                                      <a:gd name="T16" fmla="*/ 2401 w 2401"/>
                                      <a:gd name="T17" fmla="*/ 0 h 2712"/>
                                      <a:gd name="T18" fmla="*/ 2401 w 2401"/>
                                      <a:gd name="T19" fmla="*/ 2712 h 2712"/>
                                      <a:gd name="T20" fmla="*/ 1895 w 2401"/>
                                      <a:gd name="T21" fmla="*/ 2712 h 27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401" h="2712">
                                        <a:moveTo>
                                          <a:pt x="1895" y="2712"/>
                                        </a:moveTo>
                                        <a:lnTo>
                                          <a:pt x="587" y="988"/>
                                        </a:lnTo>
                                        <a:lnTo>
                                          <a:pt x="587" y="2712"/>
                                        </a:lnTo>
                                        <a:lnTo>
                                          <a:pt x="0" y="2712"/>
                                        </a:lnTo>
                                        <a:lnTo>
                                          <a:pt x="0" y="0"/>
                                        </a:lnTo>
                                        <a:lnTo>
                                          <a:pt x="548" y="0"/>
                                        </a:lnTo>
                                        <a:lnTo>
                                          <a:pt x="1814" y="1669"/>
                                        </a:lnTo>
                                        <a:lnTo>
                                          <a:pt x="1814" y="0"/>
                                        </a:lnTo>
                                        <a:lnTo>
                                          <a:pt x="2401" y="0"/>
                                        </a:lnTo>
                                        <a:lnTo>
                                          <a:pt x="2401" y="2712"/>
                                        </a:lnTo>
                                        <a:lnTo>
                                          <a:pt x="1895" y="2712"/>
                                        </a:lnTo>
                                        <a:close/>
                                      </a:path>
                                    </a:pathLst>
                                  </a:custGeom>
                                  <a:solidFill>
                                    <a:srgbClr val="009DD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 name="Freeform 91"/>
                                <wps:cNvSpPr>
                                  <a:spLocks noEditPoints="1"/>
                                </wps:cNvSpPr>
                                <wps:spPr bwMode="auto">
                                  <a:xfrm>
                                    <a:off x="513080" y="0"/>
                                    <a:ext cx="253365" cy="215265"/>
                                  </a:xfrm>
                                  <a:custGeom>
                                    <a:avLst/>
                                    <a:gdLst>
                                      <a:gd name="T0" fmla="*/ 975 w 3190"/>
                                      <a:gd name="T1" fmla="*/ 2097 h 2714"/>
                                      <a:gd name="T2" fmla="*/ 1630 w 3190"/>
                                      <a:gd name="T3" fmla="*/ 0 h 2714"/>
                                      <a:gd name="T4" fmla="*/ 2058 w 3190"/>
                                      <a:gd name="T5" fmla="*/ 319 h 2714"/>
                                      <a:gd name="T6" fmla="*/ 1168 w 3190"/>
                                      <a:gd name="T7" fmla="*/ 330 h 2714"/>
                                      <a:gd name="T8" fmla="*/ 2460 w 3190"/>
                                      <a:gd name="T9" fmla="*/ 111 h 2714"/>
                                      <a:gd name="T10" fmla="*/ 1830 w 3190"/>
                                      <a:gd name="T11" fmla="*/ 176 h 2714"/>
                                      <a:gd name="T12" fmla="*/ 2896 w 3190"/>
                                      <a:gd name="T13" fmla="*/ 755 h 2714"/>
                                      <a:gd name="T14" fmla="*/ 540 w 3190"/>
                                      <a:gd name="T15" fmla="*/ 528 h 2714"/>
                                      <a:gd name="T16" fmla="*/ 1620 w 3190"/>
                                      <a:gd name="T17" fmla="*/ 368 h 2714"/>
                                      <a:gd name="T18" fmla="*/ 2106 w 3190"/>
                                      <a:gd name="T19" fmla="*/ 686 h 2714"/>
                                      <a:gd name="T20" fmla="*/ 2231 w 3190"/>
                                      <a:gd name="T21" fmla="*/ 988 h 2714"/>
                                      <a:gd name="T22" fmla="*/ 2294 w 3190"/>
                                      <a:gd name="T23" fmla="*/ 755 h 2714"/>
                                      <a:gd name="T24" fmla="*/ 1992 w 3190"/>
                                      <a:gd name="T25" fmla="*/ 418 h 2714"/>
                                      <a:gd name="T26" fmla="*/ 1377 w 3190"/>
                                      <a:gd name="T27" fmla="*/ 480 h 2714"/>
                                      <a:gd name="T28" fmla="*/ 2668 w 3190"/>
                                      <a:gd name="T29" fmla="*/ 1096 h 2714"/>
                                      <a:gd name="T30" fmla="*/ 3006 w 3190"/>
                                      <a:gd name="T31" fmla="*/ 671 h 2714"/>
                                      <a:gd name="T32" fmla="*/ 3108 w 3190"/>
                                      <a:gd name="T33" fmla="*/ 785 h 2714"/>
                                      <a:gd name="T34" fmla="*/ 396 w 3190"/>
                                      <a:gd name="T35" fmla="*/ 737 h 2714"/>
                                      <a:gd name="T36" fmla="*/ 1412 w 3190"/>
                                      <a:gd name="T37" fmla="*/ 706 h 2714"/>
                                      <a:gd name="T38" fmla="*/ 825 w 3190"/>
                                      <a:gd name="T39" fmla="*/ 781 h 2714"/>
                                      <a:gd name="T40" fmla="*/ 2065 w 3190"/>
                                      <a:gd name="T41" fmla="*/ 884 h 2714"/>
                                      <a:gd name="T42" fmla="*/ 2116 w 3190"/>
                                      <a:gd name="T43" fmla="*/ 832 h 2714"/>
                                      <a:gd name="T44" fmla="*/ 1205 w 3190"/>
                                      <a:gd name="T45" fmla="*/ 873 h 2714"/>
                                      <a:gd name="T46" fmla="*/ 1831 w 3190"/>
                                      <a:gd name="T47" fmla="*/ 871 h 2714"/>
                                      <a:gd name="T48" fmla="*/ 1451 w 3190"/>
                                      <a:gd name="T49" fmla="*/ 910 h 2714"/>
                                      <a:gd name="T50" fmla="*/ 2977 w 3190"/>
                                      <a:gd name="T51" fmla="*/ 1460 h 2714"/>
                                      <a:gd name="T52" fmla="*/ 3177 w 3190"/>
                                      <a:gd name="T53" fmla="*/ 1191 h 2714"/>
                                      <a:gd name="T54" fmla="*/ 342 w 3190"/>
                                      <a:gd name="T55" fmla="*/ 1029 h 2714"/>
                                      <a:gd name="T56" fmla="*/ 1451 w 3190"/>
                                      <a:gd name="T57" fmla="*/ 1081 h 2714"/>
                                      <a:gd name="T58" fmla="*/ 1455 w 3190"/>
                                      <a:gd name="T59" fmla="*/ 1207 h 2714"/>
                                      <a:gd name="T60" fmla="*/ 1550 w 3190"/>
                                      <a:gd name="T61" fmla="*/ 1324 h 2714"/>
                                      <a:gd name="T62" fmla="*/ 1616 w 3190"/>
                                      <a:gd name="T63" fmla="*/ 999 h 2714"/>
                                      <a:gd name="T64" fmla="*/ 1020 w 3190"/>
                                      <a:gd name="T65" fmla="*/ 1269 h 2714"/>
                                      <a:gd name="T66" fmla="*/ 1090 w 3190"/>
                                      <a:gd name="T67" fmla="*/ 1244 h 2714"/>
                                      <a:gd name="T68" fmla="*/ 2495 w 3190"/>
                                      <a:gd name="T69" fmla="*/ 1256 h 2714"/>
                                      <a:gd name="T70" fmla="*/ 2289 w 3190"/>
                                      <a:gd name="T71" fmla="*/ 1311 h 2714"/>
                                      <a:gd name="T72" fmla="*/ 963 w 3190"/>
                                      <a:gd name="T73" fmla="*/ 1167 h 2714"/>
                                      <a:gd name="T74" fmla="*/ 830 w 3190"/>
                                      <a:gd name="T75" fmla="*/ 1667 h 2714"/>
                                      <a:gd name="T76" fmla="*/ 645 w 3190"/>
                                      <a:gd name="T77" fmla="*/ 1381 h 2714"/>
                                      <a:gd name="T78" fmla="*/ 906 w 3190"/>
                                      <a:gd name="T79" fmla="*/ 1231 h 2714"/>
                                      <a:gd name="T80" fmla="*/ 1235 w 3190"/>
                                      <a:gd name="T81" fmla="*/ 1248 h 2714"/>
                                      <a:gd name="T82" fmla="*/ 3184 w 3190"/>
                                      <a:gd name="T83" fmla="*/ 1327 h 2714"/>
                                      <a:gd name="T84" fmla="*/ 1861 w 3190"/>
                                      <a:gd name="T85" fmla="*/ 1346 h 2714"/>
                                      <a:gd name="T86" fmla="*/ 22 w 3190"/>
                                      <a:gd name="T87" fmla="*/ 1570 h 2714"/>
                                      <a:gd name="T88" fmla="*/ 2013 w 3190"/>
                                      <a:gd name="T89" fmla="*/ 1389 h 2714"/>
                                      <a:gd name="T90" fmla="*/ 1839 w 3190"/>
                                      <a:gd name="T91" fmla="*/ 1544 h 2714"/>
                                      <a:gd name="T92" fmla="*/ 1572 w 3190"/>
                                      <a:gd name="T93" fmla="*/ 1464 h 2714"/>
                                      <a:gd name="T94" fmla="*/ 1756 w 3190"/>
                                      <a:gd name="T95" fmla="*/ 1495 h 2714"/>
                                      <a:gd name="T96" fmla="*/ 1666 w 3190"/>
                                      <a:gd name="T97" fmla="*/ 1571 h 2714"/>
                                      <a:gd name="T98" fmla="*/ 1432 w 3190"/>
                                      <a:gd name="T99" fmla="*/ 1651 h 2714"/>
                                      <a:gd name="T100" fmla="*/ 2913 w 3190"/>
                                      <a:gd name="T101" fmla="*/ 2061 h 2714"/>
                                      <a:gd name="T102" fmla="*/ 2031 w 3190"/>
                                      <a:gd name="T103" fmla="*/ 1672 h 2714"/>
                                      <a:gd name="T104" fmla="*/ 668 w 3190"/>
                                      <a:gd name="T105" fmla="*/ 2192 h 2714"/>
                                      <a:gd name="T106" fmla="*/ 694 w 3190"/>
                                      <a:gd name="T107" fmla="*/ 2117 h 2714"/>
                                      <a:gd name="T108" fmla="*/ 1530 w 3190"/>
                                      <a:gd name="T109" fmla="*/ 1830 h 2714"/>
                                      <a:gd name="T110" fmla="*/ 2143 w 3190"/>
                                      <a:gd name="T111" fmla="*/ 2063 h 2714"/>
                                      <a:gd name="T112" fmla="*/ 1694 w 3190"/>
                                      <a:gd name="T113" fmla="*/ 1936 h 2714"/>
                                      <a:gd name="T114" fmla="*/ 2847 w 3190"/>
                                      <a:gd name="T115" fmla="*/ 2158 h 2714"/>
                                      <a:gd name="T116" fmla="*/ 908 w 3190"/>
                                      <a:gd name="T117" fmla="*/ 2304 h 2714"/>
                                      <a:gd name="T118" fmla="*/ 1143 w 3190"/>
                                      <a:gd name="T119" fmla="*/ 2342 h 2714"/>
                                      <a:gd name="T120" fmla="*/ 783 w 3190"/>
                                      <a:gd name="T121" fmla="*/ 2514 h 2714"/>
                                      <a:gd name="T122" fmla="*/ 1405 w 3190"/>
                                      <a:gd name="T123" fmla="*/ 2542 h 2714"/>
                                      <a:gd name="T124" fmla="*/ 2434 w 3190"/>
                                      <a:gd name="T125" fmla="*/ 2498 h 27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3190" h="2714">
                                        <a:moveTo>
                                          <a:pt x="2588" y="600"/>
                                        </a:moveTo>
                                        <a:lnTo>
                                          <a:pt x="2588" y="600"/>
                                        </a:lnTo>
                                        <a:lnTo>
                                          <a:pt x="2608" y="634"/>
                                        </a:lnTo>
                                        <a:lnTo>
                                          <a:pt x="2625" y="668"/>
                                        </a:lnTo>
                                        <a:lnTo>
                                          <a:pt x="2642" y="705"/>
                                        </a:lnTo>
                                        <a:lnTo>
                                          <a:pt x="2657" y="741"/>
                                        </a:lnTo>
                                        <a:lnTo>
                                          <a:pt x="2670" y="778"/>
                                        </a:lnTo>
                                        <a:lnTo>
                                          <a:pt x="2682" y="817"/>
                                        </a:lnTo>
                                        <a:lnTo>
                                          <a:pt x="2692" y="856"/>
                                        </a:lnTo>
                                        <a:lnTo>
                                          <a:pt x="2701" y="895"/>
                                        </a:lnTo>
                                        <a:lnTo>
                                          <a:pt x="2709" y="934"/>
                                        </a:lnTo>
                                        <a:lnTo>
                                          <a:pt x="2715" y="975"/>
                                        </a:lnTo>
                                        <a:lnTo>
                                          <a:pt x="2719" y="1015"/>
                                        </a:lnTo>
                                        <a:lnTo>
                                          <a:pt x="2723" y="1056"/>
                                        </a:lnTo>
                                        <a:lnTo>
                                          <a:pt x="2725" y="1097"/>
                                        </a:lnTo>
                                        <a:lnTo>
                                          <a:pt x="2725" y="1139"/>
                                        </a:lnTo>
                                        <a:lnTo>
                                          <a:pt x="2724" y="1180"/>
                                        </a:lnTo>
                                        <a:lnTo>
                                          <a:pt x="2721" y="1221"/>
                                        </a:lnTo>
                                        <a:lnTo>
                                          <a:pt x="2717" y="1262"/>
                                        </a:lnTo>
                                        <a:lnTo>
                                          <a:pt x="2712" y="1303"/>
                                        </a:lnTo>
                                        <a:lnTo>
                                          <a:pt x="2705" y="1344"/>
                                        </a:lnTo>
                                        <a:lnTo>
                                          <a:pt x="2698" y="1385"/>
                                        </a:lnTo>
                                        <a:lnTo>
                                          <a:pt x="2688" y="1425"/>
                                        </a:lnTo>
                                        <a:lnTo>
                                          <a:pt x="2677" y="1464"/>
                                        </a:lnTo>
                                        <a:lnTo>
                                          <a:pt x="2666" y="1503"/>
                                        </a:lnTo>
                                        <a:lnTo>
                                          <a:pt x="2653" y="1541"/>
                                        </a:lnTo>
                                        <a:lnTo>
                                          <a:pt x="2638" y="1579"/>
                                        </a:lnTo>
                                        <a:lnTo>
                                          <a:pt x="2622" y="1616"/>
                                        </a:lnTo>
                                        <a:lnTo>
                                          <a:pt x="2604" y="1651"/>
                                        </a:lnTo>
                                        <a:lnTo>
                                          <a:pt x="2586" y="1687"/>
                                        </a:lnTo>
                                        <a:lnTo>
                                          <a:pt x="2567" y="1722"/>
                                        </a:lnTo>
                                        <a:lnTo>
                                          <a:pt x="2545" y="1754"/>
                                        </a:lnTo>
                                        <a:lnTo>
                                          <a:pt x="2523" y="1786"/>
                                        </a:lnTo>
                                        <a:lnTo>
                                          <a:pt x="2499" y="1816"/>
                                        </a:lnTo>
                                        <a:lnTo>
                                          <a:pt x="2499" y="1816"/>
                                        </a:lnTo>
                                        <a:lnTo>
                                          <a:pt x="2472" y="1852"/>
                                        </a:lnTo>
                                        <a:lnTo>
                                          <a:pt x="2443" y="1885"/>
                                        </a:lnTo>
                                        <a:lnTo>
                                          <a:pt x="2414" y="1918"/>
                                        </a:lnTo>
                                        <a:lnTo>
                                          <a:pt x="2384" y="1949"/>
                                        </a:lnTo>
                                        <a:lnTo>
                                          <a:pt x="2352" y="1979"/>
                                        </a:lnTo>
                                        <a:lnTo>
                                          <a:pt x="2320" y="2007"/>
                                        </a:lnTo>
                                        <a:lnTo>
                                          <a:pt x="2286" y="2034"/>
                                        </a:lnTo>
                                        <a:lnTo>
                                          <a:pt x="2253" y="2060"/>
                                        </a:lnTo>
                                        <a:lnTo>
                                          <a:pt x="2218" y="2085"/>
                                        </a:lnTo>
                                        <a:lnTo>
                                          <a:pt x="2182" y="2108"/>
                                        </a:lnTo>
                                        <a:lnTo>
                                          <a:pt x="2146" y="2129"/>
                                        </a:lnTo>
                                        <a:lnTo>
                                          <a:pt x="2109" y="2149"/>
                                        </a:lnTo>
                                        <a:lnTo>
                                          <a:pt x="2072" y="2168"/>
                                        </a:lnTo>
                                        <a:lnTo>
                                          <a:pt x="2033" y="2185"/>
                                        </a:lnTo>
                                        <a:lnTo>
                                          <a:pt x="1994" y="2200"/>
                                        </a:lnTo>
                                        <a:lnTo>
                                          <a:pt x="1954" y="2215"/>
                                        </a:lnTo>
                                        <a:lnTo>
                                          <a:pt x="1915" y="2228"/>
                                        </a:lnTo>
                                        <a:lnTo>
                                          <a:pt x="1874" y="2239"/>
                                        </a:lnTo>
                                        <a:lnTo>
                                          <a:pt x="1833" y="2249"/>
                                        </a:lnTo>
                                        <a:lnTo>
                                          <a:pt x="1791" y="2257"/>
                                        </a:lnTo>
                                        <a:lnTo>
                                          <a:pt x="1749" y="2264"/>
                                        </a:lnTo>
                                        <a:lnTo>
                                          <a:pt x="1707" y="2269"/>
                                        </a:lnTo>
                                        <a:lnTo>
                                          <a:pt x="1664" y="2273"/>
                                        </a:lnTo>
                                        <a:lnTo>
                                          <a:pt x="1622" y="2275"/>
                                        </a:lnTo>
                                        <a:lnTo>
                                          <a:pt x="1579" y="2275"/>
                                        </a:lnTo>
                                        <a:lnTo>
                                          <a:pt x="1535" y="2274"/>
                                        </a:lnTo>
                                        <a:lnTo>
                                          <a:pt x="1492" y="2271"/>
                                        </a:lnTo>
                                        <a:lnTo>
                                          <a:pt x="1449" y="2266"/>
                                        </a:lnTo>
                                        <a:lnTo>
                                          <a:pt x="1405" y="2261"/>
                                        </a:lnTo>
                                        <a:lnTo>
                                          <a:pt x="1361" y="2252"/>
                                        </a:lnTo>
                                        <a:lnTo>
                                          <a:pt x="1318" y="2242"/>
                                        </a:lnTo>
                                        <a:lnTo>
                                          <a:pt x="1274" y="2232"/>
                                        </a:lnTo>
                                        <a:lnTo>
                                          <a:pt x="1274" y="2232"/>
                                        </a:lnTo>
                                        <a:lnTo>
                                          <a:pt x="1235" y="2220"/>
                                        </a:lnTo>
                                        <a:lnTo>
                                          <a:pt x="1196" y="2207"/>
                                        </a:lnTo>
                                        <a:lnTo>
                                          <a:pt x="1157" y="2193"/>
                                        </a:lnTo>
                                        <a:lnTo>
                                          <a:pt x="1120" y="2177"/>
                                        </a:lnTo>
                                        <a:lnTo>
                                          <a:pt x="1082" y="2158"/>
                                        </a:lnTo>
                                        <a:lnTo>
                                          <a:pt x="1046" y="2140"/>
                                        </a:lnTo>
                                        <a:lnTo>
                                          <a:pt x="1010" y="2118"/>
                                        </a:lnTo>
                                        <a:lnTo>
                                          <a:pt x="975" y="2097"/>
                                        </a:lnTo>
                                        <a:lnTo>
                                          <a:pt x="940" y="2073"/>
                                        </a:lnTo>
                                        <a:lnTo>
                                          <a:pt x="907" y="2048"/>
                                        </a:lnTo>
                                        <a:lnTo>
                                          <a:pt x="874" y="2022"/>
                                        </a:lnTo>
                                        <a:lnTo>
                                          <a:pt x="842" y="1995"/>
                                        </a:lnTo>
                                        <a:lnTo>
                                          <a:pt x="811" y="1967"/>
                                        </a:lnTo>
                                        <a:lnTo>
                                          <a:pt x="782" y="1938"/>
                                        </a:lnTo>
                                        <a:lnTo>
                                          <a:pt x="753" y="1907"/>
                                        </a:lnTo>
                                        <a:lnTo>
                                          <a:pt x="725" y="1876"/>
                                        </a:lnTo>
                                        <a:lnTo>
                                          <a:pt x="700" y="1843"/>
                                        </a:lnTo>
                                        <a:lnTo>
                                          <a:pt x="674" y="1810"/>
                                        </a:lnTo>
                                        <a:lnTo>
                                          <a:pt x="650" y="1777"/>
                                        </a:lnTo>
                                        <a:lnTo>
                                          <a:pt x="627" y="1741"/>
                                        </a:lnTo>
                                        <a:lnTo>
                                          <a:pt x="605" y="1705"/>
                                        </a:lnTo>
                                        <a:lnTo>
                                          <a:pt x="585" y="1669"/>
                                        </a:lnTo>
                                        <a:lnTo>
                                          <a:pt x="566" y="1632"/>
                                        </a:lnTo>
                                        <a:lnTo>
                                          <a:pt x="549" y="1593"/>
                                        </a:lnTo>
                                        <a:lnTo>
                                          <a:pt x="533" y="1556"/>
                                        </a:lnTo>
                                        <a:lnTo>
                                          <a:pt x="518" y="1517"/>
                                        </a:lnTo>
                                        <a:lnTo>
                                          <a:pt x="505" y="1477"/>
                                        </a:lnTo>
                                        <a:lnTo>
                                          <a:pt x="494" y="1437"/>
                                        </a:lnTo>
                                        <a:lnTo>
                                          <a:pt x="485" y="1397"/>
                                        </a:lnTo>
                                        <a:lnTo>
                                          <a:pt x="476" y="1356"/>
                                        </a:lnTo>
                                        <a:lnTo>
                                          <a:pt x="470" y="1315"/>
                                        </a:lnTo>
                                        <a:lnTo>
                                          <a:pt x="465" y="1274"/>
                                        </a:lnTo>
                                        <a:lnTo>
                                          <a:pt x="465" y="1274"/>
                                        </a:lnTo>
                                        <a:lnTo>
                                          <a:pt x="461" y="1231"/>
                                        </a:lnTo>
                                        <a:lnTo>
                                          <a:pt x="459" y="1188"/>
                                        </a:lnTo>
                                        <a:lnTo>
                                          <a:pt x="458" y="1145"/>
                                        </a:lnTo>
                                        <a:lnTo>
                                          <a:pt x="458" y="1102"/>
                                        </a:lnTo>
                                        <a:lnTo>
                                          <a:pt x="460" y="1059"/>
                                        </a:lnTo>
                                        <a:lnTo>
                                          <a:pt x="463" y="1017"/>
                                        </a:lnTo>
                                        <a:lnTo>
                                          <a:pt x="469" y="976"/>
                                        </a:lnTo>
                                        <a:lnTo>
                                          <a:pt x="475" y="935"/>
                                        </a:lnTo>
                                        <a:lnTo>
                                          <a:pt x="483" y="895"/>
                                        </a:lnTo>
                                        <a:lnTo>
                                          <a:pt x="492" y="855"/>
                                        </a:lnTo>
                                        <a:lnTo>
                                          <a:pt x="502" y="815"/>
                                        </a:lnTo>
                                        <a:lnTo>
                                          <a:pt x="515" y="776"/>
                                        </a:lnTo>
                                        <a:lnTo>
                                          <a:pt x="528" y="737"/>
                                        </a:lnTo>
                                        <a:lnTo>
                                          <a:pt x="543" y="699"/>
                                        </a:lnTo>
                                        <a:lnTo>
                                          <a:pt x="559" y="663"/>
                                        </a:lnTo>
                                        <a:lnTo>
                                          <a:pt x="576" y="626"/>
                                        </a:lnTo>
                                        <a:lnTo>
                                          <a:pt x="594" y="589"/>
                                        </a:lnTo>
                                        <a:lnTo>
                                          <a:pt x="615" y="555"/>
                                        </a:lnTo>
                                        <a:lnTo>
                                          <a:pt x="636" y="520"/>
                                        </a:lnTo>
                                        <a:lnTo>
                                          <a:pt x="659" y="487"/>
                                        </a:lnTo>
                                        <a:lnTo>
                                          <a:pt x="682" y="454"/>
                                        </a:lnTo>
                                        <a:lnTo>
                                          <a:pt x="707" y="421"/>
                                        </a:lnTo>
                                        <a:lnTo>
                                          <a:pt x="734" y="390"/>
                                        </a:lnTo>
                                        <a:lnTo>
                                          <a:pt x="761" y="360"/>
                                        </a:lnTo>
                                        <a:lnTo>
                                          <a:pt x="790" y="331"/>
                                        </a:lnTo>
                                        <a:lnTo>
                                          <a:pt x="819" y="303"/>
                                        </a:lnTo>
                                        <a:lnTo>
                                          <a:pt x="850" y="275"/>
                                        </a:lnTo>
                                        <a:lnTo>
                                          <a:pt x="882" y="248"/>
                                        </a:lnTo>
                                        <a:lnTo>
                                          <a:pt x="914" y="223"/>
                                        </a:lnTo>
                                        <a:lnTo>
                                          <a:pt x="949" y="198"/>
                                        </a:lnTo>
                                        <a:lnTo>
                                          <a:pt x="984" y="174"/>
                                        </a:lnTo>
                                        <a:lnTo>
                                          <a:pt x="1021" y="153"/>
                                        </a:lnTo>
                                        <a:lnTo>
                                          <a:pt x="1021" y="153"/>
                                        </a:lnTo>
                                        <a:lnTo>
                                          <a:pt x="1050" y="135"/>
                                        </a:lnTo>
                                        <a:lnTo>
                                          <a:pt x="1079" y="119"/>
                                        </a:lnTo>
                                        <a:lnTo>
                                          <a:pt x="1110" y="104"/>
                                        </a:lnTo>
                                        <a:lnTo>
                                          <a:pt x="1141" y="90"/>
                                        </a:lnTo>
                                        <a:lnTo>
                                          <a:pt x="1173" y="77"/>
                                        </a:lnTo>
                                        <a:lnTo>
                                          <a:pt x="1206" y="64"/>
                                        </a:lnTo>
                                        <a:lnTo>
                                          <a:pt x="1239" y="53"/>
                                        </a:lnTo>
                                        <a:lnTo>
                                          <a:pt x="1273" y="44"/>
                                        </a:lnTo>
                                        <a:lnTo>
                                          <a:pt x="1308" y="34"/>
                                        </a:lnTo>
                                        <a:lnTo>
                                          <a:pt x="1342" y="27"/>
                                        </a:lnTo>
                                        <a:lnTo>
                                          <a:pt x="1377" y="20"/>
                                        </a:lnTo>
                                        <a:lnTo>
                                          <a:pt x="1413" y="14"/>
                                        </a:lnTo>
                                        <a:lnTo>
                                          <a:pt x="1449" y="8"/>
                                        </a:lnTo>
                                        <a:lnTo>
                                          <a:pt x="1485" y="5"/>
                                        </a:lnTo>
                                        <a:lnTo>
                                          <a:pt x="1521" y="2"/>
                                        </a:lnTo>
                                        <a:lnTo>
                                          <a:pt x="1558" y="1"/>
                                        </a:lnTo>
                                        <a:lnTo>
                                          <a:pt x="1593" y="0"/>
                                        </a:lnTo>
                                        <a:lnTo>
                                          <a:pt x="1630" y="0"/>
                                        </a:lnTo>
                                        <a:lnTo>
                                          <a:pt x="1666" y="2"/>
                                        </a:lnTo>
                                        <a:lnTo>
                                          <a:pt x="1703" y="4"/>
                                        </a:lnTo>
                                        <a:lnTo>
                                          <a:pt x="1738" y="7"/>
                                        </a:lnTo>
                                        <a:lnTo>
                                          <a:pt x="1774" y="12"/>
                                        </a:lnTo>
                                        <a:lnTo>
                                          <a:pt x="1809" y="18"/>
                                        </a:lnTo>
                                        <a:lnTo>
                                          <a:pt x="1845" y="25"/>
                                        </a:lnTo>
                                        <a:lnTo>
                                          <a:pt x="1879" y="33"/>
                                        </a:lnTo>
                                        <a:lnTo>
                                          <a:pt x="1913" y="43"/>
                                        </a:lnTo>
                                        <a:lnTo>
                                          <a:pt x="1947" y="52"/>
                                        </a:lnTo>
                                        <a:lnTo>
                                          <a:pt x="1979" y="64"/>
                                        </a:lnTo>
                                        <a:lnTo>
                                          <a:pt x="2011" y="77"/>
                                        </a:lnTo>
                                        <a:lnTo>
                                          <a:pt x="2044" y="90"/>
                                        </a:lnTo>
                                        <a:lnTo>
                                          <a:pt x="2074" y="105"/>
                                        </a:lnTo>
                                        <a:lnTo>
                                          <a:pt x="2104" y="121"/>
                                        </a:lnTo>
                                        <a:lnTo>
                                          <a:pt x="2104" y="121"/>
                                        </a:lnTo>
                                        <a:lnTo>
                                          <a:pt x="2140" y="140"/>
                                        </a:lnTo>
                                        <a:lnTo>
                                          <a:pt x="2176" y="160"/>
                                        </a:lnTo>
                                        <a:lnTo>
                                          <a:pt x="2211" y="184"/>
                                        </a:lnTo>
                                        <a:lnTo>
                                          <a:pt x="2247" y="208"/>
                                        </a:lnTo>
                                        <a:lnTo>
                                          <a:pt x="2281" y="235"/>
                                        </a:lnTo>
                                        <a:lnTo>
                                          <a:pt x="2315" y="263"/>
                                        </a:lnTo>
                                        <a:lnTo>
                                          <a:pt x="2348" y="292"/>
                                        </a:lnTo>
                                        <a:lnTo>
                                          <a:pt x="2380" y="323"/>
                                        </a:lnTo>
                                        <a:lnTo>
                                          <a:pt x="2411" y="354"/>
                                        </a:lnTo>
                                        <a:lnTo>
                                          <a:pt x="2441" y="388"/>
                                        </a:lnTo>
                                        <a:lnTo>
                                          <a:pt x="2470" y="421"/>
                                        </a:lnTo>
                                        <a:lnTo>
                                          <a:pt x="2497" y="457"/>
                                        </a:lnTo>
                                        <a:lnTo>
                                          <a:pt x="2523" y="491"/>
                                        </a:lnTo>
                                        <a:lnTo>
                                          <a:pt x="2546" y="527"/>
                                        </a:lnTo>
                                        <a:lnTo>
                                          <a:pt x="2568" y="563"/>
                                        </a:lnTo>
                                        <a:lnTo>
                                          <a:pt x="2588" y="600"/>
                                        </a:lnTo>
                                        <a:lnTo>
                                          <a:pt x="2588" y="600"/>
                                        </a:lnTo>
                                        <a:close/>
                                        <a:moveTo>
                                          <a:pt x="1617" y="52"/>
                                        </a:moveTo>
                                        <a:lnTo>
                                          <a:pt x="1617" y="52"/>
                                        </a:lnTo>
                                        <a:lnTo>
                                          <a:pt x="1619" y="87"/>
                                        </a:lnTo>
                                        <a:lnTo>
                                          <a:pt x="1620" y="126"/>
                                        </a:lnTo>
                                        <a:lnTo>
                                          <a:pt x="1619" y="165"/>
                                        </a:lnTo>
                                        <a:lnTo>
                                          <a:pt x="1617" y="203"/>
                                        </a:lnTo>
                                        <a:lnTo>
                                          <a:pt x="1617" y="203"/>
                                        </a:lnTo>
                                        <a:lnTo>
                                          <a:pt x="1617" y="200"/>
                                        </a:lnTo>
                                        <a:lnTo>
                                          <a:pt x="1618" y="199"/>
                                        </a:lnTo>
                                        <a:lnTo>
                                          <a:pt x="1621" y="196"/>
                                        </a:lnTo>
                                        <a:lnTo>
                                          <a:pt x="1626" y="195"/>
                                        </a:lnTo>
                                        <a:lnTo>
                                          <a:pt x="1630" y="193"/>
                                        </a:lnTo>
                                        <a:lnTo>
                                          <a:pt x="1630" y="193"/>
                                        </a:lnTo>
                                        <a:lnTo>
                                          <a:pt x="1634" y="195"/>
                                        </a:lnTo>
                                        <a:lnTo>
                                          <a:pt x="1637" y="199"/>
                                        </a:lnTo>
                                        <a:lnTo>
                                          <a:pt x="1641" y="202"/>
                                        </a:lnTo>
                                        <a:lnTo>
                                          <a:pt x="1642" y="208"/>
                                        </a:lnTo>
                                        <a:lnTo>
                                          <a:pt x="1643" y="213"/>
                                        </a:lnTo>
                                        <a:lnTo>
                                          <a:pt x="1642" y="218"/>
                                        </a:lnTo>
                                        <a:lnTo>
                                          <a:pt x="1640" y="228"/>
                                        </a:lnTo>
                                        <a:lnTo>
                                          <a:pt x="1636" y="228"/>
                                        </a:lnTo>
                                        <a:lnTo>
                                          <a:pt x="1636" y="228"/>
                                        </a:lnTo>
                                        <a:lnTo>
                                          <a:pt x="1665" y="227"/>
                                        </a:lnTo>
                                        <a:lnTo>
                                          <a:pt x="1693" y="229"/>
                                        </a:lnTo>
                                        <a:lnTo>
                                          <a:pt x="1721" y="231"/>
                                        </a:lnTo>
                                        <a:lnTo>
                                          <a:pt x="1748" y="236"/>
                                        </a:lnTo>
                                        <a:lnTo>
                                          <a:pt x="1776" y="241"/>
                                        </a:lnTo>
                                        <a:lnTo>
                                          <a:pt x="1803" y="249"/>
                                        </a:lnTo>
                                        <a:lnTo>
                                          <a:pt x="1856" y="264"/>
                                        </a:lnTo>
                                        <a:lnTo>
                                          <a:pt x="1856" y="264"/>
                                        </a:lnTo>
                                        <a:lnTo>
                                          <a:pt x="1870" y="266"/>
                                        </a:lnTo>
                                        <a:lnTo>
                                          <a:pt x="1882" y="270"/>
                                        </a:lnTo>
                                        <a:lnTo>
                                          <a:pt x="1895" y="276"/>
                                        </a:lnTo>
                                        <a:lnTo>
                                          <a:pt x="1909" y="282"/>
                                        </a:lnTo>
                                        <a:lnTo>
                                          <a:pt x="1935" y="296"/>
                                        </a:lnTo>
                                        <a:lnTo>
                                          <a:pt x="1960" y="310"/>
                                        </a:lnTo>
                                        <a:lnTo>
                                          <a:pt x="1973" y="317"/>
                                        </a:lnTo>
                                        <a:lnTo>
                                          <a:pt x="1986" y="321"/>
                                        </a:lnTo>
                                        <a:lnTo>
                                          <a:pt x="1998" y="325"/>
                                        </a:lnTo>
                                        <a:lnTo>
                                          <a:pt x="2011" y="327"/>
                                        </a:lnTo>
                                        <a:lnTo>
                                          <a:pt x="2024" y="327"/>
                                        </a:lnTo>
                                        <a:lnTo>
                                          <a:pt x="2037" y="326"/>
                                        </a:lnTo>
                                        <a:lnTo>
                                          <a:pt x="2050" y="322"/>
                                        </a:lnTo>
                                        <a:lnTo>
                                          <a:pt x="2058" y="319"/>
                                        </a:lnTo>
                                        <a:lnTo>
                                          <a:pt x="2064" y="314"/>
                                        </a:lnTo>
                                        <a:lnTo>
                                          <a:pt x="2064" y="314"/>
                                        </a:lnTo>
                                        <a:lnTo>
                                          <a:pt x="2068" y="318"/>
                                        </a:lnTo>
                                        <a:lnTo>
                                          <a:pt x="2072" y="321"/>
                                        </a:lnTo>
                                        <a:lnTo>
                                          <a:pt x="2077" y="323"/>
                                        </a:lnTo>
                                        <a:lnTo>
                                          <a:pt x="2081" y="324"/>
                                        </a:lnTo>
                                        <a:lnTo>
                                          <a:pt x="2091" y="326"/>
                                        </a:lnTo>
                                        <a:lnTo>
                                          <a:pt x="2101" y="327"/>
                                        </a:lnTo>
                                        <a:lnTo>
                                          <a:pt x="2109" y="330"/>
                                        </a:lnTo>
                                        <a:lnTo>
                                          <a:pt x="2113" y="331"/>
                                        </a:lnTo>
                                        <a:lnTo>
                                          <a:pt x="2118" y="333"/>
                                        </a:lnTo>
                                        <a:lnTo>
                                          <a:pt x="2121" y="336"/>
                                        </a:lnTo>
                                        <a:lnTo>
                                          <a:pt x="2124" y="339"/>
                                        </a:lnTo>
                                        <a:lnTo>
                                          <a:pt x="2127" y="345"/>
                                        </a:lnTo>
                                        <a:lnTo>
                                          <a:pt x="2130" y="350"/>
                                        </a:lnTo>
                                        <a:lnTo>
                                          <a:pt x="2130" y="350"/>
                                        </a:lnTo>
                                        <a:lnTo>
                                          <a:pt x="2139" y="353"/>
                                        </a:lnTo>
                                        <a:lnTo>
                                          <a:pt x="2148" y="359"/>
                                        </a:lnTo>
                                        <a:lnTo>
                                          <a:pt x="2155" y="364"/>
                                        </a:lnTo>
                                        <a:lnTo>
                                          <a:pt x="2163" y="372"/>
                                        </a:lnTo>
                                        <a:lnTo>
                                          <a:pt x="2177" y="387"/>
                                        </a:lnTo>
                                        <a:lnTo>
                                          <a:pt x="2183" y="394"/>
                                        </a:lnTo>
                                        <a:lnTo>
                                          <a:pt x="2191" y="402"/>
                                        </a:lnTo>
                                        <a:lnTo>
                                          <a:pt x="2191" y="402"/>
                                        </a:lnTo>
                                        <a:lnTo>
                                          <a:pt x="2191" y="410"/>
                                        </a:lnTo>
                                        <a:lnTo>
                                          <a:pt x="2193" y="418"/>
                                        </a:lnTo>
                                        <a:lnTo>
                                          <a:pt x="2197" y="425"/>
                                        </a:lnTo>
                                        <a:lnTo>
                                          <a:pt x="2201" y="432"/>
                                        </a:lnTo>
                                        <a:lnTo>
                                          <a:pt x="2212" y="445"/>
                                        </a:lnTo>
                                        <a:lnTo>
                                          <a:pt x="2217" y="450"/>
                                        </a:lnTo>
                                        <a:lnTo>
                                          <a:pt x="2221" y="458"/>
                                        </a:lnTo>
                                        <a:lnTo>
                                          <a:pt x="2221" y="455"/>
                                        </a:lnTo>
                                        <a:lnTo>
                                          <a:pt x="2221" y="455"/>
                                        </a:lnTo>
                                        <a:lnTo>
                                          <a:pt x="2231" y="438"/>
                                        </a:lnTo>
                                        <a:lnTo>
                                          <a:pt x="2241" y="423"/>
                                        </a:lnTo>
                                        <a:lnTo>
                                          <a:pt x="2253" y="408"/>
                                        </a:lnTo>
                                        <a:lnTo>
                                          <a:pt x="2266" y="394"/>
                                        </a:lnTo>
                                        <a:lnTo>
                                          <a:pt x="2280" y="381"/>
                                        </a:lnTo>
                                        <a:lnTo>
                                          <a:pt x="2294" y="369"/>
                                        </a:lnTo>
                                        <a:lnTo>
                                          <a:pt x="2309" y="360"/>
                                        </a:lnTo>
                                        <a:lnTo>
                                          <a:pt x="2325" y="350"/>
                                        </a:lnTo>
                                        <a:lnTo>
                                          <a:pt x="2325" y="350"/>
                                        </a:lnTo>
                                        <a:lnTo>
                                          <a:pt x="2296" y="324"/>
                                        </a:lnTo>
                                        <a:lnTo>
                                          <a:pt x="2267" y="298"/>
                                        </a:lnTo>
                                        <a:lnTo>
                                          <a:pt x="2237" y="275"/>
                                        </a:lnTo>
                                        <a:lnTo>
                                          <a:pt x="2206" y="252"/>
                                        </a:lnTo>
                                        <a:lnTo>
                                          <a:pt x="2174" y="230"/>
                                        </a:lnTo>
                                        <a:lnTo>
                                          <a:pt x="2141" y="210"/>
                                        </a:lnTo>
                                        <a:lnTo>
                                          <a:pt x="2108" y="190"/>
                                        </a:lnTo>
                                        <a:lnTo>
                                          <a:pt x="2075" y="173"/>
                                        </a:lnTo>
                                        <a:lnTo>
                                          <a:pt x="2040" y="156"/>
                                        </a:lnTo>
                                        <a:lnTo>
                                          <a:pt x="2006" y="141"/>
                                        </a:lnTo>
                                        <a:lnTo>
                                          <a:pt x="1971" y="127"/>
                                        </a:lnTo>
                                        <a:lnTo>
                                          <a:pt x="1935" y="114"/>
                                        </a:lnTo>
                                        <a:lnTo>
                                          <a:pt x="1899" y="102"/>
                                        </a:lnTo>
                                        <a:lnTo>
                                          <a:pt x="1862" y="92"/>
                                        </a:lnTo>
                                        <a:lnTo>
                                          <a:pt x="1824" y="84"/>
                                        </a:lnTo>
                                        <a:lnTo>
                                          <a:pt x="1787" y="75"/>
                                        </a:lnTo>
                                        <a:lnTo>
                                          <a:pt x="1787" y="75"/>
                                        </a:lnTo>
                                        <a:lnTo>
                                          <a:pt x="1766" y="72"/>
                                        </a:lnTo>
                                        <a:lnTo>
                                          <a:pt x="1745" y="70"/>
                                        </a:lnTo>
                                        <a:lnTo>
                                          <a:pt x="1701" y="65"/>
                                        </a:lnTo>
                                        <a:lnTo>
                                          <a:pt x="1679" y="63"/>
                                        </a:lnTo>
                                        <a:lnTo>
                                          <a:pt x="1658" y="61"/>
                                        </a:lnTo>
                                        <a:lnTo>
                                          <a:pt x="1637" y="57"/>
                                        </a:lnTo>
                                        <a:lnTo>
                                          <a:pt x="1617" y="52"/>
                                        </a:lnTo>
                                        <a:lnTo>
                                          <a:pt x="1617" y="52"/>
                                        </a:lnTo>
                                        <a:close/>
                                        <a:moveTo>
                                          <a:pt x="850" y="352"/>
                                        </a:moveTo>
                                        <a:lnTo>
                                          <a:pt x="975" y="473"/>
                                        </a:lnTo>
                                        <a:lnTo>
                                          <a:pt x="975" y="473"/>
                                        </a:lnTo>
                                        <a:lnTo>
                                          <a:pt x="1005" y="445"/>
                                        </a:lnTo>
                                        <a:lnTo>
                                          <a:pt x="1036" y="418"/>
                                        </a:lnTo>
                                        <a:lnTo>
                                          <a:pt x="1068" y="393"/>
                                        </a:lnTo>
                                        <a:lnTo>
                                          <a:pt x="1100" y="370"/>
                                        </a:lnTo>
                                        <a:lnTo>
                                          <a:pt x="1134" y="349"/>
                                        </a:lnTo>
                                        <a:lnTo>
                                          <a:pt x="1168" y="330"/>
                                        </a:lnTo>
                                        <a:lnTo>
                                          <a:pt x="1203" y="311"/>
                                        </a:lnTo>
                                        <a:lnTo>
                                          <a:pt x="1240" y="294"/>
                                        </a:lnTo>
                                        <a:lnTo>
                                          <a:pt x="1277" y="280"/>
                                        </a:lnTo>
                                        <a:lnTo>
                                          <a:pt x="1314" y="267"/>
                                        </a:lnTo>
                                        <a:lnTo>
                                          <a:pt x="1353" y="255"/>
                                        </a:lnTo>
                                        <a:lnTo>
                                          <a:pt x="1391" y="245"/>
                                        </a:lnTo>
                                        <a:lnTo>
                                          <a:pt x="1431" y="238"/>
                                        </a:lnTo>
                                        <a:lnTo>
                                          <a:pt x="1471" y="231"/>
                                        </a:lnTo>
                                        <a:lnTo>
                                          <a:pt x="1512" y="227"/>
                                        </a:lnTo>
                                        <a:lnTo>
                                          <a:pt x="1554" y="225"/>
                                        </a:lnTo>
                                        <a:lnTo>
                                          <a:pt x="1554" y="225"/>
                                        </a:lnTo>
                                        <a:lnTo>
                                          <a:pt x="1550" y="204"/>
                                        </a:lnTo>
                                        <a:lnTo>
                                          <a:pt x="1549" y="184"/>
                                        </a:lnTo>
                                        <a:lnTo>
                                          <a:pt x="1548" y="163"/>
                                        </a:lnTo>
                                        <a:lnTo>
                                          <a:pt x="1548" y="142"/>
                                        </a:lnTo>
                                        <a:lnTo>
                                          <a:pt x="1549" y="99"/>
                                        </a:lnTo>
                                        <a:lnTo>
                                          <a:pt x="1552" y="58"/>
                                        </a:lnTo>
                                        <a:lnTo>
                                          <a:pt x="1552" y="58"/>
                                        </a:lnTo>
                                        <a:lnTo>
                                          <a:pt x="1501" y="61"/>
                                        </a:lnTo>
                                        <a:lnTo>
                                          <a:pt x="1452" y="67"/>
                                        </a:lnTo>
                                        <a:lnTo>
                                          <a:pt x="1403" y="75"/>
                                        </a:lnTo>
                                        <a:lnTo>
                                          <a:pt x="1356" y="85"/>
                                        </a:lnTo>
                                        <a:lnTo>
                                          <a:pt x="1310" y="97"/>
                                        </a:lnTo>
                                        <a:lnTo>
                                          <a:pt x="1264" y="111"/>
                                        </a:lnTo>
                                        <a:lnTo>
                                          <a:pt x="1218" y="127"/>
                                        </a:lnTo>
                                        <a:lnTo>
                                          <a:pt x="1174" y="144"/>
                                        </a:lnTo>
                                        <a:lnTo>
                                          <a:pt x="1131" y="163"/>
                                        </a:lnTo>
                                        <a:lnTo>
                                          <a:pt x="1088" y="185"/>
                                        </a:lnTo>
                                        <a:lnTo>
                                          <a:pt x="1047" y="209"/>
                                        </a:lnTo>
                                        <a:lnTo>
                                          <a:pt x="1006" y="234"/>
                                        </a:lnTo>
                                        <a:lnTo>
                                          <a:pt x="966" y="260"/>
                                        </a:lnTo>
                                        <a:lnTo>
                                          <a:pt x="926" y="290"/>
                                        </a:lnTo>
                                        <a:lnTo>
                                          <a:pt x="888" y="320"/>
                                        </a:lnTo>
                                        <a:lnTo>
                                          <a:pt x="850" y="352"/>
                                        </a:lnTo>
                                        <a:lnTo>
                                          <a:pt x="850" y="352"/>
                                        </a:lnTo>
                                        <a:close/>
                                        <a:moveTo>
                                          <a:pt x="2411" y="92"/>
                                        </a:moveTo>
                                        <a:lnTo>
                                          <a:pt x="2492" y="174"/>
                                        </a:lnTo>
                                        <a:lnTo>
                                          <a:pt x="2492" y="174"/>
                                        </a:lnTo>
                                        <a:lnTo>
                                          <a:pt x="2508" y="198"/>
                                        </a:lnTo>
                                        <a:lnTo>
                                          <a:pt x="2525" y="222"/>
                                        </a:lnTo>
                                        <a:lnTo>
                                          <a:pt x="2559" y="269"/>
                                        </a:lnTo>
                                        <a:lnTo>
                                          <a:pt x="2597" y="314"/>
                                        </a:lnTo>
                                        <a:lnTo>
                                          <a:pt x="2636" y="359"/>
                                        </a:lnTo>
                                        <a:lnTo>
                                          <a:pt x="2656" y="380"/>
                                        </a:lnTo>
                                        <a:lnTo>
                                          <a:pt x="2676" y="401"/>
                                        </a:lnTo>
                                        <a:lnTo>
                                          <a:pt x="2698" y="421"/>
                                        </a:lnTo>
                                        <a:lnTo>
                                          <a:pt x="2718" y="441"/>
                                        </a:lnTo>
                                        <a:lnTo>
                                          <a:pt x="2740" y="459"/>
                                        </a:lnTo>
                                        <a:lnTo>
                                          <a:pt x="2761" y="476"/>
                                        </a:lnTo>
                                        <a:lnTo>
                                          <a:pt x="2783" y="492"/>
                                        </a:lnTo>
                                        <a:lnTo>
                                          <a:pt x="2804" y="508"/>
                                        </a:lnTo>
                                        <a:lnTo>
                                          <a:pt x="2804" y="508"/>
                                        </a:lnTo>
                                        <a:lnTo>
                                          <a:pt x="2796" y="489"/>
                                        </a:lnTo>
                                        <a:lnTo>
                                          <a:pt x="2788" y="469"/>
                                        </a:lnTo>
                                        <a:lnTo>
                                          <a:pt x="2776" y="428"/>
                                        </a:lnTo>
                                        <a:lnTo>
                                          <a:pt x="2771" y="407"/>
                                        </a:lnTo>
                                        <a:lnTo>
                                          <a:pt x="2764" y="387"/>
                                        </a:lnTo>
                                        <a:lnTo>
                                          <a:pt x="2757" y="366"/>
                                        </a:lnTo>
                                        <a:lnTo>
                                          <a:pt x="2748" y="347"/>
                                        </a:lnTo>
                                        <a:lnTo>
                                          <a:pt x="2748" y="347"/>
                                        </a:lnTo>
                                        <a:lnTo>
                                          <a:pt x="2744" y="334"/>
                                        </a:lnTo>
                                        <a:lnTo>
                                          <a:pt x="2738" y="321"/>
                                        </a:lnTo>
                                        <a:lnTo>
                                          <a:pt x="2732" y="309"/>
                                        </a:lnTo>
                                        <a:lnTo>
                                          <a:pt x="2725" y="297"/>
                                        </a:lnTo>
                                        <a:lnTo>
                                          <a:pt x="2710" y="275"/>
                                        </a:lnTo>
                                        <a:lnTo>
                                          <a:pt x="2692" y="254"/>
                                        </a:lnTo>
                                        <a:lnTo>
                                          <a:pt x="2674" y="234"/>
                                        </a:lnTo>
                                        <a:lnTo>
                                          <a:pt x="2654" y="215"/>
                                        </a:lnTo>
                                        <a:lnTo>
                                          <a:pt x="2632" y="199"/>
                                        </a:lnTo>
                                        <a:lnTo>
                                          <a:pt x="2610" y="183"/>
                                        </a:lnTo>
                                        <a:lnTo>
                                          <a:pt x="2586" y="169"/>
                                        </a:lnTo>
                                        <a:lnTo>
                                          <a:pt x="2561" y="155"/>
                                        </a:lnTo>
                                        <a:lnTo>
                                          <a:pt x="2537" y="142"/>
                                        </a:lnTo>
                                        <a:lnTo>
                                          <a:pt x="2511" y="131"/>
                                        </a:lnTo>
                                        <a:lnTo>
                                          <a:pt x="2486" y="120"/>
                                        </a:lnTo>
                                        <a:lnTo>
                                          <a:pt x="2460" y="111"/>
                                        </a:lnTo>
                                        <a:lnTo>
                                          <a:pt x="2411" y="92"/>
                                        </a:lnTo>
                                        <a:lnTo>
                                          <a:pt x="2411" y="92"/>
                                        </a:lnTo>
                                        <a:close/>
                                        <a:moveTo>
                                          <a:pt x="754" y="108"/>
                                        </a:moveTo>
                                        <a:lnTo>
                                          <a:pt x="754" y="108"/>
                                        </a:lnTo>
                                        <a:lnTo>
                                          <a:pt x="678" y="139"/>
                                        </a:lnTo>
                                        <a:lnTo>
                                          <a:pt x="639" y="155"/>
                                        </a:lnTo>
                                        <a:lnTo>
                                          <a:pt x="602" y="172"/>
                                        </a:lnTo>
                                        <a:lnTo>
                                          <a:pt x="584" y="182"/>
                                        </a:lnTo>
                                        <a:lnTo>
                                          <a:pt x="566" y="193"/>
                                        </a:lnTo>
                                        <a:lnTo>
                                          <a:pt x="549" y="203"/>
                                        </a:lnTo>
                                        <a:lnTo>
                                          <a:pt x="532" y="216"/>
                                        </a:lnTo>
                                        <a:lnTo>
                                          <a:pt x="515" y="229"/>
                                        </a:lnTo>
                                        <a:lnTo>
                                          <a:pt x="500" y="243"/>
                                        </a:lnTo>
                                        <a:lnTo>
                                          <a:pt x="484" y="259"/>
                                        </a:lnTo>
                                        <a:lnTo>
                                          <a:pt x="470" y="276"/>
                                        </a:lnTo>
                                        <a:lnTo>
                                          <a:pt x="470" y="276"/>
                                        </a:lnTo>
                                        <a:lnTo>
                                          <a:pt x="459" y="291"/>
                                        </a:lnTo>
                                        <a:lnTo>
                                          <a:pt x="449" y="306"/>
                                        </a:lnTo>
                                        <a:lnTo>
                                          <a:pt x="441" y="321"/>
                                        </a:lnTo>
                                        <a:lnTo>
                                          <a:pt x="433" y="336"/>
                                        </a:lnTo>
                                        <a:lnTo>
                                          <a:pt x="418" y="367"/>
                                        </a:lnTo>
                                        <a:lnTo>
                                          <a:pt x="406" y="400"/>
                                        </a:lnTo>
                                        <a:lnTo>
                                          <a:pt x="396" y="432"/>
                                        </a:lnTo>
                                        <a:lnTo>
                                          <a:pt x="385" y="465"/>
                                        </a:lnTo>
                                        <a:lnTo>
                                          <a:pt x="375" y="498"/>
                                        </a:lnTo>
                                        <a:lnTo>
                                          <a:pt x="364" y="531"/>
                                        </a:lnTo>
                                        <a:lnTo>
                                          <a:pt x="452" y="455"/>
                                        </a:lnTo>
                                        <a:lnTo>
                                          <a:pt x="452" y="455"/>
                                        </a:lnTo>
                                        <a:lnTo>
                                          <a:pt x="477" y="436"/>
                                        </a:lnTo>
                                        <a:lnTo>
                                          <a:pt x="500" y="417"/>
                                        </a:lnTo>
                                        <a:lnTo>
                                          <a:pt x="520" y="395"/>
                                        </a:lnTo>
                                        <a:lnTo>
                                          <a:pt x="538" y="375"/>
                                        </a:lnTo>
                                        <a:lnTo>
                                          <a:pt x="557" y="352"/>
                                        </a:lnTo>
                                        <a:lnTo>
                                          <a:pt x="573" y="330"/>
                                        </a:lnTo>
                                        <a:lnTo>
                                          <a:pt x="605" y="283"/>
                                        </a:lnTo>
                                        <a:lnTo>
                                          <a:pt x="637" y="236"/>
                                        </a:lnTo>
                                        <a:lnTo>
                                          <a:pt x="653" y="213"/>
                                        </a:lnTo>
                                        <a:lnTo>
                                          <a:pt x="671" y="190"/>
                                        </a:lnTo>
                                        <a:lnTo>
                                          <a:pt x="689" y="169"/>
                                        </a:lnTo>
                                        <a:lnTo>
                                          <a:pt x="709" y="147"/>
                                        </a:lnTo>
                                        <a:lnTo>
                                          <a:pt x="731" y="128"/>
                                        </a:lnTo>
                                        <a:lnTo>
                                          <a:pt x="754" y="108"/>
                                        </a:lnTo>
                                        <a:lnTo>
                                          <a:pt x="754" y="108"/>
                                        </a:lnTo>
                                        <a:close/>
                                        <a:moveTo>
                                          <a:pt x="1747" y="144"/>
                                        </a:moveTo>
                                        <a:lnTo>
                                          <a:pt x="1671" y="177"/>
                                        </a:lnTo>
                                        <a:lnTo>
                                          <a:pt x="1671" y="177"/>
                                        </a:lnTo>
                                        <a:lnTo>
                                          <a:pt x="1666" y="179"/>
                                        </a:lnTo>
                                        <a:lnTo>
                                          <a:pt x="1662" y="179"/>
                                        </a:lnTo>
                                        <a:lnTo>
                                          <a:pt x="1650" y="177"/>
                                        </a:lnTo>
                                        <a:lnTo>
                                          <a:pt x="1646" y="177"/>
                                        </a:lnTo>
                                        <a:lnTo>
                                          <a:pt x="1642" y="180"/>
                                        </a:lnTo>
                                        <a:lnTo>
                                          <a:pt x="1641" y="181"/>
                                        </a:lnTo>
                                        <a:lnTo>
                                          <a:pt x="1640" y="184"/>
                                        </a:lnTo>
                                        <a:lnTo>
                                          <a:pt x="1640" y="190"/>
                                        </a:lnTo>
                                        <a:lnTo>
                                          <a:pt x="1640" y="190"/>
                                        </a:lnTo>
                                        <a:lnTo>
                                          <a:pt x="1651" y="198"/>
                                        </a:lnTo>
                                        <a:lnTo>
                                          <a:pt x="1662" y="204"/>
                                        </a:lnTo>
                                        <a:lnTo>
                                          <a:pt x="1675" y="210"/>
                                        </a:lnTo>
                                        <a:lnTo>
                                          <a:pt x="1680" y="211"/>
                                        </a:lnTo>
                                        <a:lnTo>
                                          <a:pt x="1688" y="212"/>
                                        </a:lnTo>
                                        <a:lnTo>
                                          <a:pt x="1688" y="212"/>
                                        </a:lnTo>
                                        <a:lnTo>
                                          <a:pt x="1697" y="209"/>
                                        </a:lnTo>
                                        <a:lnTo>
                                          <a:pt x="1706" y="207"/>
                                        </a:lnTo>
                                        <a:lnTo>
                                          <a:pt x="1715" y="205"/>
                                        </a:lnTo>
                                        <a:lnTo>
                                          <a:pt x="1724" y="205"/>
                                        </a:lnTo>
                                        <a:lnTo>
                                          <a:pt x="1744" y="205"/>
                                        </a:lnTo>
                                        <a:lnTo>
                                          <a:pt x="1763" y="205"/>
                                        </a:lnTo>
                                        <a:lnTo>
                                          <a:pt x="1781" y="205"/>
                                        </a:lnTo>
                                        <a:lnTo>
                                          <a:pt x="1791" y="204"/>
                                        </a:lnTo>
                                        <a:lnTo>
                                          <a:pt x="1800" y="202"/>
                                        </a:lnTo>
                                        <a:lnTo>
                                          <a:pt x="1808" y="199"/>
                                        </a:lnTo>
                                        <a:lnTo>
                                          <a:pt x="1817" y="195"/>
                                        </a:lnTo>
                                        <a:lnTo>
                                          <a:pt x="1824" y="189"/>
                                        </a:lnTo>
                                        <a:lnTo>
                                          <a:pt x="1832" y="182"/>
                                        </a:lnTo>
                                        <a:lnTo>
                                          <a:pt x="1832" y="182"/>
                                        </a:lnTo>
                                        <a:lnTo>
                                          <a:pt x="1830" y="176"/>
                                        </a:lnTo>
                                        <a:lnTo>
                                          <a:pt x="1827" y="171"/>
                                        </a:lnTo>
                                        <a:lnTo>
                                          <a:pt x="1823" y="167"/>
                                        </a:lnTo>
                                        <a:lnTo>
                                          <a:pt x="1819" y="163"/>
                                        </a:lnTo>
                                        <a:lnTo>
                                          <a:pt x="1808" y="157"/>
                                        </a:lnTo>
                                        <a:lnTo>
                                          <a:pt x="1798" y="153"/>
                                        </a:lnTo>
                                        <a:lnTo>
                                          <a:pt x="1785" y="149"/>
                                        </a:lnTo>
                                        <a:lnTo>
                                          <a:pt x="1772" y="147"/>
                                        </a:lnTo>
                                        <a:lnTo>
                                          <a:pt x="1747" y="144"/>
                                        </a:lnTo>
                                        <a:lnTo>
                                          <a:pt x="1747" y="144"/>
                                        </a:lnTo>
                                        <a:close/>
                                        <a:moveTo>
                                          <a:pt x="2718" y="241"/>
                                        </a:moveTo>
                                        <a:lnTo>
                                          <a:pt x="2718" y="241"/>
                                        </a:lnTo>
                                        <a:lnTo>
                                          <a:pt x="2728" y="249"/>
                                        </a:lnTo>
                                        <a:lnTo>
                                          <a:pt x="2738" y="256"/>
                                        </a:lnTo>
                                        <a:lnTo>
                                          <a:pt x="2747" y="264"/>
                                        </a:lnTo>
                                        <a:lnTo>
                                          <a:pt x="2755" y="272"/>
                                        </a:lnTo>
                                        <a:lnTo>
                                          <a:pt x="2770" y="289"/>
                                        </a:lnTo>
                                        <a:lnTo>
                                          <a:pt x="2783" y="307"/>
                                        </a:lnTo>
                                        <a:lnTo>
                                          <a:pt x="2793" y="326"/>
                                        </a:lnTo>
                                        <a:lnTo>
                                          <a:pt x="2803" y="347"/>
                                        </a:lnTo>
                                        <a:lnTo>
                                          <a:pt x="2811" y="367"/>
                                        </a:lnTo>
                                        <a:lnTo>
                                          <a:pt x="2818" y="389"/>
                                        </a:lnTo>
                                        <a:lnTo>
                                          <a:pt x="2824" y="410"/>
                                        </a:lnTo>
                                        <a:lnTo>
                                          <a:pt x="2829" y="432"/>
                                        </a:lnTo>
                                        <a:lnTo>
                                          <a:pt x="2840" y="477"/>
                                        </a:lnTo>
                                        <a:lnTo>
                                          <a:pt x="2850" y="521"/>
                                        </a:lnTo>
                                        <a:lnTo>
                                          <a:pt x="2856" y="543"/>
                                        </a:lnTo>
                                        <a:lnTo>
                                          <a:pt x="2863" y="563"/>
                                        </a:lnTo>
                                        <a:lnTo>
                                          <a:pt x="2863" y="563"/>
                                        </a:lnTo>
                                        <a:lnTo>
                                          <a:pt x="2868" y="581"/>
                                        </a:lnTo>
                                        <a:lnTo>
                                          <a:pt x="2874" y="598"/>
                                        </a:lnTo>
                                        <a:lnTo>
                                          <a:pt x="2887" y="631"/>
                                        </a:lnTo>
                                        <a:lnTo>
                                          <a:pt x="2893" y="649"/>
                                        </a:lnTo>
                                        <a:lnTo>
                                          <a:pt x="2899" y="665"/>
                                        </a:lnTo>
                                        <a:lnTo>
                                          <a:pt x="2903" y="682"/>
                                        </a:lnTo>
                                        <a:lnTo>
                                          <a:pt x="2905" y="699"/>
                                        </a:lnTo>
                                        <a:lnTo>
                                          <a:pt x="2905" y="699"/>
                                        </a:lnTo>
                                        <a:lnTo>
                                          <a:pt x="2899" y="683"/>
                                        </a:lnTo>
                                        <a:lnTo>
                                          <a:pt x="2892" y="668"/>
                                        </a:lnTo>
                                        <a:lnTo>
                                          <a:pt x="2885" y="654"/>
                                        </a:lnTo>
                                        <a:lnTo>
                                          <a:pt x="2876" y="640"/>
                                        </a:lnTo>
                                        <a:lnTo>
                                          <a:pt x="2868" y="628"/>
                                        </a:lnTo>
                                        <a:lnTo>
                                          <a:pt x="2858" y="615"/>
                                        </a:lnTo>
                                        <a:lnTo>
                                          <a:pt x="2848" y="603"/>
                                        </a:lnTo>
                                        <a:lnTo>
                                          <a:pt x="2837" y="593"/>
                                        </a:lnTo>
                                        <a:lnTo>
                                          <a:pt x="2815" y="572"/>
                                        </a:lnTo>
                                        <a:lnTo>
                                          <a:pt x="2791" y="553"/>
                                        </a:lnTo>
                                        <a:lnTo>
                                          <a:pt x="2767" y="534"/>
                                        </a:lnTo>
                                        <a:lnTo>
                                          <a:pt x="2742" y="516"/>
                                        </a:lnTo>
                                        <a:lnTo>
                                          <a:pt x="2691" y="480"/>
                                        </a:lnTo>
                                        <a:lnTo>
                                          <a:pt x="2667" y="461"/>
                                        </a:lnTo>
                                        <a:lnTo>
                                          <a:pt x="2643" y="442"/>
                                        </a:lnTo>
                                        <a:lnTo>
                                          <a:pt x="2622" y="419"/>
                                        </a:lnTo>
                                        <a:lnTo>
                                          <a:pt x="2611" y="408"/>
                                        </a:lnTo>
                                        <a:lnTo>
                                          <a:pt x="2601" y="395"/>
                                        </a:lnTo>
                                        <a:lnTo>
                                          <a:pt x="2591" y="382"/>
                                        </a:lnTo>
                                        <a:lnTo>
                                          <a:pt x="2583" y="369"/>
                                        </a:lnTo>
                                        <a:lnTo>
                                          <a:pt x="2575" y="355"/>
                                        </a:lnTo>
                                        <a:lnTo>
                                          <a:pt x="2568" y="340"/>
                                        </a:lnTo>
                                        <a:lnTo>
                                          <a:pt x="2591" y="436"/>
                                        </a:lnTo>
                                        <a:lnTo>
                                          <a:pt x="2591" y="436"/>
                                        </a:lnTo>
                                        <a:lnTo>
                                          <a:pt x="2597" y="454"/>
                                        </a:lnTo>
                                        <a:lnTo>
                                          <a:pt x="2604" y="470"/>
                                        </a:lnTo>
                                        <a:lnTo>
                                          <a:pt x="2612" y="486"/>
                                        </a:lnTo>
                                        <a:lnTo>
                                          <a:pt x="2619" y="501"/>
                                        </a:lnTo>
                                        <a:lnTo>
                                          <a:pt x="2629" y="515"/>
                                        </a:lnTo>
                                        <a:lnTo>
                                          <a:pt x="2639" y="529"/>
                                        </a:lnTo>
                                        <a:lnTo>
                                          <a:pt x="2649" y="542"/>
                                        </a:lnTo>
                                        <a:lnTo>
                                          <a:pt x="2660" y="555"/>
                                        </a:lnTo>
                                        <a:lnTo>
                                          <a:pt x="2684" y="579"/>
                                        </a:lnTo>
                                        <a:lnTo>
                                          <a:pt x="2710" y="601"/>
                                        </a:lnTo>
                                        <a:lnTo>
                                          <a:pt x="2737" y="624"/>
                                        </a:lnTo>
                                        <a:lnTo>
                                          <a:pt x="2763" y="644"/>
                                        </a:lnTo>
                                        <a:lnTo>
                                          <a:pt x="2818" y="687"/>
                                        </a:lnTo>
                                        <a:lnTo>
                                          <a:pt x="2845" y="709"/>
                                        </a:lnTo>
                                        <a:lnTo>
                                          <a:pt x="2871" y="732"/>
                                        </a:lnTo>
                                        <a:lnTo>
                                          <a:pt x="2896" y="755"/>
                                        </a:lnTo>
                                        <a:lnTo>
                                          <a:pt x="2907" y="768"/>
                                        </a:lnTo>
                                        <a:lnTo>
                                          <a:pt x="2918" y="781"/>
                                        </a:lnTo>
                                        <a:lnTo>
                                          <a:pt x="2929" y="795"/>
                                        </a:lnTo>
                                        <a:lnTo>
                                          <a:pt x="2938" y="809"/>
                                        </a:lnTo>
                                        <a:lnTo>
                                          <a:pt x="2948" y="824"/>
                                        </a:lnTo>
                                        <a:lnTo>
                                          <a:pt x="2956" y="840"/>
                                        </a:lnTo>
                                        <a:lnTo>
                                          <a:pt x="2956" y="840"/>
                                        </a:lnTo>
                                        <a:lnTo>
                                          <a:pt x="2951" y="817"/>
                                        </a:lnTo>
                                        <a:lnTo>
                                          <a:pt x="2949" y="793"/>
                                        </a:lnTo>
                                        <a:lnTo>
                                          <a:pt x="2948" y="771"/>
                                        </a:lnTo>
                                        <a:lnTo>
                                          <a:pt x="2947" y="747"/>
                                        </a:lnTo>
                                        <a:lnTo>
                                          <a:pt x="2949" y="699"/>
                                        </a:lnTo>
                                        <a:lnTo>
                                          <a:pt x="2951" y="653"/>
                                        </a:lnTo>
                                        <a:lnTo>
                                          <a:pt x="2954" y="606"/>
                                        </a:lnTo>
                                        <a:lnTo>
                                          <a:pt x="2955" y="583"/>
                                        </a:lnTo>
                                        <a:lnTo>
                                          <a:pt x="2954" y="559"/>
                                        </a:lnTo>
                                        <a:lnTo>
                                          <a:pt x="2952" y="535"/>
                                        </a:lnTo>
                                        <a:lnTo>
                                          <a:pt x="2949" y="513"/>
                                        </a:lnTo>
                                        <a:lnTo>
                                          <a:pt x="2945" y="490"/>
                                        </a:lnTo>
                                        <a:lnTo>
                                          <a:pt x="2940" y="468"/>
                                        </a:lnTo>
                                        <a:lnTo>
                                          <a:pt x="2940" y="468"/>
                                        </a:lnTo>
                                        <a:lnTo>
                                          <a:pt x="2933" y="448"/>
                                        </a:lnTo>
                                        <a:lnTo>
                                          <a:pt x="2926" y="429"/>
                                        </a:lnTo>
                                        <a:lnTo>
                                          <a:pt x="2916" y="410"/>
                                        </a:lnTo>
                                        <a:lnTo>
                                          <a:pt x="2906" y="392"/>
                                        </a:lnTo>
                                        <a:lnTo>
                                          <a:pt x="2896" y="375"/>
                                        </a:lnTo>
                                        <a:lnTo>
                                          <a:pt x="2884" y="359"/>
                                        </a:lnTo>
                                        <a:lnTo>
                                          <a:pt x="2871" y="342"/>
                                        </a:lnTo>
                                        <a:lnTo>
                                          <a:pt x="2857" y="326"/>
                                        </a:lnTo>
                                        <a:lnTo>
                                          <a:pt x="2842" y="312"/>
                                        </a:lnTo>
                                        <a:lnTo>
                                          <a:pt x="2826" y="299"/>
                                        </a:lnTo>
                                        <a:lnTo>
                                          <a:pt x="2810" y="286"/>
                                        </a:lnTo>
                                        <a:lnTo>
                                          <a:pt x="2792" y="275"/>
                                        </a:lnTo>
                                        <a:lnTo>
                                          <a:pt x="2775" y="265"/>
                                        </a:lnTo>
                                        <a:lnTo>
                                          <a:pt x="2757" y="255"/>
                                        </a:lnTo>
                                        <a:lnTo>
                                          <a:pt x="2738" y="248"/>
                                        </a:lnTo>
                                        <a:lnTo>
                                          <a:pt x="2718" y="241"/>
                                        </a:lnTo>
                                        <a:lnTo>
                                          <a:pt x="2718" y="241"/>
                                        </a:lnTo>
                                        <a:close/>
                                        <a:moveTo>
                                          <a:pt x="264" y="408"/>
                                        </a:moveTo>
                                        <a:lnTo>
                                          <a:pt x="264" y="408"/>
                                        </a:lnTo>
                                        <a:lnTo>
                                          <a:pt x="257" y="421"/>
                                        </a:lnTo>
                                        <a:lnTo>
                                          <a:pt x="251" y="433"/>
                                        </a:lnTo>
                                        <a:lnTo>
                                          <a:pt x="244" y="446"/>
                                        </a:lnTo>
                                        <a:lnTo>
                                          <a:pt x="240" y="458"/>
                                        </a:lnTo>
                                        <a:lnTo>
                                          <a:pt x="234" y="471"/>
                                        </a:lnTo>
                                        <a:lnTo>
                                          <a:pt x="231" y="485"/>
                                        </a:lnTo>
                                        <a:lnTo>
                                          <a:pt x="226" y="512"/>
                                        </a:lnTo>
                                        <a:lnTo>
                                          <a:pt x="223" y="539"/>
                                        </a:lnTo>
                                        <a:lnTo>
                                          <a:pt x="220" y="568"/>
                                        </a:lnTo>
                                        <a:lnTo>
                                          <a:pt x="220" y="596"/>
                                        </a:lnTo>
                                        <a:lnTo>
                                          <a:pt x="222" y="626"/>
                                        </a:lnTo>
                                        <a:lnTo>
                                          <a:pt x="225" y="684"/>
                                        </a:lnTo>
                                        <a:lnTo>
                                          <a:pt x="229" y="744"/>
                                        </a:lnTo>
                                        <a:lnTo>
                                          <a:pt x="230" y="774"/>
                                        </a:lnTo>
                                        <a:lnTo>
                                          <a:pt x="229" y="803"/>
                                        </a:lnTo>
                                        <a:lnTo>
                                          <a:pt x="228" y="831"/>
                                        </a:lnTo>
                                        <a:lnTo>
                                          <a:pt x="225" y="860"/>
                                        </a:lnTo>
                                        <a:lnTo>
                                          <a:pt x="225" y="860"/>
                                        </a:lnTo>
                                        <a:lnTo>
                                          <a:pt x="238" y="837"/>
                                        </a:lnTo>
                                        <a:lnTo>
                                          <a:pt x="253" y="815"/>
                                        </a:lnTo>
                                        <a:lnTo>
                                          <a:pt x="269" y="792"/>
                                        </a:lnTo>
                                        <a:lnTo>
                                          <a:pt x="287" y="772"/>
                                        </a:lnTo>
                                        <a:lnTo>
                                          <a:pt x="306" y="751"/>
                                        </a:lnTo>
                                        <a:lnTo>
                                          <a:pt x="327" y="732"/>
                                        </a:lnTo>
                                        <a:lnTo>
                                          <a:pt x="346" y="713"/>
                                        </a:lnTo>
                                        <a:lnTo>
                                          <a:pt x="367" y="696"/>
                                        </a:lnTo>
                                        <a:lnTo>
                                          <a:pt x="367" y="696"/>
                                        </a:lnTo>
                                        <a:lnTo>
                                          <a:pt x="388" y="681"/>
                                        </a:lnTo>
                                        <a:lnTo>
                                          <a:pt x="411" y="665"/>
                                        </a:lnTo>
                                        <a:lnTo>
                                          <a:pt x="431" y="649"/>
                                        </a:lnTo>
                                        <a:lnTo>
                                          <a:pt x="452" y="630"/>
                                        </a:lnTo>
                                        <a:lnTo>
                                          <a:pt x="472" y="611"/>
                                        </a:lnTo>
                                        <a:lnTo>
                                          <a:pt x="490" y="592"/>
                                        </a:lnTo>
                                        <a:lnTo>
                                          <a:pt x="508" y="571"/>
                                        </a:lnTo>
                                        <a:lnTo>
                                          <a:pt x="524" y="549"/>
                                        </a:lnTo>
                                        <a:lnTo>
                                          <a:pt x="540" y="528"/>
                                        </a:lnTo>
                                        <a:lnTo>
                                          <a:pt x="553" y="505"/>
                                        </a:lnTo>
                                        <a:lnTo>
                                          <a:pt x="565" y="482"/>
                                        </a:lnTo>
                                        <a:lnTo>
                                          <a:pt x="576" y="458"/>
                                        </a:lnTo>
                                        <a:lnTo>
                                          <a:pt x="584" y="434"/>
                                        </a:lnTo>
                                        <a:lnTo>
                                          <a:pt x="590" y="409"/>
                                        </a:lnTo>
                                        <a:lnTo>
                                          <a:pt x="594" y="383"/>
                                        </a:lnTo>
                                        <a:lnTo>
                                          <a:pt x="596" y="358"/>
                                        </a:lnTo>
                                        <a:lnTo>
                                          <a:pt x="596" y="358"/>
                                        </a:lnTo>
                                        <a:lnTo>
                                          <a:pt x="590" y="373"/>
                                        </a:lnTo>
                                        <a:lnTo>
                                          <a:pt x="582" y="387"/>
                                        </a:lnTo>
                                        <a:lnTo>
                                          <a:pt x="575" y="401"/>
                                        </a:lnTo>
                                        <a:lnTo>
                                          <a:pt x="566" y="414"/>
                                        </a:lnTo>
                                        <a:lnTo>
                                          <a:pt x="558" y="425"/>
                                        </a:lnTo>
                                        <a:lnTo>
                                          <a:pt x="547" y="436"/>
                                        </a:lnTo>
                                        <a:lnTo>
                                          <a:pt x="537" y="448"/>
                                        </a:lnTo>
                                        <a:lnTo>
                                          <a:pt x="527" y="459"/>
                                        </a:lnTo>
                                        <a:lnTo>
                                          <a:pt x="504" y="478"/>
                                        </a:lnTo>
                                        <a:lnTo>
                                          <a:pt x="479" y="498"/>
                                        </a:lnTo>
                                        <a:lnTo>
                                          <a:pt x="430" y="533"/>
                                        </a:lnTo>
                                        <a:lnTo>
                                          <a:pt x="405" y="552"/>
                                        </a:lnTo>
                                        <a:lnTo>
                                          <a:pt x="381" y="570"/>
                                        </a:lnTo>
                                        <a:lnTo>
                                          <a:pt x="357" y="589"/>
                                        </a:lnTo>
                                        <a:lnTo>
                                          <a:pt x="335" y="610"/>
                                        </a:lnTo>
                                        <a:lnTo>
                                          <a:pt x="326" y="622"/>
                                        </a:lnTo>
                                        <a:lnTo>
                                          <a:pt x="316" y="632"/>
                                        </a:lnTo>
                                        <a:lnTo>
                                          <a:pt x="306" y="645"/>
                                        </a:lnTo>
                                        <a:lnTo>
                                          <a:pt x="298" y="658"/>
                                        </a:lnTo>
                                        <a:lnTo>
                                          <a:pt x="290" y="671"/>
                                        </a:lnTo>
                                        <a:lnTo>
                                          <a:pt x="284" y="685"/>
                                        </a:lnTo>
                                        <a:lnTo>
                                          <a:pt x="277" y="700"/>
                                        </a:lnTo>
                                        <a:lnTo>
                                          <a:pt x="272" y="717"/>
                                        </a:lnTo>
                                        <a:lnTo>
                                          <a:pt x="267" y="717"/>
                                        </a:lnTo>
                                        <a:lnTo>
                                          <a:pt x="267" y="717"/>
                                        </a:lnTo>
                                        <a:lnTo>
                                          <a:pt x="274" y="703"/>
                                        </a:lnTo>
                                        <a:lnTo>
                                          <a:pt x="280" y="689"/>
                                        </a:lnTo>
                                        <a:lnTo>
                                          <a:pt x="290" y="659"/>
                                        </a:lnTo>
                                        <a:lnTo>
                                          <a:pt x="300" y="630"/>
                                        </a:lnTo>
                                        <a:lnTo>
                                          <a:pt x="306" y="599"/>
                                        </a:lnTo>
                                        <a:lnTo>
                                          <a:pt x="313" y="569"/>
                                        </a:lnTo>
                                        <a:lnTo>
                                          <a:pt x="319" y="538"/>
                                        </a:lnTo>
                                        <a:lnTo>
                                          <a:pt x="331" y="475"/>
                                        </a:lnTo>
                                        <a:lnTo>
                                          <a:pt x="338" y="445"/>
                                        </a:lnTo>
                                        <a:lnTo>
                                          <a:pt x="346" y="415"/>
                                        </a:lnTo>
                                        <a:lnTo>
                                          <a:pt x="356" y="386"/>
                                        </a:lnTo>
                                        <a:lnTo>
                                          <a:pt x="362" y="372"/>
                                        </a:lnTo>
                                        <a:lnTo>
                                          <a:pt x="368" y="358"/>
                                        </a:lnTo>
                                        <a:lnTo>
                                          <a:pt x="375" y="344"/>
                                        </a:lnTo>
                                        <a:lnTo>
                                          <a:pt x="383" y="331"/>
                                        </a:lnTo>
                                        <a:lnTo>
                                          <a:pt x="391" y="318"/>
                                        </a:lnTo>
                                        <a:lnTo>
                                          <a:pt x="401" y="306"/>
                                        </a:lnTo>
                                        <a:lnTo>
                                          <a:pt x="411" y="294"/>
                                        </a:lnTo>
                                        <a:lnTo>
                                          <a:pt x="422" y="282"/>
                                        </a:lnTo>
                                        <a:lnTo>
                                          <a:pt x="434" y="271"/>
                                        </a:lnTo>
                                        <a:lnTo>
                                          <a:pt x="447" y="262"/>
                                        </a:lnTo>
                                        <a:lnTo>
                                          <a:pt x="447" y="262"/>
                                        </a:lnTo>
                                        <a:lnTo>
                                          <a:pt x="433" y="266"/>
                                        </a:lnTo>
                                        <a:lnTo>
                                          <a:pt x="419" y="271"/>
                                        </a:lnTo>
                                        <a:lnTo>
                                          <a:pt x="405" y="278"/>
                                        </a:lnTo>
                                        <a:lnTo>
                                          <a:pt x="392" y="284"/>
                                        </a:lnTo>
                                        <a:lnTo>
                                          <a:pt x="379" y="292"/>
                                        </a:lnTo>
                                        <a:lnTo>
                                          <a:pt x="367" y="300"/>
                                        </a:lnTo>
                                        <a:lnTo>
                                          <a:pt x="354" y="309"/>
                                        </a:lnTo>
                                        <a:lnTo>
                                          <a:pt x="342" y="318"/>
                                        </a:lnTo>
                                        <a:lnTo>
                                          <a:pt x="331" y="327"/>
                                        </a:lnTo>
                                        <a:lnTo>
                                          <a:pt x="320" y="338"/>
                                        </a:lnTo>
                                        <a:lnTo>
                                          <a:pt x="310" y="349"/>
                                        </a:lnTo>
                                        <a:lnTo>
                                          <a:pt x="299" y="360"/>
                                        </a:lnTo>
                                        <a:lnTo>
                                          <a:pt x="281" y="383"/>
                                        </a:lnTo>
                                        <a:lnTo>
                                          <a:pt x="264" y="408"/>
                                        </a:lnTo>
                                        <a:lnTo>
                                          <a:pt x="264" y="408"/>
                                        </a:lnTo>
                                        <a:close/>
                                        <a:moveTo>
                                          <a:pt x="1615" y="283"/>
                                        </a:moveTo>
                                        <a:lnTo>
                                          <a:pt x="1615" y="283"/>
                                        </a:lnTo>
                                        <a:lnTo>
                                          <a:pt x="1617" y="304"/>
                                        </a:lnTo>
                                        <a:lnTo>
                                          <a:pt x="1619" y="325"/>
                                        </a:lnTo>
                                        <a:lnTo>
                                          <a:pt x="1620" y="347"/>
                                        </a:lnTo>
                                        <a:lnTo>
                                          <a:pt x="1620" y="368"/>
                                        </a:lnTo>
                                        <a:lnTo>
                                          <a:pt x="1619" y="411"/>
                                        </a:lnTo>
                                        <a:lnTo>
                                          <a:pt x="1617" y="452"/>
                                        </a:lnTo>
                                        <a:lnTo>
                                          <a:pt x="1617" y="452"/>
                                        </a:lnTo>
                                        <a:lnTo>
                                          <a:pt x="1642" y="454"/>
                                        </a:lnTo>
                                        <a:lnTo>
                                          <a:pt x="1666" y="455"/>
                                        </a:lnTo>
                                        <a:lnTo>
                                          <a:pt x="1691" y="458"/>
                                        </a:lnTo>
                                        <a:lnTo>
                                          <a:pt x="1716" y="461"/>
                                        </a:lnTo>
                                        <a:lnTo>
                                          <a:pt x="1740" y="465"/>
                                        </a:lnTo>
                                        <a:lnTo>
                                          <a:pt x="1764" y="471"/>
                                        </a:lnTo>
                                        <a:lnTo>
                                          <a:pt x="1788" y="477"/>
                                        </a:lnTo>
                                        <a:lnTo>
                                          <a:pt x="1810" y="485"/>
                                        </a:lnTo>
                                        <a:lnTo>
                                          <a:pt x="1834" y="492"/>
                                        </a:lnTo>
                                        <a:lnTo>
                                          <a:pt x="1857" y="502"/>
                                        </a:lnTo>
                                        <a:lnTo>
                                          <a:pt x="1878" y="512"/>
                                        </a:lnTo>
                                        <a:lnTo>
                                          <a:pt x="1900" y="523"/>
                                        </a:lnTo>
                                        <a:lnTo>
                                          <a:pt x="1921" y="534"/>
                                        </a:lnTo>
                                        <a:lnTo>
                                          <a:pt x="1943" y="546"/>
                                        </a:lnTo>
                                        <a:lnTo>
                                          <a:pt x="1963" y="560"/>
                                        </a:lnTo>
                                        <a:lnTo>
                                          <a:pt x="1982" y="574"/>
                                        </a:lnTo>
                                        <a:lnTo>
                                          <a:pt x="1982" y="574"/>
                                        </a:lnTo>
                                        <a:lnTo>
                                          <a:pt x="1979" y="572"/>
                                        </a:lnTo>
                                        <a:lnTo>
                                          <a:pt x="1975" y="568"/>
                                        </a:lnTo>
                                        <a:lnTo>
                                          <a:pt x="1972" y="562"/>
                                        </a:lnTo>
                                        <a:lnTo>
                                          <a:pt x="1968" y="557"/>
                                        </a:lnTo>
                                        <a:lnTo>
                                          <a:pt x="1965" y="552"/>
                                        </a:lnTo>
                                        <a:lnTo>
                                          <a:pt x="1963" y="545"/>
                                        </a:lnTo>
                                        <a:lnTo>
                                          <a:pt x="1962" y="540"/>
                                        </a:lnTo>
                                        <a:lnTo>
                                          <a:pt x="1962" y="534"/>
                                        </a:lnTo>
                                        <a:lnTo>
                                          <a:pt x="1966" y="534"/>
                                        </a:lnTo>
                                        <a:lnTo>
                                          <a:pt x="1966" y="534"/>
                                        </a:lnTo>
                                        <a:lnTo>
                                          <a:pt x="1966" y="530"/>
                                        </a:lnTo>
                                        <a:lnTo>
                                          <a:pt x="1966" y="527"/>
                                        </a:lnTo>
                                        <a:lnTo>
                                          <a:pt x="1963" y="521"/>
                                        </a:lnTo>
                                        <a:lnTo>
                                          <a:pt x="1960" y="516"/>
                                        </a:lnTo>
                                        <a:lnTo>
                                          <a:pt x="1955" y="511"/>
                                        </a:lnTo>
                                        <a:lnTo>
                                          <a:pt x="1951" y="505"/>
                                        </a:lnTo>
                                        <a:lnTo>
                                          <a:pt x="1949" y="500"/>
                                        </a:lnTo>
                                        <a:lnTo>
                                          <a:pt x="1948" y="494"/>
                                        </a:lnTo>
                                        <a:lnTo>
                                          <a:pt x="1948" y="491"/>
                                        </a:lnTo>
                                        <a:lnTo>
                                          <a:pt x="1949" y="487"/>
                                        </a:lnTo>
                                        <a:lnTo>
                                          <a:pt x="1949" y="487"/>
                                        </a:lnTo>
                                        <a:lnTo>
                                          <a:pt x="1954" y="488"/>
                                        </a:lnTo>
                                        <a:lnTo>
                                          <a:pt x="1959" y="489"/>
                                        </a:lnTo>
                                        <a:lnTo>
                                          <a:pt x="1967" y="494"/>
                                        </a:lnTo>
                                        <a:lnTo>
                                          <a:pt x="1976" y="501"/>
                                        </a:lnTo>
                                        <a:lnTo>
                                          <a:pt x="1983" y="510"/>
                                        </a:lnTo>
                                        <a:lnTo>
                                          <a:pt x="1990" y="518"/>
                                        </a:lnTo>
                                        <a:lnTo>
                                          <a:pt x="1996" y="527"/>
                                        </a:lnTo>
                                        <a:lnTo>
                                          <a:pt x="2008" y="544"/>
                                        </a:lnTo>
                                        <a:lnTo>
                                          <a:pt x="2008" y="544"/>
                                        </a:lnTo>
                                        <a:lnTo>
                                          <a:pt x="2020" y="544"/>
                                        </a:lnTo>
                                        <a:lnTo>
                                          <a:pt x="2030" y="547"/>
                                        </a:lnTo>
                                        <a:lnTo>
                                          <a:pt x="2038" y="552"/>
                                        </a:lnTo>
                                        <a:lnTo>
                                          <a:pt x="2045" y="557"/>
                                        </a:lnTo>
                                        <a:lnTo>
                                          <a:pt x="2049" y="563"/>
                                        </a:lnTo>
                                        <a:lnTo>
                                          <a:pt x="2052" y="572"/>
                                        </a:lnTo>
                                        <a:lnTo>
                                          <a:pt x="2055" y="581"/>
                                        </a:lnTo>
                                        <a:lnTo>
                                          <a:pt x="2058" y="589"/>
                                        </a:lnTo>
                                        <a:lnTo>
                                          <a:pt x="2062" y="609"/>
                                        </a:lnTo>
                                        <a:lnTo>
                                          <a:pt x="2064" y="617"/>
                                        </a:lnTo>
                                        <a:lnTo>
                                          <a:pt x="2067" y="627"/>
                                        </a:lnTo>
                                        <a:lnTo>
                                          <a:pt x="2072" y="636"/>
                                        </a:lnTo>
                                        <a:lnTo>
                                          <a:pt x="2077" y="643"/>
                                        </a:lnTo>
                                        <a:lnTo>
                                          <a:pt x="2084" y="650"/>
                                        </a:lnTo>
                                        <a:lnTo>
                                          <a:pt x="2093" y="656"/>
                                        </a:lnTo>
                                        <a:lnTo>
                                          <a:pt x="2093" y="656"/>
                                        </a:lnTo>
                                        <a:lnTo>
                                          <a:pt x="2095" y="657"/>
                                        </a:lnTo>
                                        <a:lnTo>
                                          <a:pt x="2097" y="659"/>
                                        </a:lnTo>
                                        <a:lnTo>
                                          <a:pt x="2098" y="664"/>
                                        </a:lnTo>
                                        <a:lnTo>
                                          <a:pt x="2098" y="669"/>
                                        </a:lnTo>
                                        <a:lnTo>
                                          <a:pt x="2098" y="675"/>
                                        </a:lnTo>
                                        <a:lnTo>
                                          <a:pt x="2098" y="680"/>
                                        </a:lnTo>
                                        <a:lnTo>
                                          <a:pt x="2101" y="684"/>
                                        </a:lnTo>
                                        <a:lnTo>
                                          <a:pt x="2102" y="685"/>
                                        </a:lnTo>
                                        <a:lnTo>
                                          <a:pt x="2104" y="686"/>
                                        </a:lnTo>
                                        <a:lnTo>
                                          <a:pt x="2106" y="686"/>
                                        </a:lnTo>
                                        <a:lnTo>
                                          <a:pt x="2109" y="686"/>
                                        </a:lnTo>
                                        <a:lnTo>
                                          <a:pt x="2109" y="686"/>
                                        </a:lnTo>
                                        <a:lnTo>
                                          <a:pt x="2122" y="697"/>
                                        </a:lnTo>
                                        <a:lnTo>
                                          <a:pt x="2128" y="703"/>
                                        </a:lnTo>
                                        <a:lnTo>
                                          <a:pt x="2134" y="709"/>
                                        </a:lnTo>
                                        <a:lnTo>
                                          <a:pt x="2139" y="716"/>
                                        </a:lnTo>
                                        <a:lnTo>
                                          <a:pt x="2142" y="722"/>
                                        </a:lnTo>
                                        <a:lnTo>
                                          <a:pt x="2145" y="730"/>
                                        </a:lnTo>
                                        <a:lnTo>
                                          <a:pt x="2145" y="738"/>
                                        </a:lnTo>
                                        <a:lnTo>
                                          <a:pt x="2145" y="738"/>
                                        </a:lnTo>
                                        <a:lnTo>
                                          <a:pt x="2146" y="744"/>
                                        </a:lnTo>
                                        <a:lnTo>
                                          <a:pt x="2148" y="748"/>
                                        </a:lnTo>
                                        <a:lnTo>
                                          <a:pt x="2150" y="751"/>
                                        </a:lnTo>
                                        <a:lnTo>
                                          <a:pt x="2153" y="752"/>
                                        </a:lnTo>
                                        <a:lnTo>
                                          <a:pt x="2156" y="752"/>
                                        </a:lnTo>
                                        <a:lnTo>
                                          <a:pt x="2160" y="752"/>
                                        </a:lnTo>
                                        <a:lnTo>
                                          <a:pt x="2167" y="749"/>
                                        </a:lnTo>
                                        <a:lnTo>
                                          <a:pt x="2175" y="746"/>
                                        </a:lnTo>
                                        <a:lnTo>
                                          <a:pt x="2183" y="744"/>
                                        </a:lnTo>
                                        <a:lnTo>
                                          <a:pt x="2188" y="744"/>
                                        </a:lnTo>
                                        <a:lnTo>
                                          <a:pt x="2191" y="745"/>
                                        </a:lnTo>
                                        <a:lnTo>
                                          <a:pt x="2195" y="747"/>
                                        </a:lnTo>
                                        <a:lnTo>
                                          <a:pt x="2198" y="750"/>
                                        </a:lnTo>
                                        <a:lnTo>
                                          <a:pt x="2198" y="750"/>
                                        </a:lnTo>
                                        <a:lnTo>
                                          <a:pt x="2201" y="754"/>
                                        </a:lnTo>
                                        <a:lnTo>
                                          <a:pt x="2203" y="756"/>
                                        </a:lnTo>
                                        <a:lnTo>
                                          <a:pt x="2203" y="759"/>
                                        </a:lnTo>
                                        <a:lnTo>
                                          <a:pt x="2201" y="762"/>
                                        </a:lnTo>
                                        <a:lnTo>
                                          <a:pt x="2199" y="766"/>
                                        </a:lnTo>
                                        <a:lnTo>
                                          <a:pt x="2193" y="774"/>
                                        </a:lnTo>
                                        <a:lnTo>
                                          <a:pt x="2191" y="778"/>
                                        </a:lnTo>
                                        <a:lnTo>
                                          <a:pt x="2191" y="783"/>
                                        </a:lnTo>
                                        <a:lnTo>
                                          <a:pt x="2191" y="783"/>
                                        </a:lnTo>
                                        <a:lnTo>
                                          <a:pt x="2194" y="785"/>
                                        </a:lnTo>
                                        <a:lnTo>
                                          <a:pt x="2197" y="783"/>
                                        </a:lnTo>
                                        <a:lnTo>
                                          <a:pt x="2204" y="781"/>
                                        </a:lnTo>
                                        <a:lnTo>
                                          <a:pt x="2207" y="781"/>
                                        </a:lnTo>
                                        <a:lnTo>
                                          <a:pt x="2210" y="781"/>
                                        </a:lnTo>
                                        <a:lnTo>
                                          <a:pt x="2213" y="782"/>
                                        </a:lnTo>
                                        <a:lnTo>
                                          <a:pt x="2217" y="786"/>
                                        </a:lnTo>
                                        <a:lnTo>
                                          <a:pt x="2217" y="786"/>
                                        </a:lnTo>
                                        <a:lnTo>
                                          <a:pt x="2217" y="790"/>
                                        </a:lnTo>
                                        <a:lnTo>
                                          <a:pt x="2217" y="794"/>
                                        </a:lnTo>
                                        <a:lnTo>
                                          <a:pt x="2215" y="797"/>
                                        </a:lnTo>
                                        <a:lnTo>
                                          <a:pt x="2213" y="801"/>
                                        </a:lnTo>
                                        <a:lnTo>
                                          <a:pt x="2208" y="806"/>
                                        </a:lnTo>
                                        <a:lnTo>
                                          <a:pt x="2204" y="810"/>
                                        </a:lnTo>
                                        <a:lnTo>
                                          <a:pt x="2204" y="810"/>
                                        </a:lnTo>
                                        <a:lnTo>
                                          <a:pt x="2203" y="818"/>
                                        </a:lnTo>
                                        <a:lnTo>
                                          <a:pt x="2203" y="820"/>
                                        </a:lnTo>
                                        <a:lnTo>
                                          <a:pt x="2204" y="822"/>
                                        </a:lnTo>
                                        <a:lnTo>
                                          <a:pt x="2207" y="824"/>
                                        </a:lnTo>
                                        <a:lnTo>
                                          <a:pt x="2212" y="826"/>
                                        </a:lnTo>
                                        <a:lnTo>
                                          <a:pt x="2223" y="827"/>
                                        </a:lnTo>
                                        <a:lnTo>
                                          <a:pt x="2227" y="828"/>
                                        </a:lnTo>
                                        <a:lnTo>
                                          <a:pt x="2231" y="831"/>
                                        </a:lnTo>
                                        <a:lnTo>
                                          <a:pt x="2231" y="831"/>
                                        </a:lnTo>
                                        <a:lnTo>
                                          <a:pt x="2235" y="842"/>
                                        </a:lnTo>
                                        <a:lnTo>
                                          <a:pt x="2239" y="852"/>
                                        </a:lnTo>
                                        <a:lnTo>
                                          <a:pt x="2241" y="864"/>
                                        </a:lnTo>
                                        <a:lnTo>
                                          <a:pt x="2243" y="876"/>
                                        </a:lnTo>
                                        <a:lnTo>
                                          <a:pt x="2243" y="888"/>
                                        </a:lnTo>
                                        <a:lnTo>
                                          <a:pt x="2242" y="901"/>
                                        </a:lnTo>
                                        <a:lnTo>
                                          <a:pt x="2239" y="912"/>
                                        </a:lnTo>
                                        <a:lnTo>
                                          <a:pt x="2236" y="918"/>
                                        </a:lnTo>
                                        <a:lnTo>
                                          <a:pt x="2233" y="924"/>
                                        </a:lnTo>
                                        <a:lnTo>
                                          <a:pt x="2233" y="924"/>
                                        </a:lnTo>
                                        <a:lnTo>
                                          <a:pt x="2237" y="929"/>
                                        </a:lnTo>
                                        <a:lnTo>
                                          <a:pt x="2240" y="934"/>
                                        </a:lnTo>
                                        <a:lnTo>
                                          <a:pt x="2242" y="940"/>
                                        </a:lnTo>
                                        <a:lnTo>
                                          <a:pt x="2243" y="945"/>
                                        </a:lnTo>
                                        <a:lnTo>
                                          <a:pt x="2243" y="951"/>
                                        </a:lnTo>
                                        <a:lnTo>
                                          <a:pt x="2243" y="956"/>
                                        </a:lnTo>
                                        <a:lnTo>
                                          <a:pt x="2240" y="967"/>
                                        </a:lnTo>
                                        <a:lnTo>
                                          <a:pt x="2236" y="978"/>
                                        </a:lnTo>
                                        <a:lnTo>
                                          <a:pt x="2231" y="988"/>
                                        </a:lnTo>
                                        <a:lnTo>
                                          <a:pt x="2226" y="999"/>
                                        </a:lnTo>
                                        <a:lnTo>
                                          <a:pt x="2223" y="1010"/>
                                        </a:lnTo>
                                        <a:lnTo>
                                          <a:pt x="2223" y="1010"/>
                                        </a:lnTo>
                                        <a:lnTo>
                                          <a:pt x="2217" y="1017"/>
                                        </a:lnTo>
                                        <a:lnTo>
                                          <a:pt x="2211" y="1026"/>
                                        </a:lnTo>
                                        <a:lnTo>
                                          <a:pt x="2206" y="1036"/>
                                        </a:lnTo>
                                        <a:lnTo>
                                          <a:pt x="2200" y="1045"/>
                                        </a:lnTo>
                                        <a:lnTo>
                                          <a:pt x="2194" y="1053"/>
                                        </a:lnTo>
                                        <a:lnTo>
                                          <a:pt x="2191" y="1056"/>
                                        </a:lnTo>
                                        <a:lnTo>
                                          <a:pt x="2186" y="1059"/>
                                        </a:lnTo>
                                        <a:lnTo>
                                          <a:pt x="2182" y="1061"/>
                                        </a:lnTo>
                                        <a:lnTo>
                                          <a:pt x="2178" y="1062"/>
                                        </a:lnTo>
                                        <a:lnTo>
                                          <a:pt x="2171" y="1062"/>
                                        </a:lnTo>
                                        <a:lnTo>
                                          <a:pt x="2165" y="1061"/>
                                        </a:lnTo>
                                        <a:lnTo>
                                          <a:pt x="2165" y="1061"/>
                                        </a:lnTo>
                                        <a:lnTo>
                                          <a:pt x="2163" y="1066"/>
                                        </a:lnTo>
                                        <a:lnTo>
                                          <a:pt x="2163" y="1071"/>
                                        </a:lnTo>
                                        <a:lnTo>
                                          <a:pt x="2163" y="1078"/>
                                        </a:lnTo>
                                        <a:lnTo>
                                          <a:pt x="2164" y="1083"/>
                                        </a:lnTo>
                                        <a:lnTo>
                                          <a:pt x="2165" y="1089"/>
                                        </a:lnTo>
                                        <a:lnTo>
                                          <a:pt x="2165" y="1094"/>
                                        </a:lnTo>
                                        <a:lnTo>
                                          <a:pt x="2164" y="1099"/>
                                        </a:lnTo>
                                        <a:lnTo>
                                          <a:pt x="2162" y="1104"/>
                                        </a:lnTo>
                                        <a:lnTo>
                                          <a:pt x="2225" y="1107"/>
                                        </a:lnTo>
                                        <a:lnTo>
                                          <a:pt x="2225" y="1107"/>
                                        </a:lnTo>
                                        <a:lnTo>
                                          <a:pt x="2220" y="1097"/>
                                        </a:lnTo>
                                        <a:lnTo>
                                          <a:pt x="2215" y="1088"/>
                                        </a:lnTo>
                                        <a:lnTo>
                                          <a:pt x="2213" y="1079"/>
                                        </a:lnTo>
                                        <a:lnTo>
                                          <a:pt x="2212" y="1069"/>
                                        </a:lnTo>
                                        <a:lnTo>
                                          <a:pt x="2212" y="1059"/>
                                        </a:lnTo>
                                        <a:lnTo>
                                          <a:pt x="2214" y="1051"/>
                                        </a:lnTo>
                                        <a:lnTo>
                                          <a:pt x="2217" y="1041"/>
                                        </a:lnTo>
                                        <a:lnTo>
                                          <a:pt x="2220" y="1033"/>
                                        </a:lnTo>
                                        <a:lnTo>
                                          <a:pt x="2227" y="1014"/>
                                        </a:lnTo>
                                        <a:lnTo>
                                          <a:pt x="2236" y="996"/>
                                        </a:lnTo>
                                        <a:lnTo>
                                          <a:pt x="2244" y="979"/>
                                        </a:lnTo>
                                        <a:lnTo>
                                          <a:pt x="2251" y="961"/>
                                        </a:lnTo>
                                        <a:lnTo>
                                          <a:pt x="2251" y="961"/>
                                        </a:lnTo>
                                        <a:lnTo>
                                          <a:pt x="2257" y="957"/>
                                        </a:lnTo>
                                        <a:lnTo>
                                          <a:pt x="2263" y="953"/>
                                        </a:lnTo>
                                        <a:lnTo>
                                          <a:pt x="2266" y="952"/>
                                        </a:lnTo>
                                        <a:lnTo>
                                          <a:pt x="2269" y="952"/>
                                        </a:lnTo>
                                        <a:lnTo>
                                          <a:pt x="2271" y="954"/>
                                        </a:lnTo>
                                        <a:lnTo>
                                          <a:pt x="2275" y="958"/>
                                        </a:lnTo>
                                        <a:lnTo>
                                          <a:pt x="2275" y="958"/>
                                        </a:lnTo>
                                        <a:lnTo>
                                          <a:pt x="2270" y="990"/>
                                        </a:lnTo>
                                        <a:lnTo>
                                          <a:pt x="2267" y="1020"/>
                                        </a:lnTo>
                                        <a:lnTo>
                                          <a:pt x="2267" y="1020"/>
                                        </a:lnTo>
                                        <a:lnTo>
                                          <a:pt x="2271" y="1029"/>
                                        </a:lnTo>
                                        <a:lnTo>
                                          <a:pt x="2275" y="1040"/>
                                        </a:lnTo>
                                        <a:lnTo>
                                          <a:pt x="2277" y="1051"/>
                                        </a:lnTo>
                                        <a:lnTo>
                                          <a:pt x="2278" y="1062"/>
                                        </a:lnTo>
                                        <a:lnTo>
                                          <a:pt x="2279" y="1084"/>
                                        </a:lnTo>
                                        <a:lnTo>
                                          <a:pt x="2280" y="1096"/>
                                        </a:lnTo>
                                        <a:lnTo>
                                          <a:pt x="2282" y="1107"/>
                                        </a:lnTo>
                                        <a:lnTo>
                                          <a:pt x="2444" y="1104"/>
                                        </a:lnTo>
                                        <a:lnTo>
                                          <a:pt x="2444" y="1104"/>
                                        </a:lnTo>
                                        <a:lnTo>
                                          <a:pt x="2440" y="1064"/>
                                        </a:lnTo>
                                        <a:lnTo>
                                          <a:pt x="2434" y="1024"/>
                                        </a:lnTo>
                                        <a:lnTo>
                                          <a:pt x="2426" y="984"/>
                                        </a:lnTo>
                                        <a:lnTo>
                                          <a:pt x="2417" y="945"/>
                                        </a:lnTo>
                                        <a:lnTo>
                                          <a:pt x="2407" y="907"/>
                                        </a:lnTo>
                                        <a:lnTo>
                                          <a:pt x="2395" y="870"/>
                                        </a:lnTo>
                                        <a:lnTo>
                                          <a:pt x="2381" y="834"/>
                                        </a:lnTo>
                                        <a:lnTo>
                                          <a:pt x="2365" y="799"/>
                                        </a:lnTo>
                                        <a:lnTo>
                                          <a:pt x="2365" y="799"/>
                                        </a:lnTo>
                                        <a:lnTo>
                                          <a:pt x="2356" y="802"/>
                                        </a:lnTo>
                                        <a:lnTo>
                                          <a:pt x="2347" y="805"/>
                                        </a:lnTo>
                                        <a:lnTo>
                                          <a:pt x="2341" y="806"/>
                                        </a:lnTo>
                                        <a:lnTo>
                                          <a:pt x="2337" y="806"/>
                                        </a:lnTo>
                                        <a:lnTo>
                                          <a:pt x="2331" y="806"/>
                                        </a:lnTo>
                                        <a:lnTo>
                                          <a:pt x="2327" y="804"/>
                                        </a:lnTo>
                                        <a:lnTo>
                                          <a:pt x="2327" y="804"/>
                                        </a:lnTo>
                                        <a:lnTo>
                                          <a:pt x="2314" y="785"/>
                                        </a:lnTo>
                                        <a:lnTo>
                                          <a:pt x="2300" y="765"/>
                                        </a:lnTo>
                                        <a:lnTo>
                                          <a:pt x="2294" y="755"/>
                                        </a:lnTo>
                                        <a:lnTo>
                                          <a:pt x="2286" y="746"/>
                                        </a:lnTo>
                                        <a:lnTo>
                                          <a:pt x="2278" y="737"/>
                                        </a:lnTo>
                                        <a:lnTo>
                                          <a:pt x="2269" y="730"/>
                                        </a:lnTo>
                                        <a:lnTo>
                                          <a:pt x="2269" y="730"/>
                                        </a:lnTo>
                                        <a:lnTo>
                                          <a:pt x="2262" y="728"/>
                                        </a:lnTo>
                                        <a:lnTo>
                                          <a:pt x="2254" y="726"/>
                                        </a:lnTo>
                                        <a:lnTo>
                                          <a:pt x="2248" y="723"/>
                                        </a:lnTo>
                                        <a:lnTo>
                                          <a:pt x="2241" y="720"/>
                                        </a:lnTo>
                                        <a:lnTo>
                                          <a:pt x="2228" y="710"/>
                                        </a:lnTo>
                                        <a:lnTo>
                                          <a:pt x="2217" y="702"/>
                                        </a:lnTo>
                                        <a:lnTo>
                                          <a:pt x="2217" y="702"/>
                                        </a:lnTo>
                                        <a:lnTo>
                                          <a:pt x="2210" y="702"/>
                                        </a:lnTo>
                                        <a:lnTo>
                                          <a:pt x="2205" y="699"/>
                                        </a:lnTo>
                                        <a:lnTo>
                                          <a:pt x="2200" y="697"/>
                                        </a:lnTo>
                                        <a:lnTo>
                                          <a:pt x="2196" y="694"/>
                                        </a:lnTo>
                                        <a:lnTo>
                                          <a:pt x="2193" y="690"/>
                                        </a:lnTo>
                                        <a:lnTo>
                                          <a:pt x="2191" y="685"/>
                                        </a:lnTo>
                                        <a:lnTo>
                                          <a:pt x="2186" y="677"/>
                                        </a:lnTo>
                                        <a:lnTo>
                                          <a:pt x="2182" y="667"/>
                                        </a:lnTo>
                                        <a:lnTo>
                                          <a:pt x="2179" y="664"/>
                                        </a:lnTo>
                                        <a:lnTo>
                                          <a:pt x="2176" y="661"/>
                                        </a:lnTo>
                                        <a:lnTo>
                                          <a:pt x="2172" y="657"/>
                                        </a:lnTo>
                                        <a:lnTo>
                                          <a:pt x="2168" y="656"/>
                                        </a:lnTo>
                                        <a:lnTo>
                                          <a:pt x="2163" y="655"/>
                                        </a:lnTo>
                                        <a:lnTo>
                                          <a:pt x="2156" y="656"/>
                                        </a:lnTo>
                                        <a:lnTo>
                                          <a:pt x="2156" y="656"/>
                                        </a:lnTo>
                                        <a:lnTo>
                                          <a:pt x="2143" y="649"/>
                                        </a:lnTo>
                                        <a:lnTo>
                                          <a:pt x="2138" y="644"/>
                                        </a:lnTo>
                                        <a:lnTo>
                                          <a:pt x="2133" y="640"/>
                                        </a:lnTo>
                                        <a:lnTo>
                                          <a:pt x="2128" y="635"/>
                                        </a:lnTo>
                                        <a:lnTo>
                                          <a:pt x="2124" y="629"/>
                                        </a:lnTo>
                                        <a:lnTo>
                                          <a:pt x="2121" y="623"/>
                                        </a:lnTo>
                                        <a:lnTo>
                                          <a:pt x="2119" y="614"/>
                                        </a:lnTo>
                                        <a:lnTo>
                                          <a:pt x="2119" y="614"/>
                                        </a:lnTo>
                                        <a:lnTo>
                                          <a:pt x="2118" y="595"/>
                                        </a:lnTo>
                                        <a:lnTo>
                                          <a:pt x="2116" y="584"/>
                                        </a:lnTo>
                                        <a:lnTo>
                                          <a:pt x="2113" y="574"/>
                                        </a:lnTo>
                                        <a:lnTo>
                                          <a:pt x="2110" y="565"/>
                                        </a:lnTo>
                                        <a:lnTo>
                                          <a:pt x="2106" y="555"/>
                                        </a:lnTo>
                                        <a:lnTo>
                                          <a:pt x="2099" y="546"/>
                                        </a:lnTo>
                                        <a:lnTo>
                                          <a:pt x="2091" y="539"/>
                                        </a:lnTo>
                                        <a:lnTo>
                                          <a:pt x="2091" y="539"/>
                                        </a:lnTo>
                                        <a:lnTo>
                                          <a:pt x="2087" y="537"/>
                                        </a:lnTo>
                                        <a:lnTo>
                                          <a:pt x="2081" y="535"/>
                                        </a:lnTo>
                                        <a:lnTo>
                                          <a:pt x="2077" y="537"/>
                                        </a:lnTo>
                                        <a:lnTo>
                                          <a:pt x="2072" y="538"/>
                                        </a:lnTo>
                                        <a:lnTo>
                                          <a:pt x="2063" y="543"/>
                                        </a:lnTo>
                                        <a:lnTo>
                                          <a:pt x="2055" y="548"/>
                                        </a:lnTo>
                                        <a:lnTo>
                                          <a:pt x="2055" y="548"/>
                                        </a:lnTo>
                                        <a:lnTo>
                                          <a:pt x="2048" y="552"/>
                                        </a:lnTo>
                                        <a:lnTo>
                                          <a:pt x="2042" y="553"/>
                                        </a:lnTo>
                                        <a:lnTo>
                                          <a:pt x="2037" y="551"/>
                                        </a:lnTo>
                                        <a:lnTo>
                                          <a:pt x="2034" y="547"/>
                                        </a:lnTo>
                                        <a:lnTo>
                                          <a:pt x="2031" y="542"/>
                                        </a:lnTo>
                                        <a:lnTo>
                                          <a:pt x="2029" y="535"/>
                                        </a:lnTo>
                                        <a:lnTo>
                                          <a:pt x="2029" y="529"/>
                                        </a:lnTo>
                                        <a:lnTo>
                                          <a:pt x="2027" y="524"/>
                                        </a:lnTo>
                                        <a:lnTo>
                                          <a:pt x="2027" y="524"/>
                                        </a:lnTo>
                                        <a:lnTo>
                                          <a:pt x="2024" y="520"/>
                                        </a:lnTo>
                                        <a:lnTo>
                                          <a:pt x="2022" y="517"/>
                                        </a:lnTo>
                                        <a:lnTo>
                                          <a:pt x="2020" y="514"/>
                                        </a:lnTo>
                                        <a:lnTo>
                                          <a:pt x="2019" y="511"/>
                                        </a:lnTo>
                                        <a:lnTo>
                                          <a:pt x="2018" y="503"/>
                                        </a:lnTo>
                                        <a:lnTo>
                                          <a:pt x="2019" y="497"/>
                                        </a:lnTo>
                                        <a:lnTo>
                                          <a:pt x="2020" y="489"/>
                                        </a:lnTo>
                                        <a:lnTo>
                                          <a:pt x="2021" y="483"/>
                                        </a:lnTo>
                                        <a:lnTo>
                                          <a:pt x="2020" y="475"/>
                                        </a:lnTo>
                                        <a:lnTo>
                                          <a:pt x="2019" y="471"/>
                                        </a:lnTo>
                                        <a:lnTo>
                                          <a:pt x="2018" y="468"/>
                                        </a:lnTo>
                                        <a:lnTo>
                                          <a:pt x="2018" y="468"/>
                                        </a:lnTo>
                                        <a:lnTo>
                                          <a:pt x="2011" y="462"/>
                                        </a:lnTo>
                                        <a:lnTo>
                                          <a:pt x="2007" y="457"/>
                                        </a:lnTo>
                                        <a:lnTo>
                                          <a:pt x="2004" y="451"/>
                                        </a:lnTo>
                                        <a:lnTo>
                                          <a:pt x="2001" y="445"/>
                                        </a:lnTo>
                                        <a:lnTo>
                                          <a:pt x="1995" y="432"/>
                                        </a:lnTo>
                                        <a:lnTo>
                                          <a:pt x="1992" y="418"/>
                                        </a:lnTo>
                                        <a:lnTo>
                                          <a:pt x="1987" y="405"/>
                                        </a:lnTo>
                                        <a:lnTo>
                                          <a:pt x="1983" y="399"/>
                                        </a:lnTo>
                                        <a:lnTo>
                                          <a:pt x="1980" y="393"/>
                                        </a:lnTo>
                                        <a:lnTo>
                                          <a:pt x="1976" y="387"/>
                                        </a:lnTo>
                                        <a:lnTo>
                                          <a:pt x="1971" y="382"/>
                                        </a:lnTo>
                                        <a:lnTo>
                                          <a:pt x="1964" y="377"/>
                                        </a:lnTo>
                                        <a:lnTo>
                                          <a:pt x="1957" y="373"/>
                                        </a:lnTo>
                                        <a:lnTo>
                                          <a:pt x="1957" y="373"/>
                                        </a:lnTo>
                                        <a:lnTo>
                                          <a:pt x="1931" y="361"/>
                                        </a:lnTo>
                                        <a:lnTo>
                                          <a:pt x="1904" y="350"/>
                                        </a:lnTo>
                                        <a:lnTo>
                                          <a:pt x="1877" y="339"/>
                                        </a:lnTo>
                                        <a:lnTo>
                                          <a:pt x="1849" y="331"/>
                                        </a:lnTo>
                                        <a:lnTo>
                                          <a:pt x="1821" y="322"/>
                                        </a:lnTo>
                                        <a:lnTo>
                                          <a:pt x="1793" y="314"/>
                                        </a:lnTo>
                                        <a:lnTo>
                                          <a:pt x="1765" y="308"/>
                                        </a:lnTo>
                                        <a:lnTo>
                                          <a:pt x="1736" y="301"/>
                                        </a:lnTo>
                                        <a:lnTo>
                                          <a:pt x="1736" y="301"/>
                                        </a:lnTo>
                                        <a:lnTo>
                                          <a:pt x="1705" y="297"/>
                                        </a:lnTo>
                                        <a:lnTo>
                                          <a:pt x="1675" y="294"/>
                                        </a:lnTo>
                                        <a:lnTo>
                                          <a:pt x="1644" y="290"/>
                                        </a:lnTo>
                                        <a:lnTo>
                                          <a:pt x="1629" y="287"/>
                                        </a:lnTo>
                                        <a:lnTo>
                                          <a:pt x="1615" y="283"/>
                                        </a:lnTo>
                                        <a:lnTo>
                                          <a:pt x="1615" y="283"/>
                                        </a:lnTo>
                                        <a:close/>
                                        <a:moveTo>
                                          <a:pt x="2098" y="283"/>
                                        </a:moveTo>
                                        <a:lnTo>
                                          <a:pt x="2098" y="283"/>
                                        </a:lnTo>
                                        <a:lnTo>
                                          <a:pt x="2096" y="285"/>
                                        </a:lnTo>
                                        <a:lnTo>
                                          <a:pt x="2094" y="287"/>
                                        </a:lnTo>
                                        <a:lnTo>
                                          <a:pt x="2093" y="290"/>
                                        </a:lnTo>
                                        <a:lnTo>
                                          <a:pt x="2093" y="293"/>
                                        </a:lnTo>
                                        <a:lnTo>
                                          <a:pt x="2094" y="299"/>
                                        </a:lnTo>
                                        <a:lnTo>
                                          <a:pt x="2096" y="305"/>
                                        </a:lnTo>
                                        <a:lnTo>
                                          <a:pt x="2096" y="305"/>
                                        </a:lnTo>
                                        <a:lnTo>
                                          <a:pt x="2102" y="306"/>
                                        </a:lnTo>
                                        <a:lnTo>
                                          <a:pt x="2106" y="308"/>
                                        </a:lnTo>
                                        <a:lnTo>
                                          <a:pt x="2109" y="310"/>
                                        </a:lnTo>
                                        <a:lnTo>
                                          <a:pt x="2113" y="313"/>
                                        </a:lnTo>
                                        <a:lnTo>
                                          <a:pt x="2119" y="320"/>
                                        </a:lnTo>
                                        <a:lnTo>
                                          <a:pt x="2125" y="327"/>
                                        </a:lnTo>
                                        <a:lnTo>
                                          <a:pt x="2131" y="334"/>
                                        </a:lnTo>
                                        <a:lnTo>
                                          <a:pt x="2134" y="336"/>
                                        </a:lnTo>
                                        <a:lnTo>
                                          <a:pt x="2137" y="338"/>
                                        </a:lnTo>
                                        <a:lnTo>
                                          <a:pt x="2141" y="339"/>
                                        </a:lnTo>
                                        <a:lnTo>
                                          <a:pt x="2146" y="339"/>
                                        </a:lnTo>
                                        <a:lnTo>
                                          <a:pt x="2151" y="337"/>
                                        </a:lnTo>
                                        <a:lnTo>
                                          <a:pt x="2156" y="335"/>
                                        </a:lnTo>
                                        <a:lnTo>
                                          <a:pt x="2150" y="301"/>
                                        </a:lnTo>
                                        <a:lnTo>
                                          <a:pt x="2150" y="301"/>
                                        </a:lnTo>
                                        <a:lnTo>
                                          <a:pt x="2148" y="298"/>
                                        </a:lnTo>
                                        <a:lnTo>
                                          <a:pt x="2146" y="295"/>
                                        </a:lnTo>
                                        <a:lnTo>
                                          <a:pt x="2142" y="293"/>
                                        </a:lnTo>
                                        <a:lnTo>
                                          <a:pt x="2140" y="291"/>
                                        </a:lnTo>
                                        <a:lnTo>
                                          <a:pt x="2134" y="289"/>
                                        </a:lnTo>
                                        <a:lnTo>
                                          <a:pt x="2126" y="287"/>
                                        </a:lnTo>
                                        <a:lnTo>
                                          <a:pt x="2111" y="286"/>
                                        </a:lnTo>
                                        <a:lnTo>
                                          <a:pt x="2105" y="285"/>
                                        </a:lnTo>
                                        <a:lnTo>
                                          <a:pt x="2098" y="283"/>
                                        </a:lnTo>
                                        <a:lnTo>
                                          <a:pt x="2098" y="283"/>
                                        </a:lnTo>
                                        <a:close/>
                                        <a:moveTo>
                                          <a:pt x="1011" y="516"/>
                                        </a:moveTo>
                                        <a:lnTo>
                                          <a:pt x="1011" y="516"/>
                                        </a:lnTo>
                                        <a:lnTo>
                                          <a:pt x="1026" y="528"/>
                                        </a:lnTo>
                                        <a:lnTo>
                                          <a:pt x="1042" y="541"/>
                                        </a:lnTo>
                                        <a:lnTo>
                                          <a:pt x="1057" y="555"/>
                                        </a:lnTo>
                                        <a:lnTo>
                                          <a:pt x="1073" y="570"/>
                                        </a:lnTo>
                                        <a:lnTo>
                                          <a:pt x="1102" y="600"/>
                                        </a:lnTo>
                                        <a:lnTo>
                                          <a:pt x="1129" y="630"/>
                                        </a:lnTo>
                                        <a:lnTo>
                                          <a:pt x="1129" y="630"/>
                                        </a:lnTo>
                                        <a:lnTo>
                                          <a:pt x="1151" y="611"/>
                                        </a:lnTo>
                                        <a:lnTo>
                                          <a:pt x="1173" y="592"/>
                                        </a:lnTo>
                                        <a:lnTo>
                                          <a:pt x="1196" y="573"/>
                                        </a:lnTo>
                                        <a:lnTo>
                                          <a:pt x="1220" y="557"/>
                                        </a:lnTo>
                                        <a:lnTo>
                                          <a:pt x="1244" y="541"/>
                                        </a:lnTo>
                                        <a:lnTo>
                                          <a:pt x="1270" y="527"/>
                                        </a:lnTo>
                                        <a:lnTo>
                                          <a:pt x="1296" y="513"/>
                                        </a:lnTo>
                                        <a:lnTo>
                                          <a:pt x="1323" y="501"/>
                                        </a:lnTo>
                                        <a:lnTo>
                                          <a:pt x="1350" y="490"/>
                                        </a:lnTo>
                                        <a:lnTo>
                                          <a:pt x="1377" y="480"/>
                                        </a:lnTo>
                                        <a:lnTo>
                                          <a:pt x="1405" y="473"/>
                                        </a:lnTo>
                                        <a:lnTo>
                                          <a:pt x="1434" y="465"/>
                                        </a:lnTo>
                                        <a:lnTo>
                                          <a:pt x="1463" y="460"/>
                                        </a:lnTo>
                                        <a:lnTo>
                                          <a:pt x="1494" y="456"/>
                                        </a:lnTo>
                                        <a:lnTo>
                                          <a:pt x="1524" y="454"/>
                                        </a:lnTo>
                                        <a:lnTo>
                                          <a:pt x="1554" y="452"/>
                                        </a:lnTo>
                                        <a:lnTo>
                                          <a:pt x="1554" y="452"/>
                                        </a:lnTo>
                                        <a:lnTo>
                                          <a:pt x="1552" y="411"/>
                                        </a:lnTo>
                                        <a:lnTo>
                                          <a:pt x="1550" y="370"/>
                                        </a:lnTo>
                                        <a:lnTo>
                                          <a:pt x="1552" y="330"/>
                                        </a:lnTo>
                                        <a:lnTo>
                                          <a:pt x="1554" y="289"/>
                                        </a:lnTo>
                                        <a:lnTo>
                                          <a:pt x="1554" y="289"/>
                                        </a:lnTo>
                                        <a:lnTo>
                                          <a:pt x="1515" y="293"/>
                                        </a:lnTo>
                                        <a:lnTo>
                                          <a:pt x="1477" y="297"/>
                                        </a:lnTo>
                                        <a:lnTo>
                                          <a:pt x="1440" y="304"/>
                                        </a:lnTo>
                                        <a:lnTo>
                                          <a:pt x="1403" y="312"/>
                                        </a:lnTo>
                                        <a:lnTo>
                                          <a:pt x="1368" y="321"/>
                                        </a:lnTo>
                                        <a:lnTo>
                                          <a:pt x="1332" y="332"/>
                                        </a:lnTo>
                                        <a:lnTo>
                                          <a:pt x="1297" y="344"/>
                                        </a:lnTo>
                                        <a:lnTo>
                                          <a:pt x="1263" y="358"/>
                                        </a:lnTo>
                                        <a:lnTo>
                                          <a:pt x="1229" y="372"/>
                                        </a:lnTo>
                                        <a:lnTo>
                                          <a:pt x="1196" y="388"/>
                                        </a:lnTo>
                                        <a:lnTo>
                                          <a:pt x="1164" y="406"/>
                                        </a:lnTo>
                                        <a:lnTo>
                                          <a:pt x="1131" y="425"/>
                                        </a:lnTo>
                                        <a:lnTo>
                                          <a:pt x="1100" y="446"/>
                                        </a:lnTo>
                                        <a:lnTo>
                                          <a:pt x="1070" y="468"/>
                                        </a:lnTo>
                                        <a:lnTo>
                                          <a:pt x="1040" y="491"/>
                                        </a:lnTo>
                                        <a:lnTo>
                                          <a:pt x="1011" y="516"/>
                                        </a:lnTo>
                                        <a:lnTo>
                                          <a:pt x="1011" y="516"/>
                                        </a:lnTo>
                                        <a:close/>
                                        <a:moveTo>
                                          <a:pt x="2365" y="389"/>
                                        </a:moveTo>
                                        <a:lnTo>
                                          <a:pt x="2254" y="508"/>
                                        </a:lnTo>
                                        <a:lnTo>
                                          <a:pt x="2236" y="511"/>
                                        </a:lnTo>
                                        <a:lnTo>
                                          <a:pt x="2236" y="511"/>
                                        </a:lnTo>
                                        <a:lnTo>
                                          <a:pt x="2241" y="512"/>
                                        </a:lnTo>
                                        <a:lnTo>
                                          <a:pt x="2244" y="514"/>
                                        </a:lnTo>
                                        <a:lnTo>
                                          <a:pt x="2247" y="516"/>
                                        </a:lnTo>
                                        <a:lnTo>
                                          <a:pt x="2248" y="520"/>
                                        </a:lnTo>
                                        <a:lnTo>
                                          <a:pt x="2251" y="528"/>
                                        </a:lnTo>
                                        <a:lnTo>
                                          <a:pt x="2253" y="531"/>
                                        </a:lnTo>
                                        <a:lnTo>
                                          <a:pt x="2256" y="534"/>
                                        </a:lnTo>
                                        <a:lnTo>
                                          <a:pt x="2256" y="534"/>
                                        </a:lnTo>
                                        <a:lnTo>
                                          <a:pt x="2272" y="547"/>
                                        </a:lnTo>
                                        <a:lnTo>
                                          <a:pt x="2287" y="560"/>
                                        </a:lnTo>
                                        <a:lnTo>
                                          <a:pt x="2300" y="575"/>
                                        </a:lnTo>
                                        <a:lnTo>
                                          <a:pt x="2312" y="590"/>
                                        </a:lnTo>
                                        <a:lnTo>
                                          <a:pt x="2337" y="621"/>
                                        </a:lnTo>
                                        <a:lnTo>
                                          <a:pt x="2349" y="635"/>
                                        </a:lnTo>
                                        <a:lnTo>
                                          <a:pt x="2363" y="649"/>
                                        </a:lnTo>
                                        <a:lnTo>
                                          <a:pt x="2363" y="649"/>
                                        </a:lnTo>
                                        <a:lnTo>
                                          <a:pt x="2369" y="662"/>
                                        </a:lnTo>
                                        <a:lnTo>
                                          <a:pt x="2378" y="673"/>
                                        </a:lnTo>
                                        <a:lnTo>
                                          <a:pt x="2395" y="697"/>
                                        </a:lnTo>
                                        <a:lnTo>
                                          <a:pt x="2403" y="710"/>
                                        </a:lnTo>
                                        <a:lnTo>
                                          <a:pt x="2410" y="723"/>
                                        </a:lnTo>
                                        <a:lnTo>
                                          <a:pt x="2412" y="730"/>
                                        </a:lnTo>
                                        <a:lnTo>
                                          <a:pt x="2414" y="737"/>
                                        </a:lnTo>
                                        <a:lnTo>
                                          <a:pt x="2415" y="745"/>
                                        </a:lnTo>
                                        <a:lnTo>
                                          <a:pt x="2415" y="752"/>
                                        </a:lnTo>
                                        <a:lnTo>
                                          <a:pt x="2415" y="752"/>
                                        </a:lnTo>
                                        <a:lnTo>
                                          <a:pt x="2426" y="773"/>
                                        </a:lnTo>
                                        <a:lnTo>
                                          <a:pt x="2435" y="793"/>
                                        </a:lnTo>
                                        <a:lnTo>
                                          <a:pt x="2443" y="815"/>
                                        </a:lnTo>
                                        <a:lnTo>
                                          <a:pt x="2452" y="836"/>
                                        </a:lnTo>
                                        <a:lnTo>
                                          <a:pt x="2459" y="858"/>
                                        </a:lnTo>
                                        <a:lnTo>
                                          <a:pt x="2466" y="880"/>
                                        </a:lnTo>
                                        <a:lnTo>
                                          <a:pt x="2478" y="925"/>
                                        </a:lnTo>
                                        <a:lnTo>
                                          <a:pt x="2487" y="970"/>
                                        </a:lnTo>
                                        <a:lnTo>
                                          <a:pt x="2494" y="1016"/>
                                        </a:lnTo>
                                        <a:lnTo>
                                          <a:pt x="2499" y="1063"/>
                                        </a:lnTo>
                                        <a:lnTo>
                                          <a:pt x="2502" y="1109"/>
                                        </a:lnTo>
                                        <a:lnTo>
                                          <a:pt x="2502" y="1109"/>
                                        </a:lnTo>
                                        <a:lnTo>
                                          <a:pt x="2545" y="1105"/>
                                        </a:lnTo>
                                        <a:lnTo>
                                          <a:pt x="2588" y="1103"/>
                                        </a:lnTo>
                                        <a:lnTo>
                                          <a:pt x="2631" y="1102"/>
                                        </a:lnTo>
                                        <a:lnTo>
                                          <a:pt x="2673" y="1102"/>
                                        </a:lnTo>
                                        <a:lnTo>
                                          <a:pt x="2668" y="1096"/>
                                        </a:lnTo>
                                        <a:lnTo>
                                          <a:pt x="2668" y="1096"/>
                                        </a:lnTo>
                                        <a:lnTo>
                                          <a:pt x="2665" y="1045"/>
                                        </a:lnTo>
                                        <a:lnTo>
                                          <a:pt x="2659" y="995"/>
                                        </a:lnTo>
                                        <a:lnTo>
                                          <a:pt x="2651" y="945"/>
                                        </a:lnTo>
                                        <a:lnTo>
                                          <a:pt x="2641" y="897"/>
                                        </a:lnTo>
                                        <a:lnTo>
                                          <a:pt x="2629" y="849"/>
                                        </a:lnTo>
                                        <a:lnTo>
                                          <a:pt x="2614" y="803"/>
                                        </a:lnTo>
                                        <a:lnTo>
                                          <a:pt x="2598" y="758"/>
                                        </a:lnTo>
                                        <a:lnTo>
                                          <a:pt x="2580" y="712"/>
                                        </a:lnTo>
                                        <a:lnTo>
                                          <a:pt x="2559" y="669"/>
                                        </a:lnTo>
                                        <a:lnTo>
                                          <a:pt x="2537" y="626"/>
                                        </a:lnTo>
                                        <a:lnTo>
                                          <a:pt x="2513" y="584"/>
                                        </a:lnTo>
                                        <a:lnTo>
                                          <a:pt x="2486" y="543"/>
                                        </a:lnTo>
                                        <a:lnTo>
                                          <a:pt x="2459" y="503"/>
                                        </a:lnTo>
                                        <a:lnTo>
                                          <a:pt x="2429" y="464"/>
                                        </a:lnTo>
                                        <a:lnTo>
                                          <a:pt x="2398" y="425"/>
                                        </a:lnTo>
                                        <a:lnTo>
                                          <a:pt x="2365" y="389"/>
                                        </a:lnTo>
                                        <a:lnTo>
                                          <a:pt x="2365" y="389"/>
                                        </a:lnTo>
                                        <a:close/>
                                        <a:moveTo>
                                          <a:pt x="818" y="407"/>
                                        </a:moveTo>
                                        <a:lnTo>
                                          <a:pt x="812" y="391"/>
                                        </a:lnTo>
                                        <a:lnTo>
                                          <a:pt x="812" y="391"/>
                                        </a:lnTo>
                                        <a:lnTo>
                                          <a:pt x="779" y="429"/>
                                        </a:lnTo>
                                        <a:lnTo>
                                          <a:pt x="748" y="468"/>
                                        </a:lnTo>
                                        <a:lnTo>
                                          <a:pt x="719" y="507"/>
                                        </a:lnTo>
                                        <a:lnTo>
                                          <a:pt x="692" y="548"/>
                                        </a:lnTo>
                                        <a:lnTo>
                                          <a:pt x="666" y="590"/>
                                        </a:lnTo>
                                        <a:lnTo>
                                          <a:pt x="643" y="634"/>
                                        </a:lnTo>
                                        <a:lnTo>
                                          <a:pt x="621" y="677"/>
                                        </a:lnTo>
                                        <a:lnTo>
                                          <a:pt x="602" y="722"/>
                                        </a:lnTo>
                                        <a:lnTo>
                                          <a:pt x="584" y="767"/>
                                        </a:lnTo>
                                        <a:lnTo>
                                          <a:pt x="569" y="815"/>
                                        </a:lnTo>
                                        <a:lnTo>
                                          <a:pt x="555" y="862"/>
                                        </a:lnTo>
                                        <a:lnTo>
                                          <a:pt x="543" y="910"/>
                                        </a:lnTo>
                                        <a:lnTo>
                                          <a:pt x="533" y="959"/>
                                        </a:lnTo>
                                        <a:lnTo>
                                          <a:pt x="526" y="1008"/>
                                        </a:lnTo>
                                        <a:lnTo>
                                          <a:pt x="520" y="1058"/>
                                        </a:lnTo>
                                        <a:lnTo>
                                          <a:pt x="516" y="1109"/>
                                        </a:lnTo>
                                        <a:lnTo>
                                          <a:pt x="689" y="1111"/>
                                        </a:lnTo>
                                        <a:lnTo>
                                          <a:pt x="689" y="1111"/>
                                        </a:lnTo>
                                        <a:lnTo>
                                          <a:pt x="687" y="1091"/>
                                        </a:lnTo>
                                        <a:lnTo>
                                          <a:pt x="688" y="1070"/>
                                        </a:lnTo>
                                        <a:lnTo>
                                          <a:pt x="689" y="1050"/>
                                        </a:lnTo>
                                        <a:lnTo>
                                          <a:pt x="691" y="1029"/>
                                        </a:lnTo>
                                        <a:lnTo>
                                          <a:pt x="697" y="989"/>
                                        </a:lnTo>
                                        <a:lnTo>
                                          <a:pt x="704" y="948"/>
                                        </a:lnTo>
                                        <a:lnTo>
                                          <a:pt x="704" y="948"/>
                                        </a:lnTo>
                                        <a:lnTo>
                                          <a:pt x="710" y="919"/>
                                        </a:lnTo>
                                        <a:lnTo>
                                          <a:pt x="719" y="889"/>
                                        </a:lnTo>
                                        <a:lnTo>
                                          <a:pt x="728" y="860"/>
                                        </a:lnTo>
                                        <a:lnTo>
                                          <a:pt x="737" y="831"/>
                                        </a:lnTo>
                                        <a:lnTo>
                                          <a:pt x="748" y="802"/>
                                        </a:lnTo>
                                        <a:lnTo>
                                          <a:pt x="760" y="774"/>
                                        </a:lnTo>
                                        <a:lnTo>
                                          <a:pt x="772" y="746"/>
                                        </a:lnTo>
                                        <a:lnTo>
                                          <a:pt x="786" y="718"/>
                                        </a:lnTo>
                                        <a:lnTo>
                                          <a:pt x="800" y="691"/>
                                        </a:lnTo>
                                        <a:lnTo>
                                          <a:pt x="816" y="665"/>
                                        </a:lnTo>
                                        <a:lnTo>
                                          <a:pt x="832" y="638"/>
                                        </a:lnTo>
                                        <a:lnTo>
                                          <a:pt x="849" y="613"/>
                                        </a:lnTo>
                                        <a:lnTo>
                                          <a:pt x="868" y="588"/>
                                        </a:lnTo>
                                        <a:lnTo>
                                          <a:pt x="888" y="565"/>
                                        </a:lnTo>
                                        <a:lnTo>
                                          <a:pt x="909" y="541"/>
                                        </a:lnTo>
                                        <a:lnTo>
                                          <a:pt x="932" y="518"/>
                                        </a:lnTo>
                                        <a:lnTo>
                                          <a:pt x="818" y="407"/>
                                        </a:lnTo>
                                        <a:close/>
                                        <a:moveTo>
                                          <a:pt x="2961" y="447"/>
                                        </a:moveTo>
                                        <a:lnTo>
                                          <a:pt x="2961" y="447"/>
                                        </a:lnTo>
                                        <a:lnTo>
                                          <a:pt x="2969" y="458"/>
                                        </a:lnTo>
                                        <a:lnTo>
                                          <a:pt x="2975" y="469"/>
                                        </a:lnTo>
                                        <a:lnTo>
                                          <a:pt x="2980" y="480"/>
                                        </a:lnTo>
                                        <a:lnTo>
                                          <a:pt x="2985" y="492"/>
                                        </a:lnTo>
                                        <a:lnTo>
                                          <a:pt x="2993" y="516"/>
                                        </a:lnTo>
                                        <a:lnTo>
                                          <a:pt x="3000" y="541"/>
                                        </a:lnTo>
                                        <a:lnTo>
                                          <a:pt x="3004" y="566"/>
                                        </a:lnTo>
                                        <a:lnTo>
                                          <a:pt x="3006" y="592"/>
                                        </a:lnTo>
                                        <a:lnTo>
                                          <a:pt x="3007" y="618"/>
                                        </a:lnTo>
                                        <a:lnTo>
                                          <a:pt x="3007" y="644"/>
                                        </a:lnTo>
                                        <a:lnTo>
                                          <a:pt x="3006" y="671"/>
                                        </a:lnTo>
                                        <a:lnTo>
                                          <a:pt x="3004" y="698"/>
                                        </a:lnTo>
                                        <a:lnTo>
                                          <a:pt x="2999" y="752"/>
                                        </a:lnTo>
                                        <a:lnTo>
                                          <a:pt x="2993" y="805"/>
                                        </a:lnTo>
                                        <a:lnTo>
                                          <a:pt x="2991" y="831"/>
                                        </a:lnTo>
                                        <a:lnTo>
                                          <a:pt x="2990" y="857"/>
                                        </a:lnTo>
                                        <a:lnTo>
                                          <a:pt x="2990" y="857"/>
                                        </a:lnTo>
                                        <a:lnTo>
                                          <a:pt x="2993" y="905"/>
                                        </a:lnTo>
                                        <a:lnTo>
                                          <a:pt x="2998" y="954"/>
                                        </a:lnTo>
                                        <a:lnTo>
                                          <a:pt x="2999" y="978"/>
                                        </a:lnTo>
                                        <a:lnTo>
                                          <a:pt x="3000" y="1002"/>
                                        </a:lnTo>
                                        <a:lnTo>
                                          <a:pt x="3001" y="1026"/>
                                        </a:lnTo>
                                        <a:lnTo>
                                          <a:pt x="3000" y="1051"/>
                                        </a:lnTo>
                                        <a:lnTo>
                                          <a:pt x="3000" y="1051"/>
                                        </a:lnTo>
                                        <a:lnTo>
                                          <a:pt x="2993" y="1031"/>
                                        </a:lnTo>
                                        <a:lnTo>
                                          <a:pt x="2989" y="1011"/>
                                        </a:lnTo>
                                        <a:lnTo>
                                          <a:pt x="2986" y="992"/>
                                        </a:lnTo>
                                        <a:lnTo>
                                          <a:pt x="2981" y="971"/>
                                        </a:lnTo>
                                        <a:lnTo>
                                          <a:pt x="2981" y="971"/>
                                        </a:lnTo>
                                        <a:lnTo>
                                          <a:pt x="2978" y="958"/>
                                        </a:lnTo>
                                        <a:lnTo>
                                          <a:pt x="2974" y="945"/>
                                        </a:lnTo>
                                        <a:lnTo>
                                          <a:pt x="2969" y="932"/>
                                        </a:lnTo>
                                        <a:lnTo>
                                          <a:pt x="2963" y="920"/>
                                        </a:lnTo>
                                        <a:lnTo>
                                          <a:pt x="2958" y="907"/>
                                        </a:lnTo>
                                        <a:lnTo>
                                          <a:pt x="2950" y="897"/>
                                        </a:lnTo>
                                        <a:lnTo>
                                          <a:pt x="2935" y="874"/>
                                        </a:lnTo>
                                        <a:lnTo>
                                          <a:pt x="2918" y="852"/>
                                        </a:lnTo>
                                        <a:lnTo>
                                          <a:pt x="2900" y="832"/>
                                        </a:lnTo>
                                        <a:lnTo>
                                          <a:pt x="2880" y="813"/>
                                        </a:lnTo>
                                        <a:lnTo>
                                          <a:pt x="2860" y="793"/>
                                        </a:lnTo>
                                        <a:lnTo>
                                          <a:pt x="2818" y="755"/>
                                        </a:lnTo>
                                        <a:lnTo>
                                          <a:pt x="2798" y="736"/>
                                        </a:lnTo>
                                        <a:lnTo>
                                          <a:pt x="2777" y="717"/>
                                        </a:lnTo>
                                        <a:lnTo>
                                          <a:pt x="2758" y="697"/>
                                        </a:lnTo>
                                        <a:lnTo>
                                          <a:pt x="2741" y="677"/>
                                        </a:lnTo>
                                        <a:lnTo>
                                          <a:pt x="2725" y="655"/>
                                        </a:lnTo>
                                        <a:lnTo>
                                          <a:pt x="2711" y="632"/>
                                        </a:lnTo>
                                        <a:lnTo>
                                          <a:pt x="2711" y="632"/>
                                        </a:lnTo>
                                        <a:lnTo>
                                          <a:pt x="2726" y="694"/>
                                        </a:lnTo>
                                        <a:lnTo>
                                          <a:pt x="2733" y="725"/>
                                        </a:lnTo>
                                        <a:lnTo>
                                          <a:pt x="2744" y="754"/>
                                        </a:lnTo>
                                        <a:lnTo>
                                          <a:pt x="2744" y="754"/>
                                        </a:lnTo>
                                        <a:lnTo>
                                          <a:pt x="2749" y="771"/>
                                        </a:lnTo>
                                        <a:lnTo>
                                          <a:pt x="2756" y="787"/>
                                        </a:lnTo>
                                        <a:lnTo>
                                          <a:pt x="2771" y="817"/>
                                        </a:lnTo>
                                        <a:lnTo>
                                          <a:pt x="2788" y="846"/>
                                        </a:lnTo>
                                        <a:lnTo>
                                          <a:pt x="2806" y="875"/>
                                        </a:lnTo>
                                        <a:lnTo>
                                          <a:pt x="2826" y="903"/>
                                        </a:lnTo>
                                        <a:lnTo>
                                          <a:pt x="2846" y="931"/>
                                        </a:lnTo>
                                        <a:lnTo>
                                          <a:pt x="2887" y="986"/>
                                        </a:lnTo>
                                        <a:lnTo>
                                          <a:pt x="2907" y="1014"/>
                                        </a:lnTo>
                                        <a:lnTo>
                                          <a:pt x="2927" y="1042"/>
                                        </a:lnTo>
                                        <a:lnTo>
                                          <a:pt x="2945" y="1071"/>
                                        </a:lnTo>
                                        <a:lnTo>
                                          <a:pt x="2962" y="1100"/>
                                        </a:lnTo>
                                        <a:lnTo>
                                          <a:pt x="2977" y="1131"/>
                                        </a:lnTo>
                                        <a:lnTo>
                                          <a:pt x="2984" y="1146"/>
                                        </a:lnTo>
                                        <a:lnTo>
                                          <a:pt x="2989" y="1162"/>
                                        </a:lnTo>
                                        <a:lnTo>
                                          <a:pt x="2994" y="1178"/>
                                        </a:lnTo>
                                        <a:lnTo>
                                          <a:pt x="2999" y="1194"/>
                                        </a:lnTo>
                                        <a:lnTo>
                                          <a:pt x="3002" y="1212"/>
                                        </a:lnTo>
                                        <a:lnTo>
                                          <a:pt x="3005" y="1229"/>
                                        </a:lnTo>
                                        <a:lnTo>
                                          <a:pt x="3005" y="1229"/>
                                        </a:lnTo>
                                        <a:lnTo>
                                          <a:pt x="3009" y="1195"/>
                                        </a:lnTo>
                                        <a:lnTo>
                                          <a:pt x="3015" y="1164"/>
                                        </a:lnTo>
                                        <a:lnTo>
                                          <a:pt x="3023" y="1132"/>
                                        </a:lnTo>
                                        <a:lnTo>
                                          <a:pt x="3033" y="1100"/>
                                        </a:lnTo>
                                        <a:lnTo>
                                          <a:pt x="3043" y="1069"/>
                                        </a:lnTo>
                                        <a:lnTo>
                                          <a:pt x="3053" y="1039"/>
                                        </a:lnTo>
                                        <a:lnTo>
                                          <a:pt x="3075" y="978"/>
                                        </a:lnTo>
                                        <a:lnTo>
                                          <a:pt x="3085" y="946"/>
                                        </a:lnTo>
                                        <a:lnTo>
                                          <a:pt x="3093" y="915"/>
                                        </a:lnTo>
                                        <a:lnTo>
                                          <a:pt x="3101" y="884"/>
                                        </a:lnTo>
                                        <a:lnTo>
                                          <a:pt x="3106" y="851"/>
                                        </a:lnTo>
                                        <a:lnTo>
                                          <a:pt x="3107" y="835"/>
                                        </a:lnTo>
                                        <a:lnTo>
                                          <a:pt x="3108" y="819"/>
                                        </a:lnTo>
                                        <a:lnTo>
                                          <a:pt x="3109" y="802"/>
                                        </a:lnTo>
                                        <a:lnTo>
                                          <a:pt x="3108" y="785"/>
                                        </a:lnTo>
                                        <a:lnTo>
                                          <a:pt x="3107" y="767"/>
                                        </a:lnTo>
                                        <a:lnTo>
                                          <a:pt x="3105" y="750"/>
                                        </a:lnTo>
                                        <a:lnTo>
                                          <a:pt x="3103" y="733"/>
                                        </a:lnTo>
                                        <a:lnTo>
                                          <a:pt x="3099" y="714"/>
                                        </a:lnTo>
                                        <a:lnTo>
                                          <a:pt x="3099" y="714"/>
                                        </a:lnTo>
                                        <a:lnTo>
                                          <a:pt x="3089" y="678"/>
                                        </a:lnTo>
                                        <a:lnTo>
                                          <a:pt x="3077" y="642"/>
                                        </a:lnTo>
                                        <a:lnTo>
                                          <a:pt x="3064" y="607"/>
                                        </a:lnTo>
                                        <a:lnTo>
                                          <a:pt x="3048" y="572"/>
                                        </a:lnTo>
                                        <a:lnTo>
                                          <a:pt x="3039" y="555"/>
                                        </a:lnTo>
                                        <a:lnTo>
                                          <a:pt x="3031" y="539"/>
                                        </a:lnTo>
                                        <a:lnTo>
                                          <a:pt x="3020" y="523"/>
                                        </a:lnTo>
                                        <a:lnTo>
                                          <a:pt x="3010" y="506"/>
                                        </a:lnTo>
                                        <a:lnTo>
                                          <a:pt x="2999" y="491"/>
                                        </a:lnTo>
                                        <a:lnTo>
                                          <a:pt x="2987" y="476"/>
                                        </a:lnTo>
                                        <a:lnTo>
                                          <a:pt x="2975" y="461"/>
                                        </a:lnTo>
                                        <a:lnTo>
                                          <a:pt x="2961" y="447"/>
                                        </a:lnTo>
                                        <a:lnTo>
                                          <a:pt x="2961" y="447"/>
                                        </a:lnTo>
                                        <a:close/>
                                        <a:moveTo>
                                          <a:pt x="203" y="471"/>
                                        </a:moveTo>
                                        <a:lnTo>
                                          <a:pt x="203" y="471"/>
                                        </a:lnTo>
                                        <a:lnTo>
                                          <a:pt x="182" y="499"/>
                                        </a:lnTo>
                                        <a:lnTo>
                                          <a:pt x="161" y="528"/>
                                        </a:lnTo>
                                        <a:lnTo>
                                          <a:pt x="143" y="558"/>
                                        </a:lnTo>
                                        <a:lnTo>
                                          <a:pt x="127" y="590"/>
                                        </a:lnTo>
                                        <a:lnTo>
                                          <a:pt x="112" y="623"/>
                                        </a:lnTo>
                                        <a:lnTo>
                                          <a:pt x="99" y="656"/>
                                        </a:lnTo>
                                        <a:lnTo>
                                          <a:pt x="88" y="690"/>
                                        </a:lnTo>
                                        <a:lnTo>
                                          <a:pt x="80" y="725"/>
                                        </a:lnTo>
                                        <a:lnTo>
                                          <a:pt x="80" y="725"/>
                                        </a:lnTo>
                                        <a:lnTo>
                                          <a:pt x="76" y="744"/>
                                        </a:lnTo>
                                        <a:lnTo>
                                          <a:pt x="73" y="761"/>
                                        </a:lnTo>
                                        <a:lnTo>
                                          <a:pt x="72" y="779"/>
                                        </a:lnTo>
                                        <a:lnTo>
                                          <a:pt x="71" y="796"/>
                                        </a:lnTo>
                                        <a:lnTo>
                                          <a:pt x="71" y="814"/>
                                        </a:lnTo>
                                        <a:lnTo>
                                          <a:pt x="71" y="831"/>
                                        </a:lnTo>
                                        <a:lnTo>
                                          <a:pt x="74" y="864"/>
                                        </a:lnTo>
                                        <a:lnTo>
                                          <a:pt x="80" y="897"/>
                                        </a:lnTo>
                                        <a:lnTo>
                                          <a:pt x="87" y="930"/>
                                        </a:lnTo>
                                        <a:lnTo>
                                          <a:pt x="96" y="961"/>
                                        </a:lnTo>
                                        <a:lnTo>
                                          <a:pt x="105" y="994"/>
                                        </a:lnTo>
                                        <a:lnTo>
                                          <a:pt x="127" y="1056"/>
                                        </a:lnTo>
                                        <a:lnTo>
                                          <a:pt x="148" y="1120"/>
                                        </a:lnTo>
                                        <a:lnTo>
                                          <a:pt x="159" y="1151"/>
                                        </a:lnTo>
                                        <a:lnTo>
                                          <a:pt x="168" y="1183"/>
                                        </a:lnTo>
                                        <a:lnTo>
                                          <a:pt x="175" y="1216"/>
                                        </a:lnTo>
                                        <a:lnTo>
                                          <a:pt x="181" y="1249"/>
                                        </a:lnTo>
                                        <a:lnTo>
                                          <a:pt x="181" y="1249"/>
                                        </a:lnTo>
                                        <a:lnTo>
                                          <a:pt x="185" y="1229"/>
                                        </a:lnTo>
                                        <a:lnTo>
                                          <a:pt x="189" y="1208"/>
                                        </a:lnTo>
                                        <a:lnTo>
                                          <a:pt x="196" y="1188"/>
                                        </a:lnTo>
                                        <a:lnTo>
                                          <a:pt x="202" y="1168"/>
                                        </a:lnTo>
                                        <a:lnTo>
                                          <a:pt x="210" y="1150"/>
                                        </a:lnTo>
                                        <a:lnTo>
                                          <a:pt x="218" y="1131"/>
                                        </a:lnTo>
                                        <a:lnTo>
                                          <a:pt x="228" y="1112"/>
                                        </a:lnTo>
                                        <a:lnTo>
                                          <a:pt x="238" y="1094"/>
                                        </a:lnTo>
                                        <a:lnTo>
                                          <a:pt x="259" y="1058"/>
                                        </a:lnTo>
                                        <a:lnTo>
                                          <a:pt x="282" y="1023"/>
                                        </a:lnTo>
                                        <a:lnTo>
                                          <a:pt x="330" y="954"/>
                                        </a:lnTo>
                                        <a:lnTo>
                                          <a:pt x="354" y="919"/>
                                        </a:lnTo>
                                        <a:lnTo>
                                          <a:pt x="376" y="884"/>
                                        </a:lnTo>
                                        <a:lnTo>
                                          <a:pt x="399" y="848"/>
                                        </a:lnTo>
                                        <a:lnTo>
                                          <a:pt x="408" y="830"/>
                                        </a:lnTo>
                                        <a:lnTo>
                                          <a:pt x="418" y="811"/>
                                        </a:lnTo>
                                        <a:lnTo>
                                          <a:pt x="427" y="792"/>
                                        </a:lnTo>
                                        <a:lnTo>
                                          <a:pt x="434" y="774"/>
                                        </a:lnTo>
                                        <a:lnTo>
                                          <a:pt x="442" y="754"/>
                                        </a:lnTo>
                                        <a:lnTo>
                                          <a:pt x="448" y="734"/>
                                        </a:lnTo>
                                        <a:lnTo>
                                          <a:pt x="454" y="714"/>
                                        </a:lnTo>
                                        <a:lnTo>
                                          <a:pt x="458" y="693"/>
                                        </a:lnTo>
                                        <a:lnTo>
                                          <a:pt x="460" y="672"/>
                                        </a:lnTo>
                                        <a:lnTo>
                                          <a:pt x="462" y="651"/>
                                        </a:lnTo>
                                        <a:lnTo>
                                          <a:pt x="462" y="651"/>
                                        </a:lnTo>
                                        <a:lnTo>
                                          <a:pt x="448" y="673"/>
                                        </a:lnTo>
                                        <a:lnTo>
                                          <a:pt x="432" y="696"/>
                                        </a:lnTo>
                                        <a:lnTo>
                                          <a:pt x="415" y="717"/>
                                        </a:lnTo>
                                        <a:lnTo>
                                          <a:pt x="396" y="737"/>
                                        </a:lnTo>
                                        <a:lnTo>
                                          <a:pt x="376" y="758"/>
                                        </a:lnTo>
                                        <a:lnTo>
                                          <a:pt x="356" y="777"/>
                                        </a:lnTo>
                                        <a:lnTo>
                                          <a:pt x="315" y="817"/>
                                        </a:lnTo>
                                        <a:lnTo>
                                          <a:pt x="295" y="836"/>
                                        </a:lnTo>
                                        <a:lnTo>
                                          <a:pt x="275" y="857"/>
                                        </a:lnTo>
                                        <a:lnTo>
                                          <a:pt x="257" y="878"/>
                                        </a:lnTo>
                                        <a:lnTo>
                                          <a:pt x="241" y="900"/>
                                        </a:lnTo>
                                        <a:lnTo>
                                          <a:pt x="226" y="923"/>
                                        </a:lnTo>
                                        <a:lnTo>
                                          <a:pt x="219" y="934"/>
                                        </a:lnTo>
                                        <a:lnTo>
                                          <a:pt x="213" y="947"/>
                                        </a:lnTo>
                                        <a:lnTo>
                                          <a:pt x="208" y="959"/>
                                        </a:lnTo>
                                        <a:lnTo>
                                          <a:pt x="203" y="972"/>
                                        </a:lnTo>
                                        <a:lnTo>
                                          <a:pt x="199" y="986"/>
                                        </a:lnTo>
                                        <a:lnTo>
                                          <a:pt x="196" y="1000"/>
                                        </a:lnTo>
                                        <a:lnTo>
                                          <a:pt x="196" y="1000"/>
                                        </a:lnTo>
                                        <a:lnTo>
                                          <a:pt x="195" y="1017"/>
                                        </a:lnTo>
                                        <a:lnTo>
                                          <a:pt x="191" y="1036"/>
                                        </a:lnTo>
                                        <a:lnTo>
                                          <a:pt x="183" y="1071"/>
                                        </a:lnTo>
                                        <a:lnTo>
                                          <a:pt x="179" y="1066"/>
                                        </a:lnTo>
                                        <a:lnTo>
                                          <a:pt x="186" y="969"/>
                                        </a:lnTo>
                                        <a:lnTo>
                                          <a:pt x="186" y="969"/>
                                        </a:lnTo>
                                        <a:lnTo>
                                          <a:pt x="189" y="953"/>
                                        </a:lnTo>
                                        <a:lnTo>
                                          <a:pt x="190" y="937"/>
                                        </a:lnTo>
                                        <a:lnTo>
                                          <a:pt x="191" y="904"/>
                                        </a:lnTo>
                                        <a:lnTo>
                                          <a:pt x="191" y="872"/>
                                        </a:lnTo>
                                        <a:lnTo>
                                          <a:pt x="188" y="838"/>
                                        </a:lnTo>
                                        <a:lnTo>
                                          <a:pt x="185" y="806"/>
                                        </a:lnTo>
                                        <a:lnTo>
                                          <a:pt x="181" y="774"/>
                                        </a:lnTo>
                                        <a:lnTo>
                                          <a:pt x="172" y="710"/>
                                        </a:lnTo>
                                        <a:lnTo>
                                          <a:pt x="169" y="679"/>
                                        </a:lnTo>
                                        <a:lnTo>
                                          <a:pt x="167" y="648"/>
                                        </a:lnTo>
                                        <a:lnTo>
                                          <a:pt x="166" y="616"/>
                                        </a:lnTo>
                                        <a:lnTo>
                                          <a:pt x="168" y="586"/>
                                        </a:lnTo>
                                        <a:lnTo>
                                          <a:pt x="169" y="571"/>
                                        </a:lnTo>
                                        <a:lnTo>
                                          <a:pt x="171" y="556"/>
                                        </a:lnTo>
                                        <a:lnTo>
                                          <a:pt x="174" y="542"/>
                                        </a:lnTo>
                                        <a:lnTo>
                                          <a:pt x="179" y="527"/>
                                        </a:lnTo>
                                        <a:lnTo>
                                          <a:pt x="183" y="513"/>
                                        </a:lnTo>
                                        <a:lnTo>
                                          <a:pt x="189" y="499"/>
                                        </a:lnTo>
                                        <a:lnTo>
                                          <a:pt x="196" y="484"/>
                                        </a:lnTo>
                                        <a:lnTo>
                                          <a:pt x="203" y="471"/>
                                        </a:lnTo>
                                        <a:lnTo>
                                          <a:pt x="203" y="471"/>
                                        </a:lnTo>
                                        <a:close/>
                                        <a:moveTo>
                                          <a:pt x="1557" y="508"/>
                                        </a:moveTo>
                                        <a:lnTo>
                                          <a:pt x="1552" y="513"/>
                                        </a:lnTo>
                                        <a:lnTo>
                                          <a:pt x="1552" y="513"/>
                                        </a:lnTo>
                                        <a:lnTo>
                                          <a:pt x="1524" y="515"/>
                                        </a:lnTo>
                                        <a:lnTo>
                                          <a:pt x="1498" y="518"/>
                                        </a:lnTo>
                                        <a:lnTo>
                                          <a:pt x="1471" y="524"/>
                                        </a:lnTo>
                                        <a:lnTo>
                                          <a:pt x="1446" y="529"/>
                                        </a:lnTo>
                                        <a:lnTo>
                                          <a:pt x="1420" y="537"/>
                                        </a:lnTo>
                                        <a:lnTo>
                                          <a:pt x="1397" y="544"/>
                                        </a:lnTo>
                                        <a:lnTo>
                                          <a:pt x="1372" y="554"/>
                                        </a:lnTo>
                                        <a:lnTo>
                                          <a:pt x="1348" y="563"/>
                                        </a:lnTo>
                                        <a:lnTo>
                                          <a:pt x="1325" y="574"/>
                                        </a:lnTo>
                                        <a:lnTo>
                                          <a:pt x="1302" y="586"/>
                                        </a:lnTo>
                                        <a:lnTo>
                                          <a:pt x="1280" y="599"/>
                                        </a:lnTo>
                                        <a:lnTo>
                                          <a:pt x="1257" y="613"/>
                                        </a:lnTo>
                                        <a:lnTo>
                                          <a:pt x="1236" y="627"/>
                                        </a:lnTo>
                                        <a:lnTo>
                                          <a:pt x="1213" y="642"/>
                                        </a:lnTo>
                                        <a:lnTo>
                                          <a:pt x="1170" y="675"/>
                                        </a:lnTo>
                                        <a:lnTo>
                                          <a:pt x="1170" y="675"/>
                                        </a:lnTo>
                                        <a:lnTo>
                                          <a:pt x="1186" y="685"/>
                                        </a:lnTo>
                                        <a:lnTo>
                                          <a:pt x="1201" y="698"/>
                                        </a:lnTo>
                                        <a:lnTo>
                                          <a:pt x="1216" y="712"/>
                                        </a:lnTo>
                                        <a:lnTo>
                                          <a:pt x="1231" y="726"/>
                                        </a:lnTo>
                                        <a:lnTo>
                                          <a:pt x="1260" y="756"/>
                                        </a:lnTo>
                                        <a:lnTo>
                                          <a:pt x="1290" y="786"/>
                                        </a:lnTo>
                                        <a:lnTo>
                                          <a:pt x="1290" y="786"/>
                                        </a:lnTo>
                                        <a:lnTo>
                                          <a:pt x="1303" y="773"/>
                                        </a:lnTo>
                                        <a:lnTo>
                                          <a:pt x="1317" y="761"/>
                                        </a:lnTo>
                                        <a:lnTo>
                                          <a:pt x="1332" y="750"/>
                                        </a:lnTo>
                                        <a:lnTo>
                                          <a:pt x="1347" y="740"/>
                                        </a:lnTo>
                                        <a:lnTo>
                                          <a:pt x="1362" y="731"/>
                                        </a:lnTo>
                                        <a:lnTo>
                                          <a:pt x="1379" y="721"/>
                                        </a:lnTo>
                                        <a:lnTo>
                                          <a:pt x="1395" y="713"/>
                                        </a:lnTo>
                                        <a:lnTo>
                                          <a:pt x="1412" y="706"/>
                                        </a:lnTo>
                                        <a:lnTo>
                                          <a:pt x="1428" y="698"/>
                                        </a:lnTo>
                                        <a:lnTo>
                                          <a:pt x="1445" y="693"/>
                                        </a:lnTo>
                                        <a:lnTo>
                                          <a:pt x="1463" y="687"/>
                                        </a:lnTo>
                                        <a:lnTo>
                                          <a:pt x="1481" y="683"/>
                                        </a:lnTo>
                                        <a:lnTo>
                                          <a:pt x="1499" y="680"/>
                                        </a:lnTo>
                                        <a:lnTo>
                                          <a:pt x="1517" y="677"/>
                                        </a:lnTo>
                                        <a:lnTo>
                                          <a:pt x="1535" y="676"/>
                                        </a:lnTo>
                                        <a:lnTo>
                                          <a:pt x="1554" y="675"/>
                                        </a:lnTo>
                                        <a:lnTo>
                                          <a:pt x="1554" y="675"/>
                                        </a:lnTo>
                                        <a:lnTo>
                                          <a:pt x="1552" y="635"/>
                                        </a:lnTo>
                                        <a:lnTo>
                                          <a:pt x="1550" y="593"/>
                                        </a:lnTo>
                                        <a:lnTo>
                                          <a:pt x="1550" y="571"/>
                                        </a:lnTo>
                                        <a:lnTo>
                                          <a:pt x="1552" y="549"/>
                                        </a:lnTo>
                                        <a:lnTo>
                                          <a:pt x="1554" y="529"/>
                                        </a:lnTo>
                                        <a:lnTo>
                                          <a:pt x="1557" y="508"/>
                                        </a:lnTo>
                                        <a:lnTo>
                                          <a:pt x="1557" y="508"/>
                                        </a:lnTo>
                                        <a:close/>
                                        <a:moveTo>
                                          <a:pt x="1617" y="511"/>
                                        </a:moveTo>
                                        <a:lnTo>
                                          <a:pt x="1617" y="511"/>
                                        </a:lnTo>
                                        <a:lnTo>
                                          <a:pt x="1619" y="530"/>
                                        </a:lnTo>
                                        <a:lnTo>
                                          <a:pt x="1621" y="549"/>
                                        </a:lnTo>
                                        <a:lnTo>
                                          <a:pt x="1622" y="570"/>
                                        </a:lnTo>
                                        <a:lnTo>
                                          <a:pt x="1622" y="590"/>
                                        </a:lnTo>
                                        <a:lnTo>
                                          <a:pt x="1621" y="631"/>
                                        </a:lnTo>
                                        <a:lnTo>
                                          <a:pt x="1620" y="671"/>
                                        </a:lnTo>
                                        <a:lnTo>
                                          <a:pt x="1620" y="671"/>
                                        </a:lnTo>
                                        <a:lnTo>
                                          <a:pt x="1639" y="672"/>
                                        </a:lnTo>
                                        <a:lnTo>
                                          <a:pt x="1657" y="676"/>
                                        </a:lnTo>
                                        <a:lnTo>
                                          <a:pt x="1675" y="679"/>
                                        </a:lnTo>
                                        <a:lnTo>
                                          <a:pt x="1694" y="682"/>
                                        </a:lnTo>
                                        <a:lnTo>
                                          <a:pt x="1713" y="687"/>
                                        </a:lnTo>
                                        <a:lnTo>
                                          <a:pt x="1731" y="693"/>
                                        </a:lnTo>
                                        <a:lnTo>
                                          <a:pt x="1749" y="699"/>
                                        </a:lnTo>
                                        <a:lnTo>
                                          <a:pt x="1767" y="706"/>
                                        </a:lnTo>
                                        <a:lnTo>
                                          <a:pt x="1785" y="713"/>
                                        </a:lnTo>
                                        <a:lnTo>
                                          <a:pt x="1802" y="721"/>
                                        </a:lnTo>
                                        <a:lnTo>
                                          <a:pt x="1819" y="731"/>
                                        </a:lnTo>
                                        <a:lnTo>
                                          <a:pt x="1835" y="739"/>
                                        </a:lnTo>
                                        <a:lnTo>
                                          <a:pt x="1850" y="750"/>
                                        </a:lnTo>
                                        <a:lnTo>
                                          <a:pt x="1865" y="760"/>
                                        </a:lnTo>
                                        <a:lnTo>
                                          <a:pt x="1880" y="772"/>
                                        </a:lnTo>
                                        <a:lnTo>
                                          <a:pt x="1893" y="783"/>
                                        </a:lnTo>
                                        <a:lnTo>
                                          <a:pt x="1893" y="783"/>
                                        </a:lnTo>
                                        <a:lnTo>
                                          <a:pt x="1922" y="753"/>
                                        </a:lnTo>
                                        <a:lnTo>
                                          <a:pt x="1952" y="722"/>
                                        </a:lnTo>
                                        <a:lnTo>
                                          <a:pt x="1967" y="707"/>
                                        </a:lnTo>
                                        <a:lnTo>
                                          <a:pt x="1982" y="693"/>
                                        </a:lnTo>
                                        <a:lnTo>
                                          <a:pt x="1997" y="681"/>
                                        </a:lnTo>
                                        <a:lnTo>
                                          <a:pt x="2013" y="671"/>
                                        </a:lnTo>
                                        <a:lnTo>
                                          <a:pt x="2013" y="671"/>
                                        </a:lnTo>
                                        <a:lnTo>
                                          <a:pt x="1991" y="654"/>
                                        </a:lnTo>
                                        <a:lnTo>
                                          <a:pt x="1968" y="638"/>
                                        </a:lnTo>
                                        <a:lnTo>
                                          <a:pt x="1946" y="623"/>
                                        </a:lnTo>
                                        <a:lnTo>
                                          <a:pt x="1923" y="609"/>
                                        </a:lnTo>
                                        <a:lnTo>
                                          <a:pt x="1900" y="595"/>
                                        </a:lnTo>
                                        <a:lnTo>
                                          <a:pt x="1876" y="583"/>
                                        </a:lnTo>
                                        <a:lnTo>
                                          <a:pt x="1852" y="571"/>
                                        </a:lnTo>
                                        <a:lnTo>
                                          <a:pt x="1828" y="560"/>
                                        </a:lnTo>
                                        <a:lnTo>
                                          <a:pt x="1803" y="551"/>
                                        </a:lnTo>
                                        <a:lnTo>
                                          <a:pt x="1777" y="542"/>
                                        </a:lnTo>
                                        <a:lnTo>
                                          <a:pt x="1751" y="534"/>
                                        </a:lnTo>
                                        <a:lnTo>
                                          <a:pt x="1726" y="527"/>
                                        </a:lnTo>
                                        <a:lnTo>
                                          <a:pt x="1699" y="521"/>
                                        </a:lnTo>
                                        <a:lnTo>
                                          <a:pt x="1672" y="517"/>
                                        </a:lnTo>
                                        <a:lnTo>
                                          <a:pt x="1645" y="513"/>
                                        </a:lnTo>
                                        <a:lnTo>
                                          <a:pt x="1617" y="511"/>
                                        </a:lnTo>
                                        <a:lnTo>
                                          <a:pt x="1617" y="511"/>
                                        </a:lnTo>
                                        <a:close/>
                                        <a:moveTo>
                                          <a:pt x="968" y="551"/>
                                        </a:moveTo>
                                        <a:lnTo>
                                          <a:pt x="968" y="561"/>
                                        </a:lnTo>
                                        <a:lnTo>
                                          <a:pt x="968" y="561"/>
                                        </a:lnTo>
                                        <a:lnTo>
                                          <a:pt x="943" y="590"/>
                                        </a:lnTo>
                                        <a:lnTo>
                                          <a:pt x="920" y="621"/>
                                        </a:lnTo>
                                        <a:lnTo>
                                          <a:pt x="898" y="652"/>
                                        </a:lnTo>
                                        <a:lnTo>
                                          <a:pt x="878" y="683"/>
                                        </a:lnTo>
                                        <a:lnTo>
                                          <a:pt x="860" y="714"/>
                                        </a:lnTo>
                                        <a:lnTo>
                                          <a:pt x="841" y="748"/>
                                        </a:lnTo>
                                        <a:lnTo>
                                          <a:pt x="825" y="781"/>
                                        </a:lnTo>
                                        <a:lnTo>
                                          <a:pt x="811" y="815"/>
                                        </a:lnTo>
                                        <a:lnTo>
                                          <a:pt x="797" y="849"/>
                                        </a:lnTo>
                                        <a:lnTo>
                                          <a:pt x="786" y="885"/>
                                        </a:lnTo>
                                        <a:lnTo>
                                          <a:pt x="776" y="920"/>
                                        </a:lnTo>
                                        <a:lnTo>
                                          <a:pt x="766" y="957"/>
                                        </a:lnTo>
                                        <a:lnTo>
                                          <a:pt x="759" y="995"/>
                                        </a:lnTo>
                                        <a:lnTo>
                                          <a:pt x="752" y="1033"/>
                                        </a:lnTo>
                                        <a:lnTo>
                                          <a:pt x="748" y="1070"/>
                                        </a:lnTo>
                                        <a:lnTo>
                                          <a:pt x="745" y="1109"/>
                                        </a:lnTo>
                                        <a:lnTo>
                                          <a:pt x="745" y="1109"/>
                                        </a:lnTo>
                                        <a:lnTo>
                                          <a:pt x="787" y="1109"/>
                                        </a:lnTo>
                                        <a:lnTo>
                                          <a:pt x="830" y="1109"/>
                                        </a:lnTo>
                                        <a:lnTo>
                                          <a:pt x="871" y="1109"/>
                                        </a:lnTo>
                                        <a:lnTo>
                                          <a:pt x="892" y="1110"/>
                                        </a:lnTo>
                                        <a:lnTo>
                                          <a:pt x="911" y="1111"/>
                                        </a:lnTo>
                                        <a:lnTo>
                                          <a:pt x="907" y="1104"/>
                                        </a:lnTo>
                                        <a:lnTo>
                                          <a:pt x="907" y="1104"/>
                                        </a:lnTo>
                                        <a:lnTo>
                                          <a:pt x="909" y="1074"/>
                                        </a:lnTo>
                                        <a:lnTo>
                                          <a:pt x="912" y="1043"/>
                                        </a:lnTo>
                                        <a:lnTo>
                                          <a:pt x="918" y="1013"/>
                                        </a:lnTo>
                                        <a:lnTo>
                                          <a:pt x="923" y="984"/>
                                        </a:lnTo>
                                        <a:lnTo>
                                          <a:pt x="931" y="955"/>
                                        </a:lnTo>
                                        <a:lnTo>
                                          <a:pt x="939" y="926"/>
                                        </a:lnTo>
                                        <a:lnTo>
                                          <a:pt x="948" y="898"/>
                                        </a:lnTo>
                                        <a:lnTo>
                                          <a:pt x="959" y="870"/>
                                        </a:lnTo>
                                        <a:lnTo>
                                          <a:pt x="970" y="843"/>
                                        </a:lnTo>
                                        <a:lnTo>
                                          <a:pt x="983" y="817"/>
                                        </a:lnTo>
                                        <a:lnTo>
                                          <a:pt x="997" y="791"/>
                                        </a:lnTo>
                                        <a:lnTo>
                                          <a:pt x="1013" y="765"/>
                                        </a:lnTo>
                                        <a:lnTo>
                                          <a:pt x="1029" y="741"/>
                                        </a:lnTo>
                                        <a:lnTo>
                                          <a:pt x="1048" y="717"/>
                                        </a:lnTo>
                                        <a:lnTo>
                                          <a:pt x="1067" y="694"/>
                                        </a:lnTo>
                                        <a:lnTo>
                                          <a:pt x="1087" y="671"/>
                                        </a:lnTo>
                                        <a:lnTo>
                                          <a:pt x="1087" y="671"/>
                                        </a:lnTo>
                                        <a:lnTo>
                                          <a:pt x="1054" y="643"/>
                                        </a:lnTo>
                                        <a:lnTo>
                                          <a:pt x="1023" y="613"/>
                                        </a:lnTo>
                                        <a:lnTo>
                                          <a:pt x="994" y="583"/>
                                        </a:lnTo>
                                        <a:lnTo>
                                          <a:pt x="968" y="551"/>
                                        </a:lnTo>
                                        <a:lnTo>
                                          <a:pt x="968" y="551"/>
                                        </a:lnTo>
                                        <a:close/>
                                        <a:moveTo>
                                          <a:pt x="2048" y="709"/>
                                        </a:moveTo>
                                        <a:lnTo>
                                          <a:pt x="2048" y="709"/>
                                        </a:lnTo>
                                        <a:lnTo>
                                          <a:pt x="2030" y="731"/>
                                        </a:lnTo>
                                        <a:lnTo>
                                          <a:pt x="2009" y="752"/>
                                        </a:lnTo>
                                        <a:lnTo>
                                          <a:pt x="1967" y="796"/>
                                        </a:lnTo>
                                        <a:lnTo>
                                          <a:pt x="1926" y="840"/>
                                        </a:lnTo>
                                        <a:lnTo>
                                          <a:pt x="1888" y="882"/>
                                        </a:lnTo>
                                        <a:lnTo>
                                          <a:pt x="1888" y="882"/>
                                        </a:lnTo>
                                        <a:lnTo>
                                          <a:pt x="1891" y="888"/>
                                        </a:lnTo>
                                        <a:lnTo>
                                          <a:pt x="1895" y="892"/>
                                        </a:lnTo>
                                        <a:lnTo>
                                          <a:pt x="1900" y="896"/>
                                        </a:lnTo>
                                        <a:lnTo>
                                          <a:pt x="1901" y="896"/>
                                        </a:lnTo>
                                        <a:lnTo>
                                          <a:pt x="1901" y="895"/>
                                        </a:lnTo>
                                        <a:lnTo>
                                          <a:pt x="1901" y="895"/>
                                        </a:lnTo>
                                        <a:lnTo>
                                          <a:pt x="1905" y="888"/>
                                        </a:lnTo>
                                        <a:lnTo>
                                          <a:pt x="1907" y="879"/>
                                        </a:lnTo>
                                        <a:lnTo>
                                          <a:pt x="1909" y="871"/>
                                        </a:lnTo>
                                        <a:lnTo>
                                          <a:pt x="1911" y="862"/>
                                        </a:lnTo>
                                        <a:lnTo>
                                          <a:pt x="1915" y="855"/>
                                        </a:lnTo>
                                        <a:lnTo>
                                          <a:pt x="1918" y="851"/>
                                        </a:lnTo>
                                        <a:lnTo>
                                          <a:pt x="1920" y="848"/>
                                        </a:lnTo>
                                        <a:lnTo>
                                          <a:pt x="1923" y="847"/>
                                        </a:lnTo>
                                        <a:lnTo>
                                          <a:pt x="1928" y="846"/>
                                        </a:lnTo>
                                        <a:lnTo>
                                          <a:pt x="1933" y="846"/>
                                        </a:lnTo>
                                        <a:lnTo>
                                          <a:pt x="1939" y="847"/>
                                        </a:lnTo>
                                        <a:lnTo>
                                          <a:pt x="1939" y="847"/>
                                        </a:lnTo>
                                        <a:lnTo>
                                          <a:pt x="1952" y="850"/>
                                        </a:lnTo>
                                        <a:lnTo>
                                          <a:pt x="1965" y="854"/>
                                        </a:lnTo>
                                        <a:lnTo>
                                          <a:pt x="1977" y="855"/>
                                        </a:lnTo>
                                        <a:lnTo>
                                          <a:pt x="1990" y="856"/>
                                        </a:lnTo>
                                        <a:lnTo>
                                          <a:pt x="2016" y="858"/>
                                        </a:lnTo>
                                        <a:lnTo>
                                          <a:pt x="2042" y="860"/>
                                        </a:lnTo>
                                        <a:lnTo>
                                          <a:pt x="2042" y="860"/>
                                        </a:lnTo>
                                        <a:lnTo>
                                          <a:pt x="2050" y="864"/>
                                        </a:lnTo>
                                        <a:lnTo>
                                          <a:pt x="2055" y="871"/>
                                        </a:lnTo>
                                        <a:lnTo>
                                          <a:pt x="2061" y="877"/>
                                        </a:lnTo>
                                        <a:lnTo>
                                          <a:pt x="2065" y="884"/>
                                        </a:lnTo>
                                        <a:lnTo>
                                          <a:pt x="2075" y="898"/>
                                        </a:lnTo>
                                        <a:lnTo>
                                          <a:pt x="2080" y="903"/>
                                        </a:lnTo>
                                        <a:lnTo>
                                          <a:pt x="2087" y="907"/>
                                        </a:lnTo>
                                        <a:lnTo>
                                          <a:pt x="2087" y="907"/>
                                        </a:lnTo>
                                        <a:lnTo>
                                          <a:pt x="2089" y="911"/>
                                        </a:lnTo>
                                        <a:lnTo>
                                          <a:pt x="2089" y="914"/>
                                        </a:lnTo>
                                        <a:lnTo>
                                          <a:pt x="2089" y="918"/>
                                        </a:lnTo>
                                        <a:lnTo>
                                          <a:pt x="2088" y="921"/>
                                        </a:lnTo>
                                        <a:lnTo>
                                          <a:pt x="2083" y="927"/>
                                        </a:lnTo>
                                        <a:lnTo>
                                          <a:pt x="2079" y="933"/>
                                        </a:lnTo>
                                        <a:lnTo>
                                          <a:pt x="2079" y="933"/>
                                        </a:lnTo>
                                        <a:lnTo>
                                          <a:pt x="2084" y="940"/>
                                        </a:lnTo>
                                        <a:lnTo>
                                          <a:pt x="2090" y="945"/>
                                        </a:lnTo>
                                        <a:lnTo>
                                          <a:pt x="2090" y="945"/>
                                        </a:lnTo>
                                        <a:lnTo>
                                          <a:pt x="2098" y="939"/>
                                        </a:lnTo>
                                        <a:lnTo>
                                          <a:pt x="2103" y="934"/>
                                        </a:lnTo>
                                        <a:lnTo>
                                          <a:pt x="2108" y="931"/>
                                        </a:lnTo>
                                        <a:lnTo>
                                          <a:pt x="2114" y="929"/>
                                        </a:lnTo>
                                        <a:lnTo>
                                          <a:pt x="2121" y="928"/>
                                        </a:lnTo>
                                        <a:lnTo>
                                          <a:pt x="2127" y="928"/>
                                        </a:lnTo>
                                        <a:lnTo>
                                          <a:pt x="2135" y="929"/>
                                        </a:lnTo>
                                        <a:lnTo>
                                          <a:pt x="2135" y="929"/>
                                        </a:lnTo>
                                        <a:lnTo>
                                          <a:pt x="2141" y="930"/>
                                        </a:lnTo>
                                        <a:lnTo>
                                          <a:pt x="2148" y="933"/>
                                        </a:lnTo>
                                        <a:lnTo>
                                          <a:pt x="2152" y="939"/>
                                        </a:lnTo>
                                        <a:lnTo>
                                          <a:pt x="2157" y="944"/>
                                        </a:lnTo>
                                        <a:lnTo>
                                          <a:pt x="2162" y="951"/>
                                        </a:lnTo>
                                        <a:lnTo>
                                          <a:pt x="2166" y="955"/>
                                        </a:lnTo>
                                        <a:lnTo>
                                          <a:pt x="2171" y="959"/>
                                        </a:lnTo>
                                        <a:lnTo>
                                          <a:pt x="2178" y="961"/>
                                        </a:lnTo>
                                        <a:lnTo>
                                          <a:pt x="2178" y="961"/>
                                        </a:lnTo>
                                        <a:lnTo>
                                          <a:pt x="2180" y="966"/>
                                        </a:lnTo>
                                        <a:lnTo>
                                          <a:pt x="2181" y="970"/>
                                        </a:lnTo>
                                        <a:lnTo>
                                          <a:pt x="2180" y="973"/>
                                        </a:lnTo>
                                        <a:lnTo>
                                          <a:pt x="2178" y="976"/>
                                        </a:lnTo>
                                        <a:lnTo>
                                          <a:pt x="2171" y="983"/>
                                        </a:lnTo>
                                        <a:lnTo>
                                          <a:pt x="2165" y="987"/>
                                        </a:lnTo>
                                        <a:lnTo>
                                          <a:pt x="2165" y="987"/>
                                        </a:lnTo>
                                        <a:lnTo>
                                          <a:pt x="2166" y="994"/>
                                        </a:lnTo>
                                        <a:lnTo>
                                          <a:pt x="2164" y="1000"/>
                                        </a:lnTo>
                                        <a:lnTo>
                                          <a:pt x="2162" y="1006"/>
                                        </a:lnTo>
                                        <a:lnTo>
                                          <a:pt x="2159" y="1010"/>
                                        </a:lnTo>
                                        <a:lnTo>
                                          <a:pt x="2155" y="1015"/>
                                        </a:lnTo>
                                        <a:lnTo>
                                          <a:pt x="2153" y="1021"/>
                                        </a:lnTo>
                                        <a:lnTo>
                                          <a:pt x="2153" y="1026"/>
                                        </a:lnTo>
                                        <a:lnTo>
                                          <a:pt x="2155" y="1033"/>
                                        </a:lnTo>
                                        <a:lnTo>
                                          <a:pt x="2155" y="1033"/>
                                        </a:lnTo>
                                        <a:lnTo>
                                          <a:pt x="2163" y="1033"/>
                                        </a:lnTo>
                                        <a:lnTo>
                                          <a:pt x="2169" y="1030"/>
                                        </a:lnTo>
                                        <a:lnTo>
                                          <a:pt x="2176" y="1027"/>
                                        </a:lnTo>
                                        <a:lnTo>
                                          <a:pt x="2180" y="1022"/>
                                        </a:lnTo>
                                        <a:lnTo>
                                          <a:pt x="2180" y="1022"/>
                                        </a:lnTo>
                                        <a:lnTo>
                                          <a:pt x="2186" y="1016"/>
                                        </a:lnTo>
                                        <a:lnTo>
                                          <a:pt x="2192" y="1011"/>
                                        </a:lnTo>
                                        <a:lnTo>
                                          <a:pt x="2196" y="1005"/>
                                        </a:lnTo>
                                        <a:lnTo>
                                          <a:pt x="2198" y="998"/>
                                        </a:lnTo>
                                        <a:lnTo>
                                          <a:pt x="2199" y="992"/>
                                        </a:lnTo>
                                        <a:lnTo>
                                          <a:pt x="2200" y="985"/>
                                        </a:lnTo>
                                        <a:lnTo>
                                          <a:pt x="2199" y="979"/>
                                        </a:lnTo>
                                        <a:lnTo>
                                          <a:pt x="2198" y="972"/>
                                        </a:lnTo>
                                        <a:lnTo>
                                          <a:pt x="2195" y="959"/>
                                        </a:lnTo>
                                        <a:lnTo>
                                          <a:pt x="2191" y="945"/>
                                        </a:lnTo>
                                        <a:lnTo>
                                          <a:pt x="2185" y="931"/>
                                        </a:lnTo>
                                        <a:lnTo>
                                          <a:pt x="2182" y="918"/>
                                        </a:lnTo>
                                        <a:lnTo>
                                          <a:pt x="2182" y="918"/>
                                        </a:lnTo>
                                        <a:lnTo>
                                          <a:pt x="2176" y="906"/>
                                        </a:lnTo>
                                        <a:lnTo>
                                          <a:pt x="2167" y="898"/>
                                        </a:lnTo>
                                        <a:lnTo>
                                          <a:pt x="2159" y="890"/>
                                        </a:lnTo>
                                        <a:lnTo>
                                          <a:pt x="2148" y="883"/>
                                        </a:lnTo>
                                        <a:lnTo>
                                          <a:pt x="2127" y="870"/>
                                        </a:lnTo>
                                        <a:lnTo>
                                          <a:pt x="2117" y="863"/>
                                        </a:lnTo>
                                        <a:lnTo>
                                          <a:pt x="2106" y="855"/>
                                        </a:lnTo>
                                        <a:lnTo>
                                          <a:pt x="2106" y="855"/>
                                        </a:lnTo>
                                        <a:lnTo>
                                          <a:pt x="2108" y="846"/>
                                        </a:lnTo>
                                        <a:lnTo>
                                          <a:pt x="2111" y="838"/>
                                        </a:lnTo>
                                        <a:lnTo>
                                          <a:pt x="2116" y="832"/>
                                        </a:lnTo>
                                        <a:lnTo>
                                          <a:pt x="2122" y="827"/>
                                        </a:lnTo>
                                        <a:lnTo>
                                          <a:pt x="2122" y="827"/>
                                        </a:lnTo>
                                        <a:lnTo>
                                          <a:pt x="2121" y="818"/>
                                        </a:lnTo>
                                        <a:lnTo>
                                          <a:pt x="2120" y="810"/>
                                        </a:lnTo>
                                        <a:lnTo>
                                          <a:pt x="2117" y="802"/>
                                        </a:lnTo>
                                        <a:lnTo>
                                          <a:pt x="2113" y="794"/>
                                        </a:lnTo>
                                        <a:lnTo>
                                          <a:pt x="2105" y="779"/>
                                        </a:lnTo>
                                        <a:lnTo>
                                          <a:pt x="2094" y="765"/>
                                        </a:lnTo>
                                        <a:lnTo>
                                          <a:pt x="2070" y="737"/>
                                        </a:lnTo>
                                        <a:lnTo>
                                          <a:pt x="2059" y="723"/>
                                        </a:lnTo>
                                        <a:lnTo>
                                          <a:pt x="2048" y="709"/>
                                        </a:lnTo>
                                        <a:lnTo>
                                          <a:pt x="2048" y="709"/>
                                        </a:lnTo>
                                        <a:close/>
                                        <a:moveTo>
                                          <a:pt x="1129" y="714"/>
                                        </a:moveTo>
                                        <a:lnTo>
                                          <a:pt x="1129" y="714"/>
                                        </a:lnTo>
                                        <a:lnTo>
                                          <a:pt x="1102" y="749"/>
                                        </a:lnTo>
                                        <a:lnTo>
                                          <a:pt x="1077" y="785"/>
                                        </a:lnTo>
                                        <a:lnTo>
                                          <a:pt x="1065" y="803"/>
                                        </a:lnTo>
                                        <a:lnTo>
                                          <a:pt x="1054" y="821"/>
                                        </a:lnTo>
                                        <a:lnTo>
                                          <a:pt x="1043" y="841"/>
                                        </a:lnTo>
                                        <a:lnTo>
                                          <a:pt x="1034" y="860"/>
                                        </a:lnTo>
                                        <a:lnTo>
                                          <a:pt x="1034" y="860"/>
                                        </a:lnTo>
                                        <a:lnTo>
                                          <a:pt x="1026" y="874"/>
                                        </a:lnTo>
                                        <a:lnTo>
                                          <a:pt x="1019" y="889"/>
                                        </a:lnTo>
                                        <a:lnTo>
                                          <a:pt x="1007" y="919"/>
                                        </a:lnTo>
                                        <a:lnTo>
                                          <a:pt x="997" y="950"/>
                                        </a:lnTo>
                                        <a:lnTo>
                                          <a:pt x="990" y="982"/>
                                        </a:lnTo>
                                        <a:lnTo>
                                          <a:pt x="982" y="1013"/>
                                        </a:lnTo>
                                        <a:lnTo>
                                          <a:pt x="976" y="1045"/>
                                        </a:lnTo>
                                        <a:lnTo>
                                          <a:pt x="965" y="1111"/>
                                        </a:lnTo>
                                        <a:lnTo>
                                          <a:pt x="1034" y="1109"/>
                                        </a:lnTo>
                                        <a:lnTo>
                                          <a:pt x="1034" y="1109"/>
                                        </a:lnTo>
                                        <a:lnTo>
                                          <a:pt x="1029" y="1104"/>
                                        </a:lnTo>
                                        <a:lnTo>
                                          <a:pt x="1027" y="1098"/>
                                        </a:lnTo>
                                        <a:lnTo>
                                          <a:pt x="1025" y="1092"/>
                                        </a:lnTo>
                                        <a:lnTo>
                                          <a:pt x="1024" y="1085"/>
                                        </a:lnTo>
                                        <a:lnTo>
                                          <a:pt x="1024" y="1071"/>
                                        </a:lnTo>
                                        <a:lnTo>
                                          <a:pt x="1024" y="1058"/>
                                        </a:lnTo>
                                        <a:lnTo>
                                          <a:pt x="1024" y="1058"/>
                                        </a:lnTo>
                                        <a:lnTo>
                                          <a:pt x="1029" y="1044"/>
                                        </a:lnTo>
                                        <a:lnTo>
                                          <a:pt x="1035" y="1029"/>
                                        </a:lnTo>
                                        <a:lnTo>
                                          <a:pt x="1040" y="1013"/>
                                        </a:lnTo>
                                        <a:lnTo>
                                          <a:pt x="1047" y="998"/>
                                        </a:lnTo>
                                        <a:lnTo>
                                          <a:pt x="1051" y="992"/>
                                        </a:lnTo>
                                        <a:lnTo>
                                          <a:pt x="1055" y="985"/>
                                        </a:lnTo>
                                        <a:lnTo>
                                          <a:pt x="1061" y="980"/>
                                        </a:lnTo>
                                        <a:lnTo>
                                          <a:pt x="1066" y="975"/>
                                        </a:lnTo>
                                        <a:lnTo>
                                          <a:pt x="1072" y="971"/>
                                        </a:lnTo>
                                        <a:lnTo>
                                          <a:pt x="1080" y="969"/>
                                        </a:lnTo>
                                        <a:lnTo>
                                          <a:pt x="1087" y="967"/>
                                        </a:lnTo>
                                        <a:lnTo>
                                          <a:pt x="1096" y="967"/>
                                        </a:lnTo>
                                        <a:lnTo>
                                          <a:pt x="1096" y="967"/>
                                        </a:lnTo>
                                        <a:lnTo>
                                          <a:pt x="1100" y="966"/>
                                        </a:lnTo>
                                        <a:lnTo>
                                          <a:pt x="1104" y="965"/>
                                        </a:lnTo>
                                        <a:lnTo>
                                          <a:pt x="1106" y="962"/>
                                        </a:lnTo>
                                        <a:lnTo>
                                          <a:pt x="1107" y="960"/>
                                        </a:lnTo>
                                        <a:lnTo>
                                          <a:pt x="1108" y="956"/>
                                        </a:lnTo>
                                        <a:lnTo>
                                          <a:pt x="1108" y="952"/>
                                        </a:lnTo>
                                        <a:lnTo>
                                          <a:pt x="1107" y="946"/>
                                        </a:lnTo>
                                        <a:lnTo>
                                          <a:pt x="1107" y="942"/>
                                        </a:lnTo>
                                        <a:lnTo>
                                          <a:pt x="1108" y="939"/>
                                        </a:lnTo>
                                        <a:lnTo>
                                          <a:pt x="1109" y="937"/>
                                        </a:lnTo>
                                        <a:lnTo>
                                          <a:pt x="1111" y="934"/>
                                        </a:lnTo>
                                        <a:lnTo>
                                          <a:pt x="1114" y="933"/>
                                        </a:lnTo>
                                        <a:lnTo>
                                          <a:pt x="1114" y="933"/>
                                        </a:lnTo>
                                        <a:lnTo>
                                          <a:pt x="1121" y="931"/>
                                        </a:lnTo>
                                        <a:lnTo>
                                          <a:pt x="1127" y="930"/>
                                        </a:lnTo>
                                        <a:lnTo>
                                          <a:pt x="1137" y="925"/>
                                        </a:lnTo>
                                        <a:lnTo>
                                          <a:pt x="1147" y="917"/>
                                        </a:lnTo>
                                        <a:lnTo>
                                          <a:pt x="1155" y="910"/>
                                        </a:lnTo>
                                        <a:lnTo>
                                          <a:pt x="1171" y="892"/>
                                        </a:lnTo>
                                        <a:lnTo>
                                          <a:pt x="1180" y="885"/>
                                        </a:lnTo>
                                        <a:lnTo>
                                          <a:pt x="1191" y="878"/>
                                        </a:lnTo>
                                        <a:lnTo>
                                          <a:pt x="1191" y="878"/>
                                        </a:lnTo>
                                        <a:lnTo>
                                          <a:pt x="1196" y="877"/>
                                        </a:lnTo>
                                        <a:lnTo>
                                          <a:pt x="1200" y="875"/>
                                        </a:lnTo>
                                        <a:lnTo>
                                          <a:pt x="1205" y="873"/>
                                        </a:lnTo>
                                        <a:lnTo>
                                          <a:pt x="1209" y="870"/>
                                        </a:lnTo>
                                        <a:lnTo>
                                          <a:pt x="1215" y="862"/>
                                        </a:lnTo>
                                        <a:lnTo>
                                          <a:pt x="1223" y="855"/>
                                        </a:lnTo>
                                        <a:lnTo>
                                          <a:pt x="1229" y="846"/>
                                        </a:lnTo>
                                        <a:lnTo>
                                          <a:pt x="1236" y="840"/>
                                        </a:lnTo>
                                        <a:lnTo>
                                          <a:pt x="1240" y="836"/>
                                        </a:lnTo>
                                        <a:lnTo>
                                          <a:pt x="1244" y="834"/>
                                        </a:lnTo>
                                        <a:lnTo>
                                          <a:pt x="1249" y="832"/>
                                        </a:lnTo>
                                        <a:lnTo>
                                          <a:pt x="1254" y="831"/>
                                        </a:lnTo>
                                        <a:lnTo>
                                          <a:pt x="1254" y="831"/>
                                        </a:lnTo>
                                        <a:lnTo>
                                          <a:pt x="1237" y="818"/>
                                        </a:lnTo>
                                        <a:lnTo>
                                          <a:pt x="1221" y="804"/>
                                        </a:lnTo>
                                        <a:lnTo>
                                          <a:pt x="1205" y="790"/>
                                        </a:lnTo>
                                        <a:lnTo>
                                          <a:pt x="1189" y="775"/>
                                        </a:lnTo>
                                        <a:lnTo>
                                          <a:pt x="1160" y="745"/>
                                        </a:lnTo>
                                        <a:lnTo>
                                          <a:pt x="1129" y="714"/>
                                        </a:lnTo>
                                        <a:lnTo>
                                          <a:pt x="1129" y="714"/>
                                        </a:lnTo>
                                        <a:close/>
                                        <a:moveTo>
                                          <a:pt x="1620" y="735"/>
                                        </a:moveTo>
                                        <a:lnTo>
                                          <a:pt x="1625" y="849"/>
                                        </a:lnTo>
                                        <a:lnTo>
                                          <a:pt x="1668" y="865"/>
                                        </a:lnTo>
                                        <a:lnTo>
                                          <a:pt x="1668" y="865"/>
                                        </a:lnTo>
                                        <a:lnTo>
                                          <a:pt x="1673" y="858"/>
                                        </a:lnTo>
                                        <a:lnTo>
                                          <a:pt x="1678" y="851"/>
                                        </a:lnTo>
                                        <a:lnTo>
                                          <a:pt x="1685" y="845"/>
                                        </a:lnTo>
                                        <a:lnTo>
                                          <a:pt x="1692" y="841"/>
                                        </a:lnTo>
                                        <a:lnTo>
                                          <a:pt x="1706" y="831"/>
                                        </a:lnTo>
                                        <a:lnTo>
                                          <a:pt x="1713" y="824"/>
                                        </a:lnTo>
                                        <a:lnTo>
                                          <a:pt x="1718" y="818"/>
                                        </a:lnTo>
                                        <a:lnTo>
                                          <a:pt x="1718" y="818"/>
                                        </a:lnTo>
                                        <a:lnTo>
                                          <a:pt x="1722" y="817"/>
                                        </a:lnTo>
                                        <a:lnTo>
                                          <a:pt x="1727" y="818"/>
                                        </a:lnTo>
                                        <a:lnTo>
                                          <a:pt x="1729" y="819"/>
                                        </a:lnTo>
                                        <a:lnTo>
                                          <a:pt x="1731" y="822"/>
                                        </a:lnTo>
                                        <a:lnTo>
                                          <a:pt x="1734" y="829"/>
                                        </a:lnTo>
                                        <a:lnTo>
                                          <a:pt x="1736" y="832"/>
                                        </a:lnTo>
                                        <a:lnTo>
                                          <a:pt x="1738" y="834"/>
                                        </a:lnTo>
                                        <a:lnTo>
                                          <a:pt x="1738" y="834"/>
                                        </a:lnTo>
                                        <a:lnTo>
                                          <a:pt x="1740" y="844"/>
                                        </a:lnTo>
                                        <a:lnTo>
                                          <a:pt x="1738" y="852"/>
                                        </a:lnTo>
                                        <a:lnTo>
                                          <a:pt x="1736" y="861"/>
                                        </a:lnTo>
                                        <a:lnTo>
                                          <a:pt x="1734" y="869"/>
                                        </a:lnTo>
                                        <a:lnTo>
                                          <a:pt x="1730" y="875"/>
                                        </a:lnTo>
                                        <a:lnTo>
                                          <a:pt x="1724" y="882"/>
                                        </a:lnTo>
                                        <a:lnTo>
                                          <a:pt x="1719" y="888"/>
                                        </a:lnTo>
                                        <a:lnTo>
                                          <a:pt x="1713" y="895"/>
                                        </a:lnTo>
                                        <a:lnTo>
                                          <a:pt x="1700" y="904"/>
                                        </a:lnTo>
                                        <a:lnTo>
                                          <a:pt x="1685" y="914"/>
                                        </a:lnTo>
                                        <a:lnTo>
                                          <a:pt x="1658" y="931"/>
                                        </a:lnTo>
                                        <a:lnTo>
                                          <a:pt x="1671" y="931"/>
                                        </a:lnTo>
                                        <a:lnTo>
                                          <a:pt x="1671" y="931"/>
                                        </a:lnTo>
                                        <a:lnTo>
                                          <a:pt x="1676" y="926"/>
                                        </a:lnTo>
                                        <a:lnTo>
                                          <a:pt x="1683" y="923"/>
                                        </a:lnTo>
                                        <a:lnTo>
                                          <a:pt x="1688" y="921"/>
                                        </a:lnTo>
                                        <a:lnTo>
                                          <a:pt x="1693" y="923"/>
                                        </a:lnTo>
                                        <a:lnTo>
                                          <a:pt x="1698" y="925"/>
                                        </a:lnTo>
                                        <a:lnTo>
                                          <a:pt x="1703" y="928"/>
                                        </a:lnTo>
                                        <a:lnTo>
                                          <a:pt x="1713" y="934"/>
                                        </a:lnTo>
                                        <a:lnTo>
                                          <a:pt x="1722" y="942"/>
                                        </a:lnTo>
                                        <a:lnTo>
                                          <a:pt x="1728" y="945"/>
                                        </a:lnTo>
                                        <a:lnTo>
                                          <a:pt x="1733" y="947"/>
                                        </a:lnTo>
                                        <a:lnTo>
                                          <a:pt x="1738" y="947"/>
                                        </a:lnTo>
                                        <a:lnTo>
                                          <a:pt x="1744" y="946"/>
                                        </a:lnTo>
                                        <a:lnTo>
                                          <a:pt x="1750" y="944"/>
                                        </a:lnTo>
                                        <a:lnTo>
                                          <a:pt x="1757" y="939"/>
                                        </a:lnTo>
                                        <a:lnTo>
                                          <a:pt x="1757" y="939"/>
                                        </a:lnTo>
                                        <a:lnTo>
                                          <a:pt x="1758" y="931"/>
                                        </a:lnTo>
                                        <a:lnTo>
                                          <a:pt x="1761" y="924"/>
                                        </a:lnTo>
                                        <a:lnTo>
                                          <a:pt x="1765" y="918"/>
                                        </a:lnTo>
                                        <a:lnTo>
                                          <a:pt x="1770" y="913"/>
                                        </a:lnTo>
                                        <a:lnTo>
                                          <a:pt x="1775" y="909"/>
                                        </a:lnTo>
                                        <a:lnTo>
                                          <a:pt x="1781" y="904"/>
                                        </a:lnTo>
                                        <a:lnTo>
                                          <a:pt x="1794" y="898"/>
                                        </a:lnTo>
                                        <a:lnTo>
                                          <a:pt x="1807" y="890"/>
                                        </a:lnTo>
                                        <a:lnTo>
                                          <a:pt x="1820" y="882"/>
                                        </a:lnTo>
                                        <a:lnTo>
                                          <a:pt x="1825" y="876"/>
                                        </a:lnTo>
                                        <a:lnTo>
                                          <a:pt x="1831" y="871"/>
                                        </a:lnTo>
                                        <a:lnTo>
                                          <a:pt x="1834" y="864"/>
                                        </a:lnTo>
                                        <a:lnTo>
                                          <a:pt x="1837" y="857"/>
                                        </a:lnTo>
                                        <a:lnTo>
                                          <a:pt x="1837" y="857"/>
                                        </a:lnTo>
                                        <a:lnTo>
                                          <a:pt x="1834" y="860"/>
                                        </a:lnTo>
                                        <a:lnTo>
                                          <a:pt x="1831" y="861"/>
                                        </a:lnTo>
                                        <a:lnTo>
                                          <a:pt x="1828" y="861"/>
                                        </a:lnTo>
                                        <a:lnTo>
                                          <a:pt x="1824" y="860"/>
                                        </a:lnTo>
                                        <a:lnTo>
                                          <a:pt x="1819" y="856"/>
                                        </a:lnTo>
                                        <a:lnTo>
                                          <a:pt x="1813" y="852"/>
                                        </a:lnTo>
                                        <a:lnTo>
                                          <a:pt x="1813" y="852"/>
                                        </a:lnTo>
                                        <a:lnTo>
                                          <a:pt x="1815" y="847"/>
                                        </a:lnTo>
                                        <a:lnTo>
                                          <a:pt x="1817" y="842"/>
                                        </a:lnTo>
                                        <a:lnTo>
                                          <a:pt x="1821" y="837"/>
                                        </a:lnTo>
                                        <a:lnTo>
                                          <a:pt x="1827" y="833"/>
                                        </a:lnTo>
                                        <a:lnTo>
                                          <a:pt x="1836" y="826"/>
                                        </a:lnTo>
                                        <a:lnTo>
                                          <a:pt x="1845" y="818"/>
                                        </a:lnTo>
                                        <a:lnTo>
                                          <a:pt x="1845" y="818"/>
                                        </a:lnTo>
                                        <a:lnTo>
                                          <a:pt x="1819" y="803"/>
                                        </a:lnTo>
                                        <a:lnTo>
                                          <a:pt x="1792" y="789"/>
                                        </a:lnTo>
                                        <a:lnTo>
                                          <a:pt x="1765" y="777"/>
                                        </a:lnTo>
                                        <a:lnTo>
                                          <a:pt x="1737" y="765"/>
                                        </a:lnTo>
                                        <a:lnTo>
                                          <a:pt x="1708" y="755"/>
                                        </a:lnTo>
                                        <a:lnTo>
                                          <a:pt x="1679" y="747"/>
                                        </a:lnTo>
                                        <a:lnTo>
                                          <a:pt x="1650" y="740"/>
                                        </a:lnTo>
                                        <a:lnTo>
                                          <a:pt x="1620" y="735"/>
                                        </a:lnTo>
                                        <a:lnTo>
                                          <a:pt x="1620" y="735"/>
                                        </a:lnTo>
                                        <a:close/>
                                        <a:moveTo>
                                          <a:pt x="1552" y="738"/>
                                        </a:moveTo>
                                        <a:lnTo>
                                          <a:pt x="1552" y="738"/>
                                        </a:lnTo>
                                        <a:lnTo>
                                          <a:pt x="1518" y="744"/>
                                        </a:lnTo>
                                        <a:lnTo>
                                          <a:pt x="1486" y="751"/>
                                        </a:lnTo>
                                        <a:lnTo>
                                          <a:pt x="1454" y="762"/>
                                        </a:lnTo>
                                        <a:lnTo>
                                          <a:pt x="1439" y="767"/>
                                        </a:lnTo>
                                        <a:lnTo>
                                          <a:pt x="1424" y="774"/>
                                        </a:lnTo>
                                        <a:lnTo>
                                          <a:pt x="1409" y="781"/>
                                        </a:lnTo>
                                        <a:lnTo>
                                          <a:pt x="1395" y="789"/>
                                        </a:lnTo>
                                        <a:lnTo>
                                          <a:pt x="1381" y="797"/>
                                        </a:lnTo>
                                        <a:lnTo>
                                          <a:pt x="1367" y="807"/>
                                        </a:lnTo>
                                        <a:lnTo>
                                          <a:pt x="1353" y="817"/>
                                        </a:lnTo>
                                        <a:lnTo>
                                          <a:pt x="1340" y="828"/>
                                        </a:lnTo>
                                        <a:lnTo>
                                          <a:pt x="1327" y="840"/>
                                        </a:lnTo>
                                        <a:lnTo>
                                          <a:pt x="1315" y="852"/>
                                        </a:lnTo>
                                        <a:lnTo>
                                          <a:pt x="1315" y="852"/>
                                        </a:lnTo>
                                        <a:lnTo>
                                          <a:pt x="1331" y="857"/>
                                        </a:lnTo>
                                        <a:lnTo>
                                          <a:pt x="1346" y="862"/>
                                        </a:lnTo>
                                        <a:lnTo>
                                          <a:pt x="1360" y="870"/>
                                        </a:lnTo>
                                        <a:lnTo>
                                          <a:pt x="1368" y="874"/>
                                        </a:lnTo>
                                        <a:lnTo>
                                          <a:pt x="1373" y="879"/>
                                        </a:lnTo>
                                        <a:lnTo>
                                          <a:pt x="1373" y="879"/>
                                        </a:lnTo>
                                        <a:lnTo>
                                          <a:pt x="1374" y="884"/>
                                        </a:lnTo>
                                        <a:lnTo>
                                          <a:pt x="1374" y="886"/>
                                        </a:lnTo>
                                        <a:lnTo>
                                          <a:pt x="1373" y="888"/>
                                        </a:lnTo>
                                        <a:lnTo>
                                          <a:pt x="1371" y="890"/>
                                        </a:lnTo>
                                        <a:lnTo>
                                          <a:pt x="1366" y="893"/>
                                        </a:lnTo>
                                        <a:lnTo>
                                          <a:pt x="1364" y="896"/>
                                        </a:lnTo>
                                        <a:lnTo>
                                          <a:pt x="1362" y="898"/>
                                        </a:lnTo>
                                        <a:lnTo>
                                          <a:pt x="1362" y="898"/>
                                        </a:lnTo>
                                        <a:lnTo>
                                          <a:pt x="1368" y="903"/>
                                        </a:lnTo>
                                        <a:lnTo>
                                          <a:pt x="1371" y="905"/>
                                        </a:lnTo>
                                        <a:lnTo>
                                          <a:pt x="1374" y="905"/>
                                        </a:lnTo>
                                        <a:lnTo>
                                          <a:pt x="1377" y="903"/>
                                        </a:lnTo>
                                        <a:lnTo>
                                          <a:pt x="1383" y="896"/>
                                        </a:lnTo>
                                        <a:lnTo>
                                          <a:pt x="1387" y="892"/>
                                        </a:lnTo>
                                        <a:lnTo>
                                          <a:pt x="1391" y="890"/>
                                        </a:lnTo>
                                        <a:lnTo>
                                          <a:pt x="1391" y="890"/>
                                        </a:lnTo>
                                        <a:lnTo>
                                          <a:pt x="1401" y="899"/>
                                        </a:lnTo>
                                        <a:lnTo>
                                          <a:pt x="1405" y="903"/>
                                        </a:lnTo>
                                        <a:lnTo>
                                          <a:pt x="1411" y="905"/>
                                        </a:lnTo>
                                        <a:lnTo>
                                          <a:pt x="1416" y="906"/>
                                        </a:lnTo>
                                        <a:lnTo>
                                          <a:pt x="1422" y="907"/>
                                        </a:lnTo>
                                        <a:lnTo>
                                          <a:pt x="1427" y="906"/>
                                        </a:lnTo>
                                        <a:lnTo>
                                          <a:pt x="1433" y="903"/>
                                        </a:lnTo>
                                        <a:lnTo>
                                          <a:pt x="1433" y="903"/>
                                        </a:lnTo>
                                        <a:lnTo>
                                          <a:pt x="1438" y="907"/>
                                        </a:lnTo>
                                        <a:lnTo>
                                          <a:pt x="1442" y="911"/>
                                        </a:lnTo>
                                        <a:lnTo>
                                          <a:pt x="1446" y="911"/>
                                        </a:lnTo>
                                        <a:lnTo>
                                          <a:pt x="1451" y="910"/>
                                        </a:lnTo>
                                        <a:lnTo>
                                          <a:pt x="1460" y="906"/>
                                        </a:lnTo>
                                        <a:lnTo>
                                          <a:pt x="1466" y="905"/>
                                        </a:lnTo>
                                        <a:lnTo>
                                          <a:pt x="1470" y="905"/>
                                        </a:lnTo>
                                        <a:lnTo>
                                          <a:pt x="1470" y="905"/>
                                        </a:lnTo>
                                        <a:lnTo>
                                          <a:pt x="1472" y="901"/>
                                        </a:lnTo>
                                        <a:lnTo>
                                          <a:pt x="1475" y="897"/>
                                        </a:lnTo>
                                        <a:lnTo>
                                          <a:pt x="1482" y="887"/>
                                        </a:lnTo>
                                        <a:lnTo>
                                          <a:pt x="1484" y="883"/>
                                        </a:lnTo>
                                        <a:lnTo>
                                          <a:pt x="1486" y="877"/>
                                        </a:lnTo>
                                        <a:lnTo>
                                          <a:pt x="1486" y="873"/>
                                        </a:lnTo>
                                        <a:lnTo>
                                          <a:pt x="1485" y="868"/>
                                        </a:lnTo>
                                        <a:lnTo>
                                          <a:pt x="1485" y="868"/>
                                        </a:lnTo>
                                        <a:lnTo>
                                          <a:pt x="1489" y="858"/>
                                        </a:lnTo>
                                        <a:lnTo>
                                          <a:pt x="1494" y="847"/>
                                        </a:lnTo>
                                        <a:lnTo>
                                          <a:pt x="1497" y="843"/>
                                        </a:lnTo>
                                        <a:lnTo>
                                          <a:pt x="1500" y="840"/>
                                        </a:lnTo>
                                        <a:lnTo>
                                          <a:pt x="1504" y="837"/>
                                        </a:lnTo>
                                        <a:lnTo>
                                          <a:pt x="1510" y="836"/>
                                        </a:lnTo>
                                        <a:lnTo>
                                          <a:pt x="1510" y="836"/>
                                        </a:lnTo>
                                        <a:lnTo>
                                          <a:pt x="1509" y="845"/>
                                        </a:lnTo>
                                        <a:lnTo>
                                          <a:pt x="1509" y="850"/>
                                        </a:lnTo>
                                        <a:lnTo>
                                          <a:pt x="1510" y="855"/>
                                        </a:lnTo>
                                        <a:lnTo>
                                          <a:pt x="1512" y="858"/>
                                        </a:lnTo>
                                        <a:lnTo>
                                          <a:pt x="1515" y="859"/>
                                        </a:lnTo>
                                        <a:lnTo>
                                          <a:pt x="1518" y="860"/>
                                        </a:lnTo>
                                        <a:lnTo>
                                          <a:pt x="1527" y="858"/>
                                        </a:lnTo>
                                        <a:lnTo>
                                          <a:pt x="1536" y="856"/>
                                        </a:lnTo>
                                        <a:lnTo>
                                          <a:pt x="1546" y="854"/>
                                        </a:lnTo>
                                        <a:lnTo>
                                          <a:pt x="1550" y="854"/>
                                        </a:lnTo>
                                        <a:lnTo>
                                          <a:pt x="1554" y="855"/>
                                        </a:lnTo>
                                        <a:lnTo>
                                          <a:pt x="1558" y="856"/>
                                        </a:lnTo>
                                        <a:lnTo>
                                          <a:pt x="1561" y="860"/>
                                        </a:lnTo>
                                        <a:lnTo>
                                          <a:pt x="1561" y="860"/>
                                        </a:lnTo>
                                        <a:lnTo>
                                          <a:pt x="1557" y="846"/>
                                        </a:lnTo>
                                        <a:lnTo>
                                          <a:pt x="1555" y="831"/>
                                        </a:lnTo>
                                        <a:lnTo>
                                          <a:pt x="1554" y="815"/>
                                        </a:lnTo>
                                        <a:lnTo>
                                          <a:pt x="1554" y="799"/>
                                        </a:lnTo>
                                        <a:lnTo>
                                          <a:pt x="1554" y="767"/>
                                        </a:lnTo>
                                        <a:lnTo>
                                          <a:pt x="1553" y="752"/>
                                        </a:lnTo>
                                        <a:lnTo>
                                          <a:pt x="1552" y="738"/>
                                        </a:lnTo>
                                        <a:lnTo>
                                          <a:pt x="1552" y="738"/>
                                        </a:lnTo>
                                        <a:close/>
                                        <a:moveTo>
                                          <a:pt x="3139" y="860"/>
                                        </a:moveTo>
                                        <a:lnTo>
                                          <a:pt x="3139" y="860"/>
                                        </a:lnTo>
                                        <a:lnTo>
                                          <a:pt x="3142" y="876"/>
                                        </a:lnTo>
                                        <a:lnTo>
                                          <a:pt x="3143" y="891"/>
                                        </a:lnTo>
                                        <a:lnTo>
                                          <a:pt x="3144" y="907"/>
                                        </a:lnTo>
                                        <a:lnTo>
                                          <a:pt x="3144" y="923"/>
                                        </a:lnTo>
                                        <a:lnTo>
                                          <a:pt x="3143" y="953"/>
                                        </a:lnTo>
                                        <a:lnTo>
                                          <a:pt x="3139" y="982"/>
                                        </a:lnTo>
                                        <a:lnTo>
                                          <a:pt x="3134" y="1010"/>
                                        </a:lnTo>
                                        <a:lnTo>
                                          <a:pt x="3126" y="1039"/>
                                        </a:lnTo>
                                        <a:lnTo>
                                          <a:pt x="3118" y="1066"/>
                                        </a:lnTo>
                                        <a:lnTo>
                                          <a:pt x="3108" y="1094"/>
                                        </a:lnTo>
                                        <a:lnTo>
                                          <a:pt x="3097" y="1121"/>
                                        </a:lnTo>
                                        <a:lnTo>
                                          <a:pt x="3086" y="1148"/>
                                        </a:lnTo>
                                        <a:lnTo>
                                          <a:pt x="3063" y="1201"/>
                                        </a:lnTo>
                                        <a:lnTo>
                                          <a:pt x="3051" y="1228"/>
                                        </a:lnTo>
                                        <a:lnTo>
                                          <a:pt x="3041" y="1256"/>
                                        </a:lnTo>
                                        <a:lnTo>
                                          <a:pt x="3031" y="1283"/>
                                        </a:lnTo>
                                        <a:lnTo>
                                          <a:pt x="3022" y="1311"/>
                                        </a:lnTo>
                                        <a:lnTo>
                                          <a:pt x="3022" y="1311"/>
                                        </a:lnTo>
                                        <a:lnTo>
                                          <a:pt x="3019" y="1322"/>
                                        </a:lnTo>
                                        <a:lnTo>
                                          <a:pt x="3015" y="1332"/>
                                        </a:lnTo>
                                        <a:lnTo>
                                          <a:pt x="3010" y="1356"/>
                                        </a:lnTo>
                                        <a:lnTo>
                                          <a:pt x="3006" y="1380"/>
                                        </a:lnTo>
                                        <a:lnTo>
                                          <a:pt x="3003" y="1403"/>
                                        </a:lnTo>
                                        <a:lnTo>
                                          <a:pt x="2999" y="1427"/>
                                        </a:lnTo>
                                        <a:lnTo>
                                          <a:pt x="2993" y="1450"/>
                                        </a:lnTo>
                                        <a:lnTo>
                                          <a:pt x="2989" y="1461"/>
                                        </a:lnTo>
                                        <a:lnTo>
                                          <a:pt x="2986" y="1471"/>
                                        </a:lnTo>
                                        <a:lnTo>
                                          <a:pt x="2980" y="1481"/>
                                        </a:lnTo>
                                        <a:lnTo>
                                          <a:pt x="2974" y="1491"/>
                                        </a:lnTo>
                                        <a:lnTo>
                                          <a:pt x="2974" y="1491"/>
                                        </a:lnTo>
                                        <a:lnTo>
                                          <a:pt x="2974" y="1480"/>
                                        </a:lnTo>
                                        <a:lnTo>
                                          <a:pt x="2975" y="1469"/>
                                        </a:lnTo>
                                        <a:lnTo>
                                          <a:pt x="2977" y="1460"/>
                                        </a:lnTo>
                                        <a:lnTo>
                                          <a:pt x="2980" y="1449"/>
                                        </a:lnTo>
                                        <a:lnTo>
                                          <a:pt x="2986" y="1426"/>
                                        </a:lnTo>
                                        <a:lnTo>
                                          <a:pt x="2989" y="1415"/>
                                        </a:lnTo>
                                        <a:lnTo>
                                          <a:pt x="2990" y="1403"/>
                                        </a:lnTo>
                                        <a:lnTo>
                                          <a:pt x="2990" y="1403"/>
                                        </a:lnTo>
                                        <a:lnTo>
                                          <a:pt x="2992" y="1386"/>
                                        </a:lnTo>
                                        <a:lnTo>
                                          <a:pt x="2992" y="1369"/>
                                        </a:lnTo>
                                        <a:lnTo>
                                          <a:pt x="2992" y="1352"/>
                                        </a:lnTo>
                                        <a:lnTo>
                                          <a:pt x="2991" y="1336"/>
                                        </a:lnTo>
                                        <a:lnTo>
                                          <a:pt x="2989" y="1319"/>
                                        </a:lnTo>
                                        <a:lnTo>
                                          <a:pt x="2987" y="1303"/>
                                        </a:lnTo>
                                        <a:lnTo>
                                          <a:pt x="2983" y="1288"/>
                                        </a:lnTo>
                                        <a:lnTo>
                                          <a:pt x="2978" y="1273"/>
                                        </a:lnTo>
                                        <a:lnTo>
                                          <a:pt x="2974" y="1258"/>
                                        </a:lnTo>
                                        <a:lnTo>
                                          <a:pt x="2969" y="1243"/>
                                        </a:lnTo>
                                        <a:lnTo>
                                          <a:pt x="2956" y="1215"/>
                                        </a:lnTo>
                                        <a:lnTo>
                                          <a:pt x="2941" y="1187"/>
                                        </a:lnTo>
                                        <a:lnTo>
                                          <a:pt x="2926" y="1159"/>
                                        </a:lnTo>
                                        <a:lnTo>
                                          <a:pt x="2892" y="1105"/>
                                        </a:lnTo>
                                        <a:lnTo>
                                          <a:pt x="2876" y="1078"/>
                                        </a:lnTo>
                                        <a:lnTo>
                                          <a:pt x="2860" y="1051"/>
                                        </a:lnTo>
                                        <a:lnTo>
                                          <a:pt x="2845" y="1023"/>
                                        </a:lnTo>
                                        <a:lnTo>
                                          <a:pt x="2832" y="995"/>
                                        </a:lnTo>
                                        <a:lnTo>
                                          <a:pt x="2821" y="966"/>
                                        </a:lnTo>
                                        <a:lnTo>
                                          <a:pt x="2816" y="952"/>
                                        </a:lnTo>
                                        <a:lnTo>
                                          <a:pt x="2813" y="937"/>
                                        </a:lnTo>
                                        <a:lnTo>
                                          <a:pt x="2813" y="937"/>
                                        </a:lnTo>
                                        <a:lnTo>
                                          <a:pt x="2812" y="968"/>
                                        </a:lnTo>
                                        <a:lnTo>
                                          <a:pt x="2813" y="1000"/>
                                        </a:lnTo>
                                        <a:lnTo>
                                          <a:pt x="2816" y="1030"/>
                                        </a:lnTo>
                                        <a:lnTo>
                                          <a:pt x="2819" y="1061"/>
                                        </a:lnTo>
                                        <a:lnTo>
                                          <a:pt x="2819" y="1061"/>
                                        </a:lnTo>
                                        <a:lnTo>
                                          <a:pt x="2821" y="1079"/>
                                        </a:lnTo>
                                        <a:lnTo>
                                          <a:pt x="2822" y="1098"/>
                                        </a:lnTo>
                                        <a:lnTo>
                                          <a:pt x="2829" y="1135"/>
                                        </a:lnTo>
                                        <a:lnTo>
                                          <a:pt x="2836" y="1171"/>
                                        </a:lnTo>
                                        <a:lnTo>
                                          <a:pt x="2845" y="1206"/>
                                        </a:lnTo>
                                        <a:lnTo>
                                          <a:pt x="2856" y="1242"/>
                                        </a:lnTo>
                                        <a:lnTo>
                                          <a:pt x="2866" y="1276"/>
                                        </a:lnTo>
                                        <a:lnTo>
                                          <a:pt x="2889" y="1346"/>
                                        </a:lnTo>
                                        <a:lnTo>
                                          <a:pt x="2900" y="1381"/>
                                        </a:lnTo>
                                        <a:lnTo>
                                          <a:pt x="2909" y="1416"/>
                                        </a:lnTo>
                                        <a:lnTo>
                                          <a:pt x="2918" y="1452"/>
                                        </a:lnTo>
                                        <a:lnTo>
                                          <a:pt x="2925" y="1488"/>
                                        </a:lnTo>
                                        <a:lnTo>
                                          <a:pt x="2927" y="1506"/>
                                        </a:lnTo>
                                        <a:lnTo>
                                          <a:pt x="2929" y="1524"/>
                                        </a:lnTo>
                                        <a:lnTo>
                                          <a:pt x="2930" y="1543"/>
                                        </a:lnTo>
                                        <a:lnTo>
                                          <a:pt x="2930" y="1561"/>
                                        </a:lnTo>
                                        <a:lnTo>
                                          <a:pt x="2930" y="1580"/>
                                        </a:lnTo>
                                        <a:lnTo>
                                          <a:pt x="2929" y="1600"/>
                                        </a:lnTo>
                                        <a:lnTo>
                                          <a:pt x="2927" y="1619"/>
                                        </a:lnTo>
                                        <a:lnTo>
                                          <a:pt x="2923" y="1639"/>
                                        </a:lnTo>
                                        <a:lnTo>
                                          <a:pt x="2923" y="1639"/>
                                        </a:lnTo>
                                        <a:lnTo>
                                          <a:pt x="2950" y="1601"/>
                                        </a:lnTo>
                                        <a:lnTo>
                                          <a:pt x="2976" y="1563"/>
                                        </a:lnTo>
                                        <a:lnTo>
                                          <a:pt x="2990" y="1545"/>
                                        </a:lnTo>
                                        <a:lnTo>
                                          <a:pt x="3004" y="1525"/>
                                        </a:lnTo>
                                        <a:lnTo>
                                          <a:pt x="3019" y="1507"/>
                                        </a:lnTo>
                                        <a:lnTo>
                                          <a:pt x="3035" y="1489"/>
                                        </a:lnTo>
                                        <a:lnTo>
                                          <a:pt x="3035" y="1489"/>
                                        </a:lnTo>
                                        <a:lnTo>
                                          <a:pt x="3049" y="1474"/>
                                        </a:lnTo>
                                        <a:lnTo>
                                          <a:pt x="3062" y="1457"/>
                                        </a:lnTo>
                                        <a:lnTo>
                                          <a:pt x="3075" y="1441"/>
                                        </a:lnTo>
                                        <a:lnTo>
                                          <a:pt x="3087" y="1425"/>
                                        </a:lnTo>
                                        <a:lnTo>
                                          <a:pt x="3099" y="1407"/>
                                        </a:lnTo>
                                        <a:lnTo>
                                          <a:pt x="3109" y="1389"/>
                                        </a:lnTo>
                                        <a:lnTo>
                                          <a:pt x="3119" y="1371"/>
                                        </a:lnTo>
                                        <a:lnTo>
                                          <a:pt x="3128" y="1352"/>
                                        </a:lnTo>
                                        <a:lnTo>
                                          <a:pt x="3136" y="1333"/>
                                        </a:lnTo>
                                        <a:lnTo>
                                          <a:pt x="3145" y="1314"/>
                                        </a:lnTo>
                                        <a:lnTo>
                                          <a:pt x="3151" y="1293"/>
                                        </a:lnTo>
                                        <a:lnTo>
                                          <a:pt x="3158" y="1274"/>
                                        </a:lnTo>
                                        <a:lnTo>
                                          <a:pt x="3164" y="1254"/>
                                        </a:lnTo>
                                        <a:lnTo>
                                          <a:pt x="3169" y="1233"/>
                                        </a:lnTo>
                                        <a:lnTo>
                                          <a:pt x="3174" y="1212"/>
                                        </a:lnTo>
                                        <a:lnTo>
                                          <a:pt x="3177" y="1191"/>
                                        </a:lnTo>
                                        <a:lnTo>
                                          <a:pt x="3180" y="1169"/>
                                        </a:lnTo>
                                        <a:lnTo>
                                          <a:pt x="3182" y="1149"/>
                                        </a:lnTo>
                                        <a:lnTo>
                                          <a:pt x="3184" y="1127"/>
                                        </a:lnTo>
                                        <a:lnTo>
                                          <a:pt x="3184" y="1106"/>
                                        </a:lnTo>
                                        <a:lnTo>
                                          <a:pt x="3184" y="1085"/>
                                        </a:lnTo>
                                        <a:lnTo>
                                          <a:pt x="3184" y="1064"/>
                                        </a:lnTo>
                                        <a:lnTo>
                                          <a:pt x="3183" y="1042"/>
                                        </a:lnTo>
                                        <a:lnTo>
                                          <a:pt x="3181" y="1022"/>
                                        </a:lnTo>
                                        <a:lnTo>
                                          <a:pt x="3178" y="1000"/>
                                        </a:lnTo>
                                        <a:lnTo>
                                          <a:pt x="3175" y="980"/>
                                        </a:lnTo>
                                        <a:lnTo>
                                          <a:pt x="3171" y="959"/>
                                        </a:lnTo>
                                        <a:lnTo>
                                          <a:pt x="3166" y="939"/>
                                        </a:lnTo>
                                        <a:lnTo>
                                          <a:pt x="3160" y="918"/>
                                        </a:lnTo>
                                        <a:lnTo>
                                          <a:pt x="3154" y="899"/>
                                        </a:lnTo>
                                        <a:lnTo>
                                          <a:pt x="3147" y="879"/>
                                        </a:lnTo>
                                        <a:lnTo>
                                          <a:pt x="3139" y="860"/>
                                        </a:lnTo>
                                        <a:lnTo>
                                          <a:pt x="3139" y="860"/>
                                        </a:lnTo>
                                        <a:close/>
                                        <a:moveTo>
                                          <a:pt x="42" y="882"/>
                                        </a:moveTo>
                                        <a:lnTo>
                                          <a:pt x="42" y="882"/>
                                        </a:lnTo>
                                        <a:lnTo>
                                          <a:pt x="32" y="906"/>
                                        </a:lnTo>
                                        <a:lnTo>
                                          <a:pt x="24" y="931"/>
                                        </a:lnTo>
                                        <a:lnTo>
                                          <a:pt x="16" y="957"/>
                                        </a:lnTo>
                                        <a:lnTo>
                                          <a:pt x="11" y="984"/>
                                        </a:lnTo>
                                        <a:lnTo>
                                          <a:pt x="7" y="1011"/>
                                        </a:lnTo>
                                        <a:lnTo>
                                          <a:pt x="3" y="1039"/>
                                        </a:lnTo>
                                        <a:lnTo>
                                          <a:pt x="1" y="1066"/>
                                        </a:lnTo>
                                        <a:lnTo>
                                          <a:pt x="0" y="1094"/>
                                        </a:lnTo>
                                        <a:lnTo>
                                          <a:pt x="0" y="1122"/>
                                        </a:lnTo>
                                        <a:lnTo>
                                          <a:pt x="1" y="1150"/>
                                        </a:lnTo>
                                        <a:lnTo>
                                          <a:pt x="5" y="1178"/>
                                        </a:lnTo>
                                        <a:lnTo>
                                          <a:pt x="8" y="1205"/>
                                        </a:lnTo>
                                        <a:lnTo>
                                          <a:pt x="12" y="1233"/>
                                        </a:lnTo>
                                        <a:lnTo>
                                          <a:pt x="17" y="1259"/>
                                        </a:lnTo>
                                        <a:lnTo>
                                          <a:pt x="24" y="1285"/>
                                        </a:lnTo>
                                        <a:lnTo>
                                          <a:pt x="31" y="1311"/>
                                        </a:lnTo>
                                        <a:lnTo>
                                          <a:pt x="31" y="1311"/>
                                        </a:lnTo>
                                        <a:lnTo>
                                          <a:pt x="39" y="1336"/>
                                        </a:lnTo>
                                        <a:lnTo>
                                          <a:pt x="49" y="1360"/>
                                        </a:lnTo>
                                        <a:lnTo>
                                          <a:pt x="60" y="1384"/>
                                        </a:lnTo>
                                        <a:lnTo>
                                          <a:pt x="73" y="1407"/>
                                        </a:lnTo>
                                        <a:lnTo>
                                          <a:pt x="87" y="1429"/>
                                        </a:lnTo>
                                        <a:lnTo>
                                          <a:pt x="103" y="1451"/>
                                        </a:lnTo>
                                        <a:lnTo>
                                          <a:pt x="119" y="1472"/>
                                        </a:lnTo>
                                        <a:lnTo>
                                          <a:pt x="136" y="1493"/>
                                        </a:lnTo>
                                        <a:lnTo>
                                          <a:pt x="170" y="1535"/>
                                        </a:lnTo>
                                        <a:lnTo>
                                          <a:pt x="204" y="1576"/>
                                        </a:lnTo>
                                        <a:lnTo>
                                          <a:pt x="222" y="1596"/>
                                        </a:lnTo>
                                        <a:lnTo>
                                          <a:pt x="237" y="1618"/>
                                        </a:lnTo>
                                        <a:lnTo>
                                          <a:pt x="252" y="1640"/>
                                        </a:lnTo>
                                        <a:lnTo>
                                          <a:pt x="264" y="1662"/>
                                        </a:lnTo>
                                        <a:lnTo>
                                          <a:pt x="264" y="1662"/>
                                        </a:lnTo>
                                        <a:lnTo>
                                          <a:pt x="261" y="1643"/>
                                        </a:lnTo>
                                        <a:lnTo>
                                          <a:pt x="258" y="1622"/>
                                        </a:lnTo>
                                        <a:lnTo>
                                          <a:pt x="257" y="1602"/>
                                        </a:lnTo>
                                        <a:lnTo>
                                          <a:pt x="257" y="1580"/>
                                        </a:lnTo>
                                        <a:lnTo>
                                          <a:pt x="257" y="1560"/>
                                        </a:lnTo>
                                        <a:lnTo>
                                          <a:pt x="258" y="1538"/>
                                        </a:lnTo>
                                        <a:lnTo>
                                          <a:pt x="260" y="1518"/>
                                        </a:lnTo>
                                        <a:lnTo>
                                          <a:pt x="262" y="1498"/>
                                        </a:lnTo>
                                        <a:lnTo>
                                          <a:pt x="262" y="1498"/>
                                        </a:lnTo>
                                        <a:lnTo>
                                          <a:pt x="281" y="1433"/>
                                        </a:lnTo>
                                        <a:lnTo>
                                          <a:pt x="299" y="1367"/>
                                        </a:lnTo>
                                        <a:lnTo>
                                          <a:pt x="317" y="1300"/>
                                        </a:lnTo>
                                        <a:lnTo>
                                          <a:pt x="335" y="1233"/>
                                        </a:lnTo>
                                        <a:lnTo>
                                          <a:pt x="343" y="1200"/>
                                        </a:lnTo>
                                        <a:lnTo>
                                          <a:pt x="349" y="1166"/>
                                        </a:lnTo>
                                        <a:lnTo>
                                          <a:pt x="356" y="1132"/>
                                        </a:lnTo>
                                        <a:lnTo>
                                          <a:pt x="360" y="1097"/>
                                        </a:lnTo>
                                        <a:lnTo>
                                          <a:pt x="364" y="1062"/>
                                        </a:lnTo>
                                        <a:lnTo>
                                          <a:pt x="367" y="1027"/>
                                        </a:lnTo>
                                        <a:lnTo>
                                          <a:pt x="368" y="990"/>
                                        </a:lnTo>
                                        <a:lnTo>
                                          <a:pt x="367" y="954"/>
                                        </a:lnTo>
                                        <a:lnTo>
                                          <a:pt x="367" y="954"/>
                                        </a:lnTo>
                                        <a:lnTo>
                                          <a:pt x="360" y="980"/>
                                        </a:lnTo>
                                        <a:lnTo>
                                          <a:pt x="352" y="1006"/>
                                        </a:lnTo>
                                        <a:lnTo>
                                          <a:pt x="342" y="1029"/>
                                        </a:lnTo>
                                        <a:lnTo>
                                          <a:pt x="331" y="1054"/>
                                        </a:lnTo>
                                        <a:lnTo>
                                          <a:pt x="318" y="1077"/>
                                        </a:lnTo>
                                        <a:lnTo>
                                          <a:pt x="305" y="1100"/>
                                        </a:lnTo>
                                        <a:lnTo>
                                          <a:pt x="278" y="1146"/>
                                        </a:lnTo>
                                        <a:lnTo>
                                          <a:pt x="252" y="1191"/>
                                        </a:lnTo>
                                        <a:lnTo>
                                          <a:pt x="239" y="1215"/>
                                        </a:lnTo>
                                        <a:lnTo>
                                          <a:pt x="228" y="1238"/>
                                        </a:lnTo>
                                        <a:lnTo>
                                          <a:pt x="217" y="1263"/>
                                        </a:lnTo>
                                        <a:lnTo>
                                          <a:pt x="210" y="1288"/>
                                        </a:lnTo>
                                        <a:lnTo>
                                          <a:pt x="203" y="1314"/>
                                        </a:lnTo>
                                        <a:lnTo>
                                          <a:pt x="201" y="1327"/>
                                        </a:lnTo>
                                        <a:lnTo>
                                          <a:pt x="199" y="1340"/>
                                        </a:lnTo>
                                        <a:lnTo>
                                          <a:pt x="199" y="1340"/>
                                        </a:lnTo>
                                        <a:lnTo>
                                          <a:pt x="197" y="1362"/>
                                        </a:lnTo>
                                        <a:lnTo>
                                          <a:pt x="196" y="1385"/>
                                        </a:lnTo>
                                        <a:lnTo>
                                          <a:pt x="197" y="1407"/>
                                        </a:lnTo>
                                        <a:lnTo>
                                          <a:pt x="199" y="1428"/>
                                        </a:lnTo>
                                        <a:lnTo>
                                          <a:pt x="205" y="1470"/>
                                        </a:lnTo>
                                        <a:lnTo>
                                          <a:pt x="212" y="1511"/>
                                        </a:lnTo>
                                        <a:lnTo>
                                          <a:pt x="212" y="1511"/>
                                        </a:lnTo>
                                        <a:lnTo>
                                          <a:pt x="202" y="1491"/>
                                        </a:lnTo>
                                        <a:lnTo>
                                          <a:pt x="194" y="1468"/>
                                        </a:lnTo>
                                        <a:lnTo>
                                          <a:pt x="189" y="1456"/>
                                        </a:lnTo>
                                        <a:lnTo>
                                          <a:pt x="187" y="1444"/>
                                        </a:lnTo>
                                        <a:lnTo>
                                          <a:pt x="185" y="1433"/>
                                        </a:lnTo>
                                        <a:lnTo>
                                          <a:pt x="183" y="1420"/>
                                        </a:lnTo>
                                        <a:lnTo>
                                          <a:pt x="183" y="1420"/>
                                        </a:lnTo>
                                        <a:lnTo>
                                          <a:pt x="181" y="1402"/>
                                        </a:lnTo>
                                        <a:lnTo>
                                          <a:pt x="177" y="1384"/>
                                        </a:lnTo>
                                        <a:lnTo>
                                          <a:pt x="174" y="1368"/>
                                        </a:lnTo>
                                        <a:lnTo>
                                          <a:pt x="170" y="1351"/>
                                        </a:lnTo>
                                        <a:lnTo>
                                          <a:pt x="159" y="1317"/>
                                        </a:lnTo>
                                        <a:lnTo>
                                          <a:pt x="147" y="1285"/>
                                        </a:lnTo>
                                        <a:lnTo>
                                          <a:pt x="134" y="1253"/>
                                        </a:lnTo>
                                        <a:lnTo>
                                          <a:pt x="121" y="1220"/>
                                        </a:lnTo>
                                        <a:lnTo>
                                          <a:pt x="93" y="1157"/>
                                        </a:lnTo>
                                        <a:lnTo>
                                          <a:pt x="79" y="1125"/>
                                        </a:lnTo>
                                        <a:lnTo>
                                          <a:pt x="67" y="1093"/>
                                        </a:lnTo>
                                        <a:lnTo>
                                          <a:pt x="56" y="1059"/>
                                        </a:lnTo>
                                        <a:lnTo>
                                          <a:pt x="47" y="1026"/>
                                        </a:lnTo>
                                        <a:lnTo>
                                          <a:pt x="43" y="1010"/>
                                        </a:lnTo>
                                        <a:lnTo>
                                          <a:pt x="41" y="993"/>
                                        </a:lnTo>
                                        <a:lnTo>
                                          <a:pt x="39" y="974"/>
                                        </a:lnTo>
                                        <a:lnTo>
                                          <a:pt x="38" y="957"/>
                                        </a:lnTo>
                                        <a:lnTo>
                                          <a:pt x="37" y="939"/>
                                        </a:lnTo>
                                        <a:lnTo>
                                          <a:pt x="38" y="920"/>
                                        </a:lnTo>
                                        <a:lnTo>
                                          <a:pt x="39" y="901"/>
                                        </a:lnTo>
                                        <a:lnTo>
                                          <a:pt x="42" y="882"/>
                                        </a:lnTo>
                                        <a:lnTo>
                                          <a:pt x="42" y="882"/>
                                        </a:lnTo>
                                        <a:close/>
                                        <a:moveTo>
                                          <a:pt x="1548" y="948"/>
                                        </a:moveTo>
                                        <a:lnTo>
                                          <a:pt x="1552" y="951"/>
                                        </a:lnTo>
                                        <a:lnTo>
                                          <a:pt x="1552" y="951"/>
                                        </a:lnTo>
                                        <a:lnTo>
                                          <a:pt x="1555" y="965"/>
                                        </a:lnTo>
                                        <a:lnTo>
                                          <a:pt x="1558" y="979"/>
                                        </a:lnTo>
                                        <a:lnTo>
                                          <a:pt x="1558" y="985"/>
                                        </a:lnTo>
                                        <a:lnTo>
                                          <a:pt x="1558" y="992"/>
                                        </a:lnTo>
                                        <a:lnTo>
                                          <a:pt x="1556" y="997"/>
                                        </a:lnTo>
                                        <a:lnTo>
                                          <a:pt x="1552" y="1002"/>
                                        </a:lnTo>
                                        <a:lnTo>
                                          <a:pt x="1552" y="1002"/>
                                        </a:lnTo>
                                        <a:lnTo>
                                          <a:pt x="1547" y="1007"/>
                                        </a:lnTo>
                                        <a:lnTo>
                                          <a:pt x="1543" y="1010"/>
                                        </a:lnTo>
                                        <a:lnTo>
                                          <a:pt x="1533" y="1016"/>
                                        </a:lnTo>
                                        <a:lnTo>
                                          <a:pt x="1523" y="1022"/>
                                        </a:lnTo>
                                        <a:lnTo>
                                          <a:pt x="1511" y="1026"/>
                                        </a:lnTo>
                                        <a:lnTo>
                                          <a:pt x="1501" y="1030"/>
                                        </a:lnTo>
                                        <a:lnTo>
                                          <a:pt x="1491" y="1037"/>
                                        </a:lnTo>
                                        <a:lnTo>
                                          <a:pt x="1487" y="1040"/>
                                        </a:lnTo>
                                        <a:lnTo>
                                          <a:pt x="1484" y="1044"/>
                                        </a:lnTo>
                                        <a:lnTo>
                                          <a:pt x="1482" y="1050"/>
                                        </a:lnTo>
                                        <a:lnTo>
                                          <a:pt x="1481" y="1056"/>
                                        </a:lnTo>
                                        <a:lnTo>
                                          <a:pt x="1481" y="1056"/>
                                        </a:lnTo>
                                        <a:lnTo>
                                          <a:pt x="1472" y="1059"/>
                                        </a:lnTo>
                                        <a:lnTo>
                                          <a:pt x="1465" y="1064"/>
                                        </a:lnTo>
                                        <a:lnTo>
                                          <a:pt x="1459" y="1069"/>
                                        </a:lnTo>
                                        <a:lnTo>
                                          <a:pt x="1455" y="1075"/>
                                        </a:lnTo>
                                        <a:lnTo>
                                          <a:pt x="1451" y="1081"/>
                                        </a:lnTo>
                                        <a:lnTo>
                                          <a:pt x="1448" y="1089"/>
                                        </a:lnTo>
                                        <a:lnTo>
                                          <a:pt x="1446" y="1096"/>
                                        </a:lnTo>
                                        <a:lnTo>
                                          <a:pt x="1444" y="1105"/>
                                        </a:lnTo>
                                        <a:lnTo>
                                          <a:pt x="1442" y="1121"/>
                                        </a:lnTo>
                                        <a:lnTo>
                                          <a:pt x="1441" y="1138"/>
                                        </a:lnTo>
                                        <a:lnTo>
                                          <a:pt x="1439" y="1155"/>
                                        </a:lnTo>
                                        <a:lnTo>
                                          <a:pt x="1437" y="1163"/>
                                        </a:lnTo>
                                        <a:lnTo>
                                          <a:pt x="1433" y="1171"/>
                                        </a:lnTo>
                                        <a:lnTo>
                                          <a:pt x="1433" y="1171"/>
                                        </a:lnTo>
                                        <a:lnTo>
                                          <a:pt x="1428" y="1172"/>
                                        </a:lnTo>
                                        <a:lnTo>
                                          <a:pt x="1424" y="1172"/>
                                        </a:lnTo>
                                        <a:lnTo>
                                          <a:pt x="1420" y="1171"/>
                                        </a:lnTo>
                                        <a:lnTo>
                                          <a:pt x="1417" y="1168"/>
                                        </a:lnTo>
                                        <a:lnTo>
                                          <a:pt x="1415" y="1166"/>
                                        </a:lnTo>
                                        <a:lnTo>
                                          <a:pt x="1413" y="1163"/>
                                        </a:lnTo>
                                        <a:lnTo>
                                          <a:pt x="1410" y="1157"/>
                                        </a:lnTo>
                                        <a:lnTo>
                                          <a:pt x="1406" y="1140"/>
                                        </a:lnTo>
                                        <a:lnTo>
                                          <a:pt x="1403" y="1133"/>
                                        </a:lnTo>
                                        <a:lnTo>
                                          <a:pt x="1401" y="1130"/>
                                        </a:lnTo>
                                        <a:lnTo>
                                          <a:pt x="1399" y="1127"/>
                                        </a:lnTo>
                                        <a:lnTo>
                                          <a:pt x="1391" y="1137"/>
                                        </a:lnTo>
                                        <a:lnTo>
                                          <a:pt x="1391" y="1137"/>
                                        </a:lnTo>
                                        <a:lnTo>
                                          <a:pt x="1383" y="1131"/>
                                        </a:lnTo>
                                        <a:lnTo>
                                          <a:pt x="1375" y="1127"/>
                                        </a:lnTo>
                                        <a:lnTo>
                                          <a:pt x="1370" y="1126"/>
                                        </a:lnTo>
                                        <a:lnTo>
                                          <a:pt x="1365" y="1127"/>
                                        </a:lnTo>
                                        <a:lnTo>
                                          <a:pt x="1360" y="1131"/>
                                        </a:lnTo>
                                        <a:lnTo>
                                          <a:pt x="1356" y="1134"/>
                                        </a:lnTo>
                                        <a:lnTo>
                                          <a:pt x="1353" y="1139"/>
                                        </a:lnTo>
                                        <a:lnTo>
                                          <a:pt x="1350" y="1145"/>
                                        </a:lnTo>
                                        <a:lnTo>
                                          <a:pt x="1345" y="1158"/>
                                        </a:lnTo>
                                        <a:lnTo>
                                          <a:pt x="1339" y="1169"/>
                                        </a:lnTo>
                                        <a:lnTo>
                                          <a:pt x="1336" y="1176"/>
                                        </a:lnTo>
                                        <a:lnTo>
                                          <a:pt x="1332" y="1180"/>
                                        </a:lnTo>
                                        <a:lnTo>
                                          <a:pt x="1328" y="1183"/>
                                        </a:lnTo>
                                        <a:lnTo>
                                          <a:pt x="1323" y="1186"/>
                                        </a:lnTo>
                                        <a:lnTo>
                                          <a:pt x="1323" y="1186"/>
                                        </a:lnTo>
                                        <a:lnTo>
                                          <a:pt x="1336" y="1187"/>
                                        </a:lnTo>
                                        <a:lnTo>
                                          <a:pt x="1347" y="1187"/>
                                        </a:lnTo>
                                        <a:lnTo>
                                          <a:pt x="1359" y="1185"/>
                                        </a:lnTo>
                                        <a:lnTo>
                                          <a:pt x="1371" y="1182"/>
                                        </a:lnTo>
                                        <a:lnTo>
                                          <a:pt x="1395" y="1176"/>
                                        </a:lnTo>
                                        <a:lnTo>
                                          <a:pt x="1406" y="1174"/>
                                        </a:lnTo>
                                        <a:lnTo>
                                          <a:pt x="1419" y="1173"/>
                                        </a:lnTo>
                                        <a:lnTo>
                                          <a:pt x="1419" y="1173"/>
                                        </a:lnTo>
                                        <a:lnTo>
                                          <a:pt x="1422" y="1176"/>
                                        </a:lnTo>
                                        <a:lnTo>
                                          <a:pt x="1425" y="1178"/>
                                        </a:lnTo>
                                        <a:lnTo>
                                          <a:pt x="1427" y="1181"/>
                                        </a:lnTo>
                                        <a:lnTo>
                                          <a:pt x="1427" y="1183"/>
                                        </a:lnTo>
                                        <a:lnTo>
                                          <a:pt x="1427" y="1186"/>
                                        </a:lnTo>
                                        <a:lnTo>
                                          <a:pt x="1431" y="1186"/>
                                        </a:lnTo>
                                        <a:lnTo>
                                          <a:pt x="1431" y="1186"/>
                                        </a:lnTo>
                                        <a:lnTo>
                                          <a:pt x="1437" y="1179"/>
                                        </a:lnTo>
                                        <a:lnTo>
                                          <a:pt x="1439" y="1173"/>
                                        </a:lnTo>
                                        <a:lnTo>
                                          <a:pt x="1440" y="1165"/>
                                        </a:lnTo>
                                        <a:lnTo>
                                          <a:pt x="1439" y="1158"/>
                                        </a:lnTo>
                                        <a:lnTo>
                                          <a:pt x="1439" y="1158"/>
                                        </a:lnTo>
                                        <a:lnTo>
                                          <a:pt x="1441" y="1154"/>
                                        </a:lnTo>
                                        <a:lnTo>
                                          <a:pt x="1443" y="1151"/>
                                        </a:lnTo>
                                        <a:lnTo>
                                          <a:pt x="1446" y="1148"/>
                                        </a:lnTo>
                                        <a:lnTo>
                                          <a:pt x="1449" y="1146"/>
                                        </a:lnTo>
                                        <a:lnTo>
                                          <a:pt x="1453" y="1145"/>
                                        </a:lnTo>
                                        <a:lnTo>
                                          <a:pt x="1457" y="1145"/>
                                        </a:lnTo>
                                        <a:lnTo>
                                          <a:pt x="1460" y="1146"/>
                                        </a:lnTo>
                                        <a:lnTo>
                                          <a:pt x="1465" y="1147"/>
                                        </a:lnTo>
                                        <a:lnTo>
                                          <a:pt x="1465" y="1147"/>
                                        </a:lnTo>
                                        <a:lnTo>
                                          <a:pt x="1463" y="1151"/>
                                        </a:lnTo>
                                        <a:lnTo>
                                          <a:pt x="1463" y="1154"/>
                                        </a:lnTo>
                                        <a:lnTo>
                                          <a:pt x="1465" y="1158"/>
                                        </a:lnTo>
                                        <a:lnTo>
                                          <a:pt x="1467" y="1161"/>
                                        </a:lnTo>
                                        <a:lnTo>
                                          <a:pt x="1471" y="1166"/>
                                        </a:lnTo>
                                        <a:lnTo>
                                          <a:pt x="1477" y="1171"/>
                                        </a:lnTo>
                                        <a:lnTo>
                                          <a:pt x="1459" y="1196"/>
                                        </a:lnTo>
                                        <a:lnTo>
                                          <a:pt x="1459" y="1196"/>
                                        </a:lnTo>
                                        <a:lnTo>
                                          <a:pt x="1457" y="1201"/>
                                        </a:lnTo>
                                        <a:lnTo>
                                          <a:pt x="1455" y="1207"/>
                                        </a:lnTo>
                                        <a:lnTo>
                                          <a:pt x="1454" y="1219"/>
                                        </a:lnTo>
                                        <a:lnTo>
                                          <a:pt x="1453" y="1226"/>
                                        </a:lnTo>
                                        <a:lnTo>
                                          <a:pt x="1449" y="1230"/>
                                        </a:lnTo>
                                        <a:lnTo>
                                          <a:pt x="1447" y="1232"/>
                                        </a:lnTo>
                                        <a:lnTo>
                                          <a:pt x="1444" y="1233"/>
                                        </a:lnTo>
                                        <a:lnTo>
                                          <a:pt x="1441" y="1234"/>
                                        </a:lnTo>
                                        <a:lnTo>
                                          <a:pt x="1437" y="1234"/>
                                        </a:lnTo>
                                        <a:lnTo>
                                          <a:pt x="1437" y="1234"/>
                                        </a:lnTo>
                                        <a:lnTo>
                                          <a:pt x="1433" y="1234"/>
                                        </a:lnTo>
                                        <a:lnTo>
                                          <a:pt x="1430" y="1232"/>
                                        </a:lnTo>
                                        <a:lnTo>
                                          <a:pt x="1429" y="1230"/>
                                        </a:lnTo>
                                        <a:lnTo>
                                          <a:pt x="1430" y="1226"/>
                                        </a:lnTo>
                                        <a:lnTo>
                                          <a:pt x="1425" y="1226"/>
                                        </a:lnTo>
                                        <a:lnTo>
                                          <a:pt x="1437" y="1249"/>
                                        </a:lnTo>
                                        <a:lnTo>
                                          <a:pt x="1437" y="1249"/>
                                        </a:lnTo>
                                        <a:lnTo>
                                          <a:pt x="1442" y="1247"/>
                                        </a:lnTo>
                                        <a:lnTo>
                                          <a:pt x="1445" y="1244"/>
                                        </a:lnTo>
                                        <a:lnTo>
                                          <a:pt x="1448" y="1240"/>
                                        </a:lnTo>
                                        <a:lnTo>
                                          <a:pt x="1451" y="1234"/>
                                        </a:lnTo>
                                        <a:lnTo>
                                          <a:pt x="1454" y="1229"/>
                                        </a:lnTo>
                                        <a:lnTo>
                                          <a:pt x="1457" y="1224"/>
                                        </a:lnTo>
                                        <a:lnTo>
                                          <a:pt x="1461" y="1220"/>
                                        </a:lnTo>
                                        <a:lnTo>
                                          <a:pt x="1468" y="1218"/>
                                        </a:lnTo>
                                        <a:lnTo>
                                          <a:pt x="1468" y="1218"/>
                                        </a:lnTo>
                                        <a:lnTo>
                                          <a:pt x="1473" y="1216"/>
                                        </a:lnTo>
                                        <a:lnTo>
                                          <a:pt x="1477" y="1213"/>
                                        </a:lnTo>
                                        <a:lnTo>
                                          <a:pt x="1481" y="1208"/>
                                        </a:lnTo>
                                        <a:lnTo>
                                          <a:pt x="1483" y="1203"/>
                                        </a:lnTo>
                                        <a:lnTo>
                                          <a:pt x="1485" y="1196"/>
                                        </a:lnTo>
                                        <a:lnTo>
                                          <a:pt x="1485" y="1191"/>
                                        </a:lnTo>
                                        <a:lnTo>
                                          <a:pt x="1485" y="1178"/>
                                        </a:lnTo>
                                        <a:lnTo>
                                          <a:pt x="1485" y="1178"/>
                                        </a:lnTo>
                                        <a:lnTo>
                                          <a:pt x="1494" y="1173"/>
                                        </a:lnTo>
                                        <a:lnTo>
                                          <a:pt x="1502" y="1168"/>
                                        </a:lnTo>
                                        <a:lnTo>
                                          <a:pt x="1512" y="1167"/>
                                        </a:lnTo>
                                        <a:lnTo>
                                          <a:pt x="1520" y="1166"/>
                                        </a:lnTo>
                                        <a:lnTo>
                                          <a:pt x="1540" y="1167"/>
                                        </a:lnTo>
                                        <a:lnTo>
                                          <a:pt x="1549" y="1168"/>
                                        </a:lnTo>
                                        <a:lnTo>
                                          <a:pt x="1559" y="1167"/>
                                        </a:lnTo>
                                        <a:lnTo>
                                          <a:pt x="1559" y="1167"/>
                                        </a:lnTo>
                                        <a:lnTo>
                                          <a:pt x="1564" y="1172"/>
                                        </a:lnTo>
                                        <a:lnTo>
                                          <a:pt x="1571" y="1176"/>
                                        </a:lnTo>
                                        <a:lnTo>
                                          <a:pt x="1574" y="1178"/>
                                        </a:lnTo>
                                        <a:lnTo>
                                          <a:pt x="1576" y="1180"/>
                                        </a:lnTo>
                                        <a:lnTo>
                                          <a:pt x="1577" y="1183"/>
                                        </a:lnTo>
                                        <a:lnTo>
                                          <a:pt x="1576" y="1188"/>
                                        </a:lnTo>
                                        <a:lnTo>
                                          <a:pt x="1576" y="1188"/>
                                        </a:lnTo>
                                        <a:lnTo>
                                          <a:pt x="1579" y="1195"/>
                                        </a:lnTo>
                                        <a:lnTo>
                                          <a:pt x="1579" y="1202"/>
                                        </a:lnTo>
                                        <a:lnTo>
                                          <a:pt x="1578" y="1209"/>
                                        </a:lnTo>
                                        <a:lnTo>
                                          <a:pt x="1575" y="1217"/>
                                        </a:lnTo>
                                        <a:lnTo>
                                          <a:pt x="1572" y="1224"/>
                                        </a:lnTo>
                                        <a:lnTo>
                                          <a:pt x="1568" y="1231"/>
                                        </a:lnTo>
                                        <a:lnTo>
                                          <a:pt x="1559" y="1244"/>
                                        </a:lnTo>
                                        <a:lnTo>
                                          <a:pt x="1559" y="1244"/>
                                        </a:lnTo>
                                        <a:lnTo>
                                          <a:pt x="1560" y="1248"/>
                                        </a:lnTo>
                                        <a:lnTo>
                                          <a:pt x="1560" y="1251"/>
                                        </a:lnTo>
                                        <a:lnTo>
                                          <a:pt x="1559" y="1255"/>
                                        </a:lnTo>
                                        <a:lnTo>
                                          <a:pt x="1557" y="1259"/>
                                        </a:lnTo>
                                        <a:lnTo>
                                          <a:pt x="1553" y="1267"/>
                                        </a:lnTo>
                                        <a:lnTo>
                                          <a:pt x="1552" y="1270"/>
                                        </a:lnTo>
                                        <a:lnTo>
                                          <a:pt x="1552" y="1274"/>
                                        </a:lnTo>
                                        <a:lnTo>
                                          <a:pt x="1552" y="1274"/>
                                        </a:lnTo>
                                        <a:lnTo>
                                          <a:pt x="1544" y="1281"/>
                                        </a:lnTo>
                                        <a:lnTo>
                                          <a:pt x="1535" y="1285"/>
                                        </a:lnTo>
                                        <a:lnTo>
                                          <a:pt x="1528" y="1288"/>
                                        </a:lnTo>
                                        <a:lnTo>
                                          <a:pt x="1519" y="1289"/>
                                        </a:lnTo>
                                        <a:lnTo>
                                          <a:pt x="1501" y="1290"/>
                                        </a:lnTo>
                                        <a:lnTo>
                                          <a:pt x="1492" y="1291"/>
                                        </a:lnTo>
                                        <a:lnTo>
                                          <a:pt x="1483" y="1292"/>
                                        </a:lnTo>
                                        <a:lnTo>
                                          <a:pt x="1483" y="1292"/>
                                        </a:lnTo>
                                        <a:lnTo>
                                          <a:pt x="1496" y="1301"/>
                                        </a:lnTo>
                                        <a:lnTo>
                                          <a:pt x="1509" y="1309"/>
                                        </a:lnTo>
                                        <a:lnTo>
                                          <a:pt x="1521" y="1315"/>
                                        </a:lnTo>
                                        <a:lnTo>
                                          <a:pt x="1535" y="1320"/>
                                        </a:lnTo>
                                        <a:lnTo>
                                          <a:pt x="1550" y="1324"/>
                                        </a:lnTo>
                                        <a:lnTo>
                                          <a:pt x="1564" y="1327"/>
                                        </a:lnTo>
                                        <a:lnTo>
                                          <a:pt x="1581" y="1328"/>
                                        </a:lnTo>
                                        <a:lnTo>
                                          <a:pt x="1597" y="1327"/>
                                        </a:lnTo>
                                        <a:lnTo>
                                          <a:pt x="1597" y="1327"/>
                                        </a:lnTo>
                                        <a:lnTo>
                                          <a:pt x="1604" y="1327"/>
                                        </a:lnTo>
                                        <a:lnTo>
                                          <a:pt x="1610" y="1326"/>
                                        </a:lnTo>
                                        <a:lnTo>
                                          <a:pt x="1615" y="1324"/>
                                        </a:lnTo>
                                        <a:lnTo>
                                          <a:pt x="1618" y="1320"/>
                                        </a:lnTo>
                                        <a:lnTo>
                                          <a:pt x="1621" y="1316"/>
                                        </a:lnTo>
                                        <a:lnTo>
                                          <a:pt x="1624" y="1312"/>
                                        </a:lnTo>
                                        <a:lnTo>
                                          <a:pt x="1628" y="1301"/>
                                        </a:lnTo>
                                        <a:lnTo>
                                          <a:pt x="1630" y="1289"/>
                                        </a:lnTo>
                                        <a:lnTo>
                                          <a:pt x="1634" y="1278"/>
                                        </a:lnTo>
                                        <a:lnTo>
                                          <a:pt x="1636" y="1273"/>
                                        </a:lnTo>
                                        <a:lnTo>
                                          <a:pt x="1640" y="1268"/>
                                        </a:lnTo>
                                        <a:lnTo>
                                          <a:pt x="1644" y="1263"/>
                                        </a:lnTo>
                                        <a:lnTo>
                                          <a:pt x="1649" y="1260"/>
                                        </a:lnTo>
                                        <a:lnTo>
                                          <a:pt x="1649" y="1260"/>
                                        </a:lnTo>
                                        <a:lnTo>
                                          <a:pt x="1662" y="1259"/>
                                        </a:lnTo>
                                        <a:lnTo>
                                          <a:pt x="1676" y="1259"/>
                                        </a:lnTo>
                                        <a:lnTo>
                                          <a:pt x="1689" y="1259"/>
                                        </a:lnTo>
                                        <a:lnTo>
                                          <a:pt x="1697" y="1258"/>
                                        </a:lnTo>
                                        <a:lnTo>
                                          <a:pt x="1703" y="1257"/>
                                        </a:lnTo>
                                        <a:lnTo>
                                          <a:pt x="1703" y="1257"/>
                                        </a:lnTo>
                                        <a:lnTo>
                                          <a:pt x="1706" y="1250"/>
                                        </a:lnTo>
                                        <a:lnTo>
                                          <a:pt x="1708" y="1244"/>
                                        </a:lnTo>
                                        <a:lnTo>
                                          <a:pt x="1712" y="1231"/>
                                        </a:lnTo>
                                        <a:lnTo>
                                          <a:pt x="1716" y="1204"/>
                                        </a:lnTo>
                                        <a:lnTo>
                                          <a:pt x="1716" y="1204"/>
                                        </a:lnTo>
                                        <a:lnTo>
                                          <a:pt x="1711" y="1200"/>
                                        </a:lnTo>
                                        <a:lnTo>
                                          <a:pt x="1706" y="1195"/>
                                        </a:lnTo>
                                        <a:lnTo>
                                          <a:pt x="1704" y="1191"/>
                                        </a:lnTo>
                                        <a:lnTo>
                                          <a:pt x="1703" y="1185"/>
                                        </a:lnTo>
                                        <a:lnTo>
                                          <a:pt x="1703" y="1174"/>
                                        </a:lnTo>
                                        <a:lnTo>
                                          <a:pt x="1703" y="1162"/>
                                        </a:lnTo>
                                        <a:lnTo>
                                          <a:pt x="1703" y="1162"/>
                                        </a:lnTo>
                                        <a:lnTo>
                                          <a:pt x="1700" y="1157"/>
                                        </a:lnTo>
                                        <a:lnTo>
                                          <a:pt x="1697" y="1151"/>
                                        </a:lnTo>
                                        <a:lnTo>
                                          <a:pt x="1692" y="1139"/>
                                        </a:lnTo>
                                        <a:lnTo>
                                          <a:pt x="1689" y="1134"/>
                                        </a:lnTo>
                                        <a:lnTo>
                                          <a:pt x="1685" y="1129"/>
                                        </a:lnTo>
                                        <a:lnTo>
                                          <a:pt x="1679" y="1125"/>
                                        </a:lnTo>
                                        <a:lnTo>
                                          <a:pt x="1673" y="1124"/>
                                        </a:lnTo>
                                        <a:lnTo>
                                          <a:pt x="1673" y="1124"/>
                                        </a:lnTo>
                                        <a:lnTo>
                                          <a:pt x="1672" y="1120"/>
                                        </a:lnTo>
                                        <a:lnTo>
                                          <a:pt x="1672" y="1117"/>
                                        </a:lnTo>
                                        <a:lnTo>
                                          <a:pt x="1673" y="1112"/>
                                        </a:lnTo>
                                        <a:lnTo>
                                          <a:pt x="1675" y="1110"/>
                                        </a:lnTo>
                                        <a:lnTo>
                                          <a:pt x="1678" y="1104"/>
                                        </a:lnTo>
                                        <a:lnTo>
                                          <a:pt x="1679" y="1100"/>
                                        </a:lnTo>
                                        <a:lnTo>
                                          <a:pt x="1680" y="1096"/>
                                        </a:lnTo>
                                        <a:lnTo>
                                          <a:pt x="1680" y="1096"/>
                                        </a:lnTo>
                                        <a:lnTo>
                                          <a:pt x="1685" y="1094"/>
                                        </a:lnTo>
                                        <a:lnTo>
                                          <a:pt x="1688" y="1092"/>
                                        </a:lnTo>
                                        <a:lnTo>
                                          <a:pt x="1690" y="1089"/>
                                        </a:lnTo>
                                        <a:lnTo>
                                          <a:pt x="1691" y="1086"/>
                                        </a:lnTo>
                                        <a:lnTo>
                                          <a:pt x="1691" y="1083"/>
                                        </a:lnTo>
                                        <a:lnTo>
                                          <a:pt x="1690" y="1081"/>
                                        </a:lnTo>
                                        <a:lnTo>
                                          <a:pt x="1686" y="1075"/>
                                        </a:lnTo>
                                        <a:lnTo>
                                          <a:pt x="1682" y="1068"/>
                                        </a:lnTo>
                                        <a:lnTo>
                                          <a:pt x="1678" y="1061"/>
                                        </a:lnTo>
                                        <a:lnTo>
                                          <a:pt x="1678" y="1057"/>
                                        </a:lnTo>
                                        <a:lnTo>
                                          <a:pt x="1678" y="1054"/>
                                        </a:lnTo>
                                        <a:lnTo>
                                          <a:pt x="1680" y="1051"/>
                                        </a:lnTo>
                                        <a:lnTo>
                                          <a:pt x="1684" y="1048"/>
                                        </a:lnTo>
                                        <a:lnTo>
                                          <a:pt x="1684" y="1048"/>
                                        </a:lnTo>
                                        <a:lnTo>
                                          <a:pt x="1677" y="1045"/>
                                        </a:lnTo>
                                        <a:lnTo>
                                          <a:pt x="1671" y="1043"/>
                                        </a:lnTo>
                                        <a:lnTo>
                                          <a:pt x="1665" y="1039"/>
                                        </a:lnTo>
                                        <a:lnTo>
                                          <a:pt x="1660" y="1035"/>
                                        </a:lnTo>
                                        <a:lnTo>
                                          <a:pt x="1651" y="1026"/>
                                        </a:lnTo>
                                        <a:lnTo>
                                          <a:pt x="1642" y="1015"/>
                                        </a:lnTo>
                                        <a:lnTo>
                                          <a:pt x="1632" y="1007"/>
                                        </a:lnTo>
                                        <a:lnTo>
                                          <a:pt x="1628" y="1003"/>
                                        </a:lnTo>
                                        <a:lnTo>
                                          <a:pt x="1622" y="1000"/>
                                        </a:lnTo>
                                        <a:lnTo>
                                          <a:pt x="1616" y="999"/>
                                        </a:lnTo>
                                        <a:lnTo>
                                          <a:pt x="1610" y="998"/>
                                        </a:lnTo>
                                        <a:lnTo>
                                          <a:pt x="1602" y="999"/>
                                        </a:lnTo>
                                        <a:lnTo>
                                          <a:pt x="1595" y="1002"/>
                                        </a:lnTo>
                                        <a:lnTo>
                                          <a:pt x="1595" y="1002"/>
                                        </a:lnTo>
                                        <a:lnTo>
                                          <a:pt x="1590" y="997"/>
                                        </a:lnTo>
                                        <a:lnTo>
                                          <a:pt x="1584" y="992"/>
                                        </a:lnTo>
                                        <a:lnTo>
                                          <a:pt x="1572" y="983"/>
                                        </a:lnTo>
                                        <a:lnTo>
                                          <a:pt x="1565" y="978"/>
                                        </a:lnTo>
                                        <a:lnTo>
                                          <a:pt x="1561" y="972"/>
                                        </a:lnTo>
                                        <a:lnTo>
                                          <a:pt x="1558" y="966"/>
                                        </a:lnTo>
                                        <a:lnTo>
                                          <a:pt x="1557" y="962"/>
                                        </a:lnTo>
                                        <a:lnTo>
                                          <a:pt x="1557" y="958"/>
                                        </a:lnTo>
                                        <a:lnTo>
                                          <a:pt x="1557" y="958"/>
                                        </a:lnTo>
                                        <a:lnTo>
                                          <a:pt x="1557" y="956"/>
                                        </a:lnTo>
                                        <a:lnTo>
                                          <a:pt x="1559" y="954"/>
                                        </a:lnTo>
                                        <a:lnTo>
                                          <a:pt x="1563" y="951"/>
                                        </a:lnTo>
                                        <a:lnTo>
                                          <a:pt x="1570" y="948"/>
                                        </a:lnTo>
                                        <a:lnTo>
                                          <a:pt x="1576" y="948"/>
                                        </a:lnTo>
                                        <a:lnTo>
                                          <a:pt x="1583" y="948"/>
                                        </a:lnTo>
                                        <a:lnTo>
                                          <a:pt x="1588" y="950"/>
                                        </a:lnTo>
                                        <a:lnTo>
                                          <a:pt x="1591" y="951"/>
                                        </a:lnTo>
                                        <a:lnTo>
                                          <a:pt x="1591" y="951"/>
                                        </a:lnTo>
                                        <a:lnTo>
                                          <a:pt x="1591" y="951"/>
                                        </a:lnTo>
                                        <a:lnTo>
                                          <a:pt x="1591" y="951"/>
                                        </a:lnTo>
                                        <a:lnTo>
                                          <a:pt x="1587" y="946"/>
                                        </a:lnTo>
                                        <a:lnTo>
                                          <a:pt x="1586" y="944"/>
                                        </a:lnTo>
                                        <a:lnTo>
                                          <a:pt x="1586" y="941"/>
                                        </a:lnTo>
                                        <a:lnTo>
                                          <a:pt x="1586" y="941"/>
                                        </a:lnTo>
                                        <a:lnTo>
                                          <a:pt x="1575" y="941"/>
                                        </a:lnTo>
                                        <a:lnTo>
                                          <a:pt x="1565" y="942"/>
                                        </a:lnTo>
                                        <a:lnTo>
                                          <a:pt x="1556" y="944"/>
                                        </a:lnTo>
                                        <a:lnTo>
                                          <a:pt x="1552" y="946"/>
                                        </a:lnTo>
                                        <a:lnTo>
                                          <a:pt x="1548" y="948"/>
                                        </a:lnTo>
                                        <a:lnTo>
                                          <a:pt x="1548" y="948"/>
                                        </a:lnTo>
                                        <a:close/>
                                        <a:moveTo>
                                          <a:pt x="1096" y="1085"/>
                                        </a:moveTo>
                                        <a:lnTo>
                                          <a:pt x="1096" y="1085"/>
                                        </a:lnTo>
                                        <a:lnTo>
                                          <a:pt x="1090" y="1089"/>
                                        </a:lnTo>
                                        <a:lnTo>
                                          <a:pt x="1085" y="1092"/>
                                        </a:lnTo>
                                        <a:lnTo>
                                          <a:pt x="1082" y="1095"/>
                                        </a:lnTo>
                                        <a:lnTo>
                                          <a:pt x="1080" y="1099"/>
                                        </a:lnTo>
                                        <a:lnTo>
                                          <a:pt x="1079" y="1104"/>
                                        </a:lnTo>
                                        <a:lnTo>
                                          <a:pt x="1079" y="1108"/>
                                        </a:lnTo>
                                        <a:lnTo>
                                          <a:pt x="1082" y="1119"/>
                                        </a:lnTo>
                                        <a:lnTo>
                                          <a:pt x="1085" y="1130"/>
                                        </a:lnTo>
                                        <a:lnTo>
                                          <a:pt x="1091" y="1139"/>
                                        </a:lnTo>
                                        <a:lnTo>
                                          <a:pt x="1094" y="1150"/>
                                        </a:lnTo>
                                        <a:lnTo>
                                          <a:pt x="1095" y="1155"/>
                                        </a:lnTo>
                                        <a:lnTo>
                                          <a:pt x="1095" y="1160"/>
                                        </a:lnTo>
                                        <a:lnTo>
                                          <a:pt x="1095" y="1160"/>
                                        </a:lnTo>
                                        <a:lnTo>
                                          <a:pt x="1092" y="1166"/>
                                        </a:lnTo>
                                        <a:lnTo>
                                          <a:pt x="1088" y="1169"/>
                                        </a:lnTo>
                                        <a:lnTo>
                                          <a:pt x="1084" y="1171"/>
                                        </a:lnTo>
                                        <a:lnTo>
                                          <a:pt x="1079" y="1171"/>
                                        </a:lnTo>
                                        <a:lnTo>
                                          <a:pt x="1068" y="1169"/>
                                        </a:lnTo>
                                        <a:lnTo>
                                          <a:pt x="1063" y="1171"/>
                                        </a:lnTo>
                                        <a:lnTo>
                                          <a:pt x="1058" y="1173"/>
                                        </a:lnTo>
                                        <a:lnTo>
                                          <a:pt x="1058" y="1173"/>
                                        </a:lnTo>
                                        <a:lnTo>
                                          <a:pt x="1059" y="1178"/>
                                        </a:lnTo>
                                        <a:lnTo>
                                          <a:pt x="1058" y="1183"/>
                                        </a:lnTo>
                                        <a:lnTo>
                                          <a:pt x="1058" y="1189"/>
                                        </a:lnTo>
                                        <a:lnTo>
                                          <a:pt x="1056" y="1193"/>
                                        </a:lnTo>
                                        <a:lnTo>
                                          <a:pt x="1055" y="1196"/>
                                        </a:lnTo>
                                        <a:lnTo>
                                          <a:pt x="1052" y="1200"/>
                                        </a:lnTo>
                                        <a:lnTo>
                                          <a:pt x="1047" y="1205"/>
                                        </a:lnTo>
                                        <a:lnTo>
                                          <a:pt x="1039" y="1209"/>
                                        </a:lnTo>
                                        <a:lnTo>
                                          <a:pt x="1030" y="1214"/>
                                        </a:lnTo>
                                        <a:lnTo>
                                          <a:pt x="1013" y="1218"/>
                                        </a:lnTo>
                                        <a:lnTo>
                                          <a:pt x="1013" y="1218"/>
                                        </a:lnTo>
                                        <a:lnTo>
                                          <a:pt x="1011" y="1227"/>
                                        </a:lnTo>
                                        <a:lnTo>
                                          <a:pt x="1012" y="1233"/>
                                        </a:lnTo>
                                        <a:lnTo>
                                          <a:pt x="1014" y="1240"/>
                                        </a:lnTo>
                                        <a:lnTo>
                                          <a:pt x="1018" y="1246"/>
                                        </a:lnTo>
                                        <a:lnTo>
                                          <a:pt x="1020" y="1251"/>
                                        </a:lnTo>
                                        <a:lnTo>
                                          <a:pt x="1022" y="1258"/>
                                        </a:lnTo>
                                        <a:lnTo>
                                          <a:pt x="1021" y="1265"/>
                                        </a:lnTo>
                                        <a:lnTo>
                                          <a:pt x="1020" y="1269"/>
                                        </a:lnTo>
                                        <a:lnTo>
                                          <a:pt x="1019" y="1273"/>
                                        </a:lnTo>
                                        <a:lnTo>
                                          <a:pt x="1019" y="1273"/>
                                        </a:lnTo>
                                        <a:lnTo>
                                          <a:pt x="1028" y="1284"/>
                                        </a:lnTo>
                                        <a:lnTo>
                                          <a:pt x="1038" y="1296"/>
                                        </a:lnTo>
                                        <a:lnTo>
                                          <a:pt x="1047" y="1307"/>
                                        </a:lnTo>
                                        <a:lnTo>
                                          <a:pt x="1054" y="1320"/>
                                        </a:lnTo>
                                        <a:lnTo>
                                          <a:pt x="1059" y="1333"/>
                                        </a:lnTo>
                                        <a:lnTo>
                                          <a:pt x="1063" y="1347"/>
                                        </a:lnTo>
                                        <a:lnTo>
                                          <a:pt x="1065" y="1361"/>
                                        </a:lnTo>
                                        <a:lnTo>
                                          <a:pt x="1064" y="1377"/>
                                        </a:lnTo>
                                        <a:lnTo>
                                          <a:pt x="1064" y="1377"/>
                                        </a:lnTo>
                                        <a:lnTo>
                                          <a:pt x="1067" y="1382"/>
                                        </a:lnTo>
                                        <a:lnTo>
                                          <a:pt x="1070" y="1387"/>
                                        </a:lnTo>
                                        <a:lnTo>
                                          <a:pt x="1075" y="1400"/>
                                        </a:lnTo>
                                        <a:lnTo>
                                          <a:pt x="1078" y="1414"/>
                                        </a:lnTo>
                                        <a:lnTo>
                                          <a:pt x="1080" y="1428"/>
                                        </a:lnTo>
                                        <a:lnTo>
                                          <a:pt x="1081" y="1457"/>
                                        </a:lnTo>
                                        <a:lnTo>
                                          <a:pt x="1082" y="1471"/>
                                        </a:lnTo>
                                        <a:lnTo>
                                          <a:pt x="1084" y="1485"/>
                                        </a:lnTo>
                                        <a:lnTo>
                                          <a:pt x="1084" y="1485"/>
                                        </a:lnTo>
                                        <a:lnTo>
                                          <a:pt x="1090" y="1492"/>
                                        </a:lnTo>
                                        <a:lnTo>
                                          <a:pt x="1095" y="1499"/>
                                        </a:lnTo>
                                        <a:lnTo>
                                          <a:pt x="1099" y="1508"/>
                                        </a:lnTo>
                                        <a:lnTo>
                                          <a:pt x="1104" y="1517"/>
                                        </a:lnTo>
                                        <a:lnTo>
                                          <a:pt x="1106" y="1525"/>
                                        </a:lnTo>
                                        <a:lnTo>
                                          <a:pt x="1108" y="1535"/>
                                        </a:lnTo>
                                        <a:lnTo>
                                          <a:pt x="1109" y="1545"/>
                                        </a:lnTo>
                                        <a:lnTo>
                                          <a:pt x="1109" y="1554"/>
                                        </a:lnTo>
                                        <a:lnTo>
                                          <a:pt x="1109" y="1554"/>
                                        </a:lnTo>
                                        <a:lnTo>
                                          <a:pt x="1109" y="1560"/>
                                        </a:lnTo>
                                        <a:lnTo>
                                          <a:pt x="1108" y="1563"/>
                                        </a:lnTo>
                                        <a:lnTo>
                                          <a:pt x="1105" y="1566"/>
                                        </a:lnTo>
                                        <a:lnTo>
                                          <a:pt x="1101" y="1570"/>
                                        </a:lnTo>
                                        <a:lnTo>
                                          <a:pt x="1094" y="1574"/>
                                        </a:lnTo>
                                        <a:lnTo>
                                          <a:pt x="1087" y="1578"/>
                                        </a:lnTo>
                                        <a:lnTo>
                                          <a:pt x="1087" y="1578"/>
                                        </a:lnTo>
                                        <a:lnTo>
                                          <a:pt x="1084" y="1582"/>
                                        </a:lnTo>
                                        <a:lnTo>
                                          <a:pt x="1084" y="1585"/>
                                        </a:lnTo>
                                        <a:lnTo>
                                          <a:pt x="1084" y="1587"/>
                                        </a:lnTo>
                                        <a:lnTo>
                                          <a:pt x="1086" y="1588"/>
                                        </a:lnTo>
                                        <a:lnTo>
                                          <a:pt x="1092" y="1590"/>
                                        </a:lnTo>
                                        <a:lnTo>
                                          <a:pt x="1094" y="1592"/>
                                        </a:lnTo>
                                        <a:lnTo>
                                          <a:pt x="1095" y="1595"/>
                                        </a:lnTo>
                                        <a:lnTo>
                                          <a:pt x="1236" y="1448"/>
                                        </a:lnTo>
                                        <a:lnTo>
                                          <a:pt x="1236" y="1448"/>
                                        </a:lnTo>
                                        <a:lnTo>
                                          <a:pt x="1218" y="1425"/>
                                        </a:lnTo>
                                        <a:lnTo>
                                          <a:pt x="1201" y="1401"/>
                                        </a:lnTo>
                                        <a:lnTo>
                                          <a:pt x="1185" y="1375"/>
                                        </a:lnTo>
                                        <a:lnTo>
                                          <a:pt x="1171" y="1350"/>
                                        </a:lnTo>
                                        <a:lnTo>
                                          <a:pt x="1158" y="1322"/>
                                        </a:lnTo>
                                        <a:lnTo>
                                          <a:pt x="1148" y="1293"/>
                                        </a:lnTo>
                                        <a:lnTo>
                                          <a:pt x="1139" y="1264"/>
                                        </a:lnTo>
                                        <a:lnTo>
                                          <a:pt x="1133" y="1234"/>
                                        </a:lnTo>
                                        <a:lnTo>
                                          <a:pt x="1114" y="1223"/>
                                        </a:lnTo>
                                        <a:lnTo>
                                          <a:pt x="1114" y="1223"/>
                                        </a:lnTo>
                                        <a:lnTo>
                                          <a:pt x="1112" y="1240"/>
                                        </a:lnTo>
                                        <a:lnTo>
                                          <a:pt x="1110" y="1257"/>
                                        </a:lnTo>
                                        <a:lnTo>
                                          <a:pt x="1108" y="1264"/>
                                        </a:lnTo>
                                        <a:lnTo>
                                          <a:pt x="1105" y="1271"/>
                                        </a:lnTo>
                                        <a:lnTo>
                                          <a:pt x="1100" y="1276"/>
                                        </a:lnTo>
                                        <a:lnTo>
                                          <a:pt x="1095" y="1279"/>
                                        </a:lnTo>
                                        <a:lnTo>
                                          <a:pt x="1095" y="1279"/>
                                        </a:lnTo>
                                        <a:lnTo>
                                          <a:pt x="1086" y="1274"/>
                                        </a:lnTo>
                                        <a:lnTo>
                                          <a:pt x="1077" y="1268"/>
                                        </a:lnTo>
                                        <a:lnTo>
                                          <a:pt x="1072" y="1264"/>
                                        </a:lnTo>
                                        <a:lnTo>
                                          <a:pt x="1069" y="1260"/>
                                        </a:lnTo>
                                        <a:lnTo>
                                          <a:pt x="1067" y="1256"/>
                                        </a:lnTo>
                                        <a:lnTo>
                                          <a:pt x="1066" y="1249"/>
                                        </a:lnTo>
                                        <a:lnTo>
                                          <a:pt x="1066" y="1249"/>
                                        </a:lnTo>
                                        <a:lnTo>
                                          <a:pt x="1068" y="1246"/>
                                        </a:lnTo>
                                        <a:lnTo>
                                          <a:pt x="1070" y="1244"/>
                                        </a:lnTo>
                                        <a:lnTo>
                                          <a:pt x="1073" y="1243"/>
                                        </a:lnTo>
                                        <a:lnTo>
                                          <a:pt x="1077" y="1243"/>
                                        </a:lnTo>
                                        <a:lnTo>
                                          <a:pt x="1083" y="1244"/>
                                        </a:lnTo>
                                        <a:lnTo>
                                          <a:pt x="1090" y="1244"/>
                                        </a:lnTo>
                                        <a:lnTo>
                                          <a:pt x="1090" y="1244"/>
                                        </a:lnTo>
                                        <a:lnTo>
                                          <a:pt x="1088" y="1236"/>
                                        </a:lnTo>
                                        <a:lnTo>
                                          <a:pt x="1090" y="1230"/>
                                        </a:lnTo>
                                        <a:lnTo>
                                          <a:pt x="1092" y="1216"/>
                                        </a:lnTo>
                                        <a:lnTo>
                                          <a:pt x="1092" y="1216"/>
                                        </a:lnTo>
                                        <a:lnTo>
                                          <a:pt x="1092" y="1212"/>
                                        </a:lnTo>
                                        <a:lnTo>
                                          <a:pt x="1091" y="1208"/>
                                        </a:lnTo>
                                        <a:lnTo>
                                          <a:pt x="1086" y="1201"/>
                                        </a:lnTo>
                                        <a:lnTo>
                                          <a:pt x="1084" y="1196"/>
                                        </a:lnTo>
                                        <a:lnTo>
                                          <a:pt x="1084" y="1193"/>
                                        </a:lnTo>
                                        <a:lnTo>
                                          <a:pt x="1085" y="1189"/>
                                        </a:lnTo>
                                        <a:lnTo>
                                          <a:pt x="1090" y="1186"/>
                                        </a:lnTo>
                                        <a:lnTo>
                                          <a:pt x="1090" y="1186"/>
                                        </a:lnTo>
                                        <a:lnTo>
                                          <a:pt x="1094" y="1186"/>
                                        </a:lnTo>
                                        <a:lnTo>
                                          <a:pt x="1097" y="1188"/>
                                        </a:lnTo>
                                        <a:lnTo>
                                          <a:pt x="1101" y="1190"/>
                                        </a:lnTo>
                                        <a:lnTo>
                                          <a:pt x="1105" y="1193"/>
                                        </a:lnTo>
                                        <a:lnTo>
                                          <a:pt x="1110" y="1200"/>
                                        </a:lnTo>
                                        <a:lnTo>
                                          <a:pt x="1116" y="1206"/>
                                        </a:lnTo>
                                        <a:lnTo>
                                          <a:pt x="1142" y="1193"/>
                                        </a:lnTo>
                                        <a:lnTo>
                                          <a:pt x="1142" y="1193"/>
                                        </a:lnTo>
                                        <a:lnTo>
                                          <a:pt x="1140" y="1183"/>
                                        </a:lnTo>
                                        <a:lnTo>
                                          <a:pt x="1140" y="1173"/>
                                        </a:lnTo>
                                        <a:lnTo>
                                          <a:pt x="1141" y="1149"/>
                                        </a:lnTo>
                                        <a:lnTo>
                                          <a:pt x="1142" y="1137"/>
                                        </a:lnTo>
                                        <a:lnTo>
                                          <a:pt x="1142" y="1125"/>
                                        </a:lnTo>
                                        <a:lnTo>
                                          <a:pt x="1142" y="1114"/>
                                        </a:lnTo>
                                        <a:lnTo>
                                          <a:pt x="1140" y="1104"/>
                                        </a:lnTo>
                                        <a:lnTo>
                                          <a:pt x="1140" y="1104"/>
                                        </a:lnTo>
                                        <a:lnTo>
                                          <a:pt x="1138" y="1097"/>
                                        </a:lnTo>
                                        <a:lnTo>
                                          <a:pt x="1135" y="1092"/>
                                        </a:lnTo>
                                        <a:lnTo>
                                          <a:pt x="1129" y="1089"/>
                                        </a:lnTo>
                                        <a:lnTo>
                                          <a:pt x="1124" y="1088"/>
                                        </a:lnTo>
                                        <a:lnTo>
                                          <a:pt x="1116" y="1086"/>
                                        </a:lnTo>
                                        <a:lnTo>
                                          <a:pt x="1110" y="1086"/>
                                        </a:lnTo>
                                        <a:lnTo>
                                          <a:pt x="1096" y="1085"/>
                                        </a:lnTo>
                                        <a:lnTo>
                                          <a:pt x="1096" y="1085"/>
                                        </a:lnTo>
                                        <a:close/>
                                        <a:moveTo>
                                          <a:pt x="2137" y="1107"/>
                                        </a:moveTo>
                                        <a:lnTo>
                                          <a:pt x="2150" y="1107"/>
                                        </a:lnTo>
                                        <a:lnTo>
                                          <a:pt x="2137" y="1107"/>
                                        </a:lnTo>
                                        <a:close/>
                                        <a:moveTo>
                                          <a:pt x="2119" y="1160"/>
                                        </a:moveTo>
                                        <a:lnTo>
                                          <a:pt x="2147" y="1193"/>
                                        </a:lnTo>
                                        <a:lnTo>
                                          <a:pt x="2147" y="1193"/>
                                        </a:lnTo>
                                        <a:lnTo>
                                          <a:pt x="2148" y="1200"/>
                                        </a:lnTo>
                                        <a:lnTo>
                                          <a:pt x="2149" y="1206"/>
                                        </a:lnTo>
                                        <a:lnTo>
                                          <a:pt x="2151" y="1212"/>
                                        </a:lnTo>
                                        <a:lnTo>
                                          <a:pt x="2154" y="1217"/>
                                        </a:lnTo>
                                        <a:lnTo>
                                          <a:pt x="2163" y="1227"/>
                                        </a:lnTo>
                                        <a:lnTo>
                                          <a:pt x="2172" y="1236"/>
                                        </a:lnTo>
                                        <a:lnTo>
                                          <a:pt x="2182" y="1245"/>
                                        </a:lnTo>
                                        <a:lnTo>
                                          <a:pt x="2191" y="1256"/>
                                        </a:lnTo>
                                        <a:lnTo>
                                          <a:pt x="2194" y="1261"/>
                                        </a:lnTo>
                                        <a:lnTo>
                                          <a:pt x="2197" y="1267"/>
                                        </a:lnTo>
                                        <a:lnTo>
                                          <a:pt x="2199" y="1273"/>
                                        </a:lnTo>
                                        <a:lnTo>
                                          <a:pt x="2200" y="1279"/>
                                        </a:lnTo>
                                        <a:lnTo>
                                          <a:pt x="2200" y="1279"/>
                                        </a:lnTo>
                                        <a:lnTo>
                                          <a:pt x="2204" y="1267"/>
                                        </a:lnTo>
                                        <a:lnTo>
                                          <a:pt x="2206" y="1253"/>
                                        </a:lnTo>
                                        <a:lnTo>
                                          <a:pt x="2210" y="1226"/>
                                        </a:lnTo>
                                        <a:lnTo>
                                          <a:pt x="2214" y="1198"/>
                                        </a:lnTo>
                                        <a:lnTo>
                                          <a:pt x="2217" y="1185"/>
                                        </a:lnTo>
                                        <a:lnTo>
                                          <a:pt x="2221" y="1171"/>
                                        </a:lnTo>
                                        <a:lnTo>
                                          <a:pt x="2221" y="1171"/>
                                        </a:lnTo>
                                        <a:lnTo>
                                          <a:pt x="2208" y="1171"/>
                                        </a:lnTo>
                                        <a:lnTo>
                                          <a:pt x="2195" y="1171"/>
                                        </a:lnTo>
                                        <a:lnTo>
                                          <a:pt x="2168" y="1171"/>
                                        </a:lnTo>
                                        <a:lnTo>
                                          <a:pt x="2154" y="1171"/>
                                        </a:lnTo>
                                        <a:lnTo>
                                          <a:pt x="2141" y="1168"/>
                                        </a:lnTo>
                                        <a:lnTo>
                                          <a:pt x="2130" y="1165"/>
                                        </a:lnTo>
                                        <a:lnTo>
                                          <a:pt x="2124" y="1163"/>
                                        </a:lnTo>
                                        <a:lnTo>
                                          <a:pt x="2119" y="1160"/>
                                        </a:lnTo>
                                        <a:lnTo>
                                          <a:pt x="2119" y="1160"/>
                                        </a:lnTo>
                                        <a:close/>
                                        <a:moveTo>
                                          <a:pt x="2497" y="1162"/>
                                        </a:moveTo>
                                        <a:lnTo>
                                          <a:pt x="2502" y="1173"/>
                                        </a:lnTo>
                                        <a:lnTo>
                                          <a:pt x="2502" y="1173"/>
                                        </a:lnTo>
                                        <a:lnTo>
                                          <a:pt x="2500" y="1215"/>
                                        </a:lnTo>
                                        <a:lnTo>
                                          <a:pt x="2495" y="1256"/>
                                        </a:lnTo>
                                        <a:lnTo>
                                          <a:pt x="2488" y="1297"/>
                                        </a:lnTo>
                                        <a:lnTo>
                                          <a:pt x="2481" y="1337"/>
                                        </a:lnTo>
                                        <a:lnTo>
                                          <a:pt x="2470" y="1375"/>
                                        </a:lnTo>
                                        <a:lnTo>
                                          <a:pt x="2458" y="1414"/>
                                        </a:lnTo>
                                        <a:lnTo>
                                          <a:pt x="2445" y="1453"/>
                                        </a:lnTo>
                                        <a:lnTo>
                                          <a:pt x="2430" y="1490"/>
                                        </a:lnTo>
                                        <a:lnTo>
                                          <a:pt x="2414" y="1526"/>
                                        </a:lnTo>
                                        <a:lnTo>
                                          <a:pt x="2396" y="1562"/>
                                        </a:lnTo>
                                        <a:lnTo>
                                          <a:pt x="2377" y="1596"/>
                                        </a:lnTo>
                                        <a:lnTo>
                                          <a:pt x="2355" y="1630"/>
                                        </a:lnTo>
                                        <a:lnTo>
                                          <a:pt x="2333" y="1662"/>
                                        </a:lnTo>
                                        <a:lnTo>
                                          <a:pt x="2309" y="1694"/>
                                        </a:lnTo>
                                        <a:lnTo>
                                          <a:pt x="2284" y="1724"/>
                                        </a:lnTo>
                                        <a:lnTo>
                                          <a:pt x="2258" y="1753"/>
                                        </a:lnTo>
                                        <a:lnTo>
                                          <a:pt x="2258" y="1753"/>
                                        </a:lnTo>
                                        <a:lnTo>
                                          <a:pt x="2290" y="1782"/>
                                        </a:lnTo>
                                        <a:lnTo>
                                          <a:pt x="2321" y="1813"/>
                                        </a:lnTo>
                                        <a:lnTo>
                                          <a:pt x="2381" y="1875"/>
                                        </a:lnTo>
                                        <a:lnTo>
                                          <a:pt x="2381" y="1875"/>
                                        </a:lnTo>
                                        <a:lnTo>
                                          <a:pt x="2407" y="1844"/>
                                        </a:lnTo>
                                        <a:lnTo>
                                          <a:pt x="2431" y="1813"/>
                                        </a:lnTo>
                                        <a:lnTo>
                                          <a:pt x="2455" y="1782"/>
                                        </a:lnTo>
                                        <a:lnTo>
                                          <a:pt x="2478" y="1750"/>
                                        </a:lnTo>
                                        <a:lnTo>
                                          <a:pt x="2499" y="1717"/>
                                        </a:lnTo>
                                        <a:lnTo>
                                          <a:pt x="2519" y="1684"/>
                                        </a:lnTo>
                                        <a:lnTo>
                                          <a:pt x="2539" y="1650"/>
                                        </a:lnTo>
                                        <a:lnTo>
                                          <a:pt x="2556" y="1616"/>
                                        </a:lnTo>
                                        <a:lnTo>
                                          <a:pt x="2573" y="1581"/>
                                        </a:lnTo>
                                        <a:lnTo>
                                          <a:pt x="2588" y="1546"/>
                                        </a:lnTo>
                                        <a:lnTo>
                                          <a:pt x="2602" y="1510"/>
                                        </a:lnTo>
                                        <a:lnTo>
                                          <a:pt x="2615" y="1474"/>
                                        </a:lnTo>
                                        <a:lnTo>
                                          <a:pt x="2626" y="1437"/>
                                        </a:lnTo>
                                        <a:lnTo>
                                          <a:pt x="2636" y="1400"/>
                                        </a:lnTo>
                                        <a:lnTo>
                                          <a:pt x="2644" y="1361"/>
                                        </a:lnTo>
                                        <a:lnTo>
                                          <a:pt x="2652" y="1324"/>
                                        </a:lnTo>
                                        <a:lnTo>
                                          <a:pt x="2652" y="1324"/>
                                        </a:lnTo>
                                        <a:lnTo>
                                          <a:pt x="2655" y="1303"/>
                                        </a:lnTo>
                                        <a:lnTo>
                                          <a:pt x="2658" y="1283"/>
                                        </a:lnTo>
                                        <a:lnTo>
                                          <a:pt x="2662" y="1242"/>
                                        </a:lnTo>
                                        <a:lnTo>
                                          <a:pt x="2665" y="1221"/>
                                        </a:lnTo>
                                        <a:lnTo>
                                          <a:pt x="2667" y="1202"/>
                                        </a:lnTo>
                                        <a:lnTo>
                                          <a:pt x="2670" y="1181"/>
                                        </a:lnTo>
                                        <a:lnTo>
                                          <a:pt x="2675" y="1162"/>
                                        </a:lnTo>
                                        <a:lnTo>
                                          <a:pt x="2675" y="1162"/>
                                        </a:lnTo>
                                        <a:lnTo>
                                          <a:pt x="2655" y="1166"/>
                                        </a:lnTo>
                                        <a:lnTo>
                                          <a:pt x="2634" y="1169"/>
                                        </a:lnTo>
                                        <a:lnTo>
                                          <a:pt x="2613" y="1171"/>
                                        </a:lnTo>
                                        <a:lnTo>
                                          <a:pt x="2591" y="1171"/>
                                        </a:lnTo>
                                        <a:lnTo>
                                          <a:pt x="2549" y="1171"/>
                                        </a:lnTo>
                                        <a:lnTo>
                                          <a:pt x="2526" y="1169"/>
                                        </a:lnTo>
                                        <a:lnTo>
                                          <a:pt x="2504" y="1171"/>
                                        </a:lnTo>
                                        <a:lnTo>
                                          <a:pt x="2497" y="1162"/>
                                        </a:lnTo>
                                        <a:close/>
                                        <a:moveTo>
                                          <a:pt x="2280" y="1165"/>
                                        </a:moveTo>
                                        <a:lnTo>
                                          <a:pt x="2280" y="1165"/>
                                        </a:lnTo>
                                        <a:lnTo>
                                          <a:pt x="2281" y="1173"/>
                                        </a:lnTo>
                                        <a:lnTo>
                                          <a:pt x="2281" y="1181"/>
                                        </a:lnTo>
                                        <a:lnTo>
                                          <a:pt x="2280" y="1189"/>
                                        </a:lnTo>
                                        <a:lnTo>
                                          <a:pt x="2279" y="1196"/>
                                        </a:lnTo>
                                        <a:lnTo>
                                          <a:pt x="2276" y="1213"/>
                                        </a:lnTo>
                                        <a:lnTo>
                                          <a:pt x="2275" y="1220"/>
                                        </a:lnTo>
                                        <a:lnTo>
                                          <a:pt x="2275" y="1229"/>
                                        </a:lnTo>
                                        <a:lnTo>
                                          <a:pt x="2275" y="1229"/>
                                        </a:lnTo>
                                        <a:lnTo>
                                          <a:pt x="2271" y="1235"/>
                                        </a:lnTo>
                                        <a:lnTo>
                                          <a:pt x="2269" y="1242"/>
                                        </a:lnTo>
                                        <a:lnTo>
                                          <a:pt x="2268" y="1247"/>
                                        </a:lnTo>
                                        <a:lnTo>
                                          <a:pt x="2269" y="1253"/>
                                        </a:lnTo>
                                        <a:lnTo>
                                          <a:pt x="2270" y="1257"/>
                                        </a:lnTo>
                                        <a:lnTo>
                                          <a:pt x="2272" y="1262"/>
                                        </a:lnTo>
                                        <a:lnTo>
                                          <a:pt x="2279" y="1271"/>
                                        </a:lnTo>
                                        <a:lnTo>
                                          <a:pt x="2284" y="1279"/>
                                        </a:lnTo>
                                        <a:lnTo>
                                          <a:pt x="2290" y="1288"/>
                                        </a:lnTo>
                                        <a:lnTo>
                                          <a:pt x="2291" y="1293"/>
                                        </a:lnTo>
                                        <a:lnTo>
                                          <a:pt x="2292" y="1299"/>
                                        </a:lnTo>
                                        <a:lnTo>
                                          <a:pt x="2291" y="1304"/>
                                        </a:lnTo>
                                        <a:lnTo>
                                          <a:pt x="2289" y="1311"/>
                                        </a:lnTo>
                                        <a:lnTo>
                                          <a:pt x="2289" y="1311"/>
                                        </a:lnTo>
                                        <a:lnTo>
                                          <a:pt x="2285" y="1313"/>
                                        </a:lnTo>
                                        <a:lnTo>
                                          <a:pt x="2282" y="1315"/>
                                        </a:lnTo>
                                        <a:lnTo>
                                          <a:pt x="2275" y="1316"/>
                                        </a:lnTo>
                                        <a:lnTo>
                                          <a:pt x="2267" y="1315"/>
                                        </a:lnTo>
                                        <a:lnTo>
                                          <a:pt x="2258" y="1313"/>
                                        </a:lnTo>
                                        <a:lnTo>
                                          <a:pt x="2258" y="1313"/>
                                        </a:lnTo>
                                        <a:lnTo>
                                          <a:pt x="2248" y="1352"/>
                                        </a:lnTo>
                                        <a:lnTo>
                                          <a:pt x="2234" y="1389"/>
                                        </a:lnTo>
                                        <a:lnTo>
                                          <a:pt x="2218" y="1426"/>
                                        </a:lnTo>
                                        <a:lnTo>
                                          <a:pt x="2200" y="1462"/>
                                        </a:lnTo>
                                        <a:lnTo>
                                          <a:pt x="2180" y="1496"/>
                                        </a:lnTo>
                                        <a:lnTo>
                                          <a:pt x="2157" y="1531"/>
                                        </a:lnTo>
                                        <a:lnTo>
                                          <a:pt x="2133" y="1563"/>
                                        </a:lnTo>
                                        <a:lnTo>
                                          <a:pt x="2106" y="1595"/>
                                        </a:lnTo>
                                        <a:lnTo>
                                          <a:pt x="2098" y="1595"/>
                                        </a:lnTo>
                                        <a:lnTo>
                                          <a:pt x="2098" y="1595"/>
                                        </a:lnTo>
                                        <a:lnTo>
                                          <a:pt x="2106" y="1600"/>
                                        </a:lnTo>
                                        <a:lnTo>
                                          <a:pt x="2112" y="1606"/>
                                        </a:lnTo>
                                        <a:lnTo>
                                          <a:pt x="2125" y="1619"/>
                                        </a:lnTo>
                                        <a:lnTo>
                                          <a:pt x="2132" y="1626"/>
                                        </a:lnTo>
                                        <a:lnTo>
                                          <a:pt x="2138" y="1631"/>
                                        </a:lnTo>
                                        <a:lnTo>
                                          <a:pt x="2145" y="1635"/>
                                        </a:lnTo>
                                        <a:lnTo>
                                          <a:pt x="2153" y="1639"/>
                                        </a:lnTo>
                                        <a:lnTo>
                                          <a:pt x="2153" y="1623"/>
                                        </a:lnTo>
                                        <a:lnTo>
                                          <a:pt x="2153" y="1623"/>
                                        </a:lnTo>
                                        <a:lnTo>
                                          <a:pt x="2155" y="1620"/>
                                        </a:lnTo>
                                        <a:lnTo>
                                          <a:pt x="2159" y="1618"/>
                                        </a:lnTo>
                                        <a:lnTo>
                                          <a:pt x="2162" y="1616"/>
                                        </a:lnTo>
                                        <a:lnTo>
                                          <a:pt x="2163" y="1616"/>
                                        </a:lnTo>
                                        <a:lnTo>
                                          <a:pt x="2165" y="1616"/>
                                        </a:lnTo>
                                        <a:lnTo>
                                          <a:pt x="2165" y="1616"/>
                                        </a:lnTo>
                                        <a:lnTo>
                                          <a:pt x="2172" y="1619"/>
                                        </a:lnTo>
                                        <a:lnTo>
                                          <a:pt x="2179" y="1623"/>
                                        </a:lnTo>
                                        <a:lnTo>
                                          <a:pt x="2184" y="1628"/>
                                        </a:lnTo>
                                        <a:lnTo>
                                          <a:pt x="2190" y="1633"/>
                                        </a:lnTo>
                                        <a:lnTo>
                                          <a:pt x="2194" y="1639"/>
                                        </a:lnTo>
                                        <a:lnTo>
                                          <a:pt x="2197" y="1645"/>
                                        </a:lnTo>
                                        <a:lnTo>
                                          <a:pt x="2204" y="1659"/>
                                        </a:lnTo>
                                        <a:lnTo>
                                          <a:pt x="2207" y="1674"/>
                                        </a:lnTo>
                                        <a:lnTo>
                                          <a:pt x="2210" y="1688"/>
                                        </a:lnTo>
                                        <a:lnTo>
                                          <a:pt x="2213" y="1713"/>
                                        </a:lnTo>
                                        <a:lnTo>
                                          <a:pt x="2213" y="1713"/>
                                        </a:lnTo>
                                        <a:lnTo>
                                          <a:pt x="2233" y="1691"/>
                                        </a:lnTo>
                                        <a:lnTo>
                                          <a:pt x="2252" y="1669"/>
                                        </a:lnTo>
                                        <a:lnTo>
                                          <a:pt x="2269" y="1647"/>
                                        </a:lnTo>
                                        <a:lnTo>
                                          <a:pt x="2286" y="1623"/>
                                        </a:lnTo>
                                        <a:lnTo>
                                          <a:pt x="2302" y="1601"/>
                                        </a:lnTo>
                                        <a:lnTo>
                                          <a:pt x="2318" y="1577"/>
                                        </a:lnTo>
                                        <a:lnTo>
                                          <a:pt x="2331" y="1552"/>
                                        </a:lnTo>
                                        <a:lnTo>
                                          <a:pt x="2344" y="1527"/>
                                        </a:lnTo>
                                        <a:lnTo>
                                          <a:pt x="2357" y="1503"/>
                                        </a:lnTo>
                                        <a:lnTo>
                                          <a:pt x="2369" y="1478"/>
                                        </a:lnTo>
                                        <a:lnTo>
                                          <a:pt x="2380" y="1452"/>
                                        </a:lnTo>
                                        <a:lnTo>
                                          <a:pt x="2390" y="1426"/>
                                        </a:lnTo>
                                        <a:lnTo>
                                          <a:pt x="2398" y="1399"/>
                                        </a:lnTo>
                                        <a:lnTo>
                                          <a:pt x="2407" y="1372"/>
                                        </a:lnTo>
                                        <a:lnTo>
                                          <a:pt x="2414" y="1345"/>
                                        </a:lnTo>
                                        <a:lnTo>
                                          <a:pt x="2421" y="1318"/>
                                        </a:lnTo>
                                        <a:lnTo>
                                          <a:pt x="2421" y="1318"/>
                                        </a:lnTo>
                                        <a:lnTo>
                                          <a:pt x="2425" y="1299"/>
                                        </a:lnTo>
                                        <a:lnTo>
                                          <a:pt x="2427" y="1279"/>
                                        </a:lnTo>
                                        <a:lnTo>
                                          <a:pt x="2430" y="1241"/>
                                        </a:lnTo>
                                        <a:lnTo>
                                          <a:pt x="2432" y="1221"/>
                                        </a:lnTo>
                                        <a:lnTo>
                                          <a:pt x="2436" y="1202"/>
                                        </a:lnTo>
                                        <a:lnTo>
                                          <a:pt x="2440" y="1183"/>
                                        </a:lnTo>
                                        <a:lnTo>
                                          <a:pt x="2443" y="1176"/>
                                        </a:lnTo>
                                        <a:lnTo>
                                          <a:pt x="2446" y="1167"/>
                                        </a:lnTo>
                                        <a:lnTo>
                                          <a:pt x="2446" y="1167"/>
                                        </a:lnTo>
                                        <a:lnTo>
                                          <a:pt x="2405" y="1169"/>
                                        </a:lnTo>
                                        <a:lnTo>
                                          <a:pt x="2362" y="1171"/>
                                        </a:lnTo>
                                        <a:lnTo>
                                          <a:pt x="2341" y="1171"/>
                                        </a:lnTo>
                                        <a:lnTo>
                                          <a:pt x="2320" y="1169"/>
                                        </a:lnTo>
                                        <a:lnTo>
                                          <a:pt x="2299" y="1167"/>
                                        </a:lnTo>
                                        <a:lnTo>
                                          <a:pt x="2280" y="1165"/>
                                        </a:lnTo>
                                        <a:lnTo>
                                          <a:pt x="2280" y="1165"/>
                                        </a:lnTo>
                                        <a:close/>
                                        <a:moveTo>
                                          <a:pt x="963" y="1167"/>
                                        </a:moveTo>
                                        <a:lnTo>
                                          <a:pt x="963" y="1167"/>
                                        </a:lnTo>
                                        <a:lnTo>
                                          <a:pt x="971" y="1196"/>
                                        </a:lnTo>
                                        <a:lnTo>
                                          <a:pt x="975" y="1212"/>
                                        </a:lnTo>
                                        <a:lnTo>
                                          <a:pt x="978" y="1227"/>
                                        </a:lnTo>
                                        <a:lnTo>
                                          <a:pt x="980" y="1243"/>
                                        </a:lnTo>
                                        <a:lnTo>
                                          <a:pt x="980" y="1258"/>
                                        </a:lnTo>
                                        <a:lnTo>
                                          <a:pt x="980" y="1274"/>
                                        </a:lnTo>
                                        <a:lnTo>
                                          <a:pt x="977" y="1289"/>
                                        </a:lnTo>
                                        <a:lnTo>
                                          <a:pt x="977" y="1289"/>
                                        </a:lnTo>
                                        <a:lnTo>
                                          <a:pt x="978" y="1286"/>
                                        </a:lnTo>
                                        <a:lnTo>
                                          <a:pt x="979" y="1283"/>
                                        </a:lnTo>
                                        <a:lnTo>
                                          <a:pt x="983" y="1275"/>
                                        </a:lnTo>
                                        <a:lnTo>
                                          <a:pt x="994" y="1261"/>
                                        </a:lnTo>
                                        <a:lnTo>
                                          <a:pt x="997" y="1255"/>
                                        </a:lnTo>
                                        <a:lnTo>
                                          <a:pt x="998" y="1250"/>
                                        </a:lnTo>
                                        <a:lnTo>
                                          <a:pt x="998" y="1247"/>
                                        </a:lnTo>
                                        <a:lnTo>
                                          <a:pt x="997" y="1244"/>
                                        </a:lnTo>
                                        <a:lnTo>
                                          <a:pt x="995" y="1241"/>
                                        </a:lnTo>
                                        <a:lnTo>
                                          <a:pt x="991" y="1237"/>
                                        </a:lnTo>
                                        <a:lnTo>
                                          <a:pt x="985" y="1234"/>
                                        </a:lnTo>
                                        <a:lnTo>
                                          <a:pt x="985" y="1234"/>
                                        </a:lnTo>
                                        <a:lnTo>
                                          <a:pt x="990" y="1227"/>
                                        </a:lnTo>
                                        <a:lnTo>
                                          <a:pt x="992" y="1217"/>
                                        </a:lnTo>
                                        <a:lnTo>
                                          <a:pt x="995" y="1198"/>
                                        </a:lnTo>
                                        <a:lnTo>
                                          <a:pt x="997" y="1188"/>
                                        </a:lnTo>
                                        <a:lnTo>
                                          <a:pt x="1000" y="1180"/>
                                        </a:lnTo>
                                        <a:lnTo>
                                          <a:pt x="1003" y="1177"/>
                                        </a:lnTo>
                                        <a:lnTo>
                                          <a:pt x="1006" y="1175"/>
                                        </a:lnTo>
                                        <a:lnTo>
                                          <a:pt x="1009" y="1174"/>
                                        </a:lnTo>
                                        <a:lnTo>
                                          <a:pt x="1013" y="1173"/>
                                        </a:lnTo>
                                        <a:lnTo>
                                          <a:pt x="1013" y="1173"/>
                                        </a:lnTo>
                                        <a:lnTo>
                                          <a:pt x="999" y="1175"/>
                                        </a:lnTo>
                                        <a:lnTo>
                                          <a:pt x="986" y="1175"/>
                                        </a:lnTo>
                                        <a:lnTo>
                                          <a:pt x="981" y="1174"/>
                                        </a:lnTo>
                                        <a:lnTo>
                                          <a:pt x="975" y="1173"/>
                                        </a:lnTo>
                                        <a:lnTo>
                                          <a:pt x="968" y="1171"/>
                                        </a:lnTo>
                                        <a:lnTo>
                                          <a:pt x="963" y="1167"/>
                                        </a:lnTo>
                                        <a:lnTo>
                                          <a:pt x="963" y="1167"/>
                                        </a:lnTo>
                                        <a:close/>
                                        <a:moveTo>
                                          <a:pt x="518" y="1173"/>
                                        </a:moveTo>
                                        <a:lnTo>
                                          <a:pt x="518" y="1173"/>
                                        </a:lnTo>
                                        <a:lnTo>
                                          <a:pt x="521" y="1223"/>
                                        </a:lnTo>
                                        <a:lnTo>
                                          <a:pt x="527" y="1273"/>
                                        </a:lnTo>
                                        <a:lnTo>
                                          <a:pt x="534" y="1322"/>
                                        </a:lnTo>
                                        <a:lnTo>
                                          <a:pt x="544" y="1369"/>
                                        </a:lnTo>
                                        <a:lnTo>
                                          <a:pt x="555" y="1416"/>
                                        </a:lnTo>
                                        <a:lnTo>
                                          <a:pt x="567" y="1463"/>
                                        </a:lnTo>
                                        <a:lnTo>
                                          <a:pt x="582" y="1508"/>
                                        </a:lnTo>
                                        <a:lnTo>
                                          <a:pt x="600" y="1553"/>
                                        </a:lnTo>
                                        <a:lnTo>
                                          <a:pt x="619" y="1596"/>
                                        </a:lnTo>
                                        <a:lnTo>
                                          <a:pt x="641" y="1640"/>
                                        </a:lnTo>
                                        <a:lnTo>
                                          <a:pt x="663" y="1682"/>
                                        </a:lnTo>
                                        <a:lnTo>
                                          <a:pt x="688" y="1724"/>
                                        </a:lnTo>
                                        <a:lnTo>
                                          <a:pt x="715" y="1764"/>
                                        </a:lnTo>
                                        <a:lnTo>
                                          <a:pt x="743" y="1804"/>
                                        </a:lnTo>
                                        <a:lnTo>
                                          <a:pt x="773" y="1842"/>
                                        </a:lnTo>
                                        <a:lnTo>
                                          <a:pt x="805" y="1880"/>
                                        </a:lnTo>
                                        <a:lnTo>
                                          <a:pt x="805" y="1880"/>
                                        </a:lnTo>
                                        <a:lnTo>
                                          <a:pt x="835" y="1849"/>
                                        </a:lnTo>
                                        <a:lnTo>
                                          <a:pt x="866" y="1816"/>
                                        </a:lnTo>
                                        <a:lnTo>
                                          <a:pt x="897" y="1786"/>
                                        </a:lnTo>
                                        <a:lnTo>
                                          <a:pt x="913" y="1772"/>
                                        </a:lnTo>
                                        <a:lnTo>
                                          <a:pt x="929" y="1758"/>
                                        </a:lnTo>
                                        <a:lnTo>
                                          <a:pt x="929" y="1758"/>
                                        </a:lnTo>
                                        <a:lnTo>
                                          <a:pt x="922" y="1753"/>
                                        </a:lnTo>
                                        <a:lnTo>
                                          <a:pt x="914" y="1746"/>
                                        </a:lnTo>
                                        <a:lnTo>
                                          <a:pt x="902" y="1732"/>
                                        </a:lnTo>
                                        <a:lnTo>
                                          <a:pt x="889" y="1716"/>
                                        </a:lnTo>
                                        <a:lnTo>
                                          <a:pt x="881" y="1710"/>
                                        </a:lnTo>
                                        <a:lnTo>
                                          <a:pt x="874" y="1702"/>
                                        </a:lnTo>
                                        <a:lnTo>
                                          <a:pt x="874" y="1702"/>
                                        </a:lnTo>
                                        <a:lnTo>
                                          <a:pt x="864" y="1699"/>
                                        </a:lnTo>
                                        <a:lnTo>
                                          <a:pt x="855" y="1695"/>
                                        </a:lnTo>
                                        <a:lnTo>
                                          <a:pt x="848" y="1689"/>
                                        </a:lnTo>
                                        <a:lnTo>
                                          <a:pt x="840" y="1682"/>
                                        </a:lnTo>
                                        <a:lnTo>
                                          <a:pt x="835" y="1674"/>
                                        </a:lnTo>
                                        <a:lnTo>
                                          <a:pt x="830" y="1667"/>
                                        </a:lnTo>
                                        <a:lnTo>
                                          <a:pt x="825" y="1658"/>
                                        </a:lnTo>
                                        <a:lnTo>
                                          <a:pt x="823" y="1649"/>
                                        </a:lnTo>
                                        <a:lnTo>
                                          <a:pt x="823" y="1649"/>
                                        </a:lnTo>
                                        <a:lnTo>
                                          <a:pt x="823" y="1651"/>
                                        </a:lnTo>
                                        <a:lnTo>
                                          <a:pt x="821" y="1654"/>
                                        </a:lnTo>
                                        <a:lnTo>
                                          <a:pt x="818" y="1656"/>
                                        </a:lnTo>
                                        <a:lnTo>
                                          <a:pt x="818" y="1656"/>
                                        </a:lnTo>
                                        <a:lnTo>
                                          <a:pt x="813" y="1658"/>
                                        </a:lnTo>
                                        <a:lnTo>
                                          <a:pt x="809" y="1659"/>
                                        </a:lnTo>
                                        <a:lnTo>
                                          <a:pt x="805" y="1659"/>
                                        </a:lnTo>
                                        <a:lnTo>
                                          <a:pt x="802" y="1658"/>
                                        </a:lnTo>
                                        <a:lnTo>
                                          <a:pt x="796" y="1656"/>
                                        </a:lnTo>
                                        <a:lnTo>
                                          <a:pt x="791" y="1650"/>
                                        </a:lnTo>
                                        <a:lnTo>
                                          <a:pt x="780" y="1639"/>
                                        </a:lnTo>
                                        <a:lnTo>
                                          <a:pt x="776" y="1633"/>
                                        </a:lnTo>
                                        <a:lnTo>
                                          <a:pt x="769" y="1629"/>
                                        </a:lnTo>
                                        <a:lnTo>
                                          <a:pt x="769" y="1629"/>
                                        </a:lnTo>
                                        <a:lnTo>
                                          <a:pt x="767" y="1628"/>
                                        </a:lnTo>
                                        <a:lnTo>
                                          <a:pt x="765" y="1626"/>
                                        </a:lnTo>
                                        <a:lnTo>
                                          <a:pt x="763" y="1619"/>
                                        </a:lnTo>
                                        <a:lnTo>
                                          <a:pt x="760" y="1607"/>
                                        </a:lnTo>
                                        <a:lnTo>
                                          <a:pt x="758" y="1602"/>
                                        </a:lnTo>
                                        <a:lnTo>
                                          <a:pt x="757" y="1600"/>
                                        </a:lnTo>
                                        <a:lnTo>
                                          <a:pt x="754" y="1599"/>
                                        </a:lnTo>
                                        <a:lnTo>
                                          <a:pt x="752" y="1598"/>
                                        </a:lnTo>
                                        <a:lnTo>
                                          <a:pt x="749" y="1598"/>
                                        </a:lnTo>
                                        <a:lnTo>
                                          <a:pt x="746" y="1599"/>
                                        </a:lnTo>
                                        <a:lnTo>
                                          <a:pt x="741" y="1601"/>
                                        </a:lnTo>
                                        <a:lnTo>
                                          <a:pt x="741" y="1601"/>
                                        </a:lnTo>
                                        <a:lnTo>
                                          <a:pt x="735" y="1592"/>
                                        </a:lnTo>
                                        <a:lnTo>
                                          <a:pt x="729" y="1586"/>
                                        </a:lnTo>
                                        <a:lnTo>
                                          <a:pt x="721" y="1581"/>
                                        </a:lnTo>
                                        <a:lnTo>
                                          <a:pt x="714" y="1576"/>
                                        </a:lnTo>
                                        <a:lnTo>
                                          <a:pt x="706" y="1572"/>
                                        </a:lnTo>
                                        <a:lnTo>
                                          <a:pt x="700" y="1566"/>
                                        </a:lnTo>
                                        <a:lnTo>
                                          <a:pt x="693" y="1559"/>
                                        </a:lnTo>
                                        <a:lnTo>
                                          <a:pt x="689" y="1550"/>
                                        </a:lnTo>
                                        <a:lnTo>
                                          <a:pt x="678" y="1567"/>
                                        </a:lnTo>
                                        <a:lnTo>
                                          <a:pt x="678" y="1567"/>
                                        </a:lnTo>
                                        <a:lnTo>
                                          <a:pt x="671" y="1566"/>
                                        </a:lnTo>
                                        <a:lnTo>
                                          <a:pt x="664" y="1563"/>
                                        </a:lnTo>
                                        <a:lnTo>
                                          <a:pt x="659" y="1559"/>
                                        </a:lnTo>
                                        <a:lnTo>
                                          <a:pt x="653" y="1553"/>
                                        </a:lnTo>
                                        <a:lnTo>
                                          <a:pt x="644" y="1541"/>
                                        </a:lnTo>
                                        <a:lnTo>
                                          <a:pt x="635" y="1532"/>
                                        </a:lnTo>
                                        <a:lnTo>
                                          <a:pt x="635" y="1532"/>
                                        </a:lnTo>
                                        <a:lnTo>
                                          <a:pt x="628" y="1533"/>
                                        </a:lnTo>
                                        <a:lnTo>
                                          <a:pt x="622" y="1533"/>
                                        </a:lnTo>
                                        <a:lnTo>
                                          <a:pt x="618" y="1532"/>
                                        </a:lnTo>
                                        <a:lnTo>
                                          <a:pt x="614" y="1530"/>
                                        </a:lnTo>
                                        <a:lnTo>
                                          <a:pt x="611" y="1526"/>
                                        </a:lnTo>
                                        <a:lnTo>
                                          <a:pt x="609" y="1522"/>
                                        </a:lnTo>
                                        <a:lnTo>
                                          <a:pt x="605" y="1512"/>
                                        </a:lnTo>
                                        <a:lnTo>
                                          <a:pt x="603" y="1501"/>
                                        </a:lnTo>
                                        <a:lnTo>
                                          <a:pt x="600" y="1490"/>
                                        </a:lnTo>
                                        <a:lnTo>
                                          <a:pt x="599" y="1484"/>
                                        </a:lnTo>
                                        <a:lnTo>
                                          <a:pt x="595" y="1479"/>
                                        </a:lnTo>
                                        <a:lnTo>
                                          <a:pt x="593" y="1475"/>
                                        </a:lnTo>
                                        <a:lnTo>
                                          <a:pt x="589" y="1471"/>
                                        </a:lnTo>
                                        <a:lnTo>
                                          <a:pt x="589" y="1471"/>
                                        </a:lnTo>
                                        <a:lnTo>
                                          <a:pt x="587" y="1458"/>
                                        </a:lnTo>
                                        <a:lnTo>
                                          <a:pt x="586" y="1446"/>
                                        </a:lnTo>
                                        <a:lnTo>
                                          <a:pt x="587" y="1434"/>
                                        </a:lnTo>
                                        <a:lnTo>
                                          <a:pt x="589" y="1422"/>
                                        </a:lnTo>
                                        <a:lnTo>
                                          <a:pt x="593" y="1411"/>
                                        </a:lnTo>
                                        <a:lnTo>
                                          <a:pt x="598" y="1399"/>
                                        </a:lnTo>
                                        <a:lnTo>
                                          <a:pt x="603" y="1388"/>
                                        </a:lnTo>
                                        <a:lnTo>
                                          <a:pt x="609" y="1379"/>
                                        </a:lnTo>
                                        <a:lnTo>
                                          <a:pt x="609" y="1379"/>
                                        </a:lnTo>
                                        <a:lnTo>
                                          <a:pt x="614" y="1375"/>
                                        </a:lnTo>
                                        <a:lnTo>
                                          <a:pt x="619" y="1374"/>
                                        </a:lnTo>
                                        <a:lnTo>
                                          <a:pt x="625" y="1373"/>
                                        </a:lnTo>
                                        <a:lnTo>
                                          <a:pt x="631" y="1374"/>
                                        </a:lnTo>
                                        <a:lnTo>
                                          <a:pt x="636" y="1377"/>
                                        </a:lnTo>
                                        <a:lnTo>
                                          <a:pt x="642" y="1379"/>
                                        </a:lnTo>
                                        <a:lnTo>
                                          <a:pt x="645" y="1381"/>
                                        </a:lnTo>
                                        <a:lnTo>
                                          <a:pt x="647" y="1384"/>
                                        </a:lnTo>
                                        <a:lnTo>
                                          <a:pt x="647" y="1384"/>
                                        </a:lnTo>
                                        <a:lnTo>
                                          <a:pt x="653" y="1385"/>
                                        </a:lnTo>
                                        <a:lnTo>
                                          <a:pt x="657" y="1384"/>
                                        </a:lnTo>
                                        <a:lnTo>
                                          <a:pt x="659" y="1382"/>
                                        </a:lnTo>
                                        <a:lnTo>
                                          <a:pt x="660" y="1379"/>
                                        </a:lnTo>
                                        <a:lnTo>
                                          <a:pt x="661" y="1370"/>
                                        </a:lnTo>
                                        <a:lnTo>
                                          <a:pt x="662" y="1366"/>
                                        </a:lnTo>
                                        <a:lnTo>
                                          <a:pt x="665" y="1364"/>
                                        </a:lnTo>
                                        <a:lnTo>
                                          <a:pt x="665" y="1364"/>
                                        </a:lnTo>
                                        <a:lnTo>
                                          <a:pt x="671" y="1359"/>
                                        </a:lnTo>
                                        <a:lnTo>
                                          <a:pt x="675" y="1357"/>
                                        </a:lnTo>
                                        <a:lnTo>
                                          <a:pt x="680" y="1356"/>
                                        </a:lnTo>
                                        <a:lnTo>
                                          <a:pt x="685" y="1355"/>
                                        </a:lnTo>
                                        <a:lnTo>
                                          <a:pt x="688" y="1356"/>
                                        </a:lnTo>
                                        <a:lnTo>
                                          <a:pt x="692" y="1357"/>
                                        </a:lnTo>
                                        <a:lnTo>
                                          <a:pt x="700" y="1361"/>
                                        </a:lnTo>
                                        <a:lnTo>
                                          <a:pt x="706" y="1368"/>
                                        </a:lnTo>
                                        <a:lnTo>
                                          <a:pt x="711" y="1375"/>
                                        </a:lnTo>
                                        <a:lnTo>
                                          <a:pt x="723" y="1392"/>
                                        </a:lnTo>
                                        <a:lnTo>
                                          <a:pt x="723" y="1392"/>
                                        </a:lnTo>
                                        <a:lnTo>
                                          <a:pt x="715" y="1366"/>
                                        </a:lnTo>
                                        <a:lnTo>
                                          <a:pt x="708" y="1339"/>
                                        </a:lnTo>
                                        <a:lnTo>
                                          <a:pt x="702" y="1311"/>
                                        </a:lnTo>
                                        <a:lnTo>
                                          <a:pt x="696" y="1283"/>
                                        </a:lnTo>
                                        <a:lnTo>
                                          <a:pt x="692" y="1255"/>
                                        </a:lnTo>
                                        <a:lnTo>
                                          <a:pt x="690" y="1227"/>
                                        </a:lnTo>
                                        <a:lnTo>
                                          <a:pt x="688" y="1199"/>
                                        </a:lnTo>
                                        <a:lnTo>
                                          <a:pt x="689" y="1171"/>
                                        </a:lnTo>
                                        <a:lnTo>
                                          <a:pt x="689" y="1171"/>
                                        </a:lnTo>
                                        <a:lnTo>
                                          <a:pt x="668" y="1173"/>
                                        </a:lnTo>
                                        <a:lnTo>
                                          <a:pt x="647" y="1175"/>
                                        </a:lnTo>
                                        <a:lnTo>
                                          <a:pt x="604" y="1176"/>
                                        </a:lnTo>
                                        <a:lnTo>
                                          <a:pt x="561" y="1175"/>
                                        </a:lnTo>
                                        <a:lnTo>
                                          <a:pt x="518" y="1173"/>
                                        </a:lnTo>
                                        <a:lnTo>
                                          <a:pt x="518" y="1173"/>
                                        </a:lnTo>
                                        <a:close/>
                                        <a:moveTo>
                                          <a:pt x="741" y="1171"/>
                                        </a:moveTo>
                                        <a:lnTo>
                                          <a:pt x="747" y="1178"/>
                                        </a:lnTo>
                                        <a:lnTo>
                                          <a:pt x="747" y="1178"/>
                                        </a:lnTo>
                                        <a:lnTo>
                                          <a:pt x="749" y="1206"/>
                                        </a:lnTo>
                                        <a:lnTo>
                                          <a:pt x="753" y="1235"/>
                                        </a:lnTo>
                                        <a:lnTo>
                                          <a:pt x="763" y="1291"/>
                                        </a:lnTo>
                                        <a:lnTo>
                                          <a:pt x="773" y="1346"/>
                                        </a:lnTo>
                                        <a:lnTo>
                                          <a:pt x="777" y="1374"/>
                                        </a:lnTo>
                                        <a:lnTo>
                                          <a:pt x="779" y="1402"/>
                                        </a:lnTo>
                                        <a:lnTo>
                                          <a:pt x="779" y="1402"/>
                                        </a:lnTo>
                                        <a:lnTo>
                                          <a:pt x="782" y="1399"/>
                                        </a:lnTo>
                                        <a:lnTo>
                                          <a:pt x="784" y="1396"/>
                                        </a:lnTo>
                                        <a:lnTo>
                                          <a:pt x="787" y="1388"/>
                                        </a:lnTo>
                                        <a:lnTo>
                                          <a:pt x="788" y="1384"/>
                                        </a:lnTo>
                                        <a:lnTo>
                                          <a:pt x="789" y="1381"/>
                                        </a:lnTo>
                                        <a:lnTo>
                                          <a:pt x="791" y="1380"/>
                                        </a:lnTo>
                                        <a:lnTo>
                                          <a:pt x="795" y="1379"/>
                                        </a:lnTo>
                                        <a:lnTo>
                                          <a:pt x="795" y="1379"/>
                                        </a:lnTo>
                                        <a:lnTo>
                                          <a:pt x="798" y="1351"/>
                                        </a:lnTo>
                                        <a:lnTo>
                                          <a:pt x="802" y="1337"/>
                                        </a:lnTo>
                                        <a:lnTo>
                                          <a:pt x="805" y="1323"/>
                                        </a:lnTo>
                                        <a:lnTo>
                                          <a:pt x="808" y="1309"/>
                                        </a:lnTo>
                                        <a:lnTo>
                                          <a:pt x="813" y="1295"/>
                                        </a:lnTo>
                                        <a:lnTo>
                                          <a:pt x="820" y="1282"/>
                                        </a:lnTo>
                                        <a:lnTo>
                                          <a:pt x="829" y="1269"/>
                                        </a:lnTo>
                                        <a:lnTo>
                                          <a:pt x="829" y="1269"/>
                                        </a:lnTo>
                                        <a:lnTo>
                                          <a:pt x="834" y="1269"/>
                                        </a:lnTo>
                                        <a:lnTo>
                                          <a:pt x="839" y="1267"/>
                                        </a:lnTo>
                                        <a:lnTo>
                                          <a:pt x="844" y="1264"/>
                                        </a:lnTo>
                                        <a:lnTo>
                                          <a:pt x="848" y="1261"/>
                                        </a:lnTo>
                                        <a:lnTo>
                                          <a:pt x="855" y="1254"/>
                                        </a:lnTo>
                                        <a:lnTo>
                                          <a:pt x="863" y="1246"/>
                                        </a:lnTo>
                                        <a:lnTo>
                                          <a:pt x="869" y="1237"/>
                                        </a:lnTo>
                                        <a:lnTo>
                                          <a:pt x="878" y="1231"/>
                                        </a:lnTo>
                                        <a:lnTo>
                                          <a:pt x="882" y="1229"/>
                                        </a:lnTo>
                                        <a:lnTo>
                                          <a:pt x="887" y="1227"/>
                                        </a:lnTo>
                                        <a:lnTo>
                                          <a:pt x="893" y="1226"/>
                                        </a:lnTo>
                                        <a:lnTo>
                                          <a:pt x="899" y="1226"/>
                                        </a:lnTo>
                                        <a:lnTo>
                                          <a:pt x="899" y="1226"/>
                                        </a:lnTo>
                                        <a:lnTo>
                                          <a:pt x="906" y="1231"/>
                                        </a:lnTo>
                                        <a:lnTo>
                                          <a:pt x="912" y="1237"/>
                                        </a:lnTo>
                                        <a:lnTo>
                                          <a:pt x="919" y="1244"/>
                                        </a:lnTo>
                                        <a:lnTo>
                                          <a:pt x="921" y="1247"/>
                                        </a:lnTo>
                                        <a:lnTo>
                                          <a:pt x="922" y="1251"/>
                                        </a:lnTo>
                                        <a:lnTo>
                                          <a:pt x="922" y="1251"/>
                                        </a:lnTo>
                                        <a:lnTo>
                                          <a:pt x="917" y="1243"/>
                                        </a:lnTo>
                                        <a:lnTo>
                                          <a:pt x="911" y="1233"/>
                                        </a:lnTo>
                                        <a:lnTo>
                                          <a:pt x="909" y="1223"/>
                                        </a:lnTo>
                                        <a:lnTo>
                                          <a:pt x="907" y="1213"/>
                                        </a:lnTo>
                                        <a:lnTo>
                                          <a:pt x="907" y="1202"/>
                                        </a:lnTo>
                                        <a:lnTo>
                                          <a:pt x="907" y="1191"/>
                                        </a:lnTo>
                                        <a:lnTo>
                                          <a:pt x="909" y="1180"/>
                                        </a:lnTo>
                                        <a:lnTo>
                                          <a:pt x="911" y="1171"/>
                                        </a:lnTo>
                                        <a:lnTo>
                                          <a:pt x="911" y="1171"/>
                                        </a:lnTo>
                                        <a:lnTo>
                                          <a:pt x="891" y="1173"/>
                                        </a:lnTo>
                                        <a:lnTo>
                                          <a:pt x="870" y="1175"/>
                                        </a:lnTo>
                                        <a:lnTo>
                                          <a:pt x="849" y="1176"/>
                                        </a:lnTo>
                                        <a:lnTo>
                                          <a:pt x="826" y="1176"/>
                                        </a:lnTo>
                                        <a:lnTo>
                                          <a:pt x="805" y="1176"/>
                                        </a:lnTo>
                                        <a:lnTo>
                                          <a:pt x="783" y="1175"/>
                                        </a:lnTo>
                                        <a:lnTo>
                                          <a:pt x="762" y="1173"/>
                                        </a:lnTo>
                                        <a:lnTo>
                                          <a:pt x="741" y="1171"/>
                                        </a:lnTo>
                                        <a:lnTo>
                                          <a:pt x="741" y="1171"/>
                                        </a:lnTo>
                                        <a:close/>
                                        <a:moveTo>
                                          <a:pt x="1201" y="1238"/>
                                        </a:moveTo>
                                        <a:lnTo>
                                          <a:pt x="1211" y="1255"/>
                                        </a:lnTo>
                                        <a:lnTo>
                                          <a:pt x="1211" y="1255"/>
                                        </a:lnTo>
                                        <a:lnTo>
                                          <a:pt x="1216" y="1274"/>
                                        </a:lnTo>
                                        <a:lnTo>
                                          <a:pt x="1224" y="1292"/>
                                        </a:lnTo>
                                        <a:lnTo>
                                          <a:pt x="1231" y="1311"/>
                                        </a:lnTo>
                                        <a:lnTo>
                                          <a:pt x="1241" y="1329"/>
                                        </a:lnTo>
                                        <a:lnTo>
                                          <a:pt x="1261" y="1365"/>
                                        </a:lnTo>
                                        <a:lnTo>
                                          <a:pt x="1282" y="1400"/>
                                        </a:lnTo>
                                        <a:lnTo>
                                          <a:pt x="1330" y="1348"/>
                                        </a:lnTo>
                                        <a:lnTo>
                                          <a:pt x="1330" y="1348"/>
                                        </a:lnTo>
                                        <a:lnTo>
                                          <a:pt x="1330" y="1344"/>
                                        </a:lnTo>
                                        <a:lnTo>
                                          <a:pt x="1330" y="1339"/>
                                        </a:lnTo>
                                        <a:lnTo>
                                          <a:pt x="1330" y="1334"/>
                                        </a:lnTo>
                                        <a:lnTo>
                                          <a:pt x="1329" y="1332"/>
                                        </a:lnTo>
                                        <a:lnTo>
                                          <a:pt x="1328" y="1331"/>
                                        </a:lnTo>
                                        <a:lnTo>
                                          <a:pt x="1328" y="1331"/>
                                        </a:lnTo>
                                        <a:lnTo>
                                          <a:pt x="1325" y="1326"/>
                                        </a:lnTo>
                                        <a:lnTo>
                                          <a:pt x="1324" y="1319"/>
                                        </a:lnTo>
                                        <a:lnTo>
                                          <a:pt x="1322" y="1307"/>
                                        </a:lnTo>
                                        <a:lnTo>
                                          <a:pt x="1321" y="1301"/>
                                        </a:lnTo>
                                        <a:lnTo>
                                          <a:pt x="1318" y="1296"/>
                                        </a:lnTo>
                                        <a:lnTo>
                                          <a:pt x="1316" y="1291"/>
                                        </a:lnTo>
                                        <a:lnTo>
                                          <a:pt x="1312" y="1287"/>
                                        </a:lnTo>
                                        <a:lnTo>
                                          <a:pt x="1312" y="1287"/>
                                        </a:lnTo>
                                        <a:lnTo>
                                          <a:pt x="1312" y="1291"/>
                                        </a:lnTo>
                                        <a:lnTo>
                                          <a:pt x="1312" y="1296"/>
                                        </a:lnTo>
                                        <a:lnTo>
                                          <a:pt x="1315" y="1302"/>
                                        </a:lnTo>
                                        <a:lnTo>
                                          <a:pt x="1316" y="1305"/>
                                        </a:lnTo>
                                        <a:lnTo>
                                          <a:pt x="1317" y="1309"/>
                                        </a:lnTo>
                                        <a:lnTo>
                                          <a:pt x="1317" y="1312"/>
                                        </a:lnTo>
                                        <a:lnTo>
                                          <a:pt x="1315" y="1315"/>
                                        </a:lnTo>
                                        <a:lnTo>
                                          <a:pt x="1315" y="1315"/>
                                        </a:lnTo>
                                        <a:lnTo>
                                          <a:pt x="1303" y="1310"/>
                                        </a:lnTo>
                                        <a:lnTo>
                                          <a:pt x="1292" y="1303"/>
                                        </a:lnTo>
                                        <a:lnTo>
                                          <a:pt x="1287" y="1299"/>
                                        </a:lnTo>
                                        <a:lnTo>
                                          <a:pt x="1282" y="1295"/>
                                        </a:lnTo>
                                        <a:lnTo>
                                          <a:pt x="1278" y="1289"/>
                                        </a:lnTo>
                                        <a:lnTo>
                                          <a:pt x="1274" y="1282"/>
                                        </a:lnTo>
                                        <a:lnTo>
                                          <a:pt x="1274" y="1282"/>
                                        </a:lnTo>
                                        <a:lnTo>
                                          <a:pt x="1274" y="1275"/>
                                        </a:lnTo>
                                        <a:lnTo>
                                          <a:pt x="1273" y="1271"/>
                                        </a:lnTo>
                                        <a:lnTo>
                                          <a:pt x="1270" y="1269"/>
                                        </a:lnTo>
                                        <a:lnTo>
                                          <a:pt x="1267" y="1269"/>
                                        </a:lnTo>
                                        <a:lnTo>
                                          <a:pt x="1257" y="1269"/>
                                        </a:lnTo>
                                        <a:lnTo>
                                          <a:pt x="1252" y="1268"/>
                                        </a:lnTo>
                                        <a:lnTo>
                                          <a:pt x="1246" y="1264"/>
                                        </a:lnTo>
                                        <a:lnTo>
                                          <a:pt x="1246" y="1264"/>
                                        </a:lnTo>
                                        <a:lnTo>
                                          <a:pt x="1246" y="1260"/>
                                        </a:lnTo>
                                        <a:lnTo>
                                          <a:pt x="1245" y="1256"/>
                                        </a:lnTo>
                                        <a:lnTo>
                                          <a:pt x="1243" y="1254"/>
                                        </a:lnTo>
                                        <a:lnTo>
                                          <a:pt x="1241" y="1251"/>
                                        </a:lnTo>
                                        <a:lnTo>
                                          <a:pt x="1235" y="1248"/>
                                        </a:lnTo>
                                        <a:lnTo>
                                          <a:pt x="1228" y="1247"/>
                                        </a:lnTo>
                                        <a:lnTo>
                                          <a:pt x="1221" y="1247"/>
                                        </a:lnTo>
                                        <a:lnTo>
                                          <a:pt x="1213" y="1246"/>
                                        </a:lnTo>
                                        <a:lnTo>
                                          <a:pt x="1207" y="1243"/>
                                        </a:lnTo>
                                        <a:lnTo>
                                          <a:pt x="1203" y="1241"/>
                                        </a:lnTo>
                                        <a:lnTo>
                                          <a:pt x="1201" y="1238"/>
                                        </a:lnTo>
                                        <a:lnTo>
                                          <a:pt x="1201" y="1238"/>
                                        </a:lnTo>
                                        <a:close/>
                                        <a:moveTo>
                                          <a:pt x="1379" y="1282"/>
                                        </a:moveTo>
                                        <a:lnTo>
                                          <a:pt x="1379" y="1282"/>
                                        </a:lnTo>
                                        <a:lnTo>
                                          <a:pt x="1377" y="1287"/>
                                        </a:lnTo>
                                        <a:lnTo>
                                          <a:pt x="1375" y="1292"/>
                                        </a:lnTo>
                                        <a:lnTo>
                                          <a:pt x="1369" y="1302"/>
                                        </a:lnTo>
                                        <a:lnTo>
                                          <a:pt x="1356" y="1320"/>
                                        </a:lnTo>
                                        <a:lnTo>
                                          <a:pt x="1356" y="1320"/>
                                        </a:lnTo>
                                        <a:lnTo>
                                          <a:pt x="1361" y="1317"/>
                                        </a:lnTo>
                                        <a:lnTo>
                                          <a:pt x="1366" y="1313"/>
                                        </a:lnTo>
                                        <a:lnTo>
                                          <a:pt x="1375" y="1303"/>
                                        </a:lnTo>
                                        <a:lnTo>
                                          <a:pt x="1380" y="1299"/>
                                        </a:lnTo>
                                        <a:lnTo>
                                          <a:pt x="1384" y="1296"/>
                                        </a:lnTo>
                                        <a:lnTo>
                                          <a:pt x="1389" y="1293"/>
                                        </a:lnTo>
                                        <a:lnTo>
                                          <a:pt x="1396" y="1292"/>
                                        </a:lnTo>
                                        <a:lnTo>
                                          <a:pt x="1379" y="1282"/>
                                        </a:lnTo>
                                        <a:close/>
                                        <a:moveTo>
                                          <a:pt x="2837" y="1302"/>
                                        </a:moveTo>
                                        <a:lnTo>
                                          <a:pt x="2837" y="1302"/>
                                        </a:lnTo>
                                        <a:lnTo>
                                          <a:pt x="2829" y="1323"/>
                                        </a:lnTo>
                                        <a:lnTo>
                                          <a:pt x="2820" y="1344"/>
                                        </a:lnTo>
                                        <a:lnTo>
                                          <a:pt x="2814" y="1365"/>
                                        </a:lnTo>
                                        <a:lnTo>
                                          <a:pt x="2807" y="1387"/>
                                        </a:lnTo>
                                        <a:lnTo>
                                          <a:pt x="2802" y="1409"/>
                                        </a:lnTo>
                                        <a:lnTo>
                                          <a:pt x="2797" y="1431"/>
                                        </a:lnTo>
                                        <a:lnTo>
                                          <a:pt x="2789" y="1477"/>
                                        </a:lnTo>
                                        <a:lnTo>
                                          <a:pt x="2783" y="1522"/>
                                        </a:lnTo>
                                        <a:lnTo>
                                          <a:pt x="2778" y="1568"/>
                                        </a:lnTo>
                                        <a:lnTo>
                                          <a:pt x="2771" y="1662"/>
                                        </a:lnTo>
                                        <a:lnTo>
                                          <a:pt x="2767" y="1710"/>
                                        </a:lnTo>
                                        <a:lnTo>
                                          <a:pt x="2762" y="1756"/>
                                        </a:lnTo>
                                        <a:lnTo>
                                          <a:pt x="2757" y="1802"/>
                                        </a:lnTo>
                                        <a:lnTo>
                                          <a:pt x="2748" y="1847"/>
                                        </a:lnTo>
                                        <a:lnTo>
                                          <a:pt x="2744" y="1869"/>
                                        </a:lnTo>
                                        <a:lnTo>
                                          <a:pt x="2739" y="1891"/>
                                        </a:lnTo>
                                        <a:lnTo>
                                          <a:pt x="2732" y="1912"/>
                                        </a:lnTo>
                                        <a:lnTo>
                                          <a:pt x="2725" y="1934"/>
                                        </a:lnTo>
                                        <a:lnTo>
                                          <a:pt x="2717" y="1954"/>
                                        </a:lnTo>
                                        <a:lnTo>
                                          <a:pt x="2709" y="1975"/>
                                        </a:lnTo>
                                        <a:lnTo>
                                          <a:pt x="2699" y="1995"/>
                                        </a:lnTo>
                                        <a:lnTo>
                                          <a:pt x="2687" y="2015"/>
                                        </a:lnTo>
                                        <a:lnTo>
                                          <a:pt x="2707" y="1999"/>
                                        </a:lnTo>
                                        <a:lnTo>
                                          <a:pt x="2707" y="1999"/>
                                        </a:lnTo>
                                        <a:lnTo>
                                          <a:pt x="2753" y="1973"/>
                                        </a:lnTo>
                                        <a:lnTo>
                                          <a:pt x="2799" y="1945"/>
                                        </a:lnTo>
                                        <a:lnTo>
                                          <a:pt x="2844" y="1916"/>
                                        </a:lnTo>
                                        <a:lnTo>
                                          <a:pt x="2889" y="1883"/>
                                        </a:lnTo>
                                        <a:lnTo>
                                          <a:pt x="2912" y="1867"/>
                                        </a:lnTo>
                                        <a:lnTo>
                                          <a:pt x="2933" y="1850"/>
                                        </a:lnTo>
                                        <a:lnTo>
                                          <a:pt x="2955" y="1832"/>
                                        </a:lnTo>
                                        <a:lnTo>
                                          <a:pt x="2975" y="1813"/>
                                        </a:lnTo>
                                        <a:lnTo>
                                          <a:pt x="2995" y="1794"/>
                                        </a:lnTo>
                                        <a:lnTo>
                                          <a:pt x="3016" y="1774"/>
                                        </a:lnTo>
                                        <a:lnTo>
                                          <a:pt x="3035" y="1755"/>
                                        </a:lnTo>
                                        <a:lnTo>
                                          <a:pt x="3053" y="1734"/>
                                        </a:lnTo>
                                        <a:lnTo>
                                          <a:pt x="3071" y="1713"/>
                                        </a:lnTo>
                                        <a:lnTo>
                                          <a:pt x="3087" y="1691"/>
                                        </a:lnTo>
                                        <a:lnTo>
                                          <a:pt x="3103" y="1669"/>
                                        </a:lnTo>
                                        <a:lnTo>
                                          <a:pt x="3117" y="1646"/>
                                        </a:lnTo>
                                        <a:lnTo>
                                          <a:pt x="3131" y="1622"/>
                                        </a:lnTo>
                                        <a:lnTo>
                                          <a:pt x="3143" y="1599"/>
                                        </a:lnTo>
                                        <a:lnTo>
                                          <a:pt x="3153" y="1574"/>
                                        </a:lnTo>
                                        <a:lnTo>
                                          <a:pt x="3163" y="1549"/>
                                        </a:lnTo>
                                        <a:lnTo>
                                          <a:pt x="3172" y="1523"/>
                                        </a:lnTo>
                                        <a:lnTo>
                                          <a:pt x="3178" y="1497"/>
                                        </a:lnTo>
                                        <a:lnTo>
                                          <a:pt x="3183" y="1470"/>
                                        </a:lnTo>
                                        <a:lnTo>
                                          <a:pt x="3188" y="1443"/>
                                        </a:lnTo>
                                        <a:lnTo>
                                          <a:pt x="3189" y="1415"/>
                                        </a:lnTo>
                                        <a:lnTo>
                                          <a:pt x="3190" y="1386"/>
                                        </a:lnTo>
                                        <a:lnTo>
                                          <a:pt x="3188" y="1357"/>
                                        </a:lnTo>
                                        <a:lnTo>
                                          <a:pt x="3184" y="1327"/>
                                        </a:lnTo>
                                        <a:lnTo>
                                          <a:pt x="3184" y="1327"/>
                                        </a:lnTo>
                                        <a:lnTo>
                                          <a:pt x="3182" y="1343"/>
                                        </a:lnTo>
                                        <a:lnTo>
                                          <a:pt x="3179" y="1359"/>
                                        </a:lnTo>
                                        <a:lnTo>
                                          <a:pt x="3176" y="1374"/>
                                        </a:lnTo>
                                        <a:lnTo>
                                          <a:pt x="3172" y="1389"/>
                                        </a:lnTo>
                                        <a:lnTo>
                                          <a:pt x="3166" y="1405"/>
                                        </a:lnTo>
                                        <a:lnTo>
                                          <a:pt x="3160" y="1420"/>
                                        </a:lnTo>
                                        <a:lnTo>
                                          <a:pt x="3153" y="1434"/>
                                        </a:lnTo>
                                        <a:lnTo>
                                          <a:pt x="3147" y="1448"/>
                                        </a:lnTo>
                                        <a:lnTo>
                                          <a:pt x="3147" y="1448"/>
                                        </a:lnTo>
                                        <a:lnTo>
                                          <a:pt x="3129" y="1475"/>
                                        </a:lnTo>
                                        <a:lnTo>
                                          <a:pt x="3108" y="1501"/>
                                        </a:lnTo>
                                        <a:lnTo>
                                          <a:pt x="3088" y="1527"/>
                                        </a:lnTo>
                                        <a:lnTo>
                                          <a:pt x="3066" y="1552"/>
                                        </a:lnTo>
                                        <a:lnTo>
                                          <a:pt x="3021" y="1603"/>
                                        </a:lnTo>
                                        <a:lnTo>
                                          <a:pt x="2976" y="1653"/>
                                        </a:lnTo>
                                        <a:lnTo>
                                          <a:pt x="2931" y="1703"/>
                                        </a:lnTo>
                                        <a:lnTo>
                                          <a:pt x="2908" y="1729"/>
                                        </a:lnTo>
                                        <a:lnTo>
                                          <a:pt x="2888" y="1754"/>
                                        </a:lnTo>
                                        <a:lnTo>
                                          <a:pt x="2868" y="1781"/>
                                        </a:lnTo>
                                        <a:lnTo>
                                          <a:pt x="2849" y="1807"/>
                                        </a:lnTo>
                                        <a:lnTo>
                                          <a:pt x="2832" y="1835"/>
                                        </a:lnTo>
                                        <a:lnTo>
                                          <a:pt x="2816" y="1863"/>
                                        </a:lnTo>
                                        <a:lnTo>
                                          <a:pt x="2816" y="1863"/>
                                        </a:lnTo>
                                        <a:lnTo>
                                          <a:pt x="2814" y="1866"/>
                                        </a:lnTo>
                                        <a:lnTo>
                                          <a:pt x="2811" y="1868"/>
                                        </a:lnTo>
                                        <a:lnTo>
                                          <a:pt x="2807" y="1868"/>
                                        </a:lnTo>
                                        <a:lnTo>
                                          <a:pt x="2805" y="1867"/>
                                        </a:lnTo>
                                        <a:lnTo>
                                          <a:pt x="2804" y="1866"/>
                                        </a:lnTo>
                                        <a:lnTo>
                                          <a:pt x="2819" y="1846"/>
                                        </a:lnTo>
                                        <a:lnTo>
                                          <a:pt x="2819" y="1846"/>
                                        </a:lnTo>
                                        <a:lnTo>
                                          <a:pt x="2830" y="1830"/>
                                        </a:lnTo>
                                        <a:lnTo>
                                          <a:pt x="2839" y="1814"/>
                                        </a:lnTo>
                                        <a:lnTo>
                                          <a:pt x="2846" y="1799"/>
                                        </a:lnTo>
                                        <a:lnTo>
                                          <a:pt x="2853" y="1783"/>
                                        </a:lnTo>
                                        <a:lnTo>
                                          <a:pt x="2858" y="1767"/>
                                        </a:lnTo>
                                        <a:lnTo>
                                          <a:pt x="2862" y="1751"/>
                                        </a:lnTo>
                                        <a:lnTo>
                                          <a:pt x="2866" y="1734"/>
                                        </a:lnTo>
                                        <a:lnTo>
                                          <a:pt x="2869" y="1717"/>
                                        </a:lnTo>
                                        <a:lnTo>
                                          <a:pt x="2871" y="1701"/>
                                        </a:lnTo>
                                        <a:lnTo>
                                          <a:pt x="2872" y="1684"/>
                                        </a:lnTo>
                                        <a:lnTo>
                                          <a:pt x="2873" y="1650"/>
                                        </a:lnTo>
                                        <a:lnTo>
                                          <a:pt x="2872" y="1616"/>
                                        </a:lnTo>
                                        <a:lnTo>
                                          <a:pt x="2869" y="1581"/>
                                        </a:lnTo>
                                        <a:lnTo>
                                          <a:pt x="2864" y="1546"/>
                                        </a:lnTo>
                                        <a:lnTo>
                                          <a:pt x="2859" y="1511"/>
                                        </a:lnTo>
                                        <a:lnTo>
                                          <a:pt x="2848" y="1441"/>
                                        </a:lnTo>
                                        <a:lnTo>
                                          <a:pt x="2843" y="1406"/>
                                        </a:lnTo>
                                        <a:lnTo>
                                          <a:pt x="2840" y="1371"/>
                                        </a:lnTo>
                                        <a:lnTo>
                                          <a:pt x="2837" y="1337"/>
                                        </a:lnTo>
                                        <a:lnTo>
                                          <a:pt x="2837" y="1302"/>
                                        </a:lnTo>
                                        <a:lnTo>
                                          <a:pt x="2837" y="1302"/>
                                        </a:lnTo>
                                        <a:close/>
                                        <a:moveTo>
                                          <a:pt x="1830" y="1320"/>
                                        </a:moveTo>
                                        <a:lnTo>
                                          <a:pt x="1830" y="1320"/>
                                        </a:lnTo>
                                        <a:lnTo>
                                          <a:pt x="1827" y="1326"/>
                                        </a:lnTo>
                                        <a:lnTo>
                                          <a:pt x="1824" y="1331"/>
                                        </a:lnTo>
                                        <a:lnTo>
                                          <a:pt x="1823" y="1336"/>
                                        </a:lnTo>
                                        <a:lnTo>
                                          <a:pt x="1824" y="1340"/>
                                        </a:lnTo>
                                        <a:lnTo>
                                          <a:pt x="1825" y="1343"/>
                                        </a:lnTo>
                                        <a:lnTo>
                                          <a:pt x="1828" y="1346"/>
                                        </a:lnTo>
                                        <a:lnTo>
                                          <a:pt x="1833" y="1352"/>
                                        </a:lnTo>
                                        <a:lnTo>
                                          <a:pt x="1841" y="1357"/>
                                        </a:lnTo>
                                        <a:lnTo>
                                          <a:pt x="1847" y="1362"/>
                                        </a:lnTo>
                                        <a:lnTo>
                                          <a:pt x="1850" y="1366"/>
                                        </a:lnTo>
                                        <a:lnTo>
                                          <a:pt x="1852" y="1370"/>
                                        </a:lnTo>
                                        <a:lnTo>
                                          <a:pt x="1854" y="1373"/>
                                        </a:lnTo>
                                        <a:lnTo>
                                          <a:pt x="1856" y="1379"/>
                                        </a:lnTo>
                                        <a:lnTo>
                                          <a:pt x="1856" y="1379"/>
                                        </a:lnTo>
                                        <a:lnTo>
                                          <a:pt x="1864" y="1379"/>
                                        </a:lnTo>
                                        <a:lnTo>
                                          <a:pt x="1867" y="1379"/>
                                        </a:lnTo>
                                        <a:lnTo>
                                          <a:pt x="1871" y="1377"/>
                                        </a:lnTo>
                                        <a:lnTo>
                                          <a:pt x="1871" y="1377"/>
                                        </a:lnTo>
                                        <a:lnTo>
                                          <a:pt x="1868" y="1368"/>
                                        </a:lnTo>
                                        <a:lnTo>
                                          <a:pt x="1866" y="1359"/>
                                        </a:lnTo>
                                        <a:lnTo>
                                          <a:pt x="1864" y="1351"/>
                                        </a:lnTo>
                                        <a:lnTo>
                                          <a:pt x="1861" y="1346"/>
                                        </a:lnTo>
                                        <a:lnTo>
                                          <a:pt x="1858" y="1343"/>
                                        </a:lnTo>
                                        <a:lnTo>
                                          <a:pt x="1858" y="1343"/>
                                        </a:lnTo>
                                        <a:lnTo>
                                          <a:pt x="1852" y="1342"/>
                                        </a:lnTo>
                                        <a:lnTo>
                                          <a:pt x="1847" y="1340"/>
                                        </a:lnTo>
                                        <a:lnTo>
                                          <a:pt x="1844" y="1337"/>
                                        </a:lnTo>
                                        <a:lnTo>
                                          <a:pt x="1841" y="1332"/>
                                        </a:lnTo>
                                        <a:lnTo>
                                          <a:pt x="1836" y="1324"/>
                                        </a:lnTo>
                                        <a:lnTo>
                                          <a:pt x="1833" y="1322"/>
                                        </a:lnTo>
                                        <a:lnTo>
                                          <a:pt x="1830" y="1320"/>
                                        </a:lnTo>
                                        <a:lnTo>
                                          <a:pt x="1830" y="1320"/>
                                        </a:lnTo>
                                        <a:close/>
                                        <a:moveTo>
                                          <a:pt x="348" y="1324"/>
                                        </a:moveTo>
                                        <a:lnTo>
                                          <a:pt x="348" y="1324"/>
                                        </a:lnTo>
                                        <a:lnTo>
                                          <a:pt x="350" y="1337"/>
                                        </a:lnTo>
                                        <a:lnTo>
                                          <a:pt x="352" y="1350"/>
                                        </a:lnTo>
                                        <a:lnTo>
                                          <a:pt x="352" y="1374"/>
                                        </a:lnTo>
                                        <a:lnTo>
                                          <a:pt x="350" y="1399"/>
                                        </a:lnTo>
                                        <a:lnTo>
                                          <a:pt x="347" y="1423"/>
                                        </a:lnTo>
                                        <a:lnTo>
                                          <a:pt x="343" y="1448"/>
                                        </a:lnTo>
                                        <a:lnTo>
                                          <a:pt x="338" y="1471"/>
                                        </a:lnTo>
                                        <a:lnTo>
                                          <a:pt x="332" y="1495"/>
                                        </a:lnTo>
                                        <a:lnTo>
                                          <a:pt x="328" y="1519"/>
                                        </a:lnTo>
                                        <a:lnTo>
                                          <a:pt x="328" y="1519"/>
                                        </a:lnTo>
                                        <a:lnTo>
                                          <a:pt x="321" y="1541"/>
                                        </a:lnTo>
                                        <a:lnTo>
                                          <a:pt x="317" y="1565"/>
                                        </a:lnTo>
                                        <a:lnTo>
                                          <a:pt x="314" y="1589"/>
                                        </a:lnTo>
                                        <a:lnTo>
                                          <a:pt x="311" y="1613"/>
                                        </a:lnTo>
                                        <a:lnTo>
                                          <a:pt x="310" y="1637"/>
                                        </a:lnTo>
                                        <a:lnTo>
                                          <a:pt x="311" y="1661"/>
                                        </a:lnTo>
                                        <a:lnTo>
                                          <a:pt x="312" y="1686"/>
                                        </a:lnTo>
                                        <a:lnTo>
                                          <a:pt x="314" y="1710"/>
                                        </a:lnTo>
                                        <a:lnTo>
                                          <a:pt x="318" y="1733"/>
                                        </a:lnTo>
                                        <a:lnTo>
                                          <a:pt x="324" y="1756"/>
                                        </a:lnTo>
                                        <a:lnTo>
                                          <a:pt x="330" y="1780"/>
                                        </a:lnTo>
                                        <a:lnTo>
                                          <a:pt x="338" y="1801"/>
                                        </a:lnTo>
                                        <a:lnTo>
                                          <a:pt x="347" y="1823"/>
                                        </a:lnTo>
                                        <a:lnTo>
                                          <a:pt x="357" y="1844"/>
                                        </a:lnTo>
                                        <a:lnTo>
                                          <a:pt x="369" y="1864"/>
                                        </a:lnTo>
                                        <a:lnTo>
                                          <a:pt x="382" y="1883"/>
                                        </a:lnTo>
                                        <a:lnTo>
                                          <a:pt x="382" y="1883"/>
                                        </a:lnTo>
                                        <a:lnTo>
                                          <a:pt x="373" y="1878"/>
                                        </a:lnTo>
                                        <a:lnTo>
                                          <a:pt x="365" y="1873"/>
                                        </a:lnTo>
                                        <a:lnTo>
                                          <a:pt x="358" y="1865"/>
                                        </a:lnTo>
                                        <a:lnTo>
                                          <a:pt x="352" y="1856"/>
                                        </a:lnTo>
                                        <a:lnTo>
                                          <a:pt x="340" y="1839"/>
                                        </a:lnTo>
                                        <a:lnTo>
                                          <a:pt x="328" y="1820"/>
                                        </a:lnTo>
                                        <a:lnTo>
                                          <a:pt x="328" y="1820"/>
                                        </a:lnTo>
                                        <a:lnTo>
                                          <a:pt x="319" y="1805"/>
                                        </a:lnTo>
                                        <a:lnTo>
                                          <a:pt x="310" y="1789"/>
                                        </a:lnTo>
                                        <a:lnTo>
                                          <a:pt x="300" y="1774"/>
                                        </a:lnTo>
                                        <a:lnTo>
                                          <a:pt x="289" y="1759"/>
                                        </a:lnTo>
                                        <a:lnTo>
                                          <a:pt x="267" y="1731"/>
                                        </a:lnTo>
                                        <a:lnTo>
                                          <a:pt x="243" y="1704"/>
                                        </a:lnTo>
                                        <a:lnTo>
                                          <a:pt x="217" y="1677"/>
                                        </a:lnTo>
                                        <a:lnTo>
                                          <a:pt x="190" y="1651"/>
                                        </a:lnTo>
                                        <a:lnTo>
                                          <a:pt x="139" y="1600"/>
                                        </a:lnTo>
                                        <a:lnTo>
                                          <a:pt x="113" y="1573"/>
                                        </a:lnTo>
                                        <a:lnTo>
                                          <a:pt x="89" y="1546"/>
                                        </a:lnTo>
                                        <a:lnTo>
                                          <a:pt x="67" y="1517"/>
                                        </a:lnTo>
                                        <a:lnTo>
                                          <a:pt x="57" y="1503"/>
                                        </a:lnTo>
                                        <a:lnTo>
                                          <a:pt x="47" y="1488"/>
                                        </a:lnTo>
                                        <a:lnTo>
                                          <a:pt x="38" y="1472"/>
                                        </a:lnTo>
                                        <a:lnTo>
                                          <a:pt x="30" y="1457"/>
                                        </a:lnTo>
                                        <a:lnTo>
                                          <a:pt x="23" y="1441"/>
                                        </a:lnTo>
                                        <a:lnTo>
                                          <a:pt x="16" y="1424"/>
                                        </a:lnTo>
                                        <a:lnTo>
                                          <a:pt x="11" y="1408"/>
                                        </a:lnTo>
                                        <a:lnTo>
                                          <a:pt x="7" y="1389"/>
                                        </a:lnTo>
                                        <a:lnTo>
                                          <a:pt x="2" y="1372"/>
                                        </a:lnTo>
                                        <a:lnTo>
                                          <a:pt x="0" y="1353"/>
                                        </a:lnTo>
                                        <a:lnTo>
                                          <a:pt x="0" y="1353"/>
                                        </a:lnTo>
                                        <a:lnTo>
                                          <a:pt x="0" y="1409"/>
                                        </a:lnTo>
                                        <a:lnTo>
                                          <a:pt x="0" y="1437"/>
                                        </a:lnTo>
                                        <a:lnTo>
                                          <a:pt x="2" y="1464"/>
                                        </a:lnTo>
                                        <a:lnTo>
                                          <a:pt x="5" y="1492"/>
                                        </a:lnTo>
                                        <a:lnTo>
                                          <a:pt x="9" y="1519"/>
                                        </a:lnTo>
                                        <a:lnTo>
                                          <a:pt x="14" y="1545"/>
                                        </a:lnTo>
                                        <a:lnTo>
                                          <a:pt x="22" y="1570"/>
                                        </a:lnTo>
                                        <a:lnTo>
                                          <a:pt x="22" y="1570"/>
                                        </a:lnTo>
                                        <a:lnTo>
                                          <a:pt x="28" y="1591"/>
                                        </a:lnTo>
                                        <a:lnTo>
                                          <a:pt x="35" y="1610"/>
                                        </a:lnTo>
                                        <a:lnTo>
                                          <a:pt x="43" y="1631"/>
                                        </a:lnTo>
                                        <a:lnTo>
                                          <a:pt x="53" y="1649"/>
                                        </a:lnTo>
                                        <a:lnTo>
                                          <a:pt x="63" y="1669"/>
                                        </a:lnTo>
                                        <a:lnTo>
                                          <a:pt x="74" y="1686"/>
                                        </a:lnTo>
                                        <a:lnTo>
                                          <a:pt x="86" y="1704"/>
                                        </a:lnTo>
                                        <a:lnTo>
                                          <a:pt x="99" y="1720"/>
                                        </a:lnTo>
                                        <a:lnTo>
                                          <a:pt x="112" y="1738"/>
                                        </a:lnTo>
                                        <a:lnTo>
                                          <a:pt x="126" y="1754"/>
                                        </a:lnTo>
                                        <a:lnTo>
                                          <a:pt x="141" y="1769"/>
                                        </a:lnTo>
                                        <a:lnTo>
                                          <a:pt x="156" y="1784"/>
                                        </a:lnTo>
                                        <a:lnTo>
                                          <a:pt x="187" y="1813"/>
                                        </a:lnTo>
                                        <a:lnTo>
                                          <a:pt x="220" y="1841"/>
                                        </a:lnTo>
                                        <a:lnTo>
                                          <a:pt x="256" y="1867"/>
                                        </a:lnTo>
                                        <a:lnTo>
                                          <a:pt x="291" y="1892"/>
                                        </a:lnTo>
                                        <a:lnTo>
                                          <a:pt x="327" y="1917"/>
                                        </a:lnTo>
                                        <a:lnTo>
                                          <a:pt x="363" y="1940"/>
                                        </a:lnTo>
                                        <a:lnTo>
                                          <a:pt x="434" y="1985"/>
                                        </a:lnTo>
                                        <a:lnTo>
                                          <a:pt x="468" y="2006"/>
                                        </a:lnTo>
                                        <a:lnTo>
                                          <a:pt x="501" y="2028"/>
                                        </a:lnTo>
                                        <a:lnTo>
                                          <a:pt x="501" y="2028"/>
                                        </a:lnTo>
                                        <a:lnTo>
                                          <a:pt x="490" y="2008"/>
                                        </a:lnTo>
                                        <a:lnTo>
                                          <a:pt x="480" y="1988"/>
                                        </a:lnTo>
                                        <a:lnTo>
                                          <a:pt x="472" y="1967"/>
                                        </a:lnTo>
                                        <a:lnTo>
                                          <a:pt x="463" y="1947"/>
                                        </a:lnTo>
                                        <a:lnTo>
                                          <a:pt x="457" y="1926"/>
                                        </a:lnTo>
                                        <a:lnTo>
                                          <a:pt x="450" y="1905"/>
                                        </a:lnTo>
                                        <a:lnTo>
                                          <a:pt x="445" y="1883"/>
                                        </a:lnTo>
                                        <a:lnTo>
                                          <a:pt x="440" y="1861"/>
                                        </a:lnTo>
                                        <a:lnTo>
                                          <a:pt x="432" y="1816"/>
                                        </a:lnTo>
                                        <a:lnTo>
                                          <a:pt x="426" y="1771"/>
                                        </a:lnTo>
                                        <a:lnTo>
                                          <a:pt x="420" y="1726"/>
                                        </a:lnTo>
                                        <a:lnTo>
                                          <a:pt x="416" y="1680"/>
                                        </a:lnTo>
                                        <a:lnTo>
                                          <a:pt x="407" y="1587"/>
                                        </a:lnTo>
                                        <a:lnTo>
                                          <a:pt x="402" y="1541"/>
                                        </a:lnTo>
                                        <a:lnTo>
                                          <a:pt x="396" y="1496"/>
                                        </a:lnTo>
                                        <a:lnTo>
                                          <a:pt x="388" y="1451"/>
                                        </a:lnTo>
                                        <a:lnTo>
                                          <a:pt x="383" y="1429"/>
                                        </a:lnTo>
                                        <a:lnTo>
                                          <a:pt x="377" y="1408"/>
                                        </a:lnTo>
                                        <a:lnTo>
                                          <a:pt x="371" y="1386"/>
                                        </a:lnTo>
                                        <a:lnTo>
                                          <a:pt x="364" y="1365"/>
                                        </a:lnTo>
                                        <a:lnTo>
                                          <a:pt x="357" y="1344"/>
                                        </a:lnTo>
                                        <a:lnTo>
                                          <a:pt x="348" y="1324"/>
                                        </a:lnTo>
                                        <a:lnTo>
                                          <a:pt x="348" y="1324"/>
                                        </a:lnTo>
                                        <a:close/>
                                        <a:moveTo>
                                          <a:pt x="2111" y="1333"/>
                                        </a:moveTo>
                                        <a:lnTo>
                                          <a:pt x="2111" y="1333"/>
                                        </a:lnTo>
                                        <a:lnTo>
                                          <a:pt x="2106" y="1329"/>
                                        </a:lnTo>
                                        <a:lnTo>
                                          <a:pt x="2102" y="1327"/>
                                        </a:lnTo>
                                        <a:lnTo>
                                          <a:pt x="2097" y="1326"/>
                                        </a:lnTo>
                                        <a:lnTo>
                                          <a:pt x="2094" y="1326"/>
                                        </a:lnTo>
                                        <a:lnTo>
                                          <a:pt x="2091" y="1327"/>
                                        </a:lnTo>
                                        <a:lnTo>
                                          <a:pt x="2089" y="1329"/>
                                        </a:lnTo>
                                        <a:lnTo>
                                          <a:pt x="2084" y="1334"/>
                                        </a:lnTo>
                                        <a:lnTo>
                                          <a:pt x="2080" y="1341"/>
                                        </a:lnTo>
                                        <a:lnTo>
                                          <a:pt x="2076" y="1346"/>
                                        </a:lnTo>
                                        <a:lnTo>
                                          <a:pt x="2073" y="1348"/>
                                        </a:lnTo>
                                        <a:lnTo>
                                          <a:pt x="2069" y="1351"/>
                                        </a:lnTo>
                                        <a:lnTo>
                                          <a:pt x="2065" y="1351"/>
                                        </a:lnTo>
                                        <a:lnTo>
                                          <a:pt x="2061" y="1351"/>
                                        </a:lnTo>
                                        <a:lnTo>
                                          <a:pt x="2061" y="1351"/>
                                        </a:lnTo>
                                        <a:lnTo>
                                          <a:pt x="2058" y="1350"/>
                                        </a:lnTo>
                                        <a:lnTo>
                                          <a:pt x="2054" y="1347"/>
                                        </a:lnTo>
                                        <a:lnTo>
                                          <a:pt x="2053" y="1345"/>
                                        </a:lnTo>
                                        <a:lnTo>
                                          <a:pt x="2051" y="1342"/>
                                        </a:lnTo>
                                        <a:lnTo>
                                          <a:pt x="2049" y="1334"/>
                                        </a:lnTo>
                                        <a:lnTo>
                                          <a:pt x="2048" y="1327"/>
                                        </a:lnTo>
                                        <a:lnTo>
                                          <a:pt x="2048" y="1327"/>
                                        </a:lnTo>
                                        <a:lnTo>
                                          <a:pt x="2047" y="1337"/>
                                        </a:lnTo>
                                        <a:lnTo>
                                          <a:pt x="2044" y="1345"/>
                                        </a:lnTo>
                                        <a:lnTo>
                                          <a:pt x="2039" y="1353"/>
                                        </a:lnTo>
                                        <a:lnTo>
                                          <a:pt x="2035" y="1360"/>
                                        </a:lnTo>
                                        <a:lnTo>
                                          <a:pt x="2024" y="1374"/>
                                        </a:lnTo>
                                        <a:lnTo>
                                          <a:pt x="2013" y="1389"/>
                                        </a:lnTo>
                                        <a:lnTo>
                                          <a:pt x="2013" y="1389"/>
                                        </a:lnTo>
                                        <a:lnTo>
                                          <a:pt x="2005" y="1387"/>
                                        </a:lnTo>
                                        <a:lnTo>
                                          <a:pt x="1997" y="1387"/>
                                        </a:lnTo>
                                        <a:lnTo>
                                          <a:pt x="1991" y="1389"/>
                                        </a:lnTo>
                                        <a:lnTo>
                                          <a:pt x="1987" y="1392"/>
                                        </a:lnTo>
                                        <a:lnTo>
                                          <a:pt x="1981" y="1395"/>
                                        </a:lnTo>
                                        <a:lnTo>
                                          <a:pt x="1978" y="1400"/>
                                        </a:lnTo>
                                        <a:lnTo>
                                          <a:pt x="1971" y="1410"/>
                                        </a:lnTo>
                                        <a:lnTo>
                                          <a:pt x="1964" y="1420"/>
                                        </a:lnTo>
                                        <a:lnTo>
                                          <a:pt x="1960" y="1424"/>
                                        </a:lnTo>
                                        <a:lnTo>
                                          <a:pt x="1955" y="1427"/>
                                        </a:lnTo>
                                        <a:lnTo>
                                          <a:pt x="1950" y="1430"/>
                                        </a:lnTo>
                                        <a:lnTo>
                                          <a:pt x="1944" y="1431"/>
                                        </a:lnTo>
                                        <a:lnTo>
                                          <a:pt x="1937" y="1431"/>
                                        </a:lnTo>
                                        <a:lnTo>
                                          <a:pt x="1929" y="1429"/>
                                        </a:lnTo>
                                        <a:lnTo>
                                          <a:pt x="1929" y="1429"/>
                                        </a:lnTo>
                                        <a:lnTo>
                                          <a:pt x="1930" y="1433"/>
                                        </a:lnTo>
                                        <a:lnTo>
                                          <a:pt x="1932" y="1435"/>
                                        </a:lnTo>
                                        <a:lnTo>
                                          <a:pt x="1934" y="1437"/>
                                        </a:lnTo>
                                        <a:lnTo>
                                          <a:pt x="1936" y="1437"/>
                                        </a:lnTo>
                                        <a:lnTo>
                                          <a:pt x="1940" y="1437"/>
                                        </a:lnTo>
                                        <a:lnTo>
                                          <a:pt x="1946" y="1436"/>
                                        </a:lnTo>
                                        <a:lnTo>
                                          <a:pt x="1958" y="1433"/>
                                        </a:lnTo>
                                        <a:lnTo>
                                          <a:pt x="1962" y="1431"/>
                                        </a:lnTo>
                                        <a:lnTo>
                                          <a:pt x="1966" y="1433"/>
                                        </a:lnTo>
                                        <a:lnTo>
                                          <a:pt x="1966" y="1433"/>
                                        </a:lnTo>
                                        <a:lnTo>
                                          <a:pt x="1969" y="1430"/>
                                        </a:lnTo>
                                        <a:lnTo>
                                          <a:pt x="1972" y="1428"/>
                                        </a:lnTo>
                                        <a:lnTo>
                                          <a:pt x="1974" y="1424"/>
                                        </a:lnTo>
                                        <a:lnTo>
                                          <a:pt x="1975" y="1419"/>
                                        </a:lnTo>
                                        <a:lnTo>
                                          <a:pt x="1977" y="1414"/>
                                        </a:lnTo>
                                        <a:lnTo>
                                          <a:pt x="1977" y="1414"/>
                                        </a:lnTo>
                                        <a:lnTo>
                                          <a:pt x="1980" y="1408"/>
                                        </a:lnTo>
                                        <a:lnTo>
                                          <a:pt x="1984" y="1402"/>
                                        </a:lnTo>
                                        <a:lnTo>
                                          <a:pt x="1990" y="1397"/>
                                        </a:lnTo>
                                        <a:lnTo>
                                          <a:pt x="1996" y="1394"/>
                                        </a:lnTo>
                                        <a:lnTo>
                                          <a:pt x="2004" y="1393"/>
                                        </a:lnTo>
                                        <a:lnTo>
                                          <a:pt x="2011" y="1392"/>
                                        </a:lnTo>
                                        <a:lnTo>
                                          <a:pt x="2019" y="1393"/>
                                        </a:lnTo>
                                        <a:lnTo>
                                          <a:pt x="2025" y="1395"/>
                                        </a:lnTo>
                                        <a:lnTo>
                                          <a:pt x="2025" y="1395"/>
                                        </a:lnTo>
                                        <a:lnTo>
                                          <a:pt x="2030" y="1401"/>
                                        </a:lnTo>
                                        <a:lnTo>
                                          <a:pt x="2033" y="1408"/>
                                        </a:lnTo>
                                        <a:lnTo>
                                          <a:pt x="2036" y="1423"/>
                                        </a:lnTo>
                                        <a:lnTo>
                                          <a:pt x="2038" y="1438"/>
                                        </a:lnTo>
                                        <a:lnTo>
                                          <a:pt x="2038" y="1453"/>
                                        </a:lnTo>
                                        <a:lnTo>
                                          <a:pt x="2038" y="1453"/>
                                        </a:lnTo>
                                        <a:lnTo>
                                          <a:pt x="2035" y="1456"/>
                                        </a:lnTo>
                                        <a:lnTo>
                                          <a:pt x="2032" y="1460"/>
                                        </a:lnTo>
                                        <a:lnTo>
                                          <a:pt x="2030" y="1464"/>
                                        </a:lnTo>
                                        <a:lnTo>
                                          <a:pt x="2029" y="1469"/>
                                        </a:lnTo>
                                        <a:lnTo>
                                          <a:pt x="2027" y="1479"/>
                                        </a:lnTo>
                                        <a:lnTo>
                                          <a:pt x="2027" y="1489"/>
                                        </a:lnTo>
                                        <a:lnTo>
                                          <a:pt x="2027" y="1489"/>
                                        </a:lnTo>
                                        <a:lnTo>
                                          <a:pt x="2023" y="1499"/>
                                        </a:lnTo>
                                        <a:lnTo>
                                          <a:pt x="2020" y="1511"/>
                                        </a:lnTo>
                                        <a:lnTo>
                                          <a:pt x="2017" y="1523"/>
                                        </a:lnTo>
                                        <a:lnTo>
                                          <a:pt x="2012" y="1536"/>
                                        </a:lnTo>
                                        <a:lnTo>
                                          <a:pt x="2010" y="1541"/>
                                        </a:lnTo>
                                        <a:lnTo>
                                          <a:pt x="2007" y="1546"/>
                                        </a:lnTo>
                                        <a:lnTo>
                                          <a:pt x="2004" y="1551"/>
                                        </a:lnTo>
                                        <a:lnTo>
                                          <a:pt x="2000" y="1554"/>
                                        </a:lnTo>
                                        <a:lnTo>
                                          <a:pt x="1995" y="1558"/>
                                        </a:lnTo>
                                        <a:lnTo>
                                          <a:pt x="1990" y="1560"/>
                                        </a:lnTo>
                                        <a:lnTo>
                                          <a:pt x="1983" y="1560"/>
                                        </a:lnTo>
                                        <a:lnTo>
                                          <a:pt x="1975" y="1560"/>
                                        </a:lnTo>
                                        <a:lnTo>
                                          <a:pt x="1975" y="1560"/>
                                        </a:lnTo>
                                        <a:lnTo>
                                          <a:pt x="1939" y="1548"/>
                                        </a:lnTo>
                                        <a:lnTo>
                                          <a:pt x="1921" y="1543"/>
                                        </a:lnTo>
                                        <a:lnTo>
                                          <a:pt x="1903" y="1538"/>
                                        </a:lnTo>
                                        <a:lnTo>
                                          <a:pt x="1883" y="1535"/>
                                        </a:lnTo>
                                        <a:lnTo>
                                          <a:pt x="1865" y="1532"/>
                                        </a:lnTo>
                                        <a:lnTo>
                                          <a:pt x="1846" y="1530"/>
                                        </a:lnTo>
                                        <a:lnTo>
                                          <a:pt x="1827" y="1529"/>
                                        </a:lnTo>
                                        <a:lnTo>
                                          <a:pt x="1827" y="1539"/>
                                        </a:lnTo>
                                        <a:lnTo>
                                          <a:pt x="1827" y="1539"/>
                                        </a:lnTo>
                                        <a:lnTo>
                                          <a:pt x="1839" y="1544"/>
                                        </a:lnTo>
                                        <a:lnTo>
                                          <a:pt x="1853" y="1548"/>
                                        </a:lnTo>
                                        <a:lnTo>
                                          <a:pt x="1879" y="1554"/>
                                        </a:lnTo>
                                        <a:lnTo>
                                          <a:pt x="1892" y="1558"/>
                                        </a:lnTo>
                                        <a:lnTo>
                                          <a:pt x="1904" y="1563"/>
                                        </a:lnTo>
                                        <a:lnTo>
                                          <a:pt x="1916" y="1570"/>
                                        </a:lnTo>
                                        <a:lnTo>
                                          <a:pt x="1926" y="1578"/>
                                        </a:lnTo>
                                        <a:lnTo>
                                          <a:pt x="1926" y="1578"/>
                                        </a:lnTo>
                                        <a:lnTo>
                                          <a:pt x="1938" y="1577"/>
                                        </a:lnTo>
                                        <a:lnTo>
                                          <a:pt x="1950" y="1577"/>
                                        </a:lnTo>
                                        <a:lnTo>
                                          <a:pt x="1974" y="1577"/>
                                        </a:lnTo>
                                        <a:lnTo>
                                          <a:pt x="1986" y="1576"/>
                                        </a:lnTo>
                                        <a:lnTo>
                                          <a:pt x="1996" y="1574"/>
                                        </a:lnTo>
                                        <a:lnTo>
                                          <a:pt x="2006" y="1571"/>
                                        </a:lnTo>
                                        <a:lnTo>
                                          <a:pt x="2016" y="1565"/>
                                        </a:lnTo>
                                        <a:lnTo>
                                          <a:pt x="2016" y="1565"/>
                                        </a:lnTo>
                                        <a:lnTo>
                                          <a:pt x="2019" y="1550"/>
                                        </a:lnTo>
                                        <a:lnTo>
                                          <a:pt x="2024" y="1535"/>
                                        </a:lnTo>
                                        <a:lnTo>
                                          <a:pt x="2032" y="1522"/>
                                        </a:lnTo>
                                        <a:lnTo>
                                          <a:pt x="2040" y="1509"/>
                                        </a:lnTo>
                                        <a:lnTo>
                                          <a:pt x="2040" y="1509"/>
                                        </a:lnTo>
                                        <a:lnTo>
                                          <a:pt x="2047" y="1511"/>
                                        </a:lnTo>
                                        <a:lnTo>
                                          <a:pt x="2051" y="1515"/>
                                        </a:lnTo>
                                        <a:lnTo>
                                          <a:pt x="2054" y="1519"/>
                                        </a:lnTo>
                                        <a:lnTo>
                                          <a:pt x="2056" y="1525"/>
                                        </a:lnTo>
                                        <a:lnTo>
                                          <a:pt x="2060" y="1538"/>
                                        </a:lnTo>
                                        <a:lnTo>
                                          <a:pt x="2061" y="1545"/>
                                        </a:lnTo>
                                        <a:lnTo>
                                          <a:pt x="2064" y="1550"/>
                                        </a:lnTo>
                                        <a:lnTo>
                                          <a:pt x="2064" y="1550"/>
                                        </a:lnTo>
                                        <a:lnTo>
                                          <a:pt x="2084" y="1523"/>
                                        </a:lnTo>
                                        <a:lnTo>
                                          <a:pt x="2104" y="1496"/>
                                        </a:lnTo>
                                        <a:lnTo>
                                          <a:pt x="2123" y="1469"/>
                                        </a:lnTo>
                                        <a:lnTo>
                                          <a:pt x="2139" y="1442"/>
                                        </a:lnTo>
                                        <a:lnTo>
                                          <a:pt x="2155" y="1414"/>
                                        </a:lnTo>
                                        <a:lnTo>
                                          <a:pt x="2168" y="1385"/>
                                        </a:lnTo>
                                        <a:lnTo>
                                          <a:pt x="2174" y="1370"/>
                                        </a:lnTo>
                                        <a:lnTo>
                                          <a:pt x="2179" y="1355"/>
                                        </a:lnTo>
                                        <a:lnTo>
                                          <a:pt x="2183" y="1340"/>
                                        </a:lnTo>
                                        <a:lnTo>
                                          <a:pt x="2188" y="1324"/>
                                        </a:lnTo>
                                        <a:lnTo>
                                          <a:pt x="2188" y="1324"/>
                                        </a:lnTo>
                                        <a:lnTo>
                                          <a:pt x="2178" y="1324"/>
                                        </a:lnTo>
                                        <a:lnTo>
                                          <a:pt x="2168" y="1325"/>
                                        </a:lnTo>
                                        <a:lnTo>
                                          <a:pt x="2150" y="1329"/>
                                        </a:lnTo>
                                        <a:lnTo>
                                          <a:pt x="2141" y="1331"/>
                                        </a:lnTo>
                                        <a:lnTo>
                                          <a:pt x="2132" y="1333"/>
                                        </a:lnTo>
                                        <a:lnTo>
                                          <a:pt x="2122" y="1333"/>
                                        </a:lnTo>
                                        <a:lnTo>
                                          <a:pt x="2111" y="1333"/>
                                        </a:lnTo>
                                        <a:lnTo>
                                          <a:pt x="2111" y="1333"/>
                                        </a:lnTo>
                                        <a:close/>
                                        <a:moveTo>
                                          <a:pt x="1431" y="1331"/>
                                        </a:moveTo>
                                        <a:lnTo>
                                          <a:pt x="1330" y="1446"/>
                                        </a:lnTo>
                                        <a:lnTo>
                                          <a:pt x="1330" y="1446"/>
                                        </a:lnTo>
                                        <a:lnTo>
                                          <a:pt x="1353" y="1462"/>
                                        </a:lnTo>
                                        <a:lnTo>
                                          <a:pt x="1375" y="1477"/>
                                        </a:lnTo>
                                        <a:lnTo>
                                          <a:pt x="1399" y="1491"/>
                                        </a:lnTo>
                                        <a:lnTo>
                                          <a:pt x="1425" y="1504"/>
                                        </a:lnTo>
                                        <a:lnTo>
                                          <a:pt x="1449" y="1515"/>
                                        </a:lnTo>
                                        <a:lnTo>
                                          <a:pt x="1476" y="1524"/>
                                        </a:lnTo>
                                        <a:lnTo>
                                          <a:pt x="1503" y="1531"/>
                                        </a:lnTo>
                                        <a:lnTo>
                                          <a:pt x="1531" y="1537"/>
                                        </a:lnTo>
                                        <a:lnTo>
                                          <a:pt x="1531" y="1537"/>
                                        </a:lnTo>
                                        <a:lnTo>
                                          <a:pt x="1531" y="1522"/>
                                        </a:lnTo>
                                        <a:lnTo>
                                          <a:pt x="1531" y="1507"/>
                                        </a:lnTo>
                                        <a:lnTo>
                                          <a:pt x="1532" y="1499"/>
                                        </a:lnTo>
                                        <a:lnTo>
                                          <a:pt x="1534" y="1493"/>
                                        </a:lnTo>
                                        <a:lnTo>
                                          <a:pt x="1538" y="1486"/>
                                        </a:lnTo>
                                        <a:lnTo>
                                          <a:pt x="1541" y="1480"/>
                                        </a:lnTo>
                                        <a:lnTo>
                                          <a:pt x="1541" y="1480"/>
                                        </a:lnTo>
                                        <a:lnTo>
                                          <a:pt x="1545" y="1479"/>
                                        </a:lnTo>
                                        <a:lnTo>
                                          <a:pt x="1549" y="1478"/>
                                        </a:lnTo>
                                        <a:lnTo>
                                          <a:pt x="1559" y="1478"/>
                                        </a:lnTo>
                                        <a:lnTo>
                                          <a:pt x="1563" y="1478"/>
                                        </a:lnTo>
                                        <a:lnTo>
                                          <a:pt x="1569" y="1478"/>
                                        </a:lnTo>
                                        <a:lnTo>
                                          <a:pt x="1573" y="1476"/>
                                        </a:lnTo>
                                        <a:lnTo>
                                          <a:pt x="1576" y="1474"/>
                                        </a:lnTo>
                                        <a:lnTo>
                                          <a:pt x="1576" y="1474"/>
                                        </a:lnTo>
                                        <a:lnTo>
                                          <a:pt x="1575" y="1467"/>
                                        </a:lnTo>
                                        <a:lnTo>
                                          <a:pt x="1572" y="1464"/>
                                        </a:lnTo>
                                        <a:lnTo>
                                          <a:pt x="1568" y="1460"/>
                                        </a:lnTo>
                                        <a:lnTo>
                                          <a:pt x="1563" y="1455"/>
                                        </a:lnTo>
                                        <a:lnTo>
                                          <a:pt x="1563" y="1455"/>
                                        </a:lnTo>
                                        <a:lnTo>
                                          <a:pt x="1562" y="1450"/>
                                        </a:lnTo>
                                        <a:lnTo>
                                          <a:pt x="1561" y="1444"/>
                                        </a:lnTo>
                                        <a:lnTo>
                                          <a:pt x="1561" y="1439"/>
                                        </a:lnTo>
                                        <a:lnTo>
                                          <a:pt x="1561" y="1434"/>
                                        </a:lnTo>
                                        <a:lnTo>
                                          <a:pt x="1563" y="1425"/>
                                        </a:lnTo>
                                        <a:lnTo>
                                          <a:pt x="1565" y="1416"/>
                                        </a:lnTo>
                                        <a:lnTo>
                                          <a:pt x="1565" y="1416"/>
                                        </a:lnTo>
                                        <a:lnTo>
                                          <a:pt x="1567" y="1413"/>
                                        </a:lnTo>
                                        <a:lnTo>
                                          <a:pt x="1567" y="1410"/>
                                        </a:lnTo>
                                        <a:lnTo>
                                          <a:pt x="1565" y="1401"/>
                                        </a:lnTo>
                                        <a:lnTo>
                                          <a:pt x="1564" y="1397"/>
                                        </a:lnTo>
                                        <a:lnTo>
                                          <a:pt x="1565" y="1393"/>
                                        </a:lnTo>
                                        <a:lnTo>
                                          <a:pt x="1568" y="1389"/>
                                        </a:lnTo>
                                        <a:lnTo>
                                          <a:pt x="1571" y="1387"/>
                                        </a:lnTo>
                                        <a:lnTo>
                                          <a:pt x="1571" y="1387"/>
                                        </a:lnTo>
                                        <a:lnTo>
                                          <a:pt x="1565" y="1389"/>
                                        </a:lnTo>
                                        <a:lnTo>
                                          <a:pt x="1559" y="1392"/>
                                        </a:lnTo>
                                        <a:lnTo>
                                          <a:pt x="1553" y="1393"/>
                                        </a:lnTo>
                                        <a:lnTo>
                                          <a:pt x="1547" y="1393"/>
                                        </a:lnTo>
                                        <a:lnTo>
                                          <a:pt x="1535" y="1392"/>
                                        </a:lnTo>
                                        <a:lnTo>
                                          <a:pt x="1525" y="1388"/>
                                        </a:lnTo>
                                        <a:lnTo>
                                          <a:pt x="1513" y="1385"/>
                                        </a:lnTo>
                                        <a:lnTo>
                                          <a:pt x="1502" y="1380"/>
                                        </a:lnTo>
                                        <a:lnTo>
                                          <a:pt x="1491" y="1375"/>
                                        </a:lnTo>
                                        <a:lnTo>
                                          <a:pt x="1481" y="1371"/>
                                        </a:lnTo>
                                        <a:lnTo>
                                          <a:pt x="1481" y="1371"/>
                                        </a:lnTo>
                                        <a:lnTo>
                                          <a:pt x="1474" y="1367"/>
                                        </a:lnTo>
                                        <a:lnTo>
                                          <a:pt x="1467" y="1362"/>
                                        </a:lnTo>
                                        <a:lnTo>
                                          <a:pt x="1452" y="1355"/>
                                        </a:lnTo>
                                        <a:lnTo>
                                          <a:pt x="1445" y="1351"/>
                                        </a:lnTo>
                                        <a:lnTo>
                                          <a:pt x="1439" y="1345"/>
                                        </a:lnTo>
                                        <a:lnTo>
                                          <a:pt x="1434" y="1339"/>
                                        </a:lnTo>
                                        <a:lnTo>
                                          <a:pt x="1432" y="1336"/>
                                        </a:lnTo>
                                        <a:lnTo>
                                          <a:pt x="1431" y="1331"/>
                                        </a:lnTo>
                                        <a:lnTo>
                                          <a:pt x="1431" y="1331"/>
                                        </a:lnTo>
                                        <a:close/>
                                        <a:moveTo>
                                          <a:pt x="1760" y="1446"/>
                                        </a:moveTo>
                                        <a:lnTo>
                                          <a:pt x="1760" y="1446"/>
                                        </a:lnTo>
                                        <a:lnTo>
                                          <a:pt x="1764" y="1440"/>
                                        </a:lnTo>
                                        <a:lnTo>
                                          <a:pt x="1771" y="1436"/>
                                        </a:lnTo>
                                        <a:lnTo>
                                          <a:pt x="1785" y="1429"/>
                                        </a:lnTo>
                                        <a:lnTo>
                                          <a:pt x="1791" y="1427"/>
                                        </a:lnTo>
                                        <a:lnTo>
                                          <a:pt x="1798" y="1423"/>
                                        </a:lnTo>
                                        <a:lnTo>
                                          <a:pt x="1802" y="1419"/>
                                        </a:lnTo>
                                        <a:lnTo>
                                          <a:pt x="1804" y="1415"/>
                                        </a:lnTo>
                                        <a:lnTo>
                                          <a:pt x="1805" y="1412"/>
                                        </a:lnTo>
                                        <a:lnTo>
                                          <a:pt x="1805" y="1412"/>
                                        </a:lnTo>
                                        <a:lnTo>
                                          <a:pt x="1796" y="1412"/>
                                        </a:lnTo>
                                        <a:lnTo>
                                          <a:pt x="1788" y="1413"/>
                                        </a:lnTo>
                                        <a:lnTo>
                                          <a:pt x="1779" y="1415"/>
                                        </a:lnTo>
                                        <a:lnTo>
                                          <a:pt x="1772" y="1420"/>
                                        </a:lnTo>
                                        <a:lnTo>
                                          <a:pt x="1766" y="1425"/>
                                        </a:lnTo>
                                        <a:lnTo>
                                          <a:pt x="1762" y="1431"/>
                                        </a:lnTo>
                                        <a:lnTo>
                                          <a:pt x="1760" y="1438"/>
                                        </a:lnTo>
                                        <a:lnTo>
                                          <a:pt x="1760" y="1446"/>
                                        </a:lnTo>
                                        <a:lnTo>
                                          <a:pt x="1760" y="1446"/>
                                        </a:lnTo>
                                        <a:close/>
                                        <a:moveTo>
                                          <a:pt x="1819" y="1471"/>
                                        </a:moveTo>
                                        <a:lnTo>
                                          <a:pt x="1819" y="1471"/>
                                        </a:lnTo>
                                        <a:lnTo>
                                          <a:pt x="1804" y="1478"/>
                                        </a:lnTo>
                                        <a:lnTo>
                                          <a:pt x="1801" y="1480"/>
                                        </a:lnTo>
                                        <a:lnTo>
                                          <a:pt x="1798" y="1483"/>
                                        </a:lnTo>
                                        <a:lnTo>
                                          <a:pt x="1794" y="1486"/>
                                        </a:lnTo>
                                        <a:lnTo>
                                          <a:pt x="1792" y="1491"/>
                                        </a:lnTo>
                                        <a:lnTo>
                                          <a:pt x="1792" y="1491"/>
                                        </a:lnTo>
                                        <a:lnTo>
                                          <a:pt x="1787" y="1496"/>
                                        </a:lnTo>
                                        <a:lnTo>
                                          <a:pt x="1781" y="1498"/>
                                        </a:lnTo>
                                        <a:lnTo>
                                          <a:pt x="1776" y="1498"/>
                                        </a:lnTo>
                                        <a:lnTo>
                                          <a:pt x="1771" y="1496"/>
                                        </a:lnTo>
                                        <a:lnTo>
                                          <a:pt x="1764" y="1494"/>
                                        </a:lnTo>
                                        <a:lnTo>
                                          <a:pt x="1759" y="1490"/>
                                        </a:lnTo>
                                        <a:lnTo>
                                          <a:pt x="1749" y="1483"/>
                                        </a:lnTo>
                                        <a:lnTo>
                                          <a:pt x="1749" y="1483"/>
                                        </a:lnTo>
                                        <a:lnTo>
                                          <a:pt x="1752" y="1489"/>
                                        </a:lnTo>
                                        <a:lnTo>
                                          <a:pt x="1756" y="1495"/>
                                        </a:lnTo>
                                        <a:lnTo>
                                          <a:pt x="1757" y="1499"/>
                                        </a:lnTo>
                                        <a:lnTo>
                                          <a:pt x="1756" y="1503"/>
                                        </a:lnTo>
                                        <a:lnTo>
                                          <a:pt x="1755" y="1506"/>
                                        </a:lnTo>
                                        <a:lnTo>
                                          <a:pt x="1751" y="1509"/>
                                        </a:lnTo>
                                        <a:lnTo>
                                          <a:pt x="1751" y="1509"/>
                                        </a:lnTo>
                                        <a:lnTo>
                                          <a:pt x="1746" y="1513"/>
                                        </a:lnTo>
                                        <a:lnTo>
                                          <a:pt x="1741" y="1515"/>
                                        </a:lnTo>
                                        <a:lnTo>
                                          <a:pt x="1735" y="1513"/>
                                        </a:lnTo>
                                        <a:lnTo>
                                          <a:pt x="1731" y="1511"/>
                                        </a:lnTo>
                                        <a:lnTo>
                                          <a:pt x="1721" y="1504"/>
                                        </a:lnTo>
                                        <a:lnTo>
                                          <a:pt x="1716" y="1501"/>
                                        </a:lnTo>
                                        <a:lnTo>
                                          <a:pt x="1711" y="1498"/>
                                        </a:lnTo>
                                        <a:lnTo>
                                          <a:pt x="1711" y="1498"/>
                                        </a:lnTo>
                                        <a:lnTo>
                                          <a:pt x="1709" y="1506"/>
                                        </a:lnTo>
                                        <a:lnTo>
                                          <a:pt x="1707" y="1511"/>
                                        </a:lnTo>
                                        <a:lnTo>
                                          <a:pt x="1705" y="1515"/>
                                        </a:lnTo>
                                        <a:lnTo>
                                          <a:pt x="1703" y="1517"/>
                                        </a:lnTo>
                                        <a:lnTo>
                                          <a:pt x="1701" y="1517"/>
                                        </a:lnTo>
                                        <a:lnTo>
                                          <a:pt x="1699" y="1516"/>
                                        </a:lnTo>
                                        <a:lnTo>
                                          <a:pt x="1692" y="1511"/>
                                        </a:lnTo>
                                        <a:lnTo>
                                          <a:pt x="1686" y="1505"/>
                                        </a:lnTo>
                                        <a:lnTo>
                                          <a:pt x="1679" y="1498"/>
                                        </a:lnTo>
                                        <a:lnTo>
                                          <a:pt x="1675" y="1496"/>
                                        </a:lnTo>
                                        <a:lnTo>
                                          <a:pt x="1671" y="1495"/>
                                        </a:lnTo>
                                        <a:lnTo>
                                          <a:pt x="1666" y="1495"/>
                                        </a:lnTo>
                                        <a:lnTo>
                                          <a:pt x="1662" y="1496"/>
                                        </a:lnTo>
                                        <a:lnTo>
                                          <a:pt x="1662" y="1496"/>
                                        </a:lnTo>
                                        <a:lnTo>
                                          <a:pt x="1660" y="1492"/>
                                        </a:lnTo>
                                        <a:lnTo>
                                          <a:pt x="1658" y="1489"/>
                                        </a:lnTo>
                                        <a:lnTo>
                                          <a:pt x="1656" y="1486"/>
                                        </a:lnTo>
                                        <a:lnTo>
                                          <a:pt x="1653" y="1486"/>
                                        </a:lnTo>
                                        <a:lnTo>
                                          <a:pt x="1650" y="1485"/>
                                        </a:lnTo>
                                        <a:lnTo>
                                          <a:pt x="1647" y="1486"/>
                                        </a:lnTo>
                                        <a:lnTo>
                                          <a:pt x="1642" y="1489"/>
                                        </a:lnTo>
                                        <a:lnTo>
                                          <a:pt x="1630" y="1496"/>
                                        </a:lnTo>
                                        <a:lnTo>
                                          <a:pt x="1624" y="1498"/>
                                        </a:lnTo>
                                        <a:lnTo>
                                          <a:pt x="1620" y="1498"/>
                                        </a:lnTo>
                                        <a:lnTo>
                                          <a:pt x="1617" y="1498"/>
                                        </a:lnTo>
                                        <a:lnTo>
                                          <a:pt x="1617" y="1498"/>
                                        </a:lnTo>
                                        <a:lnTo>
                                          <a:pt x="1613" y="1504"/>
                                        </a:lnTo>
                                        <a:lnTo>
                                          <a:pt x="1608" y="1509"/>
                                        </a:lnTo>
                                        <a:lnTo>
                                          <a:pt x="1602" y="1523"/>
                                        </a:lnTo>
                                        <a:lnTo>
                                          <a:pt x="1598" y="1529"/>
                                        </a:lnTo>
                                        <a:lnTo>
                                          <a:pt x="1593" y="1534"/>
                                        </a:lnTo>
                                        <a:lnTo>
                                          <a:pt x="1590" y="1535"/>
                                        </a:lnTo>
                                        <a:lnTo>
                                          <a:pt x="1587" y="1536"/>
                                        </a:lnTo>
                                        <a:lnTo>
                                          <a:pt x="1583" y="1537"/>
                                        </a:lnTo>
                                        <a:lnTo>
                                          <a:pt x="1578" y="1537"/>
                                        </a:lnTo>
                                        <a:lnTo>
                                          <a:pt x="1578" y="1537"/>
                                        </a:lnTo>
                                        <a:lnTo>
                                          <a:pt x="1576" y="1541"/>
                                        </a:lnTo>
                                        <a:lnTo>
                                          <a:pt x="1572" y="1545"/>
                                        </a:lnTo>
                                        <a:lnTo>
                                          <a:pt x="1568" y="1547"/>
                                        </a:lnTo>
                                        <a:lnTo>
                                          <a:pt x="1563" y="1548"/>
                                        </a:lnTo>
                                        <a:lnTo>
                                          <a:pt x="1556" y="1551"/>
                                        </a:lnTo>
                                        <a:lnTo>
                                          <a:pt x="1553" y="1553"/>
                                        </a:lnTo>
                                        <a:lnTo>
                                          <a:pt x="1552" y="1557"/>
                                        </a:lnTo>
                                        <a:lnTo>
                                          <a:pt x="1552" y="1557"/>
                                        </a:lnTo>
                                        <a:lnTo>
                                          <a:pt x="1556" y="1561"/>
                                        </a:lnTo>
                                        <a:lnTo>
                                          <a:pt x="1560" y="1564"/>
                                        </a:lnTo>
                                        <a:lnTo>
                                          <a:pt x="1565" y="1565"/>
                                        </a:lnTo>
                                        <a:lnTo>
                                          <a:pt x="1571" y="1565"/>
                                        </a:lnTo>
                                        <a:lnTo>
                                          <a:pt x="1582" y="1564"/>
                                        </a:lnTo>
                                        <a:lnTo>
                                          <a:pt x="1591" y="1562"/>
                                        </a:lnTo>
                                        <a:lnTo>
                                          <a:pt x="1591" y="1562"/>
                                        </a:lnTo>
                                        <a:lnTo>
                                          <a:pt x="1599" y="1557"/>
                                        </a:lnTo>
                                        <a:lnTo>
                                          <a:pt x="1607" y="1553"/>
                                        </a:lnTo>
                                        <a:lnTo>
                                          <a:pt x="1616" y="1552"/>
                                        </a:lnTo>
                                        <a:lnTo>
                                          <a:pt x="1625" y="1551"/>
                                        </a:lnTo>
                                        <a:lnTo>
                                          <a:pt x="1642" y="1553"/>
                                        </a:lnTo>
                                        <a:lnTo>
                                          <a:pt x="1651" y="1553"/>
                                        </a:lnTo>
                                        <a:lnTo>
                                          <a:pt x="1660" y="1552"/>
                                        </a:lnTo>
                                        <a:lnTo>
                                          <a:pt x="1660" y="1552"/>
                                        </a:lnTo>
                                        <a:lnTo>
                                          <a:pt x="1660" y="1559"/>
                                        </a:lnTo>
                                        <a:lnTo>
                                          <a:pt x="1661" y="1564"/>
                                        </a:lnTo>
                                        <a:lnTo>
                                          <a:pt x="1663" y="1567"/>
                                        </a:lnTo>
                                        <a:lnTo>
                                          <a:pt x="1666" y="1571"/>
                                        </a:lnTo>
                                        <a:lnTo>
                                          <a:pt x="1670" y="1573"/>
                                        </a:lnTo>
                                        <a:lnTo>
                                          <a:pt x="1673" y="1574"/>
                                        </a:lnTo>
                                        <a:lnTo>
                                          <a:pt x="1683" y="1575"/>
                                        </a:lnTo>
                                        <a:lnTo>
                                          <a:pt x="1691" y="1575"/>
                                        </a:lnTo>
                                        <a:lnTo>
                                          <a:pt x="1701" y="1576"/>
                                        </a:lnTo>
                                        <a:lnTo>
                                          <a:pt x="1705" y="1577"/>
                                        </a:lnTo>
                                        <a:lnTo>
                                          <a:pt x="1709" y="1579"/>
                                        </a:lnTo>
                                        <a:lnTo>
                                          <a:pt x="1713" y="1581"/>
                                        </a:lnTo>
                                        <a:lnTo>
                                          <a:pt x="1716" y="1586"/>
                                        </a:lnTo>
                                        <a:lnTo>
                                          <a:pt x="1716" y="1586"/>
                                        </a:lnTo>
                                        <a:lnTo>
                                          <a:pt x="1721" y="1585"/>
                                        </a:lnTo>
                                        <a:lnTo>
                                          <a:pt x="1726" y="1582"/>
                                        </a:lnTo>
                                        <a:lnTo>
                                          <a:pt x="1729" y="1579"/>
                                        </a:lnTo>
                                        <a:lnTo>
                                          <a:pt x="1731" y="1575"/>
                                        </a:lnTo>
                                        <a:lnTo>
                                          <a:pt x="1734" y="1566"/>
                                        </a:lnTo>
                                        <a:lnTo>
                                          <a:pt x="1738" y="1557"/>
                                        </a:lnTo>
                                        <a:lnTo>
                                          <a:pt x="1738" y="1557"/>
                                        </a:lnTo>
                                        <a:lnTo>
                                          <a:pt x="1750" y="1554"/>
                                        </a:lnTo>
                                        <a:lnTo>
                                          <a:pt x="1763" y="1550"/>
                                        </a:lnTo>
                                        <a:lnTo>
                                          <a:pt x="1775" y="1545"/>
                                        </a:lnTo>
                                        <a:lnTo>
                                          <a:pt x="1786" y="1539"/>
                                        </a:lnTo>
                                        <a:lnTo>
                                          <a:pt x="1796" y="1532"/>
                                        </a:lnTo>
                                        <a:lnTo>
                                          <a:pt x="1807" y="1524"/>
                                        </a:lnTo>
                                        <a:lnTo>
                                          <a:pt x="1816" y="1516"/>
                                        </a:lnTo>
                                        <a:lnTo>
                                          <a:pt x="1823" y="1506"/>
                                        </a:lnTo>
                                        <a:lnTo>
                                          <a:pt x="1823" y="1506"/>
                                        </a:lnTo>
                                        <a:lnTo>
                                          <a:pt x="1827" y="1497"/>
                                        </a:lnTo>
                                        <a:lnTo>
                                          <a:pt x="1828" y="1492"/>
                                        </a:lnTo>
                                        <a:lnTo>
                                          <a:pt x="1828" y="1486"/>
                                        </a:lnTo>
                                        <a:lnTo>
                                          <a:pt x="1828" y="1482"/>
                                        </a:lnTo>
                                        <a:lnTo>
                                          <a:pt x="1827" y="1477"/>
                                        </a:lnTo>
                                        <a:lnTo>
                                          <a:pt x="1823" y="1474"/>
                                        </a:lnTo>
                                        <a:lnTo>
                                          <a:pt x="1819" y="1471"/>
                                        </a:lnTo>
                                        <a:lnTo>
                                          <a:pt x="1819" y="1471"/>
                                        </a:lnTo>
                                        <a:close/>
                                        <a:moveTo>
                                          <a:pt x="1280" y="1489"/>
                                        </a:moveTo>
                                        <a:lnTo>
                                          <a:pt x="1280" y="1489"/>
                                        </a:lnTo>
                                        <a:lnTo>
                                          <a:pt x="1253" y="1520"/>
                                        </a:lnTo>
                                        <a:lnTo>
                                          <a:pt x="1225" y="1549"/>
                                        </a:lnTo>
                                        <a:lnTo>
                                          <a:pt x="1195" y="1577"/>
                                        </a:lnTo>
                                        <a:lnTo>
                                          <a:pt x="1166" y="1603"/>
                                        </a:lnTo>
                                        <a:lnTo>
                                          <a:pt x="1172" y="1603"/>
                                        </a:lnTo>
                                        <a:lnTo>
                                          <a:pt x="1172" y="1603"/>
                                        </a:lnTo>
                                        <a:lnTo>
                                          <a:pt x="1191" y="1618"/>
                                        </a:lnTo>
                                        <a:lnTo>
                                          <a:pt x="1209" y="1632"/>
                                        </a:lnTo>
                                        <a:lnTo>
                                          <a:pt x="1227" y="1646"/>
                                        </a:lnTo>
                                        <a:lnTo>
                                          <a:pt x="1246" y="1659"/>
                                        </a:lnTo>
                                        <a:lnTo>
                                          <a:pt x="1266" y="1672"/>
                                        </a:lnTo>
                                        <a:lnTo>
                                          <a:pt x="1286" y="1683"/>
                                        </a:lnTo>
                                        <a:lnTo>
                                          <a:pt x="1307" y="1695"/>
                                        </a:lnTo>
                                        <a:lnTo>
                                          <a:pt x="1327" y="1704"/>
                                        </a:lnTo>
                                        <a:lnTo>
                                          <a:pt x="1347" y="1714"/>
                                        </a:lnTo>
                                        <a:lnTo>
                                          <a:pt x="1368" y="1723"/>
                                        </a:lnTo>
                                        <a:lnTo>
                                          <a:pt x="1388" y="1731"/>
                                        </a:lnTo>
                                        <a:lnTo>
                                          <a:pt x="1410" y="1738"/>
                                        </a:lnTo>
                                        <a:lnTo>
                                          <a:pt x="1430" y="1744"/>
                                        </a:lnTo>
                                        <a:lnTo>
                                          <a:pt x="1452" y="1750"/>
                                        </a:lnTo>
                                        <a:lnTo>
                                          <a:pt x="1472" y="1755"/>
                                        </a:lnTo>
                                        <a:lnTo>
                                          <a:pt x="1492" y="1758"/>
                                        </a:lnTo>
                                        <a:lnTo>
                                          <a:pt x="1492" y="1758"/>
                                        </a:lnTo>
                                        <a:lnTo>
                                          <a:pt x="1486" y="1757"/>
                                        </a:lnTo>
                                        <a:lnTo>
                                          <a:pt x="1478" y="1755"/>
                                        </a:lnTo>
                                        <a:lnTo>
                                          <a:pt x="1473" y="1752"/>
                                        </a:lnTo>
                                        <a:lnTo>
                                          <a:pt x="1467" y="1749"/>
                                        </a:lnTo>
                                        <a:lnTo>
                                          <a:pt x="1457" y="1741"/>
                                        </a:lnTo>
                                        <a:lnTo>
                                          <a:pt x="1447" y="1730"/>
                                        </a:lnTo>
                                        <a:lnTo>
                                          <a:pt x="1440" y="1719"/>
                                        </a:lnTo>
                                        <a:lnTo>
                                          <a:pt x="1432" y="1708"/>
                                        </a:lnTo>
                                        <a:lnTo>
                                          <a:pt x="1419" y="1684"/>
                                        </a:lnTo>
                                        <a:lnTo>
                                          <a:pt x="1419" y="1684"/>
                                        </a:lnTo>
                                        <a:lnTo>
                                          <a:pt x="1417" y="1680"/>
                                        </a:lnTo>
                                        <a:lnTo>
                                          <a:pt x="1417" y="1676"/>
                                        </a:lnTo>
                                        <a:lnTo>
                                          <a:pt x="1417" y="1672"/>
                                        </a:lnTo>
                                        <a:lnTo>
                                          <a:pt x="1418" y="1669"/>
                                        </a:lnTo>
                                        <a:lnTo>
                                          <a:pt x="1423" y="1662"/>
                                        </a:lnTo>
                                        <a:lnTo>
                                          <a:pt x="1428" y="1657"/>
                                        </a:lnTo>
                                        <a:lnTo>
                                          <a:pt x="1432" y="1651"/>
                                        </a:lnTo>
                                        <a:lnTo>
                                          <a:pt x="1438" y="1645"/>
                                        </a:lnTo>
                                        <a:lnTo>
                                          <a:pt x="1439" y="1642"/>
                                        </a:lnTo>
                                        <a:lnTo>
                                          <a:pt x="1440" y="1637"/>
                                        </a:lnTo>
                                        <a:lnTo>
                                          <a:pt x="1440" y="1633"/>
                                        </a:lnTo>
                                        <a:lnTo>
                                          <a:pt x="1439" y="1629"/>
                                        </a:lnTo>
                                        <a:lnTo>
                                          <a:pt x="1439" y="1629"/>
                                        </a:lnTo>
                                        <a:lnTo>
                                          <a:pt x="1444" y="1621"/>
                                        </a:lnTo>
                                        <a:lnTo>
                                          <a:pt x="1451" y="1614"/>
                                        </a:lnTo>
                                        <a:lnTo>
                                          <a:pt x="1458" y="1608"/>
                                        </a:lnTo>
                                        <a:lnTo>
                                          <a:pt x="1465" y="1603"/>
                                        </a:lnTo>
                                        <a:lnTo>
                                          <a:pt x="1473" y="1599"/>
                                        </a:lnTo>
                                        <a:lnTo>
                                          <a:pt x="1482" y="1595"/>
                                        </a:lnTo>
                                        <a:lnTo>
                                          <a:pt x="1490" y="1592"/>
                                        </a:lnTo>
                                        <a:lnTo>
                                          <a:pt x="1500" y="1591"/>
                                        </a:lnTo>
                                        <a:lnTo>
                                          <a:pt x="1500" y="1591"/>
                                        </a:lnTo>
                                        <a:lnTo>
                                          <a:pt x="1482" y="1594"/>
                                        </a:lnTo>
                                        <a:lnTo>
                                          <a:pt x="1462" y="1598"/>
                                        </a:lnTo>
                                        <a:lnTo>
                                          <a:pt x="1462" y="1598"/>
                                        </a:lnTo>
                                        <a:lnTo>
                                          <a:pt x="1438" y="1589"/>
                                        </a:lnTo>
                                        <a:lnTo>
                                          <a:pt x="1413" y="1579"/>
                                        </a:lnTo>
                                        <a:lnTo>
                                          <a:pt x="1388" y="1568"/>
                                        </a:lnTo>
                                        <a:lnTo>
                                          <a:pt x="1365" y="1557"/>
                                        </a:lnTo>
                                        <a:lnTo>
                                          <a:pt x="1341" y="1543"/>
                                        </a:lnTo>
                                        <a:lnTo>
                                          <a:pt x="1319" y="1527"/>
                                        </a:lnTo>
                                        <a:lnTo>
                                          <a:pt x="1309" y="1518"/>
                                        </a:lnTo>
                                        <a:lnTo>
                                          <a:pt x="1298" y="1509"/>
                                        </a:lnTo>
                                        <a:lnTo>
                                          <a:pt x="1288" y="1499"/>
                                        </a:lnTo>
                                        <a:lnTo>
                                          <a:pt x="1280" y="1489"/>
                                        </a:lnTo>
                                        <a:lnTo>
                                          <a:pt x="1280" y="1489"/>
                                        </a:lnTo>
                                        <a:close/>
                                        <a:moveTo>
                                          <a:pt x="2737" y="1623"/>
                                        </a:moveTo>
                                        <a:lnTo>
                                          <a:pt x="2647" y="1740"/>
                                        </a:lnTo>
                                        <a:lnTo>
                                          <a:pt x="2647" y="1740"/>
                                        </a:lnTo>
                                        <a:lnTo>
                                          <a:pt x="2637" y="1756"/>
                                        </a:lnTo>
                                        <a:lnTo>
                                          <a:pt x="2627" y="1772"/>
                                        </a:lnTo>
                                        <a:lnTo>
                                          <a:pt x="2617" y="1788"/>
                                        </a:lnTo>
                                        <a:lnTo>
                                          <a:pt x="2609" y="1805"/>
                                        </a:lnTo>
                                        <a:lnTo>
                                          <a:pt x="2593" y="1839"/>
                                        </a:lnTo>
                                        <a:lnTo>
                                          <a:pt x="2578" y="1874"/>
                                        </a:lnTo>
                                        <a:lnTo>
                                          <a:pt x="2565" y="1909"/>
                                        </a:lnTo>
                                        <a:lnTo>
                                          <a:pt x="2553" y="1945"/>
                                        </a:lnTo>
                                        <a:lnTo>
                                          <a:pt x="2529" y="2016"/>
                                        </a:lnTo>
                                        <a:lnTo>
                                          <a:pt x="2516" y="2052"/>
                                        </a:lnTo>
                                        <a:lnTo>
                                          <a:pt x="2503" y="2086"/>
                                        </a:lnTo>
                                        <a:lnTo>
                                          <a:pt x="2488" y="2121"/>
                                        </a:lnTo>
                                        <a:lnTo>
                                          <a:pt x="2471" y="2154"/>
                                        </a:lnTo>
                                        <a:lnTo>
                                          <a:pt x="2463" y="2170"/>
                                        </a:lnTo>
                                        <a:lnTo>
                                          <a:pt x="2452" y="2185"/>
                                        </a:lnTo>
                                        <a:lnTo>
                                          <a:pt x="2441" y="2201"/>
                                        </a:lnTo>
                                        <a:lnTo>
                                          <a:pt x="2430" y="2216"/>
                                        </a:lnTo>
                                        <a:lnTo>
                                          <a:pt x="2417" y="2232"/>
                                        </a:lnTo>
                                        <a:lnTo>
                                          <a:pt x="2405" y="2246"/>
                                        </a:lnTo>
                                        <a:lnTo>
                                          <a:pt x="2391" y="2260"/>
                                        </a:lnTo>
                                        <a:lnTo>
                                          <a:pt x="2376" y="2273"/>
                                        </a:lnTo>
                                        <a:lnTo>
                                          <a:pt x="2376" y="2273"/>
                                        </a:lnTo>
                                        <a:lnTo>
                                          <a:pt x="2408" y="2264"/>
                                        </a:lnTo>
                                        <a:lnTo>
                                          <a:pt x="2441" y="2255"/>
                                        </a:lnTo>
                                        <a:lnTo>
                                          <a:pt x="2474" y="2248"/>
                                        </a:lnTo>
                                        <a:lnTo>
                                          <a:pt x="2509" y="2240"/>
                                        </a:lnTo>
                                        <a:lnTo>
                                          <a:pt x="2576" y="2228"/>
                                        </a:lnTo>
                                        <a:lnTo>
                                          <a:pt x="2644" y="2214"/>
                                        </a:lnTo>
                                        <a:lnTo>
                                          <a:pt x="2644" y="2214"/>
                                        </a:lnTo>
                                        <a:lnTo>
                                          <a:pt x="2662" y="2210"/>
                                        </a:lnTo>
                                        <a:lnTo>
                                          <a:pt x="2682" y="2204"/>
                                        </a:lnTo>
                                        <a:lnTo>
                                          <a:pt x="2700" y="2197"/>
                                        </a:lnTo>
                                        <a:lnTo>
                                          <a:pt x="2719" y="2188"/>
                                        </a:lnTo>
                                        <a:lnTo>
                                          <a:pt x="2738" y="2181"/>
                                        </a:lnTo>
                                        <a:lnTo>
                                          <a:pt x="2757" y="2171"/>
                                        </a:lnTo>
                                        <a:lnTo>
                                          <a:pt x="2775" y="2161"/>
                                        </a:lnTo>
                                        <a:lnTo>
                                          <a:pt x="2793" y="2151"/>
                                        </a:lnTo>
                                        <a:lnTo>
                                          <a:pt x="2811" y="2140"/>
                                        </a:lnTo>
                                        <a:lnTo>
                                          <a:pt x="2829" y="2128"/>
                                        </a:lnTo>
                                        <a:lnTo>
                                          <a:pt x="2846" y="2116"/>
                                        </a:lnTo>
                                        <a:lnTo>
                                          <a:pt x="2863" y="2103"/>
                                        </a:lnTo>
                                        <a:lnTo>
                                          <a:pt x="2880" y="2089"/>
                                        </a:lnTo>
                                        <a:lnTo>
                                          <a:pt x="2897" y="2075"/>
                                        </a:lnTo>
                                        <a:lnTo>
                                          <a:pt x="2913" y="2061"/>
                                        </a:lnTo>
                                        <a:lnTo>
                                          <a:pt x="2928" y="2046"/>
                                        </a:lnTo>
                                        <a:lnTo>
                                          <a:pt x="2943" y="2030"/>
                                        </a:lnTo>
                                        <a:lnTo>
                                          <a:pt x="2957" y="2014"/>
                                        </a:lnTo>
                                        <a:lnTo>
                                          <a:pt x="2971" y="1998"/>
                                        </a:lnTo>
                                        <a:lnTo>
                                          <a:pt x="2985" y="1981"/>
                                        </a:lnTo>
                                        <a:lnTo>
                                          <a:pt x="2996" y="1964"/>
                                        </a:lnTo>
                                        <a:lnTo>
                                          <a:pt x="3008" y="1947"/>
                                        </a:lnTo>
                                        <a:lnTo>
                                          <a:pt x="3020" y="1929"/>
                                        </a:lnTo>
                                        <a:lnTo>
                                          <a:pt x="3031" y="1911"/>
                                        </a:lnTo>
                                        <a:lnTo>
                                          <a:pt x="3041" y="1893"/>
                                        </a:lnTo>
                                        <a:lnTo>
                                          <a:pt x="3049" y="1875"/>
                                        </a:lnTo>
                                        <a:lnTo>
                                          <a:pt x="3057" y="1856"/>
                                        </a:lnTo>
                                        <a:lnTo>
                                          <a:pt x="3064" y="1837"/>
                                        </a:lnTo>
                                        <a:lnTo>
                                          <a:pt x="3071" y="1819"/>
                                        </a:lnTo>
                                        <a:lnTo>
                                          <a:pt x="3076" y="1799"/>
                                        </a:lnTo>
                                        <a:lnTo>
                                          <a:pt x="3079" y="1780"/>
                                        </a:lnTo>
                                        <a:lnTo>
                                          <a:pt x="3082" y="1760"/>
                                        </a:lnTo>
                                        <a:lnTo>
                                          <a:pt x="3082" y="1760"/>
                                        </a:lnTo>
                                        <a:lnTo>
                                          <a:pt x="3076" y="1777"/>
                                        </a:lnTo>
                                        <a:lnTo>
                                          <a:pt x="3067" y="1792"/>
                                        </a:lnTo>
                                        <a:lnTo>
                                          <a:pt x="3059" y="1807"/>
                                        </a:lnTo>
                                        <a:lnTo>
                                          <a:pt x="3049" y="1821"/>
                                        </a:lnTo>
                                        <a:lnTo>
                                          <a:pt x="3038" y="1835"/>
                                        </a:lnTo>
                                        <a:lnTo>
                                          <a:pt x="3028" y="1849"/>
                                        </a:lnTo>
                                        <a:lnTo>
                                          <a:pt x="3017" y="1862"/>
                                        </a:lnTo>
                                        <a:lnTo>
                                          <a:pt x="3004" y="1874"/>
                                        </a:lnTo>
                                        <a:lnTo>
                                          <a:pt x="2979" y="1897"/>
                                        </a:lnTo>
                                        <a:lnTo>
                                          <a:pt x="2952" y="1920"/>
                                        </a:lnTo>
                                        <a:lnTo>
                                          <a:pt x="2925" y="1940"/>
                                        </a:lnTo>
                                        <a:lnTo>
                                          <a:pt x="2896" y="1960"/>
                                        </a:lnTo>
                                        <a:lnTo>
                                          <a:pt x="2896" y="1960"/>
                                        </a:lnTo>
                                        <a:lnTo>
                                          <a:pt x="2847" y="1984"/>
                                        </a:lnTo>
                                        <a:lnTo>
                                          <a:pt x="2798" y="2008"/>
                                        </a:lnTo>
                                        <a:lnTo>
                                          <a:pt x="2748" y="2034"/>
                                        </a:lnTo>
                                        <a:lnTo>
                                          <a:pt x="2701" y="2061"/>
                                        </a:lnTo>
                                        <a:lnTo>
                                          <a:pt x="2654" y="2090"/>
                                        </a:lnTo>
                                        <a:lnTo>
                                          <a:pt x="2608" y="2121"/>
                                        </a:lnTo>
                                        <a:lnTo>
                                          <a:pt x="2585" y="2137"/>
                                        </a:lnTo>
                                        <a:lnTo>
                                          <a:pt x="2564" y="2154"/>
                                        </a:lnTo>
                                        <a:lnTo>
                                          <a:pt x="2542" y="2171"/>
                                        </a:lnTo>
                                        <a:lnTo>
                                          <a:pt x="2521" y="2190"/>
                                        </a:lnTo>
                                        <a:lnTo>
                                          <a:pt x="2508" y="2190"/>
                                        </a:lnTo>
                                        <a:lnTo>
                                          <a:pt x="2515" y="2179"/>
                                        </a:lnTo>
                                        <a:lnTo>
                                          <a:pt x="2515" y="2179"/>
                                        </a:lnTo>
                                        <a:lnTo>
                                          <a:pt x="2532" y="2166"/>
                                        </a:lnTo>
                                        <a:lnTo>
                                          <a:pt x="2549" y="2153"/>
                                        </a:lnTo>
                                        <a:lnTo>
                                          <a:pt x="2564" y="2140"/>
                                        </a:lnTo>
                                        <a:lnTo>
                                          <a:pt x="2576" y="2126"/>
                                        </a:lnTo>
                                        <a:lnTo>
                                          <a:pt x="2588" y="2111"/>
                                        </a:lnTo>
                                        <a:lnTo>
                                          <a:pt x="2600" y="2096"/>
                                        </a:lnTo>
                                        <a:lnTo>
                                          <a:pt x="2610" y="2080"/>
                                        </a:lnTo>
                                        <a:lnTo>
                                          <a:pt x="2619" y="2063"/>
                                        </a:lnTo>
                                        <a:lnTo>
                                          <a:pt x="2627" y="2047"/>
                                        </a:lnTo>
                                        <a:lnTo>
                                          <a:pt x="2634" y="2030"/>
                                        </a:lnTo>
                                        <a:lnTo>
                                          <a:pt x="2642" y="2013"/>
                                        </a:lnTo>
                                        <a:lnTo>
                                          <a:pt x="2647" y="1994"/>
                                        </a:lnTo>
                                        <a:lnTo>
                                          <a:pt x="2658" y="1959"/>
                                        </a:lnTo>
                                        <a:lnTo>
                                          <a:pt x="2667" y="1921"/>
                                        </a:lnTo>
                                        <a:lnTo>
                                          <a:pt x="2674" y="1883"/>
                                        </a:lnTo>
                                        <a:lnTo>
                                          <a:pt x="2681" y="1846"/>
                                        </a:lnTo>
                                        <a:lnTo>
                                          <a:pt x="2695" y="1769"/>
                                        </a:lnTo>
                                        <a:lnTo>
                                          <a:pt x="2702" y="1731"/>
                                        </a:lnTo>
                                        <a:lnTo>
                                          <a:pt x="2711" y="1695"/>
                                        </a:lnTo>
                                        <a:lnTo>
                                          <a:pt x="2716" y="1676"/>
                                        </a:lnTo>
                                        <a:lnTo>
                                          <a:pt x="2723" y="1658"/>
                                        </a:lnTo>
                                        <a:lnTo>
                                          <a:pt x="2729" y="1641"/>
                                        </a:lnTo>
                                        <a:lnTo>
                                          <a:pt x="2737" y="1623"/>
                                        </a:lnTo>
                                        <a:lnTo>
                                          <a:pt x="2737" y="1623"/>
                                        </a:lnTo>
                                        <a:close/>
                                        <a:moveTo>
                                          <a:pt x="2059" y="1636"/>
                                        </a:moveTo>
                                        <a:lnTo>
                                          <a:pt x="2059" y="1639"/>
                                        </a:lnTo>
                                        <a:lnTo>
                                          <a:pt x="2059" y="1639"/>
                                        </a:lnTo>
                                        <a:lnTo>
                                          <a:pt x="2046" y="1648"/>
                                        </a:lnTo>
                                        <a:lnTo>
                                          <a:pt x="2037" y="1657"/>
                                        </a:lnTo>
                                        <a:lnTo>
                                          <a:pt x="2033" y="1665"/>
                                        </a:lnTo>
                                        <a:lnTo>
                                          <a:pt x="2032" y="1669"/>
                                        </a:lnTo>
                                        <a:lnTo>
                                          <a:pt x="2031" y="1672"/>
                                        </a:lnTo>
                                        <a:lnTo>
                                          <a:pt x="2032" y="1675"/>
                                        </a:lnTo>
                                        <a:lnTo>
                                          <a:pt x="2032" y="1678"/>
                                        </a:lnTo>
                                        <a:lnTo>
                                          <a:pt x="2036" y="1684"/>
                                        </a:lnTo>
                                        <a:lnTo>
                                          <a:pt x="2041" y="1689"/>
                                        </a:lnTo>
                                        <a:lnTo>
                                          <a:pt x="2048" y="1695"/>
                                        </a:lnTo>
                                        <a:lnTo>
                                          <a:pt x="2064" y="1705"/>
                                        </a:lnTo>
                                        <a:lnTo>
                                          <a:pt x="2073" y="1711"/>
                                        </a:lnTo>
                                        <a:lnTo>
                                          <a:pt x="2080" y="1716"/>
                                        </a:lnTo>
                                        <a:lnTo>
                                          <a:pt x="2088" y="1723"/>
                                        </a:lnTo>
                                        <a:lnTo>
                                          <a:pt x="2093" y="1729"/>
                                        </a:lnTo>
                                        <a:lnTo>
                                          <a:pt x="2097" y="1737"/>
                                        </a:lnTo>
                                        <a:lnTo>
                                          <a:pt x="2098" y="1741"/>
                                        </a:lnTo>
                                        <a:lnTo>
                                          <a:pt x="2098" y="1745"/>
                                        </a:lnTo>
                                        <a:lnTo>
                                          <a:pt x="2098" y="1745"/>
                                        </a:lnTo>
                                        <a:lnTo>
                                          <a:pt x="2093" y="1754"/>
                                        </a:lnTo>
                                        <a:lnTo>
                                          <a:pt x="2085" y="1764"/>
                                        </a:lnTo>
                                        <a:lnTo>
                                          <a:pt x="2078" y="1772"/>
                                        </a:lnTo>
                                        <a:lnTo>
                                          <a:pt x="2070" y="1781"/>
                                        </a:lnTo>
                                        <a:lnTo>
                                          <a:pt x="2065" y="1791"/>
                                        </a:lnTo>
                                        <a:lnTo>
                                          <a:pt x="2064" y="1795"/>
                                        </a:lnTo>
                                        <a:lnTo>
                                          <a:pt x="2063" y="1800"/>
                                        </a:lnTo>
                                        <a:lnTo>
                                          <a:pt x="2063" y="1805"/>
                                        </a:lnTo>
                                        <a:lnTo>
                                          <a:pt x="2064" y="1810"/>
                                        </a:lnTo>
                                        <a:lnTo>
                                          <a:pt x="2067" y="1815"/>
                                        </a:lnTo>
                                        <a:lnTo>
                                          <a:pt x="2072" y="1820"/>
                                        </a:lnTo>
                                        <a:lnTo>
                                          <a:pt x="2072" y="1820"/>
                                        </a:lnTo>
                                        <a:lnTo>
                                          <a:pt x="2074" y="1823"/>
                                        </a:lnTo>
                                        <a:lnTo>
                                          <a:pt x="2074" y="1827"/>
                                        </a:lnTo>
                                        <a:lnTo>
                                          <a:pt x="2074" y="1830"/>
                                        </a:lnTo>
                                        <a:lnTo>
                                          <a:pt x="2072" y="1833"/>
                                        </a:lnTo>
                                        <a:lnTo>
                                          <a:pt x="2067" y="1839"/>
                                        </a:lnTo>
                                        <a:lnTo>
                                          <a:pt x="2064" y="1846"/>
                                        </a:lnTo>
                                        <a:lnTo>
                                          <a:pt x="2172" y="1753"/>
                                        </a:lnTo>
                                        <a:lnTo>
                                          <a:pt x="2172" y="1753"/>
                                        </a:lnTo>
                                        <a:lnTo>
                                          <a:pt x="2167" y="1756"/>
                                        </a:lnTo>
                                        <a:lnTo>
                                          <a:pt x="2162" y="1757"/>
                                        </a:lnTo>
                                        <a:lnTo>
                                          <a:pt x="2156" y="1758"/>
                                        </a:lnTo>
                                        <a:lnTo>
                                          <a:pt x="2151" y="1757"/>
                                        </a:lnTo>
                                        <a:lnTo>
                                          <a:pt x="2147" y="1755"/>
                                        </a:lnTo>
                                        <a:lnTo>
                                          <a:pt x="2141" y="1752"/>
                                        </a:lnTo>
                                        <a:lnTo>
                                          <a:pt x="2138" y="1749"/>
                                        </a:lnTo>
                                        <a:lnTo>
                                          <a:pt x="2135" y="1743"/>
                                        </a:lnTo>
                                        <a:lnTo>
                                          <a:pt x="2135" y="1743"/>
                                        </a:lnTo>
                                        <a:lnTo>
                                          <a:pt x="2134" y="1734"/>
                                        </a:lnTo>
                                        <a:lnTo>
                                          <a:pt x="2133" y="1727"/>
                                        </a:lnTo>
                                        <a:lnTo>
                                          <a:pt x="2130" y="1719"/>
                                        </a:lnTo>
                                        <a:lnTo>
                                          <a:pt x="2126" y="1712"/>
                                        </a:lnTo>
                                        <a:lnTo>
                                          <a:pt x="2122" y="1705"/>
                                        </a:lnTo>
                                        <a:lnTo>
                                          <a:pt x="2117" y="1699"/>
                                        </a:lnTo>
                                        <a:lnTo>
                                          <a:pt x="2105" y="1686"/>
                                        </a:lnTo>
                                        <a:lnTo>
                                          <a:pt x="2079" y="1662"/>
                                        </a:lnTo>
                                        <a:lnTo>
                                          <a:pt x="2067" y="1650"/>
                                        </a:lnTo>
                                        <a:lnTo>
                                          <a:pt x="2063" y="1643"/>
                                        </a:lnTo>
                                        <a:lnTo>
                                          <a:pt x="2059" y="1636"/>
                                        </a:lnTo>
                                        <a:lnTo>
                                          <a:pt x="2059" y="1636"/>
                                        </a:lnTo>
                                        <a:close/>
                                        <a:moveTo>
                                          <a:pt x="449" y="1642"/>
                                        </a:moveTo>
                                        <a:lnTo>
                                          <a:pt x="480" y="1720"/>
                                        </a:lnTo>
                                        <a:lnTo>
                                          <a:pt x="480" y="1720"/>
                                        </a:lnTo>
                                        <a:lnTo>
                                          <a:pt x="491" y="1787"/>
                                        </a:lnTo>
                                        <a:lnTo>
                                          <a:pt x="502" y="1854"/>
                                        </a:lnTo>
                                        <a:lnTo>
                                          <a:pt x="508" y="1888"/>
                                        </a:lnTo>
                                        <a:lnTo>
                                          <a:pt x="516" y="1921"/>
                                        </a:lnTo>
                                        <a:lnTo>
                                          <a:pt x="523" y="1953"/>
                                        </a:lnTo>
                                        <a:lnTo>
                                          <a:pt x="533" y="1986"/>
                                        </a:lnTo>
                                        <a:lnTo>
                                          <a:pt x="544" y="2017"/>
                                        </a:lnTo>
                                        <a:lnTo>
                                          <a:pt x="557" y="2047"/>
                                        </a:lnTo>
                                        <a:lnTo>
                                          <a:pt x="572" y="2076"/>
                                        </a:lnTo>
                                        <a:lnTo>
                                          <a:pt x="579" y="2090"/>
                                        </a:lnTo>
                                        <a:lnTo>
                                          <a:pt x="589" y="2104"/>
                                        </a:lnTo>
                                        <a:lnTo>
                                          <a:pt x="598" y="2118"/>
                                        </a:lnTo>
                                        <a:lnTo>
                                          <a:pt x="608" y="2131"/>
                                        </a:lnTo>
                                        <a:lnTo>
                                          <a:pt x="619" y="2144"/>
                                        </a:lnTo>
                                        <a:lnTo>
                                          <a:pt x="630" y="2156"/>
                                        </a:lnTo>
                                        <a:lnTo>
                                          <a:pt x="643" y="2168"/>
                                        </a:lnTo>
                                        <a:lnTo>
                                          <a:pt x="656" y="2180"/>
                                        </a:lnTo>
                                        <a:lnTo>
                                          <a:pt x="668" y="2192"/>
                                        </a:lnTo>
                                        <a:lnTo>
                                          <a:pt x="683" y="2201"/>
                                        </a:lnTo>
                                        <a:lnTo>
                                          <a:pt x="681" y="2204"/>
                                        </a:lnTo>
                                        <a:lnTo>
                                          <a:pt x="681" y="2204"/>
                                        </a:lnTo>
                                        <a:lnTo>
                                          <a:pt x="662" y="2195"/>
                                        </a:lnTo>
                                        <a:lnTo>
                                          <a:pt x="645" y="2184"/>
                                        </a:lnTo>
                                        <a:lnTo>
                                          <a:pt x="628" y="2172"/>
                                        </a:lnTo>
                                        <a:lnTo>
                                          <a:pt x="610" y="2159"/>
                                        </a:lnTo>
                                        <a:lnTo>
                                          <a:pt x="577" y="2133"/>
                                        </a:lnTo>
                                        <a:lnTo>
                                          <a:pt x="561" y="2121"/>
                                        </a:lnTo>
                                        <a:lnTo>
                                          <a:pt x="544" y="2110"/>
                                        </a:lnTo>
                                        <a:lnTo>
                                          <a:pt x="544" y="2110"/>
                                        </a:lnTo>
                                        <a:lnTo>
                                          <a:pt x="515" y="2091"/>
                                        </a:lnTo>
                                        <a:lnTo>
                                          <a:pt x="485" y="2075"/>
                                        </a:lnTo>
                                        <a:lnTo>
                                          <a:pt x="455" y="2059"/>
                                        </a:lnTo>
                                        <a:lnTo>
                                          <a:pt x="423" y="2044"/>
                                        </a:lnTo>
                                        <a:lnTo>
                                          <a:pt x="360" y="2013"/>
                                        </a:lnTo>
                                        <a:lnTo>
                                          <a:pt x="329" y="1997"/>
                                        </a:lnTo>
                                        <a:lnTo>
                                          <a:pt x="298" y="1979"/>
                                        </a:lnTo>
                                        <a:lnTo>
                                          <a:pt x="268" y="1961"/>
                                        </a:lnTo>
                                        <a:lnTo>
                                          <a:pt x="240" y="1942"/>
                                        </a:lnTo>
                                        <a:lnTo>
                                          <a:pt x="212" y="1921"/>
                                        </a:lnTo>
                                        <a:lnTo>
                                          <a:pt x="198" y="1910"/>
                                        </a:lnTo>
                                        <a:lnTo>
                                          <a:pt x="185" y="1898"/>
                                        </a:lnTo>
                                        <a:lnTo>
                                          <a:pt x="173" y="1885"/>
                                        </a:lnTo>
                                        <a:lnTo>
                                          <a:pt x="161" y="1873"/>
                                        </a:lnTo>
                                        <a:lnTo>
                                          <a:pt x="150" y="1860"/>
                                        </a:lnTo>
                                        <a:lnTo>
                                          <a:pt x="139" y="1846"/>
                                        </a:lnTo>
                                        <a:lnTo>
                                          <a:pt x="129" y="1830"/>
                                        </a:lnTo>
                                        <a:lnTo>
                                          <a:pt x="119" y="1815"/>
                                        </a:lnTo>
                                        <a:lnTo>
                                          <a:pt x="110" y="1799"/>
                                        </a:lnTo>
                                        <a:lnTo>
                                          <a:pt x="102" y="1782"/>
                                        </a:lnTo>
                                        <a:lnTo>
                                          <a:pt x="102" y="1782"/>
                                        </a:lnTo>
                                        <a:lnTo>
                                          <a:pt x="107" y="1807"/>
                                        </a:lnTo>
                                        <a:lnTo>
                                          <a:pt x="114" y="1833"/>
                                        </a:lnTo>
                                        <a:lnTo>
                                          <a:pt x="122" y="1857"/>
                                        </a:lnTo>
                                        <a:lnTo>
                                          <a:pt x="131" y="1881"/>
                                        </a:lnTo>
                                        <a:lnTo>
                                          <a:pt x="142" y="1905"/>
                                        </a:lnTo>
                                        <a:lnTo>
                                          <a:pt x="155" y="1929"/>
                                        </a:lnTo>
                                        <a:lnTo>
                                          <a:pt x="168" y="1951"/>
                                        </a:lnTo>
                                        <a:lnTo>
                                          <a:pt x="183" y="1973"/>
                                        </a:lnTo>
                                        <a:lnTo>
                                          <a:pt x="198" y="1994"/>
                                        </a:lnTo>
                                        <a:lnTo>
                                          <a:pt x="215" y="2016"/>
                                        </a:lnTo>
                                        <a:lnTo>
                                          <a:pt x="232" y="2035"/>
                                        </a:lnTo>
                                        <a:lnTo>
                                          <a:pt x="251" y="2055"/>
                                        </a:lnTo>
                                        <a:lnTo>
                                          <a:pt x="270" y="2074"/>
                                        </a:lnTo>
                                        <a:lnTo>
                                          <a:pt x="289" y="2092"/>
                                        </a:lnTo>
                                        <a:lnTo>
                                          <a:pt x="310" y="2109"/>
                                        </a:lnTo>
                                        <a:lnTo>
                                          <a:pt x="330" y="2126"/>
                                        </a:lnTo>
                                        <a:lnTo>
                                          <a:pt x="330" y="2126"/>
                                        </a:lnTo>
                                        <a:lnTo>
                                          <a:pt x="343" y="2137"/>
                                        </a:lnTo>
                                        <a:lnTo>
                                          <a:pt x="356" y="2146"/>
                                        </a:lnTo>
                                        <a:lnTo>
                                          <a:pt x="369" y="2156"/>
                                        </a:lnTo>
                                        <a:lnTo>
                                          <a:pt x="383" y="2165"/>
                                        </a:lnTo>
                                        <a:lnTo>
                                          <a:pt x="411" y="2180"/>
                                        </a:lnTo>
                                        <a:lnTo>
                                          <a:pt x="440" y="2194"/>
                                        </a:lnTo>
                                        <a:lnTo>
                                          <a:pt x="470" y="2205"/>
                                        </a:lnTo>
                                        <a:lnTo>
                                          <a:pt x="500" y="2214"/>
                                        </a:lnTo>
                                        <a:lnTo>
                                          <a:pt x="530" y="2223"/>
                                        </a:lnTo>
                                        <a:lnTo>
                                          <a:pt x="562" y="2231"/>
                                        </a:lnTo>
                                        <a:lnTo>
                                          <a:pt x="593" y="2237"/>
                                        </a:lnTo>
                                        <a:lnTo>
                                          <a:pt x="625" y="2243"/>
                                        </a:lnTo>
                                        <a:lnTo>
                                          <a:pt x="689" y="2254"/>
                                        </a:lnTo>
                                        <a:lnTo>
                                          <a:pt x="721" y="2261"/>
                                        </a:lnTo>
                                        <a:lnTo>
                                          <a:pt x="753" y="2267"/>
                                        </a:lnTo>
                                        <a:lnTo>
                                          <a:pt x="784" y="2275"/>
                                        </a:lnTo>
                                        <a:lnTo>
                                          <a:pt x="816" y="2282"/>
                                        </a:lnTo>
                                        <a:lnTo>
                                          <a:pt x="816" y="2282"/>
                                        </a:lnTo>
                                        <a:lnTo>
                                          <a:pt x="794" y="2265"/>
                                        </a:lnTo>
                                        <a:lnTo>
                                          <a:pt x="775" y="2247"/>
                                        </a:lnTo>
                                        <a:lnTo>
                                          <a:pt x="758" y="2227"/>
                                        </a:lnTo>
                                        <a:lnTo>
                                          <a:pt x="743" y="2207"/>
                                        </a:lnTo>
                                        <a:lnTo>
                                          <a:pt x="729" y="2186"/>
                                        </a:lnTo>
                                        <a:lnTo>
                                          <a:pt x="716" y="2164"/>
                                        </a:lnTo>
                                        <a:lnTo>
                                          <a:pt x="705" y="2141"/>
                                        </a:lnTo>
                                        <a:lnTo>
                                          <a:pt x="694" y="2117"/>
                                        </a:lnTo>
                                        <a:lnTo>
                                          <a:pt x="694" y="2117"/>
                                        </a:lnTo>
                                        <a:lnTo>
                                          <a:pt x="649" y="1991"/>
                                        </a:lnTo>
                                        <a:lnTo>
                                          <a:pt x="624" y="1929"/>
                                        </a:lnTo>
                                        <a:lnTo>
                                          <a:pt x="611" y="1898"/>
                                        </a:lnTo>
                                        <a:lnTo>
                                          <a:pt x="599" y="1867"/>
                                        </a:lnTo>
                                        <a:lnTo>
                                          <a:pt x="584" y="1837"/>
                                        </a:lnTo>
                                        <a:lnTo>
                                          <a:pt x="569" y="1808"/>
                                        </a:lnTo>
                                        <a:lnTo>
                                          <a:pt x="552" y="1778"/>
                                        </a:lnTo>
                                        <a:lnTo>
                                          <a:pt x="534" y="1750"/>
                                        </a:lnTo>
                                        <a:lnTo>
                                          <a:pt x="516" y="1722"/>
                                        </a:lnTo>
                                        <a:lnTo>
                                          <a:pt x="495" y="1694"/>
                                        </a:lnTo>
                                        <a:lnTo>
                                          <a:pt x="473" y="1668"/>
                                        </a:lnTo>
                                        <a:lnTo>
                                          <a:pt x="449" y="1642"/>
                                        </a:lnTo>
                                        <a:lnTo>
                                          <a:pt x="449" y="1642"/>
                                        </a:lnTo>
                                        <a:close/>
                                        <a:moveTo>
                                          <a:pt x="1160" y="1676"/>
                                        </a:moveTo>
                                        <a:lnTo>
                                          <a:pt x="1172" y="1692"/>
                                        </a:lnTo>
                                        <a:lnTo>
                                          <a:pt x="1160" y="1676"/>
                                        </a:lnTo>
                                        <a:close/>
                                        <a:moveTo>
                                          <a:pt x="1178" y="1697"/>
                                        </a:moveTo>
                                        <a:lnTo>
                                          <a:pt x="1178" y="1697"/>
                                        </a:lnTo>
                                        <a:lnTo>
                                          <a:pt x="1179" y="1703"/>
                                        </a:lnTo>
                                        <a:lnTo>
                                          <a:pt x="1182" y="1708"/>
                                        </a:lnTo>
                                        <a:lnTo>
                                          <a:pt x="1189" y="1716"/>
                                        </a:lnTo>
                                        <a:lnTo>
                                          <a:pt x="1193" y="1720"/>
                                        </a:lnTo>
                                        <a:lnTo>
                                          <a:pt x="1195" y="1725"/>
                                        </a:lnTo>
                                        <a:lnTo>
                                          <a:pt x="1195" y="1731"/>
                                        </a:lnTo>
                                        <a:lnTo>
                                          <a:pt x="1193" y="1738"/>
                                        </a:lnTo>
                                        <a:lnTo>
                                          <a:pt x="1193" y="1738"/>
                                        </a:lnTo>
                                        <a:lnTo>
                                          <a:pt x="1186" y="1742"/>
                                        </a:lnTo>
                                        <a:lnTo>
                                          <a:pt x="1179" y="1745"/>
                                        </a:lnTo>
                                        <a:lnTo>
                                          <a:pt x="1165" y="1749"/>
                                        </a:lnTo>
                                        <a:lnTo>
                                          <a:pt x="1150" y="1752"/>
                                        </a:lnTo>
                                        <a:lnTo>
                                          <a:pt x="1136" y="1753"/>
                                        </a:lnTo>
                                        <a:lnTo>
                                          <a:pt x="1121" y="1755"/>
                                        </a:lnTo>
                                        <a:lnTo>
                                          <a:pt x="1106" y="1758"/>
                                        </a:lnTo>
                                        <a:lnTo>
                                          <a:pt x="1099" y="1760"/>
                                        </a:lnTo>
                                        <a:lnTo>
                                          <a:pt x="1092" y="1763"/>
                                        </a:lnTo>
                                        <a:lnTo>
                                          <a:pt x="1085" y="1767"/>
                                        </a:lnTo>
                                        <a:lnTo>
                                          <a:pt x="1079" y="1771"/>
                                        </a:lnTo>
                                        <a:lnTo>
                                          <a:pt x="1079" y="1771"/>
                                        </a:lnTo>
                                        <a:lnTo>
                                          <a:pt x="1072" y="1773"/>
                                        </a:lnTo>
                                        <a:lnTo>
                                          <a:pt x="1067" y="1775"/>
                                        </a:lnTo>
                                        <a:lnTo>
                                          <a:pt x="1062" y="1775"/>
                                        </a:lnTo>
                                        <a:lnTo>
                                          <a:pt x="1056" y="1775"/>
                                        </a:lnTo>
                                        <a:lnTo>
                                          <a:pt x="1051" y="1774"/>
                                        </a:lnTo>
                                        <a:lnTo>
                                          <a:pt x="1046" y="1772"/>
                                        </a:lnTo>
                                        <a:lnTo>
                                          <a:pt x="1036" y="1768"/>
                                        </a:lnTo>
                                        <a:lnTo>
                                          <a:pt x="1018" y="1757"/>
                                        </a:lnTo>
                                        <a:lnTo>
                                          <a:pt x="1009" y="1754"/>
                                        </a:lnTo>
                                        <a:lnTo>
                                          <a:pt x="1006" y="1753"/>
                                        </a:lnTo>
                                        <a:lnTo>
                                          <a:pt x="1003" y="1753"/>
                                        </a:lnTo>
                                        <a:lnTo>
                                          <a:pt x="1003" y="1753"/>
                                        </a:lnTo>
                                        <a:lnTo>
                                          <a:pt x="1032" y="1778"/>
                                        </a:lnTo>
                                        <a:lnTo>
                                          <a:pt x="1062" y="1801"/>
                                        </a:lnTo>
                                        <a:lnTo>
                                          <a:pt x="1092" y="1823"/>
                                        </a:lnTo>
                                        <a:lnTo>
                                          <a:pt x="1123" y="1844"/>
                                        </a:lnTo>
                                        <a:lnTo>
                                          <a:pt x="1155" y="1864"/>
                                        </a:lnTo>
                                        <a:lnTo>
                                          <a:pt x="1187" y="1883"/>
                                        </a:lnTo>
                                        <a:lnTo>
                                          <a:pt x="1221" y="1899"/>
                                        </a:lnTo>
                                        <a:lnTo>
                                          <a:pt x="1254" y="1916"/>
                                        </a:lnTo>
                                        <a:lnTo>
                                          <a:pt x="1288" y="1930"/>
                                        </a:lnTo>
                                        <a:lnTo>
                                          <a:pt x="1323" y="1943"/>
                                        </a:lnTo>
                                        <a:lnTo>
                                          <a:pt x="1358" y="1954"/>
                                        </a:lnTo>
                                        <a:lnTo>
                                          <a:pt x="1395" y="1964"/>
                                        </a:lnTo>
                                        <a:lnTo>
                                          <a:pt x="1431" y="1972"/>
                                        </a:lnTo>
                                        <a:lnTo>
                                          <a:pt x="1469" y="1978"/>
                                        </a:lnTo>
                                        <a:lnTo>
                                          <a:pt x="1507" y="1982"/>
                                        </a:lnTo>
                                        <a:lnTo>
                                          <a:pt x="1546" y="1986"/>
                                        </a:lnTo>
                                        <a:lnTo>
                                          <a:pt x="1559" y="1993"/>
                                        </a:lnTo>
                                        <a:lnTo>
                                          <a:pt x="1559" y="1993"/>
                                        </a:lnTo>
                                        <a:lnTo>
                                          <a:pt x="1556" y="1974"/>
                                        </a:lnTo>
                                        <a:lnTo>
                                          <a:pt x="1555" y="1953"/>
                                        </a:lnTo>
                                        <a:lnTo>
                                          <a:pt x="1554" y="1933"/>
                                        </a:lnTo>
                                        <a:lnTo>
                                          <a:pt x="1554" y="1912"/>
                                        </a:lnTo>
                                        <a:lnTo>
                                          <a:pt x="1555" y="1870"/>
                                        </a:lnTo>
                                        <a:lnTo>
                                          <a:pt x="1557" y="1829"/>
                                        </a:lnTo>
                                        <a:lnTo>
                                          <a:pt x="1557" y="1829"/>
                                        </a:lnTo>
                                        <a:lnTo>
                                          <a:pt x="1530" y="1830"/>
                                        </a:lnTo>
                                        <a:lnTo>
                                          <a:pt x="1504" y="1829"/>
                                        </a:lnTo>
                                        <a:lnTo>
                                          <a:pt x="1478" y="1827"/>
                                        </a:lnTo>
                                        <a:lnTo>
                                          <a:pt x="1453" y="1824"/>
                                        </a:lnTo>
                                        <a:lnTo>
                                          <a:pt x="1428" y="1819"/>
                                        </a:lnTo>
                                        <a:lnTo>
                                          <a:pt x="1403" y="1813"/>
                                        </a:lnTo>
                                        <a:lnTo>
                                          <a:pt x="1379" y="1806"/>
                                        </a:lnTo>
                                        <a:lnTo>
                                          <a:pt x="1355" y="1797"/>
                                        </a:lnTo>
                                        <a:lnTo>
                                          <a:pt x="1331" y="1787"/>
                                        </a:lnTo>
                                        <a:lnTo>
                                          <a:pt x="1309" y="1777"/>
                                        </a:lnTo>
                                        <a:lnTo>
                                          <a:pt x="1285" y="1766"/>
                                        </a:lnTo>
                                        <a:lnTo>
                                          <a:pt x="1264" y="1753"/>
                                        </a:lnTo>
                                        <a:lnTo>
                                          <a:pt x="1241" y="1740"/>
                                        </a:lnTo>
                                        <a:lnTo>
                                          <a:pt x="1220" y="1726"/>
                                        </a:lnTo>
                                        <a:lnTo>
                                          <a:pt x="1198" y="1712"/>
                                        </a:lnTo>
                                        <a:lnTo>
                                          <a:pt x="1178" y="1697"/>
                                        </a:lnTo>
                                        <a:lnTo>
                                          <a:pt x="1178" y="1697"/>
                                        </a:lnTo>
                                        <a:close/>
                                        <a:moveTo>
                                          <a:pt x="2217" y="1792"/>
                                        </a:moveTo>
                                        <a:lnTo>
                                          <a:pt x="2217" y="1792"/>
                                        </a:lnTo>
                                        <a:lnTo>
                                          <a:pt x="2207" y="1804"/>
                                        </a:lnTo>
                                        <a:lnTo>
                                          <a:pt x="2197" y="1814"/>
                                        </a:lnTo>
                                        <a:lnTo>
                                          <a:pt x="2186" y="1826"/>
                                        </a:lnTo>
                                        <a:lnTo>
                                          <a:pt x="2176" y="1837"/>
                                        </a:lnTo>
                                        <a:lnTo>
                                          <a:pt x="2164" y="1847"/>
                                        </a:lnTo>
                                        <a:lnTo>
                                          <a:pt x="2152" y="1856"/>
                                        </a:lnTo>
                                        <a:lnTo>
                                          <a:pt x="2140" y="1865"/>
                                        </a:lnTo>
                                        <a:lnTo>
                                          <a:pt x="2127" y="1873"/>
                                        </a:lnTo>
                                        <a:lnTo>
                                          <a:pt x="2127" y="1873"/>
                                        </a:lnTo>
                                        <a:lnTo>
                                          <a:pt x="2118" y="1877"/>
                                        </a:lnTo>
                                        <a:lnTo>
                                          <a:pt x="2108" y="1881"/>
                                        </a:lnTo>
                                        <a:lnTo>
                                          <a:pt x="2090" y="1891"/>
                                        </a:lnTo>
                                        <a:lnTo>
                                          <a:pt x="2075" y="1903"/>
                                        </a:lnTo>
                                        <a:lnTo>
                                          <a:pt x="2061" y="1915"/>
                                        </a:lnTo>
                                        <a:lnTo>
                                          <a:pt x="2047" y="1929"/>
                                        </a:lnTo>
                                        <a:lnTo>
                                          <a:pt x="2035" y="1943"/>
                                        </a:lnTo>
                                        <a:lnTo>
                                          <a:pt x="2012" y="1973"/>
                                        </a:lnTo>
                                        <a:lnTo>
                                          <a:pt x="1990" y="2003"/>
                                        </a:lnTo>
                                        <a:lnTo>
                                          <a:pt x="1978" y="2018"/>
                                        </a:lnTo>
                                        <a:lnTo>
                                          <a:pt x="1965" y="2031"/>
                                        </a:lnTo>
                                        <a:lnTo>
                                          <a:pt x="1950" y="2044"/>
                                        </a:lnTo>
                                        <a:lnTo>
                                          <a:pt x="1935" y="2056"/>
                                        </a:lnTo>
                                        <a:lnTo>
                                          <a:pt x="1918" y="2067"/>
                                        </a:lnTo>
                                        <a:lnTo>
                                          <a:pt x="1899" y="2075"/>
                                        </a:lnTo>
                                        <a:lnTo>
                                          <a:pt x="1899" y="2075"/>
                                        </a:lnTo>
                                        <a:lnTo>
                                          <a:pt x="1891" y="2077"/>
                                        </a:lnTo>
                                        <a:lnTo>
                                          <a:pt x="1883" y="2077"/>
                                        </a:lnTo>
                                        <a:lnTo>
                                          <a:pt x="1877" y="2077"/>
                                        </a:lnTo>
                                        <a:lnTo>
                                          <a:pt x="1870" y="2075"/>
                                        </a:lnTo>
                                        <a:lnTo>
                                          <a:pt x="1863" y="2073"/>
                                        </a:lnTo>
                                        <a:lnTo>
                                          <a:pt x="1858" y="2070"/>
                                        </a:lnTo>
                                        <a:lnTo>
                                          <a:pt x="1845" y="2061"/>
                                        </a:lnTo>
                                        <a:lnTo>
                                          <a:pt x="1833" y="2050"/>
                                        </a:lnTo>
                                        <a:lnTo>
                                          <a:pt x="1821" y="2041"/>
                                        </a:lnTo>
                                        <a:lnTo>
                                          <a:pt x="1808" y="2033"/>
                                        </a:lnTo>
                                        <a:lnTo>
                                          <a:pt x="1801" y="2030"/>
                                        </a:lnTo>
                                        <a:lnTo>
                                          <a:pt x="1794" y="2028"/>
                                        </a:lnTo>
                                        <a:lnTo>
                                          <a:pt x="1794" y="2028"/>
                                        </a:lnTo>
                                        <a:lnTo>
                                          <a:pt x="1751" y="2035"/>
                                        </a:lnTo>
                                        <a:lnTo>
                                          <a:pt x="1707" y="2043"/>
                                        </a:lnTo>
                                        <a:lnTo>
                                          <a:pt x="1686" y="2045"/>
                                        </a:lnTo>
                                        <a:lnTo>
                                          <a:pt x="1663" y="2046"/>
                                        </a:lnTo>
                                        <a:lnTo>
                                          <a:pt x="1642" y="2046"/>
                                        </a:lnTo>
                                        <a:lnTo>
                                          <a:pt x="1620" y="2044"/>
                                        </a:lnTo>
                                        <a:lnTo>
                                          <a:pt x="1620" y="2222"/>
                                        </a:lnTo>
                                        <a:lnTo>
                                          <a:pt x="1628" y="2216"/>
                                        </a:lnTo>
                                        <a:lnTo>
                                          <a:pt x="1628" y="2216"/>
                                        </a:lnTo>
                                        <a:lnTo>
                                          <a:pt x="1678" y="2213"/>
                                        </a:lnTo>
                                        <a:lnTo>
                                          <a:pt x="1728" y="2208"/>
                                        </a:lnTo>
                                        <a:lnTo>
                                          <a:pt x="1778" y="2200"/>
                                        </a:lnTo>
                                        <a:lnTo>
                                          <a:pt x="1827" y="2191"/>
                                        </a:lnTo>
                                        <a:lnTo>
                                          <a:pt x="1874" y="2179"/>
                                        </a:lnTo>
                                        <a:lnTo>
                                          <a:pt x="1921" y="2164"/>
                                        </a:lnTo>
                                        <a:lnTo>
                                          <a:pt x="1967" y="2147"/>
                                        </a:lnTo>
                                        <a:lnTo>
                                          <a:pt x="2013" y="2130"/>
                                        </a:lnTo>
                                        <a:lnTo>
                                          <a:pt x="2058" y="2110"/>
                                        </a:lnTo>
                                        <a:lnTo>
                                          <a:pt x="2101" y="2088"/>
                                        </a:lnTo>
                                        <a:lnTo>
                                          <a:pt x="2143" y="2063"/>
                                        </a:lnTo>
                                        <a:lnTo>
                                          <a:pt x="2184" y="2037"/>
                                        </a:lnTo>
                                        <a:lnTo>
                                          <a:pt x="2224" y="2011"/>
                                        </a:lnTo>
                                        <a:lnTo>
                                          <a:pt x="2264" y="1980"/>
                                        </a:lnTo>
                                        <a:lnTo>
                                          <a:pt x="2301" y="1949"/>
                                        </a:lnTo>
                                        <a:lnTo>
                                          <a:pt x="2338" y="1917"/>
                                        </a:lnTo>
                                        <a:lnTo>
                                          <a:pt x="2338" y="1917"/>
                                        </a:lnTo>
                                        <a:lnTo>
                                          <a:pt x="2305" y="1885"/>
                                        </a:lnTo>
                                        <a:lnTo>
                                          <a:pt x="2272" y="1854"/>
                                        </a:lnTo>
                                        <a:lnTo>
                                          <a:pt x="2242" y="1823"/>
                                        </a:lnTo>
                                        <a:lnTo>
                                          <a:pt x="2228" y="1807"/>
                                        </a:lnTo>
                                        <a:lnTo>
                                          <a:pt x="2217" y="1792"/>
                                        </a:lnTo>
                                        <a:lnTo>
                                          <a:pt x="2217" y="1792"/>
                                        </a:lnTo>
                                        <a:close/>
                                        <a:moveTo>
                                          <a:pt x="968" y="1802"/>
                                        </a:moveTo>
                                        <a:lnTo>
                                          <a:pt x="850" y="1924"/>
                                        </a:lnTo>
                                        <a:lnTo>
                                          <a:pt x="850" y="1924"/>
                                        </a:lnTo>
                                        <a:lnTo>
                                          <a:pt x="889" y="1957"/>
                                        </a:lnTo>
                                        <a:lnTo>
                                          <a:pt x="927" y="1988"/>
                                        </a:lnTo>
                                        <a:lnTo>
                                          <a:pt x="967" y="2017"/>
                                        </a:lnTo>
                                        <a:lnTo>
                                          <a:pt x="1008" y="2044"/>
                                        </a:lnTo>
                                        <a:lnTo>
                                          <a:pt x="1050" y="2069"/>
                                        </a:lnTo>
                                        <a:lnTo>
                                          <a:pt x="1092" y="2092"/>
                                        </a:lnTo>
                                        <a:lnTo>
                                          <a:pt x="1136" y="2113"/>
                                        </a:lnTo>
                                        <a:lnTo>
                                          <a:pt x="1180" y="2132"/>
                                        </a:lnTo>
                                        <a:lnTo>
                                          <a:pt x="1225" y="2150"/>
                                        </a:lnTo>
                                        <a:lnTo>
                                          <a:pt x="1270" y="2166"/>
                                        </a:lnTo>
                                        <a:lnTo>
                                          <a:pt x="1317" y="2179"/>
                                        </a:lnTo>
                                        <a:lnTo>
                                          <a:pt x="1365" y="2191"/>
                                        </a:lnTo>
                                        <a:lnTo>
                                          <a:pt x="1412" y="2200"/>
                                        </a:lnTo>
                                        <a:lnTo>
                                          <a:pt x="1461" y="2209"/>
                                        </a:lnTo>
                                        <a:lnTo>
                                          <a:pt x="1511" y="2214"/>
                                        </a:lnTo>
                                        <a:lnTo>
                                          <a:pt x="1561" y="2219"/>
                                        </a:lnTo>
                                        <a:lnTo>
                                          <a:pt x="1554" y="2206"/>
                                        </a:lnTo>
                                        <a:lnTo>
                                          <a:pt x="1554" y="2206"/>
                                        </a:lnTo>
                                        <a:lnTo>
                                          <a:pt x="1554" y="2166"/>
                                        </a:lnTo>
                                        <a:lnTo>
                                          <a:pt x="1554" y="2125"/>
                                        </a:lnTo>
                                        <a:lnTo>
                                          <a:pt x="1554" y="2105"/>
                                        </a:lnTo>
                                        <a:lnTo>
                                          <a:pt x="1554" y="2085"/>
                                        </a:lnTo>
                                        <a:lnTo>
                                          <a:pt x="1556" y="2066"/>
                                        </a:lnTo>
                                        <a:lnTo>
                                          <a:pt x="1559" y="2046"/>
                                        </a:lnTo>
                                        <a:lnTo>
                                          <a:pt x="1557" y="2049"/>
                                        </a:lnTo>
                                        <a:lnTo>
                                          <a:pt x="1557" y="2049"/>
                                        </a:lnTo>
                                        <a:lnTo>
                                          <a:pt x="1514" y="2047"/>
                                        </a:lnTo>
                                        <a:lnTo>
                                          <a:pt x="1473" y="2043"/>
                                        </a:lnTo>
                                        <a:lnTo>
                                          <a:pt x="1432" y="2037"/>
                                        </a:lnTo>
                                        <a:lnTo>
                                          <a:pt x="1391" y="2030"/>
                                        </a:lnTo>
                                        <a:lnTo>
                                          <a:pt x="1352" y="2020"/>
                                        </a:lnTo>
                                        <a:lnTo>
                                          <a:pt x="1313" y="2009"/>
                                        </a:lnTo>
                                        <a:lnTo>
                                          <a:pt x="1274" y="1997"/>
                                        </a:lnTo>
                                        <a:lnTo>
                                          <a:pt x="1237" y="1982"/>
                                        </a:lnTo>
                                        <a:lnTo>
                                          <a:pt x="1200" y="1965"/>
                                        </a:lnTo>
                                        <a:lnTo>
                                          <a:pt x="1164" y="1948"/>
                                        </a:lnTo>
                                        <a:lnTo>
                                          <a:pt x="1129" y="1928"/>
                                        </a:lnTo>
                                        <a:lnTo>
                                          <a:pt x="1095" y="1906"/>
                                        </a:lnTo>
                                        <a:lnTo>
                                          <a:pt x="1062" y="1882"/>
                                        </a:lnTo>
                                        <a:lnTo>
                                          <a:pt x="1029" y="1857"/>
                                        </a:lnTo>
                                        <a:lnTo>
                                          <a:pt x="998" y="1830"/>
                                        </a:lnTo>
                                        <a:lnTo>
                                          <a:pt x="968" y="1802"/>
                                        </a:lnTo>
                                        <a:lnTo>
                                          <a:pt x="968" y="1802"/>
                                        </a:lnTo>
                                        <a:close/>
                                        <a:moveTo>
                                          <a:pt x="1612" y="1840"/>
                                        </a:moveTo>
                                        <a:lnTo>
                                          <a:pt x="1622" y="1858"/>
                                        </a:lnTo>
                                        <a:lnTo>
                                          <a:pt x="1620" y="1993"/>
                                        </a:lnTo>
                                        <a:lnTo>
                                          <a:pt x="1620" y="1993"/>
                                        </a:lnTo>
                                        <a:lnTo>
                                          <a:pt x="1635" y="1988"/>
                                        </a:lnTo>
                                        <a:lnTo>
                                          <a:pt x="1651" y="1985"/>
                                        </a:lnTo>
                                        <a:lnTo>
                                          <a:pt x="1669" y="1981"/>
                                        </a:lnTo>
                                        <a:lnTo>
                                          <a:pt x="1686" y="1979"/>
                                        </a:lnTo>
                                        <a:lnTo>
                                          <a:pt x="1719" y="1976"/>
                                        </a:lnTo>
                                        <a:lnTo>
                                          <a:pt x="1734" y="1975"/>
                                        </a:lnTo>
                                        <a:lnTo>
                                          <a:pt x="1749" y="1973"/>
                                        </a:lnTo>
                                        <a:lnTo>
                                          <a:pt x="1749" y="1973"/>
                                        </a:lnTo>
                                        <a:lnTo>
                                          <a:pt x="1741" y="1965"/>
                                        </a:lnTo>
                                        <a:lnTo>
                                          <a:pt x="1732" y="1960"/>
                                        </a:lnTo>
                                        <a:lnTo>
                                          <a:pt x="1714" y="1951"/>
                                        </a:lnTo>
                                        <a:lnTo>
                                          <a:pt x="1705" y="1946"/>
                                        </a:lnTo>
                                        <a:lnTo>
                                          <a:pt x="1698" y="1940"/>
                                        </a:lnTo>
                                        <a:lnTo>
                                          <a:pt x="1694" y="1936"/>
                                        </a:lnTo>
                                        <a:lnTo>
                                          <a:pt x="1692" y="1932"/>
                                        </a:lnTo>
                                        <a:lnTo>
                                          <a:pt x="1689" y="1928"/>
                                        </a:lnTo>
                                        <a:lnTo>
                                          <a:pt x="1688" y="1922"/>
                                        </a:lnTo>
                                        <a:lnTo>
                                          <a:pt x="1688" y="1922"/>
                                        </a:lnTo>
                                        <a:lnTo>
                                          <a:pt x="1685" y="1918"/>
                                        </a:lnTo>
                                        <a:lnTo>
                                          <a:pt x="1684" y="1913"/>
                                        </a:lnTo>
                                        <a:lnTo>
                                          <a:pt x="1683" y="1906"/>
                                        </a:lnTo>
                                        <a:lnTo>
                                          <a:pt x="1683" y="1897"/>
                                        </a:lnTo>
                                        <a:lnTo>
                                          <a:pt x="1685" y="1890"/>
                                        </a:lnTo>
                                        <a:lnTo>
                                          <a:pt x="1690" y="1875"/>
                                        </a:lnTo>
                                        <a:lnTo>
                                          <a:pt x="1692" y="1867"/>
                                        </a:lnTo>
                                        <a:lnTo>
                                          <a:pt x="1692" y="1861"/>
                                        </a:lnTo>
                                        <a:lnTo>
                                          <a:pt x="1692" y="1861"/>
                                        </a:lnTo>
                                        <a:lnTo>
                                          <a:pt x="1683" y="1857"/>
                                        </a:lnTo>
                                        <a:lnTo>
                                          <a:pt x="1672" y="1855"/>
                                        </a:lnTo>
                                        <a:lnTo>
                                          <a:pt x="1649" y="1854"/>
                                        </a:lnTo>
                                        <a:lnTo>
                                          <a:pt x="1639" y="1854"/>
                                        </a:lnTo>
                                        <a:lnTo>
                                          <a:pt x="1628" y="1851"/>
                                        </a:lnTo>
                                        <a:lnTo>
                                          <a:pt x="1624" y="1850"/>
                                        </a:lnTo>
                                        <a:lnTo>
                                          <a:pt x="1619" y="1847"/>
                                        </a:lnTo>
                                        <a:lnTo>
                                          <a:pt x="1615" y="1844"/>
                                        </a:lnTo>
                                        <a:lnTo>
                                          <a:pt x="1612" y="1840"/>
                                        </a:lnTo>
                                        <a:lnTo>
                                          <a:pt x="1612" y="1840"/>
                                        </a:lnTo>
                                        <a:close/>
                                        <a:moveTo>
                                          <a:pt x="2510" y="1967"/>
                                        </a:moveTo>
                                        <a:lnTo>
                                          <a:pt x="2510" y="1967"/>
                                        </a:lnTo>
                                        <a:lnTo>
                                          <a:pt x="2487" y="1982"/>
                                        </a:lnTo>
                                        <a:lnTo>
                                          <a:pt x="2465" y="2000"/>
                                        </a:lnTo>
                                        <a:lnTo>
                                          <a:pt x="2443" y="2017"/>
                                        </a:lnTo>
                                        <a:lnTo>
                                          <a:pt x="2422" y="2036"/>
                                        </a:lnTo>
                                        <a:lnTo>
                                          <a:pt x="2379" y="2075"/>
                                        </a:lnTo>
                                        <a:lnTo>
                                          <a:pt x="2337" y="2116"/>
                                        </a:lnTo>
                                        <a:lnTo>
                                          <a:pt x="2296" y="2157"/>
                                        </a:lnTo>
                                        <a:lnTo>
                                          <a:pt x="2255" y="2197"/>
                                        </a:lnTo>
                                        <a:lnTo>
                                          <a:pt x="2214" y="2235"/>
                                        </a:lnTo>
                                        <a:lnTo>
                                          <a:pt x="2194" y="2253"/>
                                        </a:lnTo>
                                        <a:lnTo>
                                          <a:pt x="2172" y="2269"/>
                                        </a:lnTo>
                                        <a:lnTo>
                                          <a:pt x="2172" y="2269"/>
                                        </a:lnTo>
                                        <a:lnTo>
                                          <a:pt x="2161" y="2278"/>
                                        </a:lnTo>
                                        <a:lnTo>
                                          <a:pt x="2149" y="2285"/>
                                        </a:lnTo>
                                        <a:lnTo>
                                          <a:pt x="2125" y="2300"/>
                                        </a:lnTo>
                                        <a:lnTo>
                                          <a:pt x="2099" y="2310"/>
                                        </a:lnTo>
                                        <a:lnTo>
                                          <a:pt x="2074" y="2320"/>
                                        </a:lnTo>
                                        <a:lnTo>
                                          <a:pt x="2047" y="2329"/>
                                        </a:lnTo>
                                        <a:lnTo>
                                          <a:pt x="2021" y="2336"/>
                                        </a:lnTo>
                                        <a:lnTo>
                                          <a:pt x="1966" y="2351"/>
                                        </a:lnTo>
                                        <a:lnTo>
                                          <a:pt x="1966" y="2351"/>
                                        </a:lnTo>
                                        <a:lnTo>
                                          <a:pt x="1996" y="2355"/>
                                        </a:lnTo>
                                        <a:lnTo>
                                          <a:pt x="2025" y="2359"/>
                                        </a:lnTo>
                                        <a:lnTo>
                                          <a:pt x="2053" y="2364"/>
                                        </a:lnTo>
                                        <a:lnTo>
                                          <a:pt x="2081" y="2370"/>
                                        </a:lnTo>
                                        <a:lnTo>
                                          <a:pt x="2137" y="2384"/>
                                        </a:lnTo>
                                        <a:lnTo>
                                          <a:pt x="2192" y="2398"/>
                                        </a:lnTo>
                                        <a:lnTo>
                                          <a:pt x="2248" y="2412"/>
                                        </a:lnTo>
                                        <a:lnTo>
                                          <a:pt x="2276" y="2417"/>
                                        </a:lnTo>
                                        <a:lnTo>
                                          <a:pt x="2305" y="2422"/>
                                        </a:lnTo>
                                        <a:lnTo>
                                          <a:pt x="2333" y="2426"/>
                                        </a:lnTo>
                                        <a:lnTo>
                                          <a:pt x="2363" y="2428"/>
                                        </a:lnTo>
                                        <a:lnTo>
                                          <a:pt x="2393" y="2429"/>
                                        </a:lnTo>
                                        <a:lnTo>
                                          <a:pt x="2423" y="2428"/>
                                        </a:lnTo>
                                        <a:lnTo>
                                          <a:pt x="2423" y="2428"/>
                                        </a:lnTo>
                                        <a:lnTo>
                                          <a:pt x="2456" y="2426"/>
                                        </a:lnTo>
                                        <a:lnTo>
                                          <a:pt x="2489" y="2420"/>
                                        </a:lnTo>
                                        <a:lnTo>
                                          <a:pt x="2522" y="2414"/>
                                        </a:lnTo>
                                        <a:lnTo>
                                          <a:pt x="2553" y="2405"/>
                                        </a:lnTo>
                                        <a:lnTo>
                                          <a:pt x="2584" y="2394"/>
                                        </a:lnTo>
                                        <a:lnTo>
                                          <a:pt x="2613" y="2381"/>
                                        </a:lnTo>
                                        <a:lnTo>
                                          <a:pt x="2642" y="2366"/>
                                        </a:lnTo>
                                        <a:lnTo>
                                          <a:pt x="2671" y="2350"/>
                                        </a:lnTo>
                                        <a:lnTo>
                                          <a:pt x="2698" y="2331"/>
                                        </a:lnTo>
                                        <a:lnTo>
                                          <a:pt x="2724" y="2311"/>
                                        </a:lnTo>
                                        <a:lnTo>
                                          <a:pt x="2747" y="2290"/>
                                        </a:lnTo>
                                        <a:lnTo>
                                          <a:pt x="2771" y="2266"/>
                                        </a:lnTo>
                                        <a:lnTo>
                                          <a:pt x="2792" y="2241"/>
                                        </a:lnTo>
                                        <a:lnTo>
                                          <a:pt x="2812" y="2215"/>
                                        </a:lnTo>
                                        <a:lnTo>
                                          <a:pt x="2831" y="2187"/>
                                        </a:lnTo>
                                        <a:lnTo>
                                          <a:pt x="2847" y="2158"/>
                                        </a:lnTo>
                                        <a:lnTo>
                                          <a:pt x="2847" y="2158"/>
                                        </a:lnTo>
                                        <a:lnTo>
                                          <a:pt x="2835" y="2172"/>
                                        </a:lnTo>
                                        <a:lnTo>
                                          <a:pt x="2824" y="2184"/>
                                        </a:lnTo>
                                        <a:lnTo>
                                          <a:pt x="2811" y="2196"/>
                                        </a:lnTo>
                                        <a:lnTo>
                                          <a:pt x="2798" y="2207"/>
                                        </a:lnTo>
                                        <a:lnTo>
                                          <a:pt x="2785" y="2216"/>
                                        </a:lnTo>
                                        <a:lnTo>
                                          <a:pt x="2771" y="2226"/>
                                        </a:lnTo>
                                        <a:lnTo>
                                          <a:pt x="2757" y="2234"/>
                                        </a:lnTo>
                                        <a:lnTo>
                                          <a:pt x="2743" y="2242"/>
                                        </a:lnTo>
                                        <a:lnTo>
                                          <a:pt x="2728" y="2249"/>
                                        </a:lnTo>
                                        <a:lnTo>
                                          <a:pt x="2713" y="2255"/>
                                        </a:lnTo>
                                        <a:lnTo>
                                          <a:pt x="2683" y="2267"/>
                                        </a:lnTo>
                                        <a:lnTo>
                                          <a:pt x="2652" y="2277"/>
                                        </a:lnTo>
                                        <a:lnTo>
                                          <a:pt x="2619" y="2284"/>
                                        </a:lnTo>
                                        <a:lnTo>
                                          <a:pt x="2586" y="2291"/>
                                        </a:lnTo>
                                        <a:lnTo>
                                          <a:pt x="2553" y="2295"/>
                                        </a:lnTo>
                                        <a:lnTo>
                                          <a:pt x="2518" y="2300"/>
                                        </a:lnTo>
                                        <a:lnTo>
                                          <a:pt x="2484" y="2303"/>
                                        </a:lnTo>
                                        <a:lnTo>
                                          <a:pt x="2415" y="2308"/>
                                        </a:lnTo>
                                        <a:lnTo>
                                          <a:pt x="2348" y="2314"/>
                                        </a:lnTo>
                                        <a:lnTo>
                                          <a:pt x="2348" y="2314"/>
                                        </a:lnTo>
                                        <a:lnTo>
                                          <a:pt x="2325" y="2317"/>
                                        </a:lnTo>
                                        <a:lnTo>
                                          <a:pt x="2302" y="2320"/>
                                        </a:lnTo>
                                        <a:lnTo>
                                          <a:pt x="2257" y="2329"/>
                                        </a:lnTo>
                                        <a:lnTo>
                                          <a:pt x="2235" y="2333"/>
                                        </a:lnTo>
                                        <a:lnTo>
                                          <a:pt x="2212" y="2336"/>
                                        </a:lnTo>
                                        <a:lnTo>
                                          <a:pt x="2190" y="2338"/>
                                        </a:lnTo>
                                        <a:lnTo>
                                          <a:pt x="2167" y="2338"/>
                                        </a:lnTo>
                                        <a:lnTo>
                                          <a:pt x="2167" y="2338"/>
                                        </a:lnTo>
                                        <a:lnTo>
                                          <a:pt x="2170" y="2335"/>
                                        </a:lnTo>
                                        <a:lnTo>
                                          <a:pt x="2172" y="2334"/>
                                        </a:lnTo>
                                        <a:lnTo>
                                          <a:pt x="2175" y="2333"/>
                                        </a:lnTo>
                                        <a:lnTo>
                                          <a:pt x="2175" y="2333"/>
                                        </a:lnTo>
                                        <a:lnTo>
                                          <a:pt x="2193" y="2331"/>
                                        </a:lnTo>
                                        <a:lnTo>
                                          <a:pt x="2210" y="2328"/>
                                        </a:lnTo>
                                        <a:lnTo>
                                          <a:pt x="2227" y="2323"/>
                                        </a:lnTo>
                                        <a:lnTo>
                                          <a:pt x="2242" y="2318"/>
                                        </a:lnTo>
                                        <a:lnTo>
                                          <a:pt x="2257" y="2312"/>
                                        </a:lnTo>
                                        <a:lnTo>
                                          <a:pt x="2272" y="2305"/>
                                        </a:lnTo>
                                        <a:lnTo>
                                          <a:pt x="2286" y="2296"/>
                                        </a:lnTo>
                                        <a:lnTo>
                                          <a:pt x="2299" y="2288"/>
                                        </a:lnTo>
                                        <a:lnTo>
                                          <a:pt x="2312" y="2278"/>
                                        </a:lnTo>
                                        <a:lnTo>
                                          <a:pt x="2324" y="2268"/>
                                        </a:lnTo>
                                        <a:lnTo>
                                          <a:pt x="2336" y="2257"/>
                                        </a:lnTo>
                                        <a:lnTo>
                                          <a:pt x="2347" y="2246"/>
                                        </a:lnTo>
                                        <a:lnTo>
                                          <a:pt x="2357" y="2234"/>
                                        </a:lnTo>
                                        <a:lnTo>
                                          <a:pt x="2367" y="2221"/>
                                        </a:lnTo>
                                        <a:lnTo>
                                          <a:pt x="2386" y="2194"/>
                                        </a:lnTo>
                                        <a:lnTo>
                                          <a:pt x="2403" y="2166"/>
                                        </a:lnTo>
                                        <a:lnTo>
                                          <a:pt x="2421" y="2138"/>
                                        </a:lnTo>
                                        <a:lnTo>
                                          <a:pt x="2436" y="2108"/>
                                        </a:lnTo>
                                        <a:lnTo>
                                          <a:pt x="2451" y="2078"/>
                                        </a:lnTo>
                                        <a:lnTo>
                                          <a:pt x="2481" y="2021"/>
                                        </a:lnTo>
                                        <a:lnTo>
                                          <a:pt x="2495" y="1993"/>
                                        </a:lnTo>
                                        <a:lnTo>
                                          <a:pt x="2510" y="1967"/>
                                        </a:lnTo>
                                        <a:lnTo>
                                          <a:pt x="2510" y="1967"/>
                                        </a:lnTo>
                                        <a:close/>
                                        <a:moveTo>
                                          <a:pt x="676" y="1980"/>
                                        </a:moveTo>
                                        <a:lnTo>
                                          <a:pt x="676" y="1980"/>
                                        </a:lnTo>
                                        <a:lnTo>
                                          <a:pt x="690" y="1999"/>
                                        </a:lnTo>
                                        <a:lnTo>
                                          <a:pt x="703" y="2017"/>
                                        </a:lnTo>
                                        <a:lnTo>
                                          <a:pt x="715" y="2036"/>
                                        </a:lnTo>
                                        <a:lnTo>
                                          <a:pt x="725" y="2056"/>
                                        </a:lnTo>
                                        <a:lnTo>
                                          <a:pt x="745" y="2097"/>
                                        </a:lnTo>
                                        <a:lnTo>
                                          <a:pt x="763" y="2137"/>
                                        </a:lnTo>
                                        <a:lnTo>
                                          <a:pt x="773" y="2156"/>
                                        </a:lnTo>
                                        <a:lnTo>
                                          <a:pt x="782" y="2176"/>
                                        </a:lnTo>
                                        <a:lnTo>
                                          <a:pt x="794" y="2195"/>
                                        </a:lnTo>
                                        <a:lnTo>
                                          <a:pt x="806" y="2213"/>
                                        </a:lnTo>
                                        <a:lnTo>
                                          <a:pt x="820" y="2232"/>
                                        </a:lnTo>
                                        <a:lnTo>
                                          <a:pt x="836" y="2249"/>
                                        </a:lnTo>
                                        <a:lnTo>
                                          <a:pt x="853" y="2265"/>
                                        </a:lnTo>
                                        <a:lnTo>
                                          <a:pt x="874" y="2280"/>
                                        </a:lnTo>
                                        <a:lnTo>
                                          <a:pt x="874" y="2280"/>
                                        </a:lnTo>
                                        <a:lnTo>
                                          <a:pt x="882" y="2287"/>
                                        </a:lnTo>
                                        <a:lnTo>
                                          <a:pt x="891" y="2293"/>
                                        </a:lnTo>
                                        <a:lnTo>
                                          <a:pt x="908" y="2304"/>
                                        </a:lnTo>
                                        <a:lnTo>
                                          <a:pt x="927" y="2312"/>
                                        </a:lnTo>
                                        <a:lnTo>
                                          <a:pt x="947" y="2320"/>
                                        </a:lnTo>
                                        <a:lnTo>
                                          <a:pt x="985" y="2333"/>
                                        </a:lnTo>
                                        <a:lnTo>
                                          <a:pt x="1005" y="2339"/>
                                        </a:lnTo>
                                        <a:lnTo>
                                          <a:pt x="1024" y="2346"/>
                                        </a:lnTo>
                                        <a:lnTo>
                                          <a:pt x="1024" y="2346"/>
                                        </a:lnTo>
                                        <a:lnTo>
                                          <a:pt x="1004" y="2347"/>
                                        </a:lnTo>
                                        <a:lnTo>
                                          <a:pt x="984" y="2346"/>
                                        </a:lnTo>
                                        <a:lnTo>
                                          <a:pt x="964" y="2343"/>
                                        </a:lnTo>
                                        <a:lnTo>
                                          <a:pt x="945" y="2339"/>
                                        </a:lnTo>
                                        <a:lnTo>
                                          <a:pt x="906" y="2331"/>
                                        </a:lnTo>
                                        <a:lnTo>
                                          <a:pt x="887" y="2328"/>
                                        </a:lnTo>
                                        <a:lnTo>
                                          <a:pt x="866" y="2326"/>
                                        </a:lnTo>
                                        <a:lnTo>
                                          <a:pt x="866" y="2326"/>
                                        </a:lnTo>
                                        <a:lnTo>
                                          <a:pt x="832" y="2322"/>
                                        </a:lnTo>
                                        <a:lnTo>
                                          <a:pt x="797" y="2319"/>
                                        </a:lnTo>
                                        <a:lnTo>
                                          <a:pt x="726" y="2315"/>
                                        </a:lnTo>
                                        <a:lnTo>
                                          <a:pt x="656" y="2309"/>
                                        </a:lnTo>
                                        <a:lnTo>
                                          <a:pt x="621" y="2305"/>
                                        </a:lnTo>
                                        <a:lnTo>
                                          <a:pt x="586" y="2300"/>
                                        </a:lnTo>
                                        <a:lnTo>
                                          <a:pt x="552" y="2293"/>
                                        </a:lnTo>
                                        <a:lnTo>
                                          <a:pt x="519" y="2284"/>
                                        </a:lnTo>
                                        <a:lnTo>
                                          <a:pt x="487" y="2274"/>
                                        </a:lnTo>
                                        <a:lnTo>
                                          <a:pt x="471" y="2268"/>
                                        </a:lnTo>
                                        <a:lnTo>
                                          <a:pt x="456" y="2261"/>
                                        </a:lnTo>
                                        <a:lnTo>
                                          <a:pt x="440" y="2253"/>
                                        </a:lnTo>
                                        <a:lnTo>
                                          <a:pt x="425" y="2246"/>
                                        </a:lnTo>
                                        <a:lnTo>
                                          <a:pt x="411" y="2237"/>
                                        </a:lnTo>
                                        <a:lnTo>
                                          <a:pt x="397" y="2226"/>
                                        </a:lnTo>
                                        <a:lnTo>
                                          <a:pt x="383" y="2216"/>
                                        </a:lnTo>
                                        <a:lnTo>
                                          <a:pt x="369" y="2205"/>
                                        </a:lnTo>
                                        <a:lnTo>
                                          <a:pt x="356" y="2192"/>
                                        </a:lnTo>
                                        <a:lnTo>
                                          <a:pt x="343" y="2179"/>
                                        </a:lnTo>
                                        <a:lnTo>
                                          <a:pt x="343" y="2179"/>
                                        </a:lnTo>
                                        <a:lnTo>
                                          <a:pt x="355" y="2198"/>
                                        </a:lnTo>
                                        <a:lnTo>
                                          <a:pt x="368" y="2218"/>
                                        </a:lnTo>
                                        <a:lnTo>
                                          <a:pt x="382" y="2237"/>
                                        </a:lnTo>
                                        <a:lnTo>
                                          <a:pt x="397" y="2255"/>
                                        </a:lnTo>
                                        <a:lnTo>
                                          <a:pt x="412" y="2273"/>
                                        </a:lnTo>
                                        <a:lnTo>
                                          <a:pt x="428" y="2290"/>
                                        </a:lnTo>
                                        <a:lnTo>
                                          <a:pt x="445" y="2306"/>
                                        </a:lnTo>
                                        <a:lnTo>
                                          <a:pt x="463" y="2322"/>
                                        </a:lnTo>
                                        <a:lnTo>
                                          <a:pt x="482" y="2337"/>
                                        </a:lnTo>
                                        <a:lnTo>
                                          <a:pt x="500" y="2351"/>
                                        </a:lnTo>
                                        <a:lnTo>
                                          <a:pt x="520" y="2364"/>
                                        </a:lnTo>
                                        <a:lnTo>
                                          <a:pt x="540" y="2376"/>
                                        </a:lnTo>
                                        <a:lnTo>
                                          <a:pt x="560" y="2387"/>
                                        </a:lnTo>
                                        <a:lnTo>
                                          <a:pt x="580" y="2397"/>
                                        </a:lnTo>
                                        <a:lnTo>
                                          <a:pt x="601" y="2405"/>
                                        </a:lnTo>
                                        <a:lnTo>
                                          <a:pt x="622" y="2413"/>
                                        </a:lnTo>
                                        <a:lnTo>
                                          <a:pt x="622" y="2413"/>
                                        </a:lnTo>
                                        <a:lnTo>
                                          <a:pt x="642" y="2420"/>
                                        </a:lnTo>
                                        <a:lnTo>
                                          <a:pt x="661" y="2426"/>
                                        </a:lnTo>
                                        <a:lnTo>
                                          <a:pt x="681" y="2431"/>
                                        </a:lnTo>
                                        <a:lnTo>
                                          <a:pt x="701" y="2434"/>
                                        </a:lnTo>
                                        <a:lnTo>
                                          <a:pt x="720" y="2438"/>
                                        </a:lnTo>
                                        <a:lnTo>
                                          <a:pt x="739" y="2440"/>
                                        </a:lnTo>
                                        <a:lnTo>
                                          <a:pt x="758" y="2441"/>
                                        </a:lnTo>
                                        <a:lnTo>
                                          <a:pt x="777" y="2441"/>
                                        </a:lnTo>
                                        <a:lnTo>
                                          <a:pt x="796" y="2441"/>
                                        </a:lnTo>
                                        <a:lnTo>
                                          <a:pt x="816" y="2440"/>
                                        </a:lnTo>
                                        <a:lnTo>
                                          <a:pt x="853" y="2435"/>
                                        </a:lnTo>
                                        <a:lnTo>
                                          <a:pt x="891" y="2430"/>
                                        </a:lnTo>
                                        <a:lnTo>
                                          <a:pt x="927" y="2422"/>
                                        </a:lnTo>
                                        <a:lnTo>
                                          <a:pt x="965" y="2413"/>
                                        </a:lnTo>
                                        <a:lnTo>
                                          <a:pt x="1003" y="2404"/>
                                        </a:lnTo>
                                        <a:lnTo>
                                          <a:pt x="1077" y="2385"/>
                                        </a:lnTo>
                                        <a:lnTo>
                                          <a:pt x="1114" y="2376"/>
                                        </a:lnTo>
                                        <a:lnTo>
                                          <a:pt x="1151" y="2367"/>
                                        </a:lnTo>
                                        <a:lnTo>
                                          <a:pt x="1188" y="2361"/>
                                        </a:lnTo>
                                        <a:lnTo>
                                          <a:pt x="1226" y="2357"/>
                                        </a:lnTo>
                                        <a:lnTo>
                                          <a:pt x="1226" y="2357"/>
                                        </a:lnTo>
                                        <a:lnTo>
                                          <a:pt x="1205" y="2356"/>
                                        </a:lnTo>
                                        <a:lnTo>
                                          <a:pt x="1184" y="2352"/>
                                        </a:lnTo>
                                        <a:lnTo>
                                          <a:pt x="1164" y="2348"/>
                                        </a:lnTo>
                                        <a:lnTo>
                                          <a:pt x="1143" y="2342"/>
                                        </a:lnTo>
                                        <a:lnTo>
                                          <a:pt x="1124" y="2335"/>
                                        </a:lnTo>
                                        <a:lnTo>
                                          <a:pt x="1105" y="2328"/>
                                        </a:lnTo>
                                        <a:lnTo>
                                          <a:pt x="1086" y="2319"/>
                                        </a:lnTo>
                                        <a:lnTo>
                                          <a:pt x="1068" y="2309"/>
                                        </a:lnTo>
                                        <a:lnTo>
                                          <a:pt x="1050" y="2298"/>
                                        </a:lnTo>
                                        <a:lnTo>
                                          <a:pt x="1033" y="2287"/>
                                        </a:lnTo>
                                        <a:lnTo>
                                          <a:pt x="1015" y="2275"/>
                                        </a:lnTo>
                                        <a:lnTo>
                                          <a:pt x="999" y="2262"/>
                                        </a:lnTo>
                                        <a:lnTo>
                                          <a:pt x="966" y="2235"/>
                                        </a:lnTo>
                                        <a:lnTo>
                                          <a:pt x="934" y="2206"/>
                                        </a:lnTo>
                                        <a:lnTo>
                                          <a:pt x="903" y="2176"/>
                                        </a:lnTo>
                                        <a:lnTo>
                                          <a:pt x="871" y="2144"/>
                                        </a:lnTo>
                                        <a:lnTo>
                                          <a:pt x="840" y="2114"/>
                                        </a:lnTo>
                                        <a:lnTo>
                                          <a:pt x="809" y="2084"/>
                                        </a:lnTo>
                                        <a:lnTo>
                                          <a:pt x="777" y="2055"/>
                                        </a:lnTo>
                                        <a:lnTo>
                                          <a:pt x="745" y="2028"/>
                                        </a:lnTo>
                                        <a:lnTo>
                                          <a:pt x="728" y="2015"/>
                                        </a:lnTo>
                                        <a:lnTo>
                                          <a:pt x="710" y="2002"/>
                                        </a:lnTo>
                                        <a:lnTo>
                                          <a:pt x="693" y="1991"/>
                                        </a:lnTo>
                                        <a:lnTo>
                                          <a:pt x="676" y="1980"/>
                                        </a:lnTo>
                                        <a:lnTo>
                                          <a:pt x="676" y="1980"/>
                                        </a:lnTo>
                                        <a:close/>
                                        <a:moveTo>
                                          <a:pt x="2198" y="2476"/>
                                        </a:moveTo>
                                        <a:lnTo>
                                          <a:pt x="2198" y="2476"/>
                                        </a:lnTo>
                                        <a:lnTo>
                                          <a:pt x="2128" y="2445"/>
                                        </a:lnTo>
                                        <a:lnTo>
                                          <a:pt x="2093" y="2430"/>
                                        </a:lnTo>
                                        <a:lnTo>
                                          <a:pt x="2058" y="2416"/>
                                        </a:lnTo>
                                        <a:lnTo>
                                          <a:pt x="2021" y="2402"/>
                                        </a:lnTo>
                                        <a:lnTo>
                                          <a:pt x="1984" y="2389"/>
                                        </a:lnTo>
                                        <a:lnTo>
                                          <a:pt x="1947" y="2377"/>
                                        </a:lnTo>
                                        <a:lnTo>
                                          <a:pt x="1909" y="2367"/>
                                        </a:lnTo>
                                        <a:lnTo>
                                          <a:pt x="1871" y="2360"/>
                                        </a:lnTo>
                                        <a:lnTo>
                                          <a:pt x="1832" y="2355"/>
                                        </a:lnTo>
                                        <a:lnTo>
                                          <a:pt x="1813" y="2352"/>
                                        </a:lnTo>
                                        <a:lnTo>
                                          <a:pt x="1793" y="2351"/>
                                        </a:lnTo>
                                        <a:lnTo>
                                          <a:pt x="1774" y="2350"/>
                                        </a:lnTo>
                                        <a:lnTo>
                                          <a:pt x="1755" y="2350"/>
                                        </a:lnTo>
                                        <a:lnTo>
                                          <a:pt x="1735" y="2351"/>
                                        </a:lnTo>
                                        <a:lnTo>
                                          <a:pt x="1715" y="2352"/>
                                        </a:lnTo>
                                        <a:lnTo>
                                          <a:pt x="1695" y="2356"/>
                                        </a:lnTo>
                                        <a:lnTo>
                                          <a:pt x="1676" y="2359"/>
                                        </a:lnTo>
                                        <a:lnTo>
                                          <a:pt x="1656" y="2362"/>
                                        </a:lnTo>
                                        <a:lnTo>
                                          <a:pt x="1636" y="2367"/>
                                        </a:lnTo>
                                        <a:lnTo>
                                          <a:pt x="1616" y="2373"/>
                                        </a:lnTo>
                                        <a:lnTo>
                                          <a:pt x="1597" y="2380"/>
                                        </a:lnTo>
                                        <a:lnTo>
                                          <a:pt x="1597" y="2380"/>
                                        </a:lnTo>
                                        <a:lnTo>
                                          <a:pt x="1576" y="2374"/>
                                        </a:lnTo>
                                        <a:lnTo>
                                          <a:pt x="1555" y="2369"/>
                                        </a:lnTo>
                                        <a:lnTo>
                                          <a:pt x="1533" y="2364"/>
                                        </a:lnTo>
                                        <a:lnTo>
                                          <a:pt x="1512" y="2361"/>
                                        </a:lnTo>
                                        <a:lnTo>
                                          <a:pt x="1489" y="2358"/>
                                        </a:lnTo>
                                        <a:lnTo>
                                          <a:pt x="1467" y="2356"/>
                                        </a:lnTo>
                                        <a:lnTo>
                                          <a:pt x="1443" y="2355"/>
                                        </a:lnTo>
                                        <a:lnTo>
                                          <a:pt x="1420" y="2353"/>
                                        </a:lnTo>
                                        <a:lnTo>
                                          <a:pt x="1397" y="2355"/>
                                        </a:lnTo>
                                        <a:lnTo>
                                          <a:pt x="1374" y="2356"/>
                                        </a:lnTo>
                                        <a:lnTo>
                                          <a:pt x="1352" y="2358"/>
                                        </a:lnTo>
                                        <a:lnTo>
                                          <a:pt x="1329" y="2361"/>
                                        </a:lnTo>
                                        <a:lnTo>
                                          <a:pt x="1307" y="2364"/>
                                        </a:lnTo>
                                        <a:lnTo>
                                          <a:pt x="1285" y="2369"/>
                                        </a:lnTo>
                                        <a:lnTo>
                                          <a:pt x="1264" y="2374"/>
                                        </a:lnTo>
                                        <a:lnTo>
                                          <a:pt x="1243" y="2380"/>
                                        </a:lnTo>
                                        <a:lnTo>
                                          <a:pt x="1243" y="2380"/>
                                        </a:lnTo>
                                        <a:lnTo>
                                          <a:pt x="1171" y="2414"/>
                                        </a:lnTo>
                                        <a:lnTo>
                                          <a:pt x="1133" y="2430"/>
                                        </a:lnTo>
                                        <a:lnTo>
                                          <a:pt x="1093" y="2447"/>
                                        </a:lnTo>
                                        <a:lnTo>
                                          <a:pt x="1053" y="2462"/>
                                        </a:lnTo>
                                        <a:lnTo>
                                          <a:pt x="1012" y="2477"/>
                                        </a:lnTo>
                                        <a:lnTo>
                                          <a:pt x="971" y="2490"/>
                                        </a:lnTo>
                                        <a:lnTo>
                                          <a:pt x="929" y="2501"/>
                                        </a:lnTo>
                                        <a:lnTo>
                                          <a:pt x="908" y="2505"/>
                                        </a:lnTo>
                                        <a:lnTo>
                                          <a:pt x="888" y="2509"/>
                                        </a:lnTo>
                                        <a:lnTo>
                                          <a:pt x="867" y="2512"/>
                                        </a:lnTo>
                                        <a:lnTo>
                                          <a:pt x="846" y="2514"/>
                                        </a:lnTo>
                                        <a:lnTo>
                                          <a:pt x="825" y="2515"/>
                                        </a:lnTo>
                                        <a:lnTo>
                                          <a:pt x="805" y="2515"/>
                                        </a:lnTo>
                                        <a:lnTo>
                                          <a:pt x="783" y="2514"/>
                                        </a:lnTo>
                                        <a:lnTo>
                                          <a:pt x="763" y="2512"/>
                                        </a:lnTo>
                                        <a:lnTo>
                                          <a:pt x="743" y="2509"/>
                                        </a:lnTo>
                                        <a:lnTo>
                                          <a:pt x="723" y="2504"/>
                                        </a:lnTo>
                                        <a:lnTo>
                                          <a:pt x="703" y="2499"/>
                                        </a:lnTo>
                                        <a:lnTo>
                                          <a:pt x="683" y="2493"/>
                                        </a:lnTo>
                                        <a:lnTo>
                                          <a:pt x="664" y="2484"/>
                                        </a:lnTo>
                                        <a:lnTo>
                                          <a:pt x="645" y="2475"/>
                                        </a:lnTo>
                                        <a:lnTo>
                                          <a:pt x="625" y="2463"/>
                                        </a:lnTo>
                                        <a:lnTo>
                                          <a:pt x="607" y="2452"/>
                                        </a:lnTo>
                                        <a:lnTo>
                                          <a:pt x="607" y="2452"/>
                                        </a:lnTo>
                                        <a:lnTo>
                                          <a:pt x="621" y="2467"/>
                                        </a:lnTo>
                                        <a:lnTo>
                                          <a:pt x="635" y="2481"/>
                                        </a:lnTo>
                                        <a:lnTo>
                                          <a:pt x="650" y="2494"/>
                                        </a:lnTo>
                                        <a:lnTo>
                                          <a:pt x="665" y="2504"/>
                                        </a:lnTo>
                                        <a:lnTo>
                                          <a:pt x="695" y="2526"/>
                                        </a:lnTo>
                                        <a:lnTo>
                                          <a:pt x="726" y="2548"/>
                                        </a:lnTo>
                                        <a:lnTo>
                                          <a:pt x="726" y="2548"/>
                                        </a:lnTo>
                                        <a:lnTo>
                                          <a:pt x="751" y="2563"/>
                                        </a:lnTo>
                                        <a:lnTo>
                                          <a:pt x="777" y="2574"/>
                                        </a:lnTo>
                                        <a:lnTo>
                                          <a:pt x="803" y="2585"/>
                                        </a:lnTo>
                                        <a:lnTo>
                                          <a:pt x="831" y="2593"/>
                                        </a:lnTo>
                                        <a:lnTo>
                                          <a:pt x="859" y="2599"/>
                                        </a:lnTo>
                                        <a:lnTo>
                                          <a:pt x="888" y="2604"/>
                                        </a:lnTo>
                                        <a:lnTo>
                                          <a:pt x="917" y="2607"/>
                                        </a:lnTo>
                                        <a:lnTo>
                                          <a:pt x="946" y="2608"/>
                                        </a:lnTo>
                                        <a:lnTo>
                                          <a:pt x="975" y="2607"/>
                                        </a:lnTo>
                                        <a:lnTo>
                                          <a:pt x="1004" y="2604"/>
                                        </a:lnTo>
                                        <a:lnTo>
                                          <a:pt x="1033" y="2600"/>
                                        </a:lnTo>
                                        <a:lnTo>
                                          <a:pt x="1061" y="2594"/>
                                        </a:lnTo>
                                        <a:lnTo>
                                          <a:pt x="1088" y="2586"/>
                                        </a:lnTo>
                                        <a:lnTo>
                                          <a:pt x="1116" y="2578"/>
                                        </a:lnTo>
                                        <a:lnTo>
                                          <a:pt x="1142" y="2567"/>
                                        </a:lnTo>
                                        <a:lnTo>
                                          <a:pt x="1167" y="2555"/>
                                        </a:lnTo>
                                        <a:lnTo>
                                          <a:pt x="1167" y="2555"/>
                                        </a:lnTo>
                                        <a:lnTo>
                                          <a:pt x="1189" y="2544"/>
                                        </a:lnTo>
                                        <a:lnTo>
                                          <a:pt x="1211" y="2532"/>
                                        </a:lnTo>
                                        <a:lnTo>
                                          <a:pt x="1232" y="2518"/>
                                        </a:lnTo>
                                        <a:lnTo>
                                          <a:pt x="1254" y="2503"/>
                                        </a:lnTo>
                                        <a:lnTo>
                                          <a:pt x="1296" y="2471"/>
                                        </a:lnTo>
                                        <a:lnTo>
                                          <a:pt x="1316" y="2456"/>
                                        </a:lnTo>
                                        <a:lnTo>
                                          <a:pt x="1338" y="2441"/>
                                        </a:lnTo>
                                        <a:lnTo>
                                          <a:pt x="1359" y="2427"/>
                                        </a:lnTo>
                                        <a:lnTo>
                                          <a:pt x="1382" y="2415"/>
                                        </a:lnTo>
                                        <a:lnTo>
                                          <a:pt x="1404" y="2405"/>
                                        </a:lnTo>
                                        <a:lnTo>
                                          <a:pt x="1416" y="2401"/>
                                        </a:lnTo>
                                        <a:lnTo>
                                          <a:pt x="1428" y="2398"/>
                                        </a:lnTo>
                                        <a:lnTo>
                                          <a:pt x="1441" y="2394"/>
                                        </a:lnTo>
                                        <a:lnTo>
                                          <a:pt x="1453" y="2392"/>
                                        </a:lnTo>
                                        <a:lnTo>
                                          <a:pt x="1466" y="2391"/>
                                        </a:lnTo>
                                        <a:lnTo>
                                          <a:pt x="1478" y="2391"/>
                                        </a:lnTo>
                                        <a:lnTo>
                                          <a:pt x="1491" y="2392"/>
                                        </a:lnTo>
                                        <a:lnTo>
                                          <a:pt x="1505" y="2393"/>
                                        </a:lnTo>
                                        <a:lnTo>
                                          <a:pt x="1519" y="2397"/>
                                        </a:lnTo>
                                        <a:lnTo>
                                          <a:pt x="1533" y="2400"/>
                                        </a:lnTo>
                                        <a:lnTo>
                                          <a:pt x="1533" y="2400"/>
                                        </a:lnTo>
                                        <a:lnTo>
                                          <a:pt x="1485" y="2426"/>
                                        </a:lnTo>
                                        <a:lnTo>
                                          <a:pt x="1438" y="2453"/>
                                        </a:lnTo>
                                        <a:lnTo>
                                          <a:pt x="1391" y="2481"/>
                                        </a:lnTo>
                                        <a:lnTo>
                                          <a:pt x="1346" y="2511"/>
                                        </a:lnTo>
                                        <a:lnTo>
                                          <a:pt x="1302" y="2543"/>
                                        </a:lnTo>
                                        <a:lnTo>
                                          <a:pt x="1281" y="2560"/>
                                        </a:lnTo>
                                        <a:lnTo>
                                          <a:pt x="1259" y="2579"/>
                                        </a:lnTo>
                                        <a:lnTo>
                                          <a:pt x="1238" y="2597"/>
                                        </a:lnTo>
                                        <a:lnTo>
                                          <a:pt x="1216" y="2617"/>
                                        </a:lnTo>
                                        <a:lnTo>
                                          <a:pt x="1196" y="2636"/>
                                        </a:lnTo>
                                        <a:lnTo>
                                          <a:pt x="1176" y="2657"/>
                                        </a:lnTo>
                                        <a:lnTo>
                                          <a:pt x="1241" y="2714"/>
                                        </a:lnTo>
                                        <a:lnTo>
                                          <a:pt x="1241" y="2714"/>
                                        </a:lnTo>
                                        <a:lnTo>
                                          <a:pt x="1259" y="2690"/>
                                        </a:lnTo>
                                        <a:lnTo>
                                          <a:pt x="1279" y="2667"/>
                                        </a:lnTo>
                                        <a:lnTo>
                                          <a:pt x="1298" y="2645"/>
                                        </a:lnTo>
                                        <a:lnTo>
                                          <a:pt x="1318" y="2623"/>
                                        </a:lnTo>
                                        <a:lnTo>
                                          <a:pt x="1339" y="2601"/>
                                        </a:lnTo>
                                        <a:lnTo>
                                          <a:pt x="1361" y="2581"/>
                                        </a:lnTo>
                                        <a:lnTo>
                                          <a:pt x="1383" y="2562"/>
                                        </a:lnTo>
                                        <a:lnTo>
                                          <a:pt x="1405" y="2542"/>
                                        </a:lnTo>
                                        <a:lnTo>
                                          <a:pt x="1429" y="2524"/>
                                        </a:lnTo>
                                        <a:lnTo>
                                          <a:pt x="1453" y="2507"/>
                                        </a:lnTo>
                                        <a:lnTo>
                                          <a:pt x="1476" y="2490"/>
                                        </a:lnTo>
                                        <a:lnTo>
                                          <a:pt x="1501" y="2474"/>
                                        </a:lnTo>
                                        <a:lnTo>
                                          <a:pt x="1526" y="2459"/>
                                        </a:lnTo>
                                        <a:lnTo>
                                          <a:pt x="1550" y="2445"/>
                                        </a:lnTo>
                                        <a:lnTo>
                                          <a:pt x="1576" y="2432"/>
                                        </a:lnTo>
                                        <a:lnTo>
                                          <a:pt x="1602" y="2420"/>
                                        </a:lnTo>
                                        <a:lnTo>
                                          <a:pt x="1602" y="2420"/>
                                        </a:lnTo>
                                        <a:lnTo>
                                          <a:pt x="1627" y="2433"/>
                                        </a:lnTo>
                                        <a:lnTo>
                                          <a:pt x="1651" y="2447"/>
                                        </a:lnTo>
                                        <a:lnTo>
                                          <a:pt x="1675" y="2461"/>
                                        </a:lnTo>
                                        <a:lnTo>
                                          <a:pt x="1700" y="2477"/>
                                        </a:lnTo>
                                        <a:lnTo>
                                          <a:pt x="1723" y="2494"/>
                                        </a:lnTo>
                                        <a:lnTo>
                                          <a:pt x="1746" y="2511"/>
                                        </a:lnTo>
                                        <a:lnTo>
                                          <a:pt x="1770" y="2528"/>
                                        </a:lnTo>
                                        <a:lnTo>
                                          <a:pt x="1792" y="2546"/>
                                        </a:lnTo>
                                        <a:lnTo>
                                          <a:pt x="1835" y="2585"/>
                                        </a:lnTo>
                                        <a:lnTo>
                                          <a:pt x="1878" y="2625"/>
                                        </a:lnTo>
                                        <a:lnTo>
                                          <a:pt x="1918" y="2666"/>
                                        </a:lnTo>
                                        <a:lnTo>
                                          <a:pt x="1957" y="2708"/>
                                        </a:lnTo>
                                        <a:lnTo>
                                          <a:pt x="2022" y="2652"/>
                                        </a:lnTo>
                                        <a:lnTo>
                                          <a:pt x="2022" y="2652"/>
                                        </a:lnTo>
                                        <a:lnTo>
                                          <a:pt x="1982" y="2614"/>
                                        </a:lnTo>
                                        <a:lnTo>
                                          <a:pt x="1940" y="2579"/>
                                        </a:lnTo>
                                        <a:lnTo>
                                          <a:pt x="1897" y="2544"/>
                                        </a:lnTo>
                                        <a:lnTo>
                                          <a:pt x="1853" y="2512"/>
                                        </a:lnTo>
                                        <a:lnTo>
                                          <a:pt x="1807" y="2482"/>
                                        </a:lnTo>
                                        <a:lnTo>
                                          <a:pt x="1762" y="2453"/>
                                        </a:lnTo>
                                        <a:lnTo>
                                          <a:pt x="1715" y="2426"/>
                                        </a:lnTo>
                                        <a:lnTo>
                                          <a:pt x="1668" y="2400"/>
                                        </a:lnTo>
                                        <a:lnTo>
                                          <a:pt x="1668" y="2400"/>
                                        </a:lnTo>
                                        <a:lnTo>
                                          <a:pt x="1680" y="2398"/>
                                        </a:lnTo>
                                        <a:lnTo>
                                          <a:pt x="1693" y="2395"/>
                                        </a:lnTo>
                                        <a:lnTo>
                                          <a:pt x="1706" y="2394"/>
                                        </a:lnTo>
                                        <a:lnTo>
                                          <a:pt x="1720" y="2394"/>
                                        </a:lnTo>
                                        <a:lnTo>
                                          <a:pt x="1748" y="2395"/>
                                        </a:lnTo>
                                        <a:lnTo>
                                          <a:pt x="1774" y="2397"/>
                                        </a:lnTo>
                                        <a:lnTo>
                                          <a:pt x="1774" y="2397"/>
                                        </a:lnTo>
                                        <a:lnTo>
                                          <a:pt x="1800" y="2409"/>
                                        </a:lnTo>
                                        <a:lnTo>
                                          <a:pt x="1824" y="2422"/>
                                        </a:lnTo>
                                        <a:lnTo>
                                          <a:pt x="1849" y="2436"/>
                                        </a:lnTo>
                                        <a:lnTo>
                                          <a:pt x="1873" y="2452"/>
                                        </a:lnTo>
                                        <a:lnTo>
                                          <a:pt x="1920" y="2482"/>
                                        </a:lnTo>
                                        <a:lnTo>
                                          <a:pt x="1966" y="2513"/>
                                        </a:lnTo>
                                        <a:lnTo>
                                          <a:pt x="1991" y="2527"/>
                                        </a:lnTo>
                                        <a:lnTo>
                                          <a:pt x="2015" y="2541"/>
                                        </a:lnTo>
                                        <a:lnTo>
                                          <a:pt x="2039" y="2554"/>
                                        </a:lnTo>
                                        <a:lnTo>
                                          <a:pt x="2064" y="2566"/>
                                        </a:lnTo>
                                        <a:lnTo>
                                          <a:pt x="2090" y="2577"/>
                                        </a:lnTo>
                                        <a:lnTo>
                                          <a:pt x="2117" y="2585"/>
                                        </a:lnTo>
                                        <a:lnTo>
                                          <a:pt x="2145" y="2592"/>
                                        </a:lnTo>
                                        <a:lnTo>
                                          <a:pt x="2172" y="2596"/>
                                        </a:lnTo>
                                        <a:lnTo>
                                          <a:pt x="2172" y="2596"/>
                                        </a:lnTo>
                                        <a:lnTo>
                                          <a:pt x="2204" y="2600"/>
                                        </a:lnTo>
                                        <a:lnTo>
                                          <a:pt x="2234" y="2603"/>
                                        </a:lnTo>
                                        <a:lnTo>
                                          <a:pt x="2264" y="2601"/>
                                        </a:lnTo>
                                        <a:lnTo>
                                          <a:pt x="2293" y="2599"/>
                                        </a:lnTo>
                                        <a:lnTo>
                                          <a:pt x="2321" y="2595"/>
                                        </a:lnTo>
                                        <a:lnTo>
                                          <a:pt x="2350" y="2590"/>
                                        </a:lnTo>
                                        <a:lnTo>
                                          <a:pt x="2377" y="2581"/>
                                        </a:lnTo>
                                        <a:lnTo>
                                          <a:pt x="2403" y="2571"/>
                                        </a:lnTo>
                                        <a:lnTo>
                                          <a:pt x="2429" y="2559"/>
                                        </a:lnTo>
                                        <a:lnTo>
                                          <a:pt x="2454" y="2546"/>
                                        </a:lnTo>
                                        <a:lnTo>
                                          <a:pt x="2479" y="2531"/>
                                        </a:lnTo>
                                        <a:lnTo>
                                          <a:pt x="2502" y="2515"/>
                                        </a:lnTo>
                                        <a:lnTo>
                                          <a:pt x="2525" y="2498"/>
                                        </a:lnTo>
                                        <a:lnTo>
                                          <a:pt x="2546" y="2479"/>
                                        </a:lnTo>
                                        <a:lnTo>
                                          <a:pt x="2567" y="2457"/>
                                        </a:lnTo>
                                        <a:lnTo>
                                          <a:pt x="2586" y="2435"/>
                                        </a:lnTo>
                                        <a:lnTo>
                                          <a:pt x="2508" y="2476"/>
                                        </a:lnTo>
                                        <a:lnTo>
                                          <a:pt x="2508" y="2476"/>
                                        </a:lnTo>
                                        <a:lnTo>
                                          <a:pt x="2490" y="2484"/>
                                        </a:lnTo>
                                        <a:lnTo>
                                          <a:pt x="2472" y="2489"/>
                                        </a:lnTo>
                                        <a:lnTo>
                                          <a:pt x="2453" y="2495"/>
                                        </a:lnTo>
                                        <a:lnTo>
                                          <a:pt x="2434" y="2498"/>
                                        </a:lnTo>
                                        <a:lnTo>
                                          <a:pt x="2414" y="2501"/>
                                        </a:lnTo>
                                        <a:lnTo>
                                          <a:pt x="2394" y="2503"/>
                                        </a:lnTo>
                                        <a:lnTo>
                                          <a:pt x="2374" y="2503"/>
                                        </a:lnTo>
                                        <a:lnTo>
                                          <a:pt x="2354" y="2503"/>
                                        </a:lnTo>
                                        <a:lnTo>
                                          <a:pt x="2334" y="2503"/>
                                        </a:lnTo>
                                        <a:lnTo>
                                          <a:pt x="2313" y="2501"/>
                                        </a:lnTo>
                                        <a:lnTo>
                                          <a:pt x="2293" y="2499"/>
                                        </a:lnTo>
                                        <a:lnTo>
                                          <a:pt x="2273" y="2496"/>
                                        </a:lnTo>
                                        <a:lnTo>
                                          <a:pt x="2254" y="2491"/>
                                        </a:lnTo>
                                        <a:lnTo>
                                          <a:pt x="2235" y="2487"/>
                                        </a:lnTo>
                                        <a:lnTo>
                                          <a:pt x="2217" y="2482"/>
                                        </a:lnTo>
                                        <a:lnTo>
                                          <a:pt x="2198" y="2476"/>
                                        </a:lnTo>
                                        <a:lnTo>
                                          <a:pt x="2198" y="2476"/>
                                        </a:lnTo>
                                        <a:close/>
                                      </a:path>
                                    </a:pathLst>
                                  </a:custGeom>
                                  <a:solidFill>
                                    <a:srgbClr val="009DD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 name="Freeform 92"/>
                                <wps:cNvSpPr>
                                  <a:spLocks/>
                                </wps:cNvSpPr>
                                <wps:spPr bwMode="auto">
                                  <a:xfrm>
                                    <a:off x="8890" y="560705"/>
                                    <a:ext cx="49530" cy="64135"/>
                                  </a:xfrm>
                                  <a:custGeom>
                                    <a:avLst/>
                                    <a:gdLst>
                                      <a:gd name="T0" fmla="*/ 300 w 621"/>
                                      <a:gd name="T1" fmla="*/ 804 h 804"/>
                                      <a:gd name="T2" fmla="*/ 256 w 621"/>
                                      <a:gd name="T3" fmla="*/ 802 h 804"/>
                                      <a:gd name="T4" fmla="*/ 216 w 621"/>
                                      <a:gd name="T5" fmla="*/ 798 h 804"/>
                                      <a:gd name="T6" fmla="*/ 180 w 621"/>
                                      <a:gd name="T7" fmla="*/ 790 h 804"/>
                                      <a:gd name="T8" fmla="*/ 148 w 621"/>
                                      <a:gd name="T9" fmla="*/ 781 h 804"/>
                                      <a:gd name="T10" fmla="*/ 120 w 621"/>
                                      <a:gd name="T11" fmla="*/ 768 h 804"/>
                                      <a:gd name="T12" fmla="*/ 97 w 621"/>
                                      <a:gd name="T13" fmla="*/ 753 h 804"/>
                                      <a:gd name="T14" fmla="*/ 75 w 621"/>
                                      <a:gd name="T15" fmla="*/ 736 h 804"/>
                                      <a:gd name="T16" fmla="*/ 57 w 621"/>
                                      <a:gd name="T17" fmla="*/ 718 h 804"/>
                                      <a:gd name="T18" fmla="*/ 42 w 621"/>
                                      <a:gd name="T19" fmla="*/ 698 h 804"/>
                                      <a:gd name="T20" fmla="*/ 29 w 621"/>
                                      <a:gd name="T21" fmla="*/ 675 h 804"/>
                                      <a:gd name="T22" fmla="*/ 19 w 621"/>
                                      <a:gd name="T23" fmla="*/ 652 h 804"/>
                                      <a:gd name="T24" fmla="*/ 6 w 621"/>
                                      <a:gd name="T25" fmla="*/ 603 h 804"/>
                                      <a:gd name="T26" fmla="*/ 0 w 621"/>
                                      <a:gd name="T27" fmla="*/ 550 h 804"/>
                                      <a:gd name="T28" fmla="*/ 0 w 621"/>
                                      <a:gd name="T29" fmla="*/ 0 h 804"/>
                                      <a:gd name="T30" fmla="*/ 127 w 621"/>
                                      <a:gd name="T31" fmla="*/ 513 h 804"/>
                                      <a:gd name="T32" fmla="*/ 128 w 621"/>
                                      <a:gd name="T33" fmla="*/ 533 h 804"/>
                                      <a:gd name="T34" fmla="*/ 131 w 621"/>
                                      <a:gd name="T35" fmla="*/ 569 h 804"/>
                                      <a:gd name="T36" fmla="*/ 140 w 621"/>
                                      <a:gd name="T37" fmla="*/ 603 h 804"/>
                                      <a:gd name="T38" fmla="*/ 154 w 621"/>
                                      <a:gd name="T39" fmla="*/ 632 h 804"/>
                                      <a:gd name="T40" fmla="*/ 174 w 621"/>
                                      <a:gd name="T41" fmla="*/ 657 h 804"/>
                                      <a:gd name="T42" fmla="*/ 202 w 621"/>
                                      <a:gd name="T43" fmla="*/ 676 h 804"/>
                                      <a:gd name="T44" fmla="*/ 237 w 621"/>
                                      <a:gd name="T45" fmla="*/ 690 h 804"/>
                                      <a:gd name="T46" fmla="*/ 282 w 621"/>
                                      <a:gd name="T47" fmla="*/ 698 h 804"/>
                                      <a:gd name="T48" fmla="*/ 308 w 621"/>
                                      <a:gd name="T49" fmla="*/ 699 h 804"/>
                                      <a:gd name="T50" fmla="*/ 353 w 621"/>
                                      <a:gd name="T51" fmla="*/ 695 h 804"/>
                                      <a:gd name="T52" fmla="*/ 392 w 621"/>
                                      <a:gd name="T53" fmla="*/ 688 h 804"/>
                                      <a:gd name="T54" fmla="*/ 424 w 621"/>
                                      <a:gd name="T55" fmla="*/ 674 h 804"/>
                                      <a:gd name="T56" fmla="*/ 450 w 621"/>
                                      <a:gd name="T57" fmla="*/ 652 h 804"/>
                                      <a:gd name="T58" fmla="*/ 471 w 621"/>
                                      <a:gd name="T59" fmla="*/ 625 h 804"/>
                                      <a:gd name="T60" fmla="*/ 484 w 621"/>
                                      <a:gd name="T61" fmla="*/ 591 h 804"/>
                                      <a:gd name="T62" fmla="*/ 493 w 621"/>
                                      <a:gd name="T63" fmla="*/ 548 h 804"/>
                                      <a:gd name="T64" fmla="*/ 495 w 621"/>
                                      <a:gd name="T65" fmla="*/ 496 h 804"/>
                                      <a:gd name="T66" fmla="*/ 621 w 621"/>
                                      <a:gd name="T67" fmla="*/ 0 h 804"/>
                                      <a:gd name="T68" fmla="*/ 621 w 621"/>
                                      <a:gd name="T69" fmla="*/ 487 h 804"/>
                                      <a:gd name="T70" fmla="*/ 619 w 621"/>
                                      <a:gd name="T71" fmla="*/ 525 h 804"/>
                                      <a:gd name="T72" fmla="*/ 616 w 621"/>
                                      <a:gd name="T73" fmla="*/ 562 h 804"/>
                                      <a:gd name="T74" fmla="*/ 609 w 621"/>
                                      <a:gd name="T75" fmla="*/ 595 h 804"/>
                                      <a:gd name="T76" fmla="*/ 599 w 621"/>
                                      <a:gd name="T77" fmla="*/ 625 h 804"/>
                                      <a:gd name="T78" fmla="*/ 588 w 621"/>
                                      <a:gd name="T79" fmla="*/ 654 h 804"/>
                                      <a:gd name="T80" fmla="*/ 574 w 621"/>
                                      <a:gd name="T81" fmla="*/ 680 h 804"/>
                                      <a:gd name="T82" fmla="*/ 556 w 621"/>
                                      <a:gd name="T83" fmla="*/ 704 h 804"/>
                                      <a:gd name="T84" fmla="*/ 538 w 621"/>
                                      <a:gd name="T85" fmla="*/ 725 h 804"/>
                                      <a:gd name="T86" fmla="*/ 517 w 621"/>
                                      <a:gd name="T87" fmla="*/ 743 h 804"/>
                                      <a:gd name="T88" fmla="*/ 492 w 621"/>
                                      <a:gd name="T89" fmla="*/ 759 h 804"/>
                                      <a:gd name="T90" fmla="*/ 466 w 621"/>
                                      <a:gd name="T91" fmla="*/ 773 h 804"/>
                                      <a:gd name="T92" fmla="*/ 437 w 621"/>
                                      <a:gd name="T93" fmla="*/ 784 h 804"/>
                                      <a:gd name="T94" fmla="*/ 406 w 621"/>
                                      <a:gd name="T95" fmla="*/ 792 h 804"/>
                                      <a:gd name="T96" fmla="*/ 373 w 621"/>
                                      <a:gd name="T97" fmla="*/ 799 h 804"/>
                                      <a:gd name="T98" fmla="*/ 337 w 621"/>
                                      <a:gd name="T99" fmla="*/ 802 h 804"/>
                                      <a:gd name="T100" fmla="*/ 300 w 621"/>
                                      <a:gd name="T101" fmla="*/ 804 h 8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621" h="804">
                                        <a:moveTo>
                                          <a:pt x="300" y="804"/>
                                        </a:moveTo>
                                        <a:lnTo>
                                          <a:pt x="300" y="804"/>
                                        </a:lnTo>
                                        <a:lnTo>
                                          <a:pt x="277" y="803"/>
                                        </a:lnTo>
                                        <a:lnTo>
                                          <a:pt x="256" y="802"/>
                                        </a:lnTo>
                                        <a:lnTo>
                                          <a:pt x="235" y="800"/>
                                        </a:lnTo>
                                        <a:lnTo>
                                          <a:pt x="216" y="798"/>
                                        </a:lnTo>
                                        <a:lnTo>
                                          <a:pt x="198" y="795"/>
                                        </a:lnTo>
                                        <a:lnTo>
                                          <a:pt x="180" y="790"/>
                                        </a:lnTo>
                                        <a:lnTo>
                                          <a:pt x="164" y="786"/>
                                        </a:lnTo>
                                        <a:lnTo>
                                          <a:pt x="148" y="781"/>
                                        </a:lnTo>
                                        <a:lnTo>
                                          <a:pt x="134" y="774"/>
                                        </a:lnTo>
                                        <a:lnTo>
                                          <a:pt x="120" y="768"/>
                                        </a:lnTo>
                                        <a:lnTo>
                                          <a:pt x="108" y="761"/>
                                        </a:lnTo>
                                        <a:lnTo>
                                          <a:pt x="97" y="753"/>
                                        </a:lnTo>
                                        <a:lnTo>
                                          <a:pt x="85" y="745"/>
                                        </a:lnTo>
                                        <a:lnTo>
                                          <a:pt x="75" y="736"/>
                                        </a:lnTo>
                                        <a:lnTo>
                                          <a:pt x="65" y="727"/>
                                        </a:lnTo>
                                        <a:lnTo>
                                          <a:pt x="57" y="718"/>
                                        </a:lnTo>
                                        <a:lnTo>
                                          <a:pt x="49" y="707"/>
                                        </a:lnTo>
                                        <a:lnTo>
                                          <a:pt x="42" y="698"/>
                                        </a:lnTo>
                                        <a:lnTo>
                                          <a:pt x="35" y="687"/>
                                        </a:lnTo>
                                        <a:lnTo>
                                          <a:pt x="29" y="675"/>
                                        </a:lnTo>
                                        <a:lnTo>
                                          <a:pt x="24" y="664"/>
                                        </a:lnTo>
                                        <a:lnTo>
                                          <a:pt x="19" y="652"/>
                                        </a:lnTo>
                                        <a:lnTo>
                                          <a:pt x="12" y="628"/>
                                        </a:lnTo>
                                        <a:lnTo>
                                          <a:pt x="6" y="603"/>
                                        </a:lnTo>
                                        <a:lnTo>
                                          <a:pt x="2" y="576"/>
                                        </a:lnTo>
                                        <a:lnTo>
                                          <a:pt x="0" y="550"/>
                                        </a:lnTo>
                                        <a:lnTo>
                                          <a:pt x="0" y="522"/>
                                        </a:lnTo>
                                        <a:lnTo>
                                          <a:pt x="0" y="0"/>
                                        </a:lnTo>
                                        <a:lnTo>
                                          <a:pt x="127" y="0"/>
                                        </a:lnTo>
                                        <a:lnTo>
                                          <a:pt x="127" y="513"/>
                                        </a:lnTo>
                                        <a:lnTo>
                                          <a:pt x="127" y="513"/>
                                        </a:lnTo>
                                        <a:lnTo>
                                          <a:pt x="128" y="533"/>
                                        </a:lnTo>
                                        <a:lnTo>
                                          <a:pt x="129" y="551"/>
                                        </a:lnTo>
                                        <a:lnTo>
                                          <a:pt x="131" y="569"/>
                                        </a:lnTo>
                                        <a:lnTo>
                                          <a:pt x="135" y="587"/>
                                        </a:lnTo>
                                        <a:lnTo>
                                          <a:pt x="140" y="603"/>
                                        </a:lnTo>
                                        <a:lnTo>
                                          <a:pt x="146" y="618"/>
                                        </a:lnTo>
                                        <a:lnTo>
                                          <a:pt x="154" y="632"/>
                                        </a:lnTo>
                                        <a:lnTo>
                                          <a:pt x="163" y="645"/>
                                        </a:lnTo>
                                        <a:lnTo>
                                          <a:pt x="174" y="657"/>
                                        </a:lnTo>
                                        <a:lnTo>
                                          <a:pt x="187" y="667"/>
                                        </a:lnTo>
                                        <a:lnTo>
                                          <a:pt x="202" y="676"/>
                                        </a:lnTo>
                                        <a:lnTo>
                                          <a:pt x="218" y="685"/>
                                        </a:lnTo>
                                        <a:lnTo>
                                          <a:pt x="237" y="690"/>
                                        </a:lnTo>
                                        <a:lnTo>
                                          <a:pt x="259" y="694"/>
                                        </a:lnTo>
                                        <a:lnTo>
                                          <a:pt x="282" y="698"/>
                                        </a:lnTo>
                                        <a:lnTo>
                                          <a:pt x="308" y="699"/>
                                        </a:lnTo>
                                        <a:lnTo>
                                          <a:pt x="308" y="699"/>
                                        </a:lnTo>
                                        <a:lnTo>
                                          <a:pt x="332" y="698"/>
                                        </a:lnTo>
                                        <a:lnTo>
                                          <a:pt x="353" y="695"/>
                                        </a:lnTo>
                                        <a:lnTo>
                                          <a:pt x="374" y="692"/>
                                        </a:lnTo>
                                        <a:lnTo>
                                          <a:pt x="392" y="688"/>
                                        </a:lnTo>
                                        <a:lnTo>
                                          <a:pt x="408" y="681"/>
                                        </a:lnTo>
                                        <a:lnTo>
                                          <a:pt x="424" y="674"/>
                                        </a:lnTo>
                                        <a:lnTo>
                                          <a:pt x="438" y="664"/>
                                        </a:lnTo>
                                        <a:lnTo>
                                          <a:pt x="450" y="652"/>
                                        </a:lnTo>
                                        <a:lnTo>
                                          <a:pt x="461" y="640"/>
                                        </a:lnTo>
                                        <a:lnTo>
                                          <a:pt x="471" y="625"/>
                                        </a:lnTo>
                                        <a:lnTo>
                                          <a:pt x="478" y="609"/>
                                        </a:lnTo>
                                        <a:lnTo>
                                          <a:pt x="484" y="591"/>
                                        </a:lnTo>
                                        <a:lnTo>
                                          <a:pt x="489" y="570"/>
                                        </a:lnTo>
                                        <a:lnTo>
                                          <a:pt x="493" y="548"/>
                                        </a:lnTo>
                                        <a:lnTo>
                                          <a:pt x="494" y="523"/>
                                        </a:lnTo>
                                        <a:lnTo>
                                          <a:pt x="495" y="496"/>
                                        </a:lnTo>
                                        <a:lnTo>
                                          <a:pt x="495" y="0"/>
                                        </a:lnTo>
                                        <a:lnTo>
                                          <a:pt x="621" y="0"/>
                                        </a:lnTo>
                                        <a:lnTo>
                                          <a:pt x="621" y="487"/>
                                        </a:lnTo>
                                        <a:lnTo>
                                          <a:pt x="621" y="487"/>
                                        </a:lnTo>
                                        <a:lnTo>
                                          <a:pt x="620" y="507"/>
                                        </a:lnTo>
                                        <a:lnTo>
                                          <a:pt x="619" y="525"/>
                                        </a:lnTo>
                                        <a:lnTo>
                                          <a:pt x="618" y="543"/>
                                        </a:lnTo>
                                        <a:lnTo>
                                          <a:pt x="616" y="562"/>
                                        </a:lnTo>
                                        <a:lnTo>
                                          <a:pt x="612" y="578"/>
                                        </a:lnTo>
                                        <a:lnTo>
                                          <a:pt x="609" y="595"/>
                                        </a:lnTo>
                                        <a:lnTo>
                                          <a:pt x="605" y="610"/>
                                        </a:lnTo>
                                        <a:lnTo>
                                          <a:pt x="599" y="625"/>
                                        </a:lnTo>
                                        <a:lnTo>
                                          <a:pt x="594" y="640"/>
                                        </a:lnTo>
                                        <a:lnTo>
                                          <a:pt x="588" y="654"/>
                                        </a:lnTo>
                                        <a:lnTo>
                                          <a:pt x="581" y="667"/>
                                        </a:lnTo>
                                        <a:lnTo>
                                          <a:pt x="574" y="680"/>
                                        </a:lnTo>
                                        <a:lnTo>
                                          <a:pt x="566" y="692"/>
                                        </a:lnTo>
                                        <a:lnTo>
                                          <a:pt x="556" y="704"/>
                                        </a:lnTo>
                                        <a:lnTo>
                                          <a:pt x="548" y="715"/>
                                        </a:lnTo>
                                        <a:lnTo>
                                          <a:pt x="538" y="725"/>
                                        </a:lnTo>
                                        <a:lnTo>
                                          <a:pt x="527" y="734"/>
                                        </a:lnTo>
                                        <a:lnTo>
                                          <a:pt x="517" y="743"/>
                                        </a:lnTo>
                                        <a:lnTo>
                                          <a:pt x="505" y="752"/>
                                        </a:lnTo>
                                        <a:lnTo>
                                          <a:pt x="492" y="759"/>
                                        </a:lnTo>
                                        <a:lnTo>
                                          <a:pt x="479" y="767"/>
                                        </a:lnTo>
                                        <a:lnTo>
                                          <a:pt x="466" y="773"/>
                                        </a:lnTo>
                                        <a:lnTo>
                                          <a:pt x="452" y="778"/>
                                        </a:lnTo>
                                        <a:lnTo>
                                          <a:pt x="437" y="784"/>
                                        </a:lnTo>
                                        <a:lnTo>
                                          <a:pt x="422" y="788"/>
                                        </a:lnTo>
                                        <a:lnTo>
                                          <a:pt x="406" y="792"/>
                                        </a:lnTo>
                                        <a:lnTo>
                                          <a:pt x="390" y="796"/>
                                        </a:lnTo>
                                        <a:lnTo>
                                          <a:pt x="373" y="799"/>
                                        </a:lnTo>
                                        <a:lnTo>
                                          <a:pt x="356" y="801"/>
                                        </a:lnTo>
                                        <a:lnTo>
                                          <a:pt x="337" y="802"/>
                                        </a:lnTo>
                                        <a:lnTo>
                                          <a:pt x="300" y="804"/>
                                        </a:lnTo>
                                        <a:lnTo>
                                          <a:pt x="300" y="804"/>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 name="Freeform 93"/>
                                <wps:cNvSpPr>
                                  <a:spLocks/>
                                </wps:cNvSpPr>
                                <wps:spPr bwMode="auto">
                                  <a:xfrm>
                                    <a:off x="73025" y="576580"/>
                                    <a:ext cx="38735" cy="46990"/>
                                  </a:xfrm>
                                  <a:custGeom>
                                    <a:avLst/>
                                    <a:gdLst>
                                      <a:gd name="T0" fmla="*/ 365 w 488"/>
                                      <a:gd name="T1" fmla="*/ 219 h 595"/>
                                      <a:gd name="T2" fmla="*/ 364 w 488"/>
                                      <a:gd name="T3" fmla="*/ 194 h 595"/>
                                      <a:gd name="T4" fmla="*/ 360 w 488"/>
                                      <a:gd name="T5" fmla="*/ 171 h 595"/>
                                      <a:gd name="T6" fmla="*/ 355 w 488"/>
                                      <a:gd name="T7" fmla="*/ 151 h 595"/>
                                      <a:gd name="T8" fmla="*/ 346 w 488"/>
                                      <a:gd name="T9" fmla="*/ 135 h 595"/>
                                      <a:gd name="T10" fmla="*/ 335 w 488"/>
                                      <a:gd name="T11" fmla="*/ 122 h 595"/>
                                      <a:gd name="T12" fmla="*/ 320 w 488"/>
                                      <a:gd name="T13" fmla="*/ 112 h 595"/>
                                      <a:gd name="T14" fmla="*/ 300 w 488"/>
                                      <a:gd name="T15" fmla="*/ 107 h 595"/>
                                      <a:gd name="T16" fmla="*/ 278 w 488"/>
                                      <a:gd name="T17" fmla="*/ 105 h 595"/>
                                      <a:gd name="T18" fmla="*/ 262 w 488"/>
                                      <a:gd name="T19" fmla="*/ 106 h 595"/>
                                      <a:gd name="T20" fmla="*/ 231 w 488"/>
                                      <a:gd name="T21" fmla="*/ 113 h 595"/>
                                      <a:gd name="T22" fmla="*/ 204 w 488"/>
                                      <a:gd name="T23" fmla="*/ 130 h 595"/>
                                      <a:gd name="T24" fmla="*/ 180 w 488"/>
                                      <a:gd name="T25" fmla="*/ 152 h 595"/>
                                      <a:gd name="T26" fmla="*/ 159 w 488"/>
                                      <a:gd name="T27" fmla="*/ 180 h 595"/>
                                      <a:gd name="T28" fmla="*/ 143 w 488"/>
                                      <a:gd name="T29" fmla="*/ 214 h 595"/>
                                      <a:gd name="T30" fmla="*/ 133 w 488"/>
                                      <a:gd name="T31" fmla="*/ 252 h 595"/>
                                      <a:gd name="T32" fmla="*/ 126 w 488"/>
                                      <a:gd name="T33" fmla="*/ 292 h 595"/>
                                      <a:gd name="T34" fmla="*/ 126 w 488"/>
                                      <a:gd name="T35" fmla="*/ 595 h 595"/>
                                      <a:gd name="T36" fmla="*/ 0 w 488"/>
                                      <a:gd name="T37" fmla="*/ 12 h 595"/>
                                      <a:gd name="T38" fmla="*/ 120 w 488"/>
                                      <a:gd name="T39" fmla="*/ 12 h 595"/>
                                      <a:gd name="T40" fmla="*/ 119 w 488"/>
                                      <a:gd name="T41" fmla="*/ 68 h 595"/>
                                      <a:gd name="T42" fmla="*/ 112 w 488"/>
                                      <a:gd name="T43" fmla="*/ 125 h 595"/>
                                      <a:gd name="T44" fmla="*/ 113 w 488"/>
                                      <a:gd name="T45" fmla="*/ 126 h 595"/>
                                      <a:gd name="T46" fmla="*/ 127 w 488"/>
                                      <a:gd name="T47" fmla="*/ 99 h 595"/>
                                      <a:gd name="T48" fmla="*/ 146 w 488"/>
                                      <a:gd name="T49" fmla="*/ 76 h 595"/>
                                      <a:gd name="T50" fmla="*/ 166 w 488"/>
                                      <a:gd name="T51" fmla="*/ 54 h 595"/>
                                      <a:gd name="T52" fmla="*/ 190 w 488"/>
                                      <a:gd name="T53" fmla="*/ 36 h 595"/>
                                      <a:gd name="T54" fmla="*/ 217 w 488"/>
                                      <a:gd name="T55" fmla="*/ 21 h 595"/>
                                      <a:gd name="T56" fmla="*/ 246 w 488"/>
                                      <a:gd name="T57" fmla="*/ 10 h 595"/>
                                      <a:gd name="T58" fmla="*/ 280 w 488"/>
                                      <a:gd name="T59" fmla="*/ 2 h 595"/>
                                      <a:gd name="T60" fmla="*/ 315 w 488"/>
                                      <a:gd name="T61" fmla="*/ 0 h 595"/>
                                      <a:gd name="T62" fmla="*/ 339 w 488"/>
                                      <a:gd name="T63" fmla="*/ 1 h 595"/>
                                      <a:gd name="T64" fmla="*/ 381 w 488"/>
                                      <a:gd name="T65" fmla="*/ 9 h 595"/>
                                      <a:gd name="T66" fmla="*/ 414 w 488"/>
                                      <a:gd name="T67" fmla="*/ 23 h 595"/>
                                      <a:gd name="T68" fmla="*/ 441 w 488"/>
                                      <a:gd name="T69" fmla="*/ 42 h 595"/>
                                      <a:gd name="T70" fmla="*/ 460 w 488"/>
                                      <a:gd name="T71" fmla="*/ 68 h 595"/>
                                      <a:gd name="T72" fmla="*/ 474 w 488"/>
                                      <a:gd name="T73" fmla="*/ 97 h 595"/>
                                      <a:gd name="T74" fmla="*/ 484 w 488"/>
                                      <a:gd name="T75" fmla="*/ 131 h 595"/>
                                      <a:gd name="T76" fmla="*/ 488 w 488"/>
                                      <a:gd name="T77" fmla="*/ 167 h 595"/>
                                      <a:gd name="T78" fmla="*/ 488 w 488"/>
                                      <a:gd name="T79" fmla="*/ 595 h 5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488" h="595">
                                        <a:moveTo>
                                          <a:pt x="365" y="595"/>
                                        </a:moveTo>
                                        <a:lnTo>
                                          <a:pt x="365" y="219"/>
                                        </a:lnTo>
                                        <a:lnTo>
                                          <a:pt x="365" y="219"/>
                                        </a:lnTo>
                                        <a:lnTo>
                                          <a:pt x="364" y="194"/>
                                        </a:lnTo>
                                        <a:lnTo>
                                          <a:pt x="363" y="182"/>
                                        </a:lnTo>
                                        <a:lnTo>
                                          <a:pt x="360" y="171"/>
                                        </a:lnTo>
                                        <a:lnTo>
                                          <a:pt x="358" y="161"/>
                                        </a:lnTo>
                                        <a:lnTo>
                                          <a:pt x="355" y="151"/>
                                        </a:lnTo>
                                        <a:lnTo>
                                          <a:pt x="351" y="143"/>
                                        </a:lnTo>
                                        <a:lnTo>
                                          <a:pt x="346" y="135"/>
                                        </a:lnTo>
                                        <a:lnTo>
                                          <a:pt x="341" y="128"/>
                                        </a:lnTo>
                                        <a:lnTo>
                                          <a:pt x="335" y="122"/>
                                        </a:lnTo>
                                        <a:lnTo>
                                          <a:pt x="327" y="117"/>
                                        </a:lnTo>
                                        <a:lnTo>
                                          <a:pt x="320" y="112"/>
                                        </a:lnTo>
                                        <a:lnTo>
                                          <a:pt x="311" y="109"/>
                                        </a:lnTo>
                                        <a:lnTo>
                                          <a:pt x="300" y="107"/>
                                        </a:lnTo>
                                        <a:lnTo>
                                          <a:pt x="289" y="105"/>
                                        </a:lnTo>
                                        <a:lnTo>
                                          <a:pt x="278" y="105"/>
                                        </a:lnTo>
                                        <a:lnTo>
                                          <a:pt x="278" y="105"/>
                                        </a:lnTo>
                                        <a:lnTo>
                                          <a:pt x="262" y="106"/>
                                        </a:lnTo>
                                        <a:lnTo>
                                          <a:pt x="246" y="109"/>
                                        </a:lnTo>
                                        <a:lnTo>
                                          <a:pt x="231" y="113"/>
                                        </a:lnTo>
                                        <a:lnTo>
                                          <a:pt x="217" y="121"/>
                                        </a:lnTo>
                                        <a:lnTo>
                                          <a:pt x="204" y="130"/>
                                        </a:lnTo>
                                        <a:lnTo>
                                          <a:pt x="192" y="140"/>
                                        </a:lnTo>
                                        <a:lnTo>
                                          <a:pt x="180" y="152"/>
                                        </a:lnTo>
                                        <a:lnTo>
                                          <a:pt x="169" y="165"/>
                                        </a:lnTo>
                                        <a:lnTo>
                                          <a:pt x="159" y="180"/>
                                        </a:lnTo>
                                        <a:lnTo>
                                          <a:pt x="151" y="197"/>
                                        </a:lnTo>
                                        <a:lnTo>
                                          <a:pt x="143" y="214"/>
                                        </a:lnTo>
                                        <a:lnTo>
                                          <a:pt x="137" y="232"/>
                                        </a:lnTo>
                                        <a:lnTo>
                                          <a:pt x="133" y="252"/>
                                        </a:lnTo>
                                        <a:lnTo>
                                          <a:pt x="128" y="271"/>
                                        </a:lnTo>
                                        <a:lnTo>
                                          <a:pt x="126" y="292"/>
                                        </a:lnTo>
                                        <a:lnTo>
                                          <a:pt x="126" y="314"/>
                                        </a:lnTo>
                                        <a:lnTo>
                                          <a:pt x="126" y="595"/>
                                        </a:lnTo>
                                        <a:lnTo>
                                          <a:pt x="0" y="595"/>
                                        </a:lnTo>
                                        <a:lnTo>
                                          <a:pt x="0" y="12"/>
                                        </a:lnTo>
                                        <a:lnTo>
                                          <a:pt x="120" y="12"/>
                                        </a:lnTo>
                                        <a:lnTo>
                                          <a:pt x="120" y="12"/>
                                        </a:lnTo>
                                        <a:lnTo>
                                          <a:pt x="120" y="38"/>
                                        </a:lnTo>
                                        <a:lnTo>
                                          <a:pt x="119" y="68"/>
                                        </a:lnTo>
                                        <a:lnTo>
                                          <a:pt x="115" y="98"/>
                                        </a:lnTo>
                                        <a:lnTo>
                                          <a:pt x="112" y="125"/>
                                        </a:lnTo>
                                        <a:lnTo>
                                          <a:pt x="113" y="126"/>
                                        </a:lnTo>
                                        <a:lnTo>
                                          <a:pt x="113" y="126"/>
                                        </a:lnTo>
                                        <a:lnTo>
                                          <a:pt x="120" y="113"/>
                                        </a:lnTo>
                                        <a:lnTo>
                                          <a:pt x="127" y="99"/>
                                        </a:lnTo>
                                        <a:lnTo>
                                          <a:pt x="136" y="88"/>
                                        </a:lnTo>
                                        <a:lnTo>
                                          <a:pt x="146" y="76"/>
                                        </a:lnTo>
                                        <a:lnTo>
                                          <a:pt x="155" y="64"/>
                                        </a:lnTo>
                                        <a:lnTo>
                                          <a:pt x="166" y="54"/>
                                        </a:lnTo>
                                        <a:lnTo>
                                          <a:pt x="178" y="44"/>
                                        </a:lnTo>
                                        <a:lnTo>
                                          <a:pt x="190" y="36"/>
                                        </a:lnTo>
                                        <a:lnTo>
                                          <a:pt x="204" y="27"/>
                                        </a:lnTo>
                                        <a:lnTo>
                                          <a:pt x="217" y="21"/>
                                        </a:lnTo>
                                        <a:lnTo>
                                          <a:pt x="231" y="14"/>
                                        </a:lnTo>
                                        <a:lnTo>
                                          <a:pt x="246" y="10"/>
                                        </a:lnTo>
                                        <a:lnTo>
                                          <a:pt x="263" y="6"/>
                                        </a:lnTo>
                                        <a:lnTo>
                                          <a:pt x="280" y="2"/>
                                        </a:lnTo>
                                        <a:lnTo>
                                          <a:pt x="297" y="1"/>
                                        </a:lnTo>
                                        <a:lnTo>
                                          <a:pt x="315" y="0"/>
                                        </a:lnTo>
                                        <a:lnTo>
                                          <a:pt x="315" y="0"/>
                                        </a:lnTo>
                                        <a:lnTo>
                                          <a:pt x="339" y="1"/>
                                        </a:lnTo>
                                        <a:lnTo>
                                          <a:pt x="360" y="4"/>
                                        </a:lnTo>
                                        <a:lnTo>
                                          <a:pt x="381" y="9"/>
                                        </a:lnTo>
                                        <a:lnTo>
                                          <a:pt x="398" y="15"/>
                                        </a:lnTo>
                                        <a:lnTo>
                                          <a:pt x="414" y="23"/>
                                        </a:lnTo>
                                        <a:lnTo>
                                          <a:pt x="428" y="32"/>
                                        </a:lnTo>
                                        <a:lnTo>
                                          <a:pt x="441" y="42"/>
                                        </a:lnTo>
                                        <a:lnTo>
                                          <a:pt x="452" y="55"/>
                                        </a:lnTo>
                                        <a:lnTo>
                                          <a:pt x="460" y="68"/>
                                        </a:lnTo>
                                        <a:lnTo>
                                          <a:pt x="469" y="82"/>
                                        </a:lnTo>
                                        <a:lnTo>
                                          <a:pt x="474" y="97"/>
                                        </a:lnTo>
                                        <a:lnTo>
                                          <a:pt x="480" y="115"/>
                                        </a:lnTo>
                                        <a:lnTo>
                                          <a:pt x="484" y="131"/>
                                        </a:lnTo>
                                        <a:lnTo>
                                          <a:pt x="486" y="149"/>
                                        </a:lnTo>
                                        <a:lnTo>
                                          <a:pt x="488" y="167"/>
                                        </a:lnTo>
                                        <a:lnTo>
                                          <a:pt x="488" y="187"/>
                                        </a:lnTo>
                                        <a:lnTo>
                                          <a:pt x="488" y="595"/>
                                        </a:lnTo>
                                        <a:lnTo>
                                          <a:pt x="365" y="595"/>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3" name="Freeform 94"/>
                                <wps:cNvSpPr>
                                  <a:spLocks noEditPoints="1"/>
                                </wps:cNvSpPr>
                                <wps:spPr bwMode="auto">
                                  <a:xfrm>
                                    <a:off x="124460" y="558165"/>
                                    <a:ext cx="12700" cy="65405"/>
                                  </a:xfrm>
                                  <a:custGeom>
                                    <a:avLst/>
                                    <a:gdLst>
                                      <a:gd name="T0" fmla="*/ 80 w 160"/>
                                      <a:gd name="T1" fmla="*/ 157 h 827"/>
                                      <a:gd name="T2" fmla="*/ 64 w 160"/>
                                      <a:gd name="T3" fmla="*/ 156 h 827"/>
                                      <a:gd name="T4" fmla="*/ 48 w 160"/>
                                      <a:gd name="T5" fmla="*/ 151 h 827"/>
                                      <a:gd name="T6" fmla="*/ 35 w 160"/>
                                      <a:gd name="T7" fmla="*/ 144 h 827"/>
                                      <a:gd name="T8" fmla="*/ 23 w 160"/>
                                      <a:gd name="T9" fmla="*/ 134 h 827"/>
                                      <a:gd name="T10" fmla="*/ 13 w 160"/>
                                      <a:gd name="T11" fmla="*/ 122 h 827"/>
                                      <a:gd name="T12" fmla="*/ 5 w 160"/>
                                      <a:gd name="T13" fmla="*/ 109 h 827"/>
                                      <a:gd name="T14" fmla="*/ 1 w 160"/>
                                      <a:gd name="T15" fmla="*/ 94 h 827"/>
                                      <a:gd name="T16" fmla="*/ 0 w 160"/>
                                      <a:gd name="T17" fmla="*/ 78 h 827"/>
                                      <a:gd name="T18" fmla="*/ 0 w 160"/>
                                      <a:gd name="T19" fmla="*/ 71 h 827"/>
                                      <a:gd name="T20" fmla="*/ 3 w 160"/>
                                      <a:gd name="T21" fmla="*/ 55 h 827"/>
                                      <a:gd name="T22" fmla="*/ 9 w 160"/>
                                      <a:gd name="T23" fmla="*/ 41 h 827"/>
                                      <a:gd name="T24" fmla="*/ 18 w 160"/>
                                      <a:gd name="T25" fmla="*/ 28 h 827"/>
                                      <a:gd name="T26" fmla="*/ 29 w 160"/>
                                      <a:gd name="T27" fmla="*/ 18 h 827"/>
                                      <a:gd name="T28" fmla="*/ 42 w 160"/>
                                      <a:gd name="T29" fmla="*/ 9 h 827"/>
                                      <a:gd name="T30" fmla="*/ 56 w 160"/>
                                      <a:gd name="T31" fmla="*/ 4 h 827"/>
                                      <a:gd name="T32" fmla="*/ 72 w 160"/>
                                      <a:gd name="T33" fmla="*/ 0 h 827"/>
                                      <a:gd name="T34" fmla="*/ 80 w 160"/>
                                      <a:gd name="T35" fmla="*/ 0 h 827"/>
                                      <a:gd name="T36" fmla="*/ 95 w 160"/>
                                      <a:gd name="T37" fmla="*/ 2 h 827"/>
                                      <a:gd name="T38" fmla="*/ 110 w 160"/>
                                      <a:gd name="T39" fmla="*/ 6 h 827"/>
                                      <a:gd name="T40" fmla="*/ 124 w 160"/>
                                      <a:gd name="T41" fmla="*/ 13 h 827"/>
                                      <a:gd name="T42" fmla="*/ 136 w 160"/>
                                      <a:gd name="T43" fmla="*/ 22 h 827"/>
                                      <a:gd name="T44" fmla="*/ 146 w 160"/>
                                      <a:gd name="T45" fmla="*/ 34 h 827"/>
                                      <a:gd name="T46" fmla="*/ 153 w 160"/>
                                      <a:gd name="T47" fmla="*/ 48 h 827"/>
                                      <a:gd name="T48" fmla="*/ 158 w 160"/>
                                      <a:gd name="T49" fmla="*/ 62 h 827"/>
                                      <a:gd name="T50" fmla="*/ 160 w 160"/>
                                      <a:gd name="T51" fmla="*/ 78 h 827"/>
                                      <a:gd name="T52" fmla="*/ 159 w 160"/>
                                      <a:gd name="T53" fmla="*/ 87 h 827"/>
                                      <a:gd name="T54" fmla="*/ 155 w 160"/>
                                      <a:gd name="T55" fmla="*/ 102 h 827"/>
                                      <a:gd name="T56" fmla="*/ 150 w 160"/>
                                      <a:gd name="T57" fmla="*/ 116 h 827"/>
                                      <a:gd name="T58" fmla="*/ 141 w 160"/>
                                      <a:gd name="T59" fmla="*/ 129 h 827"/>
                                      <a:gd name="T60" fmla="*/ 130 w 160"/>
                                      <a:gd name="T61" fmla="*/ 140 h 827"/>
                                      <a:gd name="T62" fmla="*/ 118 w 160"/>
                                      <a:gd name="T63" fmla="*/ 148 h 827"/>
                                      <a:gd name="T64" fmla="*/ 103 w 160"/>
                                      <a:gd name="T65" fmla="*/ 154 h 827"/>
                                      <a:gd name="T66" fmla="*/ 88 w 160"/>
                                      <a:gd name="T67" fmla="*/ 157 h 827"/>
                                      <a:gd name="T68" fmla="*/ 80 w 160"/>
                                      <a:gd name="T69" fmla="*/ 157 h 827"/>
                                      <a:gd name="T70" fmla="*/ 17 w 160"/>
                                      <a:gd name="T71" fmla="*/ 244 h 827"/>
                                      <a:gd name="T72" fmla="*/ 141 w 160"/>
                                      <a:gd name="T73" fmla="*/ 827 h 8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0" h="827">
                                        <a:moveTo>
                                          <a:pt x="80" y="157"/>
                                        </a:moveTo>
                                        <a:lnTo>
                                          <a:pt x="80" y="157"/>
                                        </a:lnTo>
                                        <a:lnTo>
                                          <a:pt x="72" y="157"/>
                                        </a:lnTo>
                                        <a:lnTo>
                                          <a:pt x="64" y="156"/>
                                        </a:lnTo>
                                        <a:lnTo>
                                          <a:pt x="56" y="154"/>
                                        </a:lnTo>
                                        <a:lnTo>
                                          <a:pt x="48" y="151"/>
                                        </a:lnTo>
                                        <a:lnTo>
                                          <a:pt x="42" y="148"/>
                                        </a:lnTo>
                                        <a:lnTo>
                                          <a:pt x="35" y="144"/>
                                        </a:lnTo>
                                        <a:lnTo>
                                          <a:pt x="29" y="140"/>
                                        </a:lnTo>
                                        <a:lnTo>
                                          <a:pt x="23" y="134"/>
                                        </a:lnTo>
                                        <a:lnTo>
                                          <a:pt x="18" y="129"/>
                                        </a:lnTo>
                                        <a:lnTo>
                                          <a:pt x="13" y="122"/>
                                        </a:lnTo>
                                        <a:lnTo>
                                          <a:pt x="9" y="116"/>
                                        </a:lnTo>
                                        <a:lnTo>
                                          <a:pt x="5" y="109"/>
                                        </a:lnTo>
                                        <a:lnTo>
                                          <a:pt x="3" y="102"/>
                                        </a:lnTo>
                                        <a:lnTo>
                                          <a:pt x="1" y="94"/>
                                        </a:lnTo>
                                        <a:lnTo>
                                          <a:pt x="0" y="87"/>
                                        </a:lnTo>
                                        <a:lnTo>
                                          <a:pt x="0" y="78"/>
                                        </a:lnTo>
                                        <a:lnTo>
                                          <a:pt x="0" y="78"/>
                                        </a:lnTo>
                                        <a:lnTo>
                                          <a:pt x="0" y="71"/>
                                        </a:lnTo>
                                        <a:lnTo>
                                          <a:pt x="1" y="63"/>
                                        </a:lnTo>
                                        <a:lnTo>
                                          <a:pt x="3" y="55"/>
                                        </a:lnTo>
                                        <a:lnTo>
                                          <a:pt x="5" y="48"/>
                                        </a:lnTo>
                                        <a:lnTo>
                                          <a:pt x="9" y="41"/>
                                        </a:lnTo>
                                        <a:lnTo>
                                          <a:pt x="13" y="35"/>
                                        </a:lnTo>
                                        <a:lnTo>
                                          <a:pt x="18" y="28"/>
                                        </a:lnTo>
                                        <a:lnTo>
                                          <a:pt x="23" y="23"/>
                                        </a:lnTo>
                                        <a:lnTo>
                                          <a:pt x="29" y="18"/>
                                        </a:lnTo>
                                        <a:lnTo>
                                          <a:pt x="35" y="13"/>
                                        </a:lnTo>
                                        <a:lnTo>
                                          <a:pt x="42" y="9"/>
                                        </a:lnTo>
                                        <a:lnTo>
                                          <a:pt x="48" y="6"/>
                                        </a:lnTo>
                                        <a:lnTo>
                                          <a:pt x="56" y="4"/>
                                        </a:lnTo>
                                        <a:lnTo>
                                          <a:pt x="64" y="2"/>
                                        </a:lnTo>
                                        <a:lnTo>
                                          <a:pt x="72" y="0"/>
                                        </a:lnTo>
                                        <a:lnTo>
                                          <a:pt x="80" y="0"/>
                                        </a:lnTo>
                                        <a:lnTo>
                                          <a:pt x="80" y="0"/>
                                        </a:lnTo>
                                        <a:lnTo>
                                          <a:pt x="88" y="0"/>
                                        </a:lnTo>
                                        <a:lnTo>
                                          <a:pt x="95" y="2"/>
                                        </a:lnTo>
                                        <a:lnTo>
                                          <a:pt x="103" y="4"/>
                                        </a:lnTo>
                                        <a:lnTo>
                                          <a:pt x="110" y="6"/>
                                        </a:lnTo>
                                        <a:lnTo>
                                          <a:pt x="118" y="9"/>
                                        </a:lnTo>
                                        <a:lnTo>
                                          <a:pt x="124" y="13"/>
                                        </a:lnTo>
                                        <a:lnTo>
                                          <a:pt x="130" y="18"/>
                                        </a:lnTo>
                                        <a:lnTo>
                                          <a:pt x="136" y="22"/>
                                        </a:lnTo>
                                        <a:lnTo>
                                          <a:pt x="141" y="28"/>
                                        </a:lnTo>
                                        <a:lnTo>
                                          <a:pt x="146" y="34"/>
                                        </a:lnTo>
                                        <a:lnTo>
                                          <a:pt x="150" y="40"/>
                                        </a:lnTo>
                                        <a:lnTo>
                                          <a:pt x="153" y="48"/>
                                        </a:lnTo>
                                        <a:lnTo>
                                          <a:pt x="155" y="54"/>
                                        </a:lnTo>
                                        <a:lnTo>
                                          <a:pt x="158" y="62"/>
                                        </a:lnTo>
                                        <a:lnTo>
                                          <a:pt x="159" y="71"/>
                                        </a:lnTo>
                                        <a:lnTo>
                                          <a:pt x="160" y="78"/>
                                        </a:lnTo>
                                        <a:lnTo>
                                          <a:pt x="160" y="78"/>
                                        </a:lnTo>
                                        <a:lnTo>
                                          <a:pt x="159" y="87"/>
                                        </a:lnTo>
                                        <a:lnTo>
                                          <a:pt x="158" y="94"/>
                                        </a:lnTo>
                                        <a:lnTo>
                                          <a:pt x="155" y="102"/>
                                        </a:lnTo>
                                        <a:lnTo>
                                          <a:pt x="153" y="109"/>
                                        </a:lnTo>
                                        <a:lnTo>
                                          <a:pt x="150" y="116"/>
                                        </a:lnTo>
                                        <a:lnTo>
                                          <a:pt x="146" y="122"/>
                                        </a:lnTo>
                                        <a:lnTo>
                                          <a:pt x="141" y="129"/>
                                        </a:lnTo>
                                        <a:lnTo>
                                          <a:pt x="136" y="134"/>
                                        </a:lnTo>
                                        <a:lnTo>
                                          <a:pt x="130" y="140"/>
                                        </a:lnTo>
                                        <a:lnTo>
                                          <a:pt x="124" y="144"/>
                                        </a:lnTo>
                                        <a:lnTo>
                                          <a:pt x="118" y="148"/>
                                        </a:lnTo>
                                        <a:lnTo>
                                          <a:pt x="110" y="151"/>
                                        </a:lnTo>
                                        <a:lnTo>
                                          <a:pt x="103" y="154"/>
                                        </a:lnTo>
                                        <a:lnTo>
                                          <a:pt x="95" y="156"/>
                                        </a:lnTo>
                                        <a:lnTo>
                                          <a:pt x="88" y="157"/>
                                        </a:lnTo>
                                        <a:lnTo>
                                          <a:pt x="80" y="157"/>
                                        </a:lnTo>
                                        <a:lnTo>
                                          <a:pt x="80" y="157"/>
                                        </a:lnTo>
                                        <a:close/>
                                        <a:moveTo>
                                          <a:pt x="17" y="827"/>
                                        </a:moveTo>
                                        <a:lnTo>
                                          <a:pt x="17" y="244"/>
                                        </a:lnTo>
                                        <a:lnTo>
                                          <a:pt x="141" y="244"/>
                                        </a:lnTo>
                                        <a:lnTo>
                                          <a:pt x="141" y="827"/>
                                        </a:lnTo>
                                        <a:lnTo>
                                          <a:pt x="17" y="827"/>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4" name="Freeform 95"/>
                                <wps:cNvSpPr>
                                  <a:spLocks/>
                                </wps:cNvSpPr>
                                <wps:spPr bwMode="auto">
                                  <a:xfrm>
                                    <a:off x="143510" y="560070"/>
                                    <a:ext cx="31115" cy="64770"/>
                                  </a:xfrm>
                                  <a:custGeom>
                                    <a:avLst/>
                                    <a:gdLst>
                                      <a:gd name="T0" fmla="*/ 272 w 388"/>
                                      <a:gd name="T1" fmla="*/ 813 h 813"/>
                                      <a:gd name="T2" fmla="*/ 272 w 388"/>
                                      <a:gd name="T3" fmla="*/ 813 h 813"/>
                                      <a:gd name="T4" fmla="*/ 249 w 388"/>
                                      <a:gd name="T5" fmla="*/ 813 h 813"/>
                                      <a:gd name="T6" fmla="*/ 229 w 388"/>
                                      <a:gd name="T7" fmla="*/ 811 h 813"/>
                                      <a:gd name="T8" fmla="*/ 211 w 388"/>
                                      <a:gd name="T9" fmla="*/ 809 h 813"/>
                                      <a:gd name="T10" fmla="*/ 195 w 388"/>
                                      <a:gd name="T11" fmla="*/ 805 h 813"/>
                                      <a:gd name="T12" fmla="*/ 180 w 388"/>
                                      <a:gd name="T13" fmla="*/ 798 h 813"/>
                                      <a:gd name="T14" fmla="*/ 167 w 388"/>
                                      <a:gd name="T15" fmla="*/ 792 h 813"/>
                                      <a:gd name="T16" fmla="*/ 155 w 388"/>
                                      <a:gd name="T17" fmla="*/ 783 h 813"/>
                                      <a:gd name="T18" fmla="*/ 145 w 388"/>
                                      <a:gd name="T19" fmla="*/ 773 h 813"/>
                                      <a:gd name="T20" fmla="*/ 137 w 388"/>
                                      <a:gd name="T21" fmla="*/ 761 h 813"/>
                                      <a:gd name="T22" fmla="*/ 129 w 388"/>
                                      <a:gd name="T23" fmla="*/ 748 h 813"/>
                                      <a:gd name="T24" fmla="*/ 123 w 388"/>
                                      <a:gd name="T25" fmla="*/ 734 h 813"/>
                                      <a:gd name="T26" fmla="*/ 118 w 388"/>
                                      <a:gd name="T27" fmla="*/ 718 h 813"/>
                                      <a:gd name="T28" fmla="*/ 115 w 388"/>
                                      <a:gd name="T29" fmla="*/ 700 h 813"/>
                                      <a:gd name="T30" fmla="*/ 113 w 388"/>
                                      <a:gd name="T31" fmla="*/ 681 h 813"/>
                                      <a:gd name="T32" fmla="*/ 111 w 388"/>
                                      <a:gd name="T33" fmla="*/ 659 h 813"/>
                                      <a:gd name="T34" fmla="*/ 111 w 388"/>
                                      <a:gd name="T35" fmla="*/ 635 h 813"/>
                                      <a:gd name="T36" fmla="*/ 111 w 388"/>
                                      <a:gd name="T37" fmla="*/ 317 h 813"/>
                                      <a:gd name="T38" fmla="*/ 0 w 388"/>
                                      <a:gd name="T39" fmla="*/ 317 h 813"/>
                                      <a:gd name="T40" fmla="*/ 0 w 388"/>
                                      <a:gd name="T41" fmla="*/ 220 h 813"/>
                                      <a:gd name="T42" fmla="*/ 111 w 388"/>
                                      <a:gd name="T43" fmla="*/ 220 h 813"/>
                                      <a:gd name="T44" fmla="*/ 111 w 388"/>
                                      <a:gd name="T45" fmla="*/ 35 h 813"/>
                                      <a:gd name="T46" fmla="*/ 234 w 388"/>
                                      <a:gd name="T47" fmla="*/ 0 h 813"/>
                                      <a:gd name="T48" fmla="*/ 234 w 388"/>
                                      <a:gd name="T49" fmla="*/ 220 h 813"/>
                                      <a:gd name="T50" fmla="*/ 388 w 388"/>
                                      <a:gd name="T51" fmla="*/ 220 h 813"/>
                                      <a:gd name="T52" fmla="*/ 388 w 388"/>
                                      <a:gd name="T53" fmla="*/ 317 h 813"/>
                                      <a:gd name="T54" fmla="*/ 235 w 388"/>
                                      <a:gd name="T55" fmla="*/ 317 h 813"/>
                                      <a:gd name="T56" fmla="*/ 235 w 388"/>
                                      <a:gd name="T57" fmla="*/ 596 h 813"/>
                                      <a:gd name="T58" fmla="*/ 235 w 388"/>
                                      <a:gd name="T59" fmla="*/ 596 h 813"/>
                                      <a:gd name="T60" fmla="*/ 237 w 388"/>
                                      <a:gd name="T61" fmla="*/ 627 h 813"/>
                                      <a:gd name="T62" fmla="*/ 238 w 388"/>
                                      <a:gd name="T63" fmla="*/ 639 h 813"/>
                                      <a:gd name="T64" fmla="*/ 240 w 388"/>
                                      <a:gd name="T65" fmla="*/ 650 h 813"/>
                                      <a:gd name="T66" fmla="*/ 242 w 388"/>
                                      <a:gd name="T67" fmla="*/ 661 h 813"/>
                                      <a:gd name="T68" fmla="*/ 244 w 388"/>
                                      <a:gd name="T69" fmla="*/ 670 h 813"/>
                                      <a:gd name="T70" fmla="*/ 248 w 388"/>
                                      <a:gd name="T71" fmla="*/ 677 h 813"/>
                                      <a:gd name="T72" fmla="*/ 252 w 388"/>
                                      <a:gd name="T73" fmla="*/ 684 h 813"/>
                                      <a:gd name="T74" fmla="*/ 257 w 388"/>
                                      <a:gd name="T75" fmla="*/ 690 h 813"/>
                                      <a:gd name="T76" fmla="*/ 262 w 388"/>
                                      <a:gd name="T77" fmla="*/ 695 h 813"/>
                                      <a:gd name="T78" fmla="*/ 269 w 388"/>
                                      <a:gd name="T79" fmla="*/ 699 h 813"/>
                                      <a:gd name="T80" fmla="*/ 275 w 388"/>
                                      <a:gd name="T81" fmla="*/ 702 h 813"/>
                                      <a:gd name="T82" fmla="*/ 283 w 388"/>
                                      <a:gd name="T83" fmla="*/ 704 h 813"/>
                                      <a:gd name="T84" fmla="*/ 291 w 388"/>
                                      <a:gd name="T85" fmla="*/ 705 h 813"/>
                                      <a:gd name="T86" fmla="*/ 301 w 388"/>
                                      <a:gd name="T87" fmla="*/ 706 h 813"/>
                                      <a:gd name="T88" fmla="*/ 312 w 388"/>
                                      <a:gd name="T89" fmla="*/ 706 h 813"/>
                                      <a:gd name="T90" fmla="*/ 312 w 388"/>
                                      <a:gd name="T91" fmla="*/ 706 h 813"/>
                                      <a:gd name="T92" fmla="*/ 331 w 388"/>
                                      <a:gd name="T93" fmla="*/ 706 h 813"/>
                                      <a:gd name="T94" fmla="*/ 351 w 388"/>
                                      <a:gd name="T95" fmla="*/ 704 h 813"/>
                                      <a:gd name="T96" fmla="*/ 370 w 388"/>
                                      <a:gd name="T97" fmla="*/ 701 h 813"/>
                                      <a:gd name="T98" fmla="*/ 388 w 388"/>
                                      <a:gd name="T99" fmla="*/ 698 h 813"/>
                                      <a:gd name="T100" fmla="*/ 388 w 388"/>
                                      <a:gd name="T101" fmla="*/ 800 h 813"/>
                                      <a:gd name="T102" fmla="*/ 388 w 388"/>
                                      <a:gd name="T103" fmla="*/ 800 h 813"/>
                                      <a:gd name="T104" fmla="*/ 361 w 388"/>
                                      <a:gd name="T105" fmla="*/ 806 h 813"/>
                                      <a:gd name="T106" fmla="*/ 332 w 388"/>
                                      <a:gd name="T107" fmla="*/ 810 h 813"/>
                                      <a:gd name="T108" fmla="*/ 302 w 388"/>
                                      <a:gd name="T109" fmla="*/ 813 h 813"/>
                                      <a:gd name="T110" fmla="*/ 272 w 388"/>
                                      <a:gd name="T111" fmla="*/ 813 h 813"/>
                                      <a:gd name="T112" fmla="*/ 272 w 388"/>
                                      <a:gd name="T113" fmla="*/ 813 h 8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88" h="813">
                                        <a:moveTo>
                                          <a:pt x="272" y="813"/>
                                        </a:moveTo>
                                        <a:lnTo>
                                          <a:pt x="272" y="813"/>
                                        </a:lnTo>
                                        <a:lnTo>
                                          <a:pt x="249" y="813"/>
                                        </a:lnTo>
                                        <a:lnTo>
                                          <a:pt x="229" y="811"/>
                                        </a:lnTo>
                                        <a:lnTo>
                                          <a:pt x="211" y="809"/>
                                        </a:lnTo>
                                        <a:lnTo>
                                          <a:pt x="195" y="805"/>
                                        </a:lnTo>
                                        <a:lnTo>
                                          <a:pt x="180" y="798"/>
                                        </a:lnTo>
                                        <a:lnTo>
                                          <a:pt x="167" y="792"/>
                                        </a:lnTo>
                                        <a:lnTo>
                                          <a:pt x="155" y="783"/>
                                        </a:lnTo>
                                        <a:lnTo>
                                          <a:pt x="145" y="773"/>
                                        </a:lnTo>
                                        <a:lnTo>
                                          <a:pt x="137" y="761"/>
                                        </a:lnTo>
                                        <a:lnTo>
                                          <a:pt x="129" y="748"/>
                                        </a:lnTo>
                                        <a:lnTo>
                                          <a:pt x="123" y="734"/>
                                        </a:lnTo>
                                        <a:lnTo>
                                          <a:pt x="118" y="718"/>
                                        </a:lnTo>
                                        <a:lnTo>
                                          <a:pt x="115" y="700"/>
                                        </a:lnTo>
                                        <a:lnTo>
                                          <a:pt x="113" y="681"/>
                                        </a:lnTo>
                                        <a:lnTo>
                                          <a:pt x="111" y="659"/>
                                        </a:lnTo>
                                        <a:lnTo>
                                          <a:pt x="111" y="635"/>
                                        </a:lnTo>
                                        <a:lnTo>
                                          <a:pt x="111" y="317"/>
                                        </a:lnTo>
                                        <a:lnTo>
                                          <a:pt x="0" y="317"/>
                                        </a:lnTo>
                                        <a:lnTo>
                                          <a:pt x="0" y="220"/>
                                        </a:lnTo>
                                        <a:lnTo>
                                          <a:pt x="111" y="220"/>
                                        </a:lnTo>
                                        <a:lnTo>
                                          <a:pt x="111" y="35"/>
                                        </a:lnTo>
                                        <a:lnTo>
                                          <a:pt x="234" y="0"/>
                                        </a:lnTo>
                                        <a:lnTo>
                                          <a:pt x="234" y="220"/>
                                        </a:lnTo>
                                        <a:lnTo>
                                          <a:pt x="388" y="220"/>
                                        </a:lnTo>
                                        <a:lnTo>
                                          <a:pt x="388" y="317"/>
                                        </a:lnTo>
                                        <a:lnTo>
                                          <a:pt x="235" y="317"/>
                                        </a:lnTo>
                                        <a:lnTo>
                                          <a:pt x="235" y="596"/>
                                        </a:lnTo>
                                        <a:lnTo>
                                          <a:pt x="235" y="596"/>
                                        </a:lnTo>
                                        <a:lnTo>
                                          <a:pt x="237" y="627"/>
                                        </a:lnTo>
                                        <a:lnTo>
                                          <a:pt x="238" y="639"/>
                                        </a:lnTo>
                                        <a:lnTo>
                                          <a:pt x="240" y="650"/>
                                        </a:lnTo>
                                        <a:lnTo>
                                          <a:pt x="242" y="661"/>
                                        </a:lnTo>
                                        <a:lnTo>
                                          <a:pt x="244" y="670"/>
                                        </a:lnTo>
                                        <a:lnTo>
                                          <a:pt x="248" y="677"/>
                                        </a:lnTo>
                                        <a:lnTo>
                                          <a:pt x="252" y="684"/>
                                        </a:lnTo>
                                        <a:lnTo>
                                          <a:pt x="257" y="690"/>
                                        </a:lnTo>
                                        <a:lnTo>
                                          <a:pt x="262" y="695"/>
                                        </a:lnTo>
                                        <a:lnTo>
                                          <a:pt x="269" y="699"/>
                                        </a:lnTo>
                                        <a:lnTo>
                                          <a:pt x="275" y="702"/>
                                        </a:lnTo>
                                        <a:lnTo>
                                          <a:pt x="283" y="704"/>
                                        </a:lnTo>
                                        <a:lnTo>
                                          <a:pt x="291" y="705"/>
                                        </a:lnTo>
                                        <a:lnTo>
                                          <a:pt x="301" y="706"/>
                                        </a:lnTo>
                                        <a:lnTo>
                                          <a:pt x="312" y="706"/>
                                        </a:lnTo>
                                        <a:lnTo>
                                          <a:pt x="312" y="706"/>
                                        </a:lnTo>
                                        <a:lnTo>
                                          <a:pt x="331" y="706"/>
                                        </a:lnTo>
                                        <a:lnTo>
                                          <a:pt x="351" y="704"/>
                                        </a:lnTo>
                                        <a:lnTo>
                                          <a:pt x="370" y="701"/>
                                        </a:lnTo>
                                        <a:lnTo>
                                          <a:pt x="388" y="698"/>
                                        </a:lnTo>
                                        <a:lnTo>
                                          <a:pt x="388" y="800"/>
                                        </a:lnTo>
                                        <a:lnTo>
                                          <a:pt x="388" y="800"/>
                                        </a:lnTo>
                                        <a:lnTo>
                                          <a:pt x="361" y="806"/>
                                        </a:lnTo>
                                        <a:lnTo>
                                          <a:pt x="332" y="810"/>
                                        </a:lnTo>
                                        <a:lnTo>
                                          <a:pt x="302" y="813"/>
                                        </a:lnTo>
                                        <a:lnTo>
                                          <a:pt x="272" y="813"/>
                                        </a:lnTo>
                                        <a:lnTo>
                                          <a:pt x="272" y="813"/>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5" name="Freeform 96"/>
                                <wps:cNvSpPr>
                                  <a:spLocks noEditPoints="1"/>
                                </wps:cNvSpPr>
                                <wps:spPr bwMode="auto">
                                  <a:xfrm>
                                    <a:off x="181610" y="576580"/>
                                    <a:ext cx="39370" cy="48260"/>
                                  </a:xfrm>
                                  <a:custGeom>
                                    <a:avLst/>
                                    <a:gdLst>
                                      <a:gd name="T0" fmla="*/ 129 w 503"/>
                                      <a:gd name="T1" fmla="*/ 311 h 607"/>
                                      <a:gd name="T2" fmla="*/ 133 w 503"/>
                                      <a:gd name="T3" fmla="*/ 380 h 607"/>
                                      <a:gd name="T4" fmla="*/ 151 w 503"/>
                                      <a:gd name="T5" fmla="*/ 433 h 607"/>
                                      <a:gd name="T6" fmla="*/ 182 w 503"/>
                                      <a:gd name="T7" fmla="*/ 471 h 607"/>
                                      <a:gd name="T8" fmla="*/ 225 w 503"/>
                                      <a:gd name="T9" fmla="*/ 495 h 607"/>
                                      <a:gd name="T10" fmla="*/ 279 w 503"/>
                                      <a:gd name="T11" fmla="*/ 506 h 607"/>
                                      <a:gd name="T12" fmla="*/ 323 w 503"/>
                                      <a:gd name="T13" fmla="*/ 506 h 607"/>
                                      <a:gd name="T14" fmla="*/ 390 w 503"/>
                                      <a:gd name="T15" fmla="*/ 497 h 607"/>
                                      <a:gd name="T16" fmla="*/ 452 w 503"/>
                                      <a:gd name="T17" fmla="*/ 478 h 607"/>
                                      <a:gd name="T18" fmla="*/ 482 w 503"/>
                                      <a:gd name="T19" fmla="*/ 570 h 607"/>
                                      <a:gd name="T20" fmla="*/ 411 w 503"/>
                                      <a:gd name="T21" fmla="*/ 592 h 607"/>
                                      <a:gd name="T22" fmla="*/ 334 w 503"/>
                                      <a:gd name="T23" fmla="*/ 604 h 607"/>
                                      <a:gd name="T24" fmla="*/ 281 w 503"/>
                                      <a:gd name="T25" fmla="*/ 607 h 607"/>
                                      <a:gd name="T26" fmla="*/ 202 w 503"/>
                                      <a:gd name="T27" fmla="*/ 600 h 607"/>
                                      <a:gd name="T28" fmla="*/ 161 w 503"/>
                                      <a:gd name="T29" fmla="*/ 589 h 607"/>
                                      <a:gd name="T30" fmla="*/ 124 w 503"/>
                                      <a:gd name="T31" fmla="*/ 573 h 607"/>
                                      <a:gd name="T32" fmla="*/ 91 w 503"/>
                                      <a:gd name="T33" fmla="*/ 551 h 607"/>
                                      <a:gd name="T34" fmla="*/ 64 w 503"/>
                                      <a:gd name="T35" fmla="*/ 524 h 607"/>
                                      <a:gd name="T36" fmla="*/ 42 w 503"/>
                                      <a:gd name="T37" fmla="*/ 493 h 607"/>
                                      <a:gd name="T38" fmla="*/ 24 w 503"/>
                                      <a:gd name="T39" fmla="*/ 455 h 607"/>
                                      <a:gd name="T40" fmla="*/ 11 w 503"/>
                                      <a:gd name="T41" fmla="*/ 411 h 607"/>
                                      <a:gd name="T42" fmla="*/ 1 w 503"/>
                                      <a:gd name="T43" fmla="*/ 345 h 607"/>
                                      <a:gd name="T44" fmla="*/ 1 w 503"/>
                                      <a:gd name="T45" fmla="*/ 275 h 607"/>
                                      <a:gd name="T46" fmla="*/ 18 w 503"/>
                                      <a:gd name="T47" fmla="*/ 186 h 607"/>
                                      <a:gd name="T48" fmla="*/ 40 w 503"/>
                                      <a:gd name="T49" fmla="*/ 133 h 607"/>
                                      <a:gd name="T50" fmla="*/ 61 w 503"/>
                                      <a:gd name="T51" fmla="*/ 98 h 607"/>
                                      <a:gd name="T52" fmla="*/ 87 w 503"/>
                                      <a:gd name="T53" fmla="*/ 68 h 607"/>
                                      <a:gd name="T54" fmla="*/ 118 w 503"/>
                                      <a:gd name="T55" fmla="*/ 43 h 607"/>
                                      <a:gd name="T56" fmla="*/ 153 w 503"/>
                                      <a:gd name="T57" fmla="*/ 24 h 607"/>
                                      <a:gd name="T58" fmla="*/ 192 w 503"/>
                                      <a:gd name="T59" fmla="*/ 10 h 607"/>
                                      <a:gd name="T60" fmla="*/ 235 w 503"/>
                                      <a:gd name="T61" fmla="*/ 1 h 607"/>
                                      <a:gd name="T62" fmla="*/ 265 w 503"/>
                                      <a:gd name="T63" fmla="*/ 0 h 607"/>
                                      <a:gd name="T64" fmla="*/ 310 w 503"/>
                                      <a:gd name="T65" fmla="*/ 4 h 607"/>
                                      <a:gd name="T66" fmla="*/ 349 w 503"/>
                                      <a:gd name="T67" fmla="*/ 12 h 607"/>
                                      <a:gd name="T68" fmla="*/ 384 w 503"/>
                                      <a:gd name="T69" fmla="*/ 25 h 607"/>
                                      <a:gd name="T70" fmla="*/ 414 w 503"/>
                                      <a:gd name="T71" fmla="*/ 43 h 607"/>
                                      <a:gd name="T72" fmla="*/ 439 w 503"/>
                                      <a:gd name="T73" fmla="*/ 66 h 607"/>
                                      <a:gd name="T74" fmla="*/ 472 w 503"/>
                                      <a:gd name="T75" fmla="*/ 111 h 607"/>
                                      <a:gd name="T76" fmla="*/ 495 w 503"/>
                                      <a:gd name="T77" fmla="*/ 178 h 607"/>
                                      <a:gd name="T78" fmla="*/ 503 w 503"/>
                                      <a:gd name="T79" fmla="*/ 253 h 607"/>
                                      <a:gd name="T80" fmla="*/ 500 w 503"/>
                                      <a:gd name="T81" fmla="*/ 311 h 607"/>
                                      <a:gd name="T82" fmla="*/ 261 w 503"/>
                                      <a:gd name="T83" fmla="*/ 93 h 607"/>
                                      <a:gd name="T84" fmla="*/ 225 w 503"/>
                                      <a:gd name="T85" fmla="*/ 98 h 607"/>
                                      <a:gd name="T86" fmla="*/ 192 w 503"/>
                                      <a:gd name="T87" fmla="*/ 113 h 607"/>
                                      <a:gd name="T88" fmla="*/ 165 w 503"/>
                                      <a:gd name="T89" fmla="*/ 137 h 607"/>
                                      <a:gd name="T90" fmla="*/ 146 w 503"/>
                                      <a:gd name="T91" fmla="*/ 170 h 607"/>
                                      <a:gd name="T92" fmla="*/ 134 w 503"/>
                                      <a:gd name="T93" fmla="*/ 208 h 607"/>
                                      <a:gd name="T94" fmla="*/ 378 w 503"/>
                                      <a:gd name="T95" fmla="*/ 223 h 607"/>
                                      <a:gd name="T96" fmla="*/ 375 w 503"/>
                                      <a:gd name="T97" fmla="*/ 181 h 607"/>
                                      <a:gd name="T98" fmla="*/ 361 w 503"/>
                                      <a:gd name="T99" fmla="*/ 147 h 607"/>
                                      <a:gd name="T100" fmla="*/ 339 w 503"/>
                                      <a:gd name="T101" fmla="*/ 120 h 607"/>
                                      <a:gd name="T102" fmla="*/ 310 w 503"/>
                                      <a:gd name="T103" fmla="*/ 102 h 607"/>
                                      <a:gd name="T104" fmla="*/ 275 w 503"/>
                                      <a:gd name="T105" fmla="*/ 93 h 6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503" h="607">
                                        <a:moveTo>
                                          <a:pt x="500" y="311"/>
                                        </a:moveTo>
                                        <a:lnTo>
                                          <a:pt x="129" y="311"/>
                                        </a:lnTo>
                                        <a:lnTo>
                                          <a:pt x="129" y="311"/>
                                        </a:lnTo>
                                        <a:lnTo>
                                          <a:pt x="129" y="336"/>
                                        </a:lnTo>
                                        <a:lnTo>
                                          <a:pt x="131" y="358"/>
                                        </a:lnTo>
                                        <a:lnTo>
                                          <a:pt x="133" y="380"/>
                                        </a:lnTo>
                                        <a:lnTo>
                                          <a:pt x="139" y="399"/>
                                        </a:lnTo>
                                        <a:lnTo>
                                          <a:pt x="144" y="416"/>
                                        </a:lnTo>
                                        <a:lnTo>
                                          <a:pt x="151" y="433"/>
                                        </a:lnTo>
                                        <a:lnTo>
                                          <a:pt x="160" y="447"/>
                                        </a:lnTo>
                                        <a:lnTo>
                                          <a:pt x="170" y="460"/>
                                        </a:lnTo>
                                        <a:lnTo>
                                          <a:pt x="182" y="471"/>
                                        </a:lnTo>
                                        <a:lnTo>
                                          <a:pt x="194" y="481"/>
                                        </a:lnTo>
                                        <a:lnTo>
                                          <a:pt x="210" y="489"/>
                                        </a:lnTo>
                                        <a:lnTo>
                                          <a:pt x="225" y="495"/>
                                        </a:lnTo>
                                        <a:lnTo>
                                          <a:pt x="242" y="501"/>
                                        </a:lnTo>
                                        <a:lnTo>
                                          <a:pt x="260" y="504"/>
                                        </a:lnTo>
                                        <a:lnTo>
                                          <a:pt x="279" y="506"/>
                                        </a:lnTo>
                                        <a:lnTo>
                                          <a:pt x="301" y="507"/>
                                        </a:lnTo>
                                        <a:lnTo>
                                          <a:pt x="301" y="507"/>
                                        </a:lnTo>
                                        <a:lnTo>
                                          <a:pt x="323" y="506"/>
                                        </a:lnTo>
                                        <a:lnTo>
                                          <a:pt x="346" y="505"/>
                                        </a:lnTo>
                                        <a:lnTo>
                                          <a:pt x="369" y="502"/>
                                        </a:lnTo>
                                        <a:lnTo>
                                          <a:pt x="390" y="497"/>
                                        </a:lnTo>
                                        <a:lnTo>
                                          <a:pt x="411" y="492"/>
                                        </a:lnTo>
                                        <a:lnTo>
                                          <a:pt x="432" y="485"/>
                                        </a:lnTo>
                                        <a:lnTo>
                                          <a:pt x="452" y="478"/>
                                        </a:lnTo>
                                        <a:lnTo>
                                          <a:pt x="471" y="469"/>
                                        </a:lnTo>
                                        <a:lnTo>
                                          <a:pt x="482" y="570"/>
                                        </a:lnTo>
                                        <a:lnTo>
                                          <a:pt x="482" y="570"/>
                                        </a:lnTo>
                                        <a:lnTo>
                                          <a:pt x="460" y="578"/>
                                        </a:lnTo>
                                        <a:lnTo>
                                          <a:pt x="436" y="586"/>
                                        </a:lnTo>
                                        <a:lnTo>
                                          <a:pt x="411" y="592"/>
                                        </a:lnTo>
                                        <a:lnTo>
                                          <a:pt x="387" y="598"/>
                                        </a:lnTo>
                                        <a:lnTo>
                                          <a:pt x="361" y="602"/>
                                        </a:lnTo>
                                        <a:lnTo>
                                          <a:pt x="334" y="604"/>
                                        </a:lnTo>
                                        <a:lnTo>
                                          <a:pt x="307" y="606"/>
                                        </a:lnTo>
                                        <a:lnTo>
                                          <a:pt x="281" y="607"/>
                                        </a:lnTo>
                                        <a:lnTo>
                                          <a:pt x="281" y="607"/>
                                        </a:lnTo>
                                        <a:lnTo>
                                          <a:pt x="248" y="606"/>
                                        </a:lnTo>
                                        <a:lnTo>
                                          <a:pt x="217" y="602"/>
                                        </a:lnTo>
                                        <a:lnTo>
                                          <a:pt x="202" y="600"/>
                                        </a:lnTo>
                                        <a:lnTo>
                                          <a:pt x="188" y="597"/>
                                        </a:lnTo>
                                        <a:lnTo>
                                          <a:pt x="174" y="593"/>
                                        </a:lnTo>
                                        <a:lnTo>
                                          <a:pt x="161" y="589"/>
                                        </a:lnTo>
                                        <a:lnTo>
                                          <a:pt x="148" y="585"/>
                                        </a:lnTo>
                                        <a:lnTo>
                                          <a:pt x="135" y="579"/>
                                        </a:lnTo>
                                        <a:lnTo>
                                          <a:pt x="124" y="573"/>
                                        </a:lnTo>
                                        <a:lnTo>
                                          <a:pt x="113" y="566"/>
                                        </a:lnTo>
                                        <a:lnTo>
                                          <a:pt x="102" y="559"/>
                                        </a:lnTo>
                                        <a:lnTo>
                                          <a:pt x="91" y="551"/>
                                        </a:lnTo>
                                        <a:lnTo>
                                          <a:pt x="82" y="543"/>
                                        </a:lnTo>
                                        <a:lnTo>
                                          <a:pt x="73" y="534"/>
                                        </a:lnTo>
                                        <a:lnTo>
                                          <a:pt x="64" y="524"/>
                                        </a:lnTo>
                                        <a:lnTo>
                                          <a:pt x="56" y="515"/>
                                        </a:lnTo>
                                        <a:lnTo>
                                          <a:pt x="48" y="504"/>
                                        </a:lnTo>
                                        <a:lnTo>
                                          <a:pt x="42" y="493"/>
                                        </a:lnTo>
                                        <a:lnTo>
                                          <a:pt x="35" y="480"/>
                                        </a:lnTo>
                                        <a:lnTo>
                                          <a:pt x="29" y="468"/>
                                        </a:lnTo>
                                        <a:lnTo>
                                          <a:pt x="24" y="455"/>
                                        </a:lnTo>
                                        <a:lnTo>
                                          <a:pt x="18" y="441"/>
                                        </a:lnTo>
                                        <a:lnTo>
                                          <a:pt x="15" y="426"/>
                                        </a:lnTo>
                                        <a:lnTo>
                                          <a:pt x="11" y="411"/>
                                        </a:lnTo>
                                        <a:lnTo>
                                          <a:pt x="8" y="396"/>
                                        </a:lnTo>
                                        <a:lnTo>
                                          <a:pt x="5" y="380"/>
                                        </a:lnTo>
                                        <a:lnTo>
                                          <a:pt x="1" y="345"/>
                                        </a:lnTo>
                                        <a:lnTo>
                                          <a:pt x="0" y="308"/>
                                        </a:lnTo>
                                        <a:lnTo>
                                          <a:pt x="0" y="308"/>
                                        </a:lnTo>
                                        <a:lnTo>
                                          <a:pt x="1" y="275"/>
                                        </a:lnTo>
                                        <a:lnTo>
                                          <a:pt x="5" y="244"/>
                                        </a:lnTo>
                                        <a:lnTo>
                                          <a:pt x="11" y="214"/>
                                        </a:lnTo>
                                        <a:lnTo>
                                          <a:pt x="18" y="186"/>
                                        </a:lnTo>
                                        <a:lnTo>
                                          <a:pt x="28" y="159"/>
                                        </a:lnTo>
                                        <a:lnTo>
                                          <a:pt x="33" y="146"/>
                                        </a:lnTo>
                                        <a:lnTo>
                                          <a:pt x="40" y="133"/>
                                        </a:lnTo>
                                        <a:lnTo>
                                          <a:pt x="46" y="121"/>
                                        </a:lnTo>
                                        <a:lnTo>
                                          <a:pt x="54" y="109"/>
                                        </a:lnTo>
                                        <a:lnTo>
                                          <a:pt x="61" y="98"/>
                                        </a:lnTo>
                                        <a:lnTo>
                                          <a:pt x="70" y="88"/>
                                        </a:lnTo>
                                        <a:lnTo>
                                          <a:pt x="78" y="78"/>
                                        </a:lnTo>
                                        <a:lnTo>
                                          <a:pt x="87" y="68"/>
                                        </a:lnTo>
                                        <a:lnTo>
                                          <a:pt x="97" y="60"/>
                                        </a:lnTo>
                                        <a:lnTo>
                                          <a:pt x="107" y="51"/>
                                        </a:lnTo>
                                        <a:lnTo>
                                          <a:pt x="118" y="43"/>
                                        </a:lnTo>
                                        <a:lnTo>
                                          <a:pt x="129" y="36"/>
                                        </a:lnTo>
                                        <a:lnTo>
                                          <a:pt x="141" y="29"/>
                                        </a:lnTo>
                                        <a:lnTo>
                                          <a:pt x="153" y="24"/>
                                        </a:lnTo>
                                        <a:lnTo>
                                          <a:pt x="165" y="19"/>
                                        </a:lnTo>
                                        <a:lnTo>
                                          <a:pt x="178" y="13"/>
                                        </a:lnTo>
                                        <a:lnTo>
                                          <a:pt x="192" y="10"/>
                                        </a:lnTo>
                                        <a:lnTo>
                                          <a:pt x="205" y="7"/>
                                        </a:lnTo>
                                        <a:lnTo>
                                          <a:pt x="220" y="4"/>
                                        </a:lnTo>
                                        <a:lnTo>
                                          <a:pt x="235" y="1"/>
                                        </a:lnTo>
                                        <a:lnTo>
                                          <a:pt x="250" y="0"/>
                                        </a:lnTo>
                                        <a:lnTo>
                                          <a:pt x="265" y="0"/>
                                        </a:lnTo>
                                        <a:lnTo>
                                          <a:pt x="265" y="0"/>
                                        </a:lnTo>
                                        <a:lnTo>
                                          <a:pt x="281" y="0"/>
                                        </a:lnTo>
                                        <a:lnTo>
                                          <a:pt x="295" y="1"/>
                                        </a:lnTo>
                                        <a:lnTo>
                                          <a:pt x="310" y="4"/>
                                        </a:lnTo>
                                        <a:lnTo>
                                          <a:pt x="323" y="6"/>
                                        </a:lnTo>
                                        <a:lnTo>
                                          <a:pt x="336" y="8"/>
                                        </a:lnTo>
                                        <a:lnTo>
                                          <a:pt x="349" y="12"/>
                                        </a:lnTo>
                                        <a:lnTo>
                                          <a:pt x="361" y="15"/>
                                        </a:lnTo>
                                        <a:lnTo>
                                          <a:pt x="373" y="20"/>
                                        </a:lnTo>
                                        <a:lnTo>
                                          <a:pt x="384" y="25"/>
                                        </a:lnTo>
                                        <a:lnTo>
                                          <a:pt x="394" y="30"/>
                                        </a:lnTo>
                                        <a:lnTo>
                                          <a:pt x="404" y="37"/>
                                        </a:lnTo>
                                        <a:lnTo>
                                          <a:pt x="414" y="43"/>
                                        </a:lnTo>
                                        <a:lnTo>
                                          <a:pt x="423" y="51"/>
                                        </a:lnTo>
                                        <a:lnTo>
                                          <a:pt x="431" y="58"/>
                                        </a:lnTo>
                                        <a:lnTo>
                                          <a:pt x="439" y="66"/>
                                        </a:lnTo>
                                        <a:lnTo>
                                          <a:pt x="447" y="75"/>
                                        </a:lnTo>
                                        <a:lnTo>
                                          <a:pt x="460" y="92"/>
                                        </a:lnTo>
                                        <a:lnTo>
                                          <a:pt x="472" y="111"/>
                                        </a:lnTo>
                                        <a:lnTo>
                                          <a:pt x="481" y="133"/>
                                        </a:lnTo>
                                        <a:lnTo>
                                          <a:pt x="490" y="154"/>
                                        </a:lnTo>
                                        <a:lnTo>
                                          <a:pt x="495" y="178"/>
                                        </a:lnTo>
                                        <a:lnTo>
                                          <a:pt x="500" y="202"/>
                                        </a:lnTo>
                                        <a:lnTo>
                                          <a:pt x="503" y="227"/>
                                        </a:lnTo>
                                        <a:lnTo>
                                          <a:pt x="503" y="253"/>
                                        </a:lnTo>
                                        <a:lnTo>
                                          <a:pt x="503" y="253"/>
                                        </a:lnTo>
                                        <a:lnTo>
                                          <a:pt x="502" y="280"/>
                                        </a:lnTo>
                                        <a:lnTo>
                                          <a:pt x="500" y="311"/>
                                        </a:lnTo>
                                        <a:lnTo>
                                          <a:pt x="500" y="311"/>
                                        </a:lnTo>
                                        <a:close/>
                                        <a:moveTo>
                                          <a:pt x="261" y="93"/>
                                        </a:moveTo>
                                        <a:lnTo>
                                          <a:pt x="261" y="93"/>
                                        </a:lnTo>
                                        <a:lnTo>
                                          <a:pt x="248" y="93"/>
                                        </a:lnTo>
                                        <a:lnTo>
                                          <a:pt x="236" y="95"/>
                                        </a:lnTo>
                                        <a:lnTo>
                                          <a:pt x="225" y="98"/>
                                        </a:lnTo>
                                        <a:lnTo>
                                          <a:pt x="213" y="103"/>
                                        </a:lnTo>
                                        <a:lnTo>
                                          <a:pt x="202" y="107"/>
                                        </a:lnTo>
                                        <a:lnTo>
                                          <a:pt x="192" y="113"/>
                                        </a:lnTo>
                                        <a:lnTo>
                                          <a:pt x="183" y="121"/>
                                        </a:lnTo>
                                        <a:lnTo>
                                          <a:pt x="174" y="129"/>
                                        </a:lnTo>
                                        <a:lnTo>
                                          <a:pt x="165" y="137"/>
                                        </a:lnTo>
                                        <a:lnTo>
                                          <a:pt x="159" y="147"/>
                                        </a:lnTo>
                                        <a:lnTo>
                                          <a:pt x="151" y="158"/>
                                        </a:lnTo>
                                        <a:lnTo>
                                          <a:pt x="146" y="170"/>
                                        </a:lnTo>
                                        <a:lnTo>
                                          <a:pt x="141" y="181"/>
                                        </a:lnTo>
                                        <a:lnTo>
                                          <a:pt x="138" y="195"/>
                                        </a:lnTo>
                                        <a:lnTo>
                                          <a:pt x="134" y="208"/>
                                        </a:lnTo>
                                        <a:lnTo>
                                          <a:pt x="131" y="223"/>
                                        </a:lnTo>
                                        <a:lnTo>
                                          <a:pt x="378" y="223"/>
                                        </a:lnTo>
                                        <a:lnTo>
                                          <a:pt x="378" y="223"/>
                                        </a:lnTo>
                                        <a:lnTo>
                                          <a:pt x="378" y="208"/>
                                        </a:lnTo>
                                        <a:lnTo>
                                          <a:pt x="377" y="194"/>
                                        </a:lnTo>
                                        <a:lnTo>
                                          <a:pt x="375" y="181"/>
                                        </a:lnTo>
                                        <a:lnTo>
                                          <a:pt x="371" y="170"/>
                                        </a:lnTo>
                                        <a:lnTo>
                                          <a:pt x="366" y="158"/>
                                        </a:lnTo>
                                        <a:lnTo>
                                          <a:pt x="361" y="147"/>
                                        </a:lnTo>
                                        <a:lnTo>
                                          <a:pt x="356" y="137"/>
                                        </a:lnTo>
                                        <a:lnTo>
                                          <a:pt x="348" y="129"/>
                                        </a:lnTo>
                                        <a:lnTo>
                                          <a:pt x="339" y="120"/>
                                        </a:lnTo>
                                        <a:lnTo>
                                          <a:pt x="331" y="113"/>
                                        </a:lnTo>
                                        <a:lnTo>
                                          <a:pt x="321" y="107"/>
                                        </a:lnTo>
                                        <a:lnTo>
                                          <a:pt x="310" y="102"/>
                                        </a:lnTo>
                                        <a:lnTo>
                                          <a:pt x="300" y="98"/>
                                        </a:lnTo>
                                        <a:lnTo>
                                          <a:pt x="288" y="95"/>
                                        </a:lnTo>
                                        <a:lnTo>
                                          <a:pt x="275" y="93"/>
                                        </a:lnTo>
                                        <a:lnTo>
                                          <a:pt x="261" y="93"/>
                                        </a:lnTo>
                                        <a:lnTo>
                                          <a:pt x="261" y="93"/>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 name="Freeform 97"/>
                                <wps:cNvSpPr>
                                  <a:spLocks noEditPoints="1"/>
                                </wps:cNvSpPr>
                                <wps:spPr bwMode="auto">
                                  <a:xfrm>
                                    <a:off x="228600" y="555625"/>
                                    <a:ext cx="41275" cy="69215"/>
                                  </a:xfrm>
                                  <a:custGeom>
                                    <a:avLst/>
                                    <a:gdLst>
                                      <a:gd name="T0" fmla="*/ 399 w 516"/>
                                      <a:gd name="T1" fmla="*/ 832 h 869"/>
                                      <a:gd name="T2" fmla="*/ 406 w 516"/>
                                      <a:gd name="T3" fmla="*/ 747 h 869"/>
                                      <a:gd name="T4" fmla="*/ 398 w 516"/>
                                      <a:gd name="T5" fmla="*/ 762 h 869"/>
                                      <a:gd name="T6" fmla="*/ 374 w 516"/>
                                      <a:gd name="T7" fmla="*/ 797 h 869"/>
                                      <a:gd name="T8" fmla="*/ 343 w 516"/>
                                      <a:gd name="T9" fmla="*/ 827 h 869"/>
                                      <a:gd name="T10" fmla="*/ 305 w 516"/>
                                      <a:gd name="T11" fmla="*/ 850 h 869"/>
                                      <a:gd name="T12" fmla="*/ 262 w 516"/>
                                      <a:gd name="T13" fmla="*/ 864 h 869"/>
                                      <a:gd name="T14" fmla="*/ 215 w 516"/>
                                      <a:gd name="T15" fmla="*/ 869 h 869"/>
                                      <a:gd name="T16" fmla="*/ 177 w 516"/>
                                      <a:gd name="T17" fmla="*/ 866 h 869"/>
                                      <a:gd name="T18" fmla="*/ 142 w 516"/>
                                      <a:gd name="T19" fmla="*/ 857 h 869"/>
                                      <a:gd name="T20" fmla="*/ 111 w 516"/>
                                      <a:gd name="T21" fmla="*/ 845 h 869"/>
                                      <a:gd name="T22" fmla="*/ 84 w 516"/>
                                      <a:gd name="T23" fmla="*/ 826 h 869"/>
                                      <a:gd name="T24" fmla="*/ 54 w 516"/>
                                      <a:gd name="T25" fmla="*/ 795 h 869"/>
                                      <a:gd name="T26" fmla="*/ 22 w 516"/>
                                      <a:gd name="T27" fmla="*/ 732 h 869"/>
                                      <a:gd name="T28" fmla="*/ 5 w 516"/>
                                      <a:gd name="T29" fmla="*/ 655 h 869"/>
                                      <a:gd name="T30" fmla="*/ 0 w 516"/>
                                      <a:gd name="T31" fmla="*/ 594 h 869"/>
                                      <a:gd name="T32" fmla="*/ 4 w 516"/>
                                      <a:gd name="T33" fmla="*/ 539 h 869"/>
                                      <a:gd name="T34" fmla="*/ 13 w 516"/>
                                      <a:gd name="T35" fmla="*/ 490 h 869"/>
                                      <a:gd name="T36" fmla="*/ 27 w 516"/>
                                      <a:gd name="T37" fmla="*/ 443 h 869"/>
                                      <a:gd name="T38" fmla="*/ 48 w 516"/>
                                      <a:gd name="T39" fmla="*/ 401 h 869"/>
                                      <a:gd name="T40" fmla="*/ 72 w 516"/>
                                      <a:gd name="T41" fmla="*/ 365 h 869"/>
                                      <a:gd name="T42" fmla="*/ 103 w 516"/>
                                      <a:gd name="T43" fmla="*/ 333 h 869"/>
                                      <a:gd name="T44" fmla="*/ 138 w 516"/>
                                      <a:gd name="T45" fmla="*/ 308 h 869"/>
                                      <a:gd name="T46" fmla="*/ 178 w 516"/>
                                      <a:gd name="T47" fmla="*/ 288 h 869"/>
                                      <a:gd name="T48" fmla="*/ 222 w 516"/>
                                      <a:gd name="T49" fmla="*/ 274 h 869"/>
                                      <a:gd name="T50" fmla="*/ 270 w 516"/>
                                      <a:gd name="T51" fmla="*/ 267 h 869"/>
                                      <a:gd name="T52" fmla="*/ 304 w 516"/>
                                      <a:gd name="T53" fmla="*/ 264 h 869"/>
                                      <a:gd name="T54" fmla="*/ 392 w 516"/>
                                      <a:gd name="T55" fmla="*/ 270 h 869"/>
                                      <a:gd name="T56" fmla="*/ 516 w 516"/>
                                      <a:gd name="T57" fmla="*/ 857 h 869"/>
                                      <a:gd name="T58" fmla="*/ 392 w 516"/>
                                      <a:gd name="T59" fmla="*/ 374 h 869"/>
                                      <a:gd name="T60" fmla="*/ 323 w 516"/>
                                      <a:gd name="T61" fmla="*/ 365 h 869"/>
                                      <a:gd name="T62" fmla="*/ 282 w 516"/>
                                      <a:gd name="T63" fmla="*/ 365 h 869"/>
                                      <a:gd name="T64" fmla="*/ 232 w 516"/>
                                      <a:gd name="T65" fmla="*/ 377 h 869"/>
                                      <a:gd name="T66" fmla="*/ 190 w 516"/>
                                      <a:gd name="T67" fmla="*/ 402 h 869"/>
                                      <a:gd name="T68" fmla="*/ 159 w 516"/>
                                      <a:gd name="T69" fmla="*/ 444 h 869"/>
                                      <a:gd name="T70" fmla="*/ 140 w 516"/>
                                      <a:gd name="T71" fmla="*/ 504 h 869"/>
                                      <a:gd name="T72" fmla="*/ 132 w 516"/>
                                      <a:gd name="T73" fmla="*/ 583 h 869"/>
                                      <a:gd name="T74" fmla="*/ 135 w 516"/>
                                      <a:gd name="T75" fmla="*/ 625 h 869"/>
                                      <a:gd name="T76" fmla="*/ 143 w 516"/>
                                      <a:gd name="T77" fmla="*/ 677 h 869"/>
                                      <a:gd name="T78" fmla="*/ 161 w 516"/>
                                      <a:gd name="T79" fmla="*/ 718 h 869"/>
                                      <a:gd name="T80" fmla="*/ 186 w 516"/>
                                      <a:gd name="T81" fmla="*/ 746 h 869"/>
                                      <a:gd name="T82" fmla="*/ 221 w 516"/>
                                      <a:gd name="T83" fmla="*/ 763 h 869"/>
                                      <a:gd name="T84" fmla="*/ 248 w 516"/>
                                      <a:gd name="T85" fmla="*/ 766 h 869"/>
                                      <a:gd name="T86" fmla="*/ 282 w 516"/>
                                      <a:gd name="T87" fmla="*/ 760 h 869"/>
                                      <a:gd name="T88" fmla="*/ 323 w 516"/>
                                      <a:gd name="T89" fmla="*/ 737 h 869"/>
                                      <a:gd name="T90" fmla="*/ 355 w 516"/>
                                      <a:gd name="T91" fmla="*/ 698 h 869"/>
                                      <a:gd name="T92" fmla="*/ 377 w 516"/>
                                      <a:gd name="T93" fmla="*/ 648 h 869"/>
                                      <a:gd name="T94" fmla="*/ 390 w 516"/>
                                      <a:gd name="T95" fmla="*/ 593 h 869"/>
                                      <a:gd name="T96" fmla="*/ 392 w 516"/>
                                      <a:gd name="T97" fmla="*/ 374 h 8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516" h="869">
                                        <a:moveTo>
                                          <a:pt x="398" y="857"/>
                                        </a:moveTo>
                                        <a:lnTo>
                                          <a:pt x="398" y="857"/>
                                        </a:lnTo>
                                        <a:lnTo>
                                          <a:pt x="399" y="832"/>
                                        </a:lnTo>
                                        <a:lnTo>
                                          <a:pt x="400" y="804"/>
                                        </a:lnTo>
                                        <a:lnTo>
                                          <a:pt x="403" y="774"/>
                                        </a:lnTo>
                                        <a:lnTo>
                                          <a:pt x="406" y="747"/>
                                        </a:lnTo>
                                        <a:lnTo>
                                          <a:pt x="404" y="747"/>
                                        </a:lnTo>
                                        <a:lnTo>
                                          <a:pt x="404" y="747"/>
                                        </a:lnTo>
                                        <a:lnTo>
                                          <a:pt x="398" y="762"/>
                                        </a:lnTo>
                                        <a:lnTo>
                                          <a:pt x="390" y="773"/>
                                        </a:lnTo>
                                        <a:lnTo>
                                          <a:pt x="383" y="785"/>
                                        </a:lnTo>
                                        <a:lnTo>
                                          <a:pt x="374" y="797"/>
                                        </a:lnTo>
                                        <a:lnTo>
                                          <a:pt x="365" y="808"/>
                                        </a:lnTo>
                                        <a:lnTo>
                                          <a:pt x="354" y="818"/>
                                        </a:lnTo>
                                        <a:lnTo>
                                          <a:pt x="343" y="827"/>
                                        </a:lnTo>
                                        <a:lnTo>
                                          <a:pt x="331" y="835"/>
                                        </a:lnTo>
                                        <a:lnTo>
                                          <a:pt x="319" y="842"/>
                                        </a:lnTo>
                                        <a:lnTo>
                                          <a:pt x="305" y="850"/>
                                        </a:lnTo>
                                        <a:lnTo>
                                          <a:pt x="293" y="855"/>
                                        </a:lnTo>
                                        <a:lnTo>
                                          <a:pt x="278" y="860"/>
                                        </a:lnTo>
                                        <a:lnTo>
                                          <a:pt x="262" y="864"/>
                                        </a:lnTo>
                                        <a:lnTo>
                                          <a:pt x="247" y="866"/>
                                        </a:lnTo>
                                        <a:lnTo>
                                          <a:pt x="231" y="868"/>
                                        </a:lnTo>
                                        <a:lnTo>
                                          <a:pt x="215" y="869"/>
                                        </a:lnTo>
                                        <a:lnTo>
                                          <a:pt x="215" y="869"/>
                                        </a:lnTo>
                                        <a:lnTo>
                                          <a:pt x="188" y="867"/>
                                        </a:lnTo>
                                        <a:lnTo>
                                          <a:pt x="177" y="866"/>
                                        </a:lnTo>
                                        <a:lnTo>
                                          <a:pt x="165" y="864"/>
                                        </a:lnTo>
                                        <a:lnTo>
                                          <a:pt x="153" y="862"/>
                                        </a:lnTo>
                                        <a:lnTo>
                                          <a:pt x="142" y="857"/>
                                        </a:lnTo>
                                        <a:lnTo>
                                          <a:pt x="131" y="854"/>
                                        </a:lnTo>
                                        <a:lnTo>
                                          <a:pt x="121" y="850"/>
                                        </a:lnTo>
                                        <a:lnTo>
                                          <a:pt x="111" y="845"/>
                                        </a:lnTo>
                                        <a:lnTo>
                                          <a:pt x="102" y="839"/>
                                        </a:lnTo>
                                        <a:lnTo>
                                          <a:pt x="93" y="833"/>
                                        </a:lnTo>
                                        <a:lnTo>
                                          <a:pt x="84" y="826"/>
                                        </a:lnTo>
                                        <a:lnTo>
                                          <a:pt x="77" y="820"/>
                                        </a:lnTo>
                                        <a:lnTo>
                                          <a:pt x="68" y="812"/>
                                        </a:lnTo>
                                        <a:lnTo>
                                          <a:pt x="54" y="795"/>
                                        </a:lnTo>
                                        <a:lnTo>
                                          <a:pt x="42" y="777"/>
                                        </a:lnTo>
                                        <a:lnTo>
                                          <a:pt x="30" y="755"/>
                                        </a:lnTo>
                                        <a:lnTo>
                                          <a:pt x="22" y="732"/>
                                        </a:lnTo>
                                        <a:lnTo>
                                          <a:pt x="14" y="709"/>
                                        </a:lnTo>
                                        <a:lnTo>
                                          <a:pt x="8" y="683"/>
                                        </a:lnTo>
                                        <a:lnTo>
                                          <a:pt x="5" y="655"/>
                                        </a:lnTo>
                                        <a:lnTo>
                                          <a:pt x="1" y="626"/>
                                        </a:lnTo>
                                        <a:lnTo>
                                          <a:pt x="0" y="594"/>
                                        </a:lnTo>
                                        <a:lnTo>
                                          <a:pt x="0" y="594"/>
                                        </a:lnTo>
                                        <a:lnTo>
                                          <a:pt x="1" y="576"/>
                                        </a:lnTo>
                                        <a:lnTo>
                                          <a:pt x="2" y="558"/>
                                        </a:lnTo>
                                        <a:lnTo>
                                          <a:pt x="4" y="539"/>
                                        </a:lnTo>
                                        <a:lnTo>
                                          <a:pt x="6" y="522"/>
                                        </a:lnTo>
                                        <a:lnTo>
                                          <a:pt x="9" y="506"/>
                                        </a:lnTo>
                                        <a:lnTo>
                                          <a:pt x="13" y="490"/>
                                        </a:lnTo>
                                        <a:lnTo>
                                          <a:pt x="18" y="474"/>
                                        </a:lnTo>
                                        <a:lnTo>
                                          <a:pt x="22" y="459"/>
                                        </a:lnTo>
                                        <a:lnTo>
                                          <a:pt x="27" y="443"/>
                                        </a:lnTo>
                                        <a:lnTo>
                                          <a:pt x="34" y="429"/>
                                        </a:lnTo>
                                        <a:lnTo>
                                          <a:pt x="40" y="415"/>
                                        </a:lnTo>
                                        <a:lnTo>
                                          <a:pt x="48" y="401"/>
                                        </a:lnTo>
                                        <a:lnTo>
                                          <a:pt x="55" y="390"/>
                                        </a:lnTo>
                                        <a:lnTo>
                                          <a:pt x="64" y="377"/>
                                        </a:lnTo>
                                        <a:lnTo>
                                          <a:pt x="72" y="365"/>
                                        </a:lnTo>
                                        <a:lnTo>
                                          <a:pt x="82" y="354"/>
                                        </a:lnTo>
                                        <a:lnTo>
                                          <a:pt x="93" y="344"/>
                                        </a:lnTo>
                                        <a:lnTo>
                                          <a:pt x="103" y="333"/>
                                        </a:lnTo>
                                        <a:lnTo>
                                          <a:pt x="114" y="325"/>
                                        </a:lnTo>
                                        <a:lnTo>
                                          <a:pt x="126" y="316"/>
                                        </a:lnTo>
                                        <a:lnTo>
                                          <a:pt x="138" y="308"/>
                                        </a:lnTo>
                                        <a:lnTo>
                                          <a:pt x="151" y="301"/>
                                        </a:lnTo>
                                        <a:lnTo>
                                          <a:pt x="164" y="294"/>
                                        </a:lnTo>
                                        <a:lnTo>
                                          <a:pt x="178" y="288"/>
                                        </a:lnTo>
                                        <a:lnTo>
                                          <a:pt x="193" y="283"/>
                                        </a:lnTo>
                                        <a:lnTo>
                                          <a:pt x="207" y="277"/>
                                        </a:lnTo>
                                        <a:lnTo>
                                          <a:pt x="222" y="274"/>
                                        </a:lnTo>
                                        <a:lnTo>
                                          <a:pt x="238" y="271"/>
                                        </a:lnTo>
                                        <a:lnTo>
                                          <a:pt x="254" y="268"/>
                                        </a:lnTo>
                                        <a:lnTo>
                                          <a:pt x="270" y="267"/>
                                        </a:lnTo>
                                        <a:lnTo>
                                          <a:pt x="287" y="264"/>
                                        </a:lnTo>
                                        <a:lnTo>
                                          <a:pt x="304" y="264"/>
                                        </a:lnTo>
                                        <a:lnTo>
                                          <a:pt x="304" y="264"/>
                                        </a:lnTo>
                                        <a:lnTo>
                                          <a:pt x="326" y="266"/>
                                        </a:lnTo>
                                        <a:lnTo>
                                          <a:pt x="347" y="267"/>
                                        </a:lnTo>
                                        <a:lnTo>
                                          <a:pt x="392" y="270"/>
                                        </a:lnTo>
                                        <a:lnTo>
                                          <a:pt x="392" y="0"/>
                                        </a:lnTo>
                                        <a:lnTo>
                                          <a:pt x="516" y="0"/>
                                        </a:lnTo>
                                        <a:lnTo>
                                          <a:pt x="516" y="857"/>
                                        </a:lnTo>
                                        <a:lnTo>
                                          <a:pt x="398" y="857"/>
                                        </a:lnTo>
                                        <a:close/>
                                        <a:moveTo>
                                          <a:pt x="392" y="374"/>
                                        </a:moveTo>
                                        <a:lnTo>
                                          <a:pt x="392" y="374"/>
                                        </a:lnTo>
                                        <a:lnTo>
                                          <a:pt x="369" y="370"/>
                                        </a:lnTo>
                                        <a:lnTo>
                                          <a:pt x="346" y="367"/>
                                        </a:lnTo>
                                        <a:lnTo>
                                          <a:pt x="323" y="365"/>
                                        </a:lnTo>
                                        <a:lnTo>
                                          <a:pt x="300" y="365"/>
                                        </a:lnTo>
                                        <a:lnTo>
                                          <a:pt x="300" y="365"/>
                                        </a:lnTo>
                                        <a:lnTo>
                                          <a:pt x="282" y="365"/>
                                        </a:lnTo>
                                        <a:lnTo>
                                          <a:pt x="265" y="367"/>
                                        </a:lnTo>
                                        <a:lnTo>
                                          <a:pt x="247" y="371"/>
                                        </a:lnTo>
                                        <a:lnTo>
                                          <a:pt x="232" y="377"/>
                                        </a:lnTo>
                                        <a:lnTo>
                                          <a:pt x="217" y="383"/>
                                        </a:lnTo>
                                        <a:lnTo>
                                          <a:pt x="203" y="392"/>
                                        </a:lnTo>
                                        <a:lnTo>
                                          <a:pt x="190" y="402"/>
                                        </a:lnTo>
                                        <a:lnTo>
                                          <a:pt x="180" y="414"/>
                                        </a:lnTo>
                                        <a:lnTo>
                                          <a:pt x="169" y="428"/>
                                        </a:lnTo>
                                        <a:lnTo>
                                          <a:pt x="159" y="444"/>
                                        </a:lnTo>
                                        <a:lnTo>
                                          <a:pt x="152" y="462"/>
                                        </a:lnTo>
                                        <a:lnTo>
                                          <a:pt x="145" y="482"/>
                                        </a:lnTo>
                                        <a:lnTo>
                                          <a:pt x="140" y="504"/>
                                        </a:lnTo>
                                        <a:lnTo>
                                          <a:pt x="136" y="528"/>
                                        </a:lnTo>
                                        <a:lnTo>
                                          <a:pt x="134" y="554"/>
                                        </a:lnTo>
                                        <a:lnTo>
                                          <a:pt x="132" y="583"/>
                                        </a:lnTo>
                                        <a:lnTo>
                                          <a:pt x="132" y="583"/>
                                        </a:lnTo>
                                        <a:lnTo>
                                          <a:pt x="134" y="604"/>
                                        </a:lnTo>
                                        <a:lnTo>
                                          <a:pt x="135" y="625"/>
                                        </a:lnTo>
                                        <a:lnTo>
                                          <a:pt x="137" y="643"/>
                                        </a:lnTo>
                                        <a:lnTo>
                                          <a:pt x="140" y="660"/>
                                        </a:lnTo>
                                        <a:lnTo>
                                          <a:pt x="143" y="677"/>
                                        </a:lnTo>
                                        <a:lnTo>
                                          <a:pt x="149" y="693"/>
                                        </a:lnTo>
                                        <a:lnTo>
                                          <a:pt x="154" y="705"/>
                                        </a:lnTo>
                                        <a:lnTo>
                                          <a:pt x="161" y="718"/>
                                        </a:lnTo>
                                        <a:lnTo>
                                          <a:pt x="169" y="729"/>
                                        </a:lnTo>
                                        <a:lnTo>
                                          <a:pt x="178" y="739"/>
                                        </a:lnTo>
                                        <a:lnTo>
                                          <a:pt x="186" y="746"/>
                                        </a:lnTo>
                                        <a:lnTo>
                                          <a:pt x="197" y="754"/>
                                        </a:lnTo>
                                        <a:lnTo>
                                          <a:pt x="209" y="758"/>
                                        </a:lnTo>
                                        <a:lnTo>
                                          <a:pt x="221" y="763"/>
                                        </a:lnTo>
                                        <a:lnTo>
                                          <a:pt x="235" y="765"/>
                                        </a:lnTo>
                                        <a:lnTo>
                                          <a:pt x="248" y="766"/>
                                        </a:lnTo>
                                        <a:lnTo>
                                          <a:pt x="248" y="766"/>
                                        </a:lnTo>
                                        <a:lnTo>
                                          <a:pt x="257" y="765"/>
                                        </a:lnTo>
                                        <a:lnTo>
                                          <a:pt x="266" y="765"/>
                                        </a:lnTo>
                                        <a:lnTo>
                                          <a:pt x="282" y="760"/>
                                        </a:lnTo>
                                        <a:lnTo>
                                          <a:pt x="296" y="755"/>
                                        </a:lnTo>
                                        <a:lnTo>
                                          <a:pt x="310" y="746"/>
                                        </a:lnTo>
                                        <a:lnTo>
                                          <a:pt x="323" y="737"/>
                                        </a:lnTo>
                                        <a:lnTo>
                                          <a:pt x="334" y="726"/>
                                        </a:lnTo>
                                        <a:lnTo>
                                          <a:pt x="345" y="712"/>
                                        </a:lnTo>
                                        <a:lnTo>
                                          <a:pt x="355" y="698"/>
                                        </a:lnTo>
                                        <a:lnTo>
                                          <a:pt x="363" y="683"/>
                                        </a:lnTo>
                                        <a:lnTo>
                                          <a:pt x="371" y="666"/>
                                        </a:lnTo>
                                        <a:lnTo>
                                          <a:pt x="377" y="648"/>
                                        </a:lnTo>
                                        <a:lnTo>
                                          <a:pt x="383" y="630"/>
                                        </a:lnTo>
                                        <a:lnTo>
                                          <a:pt x="387" y="612"/>
                                        </a:lnTo>
                                        <a:lnTo>
                                          <a:pt x="390" y="593"/>
                                        </a:lnTo>
                                        <a:lnTo>
                                          <a:pt x="391" y="574"/>
                                        </a:lnTo>
                                        <a:lnTo>
                                          <a:pt x="392" y="556"/>
                                        </a:lnTo>
                                        <a:lnTo>
                                          <a:pt x="392" y="374"/>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7" name="Freeform 98"/>
                                <wps:cNvSpPr>
                                  <a:spLocks/>
                                </wps:cNvSpPr>
                                <wps:spPr bwMode="auto">
                                  <a:xfrm>
                                    <a:off x="304165" y="560705"/>
                                    <a:ext cx="50800" cy="62865"/>
                                  </a:xfrm>
                                  <a:custGeom>
                                    <a:avLst/>
                                    <a:gdLst>
                                      <a:gd name="T0" fmla="*/ 475 w 641"/>
                                      <a:gd name="T1" fmla="*/ 792 h 792"/>
                                      <a:gd name="T2" fmla="*/ 205 w 641"/>
                                      <a:gd name="T3" fmla="*/ 342 h 792"/>
                                      <a:gd name="T4" fmla="*/ 205 w 641"/>
                                      <a:gd name="T5" fmla="*/ 342 h 792"/>
                                      <a:gd name="T6" fmla="*/ 180 w 641"/>
                                      <a:gd name="T7" fmla="*/ 299 h 792"/>
                                      <a:gd name="T8" fmla="*/ 157 w 641"/>
                                      <a:gd name="T9" fmla="*/ 257 h 792"/>
                                      <a:gd name="T10" fmla="*/ 137 w 641"/>
                                      <a:gd name="T11" fmla="*/ 216 h 792"/>
                                      <a:gd name="T12" fmla="*/ 117 w 641"/>
                                      <a:gd name="T13" fmla="*/ 175 h 792"/>
                                      <a:gd name="T14" fmla="*/ 117 w 641"/>
                                      <a:gd name="T15" fmla="*/ 175 h 792"/>
                                      <a:gd name="T16" fmla="*/ 121 w 641"/>
                                      <a:gd name="T17" fmla="*/ 247 h 792"/>
                                      <a:gd name="T18" fmla="*/ 123 w 641"/>
                                      <a:gd name="T19" fmla="*/ 337 h 792"/>
                                      <a:gd name="T20" fmla="*/ 124 w 641"/>
                                      <a:gd name="T21" fmla="*/ 434 h 792"/>
                                      <a:gd name="T22" fmla="*/ 125 w 641"/>
                                      <a:gd name="T23" fmla="*/ 526 h 792"/>
                                      <a:gd name="T24" fmla="*/ 125 w 641"/>
                                      <a:gd name="T25" fmla="*/ 792 h 792"/>
                                      <a:gd name="T26" fmla="*/ 0 w 641"/>
                                      <a:gd name="T27" fmla="*/ 792 h 792"/>
                                      <a:gd name="T28" fmla="*/ 0 w 641"/>
                                      <a:gd name="T29" fmla="*/ 0 h 792"/>
                                      <a:gd name="T30" fmla="*/ 168 w 641"/>
                                      <a:gd name="T31" fmla="*/ 0 h 792"/>
                                      <a:gd name="T32" fmla="*/ 429 w 641"/>
                                      <a:gd name="T33" fmla="*/ 432 h 792"/>
                                      <a:gd name="T34" fmla="*/ 429 w 641"/>
                                      <a:gd name="T35" fmla="*/ 432 h 792"/>
                                      <a:gd name="T36" fmla="*/ 454 w 641"/>
                                      <a:gd name="T37" fmla="*/ 477 h 792"/>
                                      <a:gd name="T38" fmla="*/ 478 w 641"/>
                                      <a:gd name="T39" fmla="*/ 522 h 792"/>
                                      <a:gd name="T40" fmla="*/ 525 w 641"/>
                                      <a:gd name="T41" fmla="*/ 611 h 792"/>
                                      <a:gd name="T42" fmla="*/ 525 w 641"/>
                                      <a:gd name="T43" fmla="*/ 611 h 792"/>
                                      <a:gd name="T44" fmla="*/ 521 w 641"/>
                                      <a:gd name="T45" fmla="*/ 530 h 792"/>
                                      <a:gd name="T46" fmla="*/ 518 w 641"/>
                                      <a:gd name="T47" fmla="*/ 432 h 792"/>
                                      <a:gd name="T48" fmla="*/ 517 w 641"/>
                                      <a:gd name="T49" fmla="*/ 330 h 792"/>
                                      <a:gd name="T50" fmla="*/ 516 w 641"/>
                                      <a:gd name="T51" fmla="*/ 235 h 792"/>
                                      <a:gd name="T52" fmla="*/ 516 w 641"/>
                                      <a:gd name="T53" fmla="*/ 0 h 792"/>
                                      <a:gd name="T54" fmla="*/ 641 w 641"/>
                                      <a:gd name="T55" fmla="*/ 0 h 792"/>
                                      <a:gd name="T56" fmla="*/ 641 w 641"/>
                                      <a:gd name="T57" fmla="*/ 792 h 792"/>
                                      <a:gd name="T58" fmla="*/ 475 w 641"/>
                                      <a:gd name="T59" fmla="*/ 792 h 7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641" h="792">
                                        <a:moveTo>
                                          <a:pt x="475" y="792"/>
                                        </a:moveTo>
                                        <a:lnTo>
                                          <a:pt x="205" y="342"/>
                                        </a:lnTo>
                                        <a:lnTo>
                                          <a:pt x="205" y="342"/>
                                        </a:lnTo>
                                        <a:lnTo>
                                          <a:pt x="180" y="299"/>
                                        </a:lnTo>
                                        <a:lnTo>
                                          <a:pt x="157" y="257"/>
                                        </a:lnTo>
                                        <a:lnTo>
                                          <a:pt x="137" y="216"/>
                                        </a:lnTo>
                                        <a:lnTo>
                                          <a:pt x="117" y="175"/>
                                        </a:lnTo>
                                        <a:lnTo>
                                          <a:pt x="117" y="175"/>
                                        </a:lnTo>
                                        <a:lnTo>
                                          <a:pt x="121" y="247"/>
                                        </a:lnTo>
                                        <a:lnTo>
                                          <a:pt x="123" y="337"/>
                                        </a:lnTo>
                                        <a:lnTo>
                                          <a:pt x="124" y="434"/>
                                        </a:lnTo>
                                        <a:lnTo>
                                          <a:pt x="125" y="526"/>
                                        </a:lnTo>
                                        <a:lnTo>
                                          <a:pt x="125" y="792"/>
                                        </a:lnTo>
                                        <a:lnTo>
                                          <a:pt x="0" y="792"/>
                                        </a:lnTo>
                                        <a:lnTo>
                                          <a:pt x="0" y="0"/>
                                        </a:lnTo>
                                        <a:lnTo>
                                          <a:pt x="168" y="0"/>
                                        </a:lnTo>
                                        <a:lnTo>
                                          <a:pt x="429" y="432"/>
                                        </a:lnTo>
                                        <a:lnTo>
                                          <a:pt x="429" y="432"/>
                                        </a:lnTo>
                                        <a:lnTo>
                                          <a:pt x="454" y="477"/>
                                        </a:lnTo>
                                        <a:lnTo>
                                          <a:pt x="478" y="522"/>
                                        </a:lnTo>
                                        <a:lnTo>
                                          <a:pt x="525" y="611"/>
                                        </a:lnTo>
                                        <a:lnTo>
                                          <a:pt x="525" y="611"/>
                                        </a:lnTo>
                                        <a:lnTo>
                                          <a:pt x="521" y="530"/>
                                        </a:lnTo>
                                        <a:lnTo>
                                          <a:pt x="518" y="432"/>
                                        </a:lnTo>
                                        <a:lnTo>
                                          <a:pt x="517" y="330"/>
                                        </a:lnTo>
                                        <a:lnTo>
                                          <a:pt x="516" y="235"/>
                                        </a:lnTo>
                                        <a:lnTo>
                                          <a:pt x="516" y="0"/>
                                        </a:lnTo>
                                        <a:lnTo>
                                          <a:pt x="641" y="0"/>
                                        </a:lnTo>
                                        <a:lnTo>
                                          <a:pt x="641" y="792"/>
                                        </a:lnTo>
                                        <a:lnTo>
                                          <a:pt x="475" y="792"/>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8" name="Freeform 99"/>
                                <wps:cNvSpPr>
                                  <a:spLocks noEditPoints="1"/>
                                </wps:cNvSpPr>
                                <wps:spPr bwMode="auto">
                                  <a:xfrm>
                                    <a:off x="366395" y="576580"/>
                                    <a:ext cx="37465" cy="48260"/>
                                  </a:xfrm>
                                  <a:custGeom>
                                    <a:avLst/>
                                    <a:gdLst>
                                      <a:gd name="T0" fmla="*/ 352 w 472"/>
                                      <a:gd name="T1" fmla="*/ 566 h 607"/>
                                      <a:gd name="T2" fmla="*/ 357 w 472"/>
                                      <a:gd name="T3" fmla="*/ 488 h 607"/>
                                      <a:gd name="T4" fmla="*/ 351 w 472"/>
                                      <a:gd name="T5" fmla="*/ 498 h 607"/>
                                      <a:gd name="T6" fmla="*/ 327 w 472"/>
                                      <a:gd name="T7" fmla="*/ 534 h 607"/>
                                      <a:gd name="T8" fmla="*/ 296 w 472"/>
                                      <a:gd name="T9" fmla="*/ 564 h 607"/>
                                      <a:gd name="T10" fmla="*/ 257 w 472"/>
                                      <a:gd name="T11" fmla="*/ 587 h 607"/>
                                      <a:gd name="T12" fmla="*/ 213 w 472"/>
                                      <a:gd name="T13" fmla="*/ 602 h 607"/>
                                      <a:gd name="T14" fmla="*/ 164 w 472"/>
                                      <a:gd name="T15" fmla="*/ 607 h 607"/>
                                      <a:gd name="T16" fmla="*/ 128 w 472"/>
                                      <a:gd name="T17" fmla="*/ 604 h 607"/>
                                      <a:gd name="T18" fmla="*/ 81 w 472"/>
                                      <a:gd name="T19" fmla="*/ 591 h 607"/>
                                      <a:gd name="T20" fmla="*/ 44 w 472"/>
                                      <a:gd name="T21" fmla="*/ 567 h 607"/>
                                      <a:gd name="T22" fmla="*/ 19 w 472"/>
                                      <a:gd name="T23" fmla="*/ 533 h 607"/>
                                      <a:gd name="T24" fmla="*/ 4 w 472"/>
                                      <a:gd name="T25" fmla="*/ 491 h 607"/>
                                      <a:gd name="T26" fmla="*/ 0 w 472"/>
                                      <a:gd name="T27" fmla="*/ 457 h 607"/>
                                      <a:gd name="T28" fmla="*/ 5 w 472"/>
                                      <a:gd name="T29" fmla="*/ 422 h 607"/>
                                      <a:gd name="T30" fmla="*/ 14 w 472"/>
                                      <a:gd name="T31" fmla="*/ 388 h 607"/>
                                      <a:gd name="T32" fmla="*/ 32 w 472"/>
                                      <a:gd name="T33" fmla="*/ 359 h 607"/>
                                      <a:gd name="T34" fmla="*/ 54 w 472"/>
                                      <a:gd name="T35" fmla="*/ 332 h 607"/>
                                      <a:gd name="T36" fmla="*/ 83 w 472"/>
                                      <a:gd name="T37" fmla="*/ 309 h 607"/>
                                      <a:gd name="T38" fmla="*/ 143 w 472"/>
                                      <a:gd name="T39" fmla="*/ 278 h 607"/>
                                      <a:gd name="T40" fmla="*/ 233 w 472"/>
                                      <a:gd name="T41" fmla="*/ 255 h 607"/>
                                      <a:gd name="T42" fmla="*/ 343 w 472"/>
                                      <a:gd name="T43" fmla="*/ 246 h 607"/>
                                      <a:gd name="T44" fmla="*/ 343 w 472"/>
                                      <a:gd name="T45" fmla="*/ 195 h 607"/>
                                      <a:gd name="T46" fmla="*/ 337 w 472"/>
                                      <a:gd name="T47" fmla="*/ 161 h 607"/>
                                      <a:gd name="T48" fmla="*/ 324 w 472"/>
                                      <a:gd name="T49" fmla="*/ 134 h 607"/>
                                      <a:gd name="T50" fmla="*/ 300 w 472"/>
                                      <a:gd name="T51" fmla="*/ 115 h 607"/>
                                      <a:gd name="T52" fmla="*/ 267 w 472"/>
                                      <a:gd name="T53" fmla="*/ 103 h 607"/>
                                      <a:gd name="T54" fmla="*/ 222 w 472"/>
                                      <a:gd name="T55" fmla="*/ 98 h 607"/>
                                      <a:gd name="T56" fmla="*/ 179 w 472"/>
                                      <a:gd name="T57" fmla="*/ 102 h 607"/>
                                      <a:gd name="T58" fmla="*/ 111 w 472"/>
                                      <a:gd name="T59" fmla="*/ 118 h 607"/>
                                      <a:gd name="T60" fmla="*/ 49 w 472"/>
                                      <a:gd name="T61" fmla="*/ 146 h 607"/>
                                      <a:gd name="T62" fmla="*/ 59 w 472"/>
                                      <a:gd name="T63" fmla="*/ 30 h 607"/>
                                      <a:gd name="T64" fmla="*/ 133 w 472"/>
                                      <a:gd name="T65" fmla="*/ 11 h 607"/>
                                      <a:gd name="T66" fmla="*/ 213 w 472"/>
                                      <a:gd name="T67" fmla="*/ 1 h 607"/>
                                      <a:gd name="T68" fmla="*/ 273 w 472"/>
                                      <a:gd name="T69" fmla="*/ 1 h 607"/>
                                      <a:gd name="T70" fmla="*/ 352 w 472"/>
                                      <a:gd name="T71" fmla="*/ 14 h 607"/>
                                      <a:gd name="T72" fmla="*/ 408 w 472"/>
                                      <a:gd name="T73" fmla="*/ 41 h 607"/>
                                      <a:gd name="T74" fmla="*/ 443 w 472"/>
                                      <a:gd name="T75" fmla="*/ 82 h 607"/>
                                      <a:gd name="T76" fmla="*/ 462 w 472"/>
                                      <a:gd name="T77" fmla="*/ 135 h 607"/>
                                      <a:gd name="T78" fmla="*/ 469 w 472"/>
                                      <a:gd name="T79" fmla="*/ 198 h 607"/>
                                      <a:gd name="T80" fmla="*/ 469 w 472"/>
                                      <a:gd name="T81" fmla="*/ 516 h 607"/>
                                      <a:gd name="T82" fmla="*/ 343 w 472"/>
                                      <a:gd name="T83" fmla="*/ 331 h 607"/>
                                      <a:gd name="T84" fmla="*/ 282 w 472"/>
                                      <a:gd name="T85" fmla="*/ 333 h 607"/>
                                      <a:gd name="T86" fmla="*/ 211 w 472"/>
                                      <a:gd name="T87" fmla="*/ 345 h 607"/>
                                      <a:gd name="T88" fmla="*/ 164 w 472"/>
                                      <a:gd name="T89" fmla="*/ 365 h 607"/>
                                      <a:gd name="T90" fmla="*/ 136 w 472"/>
                                      <a:gd name="T91" fmla="*/ 390 h 607"/>
                                      <a:gd name="T92" fmla="*/ 123 w 472"/>
                                      <a:gd name="T93" fmla="*/ 418 h 607"/>
                                      <a:gd name="T94" fmla="*/ 121 w 472"/>
                                      <a:gd name="T95" fmla="*/ 437 h 607"/>
                                      <a:gd name="T96" fmla="*/ 124 w 472"/>
                                      <a:gd name="T97" fmla="*/ 460 h 607"/>
                                      <a:gd name="T98" fmla="*/ 134 w 472"/>
                                      <a:gd name="T99" fmla="*/ 478 h 607"/>
                                      <a:gd name="T100" fmla="*/ 148 w 472"/>
                                      <a:gd name="T101" fmla="*/ 493 h 607"/>
                                      <a:gd name="T102" fmla="*/ 168 w 472"/>
                                      <a:gd name="T103" fmla="*/ 503 h 607"/>
                                      <a:gd name="T104" fmla="*/ 192 w 472"/>
                                      <a:gd name="T105" fmla="*/ 508 h 607"/>
                                      <a:gd name="T106" fmla="*/ 216 w 472"/>
                                      <a:gd name="T107" fmla="*/ 507 h 607"/>
                                      <a:gd name="T108" fmla="*/ 259 w 472"/>
                                      <a:gd name="T109" fmla="*/ 494 h 607"/>
                                      <a:gd name="T110" fmla="*/ 294 w 472"/>
                                      <a:gd name="T111" fmla="*/ 468 h 607"/>
                                      <a:gd name="T112" fmla="*/ 321 w 472"/>
                                      <a:gd name="T113" fmla="*/ 432 h 607"/>
                                      <a:gd name="T114" fmla="*/ 338 w 472"/>
                                      <a:gd name="T115" fmla="*/ 390 h 607"/>
                                      <a:gd name="T116" fmla="*/ 343 w 472"/>
                                      <a:gd name="T117" fmla="*/ 343 h 6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72" h="607">
                                        <a:moveTo>
                                          <a:pt x="352" y="595"/>
                                        </a:moveTo>
                                        <a:lnTo>
                                          <a:pt x="352" y="595"/>
                                        </a:lnTo>
                                        <a:lnTo>
                                          <a:pt x="352" y="566"/>
                                        </a:lnTo>
                                        <a:lnTo>
                                          <a:pt x="353" y="539"/>
                                        </a:lnTo>
                                        <a:lnTo>
                                          <a:pt x="355" y="512"/>
                                        </a:lnTo>
                                        <a:lnTo>
                                          <a:pt x="357" y="488"/>
                                        </a:lnTo>
                                        <a:lnTo>
                                          <a:pt x="356" y="485"/>
                                        </a:lnTo>
                                        <a:lnTo>
                                          <a:pt x="356" y="485"/>
                                        </a:lnTo>
                                        <a:lnTo>
                                          <a:pt x="351" y="498"/>
                                        </a:lnTo>
                                        <a:lnTo>
                                          <a:pt x="343" y="511"/>
                                        </a:lnTo>
                                        <a:lnTo>
                                          <a:pt x="336" y="523"/>
                                        </a:lnTo>
                                        <a:lnTo>
                                          <a:pt x="327" y="534"/>
                                        </a:lnTo>
                                        <a:lnTo>
                                          <a:pt x="317" y="545"/>
                                        </a:lnTo>
                                        <a:lnTo>
                                          <a:pt x="307" y="555"/>
                                        </a:lnTo>
                                        <a:lnTo>
                                          <a:pt x="296" y="564"/>
                                        </a:lnTo>
                                        <a:lnTo>
                                          <a:pt x="284" y="573"/>
                                        </a:lnTo>
                                        <a:lnTo>
                                          <a:pt x="271" y="580"/>
                                        </a:lnTo>
                                        <a:lnTo>
                                          <a:pt x="257" y="587"/>
                                        </a:lnTo>
                                        <a:lnTo>
                                          <a:pt x="243" y="592"/>
                                        </a:lnTo>
                                        <a:lnTo>
                                          <a:pt x="228" y="598"/>
                                        </a:lnTo>
                                        <a:lnTo>
                                          <a:pt x="213" y="602"/>
                                        </a:lnTo>
                                        <a:lnTo>
                                          <a:pt x="197" y="604"/>
                                        </a:lnTo>
                                        <a:lnTo>
                                          <a:pt x="180" y="606"/>
                                        </a:lnTo>
                                        <a:lnTo>
                                          <a:pt x="164" y="607"/>
                                        </a:lnTo>
                                        <a:lnTo>
                                          <a:pt x="164" y="607"/>
                                        </a:lnTo>
                                        <a:lnTo>
                                          <a:pt x="145" y="606"/>
                                        </a:lnTo>
                                        <a:lnTo>
                                          <a:pt x="128" y="604"/>
                                        </a:lnTo>
                                        <a:lnTo>
                                          <a:pt x="111" y="601"/>
                                        </a:lnTo>
                                        <a:lnTo>
                                          <a:pt x="96" y="597"/>
                                        </a:lnTo>
                                        <a:lnTo>
                                          <a:pt x="81" y="591"/>
                                        </a:lnTo>
                                        <a:lnTo>
                                          <a:pt x="68" y="584"/>
                                        </a:lnTo>
                                        <a:lnTo>
                                          <a:pt x="56" y="576"/>
                                        </a:lnTo>
                                        <a:lnTo>
                                          <a:pt x="44" y="567"/>
                                        </a:lnTo>
                                        <a:lnTo>
                                          <a:pt x="35" y="557"/>
                                        </a:lnTo>
                                        <a:lnTo>
                                          <a:pt x="26" y="546"/>
                                        </a:lnTo>
                                        <a:lnTo>
                                          <a:pt x="19" y="533"/>
                                        </a:lnTo>
                                        <a:lnTo>
                                          <a:pt x="12" y="520"/>
                                        </a:lnTo>
                                        <a:lnTo>
                                          <a:pt x="7" y="506"/>
                                        </a:lnTo>
                                        <a:lnTo>
                                          <a:pt x="4" y="491"/>
                                        </a:lnTo>
                                        <a:lnTo>
                                          <a:pt x="1" y="475"/>
                                        </a:lnTo>
                                        <a:lnTo>
                                          <a:pt x="0" y="457"/>
                                        </a:lnTo>
                                        <a:lnTo>
                                          <a:pt x="0" y="457"/>
                                        </a:lnTo>
                                        <a:lnTo>
                                          <a:pt x="1" y="446"/>
                                        </a:lnTo>
                                        <a:lnTo>
                                          <a:pt x="3" y="434"/>
                                        </a:lnTo>
                                        <a:lnTo>
                                          <a:pt x="5" y="422"/>
                                        </a:lnTo>
                                        <a:lnTo>
                                          <a:pt x="7" y="410"/>
                                        </a:lnTo>
                                        <a:lnTo>
                                          <a:pt x="10" y="399"/>
                                        </a:lnTo>
                                        <a:lnTo>
                                          <a:pt x="14" y="388"/>
                                        </a:lnTo>
                                        <a:lnTo>
                                          <a:pt x="20" y="379"/>
                                        </a:lnTo>
                                        <a:lnTo>
                                          <a:pt x="25" y="368"/>
                                        </a:lnTo>
                                        <a:lnTo>
                                          <a:pt x="32" y="359"/>
                                        </a:lnTo>
                                        <a:lnTo>
                                          <a:pt x="38" y="350"/>
                                        </a:lnTo>
                                        <a:lnTo>
                                          <a:pt x="45" y="341"/>
                                        </a:lnTo>
                                        <a:lnTo>
                                          <a:pt x="54" y="332"/>
                                        </a:lnTo>
                                        <a:lnTo>
                                          <a:pt x="63" y="324"/>
                                        </a:lnTo>
                                        <a:lnTo>
                                          <a:pt x="72" y="316"/>
                                        </a:lnTo>
                                        <a:lnTo>
                                          <a:pt x="83" y="309"/>
                                        </a:lnTo>
                                        <a:lnTo>
                                          <a:pt x="94" y="302"/>
                                        </a:lnTo>
                                        <a:lnTo>
                                          <a:pt x="117" y="289"/>
                                        </a:lnTo>
                                        <a:lnTo>
                                          <a:pt x="143" y="278"/>
                                        </a:lnTo>
                                        <a:lnTo>
                                          <a:pt x="171" y="269"/>
                                        </a:lnTo>
                                        <a:lnTo>
                                          <a:pt x="201" y="261"/>
                                        </a:lnTo>
                                        <a:lnTo>
                                          <a:pt x="233" y="255"/>
                                        </a:lnTo>
                                        <a:lnTo>
                                          <a:pt x="269" y="250"/>
                                        </a:lnTo>
                                        <a:lnTo>
                                          <a:pt x="304" y="247"/>
                                        </a:lnTo>
                                        <a:lnTo>
                                          <a:pt x="343" y="246"/>
                                        </a:lnTo>
                                        <a:lnTo>
                                          <a:pt x="343" y="209"/>
                                        </a:lnTo>
                                        <a:lnTo>
                                          <a:pt x="343" y="209"/>
                                        </a:lnTo>
                                        <a:lnTo>
                                          <a:pt x="343" y="195"/>
                                        </a:lnTo>
                                        <a:lnTo>
                                          <a:pt x="342" y="184"/>
                                        </a:lnTo>
                                        <a:lnTo>
                                          <a:pt x="340" y="172"/>
                                        </a:lnTo>
                                        <a:lnTo>
                                          <a:pt x="337" y="161"/>
                                        </a:lnTo>
                                        <a:lnTo>
                                          <a:pt x="333" y="151"/>
                                        </a:lnTo>
                                        <a:lnTo>
                                          <a:pt x="329" y="143"/>
                                        </a:lnTo>
                                        <a:lnTo>
                                          <a:pt x="324" y="134"/>
                                        </a:lnTo>
                                        <a:lnTo>
                                          <a:pt x="316" y="126"/>
                                        </a:lnTo>
                                        <a:lnTo>
                                          <a:pt x="309" y="120"/>
                                        </a:lnTo>
                                        <a:lnTo>
                                          <a:pt x="300" y="115"/>
                                        </a:lnTo>
                                        <a:lnTo>
                                          <a:pt x="290" y="110"/>
                                        </a:lnTo>
                                        <a:lnTo>
                                          <a:pt x="279" y="106"/>
                                        </a:lnTo>
                                        <a:lnTo>
                                          <a:pt x="267" y="103"/>
                                        </a:lnTo>
                                        <a:lnTo>
                                          <a:pt x="253" y="101"/>
                                        </a:lnTo>
                                        <a:lnTo>
                                          <a:pt x="238" y="99"/>
                                        </a:lnTo>
                                        <a:lnTo>
                                          <a:pt x="222" y="98"/>
                                        </a:lnTo>
                                        <a:lnTo>
                                          <a:pt x="222" y="98"/>
                                        </a:lnTo>
                                        <a:lnTo>
                                          <a:pt x="201" y="99"/>
                                        </a:lnTo>
                                        <a:lnTo>
                                          <a:pt x="179" y="102"/>
                                        </a:lnTo>
                                        <a:lnTo>
                                          <a:pt x="156" y="106"/>
                                        </a:lnTo>
                                        <a:lnTo>
                                          <a:pt x="134" y="111"/>
                                        </a:lnTo>
                                        <a:lnTo>
                                          <a:pt x="111" y="118"/>
                                        </a:lnTo>
                                        <a:lnTo>
                                          <a:pt x="88" y="125"/>
                                        </a:lnTo>
                                        <a:lnTo>
                                          <a:pt x="68" y="135"/>
                                        </a:lnTo>
                                        <a:lnTo>
                                          <a:pt x="49" y="146"/>
                                        </a:lnTo>
                                        <a:lnTo>
                                          <a:pt x="37" y="39"/>
                                        </a:lnTo>
                                        <a:lnTo>
                                          <a:pt x="37" y="39"/>
                                        </a:lnTo>
                                        <a:lnTo>
                                          <a:pt x="59" y="30"/>
                                        </a:lnTo>
                                        <a:lnTo>
                                          <a:pt x="83" y="24"/>
                                        </a:lnTo>
                                        <a:lnTo>
                                          <a:pt x="107" y="16"/>
                                        </a:lnTo>
                                        <a:lnTo>
                                          <a:pt x="133" y="11"/>
                                        </a:lnTo>
                                        <a:lnTo>
                                          <a:pt x="159" y="7"/>
                                        </a:lnTo>
                                        <a:lnTo>
                                          <a:pt x="186" y="4"/>
                                        </a:lnTo>
                                        <a:lnTo>
                                          <a:pt x="213" y="1"/>
                                        </a:lnTo>
                                        <a:lnTo>
                                          <a:pt x="241" y="0"/>
                                        </a:lnTo>
                                        <a:lnTo>
                                          <a:pt x="241" y="0"/>
                                        </a:lnTo>
                                        <a:lnTo>
                                          <a:pt x="273" y="1"/>
                                        </a:lnTo>
                                        <a:lnTo>
                                          <a:pt x="302" y="4"/>
                                        </a:lnTo>
                                        <a:lnTo>
                                          <a:pt x="328" y="8"/>
                                        </a:lnTo>
                                        <a:lnTo>
                                          <a:pt x="352" y="14"/>
                                        </a:lnTo>
                                        <a:lnTo>
                                          <a:pt x="373" y="22"/>
                                        </a:lnTo>
                                        <a:lnTo>
                                          <a:pt x="391" y="32"/>
                                        </a:lnTo>
                                        <a:lnTo>
                                          <a:pt x="408" y="41"/>
                                        </a:lnTo>
                                        <a:lnTo>
                                          <a:pt x="421" y="54"/>
                                        </a:lnTo>
                                        <a:lnTo>
                                          <a:pt x="433" y="67"/>
                                        </a:lnTo>
                                        <a:lnTo>
                                          <a:pt x="443" y="82"/>
                                        </a:lnTo>
                                        <a:lnTo>
                                          <a:pt x="452" y="98"/>
                                        </a:lnTo>
                                        <a:lnTo>
                                          <a:pt x="458" y="116"/>
                                        </a:lnTo>
                                        <a:lnTo>
                                          <a:pt x="462" y="135"/>
                                        </a:lnTo>
                                        <a:lnTo>
                                          <a:pt x="466" y="154"/>
                                        </a:lnTo>
                                        <a:lnTo>
                                          <a:pt x="468" y="175"/>
                                        </a:lnTo>
                                        <a:lnTo>
                                          <a:pt x="469" y="198"/>
                                        </a:lnTo>
                                        <a:lnTo>
                                          <a:pt x="469" y="436"/>
                                        </a:lnTo>
                                        <a:lnTo>
                                          <a:pt x="469" y="436"/>
                                        </a:lnTo>
                                        <a:lnTo>
                                          <a:pt x="469" y="516"/>
                                        </a:lnTo>
                                        <a:lnTo>
                                          <a:pt x="472" y="595"/>
                                        </a:lnTo>
                                        <a:lnTo>
                                          <a:pt x="352" y="595"/>
                                        </a:lnTo>
                                        <a:close/>
                                        <a:moveTo>
                                          <a:pt x="343" y="331"/>
                                        </a:moveTo>
                                        <a:lnTo>
                                          <a:pt x="343" y="331"/>
                                        </a:lnTo>
                                        <a:lnTo>
                                          <a:pt x="311" y="331"/>
                                        </a:lnTo>
                                        <a:lnTo>
                                          <a:pt x="282" y="333"/>
                                        </a:lnTo>
                                        <a:lnTo>
                                          <a:pt x="255" y="337"/>
                                        </a:lnTo>
                                        <a:lnTo>
                                          <a:pt x="231" y="341"/>
                                        </a:lnTo>
                                        <a:lnTo>
                                          <a:pt x="211" y="345"/>
                                        </a:lnTo>
                                        <a:lnTo>
                                          <a:pt x="193" y="351"/>
                                        </a:lnTo>
                                        <a:lnTo>
                                          <a:pt x="178" y="358"/>
                                        </a:lnTo>
                                        <a:lnTo>
                                          <a:pt x="164" y="365"/>
                                        </a:lnTo>
                                        <a:lnTo>
                                          <a:pt x="153" y="372"/>
                                        </a:lnTo>
                                        <a:lnTo>
                                          <a:pt x="143" y="381"/>
                                        </a:lnTo>
                                        <a:lnTo>
                                          <a:pt x="136" y="390"/>
                                        </a:lnTo>
                                        <a:lnTo>
                                          <a:pt x="130" y="399"/>
                                        </a:lnTo>
                                        <a:lnTo>
                                          <a:pt x="126" y="408"/>
                                        </a:lnTo>
                                        <a:lnTo>
                                          <a:pt x="123" y="418"/>
                                        </a:lnTo>
                                        <a:lnTo>
                                          <a:pt x="122" y="427"/>
                                        </a:lnTo>
                                        <a:lnTo>
                                          <a:pt x="121" y="437"/>
                                        </a:lnTo>
                                        <a:lnTo>
                                          <a:pt x="121" y="437"/>
                                        </a:lnTo>
                                        <a:lnTo>
                                          <a:pt x="122" y="445"/>
                                        </a:lnTo>
                                        <a:lnTo>
                                          <a:pt x="123" y="452"/>
                                        </a:lnTo>
                                        <a:lnTo>
                                          <a:pt x="124" y="460"/>
                                        </a:lnTo>
                                        <a:lnTo>
                                          <a:pt x="127" y="466"/>
                                        </a:lnTo>
                                        <a:lnTo>
                                          <a:pt x="129" y="473"/>
                                        </a:lnTo>
                                        <a:lnTo>
                                          <a:pt x="134" y="478"/>
                                        </a:lnTo>
                                        <a:lnTo>
                                          <a:pt x="138" y="483"/>
                                        </a:lnTo>
                                        <a:lnTo>
                                          <a:pt x="142" y="489"/>
                                        </a:lnTo>
                                        <a:lnTo>
                                          <a:pt x="148" y="493"/>
                                        </a:lnTo>
                                        <a:lnTo>
                                          <a:pt x="154" y="497"/>
                                        </a:lnTo>
                                        <a:lnTo>
                                          <a:pt x="160" y="501"/>
                                        </a:lnTo>
                                        <a:lnTo>
                                          <a:pt x="168" y="503"/>
                                        </a:lnTo>
                                        <a:lnTo>
                                          <a:pt x="175" y="505"/>
                                        </a:lnTo>
                                        <a:lnTo>
                                          <a:pt x="183" y="507"/>
                                        </a:lnTo>
                                        <a:lnTo>
                                          <a:pt x="192" y="508"/>
                                        </a:lnTo>
                                        <a:lnTo>
                                          <a:pt x="200" y="508"/>
                                        </a:lnTo>
                                        <a:lnTo>
                                          <a:pt x="200" y="508"/>
                                        </a:lnTo>
                                        <a:lnTo>
                                          <a:pt x="216" y="507"/>
                                        </a:lnTo>
                                        <a:lnTo>
                                          <a:pt x="231" y="505"/>
                                        </a:lnTo>
                                        <a:lnTo>
                                          <a:pt x="245" y="501"/>
                                        </a:lnTo>
                                        <a:lnTo>
                                          <a:pt x="259" y="494"/>
                                        </a:lnTo>
                                        <a:lnTo>
                                          <a:pt x="271" y="487"/>
                                        </a:lnTo>
                                        <a:lnTo>
                                          <a:pt x="283" y="478"/>
                                        </a:lnTo>
                                        <a:lnTo>
                                          <a:pt x="294" y="468"/>
                                        </a:lnTo>
                                        <a:lnTo>
                                          <a:pt x="304" y="456"/>
                                        </a:lnTo>
                                        <a:lnTo>
                                          <a:pt x="313" y="445"/>
                                        </a:lnTo>
                                        <a:lnTo>
                                          <a:pt x="321" y="432"/>
                                        </a:lnTo>
                                        <a:lnTo>
                                          <a:pt x="327" y="419"/>
                                        </a:lnTo>
                                        <a:lnTo>
                                          <a:pt x="333" y="404"/>
                                        </a:lnTo>
                                        <a:lnTo>
                                          <a:pt x="338" y="390"/>
                                        </a:lnTo>
                                        <a:lnTo>
                                          <a:pt x="341" y="373"/>
                                        </a:lnTo>
                                        <a:lnTo>
                                          <a:pt x="343" y="358"/>
                                        </a:lnTo>
                                        <a:lnTo>
                                          <a:pt x="343" y="343"/>
                                        </a:lnTo>
                                        <a:lnTo>
                                          <a:pt x="343" y="331"/>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9" name="Freeform 100"/>
                                <wps:cNvSpPr>
                                  <a:spLocks/>
                                </wps:cNvSpPr>
                                <wps:spPr bwMode="auto">
                                  <a:xfrm>
                                    <a:off x="410210" y="560070"/>
                                    <a:ext cx="31115" cy="64770"/>
                                  </a:xfrm>
                                  <a:custGeom>
                                    <a:avLst/>
                                    <a:gdLst>
                                      <a:gd name="T0" fmla="*/ 273 w 387"/>
                                      <a:gd name="T1" fmla="*/ 813 h 813"/>
                                      <a:gd name="T2" fmla="*/ 273 w 387"/>
                                      <a:gd name="T3" fmla="*/ 813 h 813"/>
                                      <a:gd name="T4" fmla="*/ 250 w 387"/>
                                      <a:gd name="T5" fmla="*/ 813 h 813"/>
                                      <a:gd name="T6" fmla="*/ 230 w 387"/>
                                      <a:gd name="T7" fmla="*/ 811 h 813"/>
                                      <a:gd name="T8" fmla="*/ 211 w 387"/>
                                      <a:gd name="T9" fmla="*/ 809 h 813"/>
                                      <a:gd name="T10" fmla="*/ 194 w 387"/>
                                      <a:gd name="T11" fmla="*/ 805 h 813"/>
                                      <a:gd name="T12" fmla="*/ 180 w 387"/>
                                      <a:gd name="T13" fmla="*/ 798 h 813"/>
                                      <a:gd name="T14" fmla="*/ 166 w 387"/>
                                      <a:gd name="T15" fmla="*/ 792 h 813"/>
                                      <a:gd name="T16" fmla="*/ 155 w 387"/>
                                      <a:gd name="T17" fmla="*/ 783 h 813"/>
                                      <a:gd name="T18" fmla="*/ 145 w 387"/>
                                      <a:gd name="T19" fmla="*/ 773 h 813"/>
                                      <a:gd name="T20" fmla="*/ 136 w 387"/>
                                      <a:gd name="T21" fmla="*/ 761 h 813"/>
                                      <a:gd name="T22" fmla="*/ 130 w 387"/>
                                      <a:gd name="T23" fmla="*/ 748 h 813"/>
                                      <a:gd name="T24" fmla="*/ 123 w 387"/>
                                      <a:gd name="T25" fmla="*/ 734 h 813"/>
                                      <a:gd name="T26" fmla="*/ 119 w 387"/>
                                      <a:gd name="T27" fmla="*/ 718 h 813"/>
                                      <a:gd name="T28" fmla="*/ 115 w 387"/>
                                      <a:gd name="T29" fmla="*/ 700 h 813"/>
                                      <a:gd name="T30" fmla="*/ 112 w 387"/>
                                      <a:gd name="T31" fmla="*/ 681 h 813"/>
                                      <a:gd name="T32" fmla="*/ 111 w 387"/>
                                      <a:gd name="T33" fmla="*/ 659 h 813"/>
                                      <a:gd name="T34" fmla="*/ 110 w 387"/>
                                      <a:gd name="T35" fmla="*/ 635 h 813"/>
                                      <a:gd name="T36" fmla="*/ 110 w 387"/>
                                      <a:gd name="T37" fmla="*/ 317 h 813"/>
                                      <a:gd name="T38" fmla="*/ 0 w 387"/>
                                      <a:gd name="T39" fmla="*/ 317 h 813"/>
                                      <a:gd name="T40" fmla="*/ 0 w 387"/>
                                      <a:gd name="T41" fmla="*/ 220 h 813"/>
                                      <a:gd name="T42" fmla="*/ 110 w 387"/>
                                      <a:gd name="T43" fmla="*/ 220 h 813"/>
                                      <a:gd name="T44" fmla="*/ 110 w 387"/>
                                      <a:gd name="T45" fmla="*/ 35 h 813"/>
                                      <a:gd name="T46" fmla="*/ 235 w 387"/>
                                      <a:gd name="T47" fmla="*/ 0 h 813"/>
                                      <a:gd name="T48" fmla="*/ 235 w 387"/>
                                      <a:gd name="T49" fmla="*/ 220 h 813"/>
                                      <a:gd name="T50" fmla="*/ 387 w 387"/>
                                      <a:gd name="T51" fmla="*/ 220 h 813"/>
                                      <a:gd name="T52" fmla="*/ 387 w 387"/>
                                      <a:gd name="T53" fmla="*/ 317 h 813"/>
                                      <a:gd name="T54" fmla="*/ 236 w 387"/>
                                      <a:gd name="T55" fmla="*/ 317 h 813"/>
                                      <a:gd name="T56" fmla="*/ 236 w 387"/>
                                      <a:gd name="T57" fmla="*/ 596 h 813"/>
                                      <a:gd name="T58" fmla="*/ 236 w 387"/>
                                      <a:gd name="T59" fmla="*/ 596 h 813"/>
                                      <a:gd name="T60" fmla="*/ 237 w 387"/>
                                      <a:gd name="T61" fmla="*/ 627 h 813"/>
                                      <a:gd name="T62" fmla="*/ 238 w 387"/>
                                      <a:gd name="T63" fmla="*/ 639 h 813"/>
                                      <a:gd name="T64" fmla="*/ 239 w 387"/>
                                      <a:gd name="T65" fmla="*/ 650 h 813"/>
                                      <a:gd name="T66" fmla="*/ 241 w 387"/>
                                      <a:gd name="T67" fmla="*/ 661 h 813"/>
                                      <a:gd name="T68" fmla="*/ 245 w 387"/>
                                      <a:gd name="T69" fmla="*/ 670 h 813"/>
                                      <a:gd name="T70" fmla="*/ 248 w 387"/>
                                      <a:gd name="T71" fmla="*/ 677 h 813"/>
                                      <a:gd name="T72" fmla="*/ 252 w 387"/>
                                      <a:gd name="T73" fmla="*/ 684 h 813"/>
                                      <a:gd name="T74" fmla="*/ 256 w 387"/>
                                      <a:gd name="T75" fmla="*/ 690 h 813"/>
                                      <a:gd name="T76" fmla="*/ 262 w 387"/>
                                      <a:gd name="T77" fmla="*/ 695 h 813"/>
                                      <a:gd name="T78" fmla="*/ 268 w 387"/>
                                      <a:gd name="T79" fmla="*/ 699 h 813"/>
                                      <a:gd name="T80" fmla="*/ 276 w 387"/>
                                      <a:gd name="T81" fmla="*/ 702 h 813"/>
                                      <a:gd name="T82" fmla="*/ 283 w 387"/>
                                      <a:gd name="T83" fmla="*/ 704 h 813"/>
                                      <a:gd name="T84" fmla="*/ 292 w 387"/>
                                      <a:gd name="T85" fmla="*/ 705 h 813"/>
                                      <a:gd name="T86" fmla="*/ 302 w 387"/>
                                      <a:gd name="T87" fmla="*/ 706 h 813"/>
                                      <a:gd name="T88" fmla="*/ 312 w 387"/>
                                      <a:gd name="T89" fmla="*/ 706 h 813"/>
                                      <a:gd name="T90" fmla="*/ 312 w 387"/>
                                      <a:gd name="T91" fmla="*/ 706 h 813"/>
                                      <a:gd name="T92" fmla="*/ 332 w 387"/>
                                      <a:gd name="T93" fmla="*/ 706 h 813"/>
                                      <a:gd name="T94" fmla="*/ 351 w 387"/>
                                      <a:gd name="T95" fmla="*/ 704 h 813"/>
                                      <a:gd name="T96" fmla="*/ 370 w 387"/>
                                      <a:gd name="T97" fmla="*/ 701 h 813"/>
                                      <a:gd name="T98" fmla="*/ 387 w 387"/>
                                      <a:gd name="T99" fmla="*/ 698 h 813"/>
                                      <a:gd name="T100" fmla="*/ 387 w 387"/>
                                      <a:gd name="T101" fmla="*/ 800 h 813"/>
                                      <a:gd name="T102" fmla="*/ 387 w 387"/>
                                      <a:gd name="T103" fmla="*/ 800 h 813"/>
                                      <a:gd name="T104" fmla="*/ 361 w 387"/>
                                      <a:gd name="T105" fmla="*/ 806 h 813"/>
                                      <a:gd name="T106" fmla="*/ 332 w 387"/>
                                      <a:gd name="T107" fmla="*/ 810 h 813"/>
                                      <a:gd name="T108" fmla="*/ 302 w 387"/>
                                      <a:gd name="T109" fmla="*/ 813 h 813"/>
                                      <a:gd name="T110" fmla="*/ 273 w 387"/>
                                      <a:gd name="T111" fmla="*/ 813 h 813"/>
                                      <a:gd name="T112" fmla="*/ 273 w 387"/>
                                      <a:gd name="T113" fmla="*/ 813 h 8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87" h="813">
                                        <a:moveTo>
                                          <a:pt x="273" y="813"/>
                                        </a:moveTo>
                                        <a:lnTo>
                                          <a:pt x="273" y="813"/>
                                        </a:lnTo>
                                        <a:lnTo>
                                          <a:pt x="250" y="813"/>
                                        </a:lnTo>
                                        <a:lnTo>
                                          <a:pt x="230" y="811"/>
                                        </a:lnTo>
                                        <a:lnTo>
                                          <a:pt x="211" y="809"/>
                                        </a:lnTo>
                                        <a:lnTo>
                                          <a:pt x="194" y="805"/>
                                        </a:lnTo>
                                        <a:lnTo>
                                          <a:pt x="180" y="798"/>
                                        </a:lnTo>
                                        <a:lnTo>
                                          <a:pt x="166" y="792"/>
                                        </a:lnTo>
                                        <a:lnTo>
                                          <a:pt x="155" y="783"/>
                                        </a:lnTo>
                                        <a:lnTo>
                                          <a:pt x="145" y="773"/>
                                        </a:lnTo>
                                        <a:lnTo>
                                          <a:pt x="136" y="761"/>
                                        </a:lnTo>
                                        <a:lnTo>
                                          <a:pt x="130" y="748"/>
                                        </a:lnTo>
                                        <a:lnTo>
                                          <a:pt x="123" y="734"/>
                                        </a:lnTo>
                                        <a:lnTo>
                                          <a:pt x="119" y="718"/>
                                        </a:lnTo>
                                        <a:lnTo>
                                          <a:pt x="115" y="700"/>
                                        </a:lnTo>
                                        <a:lnTo>
                                          <a:pt x="112" y="681"/>
                                        </a:lnTo>
                                        <a:lnTo>
                                          <a:pt x="111" y="659"/>
                                        </a:lnTo>
                                        <a:lnTo>
                                          <a:pt x="110" y="635"/>
                                        </a:lnTo>
                                        <a:lnTo>
                                          <a:pt x="110" y="317"/>
                                        </a:lnTo>
                                        <a:lnTo>
                                          <a:pt x="0" y="317"/>
                                        </a:lnTo>
                                        <a:lnTo>
                                          <a:pt x="0" y="220"/>
                                        </a:lnTo>
                                        <a:lnTo>
                                          <a:pt x="110" y="220"/>
                                        </a:lnTo>
                                        <a:lnTo>
                                          <a:pt x="110" y="35"/>
                                        </a:lnTo>
                                        <a:lnTo>
                                          <a:pt x="235" y="0"/>
                                        </a:lnTo>
                                        <a:lnTo>
                                          <a:pt x="235" y="220"/>
                                        </a:lnTo>
                                        <a:lnTo>
                                          <a:pt x="387" y="220"/>
                                        </a:lnTo>
                                        <a:lnTo>
                                          <a:pt x="387" y="317"/>
                                        </a:lnTo>
                                        <a:lnTo>
                                          <a:pt x="236" y="317"/>
                                        </a:lnTo>
                                        <a:lnTo>
                                          <a:pt x="236" y="596"/>
                                        </a:lnTo>
                                        <a:lnTo>
                                          <a:pt x="236" y="596"/>
                                        </a:lnTo>
                                        <a:lnTo>
                                          <a:pt x="237" y="627"/>
                                        </a:lnTo>
                                        <a:lnTo>
                                          <a:pt x="238" y="639"/>
                                        </a:lnTo>
                                        <a:lnTo>
                                          <a:pt x="239" y="650"/>
                                        </a:lnTo>
                                        <a:lnTo>
                                          <a:pt x="241" y="661"/>
                                        </a:lnTo>
                                        <a:lnTo>
                                          <a:pt x="245" y="670"/>
                                        </a:lnTo>
                                        <a:lnTo>
                                          <a:pt x="248" y="677"/>
                                        </a:lnTo>
                                        <a:lnTo>
                                          <a:pt x="252" y="684"/>
                                        </a:lnTo>
                                        <a:lnTo>
                                          <a:pt x="256" y="690"/>
                                        </a:lnTo>
                                        <a:lnTo>
                                          <a:pt x="262" y="695"/>
                                        </a:lnTo>
                                        <a:lnTo>
                                          <a:pt x="268" y="699"/>
                                        </a:lnTo>
                                        <a:lnTo>
                                          <a:pt x="276" y="702"/>
                                        </a:lnTo>
                                        <a:lnTo>
                                          <a:pt x="283" y="704"/>
                                        </a:lnTo>
                                        <a:lnTo>
                                          <a:pt x="292" y="705"/>
                                        </a:lnTo>
                                        <a:lnTo>
                                          <a:pt x="302" y="706"/>
                                        </a:lnTo>
                                        <a:lnTo>
                                          <a:pt x="312" y="706"/>
                                        </a:lnTo>
                                        <a:lnTo>
                                          <a:pt x="312" y="706"/>
                                        </a:lnTo>
                                        <a:lnTo>
                                          <a:pt x="332" y="706"/>
                                        </a:lnTo>
                                        <a:lnTo>
                                          <a:pt x="351" y="704"/>
                                        </a:lnTo>
                                        <a:lnTo>
                                          <a:pt x="370" y="701"/>
                                        </a:lnTo>
                                        <a:lnTo>
                                          <a:pt x="387" y="698"/>
                                        </a:lnTo>
                                        <a:lnTo>
                                          <a:pt x="387" y="800"/>
                                        </a:lnTo>
                                        <a:lnTo>
                                          <a:pt x="387" y="800"/>
                                        </a:lnTo>
                                        <a:lnTo>
                                          <a:pt x="361" y="806"/>
                                        </a:lnTo>
                                        <a:lnTo>
                                          <a:pt x="332" y="810"/>
                                        </a:lnTo>
                                        <a:lnTo>
                                          <a:pt x="302" y="813"/>
                                        </a:lnTo>
                                        <a:lnTo>
                                          <a:pt x="273" y="813"/>
                                        </a:lnTo>
                                        <a:lnTo>
                                          <a:pt x="273" y="813"/>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0" name="Freeform 101"/>
                                <wps:cNvSpPr>
                                  <a:spLocks noEditPoints="1"/>
                                </wps:cNvSpPr>
                                <wps:spPr bwMode="auto">
                                  <a:xfrm>
                                    <a:off x="450215" y="558165"/>
                                    <a:ext cx="12700" cy="65405"/>
                                  </a:xfrm>
                                  <a:custGeom>
                                    <a:avLst/>
                                    <a:gdLst>
                                      <a:gd name="T0" fmla="*/ 80 w 160"/>
                                      <a:gd name="T1" fmla="*/ 157 h 827"/>
                                      <a:gd name="T2" fmla="*/ 64 w 160"/>
                                      <a:gd name="T3" fmla="*/ 156 h 827"/>
                                      <a:gd name="T4" fmla="*/ 49 w 160"/>
                                      <a:gd name="T5" fmla="*/ 151 h 827"/>
                                      <a:gd name="T6" fmla="*/ 35 w 160"/>
                                      <a:gd name="T7" fmla="*/ 144 h 827"/>
                                      <a:gd name="T8" fmla="*/ 23 w 160"/>
                                      <a:gd name="T9" fmla="*/ 134 h 827"/>
                                      <a:gd name="T10" fmla="*/ 14 w 160"/>
                                      <a:gd name="T11" fmla="*/ 122 h 827"/>
                                      <a:gd name="T12" fmla="*/ 6 w 160"/>
                                      <a:gd name="T13" fmla="*/ 109 h 827"/>
                                      <a:gd name="T14" fmla="*/ 2 w 160"/>
                                      <a:gd name="T15" fmla="*/ 94 h 827"/>
                                      <a:gd name="T16" fmla="*/ 0 w 160"/>
                                      <a:gd name="T17" fmla="*/ 78 h 827"/>
                                      <a:gd name="T18" fmla="*/ 1 w 160"/>
                                      <a:gd name="T19" fmla="*/ 71 h 827"/>
                                      <a:gd name="T20" fmla="*/ 4 w 160"/>
                                      <a:gd name="T21" fmla="*/ 55 h 827"/>
                                      <a:gd name="T22" fmla="*/ 9 w 160"/>
                                      <a:gd name="T23" fmla="*/ 41 h 827"/>
                                      <a:gd name="T24" fmla="*/ 18 w 160"/>
                                      <a:gd name="T25" fmla="*/ 28 h 827"/>
                                      <a:gd name="T26" fmla="*/ 30 w 160"/>
                                      <a:gd name="T27" fmla="*/ 18 h 827"/>
                                      <a:gd name="T28" fmla="*/ 41 w 160"/>
                                      <a:gd name="T29" fmla="*/ 9 h 827"/>
                                      <a:gd name="T30" fmla="*/ 57 w 160"/>
                                      <a:gd name="T31" fmla="*/ 4 h 827"/>
                                      <a:gd name="T32" fmla="*/ 73 w 160"/>
                                      <a:gd name="T33" fmla="*/ 0 h 827"/>
                                      <a:gd name="T34" fmla="*/ 80 w 160"/>
                                      <a:gd name="T35" fmla="*/ 0 h 827"/>
                                      <a:gd name="T36" fmla="*/ 96 w 160"/>
                                      <a:gd name="T37" fmla="*/ 2 h 827"/>
                                      <a:gd name="T38" fmla="*/ 111 w 160"/>
                                      <a:gd name="T39" fmla="*/ 6 h 827"/>
                                      <a:gd name="T40" fmla="*/ 124 w 160"/>
                                      <a:gd name="T41" fmla="*/ 13 h 827"/>
                                      <a:gd name="T42" fmla="*/ 136 w 160"/>
                                      <a:gd name="T43" fmla="*/ 22 h 827"/>
                                      <a:gd name="T44" fmla="*/ 146 w 160"/>
                                      <a:gd name="T45" fmla="*/ 34 h 827"/>
                                      <a:gd name="T46" fmla="*/ 153 w 160"/>
                                      <a:gd name="T47" fmla="*/ 48 h 827"/>
                                      <a:gd name="T48" fmla="*/ 159 w 160"/>
                                      <a:gd name="T49" fmla="*/ 62 h 827"/>
                                      <a:gd name="T50" fmla="*/ 160 w 160"/>
                                      <a:gd name="T51" fmla="*/ 78 h 827"/>
                                      <a:gd name="T52" fmla="*/ 160 w 160"/>
                                      <a:gd name="T53" fmla="*/ 87 h 827"/>
                                      <a:gd name="T54" fmla="*/ 156 w 160"/>
                                      <a:gd name="T55" fmla="*/ 102 h 827"/>
                                      <a:gd name="T56" fmla="*/ 150 w 160"/>
                                      <a:gd name="T57" fmla="*/ 116 h 827"/>
                                      <a:gd name="T58" fmla="*/ 141 w 160"/>
                                      <a:gd name="T59" fmla="*/ 129 h 827"/>
                                      <a:gd name="T60" fmla="*/ 131 w 160"/>
                                      <a:gd name="T61" fmla="*/ 140 h 827"/>
                                      <a:gd name="T62" fmla="*/ 118 w 160"/>
                                      <a:gd name="T63" fmla="*/ 148 h 827"/>
                                      <a:gd name="T64" fmla="*/ 104 w 160"/>
                                      <a:gd name="T65" fmla="*/ 154 h 827"/>
                                      <a:gd name="T66" fmla="*/ 89 w 160"/>
                                      <a:gd name="T67" fmla="*/ 157 h 827"/>
                                      <a:gd name="T68" fmla="*/ 80 w 160"/>
                                      <a:gd name="T69" fmla="*/ 157 h 827"/>
                                      <a:gd name="T70" fmla="*/ 17 w 160"/>
                                      <a:gd name="T71" fmla="*/ 244 h 827"/>
                                      <a:gd name="T72" fmla="*/ 142 w 160"/>
                                      <a:gd name="T73" fmla="*/ 827 h 8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0" h="827">
                                        <a:moveTo>
                                          <a:pt x="80" y="157"/>
                                        </a:moveTo>
                                        <a:lnTo>
                                          <a:pt x="80" y="157"/>
                                        </a:lnTo>
                                        <a:lnTo>
                                          <a:pt x="73" y="157"/>
                                        </a:lnTo>
                                        <a:lnTo>
                                          <a:pt x="64" y="156"/>
                                        </a:lnTo>
                                        <a:lnTo>
                                          <a:pt x="57" y="154"/>
                                        </a:lnTo>
                                        <a:lnTo>
                                          <a:pt x="49" y="151"/>
                                        </a:lnTo>
                                        <a:lnTo>
                                          <a:pt x="41" y="148"/>
                                        </a:lnTo>
                                        <a:lnTo>
                                          <a:pt x="35" y="144"/>
                                        </a:lnTo>
                                        <a:lnTo>
                                          <a:pt x="30" y="140"/>
                                        </a:lnTo>
                                        <a:lnTo>
                                          <a:pt x="23" y="134"/>
                                        </a:lnTo>
                                        <a:lnTo>
                                          <a:pt x="18" y="129"/>
                                        </a:lnTo>
                                        <a:lnTo>
                                          <a:pt x="14" y="122"/>
                                        </a:lnTo>
                                        <a:lnTo>
                                          <a:pt x="9" y="116"/>
                                        </a:lnTo>
                                        <a:lnTo>
                                          <a:pt x="6" y="109"/>
                                        </a:lnTo>
                                        <a:lnTo>
                                          <a:pt x="4" y="102"/>
                                        </a:lnTo>
                                        <a:lnTo>
                                          <a:pt x="2" y="94"/>
                                        </a:lnTo>
                                        <a:lnTo>
                                          <a:pt x="1" y="87"/>
                                        </a:lnTo>
                                        <a:lnTo>
                                          <a:pt x="0" y="78"/>
                                        </a:lnTo>
                                        <a:lnTo>
                                          <a:pt x="0" y="78"/>
                                        </a:lnTo>
                                        <a:lnTo>
                                          <a:pt x="1" y="71"/>
                                        </a:lnTo>
                                        <a:lnTo>
                                          <a:pt x="2" y="63"/>
                                        </a:lnTo>
                                        <a:lnTo>
                                          <a:pt x="4" y="55"/>
                                        </a:lnTo>
                                        <a:lnTo>
                                          <a:pt x="6" y="48"/>
                                        </a:lnTo>
                                        <a:lnTo>
                                          <a:pt x="9" y="41"/>
                                        </a:lnTo>
                                        <a:lnTo>
                                          <a:pt x="14" y="35"/>
                                        </a:lnTo>
                                        <a:lnTo>
                                          <a:pt x="18" y="28"/>
                                        </a:lnTo>
                                        <a:lnTo>
                                          <a:pt x="23" y="23"/>
                                        </a:lnTo>
                                        <a:lnTo>
                                          <a:pt x="30" y="18"/>
                                        </a:lnTo>
                                        <a:lnTo>
                                          <a:pt x="35" y="13"/>
                                        </a:lnTo>
                                        <a:lnTo>
                                          <a:pt x="41" y="9"/>
                                        </a:lnTo>
                                        <a:lnTo>
                                          <a:pt x="49" y="6"/>
                                        </a:lnTo>
                                        <a:lnTo>
                                          <a:pt x="57" y="4"/>
                                        </a:lnTo>
                                        <a:lnTo>
                                          <a:pt x="64" y="2"/>
                                        </a:lnTo>
                                        <a:lnTo>
                                          <a:pt x="73" y="0"/>
                                        </a:lnTo>
                                        <a:lnTo>
                                          <a:pt x="80" y="0"/>
                                        </a:lnTo>
                                        <a:lnTo>
                                          <a:pt x="80" y="0"/>
                                        </a:lnTo>
                                        <a:lnTo>
                                          <a:pt x="89" y="0"/>
                                        </a:lnTo>
                                        <a:lnTo>
                                          <a:pt x="96" y="2"/>
                                        </a:lnTo>
                                        <a:lnTo>
                                          <a:pt x="104" y="4"/>
                                        </a:lnTo>
                                        <a:lnTo>
                                          <a:pt x="111" y="6"/>
                                        </a:lnTo>
                                        <a:lnTo>
                                          <a:pt x="118" y="9"/>
                                        </a:lnTo>
                                        <a:lnTo>
                                          <a:pt x="124" y="13"/>
                                        </a:lnTo>
                                        <a:lnTo>
                                          <a:pt x="131" y="18"/>
                                        </a:lnTo>
                                        <a:lnTo>
                                          <a:pt x="136" y="22"/>
                                        </a:lnTo>
                                        <a:lnTo>
                                          <a:pt x="141" y="28"/>
                                        </a:lnTo>
                                        <a:lnTo>
                                          <a:pt x="146" y="34"/>
                                        </a:lnTo>
                                        <a:lnTo>
                                          <a:pt x="150" y="40"/>
                                        </a:lnTo>
                                        <a:lnTo>
                                          <a:pt x="153" y="48"/>
                                        </a:lnTo>
                                        <a:lnTo>
                                          <a:pt x="156" y="54"/>
                                        </a:lnTo>
                                        <a:lnTo>
                                          <a:pt x="159" y="62"/>
                                        </a:lnTo>
                                        <a:lnTo>
                                          <a:pt x="160" y="71"/>
                                        </a:lnTo>
                                        <a:lnTo>
                                          <a:pt x="160" y="78"/>
                                        </a:lnTo>
                                        <a:lnTo>
                                          <a:pt x="160" y="78"/>
                                        </a:lnTo>
                                        <a:lnTo>
                                          <a:pt x="160" y="87"/>
                                        </a:lnTo>
                                        <a:lnTo>
                                          <a:pt x="159" y="94"/>
                                        </a:lnTo>
                                        <a:lnTo>
                                          <a:pt x="156" y="102"/>
                                        </a:lnTo>
                                        <a:lnTo>
                                          <a:pt x="153" y="109"/>
                                        </a:lnTo>
                                        <a:lnTo>
                                          <a:pt x="150" y="116"/>
                                        </a:lnTo>
                                        <a:lnTo>
                                          <a:pt x="146" y="122"/>
                                        </a:lnTo>
                                        <a:lnTo>
                                          <a:pt x="141" y="129"/>
                                        </a:lnTo>
                                        <a:lnTo>
                                          <a:pt x="136" y="134"/>
                                        </a:lnTo>
                                        <a:lnTo>
                                          <a:pt x="131" y="140"/>
                                        </a:lnTo>
                                        <a:lnTo>
                                          <a:pt x="124" y="144"/>
                                        </a:lnTo>
                                        <a:lnTo>
                                          <a:pt x="118" y="148"/>
                                        </a:lnTo>
                                        <a:lnTo>
                                          <a:pt x="111" y="151"/>
                                        </a:lnTo>
                                        <a:lnTo>
                                          <a:pt x="104" y="154"/>
                                        </a:lnTo>
                                        <a:lnTo>
                                          <a:pt x="96" y="156"/>
                                        </a:lnTo>
                                        <a:lnTo>
                                          <a:pt x="89" y="157"/>
                                        </a:lnTo>
                                        <a:lnTo>
                                          <a:pt x="80" y="157"/>
                                        </a:lnTo>
                                        <a:lnTo>
                                          <a:pt x="80" y="157"/>
                                        </a:lnTo>
                                        <a:close/>
                                        <a:moveTo>
                                          <a:pt x="17" y="827"/>
                                        </a:moveTo>
                                        <a:lnTo>
                                          <a:pt x="17" y="244"/>
                                        </a:lnTo>
                                        <a:lnTo>
                                          <a:pt x="142" y="244"/>
                                        </a:lnTo>
                                        <a:lnTo>
                                          <a:pt x="142" y="827"/>
                                        </a:lnTo>
                                        <a:lnTo>
                                          <a:pt x="17" y="827"/>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1" name="Freeform 102"/>
                                <wps:cNvSpPr>
                                  <a:spLocks noEditPoints="1"/>
                                </wps:cNvSpPr>
                                <wps:spPr bwMode="auto">
                                  <a:xfrm>
                                    <a:off x="472440" y="576580"/>
                                    <a:ext cx="43815" cy="48260"/>
                                  </a:xfrm>
                                  <a:custGeom>
                                    <a:avLst/>
                                    <a:gdLst>
                                      <a:gd name="T0" fmla="*/ 208 w 555"/>
                                      <a:gd name="T1" fmla="*/ 603 h 607"/>
                                      <a:gd name="T2" fmla="*/ 145 w 555"/>
                                      <a:gd name="T3" fmla="*/ 585 h 607"/>
                                      <a:gd name="T4" fmla="*/ 101 w 555"/>
                                      <a:gd name="T5" fmla="*/ 561 h 607"/>
                                      <a:gd name="T6" fmla="*/ 64 w 555"/>
                                      <a:gd name="T7" fmla="*/ 526 h 607"/>
                                      <a:gd name="T8" fmla="*/ 35 w 555"/>
                                      <a:gd name="T9" fmla="*/ 483 h 607"/>
                                      <a:gd name="T10" fmla="*/ 15 w 555"/>
                                      <a:gd name="T11" fmla="*/ 429 h 607"/>
                                      <a:gd name="T12" fmla="*/ 2 w 555"/>
                                      <a:gd name="T13" fmla="*/ 366 h 607"/>
                                      <a:gd name="T14" fmla="*/ 0 w 555"/>
                                      <a:gd name="T15" fmla="*/ 295 h 607"/>
                                      <a:gd name="T16" fmla="*/ 7 w 555"/>
                                      <a:gd name="T17" fmla="*/ 232 h 607"/>
                                      <a:gd name="T18" fmla="*/ 25 w 555"/>
                                      <a:gd name="T19" fmla="*/ 175 h 607"/>
                                      <a:gd name="T20" fmla="*/ 52 w 555"/>
                                      <a:gd name="T21" fmla="*/ 123 h 607"/>
                                      <a:gd name="T22" fmla="*/ 88 w 555"/>
                                      <a:gd name="T23" fmla="*/ 79 h 607"/>
                                      <a:gd name="T24" fmla="*/ 132 w 555"/>
                                      <a:gd name="T25" fmla="*/ 44 h 607"/>
                                      <a:gd name="T26" fmla="*/ 183 w 555"/>
                                      <a:gd name="T27" fmla="*/ 19 h 607"/>
                                      <a:gd name="T28" fmla="*/ 241 w 555"/>
                                      <a:gd name="T29" fmla="*/ 4 h 607"/>
                                      <a:gd name="T30" fmla="*/ 290 w 555"/>
                                      <a:gd name="T31" fmla="*/ 0 h 607"/>
                                      <a:gd name="T32" fmla="*/ 396 w 555"/>
                                      <a:gd name="T33" fmla="*/ 18 h 607"/>
                                      <a:gd name="T34" fmla="*/ 442 w 555"/>
                                      <a:gd name="T35" fmla="*/ 38 h 607"/>
                                      <a:gd name="T36" fmla="*/ 481 w 555"/>
                                      <a:gd name="T37" fmla="*/ 69 h 607"/>
                                      <a:gd name="T38" fmla="*/ 512 w 555"/>
                                      <a:gd name="T39" fmla="*/ 110 h 607"/>
                                      <a:gd name="T40" fmla="*/ 536 w 555"/>
                                      <a:gd name="T41" fmla="*/ 160 h 607"/>
                                      <a:gd name="T42" fmla="*/ 550 w 555"/>
                                      <a:gd name="T43" fmla="*/ 221 h 607"/>
                                      <a:gd name="T44" fmla="*/ 555 w 555"/>
                                      <a:gd name="T45" fmla="*/ 292 h 607"/>
                                      <a:gd name="T46" fmla="*/ 552 w 555"/>
                                      <a:gd name="T47" fmla="*/ 342 h 607"/>
                                      <a:gd name="T48" fmla="*/ 539 w 555"/>
                                      <a:gd name="T49" fmla="*/ 402 h 607"/>
                                      <a:gd name="T50" fmla="*/ 516 w 555"/>
                                      <a:gd name="T51" fmla="*/ 459 h 607"/>
                                      <a:gd name="T52" fmla="*/ 484 w 555"/>
                                      <a:gd name="T53" fmla="*/ 506 h 607"/>
                                      <a:gd name="T54" fmla="*/ 444 w 555"/>
                                      <a:gd name="T55" fmla="*/ 546 h 607"/>
                                      <a:gd name="T56" fmla="*/ 397 w 555"/>
                                      <a:gd name="T57" fmla="*/ 577 h 607"/>
                                      <a:gd name="T58" fmla="*/ 342 w 555"/>
                                      <a:gd name="T59" fmla="*/ 598 h 607"/>
                                      <a:gd name="T60" fmla="*/ 282 w 555"/>
                                      <a:gd name="T61" fmla="*/ 606 h 607"/>
                                      <a:gd name="T62" fmla="*/ 279 w 555"/>
                                      <a:gd name="T63" fmla="*/ 106 h 607"/>
                                      <a:gd name="T64" fmla="*/ 223 w 555"/>
                                      <a:gd name="T65" fmla="*/ 117 h 607"/>
                                      <a:gd name="T66" fmla="*/ 176 w 555"/>
                                      <a:gd name="T67" fmla="*/ 152 h 607"/>
                                      <a:gd name="T68" fmla="*/ 143 w 555"/>
                                      <a:gd name="T69" fmla="*/ 212 h 607"/>
                                      <a:gd name="T70" fmla="*/ 130 w 555"/>
                                      <a:gd name="T71" fmla="*/ 298 h 607"/>
                                      <a:gd name="T72" fmla="*/ 135 w 555"/>
                                      <a:gd name="T73" fmla="*/ 366 h 607"/>
                                      <a:gd name="T74" fmla="*/ 159 w 555"/>
                                      <a:gd name="T75" fmla="*/ 435 h 607"/>
                                      <a:gd name="T76" fmla="*/ 201 w 555"/>
                                      <a:gd name="T77" fmla="*/ 479 h 607"/>
                                      <a:gd name="T78" fmla="*/ 260 w 555"/>
                                      <a:gd name="T79" fmla="*/ 498 h 607"/>
                                      <a:gd name="T80" fmla="*/ 307 w 555"/>
                                      <a:gd name="T81" fmla="*/ 496 h 607"/>
                                      <a:gd name="T82" fmla="*/ 361 w 555"/>
                                      <a:gd name="T83" fmla="*/ 471 h 607"/>
                                      <a:gd name="T84" fmla="*/ 400 w 555"/>
                                      <a:gd name="T85" fmla="*/ 423 h 607"/>
                                      <a:gd name="T86" fmla="*/ 423 w 555"/>
                                      <a:gd name="T87" fmla="*/ 347 h 607"/>
                                      <a:gd name="T88" fmla="*/ 426 w 555"/>
                                      <a:gd name="T89" fmla="*/ 277 h 607"/>
                                      <a:gd name="T90" fmla="*/ 412 w 555"/>
                                      <a:gd name="T91" fmla="*/ 201 h 607"/>
                                      <a:gd name="T92" fmla="*/ 380 w 555"/>
                                      <a:gd name="T93" fmla="*/ 145 h 607"/>
                                      <a:gd name="T94" fmla="*/ 329 w 555"/>
                                      <a:gd name="T95" fmla="*/ 113 h 607"/>
                                      <a:gd name="T96" fmla="*/ 279 w 555"/>
                                      <a:gd name="T97" fmla="*/ 106 h 6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555" h="607">
                                        <a:moveTo>
                                          <a:pt x="266" y="607"/>
                                        </a:moveTo>
                                        <a:lnTo>
                                          <a:pt x="266" y="607"/>
                                        </a:lnTo>
                                        <a:lnTo>
                                          <a:pt x="236" y="606"/>
                                        </a:lnTo>
                                        <a:lnTo>
                                          <a:pt x="208" y="603"/>
                                        </a:lnTo>
                                        <a:lnTo>
                                          <a:pt x="181" y="598"/>
                                        </a:lnTo>
                                        <a:lnTo>
                                          <a:pt x="168" y="593"/>
                                        </a:lnTo>
                                        <a:lnTo>
                                          <a:pt x="157" y="589"/>
                                        </a:lnTo>
                                        <a:lnTo>
                                          <a:pt x="145" y="585"/>
                                        </a:lnTo>
                                        <a:lnTo>
                                          <a:pt x="133" y="579"/>
                                        </a:lnTo>
                                        <a:lnTo>
                                          <a:pt x="122" y="574"/>
                                        </a:lnTo>
                                        <a:lnTo>
                                          <a:pt x="111" y="567"/>
                                        </a:lnTo>
                                        <a:lnTo>
                                          <a:pt x="101" y="561"/>
                                        </a:lnTo>
                                        <a:lnTo>
                                          <a:pt x="91" y="553"/>
                                        </a:lnTo>
                                        <a:lnTo>
                                          <a:pt x="81" y="545"/>
                                        </a:lnTo>
                                        <a:lnTo>
                                          <a:pt x="73" y="536"/>
                                        </a:lnTo>
                                        <a:lnTo>
                                          <a:pt x="64" y="526"/>
                                        </a:lnTo>
                                        <a:lnTo>
                                          <a:pt x="56" y="517"/>
                                        </a:lnTo>
                                        <a:lnTo>
                                          <a:pt x="48" y="506"/>
                                        </a:lnTo>
                                        <a:lnTo>
                                          <a:pt x="42" y="495"/>
                                        </a:lnTo>
                                        <a:lnTo>
                                          <a:pt x="35" y="483"/>
                                        </a:lnTo>
                                        <a:lnTo>
                                          <a:pt x="29" y="470"/>
                                        </a:lnTo>
                                        <a:lnTo>
                                          <a:pt x="23" y="457"/>
                                        </a:lnTo>
                                        <a:lnTo>
                                          <a:pt x="19" y="445"/>
                                        </a:lnTo>
                                        <a:lnTo>
                                          <a:pt x="15" y="429"/>
                                        </a:lnTo>
                                        <a:lnTo>
                                          <a:pt x="10" y="414"/>
                                        </a:lnTo>
                                        <a:lnTo>
                                          <a:pt x="7" y="399"/>
                                        </a:lnTo>
                                        <a:lnTo>
                                          <a:pt x="4" y="383"/>
                                        </a:lnTo>
                                        <a:lnTo>
                                          <a:pt x="2" y="366"/>
                                        </a:lnTo>
                                        <a:lnTo>
                                          <a:pt x="1" y="349"/>
                                        </a:lnTo>
                                        <a:lnTo>
                                          <a:pt x="0" y="311"/>
                                        </a:lnTo>
                                        <a:lnTo>
                                          <a:pt x="0" y="311"/>
                                        </a:lnTo>
                                        <a:lnTo>
                                          <a:pt x="0" y="295"/>
                                        </a:lnTo>
                                        <a:lnTo>
                                          <a:pt x="1" y="278"/>
                                        </a:lnTo>
                                        <a:lnTo>
                                          <a:pt x="3" y="262"/>
                                        </a:lnTo>
                                        <a:lnTo>
                                          <a:pt x="5" y="247"/>
                                        </a:lnTo>
                                        <a:lnTo>
                                          <a:pt x="7" y="232"/>
                                        </a:lnTo>
                                        <a:lnTo>
                                          <a:pt x="11" y="217"/>
                                        </a:lnTo>
                                        <a:lnTo>
                                          <a:pt x="16" y="203"/>
                                        </a:lnTo>
                                        <a:lnTo>
                                          <a:pt x="20" y="188"/>
                                        </a:lnTo>
                                        <a:lnTo>
                                          <a:pt x="25" y="175"/>
                                        </a:lnTo>
                                        <a:lnTo>
                                          <a:pt x="31" y="161"/>
                                        </a:lnTo>
                                        <a:lnTo>
                                          <a:pt x="37" y="148"/>
                                        </a:lnTo>
                                        <a:lnTo>
                                          <a:pt x="45" y="135"/>
                                        </a:lnTo>
                                        <a:lnTo>
                                          <a:pt x="52" y="123"/>
                                        </a:lnTo>
                                        <a:lnTo>
                                          <a:pt x="61" y="111"/>
                                        </a:lnTo>
                                        <a:lnTo>
                                          <a:pt x="69" y="101"/>
                                        </a:lnTo>
                                        <a:lnTo>
                                          <a:pt x="78" y="90"/>
                                        </a:lnTo>
                                        <a:lnTo>
                                          <a:pt x="88" y="79"/>
                                        </a:lnTo>
                                        <a:lnTo>
                                          <a:pt x="99" y="70"/>
                                        </a:lnTo>
                                        <a:lnTo>
                                          <a:pt x="109" y="61"/>
                                        </a:lnTo>
                                        <a:lnTo>
                                          <a:pt x="120" y="52"/>
                                        </a:lnTo>
                                        <a:lnTo>
                                          <a:pt x="132" y="44"/>
                                        </a:lnTo>
                                        <a:lnTo>
                                          <a:pt x="144" y="37"/>
                                        </a:lnTo>
                                        <a:lnTo>
                                          <a:pt x="157" y="30"/>
                                        </a:lnTo>
                                        <a:lnTo>
                                          <a:pt x="169" y="24"/>
                                        </a:lnTo>
                                        <a:lnTo>
                                          <a:pt x="183" y="19"/>
                                        </a:lnTo>
                                        <a:lnTo>
                                          <a:pt x="197" y="14"/>
                                        </a:lnTo>
                                        <a:lnTo>
                                          <a:pt x="211" y="10"/>
                                        </a:lnTo>
                                        <a:lnTo>
                                          <a:pt x="226" y="7"/>
                                        </a:lnTo>
                                        <a:lnTo>
                                          <a:pt x="241" y="4"/>
                                        </a:lnTo>
                                        <a:lnTo>
                                          <a:pt x="258" y="1"/>
                                        </a:lnTo>
                                        <a:lnTo>
                                          <a:pt x="274" y="0"/>
                                        </a:lnTo>
                                        <a:lnTo>
                                          <a:pt x="290" y="0"/>
                                        </a:lnTo>
                                        <a:lnTo>
                                          <a:pt x="290" y="0"/>
                                        </a:lnTo>
                                        <a:lnTo>
                                          <a:pt x="318" y="1"/>
                                        </a:lnTo>
                                        <a:lnTo>
                                          <a:pt x="346" y="5"/>
                                        </a:lnTo>
                                        <a:lnTo>
                                          <a:pt x="371" y="10"/>
                                        </a:lnTo>
                                        <a:lnTo>
                                          <a:pt x="396" y="18"/>
                                        </a:lnTo>
                                        <a:lnTo>
                                          <a:pt x="408" y="22"/>
                                        </a:lnTo>
                                        <a:lnTo>
                                          <a:pt x="420" y="26"/>
                                        </a:lnTo>
                                        <a:lnTo>
                                          <a:pt x="432" y="33"/>
                                        </a:lnTo>
                                        <a:lnTo>
                                          <a:pt x="442" y="38"/>
                                        </a:lnTo>
                                        <a:lnTo>
                                          <a:pt x="452" y="46"/>
                                        </a:lnTo>
                                        <a:lnTo>
                                          <a:pt x="462" y="53"/>
                                        </a:lnTo>
                                        <a:lnTo>
                                          <a:pt x="471" y="61"/>
                                        </a:lnTo>
                                        <a:lnTo>
                                          <a:pt x="481" y="69"/>
                                        </a:lnTo>
                                        <a:lnTo>
                                          <a:pt x="490" y="79"/>
                                        </a:lnTo>
                                        <a:lnTo>
                                          <a:pt x="497" y="89"/>
                                        </a:lnTo>
                                        <a:lnTo>
                                          <a:pt x="505" y="98"/>
                                        </a:lnTo>
                                        <a:lnTo>
                                          <a:pt x="512" y="110"/>
                                        </a:lnTo>
                                        <a:lnTo>
                                          <a:pt x="519" y="121"/>
                                        </a:lnTo>
                                        <a:lnTo>
                                          <a:pt x="525" y="134"/>
                                        </a:lnTo>
                                        <a:lnTo>
                                          <a:pt x="530" y="147"/>
                                        </a:lnTo>
                                        <a:lnTo>
                                          <a:pt x="536" y="160"/>
                                        </a:lnTo>
                                        <a:lnTo>
                                          <a:pt x="540" y="174"/>
                                        </a:lnTo>
                                        <a:lnTo>
                                          <a:pt x="543" y="189"/>
                                        </a:lnTo>
                                        <a:lnTo>
                                          <a:pt x="548" y="205"/>
                                        </a:lnTo>
                                        <a:lnTo>
                                          <a:pt x="550" y="221"/>
                                        </a:lnTo>
                                        <a:lnTo>
                                          <a:pt x="552" y="237"/>
                                        </a:lnTo>
                                        <a:lnTo>
                                          <a:pt x="554" y="255"/>
                                        </a:lnTo>
                                        <a:lnTo>
                                          <a:pt x="554" y="273"/>
                                        </a:lnTo>
                                        <a:lnTo>
                                          <a:pt x="555" y="292"/>
                                        </a:lnTo>
                                        <a:lnTo>
                                          <a:pt x="555" y="292"/>
                                        </a:lnTo>
                                        <a:lnTo>
                                          <a:pt x="554" y="309"/>
                                        </a:lnTo>
                                        <a:lnTo>
                                          <a:pt x="554" y="326"/>
                                        </a:lnTo>
                                        <a:lnTo>
                                          <a:pt x="552" y="342"/>
                                        </a:lnTo>
                                        <a:lnTo>
                                          <a:pt x="550" y="357"/>
                                        </a:lnTo>
                                        <a:lnTo>
                                          <a:pt x="546" y="373"/>
                                        </a:lnTo>
                                        <a:lnTo>
                                          <a:pt x="543" y="388"/>
                                        </a:lnTo>
                                        <a:lnTo>
                                          <a:pt x="539" y="402"/>
                                        </a:lnTo>
                                        <a:lnTo>
                                          <a:pt x="534" y="418"/>
                                        </a:lnTo>
                                        <a:lnTo>
                                          <a:pt x="528" y="432"/>
                                        </a:lnTo>
                                        <a:lnTo>
                                          <a:pt x="523" y="445"/>
                                        </a:lnTo>
                                        <a:lnTo>
                                          <a:pt x="516" y="459"/>
                                        </a:lnTo>
                                        <a:lnTo>
                                          <a:pt x="509" y="470"/>
                                        </a:lnTo>
                                        <a:lnTo>
                                          <a:pt x="501" y="483"/>
                                        </a:lnTo>
                                        <a:lnTo>
                                          <a:pt x="493" y="495"/>
                                        </a:lnTo>
                                        <a:lnTo>
                                          <a:pt x="484" y="506"/>
                                        </a:lnTo>
                                        <a:lnTo>
                                          <a:pt x="475" y="517"/>
                                        </a:lnTo>
                                        <a:lnTo>
                                          <a:pt x="465" y="528"/>
                                        </a:lnTo>
                                        <a:lnTo>
                                          <a:pt x="455" y="537"/>
                                        </a:lnTo>
                                        <a:lnTo>
                                          <a:pt x="444" y="546"/>
                                        </a:lnTo>
                                        <a:lnTo>
                                          <a:pt x="433" y="555"/>
                                        </a:lnTo>
                                        <a:lnTo>
                                          <a:pt x="422" y="563"/>
                                        </a:lnTo>
                                        <a:lnTo>
                                          <a:pt x="409" y="570"/>
                                        </a:lnTo>
                                        <a:lnTo>
                                          <a:pt x="397" y="577"/>
                                        </a:lnTo>
                                        <a:lnTo>
                                          <a:pt x="384" y="583"/>
                                        </a:lnTo>
                                        <a:lnTo>
                                          <a:pt x="370" y="588"/>
                                        </a:lnTo>
                                        <a:lnTo>
                                          <a:pt x="356" y="593"/>
                                        </a:lnTo>
                                        <a:lnTo>
                                          <a:pt x="342" y="598"/>
                                        </a:lnTo>
                                        <a:lnTo>
                                          <a:pt x="327" y="601"/>
                                        </a:lnTo>
                                        <a:lnTo>
                                          <a:pt x="313" y="603"/>
                                        </a:lnTo>
                                        <a:lnTo>
                                          <a:pt x="297" y="605"/>
                                        </a:lnTo>
                                        <a:lnTo>
                                          <a:pt x="282" y="606"/>
                                        </a:lnTo>
                                        <a:lnTo>
                                          <a:pt x="266" y="607"/>
                                        </a:lnTo>
                                        <a:lnTo>
                                          <a:pt x="266" y="607"/>
                                        </a:lnTo>
                                        <a:close/>
                                        <a:moveTo>
                                          <a:pt x="279" y="106"/>
                                        </a:moveTo>
                                        <a:lnTo>
                                          <a:pt x="279" y="106"/>
                                        </a:lnTo>
                                        <a:lnTo>
                                          <a:pt x="265" y="107"/>
                                        </a:lnTo>
                                        <a:lnTo>
                                          <a:pt x="251" y="108"/>
                                        </a:lnTo>
                                        <a:lnTo>
                                          <a:pt x="237" y="112"/>
                                        </a:lnTo>
                                        <a:lnTo>
                                          <a:pt x="223" y="117"/>
                                        </a:lnTo>
                                        <a:lnTo>
                                          <a:pt x="210" y="123"/>
                                        </a:lnTo>
                                        <a:lnTo>
                                          <a:pt x="198" y="132"/>
                                        </a:lnTo>
                                        <a:lnTo>
                                          <a:pt x="187" y="140"/>
                                        </a:lnTo>
                                        <a:lnTo>
                                          <a:pt x="176" y="152"/>
                                        </a:lnTo>
                                        <a:lnTo>
                                          <a:pt x="166" y="164"/>
                                        </a:lnTo>
                                        <a:lnTo>
                                          <a:pt x="157" y="178"/>
                                        </a:lnTo>
                                        <a:lnTo>
                                          <a:pt x="149" y="194"/>
                                        </a:lnTo>
                                        <a:lnTo>
                                          <a:pt x="143" y="212"/>
                                        </a:lnTo>
                                        <a:lnTo>
                                          <a:pt x="137" y="231"/>
                                        </a:lnTo>
                                        <a:lnTo>
                                          <a:pt x="133" y="252"/>
                                        </a:lnTo>
                                        <a:lnTo>
                                          <a:pt x="130" y="274"/>
                                        </a:lnTo>
                                        <a:lnTo>
                                          <a:pt x="130" y="298"/>
                                        </a:lnTo>
                                        <a:lnTo>
                                          <a:pt x="130" y="298"/>
                                        </a:lnTo>
                                        <a:lnTo>
                                          <a:pt x="130" y="323"/>
                                        </a:lnTo>
                                        <a:lnTo>
                                          <a:pt x="132" y="344"/>
                                        </a:lnTo>
                                        <a:lnTo>
                                          <a:pt x="135" y="366"/>
                                        </a:lnTo>
                                        <a:lnTo>
                                          <a:pt x="139" y="385"/>
                                        </a:lnTo>
                                        <a:lnTo>
                                          <a:pt x="145" y="404"/>
                                        </a:lnTo>
                                        <a:lnTo>
                                          <a:pt x="151" y="420"/>
                                        </a:lnTo>
                                        <a:lnTo>
                                          <a:pt x="159" y="435"/>
                                        </a:lnTo>
                                        <a:lnTo>
                                          <a:pt x="167" y="448"/>
                                        </a:lnTo>
                                        <a:lnTo>
                                          <a:pt x="177" y="460"/>
                                        </a:lnTo>
                                        <a:lnTo>
                                          <a:pt x="188" y="470"/>
                                        </a:lnTo>
                                        <a:lnTo>
                                          <a:pt x="201" y="479"/>
                                        </a:lnTo>
                                        <a:lnTo>
                                          <a:pt x="213" y="485"/>
                                        </a:lnTo>
                                        <a:lnTo>
                                          <a:pt x="228" y="492"/>
                                        </a:lnTo>
                                        <a:lnTo>
                                          <a:pt x="244" y="495"/>
                                        </a:lnTo>
                                        <a:lnTo>
                                          <a:pt x="260" y="498"/>
                                        </a:lnTo>
                                        <a:lnTo>
                                          <a:pt x="278" y="498"/>
                                        </a:lnTo>
                                        <a:lnTo>
                                          <a:pt x="278" y="498"/>
                                        </a:lnTo>
                                        <a:lnTo>
                                          <a:pt x="293" y="498"/>
                                        </a:lnTo>
                                        <a:lnTo>
                                          <a:pt x="307" y="496"/>
                                        </a:lnTo>
                                        <a:lnTo>
                                          <a:pt x="322" y="492"/>
                                        </a:lnTo>
                                        <a:lnTo>
                                          <a:pt x="335" y="487"/>
                                        </a:lnTo>
                                        <a:lnTo>
                                          <a:pt x="348" y="480"/>
                                        </a:lnTo>
                                        <a:lnTo>
                                          <a:pt x="361" y="471"/>
                                        </a:lnTo>
                                        <a:lnTo>
                                          <a:pt x="371" y="462"/>
                                        </a:lnTo>
                                        <a:lnTo>
                                          <a:pt x="382" y="450"/>
                                        </a:lnTo>
                                        <a:lnTo>
                                          <a:pt x="392" y="437"/>
                                        </a:lnTo>
                                        <a:lnTo>
                                          <a:pt x="400" y="423"/>
                                        </a:lnTo>
                                        <a:lnTo>
                                          <a:pt x="408" y="407"/>
                                        </a:lnTo>
                                        <a:lnTo>
                                          <a:pt x="414" y="388"/>
                                        </a:lnTo>
                                        <a:lnTo>
                                          <a:pt x="420" y="369"/>
                                        </a:lnTo>
                                        <a:lnTo>
                                          <a:pt x="423" y="347"/>
                                        </a:lnTo>
                                        <a:lnTo>
                                          <a:pt x="425" y="325"/>
                                        </a:lnTo>
                                        <a:lnTo>
                                          <a:pt x="426" y="301"/>
                                        </a:lnTo>
                                        <a:lnTo>
                                          <a:pt x="426" y="301"/>
                                        </a:lnTo>
                                        <a:lnTo>
                                          <a:pt x="426" y="277"/>
                                        </a:lnTo>
                                        <a:lnTo>
                                          <a:pt x="424" y="257"/>
                                        </a:lnTo>
                                        <a:lnTo>
                                          <a:pt x="421" y="236"/>
                                        </a:lnTo>
                                        <a:lnTo>
                                          <a:pt x="418" y="218"/>
                                        </a:lnTo>
                                        <a:lnTo>
                                          <a:pt x="412" y="201"/>
                                        </a:lnTo>
                                        <a:lnTo>
                                          <a:pt x="406" y="185"/>
                                        </a:lnTo>
                                        <a:lnTo>
                                          <a:pt x="398" y="170"/>
                                        </a:lnTo>
                                        <a:lnTo>
                                          <a:pt x="390" y="157"/>
                                        </a:lnTo>
                                        <a:lnTo>
                                          <a:pt x="380" y="145"/>
                                        </a:lnTo>
                                        <a:lnTo>
                                          <a:pt x="369" y="135"/>
                                        </a:lnTo>
                                        <a:lnTo>
                                          <a:pt x="357" y="126"/>
                                        </a:lnTo>
                                        <a:lnTo>
                                          <a:pt x="343" y="119"/>
                                        </a:lnTo>
                                        <a:lnTo>
                                          <a:pt x="329" y="113"/>
                                        </a:lnTo>
                                        <a:lnTo>
                                          <a:pt x="313" y="109"/>
                                        </a:lnTo>
                                        <a:lnTo>
                                          <a:pt x="297" y="107"/>
                                        </a:lnTo>
                                        <a:lnTo>
                                          <a:pt x="279" y="106"/>
                                        </a:lnTo>
                                        <a:lnTo>
                                          <a:pt x="279" y="106"/>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2" name="Freeform 103"/>
                                <wps:cNvSpPr>
                                  <a:spLocks/>
                                </wps:cNvSpPr>
                                <wps:spPr bwMode="auto">
                                  <a:xfrm>
                                    <a:off x="527050" y="576580"/>
                                    <a:ext cx="38735" cy="46990"/>
                                  </a:xfrm>
                                  <a:custGeom>
                                    <a:avLst/>
                                    <a:gdLst>
                                      <a:gd name="T0" fmla="*/ 364 w 488"/>
                                      <a:gd name="T1" fmla="*/ 219 h 595"/>
                                      <a:gd name="T2" fmla="*/ 364 w 488"/>
                                      <a:gd name="T3" fmla="*/ 194 h 595"/>
                                      <a:gd name="T4" fmla="*/ 360 w 488"/>
                                      <a:gd name="T5" fmla="*/ 171 h 595"/>
                                      <a:gd name="T6" fmla="*/ 354 w 488"/>
                                      <a:gd name="T7" fmla="*/ 151 h 595"/>
                                      <a:gd name="T8" fmla="*/ 345 w 488"/>
                                      <a:gd name="T9" fmla="*/ 135 h 595"/>
                                      <a:gd name="T10" fmla="*/ 335 w 488"/>
                                      <a:gd name="T11" fmla="*/ 122 h 595"/>
                                      <a:gd name="T12" fmla="*/ 320 w 488"/>
                                      <a:gd name="T13" fmla="*/ 112 h 595"/>
                                      <a:gd name="T14" fmla="*/ 300 w 488"/>
                                      <a:gd name="T15" fmla="*/ 107 h 595"/>
                                      <a:gd name="T16" fmla="*/ 278 w 488"/>
                                      <a:gd name="T17" fmla="*/ 105 h 595"/>
                                      <a:gd name="T18" fmla="*/ 262 w 488"/>
                                      <a:gd name="T19" fmla="*/ 106 h 595"/>
                                      <a:gd name="T20" fmla="*/ 231 w 488"/>
                                      <a:gd name="T21" fmla="*/ 113 h 595"/>
                                      <a:gd name="T22" fmla="*/ 204 w 488"/>
                                      <a:gd name="T23" fmla="*/ 130 h 595"/>
                                      <a:gd name="T24" fmla="*/ 180 w 488"/>
                                      <a:gd name="T25" fmla="*/ 152 h 595"/>
                                      <a:gd name="T26" fmla="*/ 159 w 488"/>
                                      <a:gd name="T27" fmla="*/ 180 h 595"/>
                                      <a:gd name="T28" fmla="*/ 143 w 488"/>
                                      <a:gd name="T29" fmla="*/ 214 h 595"/>
                                      <a:gd name="T30" fmla="*/ 133 w 488"/>
                                      <a:gd name="T31" fmla="*/ 252 h 595"/>
                                      <a:gd name="T32" fmla="*/ 126 w 488"/>
                                      <a:gd name="T33" fmla="*/ 292 h 595"/>
                                      <a:gd name="T34" fmla="*/ 125 w 488"/>
                                      <a:gd name="T35" fmla="*/ 595 h 595"/>
                                      <a:gd name="T36" fmla="*/ 0 w 488"/>
                                      <a:gd name="T37" fmla="*/ 12 h 595"/>
                                      <a:gd name="T38" fmla="*/ 120 w 488"/>
                                      <a:gd name="T39" fmla="*/ 12 h 595"/>
                                      <a:gd name="T40" fmla="*/ 118 w 488"/>
                                      <a:gd name="T41" fmla="*/ 68 h 595"/>
                                      <a:gd name="T42" fmla="*/ 111 w 488"/>
                                      <a:gd name="T43" fmla="*/ 125 h 595"/>
                                      <a:gd name="T44" fmla="*/ 113 w 488"/>
                                      <a:gd name="T45" fmla="*/ 126 h 595"/>
                                      <a:gd name="T46" fmla="*/ 127 w 488"/>
                                      <a:gd name="T47" fmla="*/ 99 h 595"/>
                                      <a:gd name="T48" fmla="*/ 144 w 488"/>
                                      <a:gd name="T49" fmla="*/ 76 h 595"/>
                                      <a:gd name="T50" fmla="*/ 166 w 488"/>
                                      <a:gd name="T51" fmla="*/ 54 h 595"/>
                                      <a:gd name="T52" fmla="*/ 190 w 488"/>
                                      <a:gd name="T53" fmla="*/ 36 h 595"/>
                                      <a:gd name="T54" fmla="*/ 216 w 488"/>
                                      <a:gd name="T55" fmla="*/ 21 h 595"/>
                                      <a:gd name="T56" fmla="*/ 246 w 488"/>
                                      <a:gd name="T57" fmla="*/ 10 h 595"/>
                                      <a:gd name="T58" fmla="*/ 280 w 488"/>
                                      <a:gd name="T59" fmla="*/ 2 h 595"/>
                                      <a:gd name="T60" fmla="*/ 315 w 488"/>
                                      <a:gd name="T61" fmla="*/ 0 h 595"/>
                                      <a:gd name="T62" fmla="*/ 339 w 488"/>
                                      <a:gd name="T63" fmla="*/ 1 h 595"/>
                                      <a:gd name="T64" fmla="*/ 380 w 488"/>
                                      <a:gd name="T65" fmla="*/ 9 h 595"/>
                                      <a:gd name="T66" fmla="*/ 414 w 488"/>
                                      <a:gd name="T67" fmla="*/ 23 h 595"/>
                                      <a:gd name="T68" fmla="*/ 440 w 488"/>
                                      <a:gd name="T69" fmla="*/ 42 h 595"/>
                                      <a:gd name="T70" fmla="*/ 460 w 488"/>
                                      <a:gd name="T71" fmla="*/ 68 h 595"/>
                                      <a:gd name="T72" fmla="*/ 474 w 488"/>
                                      <a:gd name="T73" fmla="*/ 97 h 595"/>
                                      <a:gd name="T74" fmla="*/ 483 w 488"/>
                                      <a:gd name="T75" fmla="*/ 131 h 595"/>
                                      <a:gd name="T76" fmla="*/ 487 w 488"/>
                                      <a:gd name="T77" fmla="*/ 167 h 595"/>
                                      <a:gd name="T78" fmla="*/ 488 w 488"/>
                                      <a:gd name="T79" fmla="*/ 595 h 5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488" h="595">
                                        <a:moveTo>
                                          <a:pt x="364" y="595"/>
                                        </a:moveTo>
                                        <a:lnTo>
                                          <a:pt x="364" y="219"/>
                                        </a:lnTo>
                                        <a:lnTo>
                                          <a:pt x="364" y="219"/>
                                        </a:lnTo>
                                        <a:lnTo>
                                          <a:pt x="364" y="194"/>
                                        </a:lnTo>
                                        <a:lnTo>
                                          <a:pt x="361" y="182"/>
                                        </a:lnTo>
                                        <a:lnTo>
                                          <a:pt x="360" y="171"/>
                                        </a:lnTo>
                                        <a:lnTo>
                                          <a:pt x="357" y="161"/>
                                        </a:lnTo>
                                        <a:lnTo>
                                          <a:pt x="354" y="151"/>
                                        </a:lnTo>
                                        <a:lnTo>
                                          <a:pt x="351" y="143"/>
                                        </a:lnTo>
                                        <a:lnTo>
                                          <a:pt x="345" y="135"/>
                                        </a:lnTo>
                                        <a:lnTo>
                                          <a:pt x="340" y="128"/>
                                        </a:lnTo>
                                        <a:lnTo>
                                          <a:pt x="335" y="122"/>
                                        </a:lnTo>
                                        <a:lnTo>
                                          <a:pt x="327" y="117"/>
                                        </a:lnTo>
                                        <a:lnTo>
                                          <a:pt x="320" y="112"/>
                                        </a:lnTo>
                                        <a:lnTo>
                                          <a:pt x="310" y="109"/>
                                        </a:lnTo>
                                        <a:lnTo>
                                          <a:pt x="300" y="107"/>
                                        </a:lnTo>
                                        <a:lnTo>
                                          <a:pt x="289" y="105"/>
                                        </a:lnTo>
                                        <a:lnTo>
                                          <a:pt x="278" y="105"/>
                                        </a:lnTo>
                                        <a:lnTo>
                                          <a:pt x="278" y="105"/>
                                        </a:lnTo>
                                        <a:lnTo>
                                          <a:pt x="262" y="106"/>
                                        </a:lnTo>
                                        <a:lnTo>
                                          <a:pt x="245" y="109"/>
                                        </a:lnTo>
                                        <a:lnTo>
                                          <a:pt x="231" y="113"/>
                                        </a:lnTo>
                                        <a:lnTo>
                                          <a:pt x="216" y="121"/>
                                        </a:lnTo>
                                        <a:lnTo>
                                          <a:pt x="204" y="130"/>
                                        </a:lnTo>
                                        <a:lnTo>
                                          <a:pt x="191" y="140"/>
                                        </a:lnTo>
                                        <a:lnTo>
                                          <a:pt x="180" y="152"/>
                                        </a:lnTo>
                                        <a:lnTo>
                                          <a:pt x="169" y="165"/>
                                        </a:lnTo>
                                        <a:lnTo>
                                          <a:pt x="159" y="180"/>
                                        </a:lnTo>
                                        <a:lnTo>
                                          <a:pt x="151" y="197"/>
                                        </a:lnTo>
                                        <a:lnTo>
                                          <a:pt x="143" y="214"/>
                                        </a:lnTo>
                                        <a:lnTo>
                                          <a:pt x="137" y="232"/>
                                        </a:lnTo>
                                        <a:lnTo>
                                          <a:pt x="133" y="252"/>
                                        </a:lnTo>
                                        <a:lnTo>
                                          <a:pt x="128" y="271"/>
                                        </a:lnTo>
                                        <a:lnTo>
                                          <a:pt x="126" y="292"/>
                                        </a:lnTo>
                                        <a:lnTo>
                                          <a:pt x="125" y="314"/>
                                        </a:lnTo>
                                        <a:lnTo>
                                          <a:pt x="125" y="595"/>
                                        </a:lnTo>
                                        <a:lnTo>
                                          <a:pt x="0" y="595"/>
                                        </a:lnTo>
                                        <a:lnTo>
                                          <a:pt x="0" y="12"/>
                                        </a:lnTo>
                                        <a:lnTo>
                                          <a:pt x="120" y="12"/>
                                        </a:lnTo>
                                        <a:lnTo>
                                          <a:pt x="120" y="12"/>
                                        </a:lnTo>
                                        <a:lnTo>
                                          <a:pt x="120" y="38"/>
                                        </a:lnTo>
                                        <a:lnTo>
                                          <a:pt x="118" y="68"/>
                                        </a:lnTo>
                                        <a:lnTo>
                                          <a:pt x="115" y="98"/>
                                        </a:lnTo>
                                        <a:lnTo>
                                          <a:pt x="111" y="125"/>
                                        </a:lnTo>
                                        <a:lnTo>
                                          <a:pt x="113" y="126"/>
                                        </a:lnTo>
                                        <a:lnTo>
                                          <a:pt x="113" y="126"/>
                                        </a:lnTo>
                                        <a:lnTo>
                                          <a:pt x="120" y="113"/>
                                        </a:lnTo>
                                        <a:lnTo>
                                          <a:pt x="127" y="99"/>
                                        </a:lnTo>
                                        <a:lnTo>
                                          <a:pt x="136" y="88"/>
                                        </a:lnTo>
                                        <a:lnTo>
                                          <a:pt x="144" y="76"/>
                                        </a:lnTo>
                                        <a:lnTo>
                                          <a:pt x="155" y="64"/>
                                        </a:lnTo>
                                        <a:lnTo>
                                          <a:pt x="166" y="54"/>
                                        </a:lnTo>
                                        <a:lnTo>
                                          <a:pt x="178" y="44"/>
                                        </a:lnTo>
                                        <a:lnTo>
                                          <a:pt x="190" y="36"/>
                                        </a:lnTo>
                                        <a:lnTo>
                                          <a:pt x="202" y="27"/>
                                        </a:lnTo>
                                        <a:lnTo>
                                          <a:pt x="216" y="21"/>
                                        </a:lnTo>
                                        <a:lnTo>
                                          <a:pt x="231" y="14"/>
                                        </a:lnTo>
                                        <a:lnTo>
                                          <a:pt x="246" y="10"/>
                                        </a:lnTo>
                                        <a:lnTo>
                                          <a:pt x="263" y="6"/>
                                        </a:lnTo>
                                        <a:lnTo>
                                          <a:pt x="280" y="2"/>
                                        </a:lnTo>
                                        <a:lnTo>
                                          <a:pt x="297" y="1"/>
                                        </a:lnTo>
                                        <a:lnTo>
                                          <a:pt x="315" y="0"/>
                                        </a:lnTo>
                                        <a:lnTo>
                                          <a:pt x="315" y="0"/>
                                        </a:lnTo>
                                        <a:lnTo>
                                          <a:pt x="339" y="1"/>
                                        </a:lnTo>
                                        <a:lnTo>
                                          <a:pt x="360" y="4"/>
                                        </a:lnTo>
                                        <a:lnTo>
                                          <a:pt x="380" y="9"/>
                                        </a:lnTo>
                                        <a:lnTo>
                                          <a:pt x="398" y="15"/>
                                        </a:lnTo>
                                        <a:lnTo>
                                          <a:pt x="414" y="23"/>
                                        </a:lnTo>
                                        <a:lnTo>
                                          <a:pt x="428" y="32"/>
                                        </a:lnTo>
                                        <a:lnTo>
                                          <a:pt x="440" y="42"/>
                                        </a:lnTo>
                                        <a:lnTo>
                                          <a:pt x="451" y="55"/>
                                        </a:lnTo>
                                        <a:lnTo>
                                          <a:pt x="460" y="68"/>
                                        </a:lnTo>
                                        <a:lnTo>
                                          <a:pt x="468" y="82"/>
                                        </a:lnTo>
                                        <a:lnTo>
                                          <a:pt x="474" y="97"/>
                                        </a:lnTo>
                                        <a:lnTo>
                                          <a:pt x="480" y="115"/>
                                        </a:lnTo>
                                        <a:lnTo>
                                          <a:pt x="483" y="131"/>
                                        </a:lnTo>
                                        <a:lnTo>
                                          <a:pt x="486" y="149"/>
                                        </a:lnTo>
                                        <a:lnTo>
                                          <a:pt x="487" y="167"/>
                                        </a:lnTo>
                                        <a:lnTo>
                                          <a:pt x="488" y="187"/>
                                        </a:lnTo>
                                        <a:lnTo>
                                          <a:pt x="488" y="595"/>
                                        </a:lnTo>
                                        <a:lnTo>
                                          <a:pt x="364" y="595"/>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3" name="Freeform 104"/>
                                <wps:cNvSpPr>
                                  <a:spLocks/>
                                </wps:cNvSpPr>
                                <wps:spPr bwMode="auto">
                                  <a:xfrm>
                                    <a:off x="577215" y="576580"/>
                                    <a:ext cx="30480" cy="48260"/>
                                  </a:xfrm>
                                  <a:custGeom>
                                    <a:avLst/>
                                    <a:gdLst>
                                      <a:gd name="T0" fmla="*/ 101 w 386"/>
                                      <a:gd name="T1" fmla="*/ 606 h 607"/>
                                      <a:gd name="T2" fmla="*/ 11 w 386"/>
                                      <a:gd name="T3" fmla="*/ 595 h 607"/>
                                      <a:gd name="T4" fmla="*/ 43 w 386"/>
                                      <a:gd name="T5" fmla="*/ 495 h 607"/>
                                      <a:gd name="T6" fmla="*/ 124 w 386"/>
                                      <a:gd name="T7" fmla="*/ 507 h 607"/>
                                      <a:gd name="T8" fmla="*/ 153 w 386"/>
                                      <a:gd name="T9" fmla="*/ 507 h 607"/>
                                      <a:gd name="T10" fmla="*/ 187 w 386"/>
                                      <a:gd name="T11" fmla="*/ 502 h 607"/>
                                      <a:gd name="T12" fmla="*/ 215 w 386"/>
                                      <a:gd name="T13" fmla="*/ 491 h 607"/>
                                      <a:gd name="T14" fmla="*/ 237 w 386"/>
                                      <a:gd name="T15" fmla="*/ 476 h 607"/>
                                      <a:gd name="T16" fmla="*/ 251 w 386"/>
                                      <a:gd name="T17" fmla="*/ 454 h 607"/>
                                      <a:gd name="T18" fmla="*/ 255 w 386"/>
                                      <a:gd name="T19" fmla="*/ 429 h 607"/>
                                      <a:gd name="T20" fmla="*/ 252 w 386"/>
                                      <a:gd name="T21" fmla="*/ 410 h 607"/>
                                      <a:gd name="T22" fmla="*/ 238 w 386"/>
                                      <a:gd name="T23" fmla="*/ 386 h 607"/>
                                      <a:gd name="T24" fmla="*/ 215 w 386"/>
                                      <a:gd name="T25" fmla="*/ 370 h 607"/>
                                      <a:gd name="T26" fmla="*/ 127 w 386"/>
                                      <a:gd name="T27" fmla="*/ 337 h 607"/>
                                      <a:gd name="T28" fmla="*/ 70 w 386"/>
                                      <a:gd name="T29" fmla="*/ 311 h 607"/>
                                      <a:gd name="T30" fmla="*/ 40 w 386"/>
                                      <a:gd name="T31" fmla="*/ 288 h 607"/>
                                      <a:gd name="T32" fmla="*/ 16 w 386"/>
                                      <a:gd name="T33" fmla="*/ 257 h 607"/>
                                      <a:gd name="T34" fmla="*/ 2 w 386"/>
                                      <a:gd name="T35" fmla="*/ 216 h 607"/>
                                      <a:gd name="T36" fmla="*/ 0 w 386"/>
                                      <a:gd name="T37" fmla="*/ 181 h 607"/>
                                      <a:gd name="T38" fmla="*/ 9 w 386"/>
                                      <a:gd name="T39" fmla="*/ 126 h 607"/>
                                      <a:gd name="T40" fmla="*/ 35 w 386"/>
                                      <a:gd name="T41" fmla="*/ 79 h 607"/>
                                      <a:gd name="T42" fmla="*/ 77 w 386"/>
                                      <a:gd name="T43" fmla="*/ 41 h 607"/>
                                      <a:gd name="T44" fmla="*/ 136 w 386"/>
                                      <a:gd name="T45" fmla="*/ 14 h 607"/>
                                      <a:gd name="T46" fmla="*/ 211 w 386"/>
                                      <a:gd name="T47" fmla="*/ 1 h 607"/>
                                      <a:gd name="T48" fmla="*/ 266 w 386"/>
                                      <a:gd name="T49" fmla="*/ 1 h 607"/>
                                      <a:gd name="T50" fmla="*/ 348 w 386"/>
                                      <a:gd name="T51" fmla="*/ 11 h 607"/>
                                      <a:gd name="T52" fmla="*/ 317 w 386"/>
                                      <a:gd name="T53" fmla="*/ 106 h 607"/>
                                      <a:gd name="T54" fmla="*/ 231 w 386"/>
                                      <a:gd name="T55" fmla="*/ 96 h 607"/>
                                      <a:gd name="T56" fmla="*/ 208 w 386"/>
                                      <a:gd name="T57" fmla="*/ 97 h 607"/>
                                      <a:gd name="T58" fmla="*/ 177 w 386"/>
                                      <a:gd name="T59" fmla="*/ 105 h 607"/>
                                      <a:gd name="T60" fmla="*/ 154 w 386"/>
                                      <a:gd name="T61" fmla="*/ 116 h 607"/>
                                      <a:gd name="T62" fmla="*/ 139 w 386"/>
                                      <a:gd name="T63" fmla="*/ 133 h 607"/>
                                      <a:gd name="T64" fmla="*/ 130 w 386"/>
                                      <a:gd name="T65" fmla="*/ 153 h 607"/>
                                      <a:gd name="T66" fmla="*/ 128 w 386"/>
                                      <a:gd name="T67" fmla="*/ 170 h 607"/>
                                      <a:gd name="T68" fmla="*/ 135 w 386"/>
                                      <a:gd name="T69" fmla="*/ 197 h 607"/>
                                      <a:gd name="T70" fmla="*/ 153 w 386"/>
                                      <a:gd name="T71" fmla="*/ 217 h 607"/>
                                      <a:gd name="T72" fmla="*/ 188 w 386"/>
                                      <a:gd name="T73" fmla="*/ 237 h 607"/>
                                      <a:gd name="T74" fmla="*/ 281 w 386"/>
                                      <a:gd name="T75" fmla="*/ 273 h 607"/>
                                      <a:gd name="T76" fmla="*/ 326 w 386"/>
                                      <a:gd name="T77" fmla="*/ 297 h 607"/>
                                      <a:gd name="T78" fmla="*/ 355 w 386"/>
                                      <a:gd name="T79" fmla="*/ 323 h 607"/>
                                      <a:gd name="T80" fmla="*/ 375 w 386"/>
                                      <a:gd name="T81" fmla="*/ 356 h 607"/>
                                      <a:gd name="T82" fmla="*/ 385 w 386"/>
                                      <a:gd name="T83" fmla="*/ 400 h 607"/>
                                      <a:gd name="T84" fmla="*/ 385 w 386"/>
                                      <a:gd name="T85" fmla="*/ 438 h 607"/>
                                      <a:gd name="T86" fmla="*/ 368 w 386"/>
                                      <a:gd name="T87" fmla="*/ 493 h 607"/>
                                      <a:gd name="T88" fmla="*/ 333 w 386"/>
                                      <a:gd name="T89" fmla="*/ 540 h 607"/>
                                      <a:gd name="T90" fmla="*/ 282 w 386"/>
                                      <a:gd name="T91" fmla="*/ 576 h 607"/>
                                      <a:gd name="T92" fmla="*/ 214 w 386"/>
                                      <a:gd name="T93" fmla="*/ 599 h 607"/>
                                      <a:gd name="T94" fmla="*/ 133 w 386"/>
                                      <a:gd name="T95" fmla="*/ 607 h 6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386" h="607">
                                        <a:moveTo>
                                          <a:pt x="133" y="607"/>
                                        </a:moveTo>
                                        <a:lnTo>
                                          <a:pt x="133" y="607"/>
                                        </a:lnTo>
                                        <a:lnTo>
                                          <a:pt x="101" y="606"/>
                                        </a:lnTo>
                                        <a:lnTo>
                                          <a:pt x="69" y="604"/>
                                        </a:lnTo>
                                        <a:lnTo>
                                          <a:pt x="39" y="600"/>
                                        </a:lnTo>
                                        <a:lnTo>
                                          <a:pt x="11" y="595"/>
                                        </a:lnTo>
                                        <a:lnTo>
                                          <a:pt x="14" y="489"/>
                                        </a:lnTo>
                                        <a:lnTo>
                                          <a:pt x="14" y="489"/>
                                        </a:lnTo>
                                        <a:lnTo>
                                          <a:pt x="43" y="495"/>
                                        </a:lnTo>
                                        <a:lnTo>
                                          <a:pt x="74" y="502"/>
                                        </a:lnTo>
                                        <a:lnTo>
                                          <a:pt x="107" y="506"/>
                                        </a:lnTo>
                                        <a:lnTo>
                                          <a:pt x="124" y="507"/>
                                        </a:lnTo>
                                        <a:lnTo>
                                          <a:pt x="140" y="507"/>
                                        </a:lnTo>
                                        <a:lnTo>
                                          <a:pt x="140" y="507"/>
                                        </a:lnTo>
                                        <a:lnTo>
                                          <a:pt x="153" y="507"/>
                                        </a:lnTo>
                                        <a:lnTo>
                                          <a:pt x="165" y="506"/>
                                        </a:lnTo>
                                        <a:lnTo>
                                          <a:pt x="176" y="504"/>
                                        </a:lnTo>
                                        <a:lnTo>
                                          <a:pt x="187" y="502"/>
                                        </a:lnTo>
                                        <a:lnTo>
                                          <a:pt x="197" y="498"/>
                                        </a:lnTo>
                                        <a:lnTo>
                                          <a:pt x="207" y="495"/>
                                        </a:lnTo>
                                        <a:lnTo>
                                          <a:pt x="215" y="491"/>
                                        </a:lnTo>
                                        <a:lnTo>
                                          <a:pt x="223" y="487"/>
                                        </a:lnTo>
                                        <a:lnTo>
                                          <a:pt x="230" y="481"/>
                                        </a:lnTo>
                                        <a:lnTo>
                                          <a:pt x="237" y="476"/>
                                        </a:lnTo>
                                        <a:lnTo>
                                          <a:pt x="242" y="469"/>
                                        </a:lnTo>
                                        <a:lnTo>
                                          <a:pt x="246" y="462"/>
                                        </a:lnTo>
                                        <a:lnTo>
                                          <a:pt x="251" y="454"/>
                                        </a:lnTo>
                                        <a:lnTo>
                                          <a:pt x="253" y="447"/>
                                        </a:lnTo>
                                        <a:lnTo>
                                          <a:pt x="254" y="438"/>
                                        </a:lnTo>
                                        <a:lnTo>
                                          <a:pt x="255" y="429"/>
                                        </a:lnTo>
                                        <a:lnTo>
                                          <a:pt x="255" y="429"/>
                                        </a:lnTo>
                                        <a:lnTo>
                                          <a:pt x="254" y="420"/>
                                        </a:lnTo>
                                        <a:lnTo>
                                          <a:pt x="252" y="410"/>
                                        </a:lnTo>
                                        <a:lnTo>
                                          <a:pt x="248" y="401"/>
                                        </a:lnTo>
                                        <a:lnTo>
                                          <a:pt x="244" y="394"/>
                                        </a:lnTo>
                                        <a:lnTo>
                                          <a:pt x="238" y="386"/>
                                        </a:lnTo>
                                        <a:lnTo>
                                          <a:pt x="231" y="381"/>
                                        </a:lnTo>
                                        <a:lnTo>
                                          <a:pt x="224" y="374"/>
                                        </a:lnTo>
                                        <a:lnTo>
                                          <a:pt x="215" y="370"/>
                                        </a:lnTo>
                                        <a:lnTo>
                                          <a:pt x="196" y="360"/>
                                        </a:lnTo>
                                        <a:lnTo>
                                          <a:pt x="174" y="353"/>
                                        </a:lnTo>
                                        <a:lnTo>
                                          <a:pt x="127" y="337"/>
                                        </a:lnTo>
                                        <a:lnTo>
                                          <a:pt x="103" y="328"/>
                                        </a:lnTo>
                                        <a:lnTo>
                                          <a:pt x="81" y="317"/>
                                        </a:lnTo>
                                        <a:lnTo>
                                          <a:pt x="70" y="311"/>
                                        </a:lnTo>
                                        <a:lnTo>
                                          <a:pt x="59" y="304"/>
                                        </a:lnTo>
                                        <a:lnTo>
                                          <a:pt x="50" y="297"/>
                                        </a:lnTo>
                                        <a:lnTo>
                                          <a:pt x="40" y="288"/>
                                        </a:lnTo>
                                        <a:lnTo>
                                          <a:pt x="31" y="280"/>
                                        </a:lnTo>
                                        <a:lnTo>
                                          <a:pt x="24" y="269"/>
                                        </a:lnTo>
                                        <a:lnTo>
                                          <a:pt x="16" y="257"/>
                                        </a:lnTo>
                                        <a:lnTo>
                                          <a:pt x="11" y="245"/>
                                        </a:lnTo>
                                        <a:lnTo>
                                          <a:pt x="7" y="231"/>
                                        </a:lnTo>
                                        <a:lnTo>
                                          <a:pt x="2" y="216"/>
                                        </a:lnTo>
                                        <a:lnTo>
                                          <a:pt x="0" y="199"/>
                                        </a:lnTo>
                                        <a:lnTo>
                                          <a:pt x="0" y="181"/>
                                        </a:lnTo>
                                        <a:lnTo>
                                          <a:pt x="0" y="181"/>
                                        </a:lnTo>
                                        <a:lnTo>
                                          <a:pt x="1" y="162"/>
                                        </a:lnTo>
                                        <a:lnTo>
                                          <a:pt x="3" y="144"/>
                                        </a:lnTo>
                                        <a:lnTo>
                                          <a:pt x="9" y="126"/>
                                        </a:lnTo>
                                        <a:lnTo>
                                          <a:pt x="15" y="110"/>
                                        </a:lnTo>
                                        <a:lnTo>
                                          <a:pt x="24" y="94"/>
                                        </a:lnTo>
                                        <a:lnTo>
                                          <a:pt x="35" y="79"/>
                                        </a:lnTo>
                                        <a:lnTo>
                                          <a:pt x="46" y="66"/>
                                        </a:lnTo>
                                        <a:lnTo>
                                          <a:pt x="60" y="53"/>
                                        </a:lnTo>
                                        <a:lnTo>
                                          <a:pt x="77" y="41"/>
                                        </a:lnTo>
                                        <a:lnTo>
                                          <a:pt x="95" y="30"/>
                                        </a:lnTo>
                                        <a:lnTo>
                                          <a:pt x="114" y="22"/>
                                        </a:lnTo>
                                        <a:lnTo>
                                          <a:pt x="136" y="14"/>
                                        </a:lnTo>
                                        <a:lnTo>
                                          <a:pt x="159" y="8"/>
                                        </a:lnTo>
                                        <a:lnTo>
                                          <a:pt x="184" y="4"/>
                                        </a:lnTo>
                                        <a:lnTo>
                                          <a:pt x="211" y="1"/>
                                        </a:lnTo>
                                        <a:lnTo>
                                          <a:pt x="240" y="0"/>
                                        </a:lnTo>
                                        <a:lnTo>
                                          <a:pt x="240" y="0"/>
                                        </a:lnTo>
                                        <a:lnTo>
                                          <a:pt x="266" y="1"/>
                                        </a:lnTo>
                                        <a:lnTo>
                                          <a:pt x="294" y="4"/>
                                        </a:lnTo>
                                        <a:lnTo>
                                          <a:pt x="321" y="7"/>
                                        </a:lnTo>
                                        <a:lnTo>
                                          <a:pt x="348" y="11"/>
                                        </a:lnTo>
                                        <a:lnTo>
                                          <a:pt x="345" y="112"/>
                                        </a:lnTo>
                                        <a:lnTo>
                                          <a:pt x="345" y="112"/>
                                        </a:lnTo>
                                        <a:lnTo>
                                          <a:pt x="317" y="106"/>
                                        </a:lnTo>
                                        <a:lnTo>
                                          <a:pt x="289" y="101"/>
                                        </a:lnTo>
                                        <a:lnTo>
                                          <a:pt x="260" y="97"/>
                                        </a:lnTo>
                                        <a:lnTo>
                                          <a:pt x="231" y="96"/>
                                        </a:lnTo>
                                        <a:lnTo>
                                          <a:pt x="231" y="96"/>
                                        </a:lnTo>
                                        <a:lnTo>
                                          <a:pt x="219" y="97"/>
                                        </a:lnTo>
                                        <a:lnTo>
                                          <a:pt x="208" y="97"/>
                                        </a:lnTo>
                                        <a:lnTo>
                                          <a:pt x="197" y="99"/>
                                        </a:lnTo>
                                        <a:lnTo>
                                          <a:pt x="186" y="102"/>
                                        </a:lnTo>
                                        <a:lnTo>
                                          <a:pt x="177" y="105"/>
                                        </a:lnTo>
                                        <a:lnTo>
                                          <a:pt x="169" y="108"/>
                                        </a:lnTo>
                                        <a:lnTo>
                                          <a:pt x="161" y="111"/>
                                        </a:lnTo>
                                        <a:lnTo>
                                          <a:pt x="154" y="116"/>
                                        </a:lnTo>
                                        <a:lnTo>
                                          <a:pt x="148" y="121"/>
                                        </a:lnTo>
                                        <a:lnTo>
                                          <a:pt x="143" y="126"/>
                                        </a:lnTo>
                                        <a:lnTo>
                                          <a:pt x="139" y="133"/>
                                        </a:lnTo>
                                        <a:lnTo>
                                          <a:pt x="135" y="139"/>
                                        </a:lnTo>
                                        <a:lnTo>
                                          <a:pt x="132" y="146"/>
                                        </a:lnTo>
                                        <a:lnTo>
                                          <a:pt x="130" y="153"/>
                                        </a:lnTo>
                                        <a:lnTo>
                                          <a:pt x="129" y="161"/>
                                        </a:lnTo>
                                        <a:lnTo>
                                          <a:pt x="128" y="170"/>
                                        </a:lnTo>
                                        <a:lnTo>
                                          <a:pt x="128" y="170"/>
                                        </a:lnTo>
                                        <a:lnTo>
                                          <a:pt x="129" y="179"/>
                                        </a:lnTo>
                                        <a:lnTo>
                                          <a:pt x="131" y="188"/>
                                        </a:lnTo>
                                        <a:lnTo>
                                          <a:pt x="135" y="197"/>
                                        </a:lnTo>
                                        <a:lnTo>
                                          <a:pt x="140" y="204"/>
                                        </a:lnTo>
                                        <a:lnTo>
                                          <a:pt x="145" y="212"/>
                                        </a:lnTo>
                                        <a:lnTo>
                                          <a:pt x="153" y="217"/>
                                        </a:lnTo>
                                        <a:lnTo>
                                          <a:pt x="160" y="223"/>
                                        </a:lnTo>
                                        <a:lnTo>
                                          <a:pt x="169" y="229"/>
                                        </a:lnTo>
                                        <a:lnTo>
                                          <a:pt x="188" y="237"/>
                                        </a:lnTo>
                                        <a:lnTo>
                                          <a:pt x="210" y="246"/>
                                        </a:lnTo>
                                        <a:lnTo>
                                          <a:pt x="257" y="263"/>
                                        </a:lnTo>
                                        <a:lnTo>
                                          <a:pt x="281" y="273"/>
                                        </a:lnTo>
                                        <a:lnTo>
                                          <a:pt x="304" y="284"/>
                                        </a:lnTo>
                                        <a:lnTo>
                                          <a:pt x="315" y="290"/>
                                        </a:lnTo>
                                        <a:lnTo>
                                          <a:pt x="326" y="297"/>
                                        </a:lnTo>
                                        <a:lnTo>
                                          <a:pt x="336" y="304"/>
                                        </a:lnTo>
                                        <a:lnTo>
                                          <a:pt x="345" y="313"/>
                                        </a:lnTo>
                                        <a:lnTo>
                                          <a:pt x="355" y="323"/>
                                        </a:lnTo>
                                        <a:lnTo>
                                          <a:pt x="362" y="332"/>
                                        </a:lnTo>
                                        <a:lnTo>
                                          <a:pt x="369" y="344"/>
                                        </a:lnTo>
                                        <a:lnTo>
                                          <a:pt x="375" y="356"/>
                                        </a:lnTo>
                                        <a:lnTo>
                                          <a:pt x="379" y="370"/>
                                        </a:lnTo>
                                        <a:lnTo>
                                          <a:pt x="383" y="384"/>
                                        </a:lnTo>
                                        <a:lnTo>
                                          <a:pt x="385" y="400"/>
                                        </a:lnTo>
                                        <a:lnTo>
                                          <a:pt x="386" y="418"/>
                                        </a:lnTo>
                                        <a:lnTo>
                                          <a:pt x="386" y="418"/>
                                        </a:lnTo>
                                        <a:lnTo>
                                          <a:pt x="385" y="438"/>
                                        </a:lnTo>
                                        <a:lnTo>
                                          <a:pt x="382" y="457"/>
                                        </a:lnTo>
                                        <a:lnTo>
                                          <a:pt x="376" y="476"/>
                                        </a:lnTo>
                                        <a:lnTo>
                                          <a:pt x="368" y="493"/>
                                        </a:lnTo>
                                        <a:lnTo>
                                          <a:pt x="358" y="510"/>
                                        </a:lnTo>
                                        <a:lnTo>
                                          <a:pt x="347" y="525"/>
                                        </a:lnTo>
                                        <a:lnTo>
                                          <a:pt x="333" y="540"/>
                                        </a:lnTo>
                                        <a:lnTo>
                                          <a:pt x="318" y="553"/>
                                        </a:lnTo>
                                        <a:lnTo>
                                          <a:pt x="301" y="565"/>
                                        </a:lnTo>
                                        <a:lnTo>
                                          <a:pt x="282" y="576"/>
                                        </a:lnTo>
                                        <a:lnTo>
                                          <a:pt x="260" y="585"/>
                                        </a:lnTo>
                                        <a:lnTo>
                                          <a:pt x="239" y="592"/>
                                        </a:lnTo>
                                        <a:lnTo>
                                          <a:pt x="214" y="599"/>
                                        </a:lnTo>
                                        <a:lnTo>
                                          <a:pt x="188" y="603"/>
                                        </a:lnTo>
                                        <a:lnTo>
                                          <a:pt x="161" y="606"/>
                                        </a:lnTo>
                                        <a:lnTo>
                                          <a:pt x="133" y="607"/>
                                        </a:lnTo>
                                        <a:lnTo>
                                          <a:pt x="133" y="607"/>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4" name="Freeform 105"/>
                                <wps:cNvSpPr>
                                  <a:spLocks/>
                                </wps:cNvSpPr>
                                <wps:spPr bwMode="auto">
                                  <a:xfrm>
                                    <a:off x="639445" y="560705"/>
                                    <a:ext cx="33020" cy="62865"/>
                                  </a:xfrm>
                                  <a:custGeom>
                                    <a:avLst/>
                                    <a:gdLst>
                                      <a:gd name="T0" fmla="*/ 0 w 416"/>
                                      <a:gd name="T1" fmla="*/ 792 h 792"/>
                                      <a:gd name="T2" fmla="*/ 0 w 416"/>
                                      <a:gd name="T3" fmla="*/ 0 h 792"/>
                                      <a:gd name="T4" fmla="*/ 416 w 416"/>
                                      <a:gd name="T5" fmla="*/ 0 h 792"/>
                                      <a:gd name="T6" fmla="*/ 416 w 416"/>
                                      <a:gd name="T7" fmla="*/ 107 h 792"/>
                                      <a:gd name="T8" fmla="*/ 128 w 416"/>
                                      <a:gd name="T9" fmla="*/ 107 h 792"/>
                                      <a:gd name="T10" fmla="*/ 128 w 416"/>
                                      <a:gd name="T11" fmla="*/ 332 h 792"/>
                                      <a:gd name="T12" fmla="*/ 402 w 416"/>
                                      <a:gd name="T13" fmla="*/ 332 h 792"/>
                                      <a:gd name="T14" fmla="*/ 402 w 416"/>
                                      <a:gd name="T15" fmla="*/ 437 h 792"/>
                                      <a:gd name="T16" fmla="*/ 128 w 416"/>
                                      <a:gd name="T17" fmla="*/ 437 h 792"/>
                                      <a:gd name="T18" fmla="*/ 128 w 416"/>
                                      <a:gd name="T19" fmla="*/ 682 h 792"/>
                                      <a:gd name="T20" fmla="*/ 416 w 416"/>
                                      <a:gd name="T21" fmla="*/ 682 h 792"/>
                                      <a:gd name="T22" fmla="*/ 416 w 416"/>
                                      <a:gd name="T23" fmla="*/ 792 h 792"/>
                                      <a:gd name="T24" fmla="*/ 0 w 416"/>
                                      <a:gd name="T25" fmla="*/ 792 h 7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16" h="792">
                                        <a:moveTo>
                                          <a:pt x="0" y="792"/>
                                        </a:moveTo>
                                        <a:lnTo>
                                          <a:pt x="0" y="0"/>
                                        </a:lnTo>
                                        <a:lnTo>
                                          <a:pt x="416" y="0"/>
                                        </a:lnTo>
                                        <a:lnTo>
                                          <a:pt x="416" y="107"/>
                                        </a:lnTo>
                                        <a:lnTo>
                                          <a:pt x="128" y="107"/>
                                        </a:lnTo>
                                        <a:lnTo>
                                          <a:pt x="128" y="332"/>
                                        </a:lnTo>
                                        <a:lnTo>
                                          <a:pt x="402" y="332"/>
                                        </a:lnTo>
                                        <a:lnTo>
                                          <a:pt x="402" y="437"/>
                                        </a:lnTo>
                                        <a:lnTo>
                                          <a:pt x="128" y="437"/>
                                        </a:lnTo>
                                        <a:lnTo>
                                          <a:pt x="128" y="682"/>
                                        </a:lnTo>
                                        <a:lnTo>
                                          <a:pt x="416" y="682"/>
                                        </a:lnTo>
                                        <a:lnTo>
                                          <a:pt x="416" y="792"/>
                                        </a:lnTo>
                                        <a:lnTo>
                                          <a:pt x="0" y="792"/>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5" name="Freeform 106"/>
                                <wps:cNvSpPr>
                                  <a:spLocks/>
                                </wps:cNvSpPr>
                                <wps:spPr bwMode="auto">
                                  <a:xfrm>
                                    <a:off x="685800" y="576580"/>
                                    <a:ext cx="38735" cy="46990"/>
                                  </a:xfrm>
                                  <a:custGeom>
                                    <a:avLst/>
                                    <a:gdLst>
                                      <a:gd name="T0" fmla="*/ 363 w 488"/>
                                      <a:gd name="T1" fmla="*/ 219 h 595"/>
                                      <a:gd name="T2" fmla="*/ 362 w 488"/>
                                      <a:gd name="T3" fmla="*/ 194 h 595"/>
                                      <a:gd name="T4" fmla="*/ 359 w 488"/>
                                      <a:gd name="T5" fmla="*/ 171 h 595"/>
                                      <a:gd name="T6" fmla="*/ 353 w 488"/>
                                      <a:gd name="T7" fmla="*/ 151 h 595"/>
                                      <a:gd name="T8" fmla="*/ 345 w 488"/>
                                      <a:gd name="T9" fmla="*/ 135 h 595"/>
                                      <a:gd name="T10" fmla="*/ 333 w 488"/>
                                      <a:gd name="T11" fmla="*/ 122 h 595"/>
                                      <a:gd name="T12" fmla="*/ 318 w 488"/>
                                      <a:gd name="T13" fmla="*/ 112 h 595"/>
                                      <a:gd name="T14" fmla="*/ 300 w 488"/>
                                      <a:gd name="T15" fmla="*/ 107 h 595"/>
                                      <a:gd name="T16" fmla="*/ 277 w 488"/>
                                      <a:gd name="T17" fmla="*/ 105 h 595"/>
                                      <a:gd name="T18" fmla="*/ 261 w 488"/>
                                      <a:gd name="T19" fmla="*/ 106 h 595"/>
                                      <a:gd name="T20" fmla="*/ 230 w 488"/>
                                      <a:gd name="T21" fmla="*/ 113 h 595"/>
                                      <a:gd name="T22" fmla="*/ 203 w 488"/>
                                      <a:gd name="T23" fmla="*/ 130 h 595"/>
                                      <a:gd name="T24" fmla="*/ 178 w 488"/>
                                      <a:gd name="T25" fmla="*/ 152 h 595"/>
                                      <a:gd name="T26" fmla="*/ 158 w 488"/>
                                      <a:gd name="T27" fmla="*/ 180 h 595"/>
                                      <a:gd name="T28" fmla="*/ 143 w 488"/>
                                      <a:gd name="T29" fmla="*/ 214 h 595"/>
                                      <a:gd name="T30" fmla="*/ 131 w 488"/>
                                      <a:gd name="T31" fmla="*/ 252 h 595"/>
                                      <a:gd name="T32" fmla="*/ 125 w 488"/>
                                      <a:gd name="T33" fmla="*/ 292 h 595"/>
                                      <a:gd name="T34" fmla="*/ 124 w 488"/>
                                      <a:gd name="T35" fmla="*/ 595 h 595"/>
                                      <a:gd name="T36" fmla="*/ 0 w 488"/>
                                      <a:gd name="T37" fmla="*/ 12 h 595"/>
                                      <a:gd name="T38" fmla="*/ 119 w 488"/>
                                      <a:gd name="T39" fmla="*/ 12 h 595"/>
                                      <a:gd name="T40" fmla="*/ 117 w 488"/>
                                      <a:gd name="T41" fmla="*/ 68 h 595"/>
                                      <a:gd name="T42" fmla="*/ 110 w 488"/>
                                      <a:gd name="T43" fmla="*/ 125 h 595"/>
                                      <a:gd name="T44" fmla="*/ 112 w 488"/>
                                      <a:gd name="T45" fmla="*/ 126 h 595"/>
                                      <a:gd name="T46" fmla="*/ 127 w 488"/>
                                      <a:gd name="T47" fmla="*/ 99 h 595"/>
                                      <a:gd name="T48" fmla="*/ 144 w 488"/>
                                      <a:gd name="T49" fmla="*/ 76 h 595"/>
                                      <a:gd name="T50" fmla="*/ 165 w 488"/>
                                      <a:gd name="T51" fmla="*/ 54 h 595"/>
                                      <a:gd name="T52" fmla="*/ 189 w 488"/>
                                      <a:gd name="T53" fmla="*/ 36 h 595"/>
                                      <a:gd name="T54" fmla="*/ 216 w 488"/>
                                      <a:gd name="T55" fmla="*/ 21 h 595"/>
                                      <a:gd name="T56" fmla="*/ 246 w 488"/>
                                      <a:gd name="T57" fmla="*/ 10 h 595"/>
                                      <a:gd name="T58" fmla="*/ 279 w 488"/>
                                      <a:gd name="T59" fmla="*/ 2 h 595"/>
                                      <a:gd name="T60" fmla="*/ 315 w 488"/>
                                      <a:gd name="T61" fmla="*/ 0 h 595"/>
                                      <a:gd name="T62" fmla="*/ 338 w 488"/>
                                      <a:gd name="T63" fmla="*/ 1 h 595"/>
                                      <a:gd name="T64" fmla="*/ 379 w 488"/>
                                      <a:gd name="T65" fmla="*/ 9 h 595"/>
                                      <a:gd name="T66" fmla="*/ 412 w 488"/>
                                      <a:gd name="T67" fmla="*/ 23 h 595"/>
                                      <a:gd name="T68" fmla="*/ 439 w 488"/>
                                      <a:gd name="T69" fmla="*/ 42 h 595"/>
                                      <a:gd name="T70" fmla="*/ 460 w 488"/>
                                      <a:gd name="T71" fmla="*/ 68 h 595"/>
                                      <a:gd name="T72" fmla="*/ 474 w 488"/>
                                      <a:gd name="T73" fmla="*/ 97 h 595"/>
                                      <a:gd name="T74" fmla="*/ 482 w 488"/>
                                      <a:gd name="T75" fmla="*/ 131 h 595"/>
                                      <a:gd name="T76" fmla="*/ 486 w 488"/>
                                      <a:gd name="T77" fmla="*/ 167 h 595"/>
                                      <a:gd name="T78" fmla="*/ 488 w 488"/>
                                      <a:gd name="T79" fmla="*/ 595 h 5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488" h="595">
                                        <a:moveTo>
                                          <a:pt x="363" y="595"/>
                                        </a:moveTo>
                                        <a:lnTo>
                                          <a:pt x="363" y="219"/>
                                        </a:lnTo>
                                        <a:lnTo>
                                          <a:pt x="363" y="219"/>
                                        </a:lnTo>
                                        <a:lnTo>
                                          <a:pt x="362" y="194"/>
                                        </a:lnTo>
                                        <a:lnTo>
                                          <a:pt x="361" y="182"/>
                                        </a:lnTo>
                                        <a:lnTo>
                                          <a:pt x="359" y="171"/>
                                        </a:lnTo>
                                        <a:lnTo>
                                          <a:pt x="356" y="161"/>
                                        </a:lnTo>
                                        <a:lnTo>
                                          <a:pt x="353" y="151"/>
                                        </a:lnTo>
                                        <a:lnTo>
                                          <a:pt x="350" y="143"/>
                                        </a:lnTo>
                                        <a:lnTo>
                                          <a:pt x="345" y="135"/>
                                        </a:lnTo>
                                        <a:lnTo>
                                          <a:pt x="339" y="128"/>
                                        </a:lnTo>
                                        <a:lnTo>
                                          <a:pt x="333" y="122"/>
                                        </a:lnTo>
                                        <a:lnTo>
                                          <a:pt x="326" y="117"/>
                                        </a:lnTo>
                                        <a:lnTo>
                                          <a:pt x="318" y="112"/>
                                        </a:lnTo>
                                        <a:lnTo>
                                          <a:pt x="309" y="109"/>
                                        </a:lnTo>
                                        <a:lnTo>
                                          <a:pt x="300" y="107"/>
                                        </a:lnTo>
                                        <a:lnTo>
                                          <a:pt x="289" y="105"/>
                                        </a:lnTo>
                                        <a:lnTo>
                                          <a:pt x="277" y="105"/>
                                        </a:lnTo>
                                        <a:lnTo>
                                          <a:pt x="277" y="105"/>
                                        </a:lnTo>
                                        <a:lnTo>
                                          <a:pt x="261" y="106"/>
                                        </a:lnTo>
                                        <a:lnTo>
                                          <a:pt x="245" y="109"/>
                                        </a:lnTo>
                                        <a:lnTo>
                                          <a:pt x="230" y="113"/>
                                        </a:lnTo>
                                        <a:lnTo>
                                          <a:pt x="216" y="121"/>
                                        </a:lnTo>
                                        <a:lnTo>
                                          <a:pt x="203" y="130"/>
                                        </a:lnTo>
                                        <a:lnTo>
                                          <a:pt x="190" y="140"/>
                                        </a:lnTo>
                                        <a:lnTo>
                                          <a:pt x="178" y="152"/>
                                        </a:lnTo>
                                        <a:lnTo>
                                          <a:pt x="167" y="165"/>
                                        </a:lnTo>
                                        <a:lnTo>
                                          <a:pt x="158" y="180"/>
                                        </a:lnTo>
                                        <a:lnTo>
                                          <a:pt x="150" y="197"/>
                                        </a:lnTo>
                                        <a:lnTo>
                                          <a:pt x="143" y="214"/>
                                        </a:lnTo>
                                        <a:lnTo>
                                          <a:pt x="136" y="232"/>
                                        </a:lnTo>
                                        <a:lnTo>
                                          <a:pt x="131" y="252"/>
                                        </a:lnTo>
                                        <a:lnTo>
                                          <a:pt x="128" y="271"/>
                                        </a:lnTo>
                                        <a:lnTo>
                                          <a:pt x="125" y="292"/>
                                        </a:lnTo>
                                        <a:lnTo>
                                          <a:pt x="124" y="314"/>
                                        </a:lnTo>
                                        <a:lnTo>
                                          <a:pt x="124" y="595"/>
                                        </a:lnTo>
                                        <a:lnTo>
                                          <a:pt x="0" y="595"/>
                                        </a:lnTo>
                                        <a:lnTo>
                                          <a:pt x="0" y="12"/>
                                        </a:lnTo>
                                        <a:lnTo>
                                          <a:pt x="119" y="12"/>
                                        </a:lnTo>
                                        <a:lnTo>
                                          <a:pt x="119" y="12"/>
                                        </a:lnTo>
                                        <a:lnTo>
                                          <a:pt x="118" y="38"/>
                                        </a:lnTo>
                                        <a:lnTo>
                                          <a:pt x="117" y="68"/>
                                        </a:lnTo>
                                        <a:lnTo>
                                          <a:pt x="115" y="98"/>
                                        </a:lnTo>
                                        <a:lnTo>
                                          <a:pt x="110" y="125"/>
                                        </a:lnTo>
                                        <a:lnTo>
                                          <a:pt x="112" y="126"/>
                                        </a:lnTo>
                                        <a:lnTo>
                                          <a:pt x="112" y="126"/>
                                        </a:lnTo>
                                        <a:lnTo>
                                          <a:pt x="119" y="113"/>
                                        </a:lnTo>
                                        <a:lnTo>
                                          <a:pt x="127" y="99"/>
                                        </a:lnTo>
                                        <a:lnTo>
                                          <a:pt x="135" y="88"/>
                                        </a:lnTo>
                                        <a:lnTo>
                                          <a:pt x="144" y="76"/>
                                        </a:lnTo>
                                        <a:lnTo>
                                          <a:pt x="154" y="64"/>
                                        </a:lnTo>
                                        <a:lnTo>
                                          <a:pt x="165" y="54"/>
                                        </a:lnTo>
                                        <a:lnTo>
                                          <a:pt x="176" y="44"/>
                                        </a:lnTo>
                                        <a:lnTo>
                                          <a:pt x="189" y="36"/>
                                        </a:lnTo>
                                        <a:lnTo>
                                          <a:pt x="202" y="27"/>
                                        </a:lnTo>
                                        <a:lnTo>
                                          <a:pt x="216" y="21"/>
                                        </a:lnTo>
                                        <a:lnTo>
                                          <a:pt x="231" y="14"/>
                                        </a:lnTo>
                                        <a:lnTo>
                                          <a:pt x="246" y="10"/>
                                        </a:lnTo>
                                        <a:lnTo>
                                          <a:pt x="262" y="6"/>
                                        </a:lnTo>
                                        <a:lnTo>
                                          <a:pt x="279" y="2"/>
                                        </a:lnTo>
                                        <a:lnTo>
                                          <a:pt x="296" y="1"/>
                                        </a:lnTo>
                                        <a:lnTo>
                                          <a:pt x="315" y="0"/>
                                        </a:lnTo>
                                        <a:lnTo>
                                          <a:pt x="315" y="0"/>
                                        </a:lnTo>
                                        <a:lnTo>
                                          <a:pt x="338" y="1"/>
                                        </a:lnTo>
                                        <a:lnTo>
                                          <a:pt x="360" y="4"/>
                                        </a:lnTo>
                                        <a:lnTo>
                                          <a:pt x="379" y="9"/>
                                        </a:lnTo>
                                        <a:lnTo>
                                          <a:pt x="397" y="15"/>
                                        </a:lnTo>
                                        <a:lnTo>
                                          <a:pt x="412" y="23"/>
                                        </a:lnTo>
                                        <a:lnTo>
                                          <a:pt x="427" y="32"/>
                                        </a:lnTo>
                                        <a:lnTo>
                                          <a:pt x="439" y="42"/>
                                        </a:lnTo>
                                        <a:lnTo>
                                          <a:pt x="450" y="55"/>
                                        </a:lnTo>
                                        <a:lnTo>
                                          <a:pt x="460" y="68"/>
                                        </a:lnTo>
                                        <a:lnTo>
                                          <a:pt x="467" y="82"/>
                                        </a:lnTo>
                                        <a:lnTo>
                                          <a:pt x="474" y="97"/>
                                        </a:lnTo>
                                        <a:lnTo>
                                          <a:pt x="479" y="115"/>
                                        </a:lnTo>
                                        <a:lnTo>
                                          <a:pt x="482" y="131"/>
                                        </a:lnTo>
                                        <a:lnTo>
                                          <a:pt x="485" y="149"/>
                                        </a:lnTo>
                                        <a:lnTo>
                                          <a:pt x="486" y="167"/>
                                        </a:lnTo>
                                        <a:lnTo>
                                          <a:pt x="488" y="187"/>
                                        </a:lnTo>
                                        <a:lnTo>
                                          <a:pt x="488" y="595"/>
                                        </a:lnTo>
                                        <a:lnTo>
                                          <a:pt x="363" y="595"/>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6" name="Freeform 107"/>
                                <wps:cNvSpPr>
                                  <a:spLocks/>
                                </wps:cNvSpPr>
                                <wps:spPr bwMode="auto">
                                  <a:xfrm>
                                    <a:off x="731520" y="560070"/>
                                    <a:ext cx="30480" cy="64770"/>
                                  </a:xfrm>
                                  <a:custGeom>
                                    <a:avLst/>
                                    <a:gdLst>
                                      <a:gd name="T0" fmla="*/ 273 w 388"/>
                                      <a:gd name="T1" fmla="*/ 813 h 813"/>
                                      <a:gd name="T2" fmla="*/ 273 w 388"/>
                                      <a:gd name="T3" fmla="*/ 813 h 813"/>
                                      <a:gd name="T4" fmla="*/ 251 w 388"/>
                                      <a:gd name="T5" fmla="*/ 813 h 813"/>
                                      <a:gd name="T6" fmla="*/ 230 w 388"/>
                                      <a:gd name="T7" fmla="*/ 811 h 813"/>
                                      <a:gd name="T8" fmla="*/ 212 w 388"/>
                                      <a:gd name="T9" fmla="*/ 809 h 813"/>
                                      <a:gd name="T10" fmla="*/ 195 w 388"/>
                                      <a:gd name="T11" fmla="*/ 805 h 813"/>
                                      <a:gd name="T12" fmla="*/ 181 w 388"/>
                                      <a:gd name="T13" fmla="*/ 798 h 813"/>
                                      <a:gd name="T14" fmla="*/ 167 w 388"/>
                                      <a:gd name="T15" fmla="*/ 792 h 813"/>
                                      <a:gd name="T16" fmla="*/ 156 w 388"/>
                                      <a:gd name="T17" fmla="*/ 783 h 813"/>
                                      <a:gd name="T18" fmla="*/ 145 w 388"/>
                                      <a:gd name="T19" fmla="*/ 773 h 813"/>
                                      <a:gd name="T20" fmla="*/ 137 w 388"/>
                                      <a:gd name="T21" fmla="*/ 761 h 813"/>
                                      <a:gd name="T22" fmla="*/ 130 w 388"/>
                                      <a:gd name="T23" fmla="*/ 748 h 813"/>
                                      <a:gd name="T24" fmla="*/ 124 w 388"/>
                                      <a:gd name="T25" fmla="*/ 734 h 813"/>
                                      <a:gd name="T26" fmla="*/ 120 w 388"/>
                                      <a:gd name="T27" fmla="*/ 718 h 813"/>
                                      <a:gd name="T28" fmla="*/ 115 w 388"/>
                                      <a:gd name="T29" fmla="*/ 700 h 813"/>
                                      <a:gd name="T30" fmla="*/ 113 w 388"/>
                                      <a:gd name="T31" fmla="*/ 681 h 813"/>
                                      <a:gd name="T32" fmla="*/ 112 w 388"/>
                                      <a:gd name="T33" fmla="*/ 659 h 813"/>
                                      <a:gd name="T34" fmla="*/ 111 w 388"/>
                                      <a:gd name="T35" fmla="*/ 635 h 813"/>
                                      <a:gd name="T36" fmla="*/ 111 w 388"/>
                                      <a:gd name="T37" fmla="*/ 317 h 813"/>
                                      <a:gd name="T38" fmla="*/ 0 w 388"/>
                                      <a:gd name="T39" fmla="*/ 317 h 813"/>
                                      <a:gd name="T40" fmla="*/ 0 w 388"/>
                                      <a:gd name="T41" fmla="*/ 220 h 813"/>
                                      <a:gd name="T42" fmla="*/ 111 w 388"/>
                                      <a:gd name="T43" fmla="*/ 220 h 813"/>
                                      <a:gd name="T44" fmla="*/ 111 w 388"/>
                                      <a:gd name="T45" fmla="*/ 35 h 813"/>
                                      <a:gd name="T46" fmla="*/ 236 w 388"/>
                                      <a:gd name="T47" fmla="*/ 0 h 813"/>
                                      <a:gd name="T48" fmla="*/ 236 w 388"/>
                                      <a:gd name="T49" fmla="*/ 220 h 813"/>
                                      <a:gd name="T50" fmla="*/ 388 w 388"/>
                                      <a:gd name="T51" fmla="*/ 220 h 813"/>
                                      <a:gd name="T52" fmla="*/ 388 w 388"/>
                                      <a:gd name="T53" fmla="*/ 317 h 813"/>
                                      <a:gd name="T54" fmla="*/ 237 w 388"/>
                                      <a:gd name="T55" fmla="*/ 317 h 813"/>
                                      <a:gd name="T56" fmla="*/ 237 w 388"/>
                                      <a:gd name="T57" fmla="*/ 596 h 813"/>
                                      <a:gd name="T58" fmla="*/ 237 w 388"/>
                                      <a:gd name="T59" fmla="*/ 596 h 813"/>
                                      <a:gd name="T60" fmla="*/ 238 w 388"/>
                                      <a:gd name="T61" fmla="*/ 627 h 813"/>
                                      <a:gd name="T62" fmla="*/ 239 w 388"/>
                                      <a:gd name="T63" fmla="*/ 639 h 813"/>
                                      <a:gd name="T64" fmla="*/ 240 w 388"/>
                                      <a:gd name="T65" fmla="*/ 650 h 813"/>
                                      <a:gd name="T66" fmla="*/ 242 w 388"/>
                                      <a:gd name="T67" fmla="*/ 661 h 813"/>
                                      <a:gd name="T68" fmla="*/ 245 w 388"/>
                                      <a:gd name="T69" fmla="*/ 670 h 813"/>
                                      <a:gd name="T70" fmla="*/ 249 w 388"/>
                                      <a:gd name="T71" fmla="*/ 677 h 813"/>
                                      <a:gd name="T72" fmla="*/ 253 w 388"/>
                                      <a:gd name="T73" fmla="*/ 684 h 813"/>
                                      <a:gd name="T74" fmla="*/ 257 w 388"/>
                                      <a:gd name="T75" fmla="*/ 690 h 813"/>
                                      <a:gd name="T76" fmla="*/ 263 w 388"/>
                                      <a:gd name="T77" fmla="*/ 695 h 813"/>
                                      <a:gd name="T78" fmla="*/ 269 w 388"/>
                                      <a:gd name="T79" fmla="*/ 699 h 813"/>
                                      <a:gd name="T80" fmla="*/ 277 w 388"/>
                                      <a:gd name="T81" fmla="*/ 702 h 813"/>
                                      <a:gd name="T82" fmla="*/ 284 w 388"/>
                                      <a:gd name="T83" fmla="*/ 704 h 813"/>
                                      <a:gd name="T84" fmla="*/ 293 w 388"/>
                                      <a:gd name="T85" fmla="*/ 705 h 813"/>
                                      <a:gd name="T86" fmla="*/ 302 w 388"/>
                                      <a:gd name="T87" fmla="*/ 706 h 813"/>
                                      <a:gd name="T88" fmla="*/ 313 w 388"/>
                                      <a:gd name="T89" fmla="*/ 706 h 813"/>
                                      <a:gd name="T90" fmla="*/ 313 w 388"/>
                                      <a:gd name="T91" fmla="*/ 706 h 813"/>
                                      <a:gd name="T92" fmla="*/ 332 w 388"/>
                                      <a:gd name="T93" fmla="*/ 706 h 813"/>
                                      <a:gd name="T94" fmla="*/ 352 w 388"/>
                                      <a:gd name="T95" fmla="*/ 704 h 813"/>
                                      <a:gd name="T96" fmla="*/ 371 w 388"/>
                                      <a:gd name="T97" fmla="*/ 701 h 813"/>
                                      <a:gd name="T98" fmla="*/ 388 w 388"/>
                                      <a:gd name="T99" fmla="*/ 698 h 813"/>
                                      <a:gd name="T100" fmla="*/ 388 w 388"/>
                                      <a:gd name="T101" fmla="*/ 800 h 813"/>
                                      <a:gd name="T102" fmla="*/ 388 w 388"/>
                                      <a:gd name="T103" fmla="*/ 800 h 813"/>
                                      <a:gd name="T104" fmla="*/ 361 w 388"/>
                                      <a:gd name="T105" fmla="*/ 806 h 813"/>
                                      <a:gd name="T106" fmla="*/ 332 w 388"/>
                                      <a:gd name="T107" fmla="*/ 810 h 813"/>
                                      <a:gd name="T108" fmla="*/ 302 w 388"/>
                                      <a:gd name="T109" fmla="*/ 813 h 813"/>
                                      <a:gd name="T110" fmla="*/ 273 w 388"/>
                                      <a:gd name="T111" fmla="*/ 813 h 813"/>
                                      <a:gd name="T112" fmla="*/ 273 w 388"/>
                                      <a:gd name="T113" fmla="*/ 813 h 8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88" h="813">
                                        <a:moveTo>
                                          <a:pt x="273" y="813"/>
                                        </a:moveTo>
                                        <a:lnTo>
                                          <a:pt x="273" y="813"/>
                                        </a:lnTo>
                                        <a:lnTo>
                                          <a:pt x="251" y="813"/>
                                        </a:lnTo>
                                        <a:lnTo>
                                          <a:pt x="230" y="811"/>
                                        </a:lnTo>
                                        <a:lnTo>
                                          <a:pt x="212" y="809"/>
                                        </a:lnTo>
                                        <a:lnTo>
                                          <a:pt x="195" y="805"/>
                                        </a:lnTo>
                                        <a:lnTo>
                                          <a:pt x="181" y="798"/>
                                        </a:lnTo>
                                        <a:lnTo>
                                          <a:pt x="167" y="792"/>
                                        </a:lnTo>
                                        <a:lnTo>
                                          <a:pt x="156" y="783"/>
                                        </a:lnTo>
                                        <a:lnTo>
                                          <a:pt x="145" y="773"/>
                                        </a:lnTo>
                                        <a:lnTo>
                                          <a:pt x="137" y="761"/>
                                        </a:lnTo>
                                        <a:lnTo>
                                          <a:pt x="130" y="748"/>
                                        </a:lnTo>
                                        <a:lnTo>
                                          <a:pt x="124" y="734"/>
                                        </a:lnTo>
                                        <a:lnTo>
                                          <a:pt x="120" y="718"/>
                                        </a:lnTo>
                                        <a:lnTo>
                                          <a:pt x="115" y="700"/>
                                        </a:lnTo>
                                        <a:lnTo>
                                          <a:pt x="113" y="681"/>
                                        </a:lnTo>
                                        <a:lnTo>
                                          <a:pt x="112" y="659"/>
                                        </a:lnTo>
                                        <a:lnTo>
                                          <a:pt x="111" y="635"/>
                                        </a:lnTo>
                                        <a:lnTo>
                                          <a:pt x="111" y="317"/>
                                        </a:lnTo>
                                        <a:lnTo>
                                          <a:pt x="0" y="317"/>
                                        </a:lnTo>
                                        <a:lnTo>
                                          <a:pt x="0" y="220"/>
                                        </a:lnTo>
                                        <a:lnTo>
                                          <a:pt x="111" y="220"/>
                                        </a:lnTo>
                                        <a:lnTo>
                                          <a:pt x="111" y="35"/>
                                        </a:lnTo>
                                        <a:lnTo>
                                          <a:pt x="236" y="0"/>
                                        </a:lnTo>
                                        <a:lnTo>
                                          <a:pt x="236" y="220"/>
                                        </a:lnTo>
                                        <a:lnTo>
                                          <a:pt x="388" y="220"/>
                                        </a:lnTo>
                                        <a:lnTo>
                                          <a:pt x="388" y="317"/>
                                        </a:lnTo>
                                        <a:lnTo>
                                          <a:pt x="237" y="317"/>
                                        </a:lnTo>
                                        <a:lnTo>
                                          <a:pt x="237" y="596"/>
                                        </a:lnTo>
                                        <a:lnTo>
                                          <a:pt x="237" y="596"/>
                                        </a:lnTo>
                                        <a:lnTo>
                                          <a:pt x="238" y="627"/>
                                        </a:lnTo>
                                        <a:lnTo>
                                          <a:pt x="239" y="639"/>
                                        </a:lnTo>
                                        <a:lnTo>
                                          <a:pt x="240" y="650"/>
                                        </a:lnTo>
                                        <a:lnTo>
                                          <a:pt x="242" y="661"/>
                                        </a:lnTo>
                                        <a:lnTo>
                                          <a:pt x="245" y="670"/>
                                        </a:lnTo>
                                        <a:lnTo>
                                          <a:pt x="249" y="677"/>
                                        </a:lnTo>
                                        <a:lnTo>
                                          <a:pt x="253" y="684"/>
                                        </a:lnTo>
                                        <a:lnTo>
                                          <a:pt x="257" y="690"/>
                                        </a:lnTo>
                                        <a:lnTo>
                                          <a:pt x="263" y="695"/>
                                        </a:lnTo>
                                        <a:lnTo>
                                          <a:pt x="269" y="699"/>
                                        </a:lnTo>
                                        <a:lnTo>
                                          <a:pt x="277" y="702"/>
                                        </a:lnTo>
                                        <a:lnTo>
                                          <a:pt x="284" y="704"/>
                                        </a:lnTo>
                                        <a:lnTo>
                                          <a:pt x="293" y="705"/>
                                        </a:lnTo>
                                        <a:lnTo>
                                          <a:pt x="302" y="706"/>
                                        </a:lnTo>
                                        <a:lnTo>
                                          <a:pt x="313" y="706"/>
                                        </a:lnTo>
                                        <a:lnTo>
                                          <a:pt x="313" y="706"/>
                                        </a:lnTo>
                                        <a:lnTo>
                                          <a:pt x="332" y="706"/>
                                        </a:lnTo>
                                        <a:lnTo>
                                          <a:pt x="352" y="704"/>
                                        </a:lnTo>
                                        <a:lnTo>
                                          <a:pt x="371" y="701"/>
                                        </a:lnTo>
                                        <a:lnTo>
                                          <a:pt x="388" y="698"/>
                                        </a:lnTo>
                                        <a:lnTo>
                                          <a:pt x="388" y="800"/>
                                        </a:lnTo>
                                        <a:lnTo>
                                          <a:pt x="388" y="800"/>
                                        </a:lnTo>
                                        <a:lnTo>
                                          <a:pt x="361" y="806"/>
                                        </a:lnTo>
                                        <a:lnTo>
                                          <a:pt x="332" y="810"/>
                                        </a:lnTo>
                                        <a:lnTo>
                                          <a:pt x="302" y="813"/>
                                        </a:lnTo>
                                        <a:lnTo>
                                          <a:pt x="273" y="813"/>
                                        </a:lnTo>
                                        <a:lnTo>
                                          <a:pt x="273" y="813"/>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7" name="Freeform 108"/>
                                <wps:cNvSpPr>
                                  <a:spLocks noEditPoints="1"/>
                                </wps:cNvSpPr>
                                <wps:spPr bwMode="auto">
                                  <a:xfrm>
                                    <a:off x="771525" y="558165"/>
                                    <a:ext cx="12700" cy="65405"/>
                                  </a:xfrm>
                                  <a:custGeom>
                                    <a:avLst/>
                                    <a:gdLst>
                                      <a:gd name="T0" fmla="*/ 81 w 160"/>
                                      <a:gd name="T1" fmla="*/ 157 h 827"/>
                                      <a:gd name="T2" fmla="*/ 65 w 160"/>
                                      <a:gd name="T3" fmla="*/ 156 h 827"/>
                                      <a:gd name="T4" fmla="*/ 50 w 160"/>
                                      <a:gd name="T5" fmla="*/ 151 h 827"/>
                                      <a:gd name="T6" fmla="*/ 36 w 160"/>
                                      <a:gd name="T7" fmla="*/ 144 h 827"/>
                                      <a:gd name="T8" fmla="*/ 24 w 160"/>
                                      <a:gd name="T9" fmla="*/ 134 h 827"/>
                                      <a:gd name="T10" fmla="*/ 14 w 160"/>
                                      <a:gd name="T11" fmla="*/ 122 h 827"/>
                                      <a:gd name="T12" fmla="*/ 7 w 160"/>
                                      <a:gd name="T13" fmla="*/ 109 h 827"/>
                                      <a:gd name="T14" fmla="*/ 3 w 160"/>
                                      <a:gd name="T15" fmla="*/ 94 h 827"/>
                                      <a:gd name="T16" fmla="*/ 0 w 160"/>
                                      <a:gd name="T17" fmla="*/ 78 h 827"/>
                                      <a:gd name="T18" fmla="*/ 1 w 160"/>
                                      <a:gd name="T19" fmla="*/ 71 h 827"/>
                                      <a:gd name="T20" fmla="*/ 5 w 160"/>
                                      <a:gd name="T21" fmla="*/ 55 h 827"/>
                                      <a:gd name="T22" fmla="*/ 10 w 160"/>
                                      <a:gd name="T23" fmla="*/ 41 h 827"/>
                                      <a:gd name="T24" fmla="*/ 19 w 160"/>
                                      <a:gd name="T25" fmla="*/ 28 h 827"/>
                                      <a:gd name="T26" fmla="*/ 30 w 160"/>
                                      <a:gd name="T27" fmla="*/ 18 h 827"/>
                                      <a:gd name="T28" fmla="*/ 43 w 160"/>
                                      <a:gd name="T29" fmla="*/ 9 h 827"/>
                                      <a:gd name="T30" fmla="*/ 57 w 160"/>
                                      <a:gd name="T31" fmla="*/ 4 h 827"/>
                                      <a:gd name="T32" fmla="*/ 73 w 160"/>
                                      <a:gd name="T33" fmla="*/ 0 h 827"/>
                                      <a:gd name="T34" fmla="*/ 81 w 160"/>
                                      <a:gd name="T35" fmla="*/ 0 h 827"/>
                                      <a:gd name="T36" fmla="*/ 97 w 160"/>
                                      <a:gd name="T37" fmla="*/ 2 h 827"/>
                                      <a:gd name="T38" fmla="*/ 112 w 160"/>
                                      <a:gd name="T39" fmla="*/ 6 h 827"/>
                                      <a:gd name="T40" fmla="*/ 125 w 160"/>
                                      <a:gd name="T41" fmla="*/ 13 h 827"/>
                                      <a:gd name="T42" fmla="*/ 137 w 160"/>
                                      <a:gd name="T43" fmla="*/ 22 h 827"/>
                                      <a:gd name="T44" fmla="*/ 146 w 160"/>
                                      <a:gd name="T45" fmla="*/ 34 h 827"/>
                                      <a:gd name="T46" fmla="*/ 154 w 160"/>
                                      <a:gd name="T47" fmla="*/ 48 h 827"/>
                                      <a:gd name="T48" fmla="*/ 159 w 160"/>
                                      <a:gd name="T49" fmla="*/ 62 h 827"/>
                                      <a:gd name="T50" fmla="*/ 160 w 160"/>
                                      <a:gd name="T51" fmla="*/ 78 h 827"/>
                                      <a:gd name="T52" fmla="*/ 160 w 160"/>
                                      <a:gd name="T53" fmla="*/ 87 h 827"/>
                                      <a:gd name="T54" fmla="*/ 157 w 160"/>
                                      <a:gd name="T55" fmla="*/ 102 h 827"/>
                                      <a:gd name="T56" fmla="*/ 151 w 160"/>
                                      <a:gd name="T57" fmla="*/ 116 h 827"/>
                                      <a:gd name="T58" fmla="*/ 142 w 160"/>
                                      <a:gd name="T59" fmla="*/ 129 h 827"/>
                                      <a:gd name="T60" fmla="*/ 131 w 160"/>
                                      <a:gd name="T61" fmla="*/ 140 h 827"/>
                                      <a:gd name="T62" fmla="*/ 119 w 160"/>
                                      <a:gd name="T63" fmla="*/ 148 h 827"/>
                                      <a:gd name="T64" fmla="*/ 105 w 160"/>
                                      <a:gd name="T65" fmla="*/ 154 h 827"/>
                                      <a:gd name="T66" fmla="*/ 90 w 160"/>
                                      <a:gd name="T67" fmla="*/ 157 h 827"/>
                                      <a:gd name="T68" fmla="*/ 81 w 160"/>
                                      <a:gd name="T69" fmla="*/ 157 h 827"/>
                                      <a:gd name="T70" fmla="*/ 18 w 160"/>
                                      <a:gd name="T71" fmla="*/ 244 h 827"/>
                                      <a:gd name="T72" fmla="*/ 143 w 160"/>
                                      <a:gd name="T73" fmla="*/ 827 h 8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0" h="827">
                                        <a:moveTo>
                                          <a:pt x="81" y="157"/>
                                        </a:moveTo>
                                        <a:lnTo>
                                          <a:pt x="81" y="157"/>
                                        </a:lnTo>
                                        <a:lnTo>
                                          <a:pt x="73" y="157"/>
                                        </a:lnTo>
                                        <a:lnTo>
                                          <a:pt x="65" y="156"/>
                                        </a:lnTo>
                                        <a:lnTo>
                                          <a:pt x="57" y="154"/>
                                        </a:lnTo>
                                        <a:lnTo>
                                          <a:pt x="50" y="151"/>
                                        </a:lnTo>
                                        <a:lnTo>
                                          <a:pt x="43" y="148"/>
                                        </a:lnTo>
                                        <a:lnTo>
                                          <a:pt x="36" y="144"/>
                                        </a:lnTo>
                                        <a:lnTo>
                                          <a:pt x="30" y="140"/>
                                        </a:lnTo>
                                        <a:lnTo>
                                          <a:pt x="24" y="134"/>
                                        </a:lnTo>
                                        <a:lnTo>
                                          <a:pt x="19" y="129"/>
                                        </a:lnTo>
                                        <a:lnTo>
                                          <a:pt x="14" y="122"/>
                                        </a:lnTo>
                                        <a:lnTo>
                                          <a:pt x="10" y="116"/>
                                        </a:lnTo>
                                        <a:lnTo>
                                          <a:pt x="7" y="109"/>
                                        </a:lnTo>
                                        <a:lnTo>
                                          <a:pt x="5" y="102"/>
                                        </a:lnTo>
                                        <a:lnTo>
                                          <a:pt x="3" y="94"/>
                                        </a:lnTo>
                                        <a:lnTo>
                                          <a:pt x="1" y="87"/>
                                        </a:lnTo>
                                        <a:lnTo>
                                          <a:pt x="0" y="78"/>
                                        </a:lnTo>
                                        <a:lnTo>
                                          <a:pt x="0" y="78"/>
                                        </a:lnTo>
                                        <a:lnTo>
                                          <a:pt x="1" y="71"/>
                                        </a:lnTo>
                                        <a:lnTo>
                                          <a:pt x="3" y="63"/>
                                        </a:lnTo>
                                        <a:lnTo>
                                          <a:pt x="5" y="55"/>
                                        </a:lnTo>
                                        <a:lnTo>
                                          <a:pt x="7" y="48"/>
                                        </a:lnTo>
                                        <a:lnTo>
                                          <a:pt x="10" y="41"/>
                                        </a:lnTo>
                                        <a:lnTo>
                                          <a:pt x="14" y="35"/>
                                        </a:lnTo>
                                        <a:lnTo>
                                          <a:pt x="19" y="28"/>
                                        </a:lnTo>
                                        <a:lnTo>
                                          <a:pt x="24" y="23"/>
                                        </a:lnTo>
                                        <a:lnTo>
                                          <a:pt x="30" y="18"/>
                                        </a:lnTo>
                                        <a:lnTo>
                                          <a:pt x="36" y="13"/>
                                        </a:lnTo>
                                        <a:lnTo>
                                          <a:pt x="43" y="9"/>
                                        </a:lnTo>
                                        <a:lnTo>
                                          <a:pt x="50" y="6"/>
                                        </a:lnTo>
                                        <a:lnTo>
                                          <a:pt x="57" y="4"/>
                                        </a:lnTo>
                                        <a:lnTo>
                                          <a:pt x="65" y="2"/>
                                        </a:lnTo>
                                        <a:lnTo>
                                          <a:pt x="73" y="0"/>
                                        </a:lnTo>
                                        <a:lnTo>
                                          <a:pt x="81" y="0"/>
                                        </a:lnTo>
                                        <a:lnTo>
                                          <a:pt x="81" y="0"/>
                                        </a:lnTo>
                                        <a:lnTo>
                                          <a:pt x="90" y="0"/>
                                        </a:lnTo>
                                        <a:lnTo>
                                          <a:pt x="97" y="2"/>
                                        </a:lnTo>
                                        <a:lnTo>
                                          <a:pt x="105" y="4"/>
                                        </a:lnTo>
                                        <a:lnTo>
                                          <a:pt x="112" y="6"/>
                                        </a:lnTo>
                                        <a:lnTo>
                                          <a:pt x="119" y="9"/>
                                        </a:lnTo>
                                        <a:lnTo>
                                          <a:pt x="125" y="13"/>
                                        </a:lnTo>
                                        <a:lnTo>
                                          <a:pt x="131" y="18"/>
                                        </a:lnTo>
                                        <a:lnTo>
                                          <a:pt x="137" y="22"/>
                                        </a:lnTo>
                                        <a:lnTo>
                                          <a:pt x="142" y="28"/>
                                        </a:lnTo>
                                        <a:lnTo>
                                          <a:pt x="146" y="34"/>
                                        </a:lnTo>
                                        <a:lnTo>
                                          <a:pt x="151" y="40"/>
                                        </a:lnTo>
                                        <a:lnTo>
                                          <a:pt x="154" y="48"/>
                                        </a:lnTo>
                                        <a:lnTo>
                                          <a:pt x="157" y="54"/>
                                        </a:lnTo>
                                        <a:lnTo>
                                          <a:pt x="159" y="62"/>
                                        </a:lnTo>
                                        <a:lnTo>
                                          <a:pt x="160" y="71"/>
                                        </a:lnTo>
                                        <a:lnTo>
                                          <a:pt x="160" y="78"/>
                                        </a:lnTo>
                                        <a:lnTo>
                                          <a:pt x="160" y="78"/>
                                        </a:lnTo>
                                        <a:lnTo>
                                          <a:pt x="160" y="87"/>
                                        </a:lnTo>
                                        <a:lnTo>
                                          <a:pt x="159" y="94"/>
                                        </a:lnTo>
                                        <a:lnTo>
                                          <a:pt x="157" y="102"/>
                                        </a:lnTo>
                                        <a:lnTo>
                                          <a:pt x="154" y="109"/>
                                        </a:lnTo>
                                        <a:lnTo>
                                          <a:pt x="151" y="116"/>
                                        </a:lnTo>
                                        <a:lnTo>
                                          <a:pt x="146" y="122"/>
                                        </a:lnTo>
                                        <a:lnTo>
                                          <a:pt x="142" y="129"/>
                                        </a:lnTo>
                                        <a:lnTo>
                                          <a:pt x="137" y="134"/>
                                        </a:lnTo>
                                        <a:lnTo>
                                          <a:pt x="131" y="140"/>
                                        </a:lnTo>
                                        <a:lnTo>
                                          <a:pt x="125" y="144"/>
                                        </a:lnTo>
                                        <a:lnTo>
                                          <a:pt x="119" y="148"/>
                                        </a:lnTo>
                                        <a:lnTo>
                                          <a:pt x="112" y="151"/>
                                        </a:lnTo>
                                        <a:lnTo>
                                          <a:pt x="105" y="154"/>
                                        </a:lnTo>
                                        <a:lnTo>
                                          <a:pt x="97" y="156"/>
                                        </a:lnTo>
                                        <a:lnTo>
                                          <a:pt x="90" y="157"/>
                                        </a:lnTo>
                                        <a:lnTo>
                                          <a:pt x="81" y="157"/>
                                        </a:lnTo>
                                        <a:lnTo>
                                          <a:pt x="81" y="157"/>
                                        </a:lnTo>
                                        <a:close/>
                                        <a:moveTo>
                                          <a:pt x="18" y="827"/>
                                        </a:moveTo>
                                        <a:lnTo>
                                          <a:pt x="18" y="244"/>
                                        </a:lnTo>
                                        <a:lnTo>
                                          <a:pt x="143" y="244"/>
                                        </a:lnTo>
                                        <a:lnTo>
                                          <a:pt x="143" y="827"/>
                                        </a:lnTo>
                                        <a:lnTo>
                                          <a:pt x="18" y="827"/>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8" name="Freeform 109"/>
                                <wps:cNvSpPr>
                                  <a:spLocks/>
                                </wps:cNvSpPr>
                                <wps:spPr bwMode="auto">
                                  <a:xfrm>
                                    <a:off x="790575" y="560070"/>
                                    <a:ext cx="30480" cy="64770"/>
                                  </a:xfrm>
                                  <a:custGeom>
                                    <a:avLst/>
                                    <a:gdLst>
                                      <a:gd name="T0" fmla="*/ 273 w 388"/>
                                      <a:gd name="T1" fmla="*/ 813 h 813"/>
                                      <a:gd name="T2" fmla="*/ 273 w 388"/>
                                      <a:gd name="T3" fmla="*/ 813 h 813"/>
                                      <a:gd name="T4" fmla="*/ 250 w 388"/>
                                      <a:gd name="T5" fmla="*/ 813 h 813"/>
                                      <a:gd name="T6" fmla="*/ 230 w 388"/>
                                      <a:gd name="T7" fmla="*/ 811 h 813"/>
                                      <a:gd name="T8" fmla="*/ 212 w 388"/>
                                      <a:gd name="T9" fmla="*/ 809 h 813"/>
                                      <a:gd name="T10" fmla="*/ 195 w 388"/>
                                      <a:gd name="T11" fmla="*/ 805 h 813"/>
                                      <a:gd name="T12" fmla="*/ 180 w 388"/>
                                      <a:gd name="T13" fmla="*/ 798 h 813"/>
                                      <a:gd name="T14" fmla="*/ 166 w 388"/>
                                      <a:gd name="T15" fmla="*/ 792 h 813"/>
                                      <a:gd name="T16" fmla="*/ 156 w 388"/>
                                      <a:gd name="T17" fmla="*/ 783 h 813"/>
                                      <a:gd name="T18" fmla="*/ 145 w 388"/>
                                      <a:gd name="T19" fmla="*/ 773 h 813"/>
                                      <a:gd name="T20" fmla="*/ 136 w 388"/>
                                      <a:gd name="T21" fmla="*/ 761 h 813"/>
                                      <a:gd name="T22" fmla="*/ 130 w 388"/>
                                      <a:gd name="T23" fmla="*/ 748 h 813"/>
                                      <a:gd name="T24" fmla="*/ 123 w 388"/>
                                      <a:gd name="T25" fmla="*/ 734 h 813"/>
                                      <a:gd name="T26" fmla="*/ 119 w 388"/>
                                      <a:gd name="T27" fmla="*/ 718 h 813"/>
                                      <a:gd name="T28" fmla="*/ 115 w 388"/>
                                      <a:gd name="T29" fmla="*/ 700 h 813"/>
                                      <a:gd name="T30" fmla="*/ 113 w 388"/>
                                      <a:gd name="T31" fmla="*/ 681 h 813"/>
                                      <a:gd name="T32" fmla="*/ 112 w 388"/>
                                      <a:gd name="T33" fmla="*/ 659 h 813"/>
                                      <a:gd name="T34" fmla="*/ 112 w 388"/>
                                      <a:gd name="T35" fmla="*/ 635 h 813"/>
                                      <a:gd name="T36" fmla="*/ 112 w 388"/>
                                      <a:gd name="T37" fmla="*/ 317 h 813"/>
                                      <a:gd name="T38" fmla="*/ 0 w 388"/>
                                      <a:gd name="T39" fmla="*/ 317 h 813"/>
                                      <a:gd name="T40" fmla="*/ 0 w 388"/>
                                      <a:gd name="T41" fmla="*/ 220 h 813"/>
                                      <a:gd name="T42" fmla="*/ 112 w 388"/>
                                      <a:gd name="T43" fmla="*/ 220 h 813"/>
                                      <a:gd name="T44" fmla="*/ 112 w 388"/>
                                      <a:gd name="T45" fmla="*/ 35 h 813"/>
                                      <a:gd name="T46" fmla="*/ 235 w 388"/>
                                      <a:gd name="T47" fmla="*/ 0 h 813"/>
                                      <a:gd name="T48" fmla="*/ 235 w 388"/>
                                      <a:gd name="T49" fmla="*/ 220 h 813"/>
                                      <a:gd name="T50" fmla="*/ 388 w 388"/>
                                      <a:gd name="T51" fmla="*/ 220 h 813"/>
                                      <a:gd name="T52" fmla="*/ 388 w 388"/>
                                      <a:gd name="T53" fmla="*/ 317 h 813"/>
                                      <a:gd name="T54" fmla="*/ 236 w 388"/>
                                      <a:gd name="T55" fmla="*/ 317 h 813"/>
                                      <a:gd name="T56" fmla="*/ 236 w 388"/>
                                      <a:gd name="T57" fmla="*/ 596 h 813"/>
                                      <a:gd name="T58" fmla="*/ 236 w 388"/>
                                      <a:gd name="T59" fmla="*/ 596 h 813"/>
                                      <a:gd name="T60" fmla="*/ 237 w 388"/>
                                      <a:gd name="T61" fmla="*/ 627 h 813"/>
                                      <a:gd name="T62" fmla="*/ 238 w 388"/>
                                      <a:gd name="T63" fmla="*/ 639 h 813"/>
                                      <a:gd name="T64" fmla="*/ 239 w 388"/>
                                      <a:gd name="T65" fmla="*/ 650 h 813"/>
                                      <a:gd name="T66" fmla="*/ 242 w 388"/>
                                      <a:gd name="T67" fmla="*/ 661 h 813"/>
                                      <a:gd name="T68" fmla="*/ 245 w 388"/>
                                      <a:gd name="T69" fmla="*/ 670 h 813"/>
                                      <a:gd name="T70" fmla="*/ 248 w 388"/>
                                      <a:gd name="T71" fmla="*/ 677 h 813"/>
                                      <a:gd name="T72" fmla="*/ 252 w 388"/>
                                      <a:gd name="T73" fmla="*/ 684 h 813"/>
                                      <a:gd name="T74" fmla="*/ 257 w 388"/>
                                      <a:gd name="T75" fmla="*/ 690 h 813"/>
                                      <a:gd name="T76" fmla="*/ 262 w 388"/>
                                      <a:gd name="T77" fmla="*/ 695 h 813"/>
                                      <a:gd name="T78" fmla="*/ 268 w 388"/>
                                      <a:gd name="T79" fmla="*/ 699 h 813"/>
                                      <a:gd name="T80" fmla="*/ 276 w 388"/>
                                      <a:gd name="T81" fmla="*/ 702 h 813"/>
                                      <a:gd name="T82" fmla="*/ 284 w 388"/>
                                      <a:gd name="T83" fmla="*/ 704 h 813"/>
                                      <a:gd name="T84" fmla="*/ 292 w 388"/>
                                      <a:gd name="T85" fmla="*/ 705 h 813"/>
                                      <a:gd name="T86" fmla="*/ 302 w 388"/>
                                      <a:gd name="T87" fmla="*/ 706 h 813"/>
                                      <a:gd name="T88" fmla="*/ 313 w 388"/>
                                      <a:gd name="T89" fmla="*/ 706 h 813"/>
                                      <a:gd name="T90" fmla="*/ 313 w 388"/>
                                      <a:gd name="T91" fmla="*/ 706 h 813"/>
                                      <a:gd name="T92" fmla="*/ 332 w 388"/>
                                      <a:gd name="T93" fmla="*/ 706 h 813"/>
                                      <a:gd name="T94" fmla="*/ 351 w 388"/>
                                      <a:gd name="T95" fmla="*/ 704 h 813"/>
                                      <a:gd name="T96" fmla="*/ 371 w 388"/>
                                      <a:gd name="T97" fmla="*/ 701 h 813"/>
                                      <a:gd name="T98" fmla="*/ 388 w 388"/>
                                      <a:gd name="T99" fmla="*/ 698 h 813"/>
                                      <a:gd name="T100" fmla="*/ 388 w 388"/>
                                      <a:gd name="T101" fmla="*/ 800 h 813"/>
                                      <a:gd name="T102" fmla="*/ 388 w 388"/>
                                      <a:gd name="T103" fmla="*/ 800 h 813"/>
                                      <a:gd name="T104" fmla="*/ 361 w 388"/>
                                      <a:gd name="T105" fmla="*/ 806 h 813"/>
                                      <a:gd name="T106" fmla="*/ 332 w 388"/>
                                      <a:gd name="T107" fmla="*/ 810 h 813"/>
                                      <a:gd name="T108" fmla="*/ 302 w 388"/>
                                      <a:gd name="T109" fmla="*/ 813 h 813"/>
                                      <a:gd name="T110" fmla="*/ 273 w 388"/>
                                      <a:gd name="T111" fmla="*/ 813 h 813"/>
                                      <a:gd name="T112" fmla="*/ 273 w 388"/>
                                      <a:gd name="T113" fmla="*/ 813 h 8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88" h="813">
                                        <a:moveTo>
                                          <a:pt x="273" y="813"/>
                                        </a:moveTo>
                                        <a:lnTo>
                                          <a:pt x="273" y="813"/>
                                        </a:lnTo>
                                        <a:lnTo>
                                          <a:pt x="250" y="813"/>
                                        </a:lnTo>
                                        <a:lnTo>
                                          <a:pt x="230" y="811"/>
                                        </a:lnTo>
                                        <a:lnTo>
                                          <a:pt x="212" y="809"/>
                                        </a:lnTo>
                                        <a:lnTo>
                                          <a:pt x="195" y="805"/>
                                        </a:lnTo>
                                        <a:lnTo>
                                          <a:pt x="180" y="798"/>
                                        </a:lnTo>
                                        <a:lnTo>
                                          <a:pt x="166" y="792"/>
                                        </a:lnTo>
                                        <a:lnTo>
                                          <a:pt x="156" y="783"/>
                                        </a:lnTo>
                                        <a:lnTo>
                                          <a:pt x="145" y="773"/>
                                        </a:lnTo>
                                        <a:lnTo>
                                          <a:pt x="136" y="761"/>
                                        </a:lnTo>
                                        <a:lnTo>
                                          <a:pt x="130" y="748"/>
                                        </a:lnTo>
                                        <a:lnTo>
                                          <a:pt x="123" y="734"/>
                                        </a:lnTo>
                                        <a:lnTo>
                                          <a:pt x="119" y="718"/>
                                        </a:lnTo>
                                        <a:lnTo>
                                          <a:pt x="115" y="700"/>
                                        </a:lnTo>
                                        <a:lnTo>
                                          <a:pt x="113" y="681"/>
                                        </a:lnTo>
                                        <a:lnTo>
                                          <a:pt x="112" y="659"/>
                                        </a:lnTo>
                                        <a:lnTo>
                                          <a:pt x="112" y="635"/>
                                        </a:lnTo>
                                        <a:lnTo>
                                          <a:pt x="112" y="317"/>
                                        </a:lnTo>
                                        <a:lnTo>
                                          <a:pt x="0" y="317"/>
                                        </a:lnTo>
                                        <a:lnTo>
                                          <a:pt x="0" y="220"/>
                                        </a:lnTo>
                                        <a:lnTo>
                                          <a:pt x="112" y="220"/>
                                        </a:lnTo>
                                        <a:lnTo>
                                          <a:pt x="112" y="35"/>
                                        </a:lnTo>
                                        <a:lnTo>
                                          <a:pt x="235" y="0"/>
                                        </a:lnTo>
                                        <a:lnTo>
                                          <a:pt x="235" y="220"/>
                                        </a:lnTo>
                                        <a:lnTo>
                                          <a:pt x="388" y="220"/>
                                        </a:lnTo>
                                        <a:lnTo>
                                          <a:pt x="388" y="317"/>
                                        </a:lnTo>
                                        <a:lnTo>
                                          <a:pt x="236" y="317"/>
                                        </a:lnTo>
                                        <a:lnTo>
                                          <a:pt x="236" y="596"/>
                                        </a:lnTo>
                                        <a:lnTo>
                                          <a:pt x="236" y="596"/>
                                        </a:lnTo>
                                        <a:lnTo>
                                          <a:pt x="237" y="627"/>
                                        </a:lnTo>
                                        <a:lnTo>
                                          <a:pt x="238" y="639"/>
                                        </a:lnTo>
                                        <a:lnTo>
                                          <a:pt x="239" y="650"/>
                                        </a:lnTo>
                                        <a:lnTo>
                                          <a:pt x="242" y="661"/>
                                        </a:lnTo>
                                        <a:lnTo>
                                          <a:pt x="245" y="670"/>
                                        </a:lnTo>
                                        <a:lnTo>
                                          <a:pt x="248" y="677"/>
                                        </a:lnTo>
                                        <a:lnTo>
                                          <a:pt x="252" y="684"/>
                                        </a:lnTo>
                                        <a:lnTo>
                                          <a:pt x="257" y="690"/>
                                        </a:lnTo>
                                        <a:lnTo>
                                          <a:pt x="262" y="695"/>
                                        </a:lnTo>
                                        <a:lnTo>
                                          <a:pt x="268" y="699"/>
                                        </a:lnTo>
                                        <a:lnTo>
                                          <a:pt x="276" y="702"/>
                                        </a:lnTo>
                                        <a:lnTo>
                                          <a:pt x="284" y="704"/>
                                        </a:lnTo>
                                        <a:lnTo>
                                          <a:pt x="292" y="705"/>
                                        </a:lnTo>
                                        <a:lnTo>
                                          <a:pt x="302" y="706"/>
                                        </a:lnTo>
                                        <a:lnTo>
                                          <a:pt x="313" y="706"/>
                                        </a:lnTo>
                                        <a:lnTo>
                                          <a:pt x="313" y="706"/>
                                        </a:lnTo>
                                        <a:lnTo>
                                          <a:pt x="332" y="706"/>
                                        </a:lnTo>
                                        <a:lnTo>
                                          <a:pt x="351" y="704"/>
                                        </a:lnTo>
                                        <a:lnTo>
                                          <a:pt x="371" y="701"/>
                                        </a:lnTo>
                                        <a:lnTo>
                                          <a:pt x="388" y="698"/>
                                        </a:lnTo>
                                        <a:lnTo>
                                          <a:pt x="388" y="800"/>
                                        </a:lnTo>
                                        <a:lnTo>
                                          <a:pt x="388" y="800"/>
                                        </a:lnTo>
                                        <a:lnTo>
                                          <a:pt x="361" y="806"/>
                                        </a:lnTo>
                                        <a:lnTo>
                                          <a:pt x="332" y="810"/>
                                        </a:lnTo>
                                        <a:lnTo>
                                          <a:pt x="302" y="813"/>
                                        </a:lnTo>
                                        <a:lnTo>
                                          <a:pt x="273" y="813"/>
                                        </a:lnTo>
                                        <a:lnTo>
                                          <a:pt x="273" y="813"/>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9" name="Freeform 110"/>
                                <wps:cNvSpPr>
                                  <a:spLocks/>
                                </wps:cNvSpPr>
                                <wps:spPr bwMode="auto">
                                  <a:xfrm>
                                    <a:off x="824230" y="577215"/>
                                    <a:ext cx="45085" cy="69850"/>
                                  </a:xfrm>
                                  <a:custGeom>
                                    <a:avLst/>
                                    <a:gdLst>
                                      <a:gd name="T0" fmla="*/ 334 w 575"/>
                                      <a:gd name="T1" fmla="*/ 640 h 878"/>
                                      <a:gd name="T2" fmla="*/ 334 w 575"/>
                                      <a:gd name="T3" fmla="*/ 640 h 878"/>
                                      <a:gd name="T4" fmla="*/ 321 w 575"/>
                                      <a:gd name="T5" fmla="*/ 672 h 878"/>
                                      <a:gd name="T6" fmla="*/ 310 w 575"/>
                                      <a:gd name="T7" fmla="*/ 702 h 878"/>
                                      <a:gd name="T8" fmla="*/ 297 w 575"/>
                                      <a:gd name="T9" fmla="*/ 729 h 878"/>
                                      <a:gd name="T10" fmla="*/ 284 w 575"/>
                                      <a:gd name="T11" fmla="*/ 754 h 878"/>
                                      <a:gd name="T12" fmla="*/ 271 w 575"/>
                                      <a:gd name="T13" fmla="*/ 775 h 878"/>
                                      <a:gd name="T14" fmla="*/ 258 w 575"/>
                                      <a:gd name="T15" fmla="*/ 795 h 878"/>
                                      <a:gd name="T16" fmla="*/ 244 w 575"/>
                                      <a:gd name="T17" fmla="*/ 812 h 878"/>
                                      <a:gd name="T18" fmla="*/ 230 w 575"/>
                                      <a:gd name="T19" fmla="*/ 827 h 878"/>
                                      <a:gd name="T20" fmla="*/ 215 w 575"/>
                                      <a:gd name="T21" fmla="*/ 839 h 878"/>
                                      <a:gd name="T22" fmla="*/ 199 w 575"/>
                                      <a:gd name="T23" fmla="*/ 850 h 878"/>
                                      <a:gd name="T24" fmla="*/ 182 w 575"/>
                                      <a:gd name="T25" fmla="*/ 860 h 878"/>
                                      <a:gd name="T26" fmla="*/ 164 w 575"/>
                                      <a:gd name="T27" fmla="*/ 866 h 878"/>
                                      <a:gd name="T28" fmla="*/ 145 w 575"/>
                                      <a:gd name="T29" fmla="*/ 871 h 878"/>
                                      <a:gd name="T30" fmla="*/ 125 w 575"/>
                                      <a:gd name="T31" fmla="*/ 875 h 878"/>
                                      <a:gd name="T32" fmla="*/ 102 w 575"/>
                                      <a:gd name="T33" fmla="*/ 877 h 878"/>
                                      <a:gd name="T34" fmla="*/ 79 w 575"/>
                                      <a:gd name="T35" fmla="*/ 878 h 878"/>
                                      <a:gd name="T36" fmla="*/ 79 w 575"/>
                                      <a:gd name="T37" fmla="*/ 878 h 878"/>
                                      <a:gd name="T38" fmla="*/ 59 w 575"/>
                                      <a:gd name="T39" fmla="*/ 877 h 878"/>
                                      <a:gd name="T40" fmla="*/ 39 w 575"/>
                                      <a:gd name="T41" fmla="*/ 876 h 878"/>
                                      <a:gd name="T42" fmla="*/ 18 w 575"/>
                                      <a:gd name="T43" fmla="*/ 872 h 878"/>
                                      <a:gd name="T44" fmla="*/ 0 w 575"/>
                                      <a:gd name="T45" fmla="*/ 869 h 878"/>
                                      <a:gd name="T46" fmla="*/ 10 w 575"/>
                                      <a:gd name="T47" fmla="*/ 759 h 878"/>
                                      <a:gd name="T48" fmla="*/ 10 w 575"/>
                                      <a:gd name="T49" fmla="*/ 759 h 878"/>
                                      <a:gd name="T50" fmla="*/ 28 w 575"/>
                                      <a:gd name="T51" fmla="*/ 765 h 878"/>
                                      <a:gd name="T52" fmla="*/ 47 w 575"/>
                                      <a:gd name="T53" fmla="*/ 769 h 878"/>
                                      <a:gd name="T54" fmla="*/ 66 w 575"/>
                                      <a:gd name="T55" fmla="*/ 771 h 878"/>
                                      <a:gd name="T56" fmla="*/ 85 w 575"/>
                                      <a:gd name="T57" fmla="*/ 772 h 878"/>
                                      <a:gd name="T58" fmla="*/ 85 w 575"/>
                                      <a:gd name="T59" fmla="*/ 772 h 878"/>
                                      <a:gd name="T60" fmla="*/ 96 w 575"/>
                                      <a:gd name="T61" fmla="*/ 772 h 878"/>
                                      <a:gd name="T62" fmla="*/ 106 w 575"/>
                                      <a:gd name="T63" fmla="*/ 771 h 878"/>
                                      <a:gd name="T64" fmla="*/ 116 w 575"/>
                                      <a:gd name="T65" fmla="*/ 769 h 878"/>
                                      <a:gd name="T66" fmla="*/ 125 w 575"/>
                                      <a:gd name="T67" fmla="*/ 766 h 878"/>
                                      <a:gd name="T68" fmla="*/ 133 w 575"/>
                                      <a:gd name="T69" fmla="*/ 762 h 878"/>
                                      <a:gd name="T70" fmla="*/ 142 w 575"/>
                                      <a:gd name="T71" fmla="*/ 758 h 878"/>
                                      <a:gd name="T72" fmla="*/ 149 w 575"/>
                                      <a:gd name="T73" fmla="*/ 753 h 878"/>
                                      <a:gd name="T74" fmla="*/ 157 w 575"/>
                                      <a:gd name="T75" fmla="*/ 746 h 878"/>
                                      <a:gd name="T76" fmla="*/ 164 w 575"/>
                                      <a:gd name="T77" fmla="*/ 739 h 878"/>
                                      <a:gd name="T78" fmla="*/ 172 w 575"/>
                                      <a:gd name="T79" fmla="*/ 729 h 878"/>
                                      <a:gd name="T80" fmla="*/ 180 w 575"/>
                                      <a:gd name="T81" fmla="*/ 719 h 878"/>
                                      <a:gd name="T82" fmla="*/ 186 w 575"/>
                                      <a:gd name="T83" fmla="*/ 707 h 878"/>
                                      <a:gd name="T84" fmla="*/ 192 w 575"/>
                                      <a:gd name="T85" fmla="*/ 695 h 878"/>
                                      <a:gd name="T86" fmla="*/ 199 w 575"/>
                                      <a:gd name="T87" fmla="*/ 679 h 878"/>
                                      <a:gd name="T88" fmla="*/ 213 w 575"/>
                                      <a:gd name="T89" fmla="*/ 645 h 878"/>
                                      <a:gd name="T90" fmla="*/ 236 w 575"/>
                                      <a:gd name="T91" fmla="*/ 583 h 878"/>
                                      <a:gd name="T92" fmla="*/ 18 w 575"/>
                                      <a:gd name="T93" fmla="*/ 0 h 878"/>
                                      <a:gd name="T94" fmla="*/ 159 w 575"/>
                                      <a:gd name="T95" fmla="*/ 0 h 878"/>
                                      <a:gd name="T96" fmla="*/ 254 w 575"/>
                                      <a:gd name="T97" fmla="*/ 266 h 878"/>
                                      <a:gd name="T98" fmla="*/ 254 w 575"/>
                                      <a:gd name="T99" fmla="*/ 266 h 878"/>
                                      <a:gd name="T100" fmla="*/ 267 w 575"/>
                                      <a:gd name="T101" fmla="*/ 305 h 878"/>
                                      <a:gd name="T102" fmla="*/ 278 w 575"/>
                                      <a:gd name="T103" fmla="*/ 343 h 878"/>
                                      <a:gd name="T104" fmla="*/ 289 w 575"/>
                                      <a:gd name="T105" fmla="*/ 382 h 878"/>
                                      <a:gd name="T106" fmla="*/ 300 w 575"/>
                                      <a:gd name="T107" fmla="*/ 419 h 878"/>
                                      <a:gd name="T108" fmla="*/ 301 w 575"/>
                                      <a:gd name="T109" fmla="*/ 419 h 878"/>
                                      <a:gd name="T110" fmla="*/ 301 w 575"/>
                                      <a:gd name="T111" fmla="*/ 419 h 878"/>
                                      <a:gd name="T112" fmla="*/ 312 w 575"/>
                                      <a:gd name="T113" fmla="*/ 379 h 878"/>
                                      <a:gd name="T114" fmla="*/ 326 w 575"/>
                                      <a:gd name="T115" fmla="*/ 332 h 878"/>
                                      <a:gd name="T116" fmla="*/ 342 w 575"/>
                                      <a:gd name="T117" fmla="*/ 284 h 878"/>
                                      <a:gd name="T118" fmla="*/ 358 w 575"/>
                                      <a:gd name="T119" fmla="*/ 237 h 878"/>
                                      <a:gd name="T120" fmla="*/ 441 w 575"/>
                                      <a:gd name="T121" fmla="*/ 0 h 878"/>
                                      <a:gd name="T122" fmla="*/ 575 w 575"/>
                                      <a:gd name="T123" fmla="*/ 0 h 878"/>
                                      <a:gd name="T124" fmla="*/ 334 w 575"/>
                                      <a:gd name="T125" fmla="*/ 640 h 8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575" h="878">
                                        <a:moveTo>
                                          <a:pt x="334" y="640"/>
                                        </a:moveTo>
                                        <a:lnTo>
                                          <a:pt x="334" y="640"/>
                                        </a:lnTo>
                                        <a:lnTo>
                                          <a:pt x="321" y="672"/>
                                        </a:lnTo>
                                        <a:lnTo>
                                          <a:pt x="310" y="702"/>
                                        </a:lnTo>
                                        <a:lnTo>
                                          <a:pt x="297" y="729"/>
                                        </a:lnTo>
                                        <a:lnTo>
                                          <a:pt x="284" y="754"/>
                                        </a:lnTo>
                                        <a:lnTo>
                                          <a:pt x="271" y="775"/>
                                        </a:lnTo>
                                        <a:lnTo>
                                          <a:pt x="258" y="795"/>
                                        </a:lnTo>
                                        <a:lnTo>
                                          <a:pt x="244" y="812"/>
                                        </a:lnTo>
                                        <a:lnTo>
                                          <a:pt x="230" y="827"/>
                                        </a:lnTo>
                                        <a:lnTo>
                                          <a:pt x="215" y="839"/>
                                        </a:lnTo>
                                        <a:lnTo>
                                          <a:pt x="199" y="850"/>
                                        </a:lnTo>
                                        <a:lnTo>
                                          <a:pt x="182" y="860"/>
                                        </a:lnTo>
                                        <a:lnTo>
                                          <a:pt x="164" y="866"/>
                                        </a:lnTo>
                                        <a:lnTo>
                                          <a:pt x="145" y="871"/>
                                        </a:lnTo>
                                        <a:lnTo>
                                          <a:pt x="125" y="875"/>
                                        </a:lnTo>
                                        <a:lnTo>
                                          <a:pt x="102" y="877"/>
                                        </a:lnTo>
                                        <a:lnTo>
                                          <a:pt x="79" y="878"/>
                                        </a:lnTo>
                                        <a:lnTo>
                                          <a:pt x="79" y="878"/>
                                        </a:lnTo>
                                        <a:lnTo>
                                          <a:pt x="59" y="877"/>
                                        </a:lnTo>
                                        <a:lnTo>
                                          <a:pt x="39" y="876"/>
                                        </a:lnTo>
                                        <a:lnTo>
                                          <a:pt x="18" y="872"/>
                                        </a:lnTo>
                                        <a:lnTo>
                                          <a:pt x="0" y="869"/>
                                        </a:lnTo>
                                        <a:lnTo>
                                          <a:pt x="10" y="759"/>
                                        </a:lnTo>
                                        <a:lnTo>
                                          <a:pt x="10" y="759"/>
                                        </a:lnTo>
                                        <a:lnTo>
                                          <a:pt x="28" y="765"/>
                                        </a:lnTo>
                                        <a:lnTo>
                                          <a:pt x="47" y="769"/>
                                        </a:lnTo>
                                        <a:lnTo>
                                          <a:pt x="66" y="771"/>
                                        </a:lnTo>
                                        <a:lnTo>
                                          <a:pt x="85" y="772"/>
                                        </a:lnTo>
                                        <a:lnTo>
                                          <a:pt x="85" y="772"/>
                                        </a:lnTo>
                                        <a:lnTo>
                                          <a:pt x="96" y="772"/>
                                        </a:lnTo>
                                        <a:lnTo>
                                          <a:pt x="106" y="771"/>
                                        </a:lnTo>
                                        <a:lnTo>
                                          <a:pt x="116" y="769"/>
                                        </a:lnTo>
                                        <a:lnTo>
                                          <a:pt x="125" y="766"/>
                                        </a:lnTo>
                                        <a:lnTo>
                                          <a:pt x="133" y="762"/>
                                        </a:lnTo>
                                        <a:lnTo>
                                          <a:pt x="142" y="758"/>
                                        </a:lnTo>
                                        <a:lnTo>
                                          <a:pt x="149" y="753"/>
                                        </a:lnTo>
                                        <a:lnTo>
                                          <a:pt x="157" y="746"/>
                                        </a:lnTo>
                                        <a:lnTo>
                                          <a:pt x="164" y="739"/>
                                        </a:lnTo>
                                        <a:lnTo>
                                          <a:pt x="172" y="729"/>
                                        </a:lnTo>
                                        <a:lnTo>
                                          <a:pt x="180" y="719"/>
                                        </a:lnTo>
                                        <a:lnTo>
                                          <a:pt x="186" y="707"/>
                                        </a:lnTo>
                                        <a:lnTo>
                                          <a:pt x="192" y="695"/>
                                        </a:lnTo>
                                        <a:lnTo>
                                          <a:pt x="199" y="679"/>
                                        </a:lnTo>
                                        <a:lnTo>
                                          <a:pt x="213" y="645"/>
                                        </a:lnTo>
                                        <a:lnTo>
                                          <a:pt x="236" y="583"/>
                                        </a:lnTo>
                                        <a:lnTo>
                                          <a:pt x="18" y="0"/>
                                        </a:lnTo>
                                        <a:lnTo>
                                          <a:pt x="159" y="0"/>
                                        </a:lnTo>
                                        <a:lnTo>
                                          <a:pt x="254" y="266"/>
                                        </a:lnTo>
                                        <a:lnTo>
                                          <a:pt x="254" y="266"/>
                                        </a:lnTo>
                                        <a:lnTo>
                                          <a:pt x="267" y="305"/>
                                        </a:lnTo>
                                        <a:lnTo>
                                          <a:pt x="278" y="343"/>
                                        </a:lnTo>
                                        <a:lnTo>
                                          <a:pt x="289" y="382"/>
                                        </a:lnTo>
                                        <a:lnTo>
                                          <a:pt x="300" y="419"/>
                                        </a:lnTo>
                                        <a:lnTo>
                                          <a:pt x="301" y="419"/>
                                        </a:lnTo>
                                        <a:lnTo>
                                          <a:pt x="301" y="419"/>
                                        </a:lnTo>
                                        <a:lnTo>
                                          <a:pt x="312" y="379"/>
                                        </a:lnTo>
                                        <a:lnTo>
                                          <a:pt x="326" y="332"/>
                                        </a:lnTo>
                                        <a:lnTo>
                                          <a:pt x="342" y="284"/>
                                        </a:lnTo>
                                        <a:lnTo>
                                          <a:pt x="358" y="237"/>
                                        </a:lnTo>
                                        <a:lnTo>
                                          <a:pt x="441" y="0"/>
                                        </a:lnTo>
                                        <a:lnTo>
                                          <a:pt x="575" y="0"/>
                                        </a:lnTo>
                                        <a:lnTo>
                                          <a:pt x="334" y="640"/>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Freeform 111"/>
                                <wps:cNvSpPr>
                                  <a:spLocks/>
                                </wps:cNvSpPr>
                                <wps:spPr bwMode="auto">
                                  <a:xfrm>
                                    <a:off x="890905" y="554990"/>
                                    <a:ext cx="34290" cy="68580"/>
                                  </a:xfrm>
                                  <a:custGeom>
                                    <a:avLst/>
                                    <a:gdLst>
                                      <a:gd name="T0" fmla="*/ 423 w 432"/>
                                      <a:gd name="T1" fmla="*/ 113 h 864"/>
                                      <a:gd name="T2" fmla="*/ 423 w 432"/>
                                      <a:gd name="T3" fmla="*/ 113 h 864"/>
                                      <a:gd name="T4" fmla="*/ 403 w 432"/>
                                      <a:gd name="T5" fmla="*/ 108 h 864"/>
                                      <a:gd name="T6" fmla="*/ 383 w 432"/>
                                      <a:gd name="T7" fmla="*/ 104 h 864"/>
                                      <a:gd name="T8" fmla="*/ 363 w 432"/>
                                      <a:gd name="T9" fmla="*/ 102 h 864"/>
                                      <a:gd name="T10" fmla="*/ 343 w 432"/>
                                      <a:gd name="T11" fmla="*/ 101 h 864"/>
                                      <a:gd name="T12" fmla="*/ 343 w 432"/>
                                      <a:gd name="T13" fmla="*/ 101 h 864"/>
                                      <a:gd name="T14" fmla="*/ 329 w 432"/>
                                      <a:gd name="T15" fmla="*/ 102 h 864"/>
                                      <a:gd name="T16" fmla="*/ 317 w 432"/>
                                      <a:gd name="T17" fmla="*/ 103 h 864"/>
                                      <a:gd name="T18" fmla="*/ 306 w 432"/>
                                      <a:gd name="T19" fmla="*/ 105 h 864"/>
                                      <a:gd name="T20" fmla="*/ 295 w 432"/>
                                      <a:gd name="T21" fmla="*/ 110 h 864"/>
                                      <a:gd name="T22" fmla="*/ 284 w 432"/>
                                      <a:gd name="T23" fmla="*/ 114 h 864"/>
                                      <a:gd name="T24" fmla="*/ 276 w 432"/>
                                      <a:gd name="T25" fmla="*/ 119 h 864"/>
                                      <a:gd name="T26" fmla="*/ 268 w 432"/>
                                      <a:gd name="T27" fmla="*/ 126 h 864"/>
                                      <a:gd name="T28" fmla="*/ 261 w 432"/>
                                      <a:gd name="T29" fmla="*/ 133 h 864"/>
                                      <a:gd name="T30" fmla="*/ 254 w 432"/>
                                      <a:gd name="T31" fmla="*/ 142 h 864"/>
                                      <a:gd name="T32" fmla="*/ 249 w 432"/>
                                      <a:gd name="T33" fmla="*/ 152 h 864"/>
                                      <a:gd name="T34" fmla="*/ 245 w 432"/>
                                      <a:gd name="T35" fmla="*/ 163 h 864"/>
                                      <a:gd name="T36" fmla="*/ 241 w 432"/>
                                      <a:gd name="T37" fmla="*/ 174 h 864"/>
                                      <a:gd name="T38" fmla="*/ 238 w 432"/>
                                      <a:gd name="T39" fmla="*/ 187 h 864"/>
                                      <a:gd name="T40" fmla="*/ 236 w 432"/>
                                      <a:gd name="T41" fmla="*/ 202 h 864"/>
                                      <a:gd name="T42" fmla="*/ 235 w 432"/>
                                      <a:gd name="T43" fmla="*/ 218 h 864"/>
                                      <a:gd name="T44" fmla="*/ 235 w 432"/>
                                      <a:gd name="T45" fmla="*/ 234 h 864"/>
                                      <a:gd name="T46" fmla="*/ 235 w 432"/>
                                      <a:gd name="T47" fmla="*/ 281 h 864"/>
                                      <a:gd name="T48" fmla="*/ 385 w 432"/>
                                      <a:gd name="T49" fmla="*/ 281 h 864"/>
                                      <a:gd name="T50" fmla="*/ 385 w 432"/>
                                      <a:gd name="T51" fmla="*/ 378 h 864"/>
                                      <a:gd name="T52" fmla="*/ 235 w 432"/>
                                      <a:gd name="T53" fmla="*/ 378 h 864"/>
                                      <a:gd name="T54" fmla="*/ 235 w 432"/>
                                      <a:gd name="T55" fmla="*/ 864 h 864"/>
                                      <a:gd name="T56" fmla="*/ 110 w 432"/>
                                      <a:gd name="T57" fmla="*/ 864 h 864"/>
                                      <a:gd name="T58" fmla="*/ 110 w 432"/>
                                      <a:gd name="T59" fmla="*/ 378 h 864"/>
                                      <a:gd name="T60" fmla="*/ 0 w 432"/>
                                      <a:gd name="T61" fmla="*/ 378 h 864"/>
                                      <a:gd name="T62" fmla="*/ 0 w 432"/>
                                      <a:gd name="T63" fmla="*/ 281 h 864"/>
                                      <a:gd name="T64" fmla="*/ 110 w 432"/>
                                      <a:gd name="T65" fmla="*/ 281 h 864"/>
                                      <a:gd name="T66" fmla="*/ 110 w 432"/>
                                      <a:gd name="T67" fmla="*/ 237 h 864"/>
                                      <a:gd name="T68" fmla="*/ 110 w 432"/>
                                      <a:gd name="T69" fmla="*/ 237 h 864"/>
                                      <a:gd name="T70" fmla="*/ 111 w 432"/>
                                      <a:gd name="T71" fmla="*/ 208 h 864"/>
                                      <a:gd name="T72" fmla="*/ 114 w 432"/>
                                      <a:gd name="T73" fmla="*/ 181 h 864"/>
                                      <a:gd name="T74" fmla="*/ 119 w 432"/>
                                      <a:gd name="T75" fmla="*/ 155 h 864"/>
                                      <a:gd name="T76" fmla="*/ 124 w 432"/>
                                      <a:gd name="T77" fmla="*/ 132 h 864"/>
                                      <a:gd name="T78" fmla="*/ 133 w 432"/>
                                      <a:gd name="T79" fmla="*/ 111 h 864"/>
                                      <a:gd name="T80" fmla="*/ 143 w 432"/>
                                      <a:gd name="T81" fmla="*/ 91 h 864"/>
                                      <a:gd name="T82" fmla="*/ 154 w 432"/>
                                      <a:gd name="T83" fmla="*/ 74 h 864"/>
                                      <a:gd name="T84" fmla="*/ 167 w 432"/>
                                      <a:gd name="T85" fmla="*/ 58 h 864"/>
                                      <a:gd name="T86" fmla="*/ 182 w 432"/>
                                      <a:gd name="T87" fmla="*/ 44 h 864"/>
                                      <a:gd name="T88" fmla="*/ 199 w 432"/>
                                      <a:gd name="T89" fmla="*/ 32 h 864"/>
                                      <a:gd name="T90" fmla="*/ 218 w 432"/>
                                      <a:gd name="T91" fmla="*/ 22 h 864"/>
                                      <a:gd name="T92" fmla="*/ 238 w 432"/>
                                      <a:gd name="T93" fmla="*/ 14 h 864"/>
                                      <a:gd name="T94" fmla="*/ 261 w 432"/>
                                      <a:gd name="T95" fmla="*/ 7 h 864"/>
                                      <a:gd name="T96" fmla="*/ 284 w 432"/>
                                      <a:gd name="T97" fmla="*/ 3 h 864"/>
                                      <a:gd name="T98" fmla="*/ 310 w 432"/>
                                      <a:gd name="T99" fmla="*/ 1 h 864"/>
                                      <a:gd name="T100" fmla="*/ 337 w 432"/>
                                      <a:gd name="T101" fmla="*/ 0 h 864"/>
                                      <a:gd name="T102" fmla="*/ 337 w 432"/>
                                      <a:gd name="T103" fmla="*/ 0 h 864"/>
                                      <a:gd name="T104" fmla="*/ 362 w 432"/>
                                      <a:gd name="T105" fmla="*/ 0 h 864"/>
                                      <a:gd name="T106" fmla="*/ 385 w 432"/>
                                      <a:gd name="T107" fmla="*/ 2 h 864"/>
                                      <a:gd name="T108" fmla="*/ 409 w 432"/>
                                      <a:gd name="T109" fmla="*/ 5 h 864"/>
                                      <a:gd name="T110" fmla="*/ 432 w 432"/>
                                      <a:gd name="T111" fmla="*/ 10 h 864"/>
                                      <a:gd name="T112" fmla="*/ 423 w 432"/>
                                      <a:gd name="T113" fmla="*/ 113 h 8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32" h="864">
                                        <a:moveTo>
                                          <a:pt x="423" y="113"/>
                                        </a:moveTo>
                                        <a:lnTo>
                                          <a:pt x="423" y="113"/>
                                        </a:lnTo>
                                        <a:lnTo>
                                          <a:pt x="403" y="108"/>
                                        </a:lnTo>
                                        <a:lnTo>
                                          <a:pt x="383" y="104"/>
                                        </a:lnTo>
                                        <a:lnTo>
                                          <a:pt x="363" y="102"/>
                                        </a:lnTo>
                                        <a:lnTo>
                                          <a:pt x="343" y="101"/>
                                        </a:lnTo>
                                        <a:lnTo>
                                          <a:pt x="343" y="101"/>
                                        </a:lnTo>
                                        <a:lnTo>
                                          <a:pt x="329" y="102"/>
                                        </a:lnTo>
                                        <a:lnTo>
                                          <a:pt x="317" y="103"/>
                                        </a:lnTo>
                                        <a:lnTo>
                                          <a:pt x="306" y="105"/>
                                        </a:lnTo>
                                        <a:lnTo>
                                          <a:pt x="295" y="110"/>
                                        </a:lnTo>
                                        <a:lnTo>
                                          <a:pt x="284" y="114"/>
                                        </a:lnTo>
                                        <a:lnTo>
                                          <a:pt x="276" y="119"/>
                                        </a:lnTo>
                                        <a:lnTo>
                                          <a:pt x="268" y="126"/>
                                        </a:lnTo>
                                        <a:lnTo>
                                          <a:pt x="261" y="133"/>
                                        </a:lnTo>
                                        <a:lnTo>
                                          <a:pt x="254" y="142"/>
                                        </a:lnTo>
                                        <a:lnTo>
                                          <a:pt x="249" y="152"/>
                                        </a:lnTo>
                                        <a:lnTo>
                                          <a:pt x="245" y="163"/>
                                        </a:lnTo>
                                        <a:lnTo>
                                          <a:pt x="241" y="174"/>
                                        </a:lnTo>
                                        <a:lnTo>
                                          <a:pt x="238" y="187"/>
                                        </a:lnTo>
                                        <a:lnTo>
                                          <a:pt x="236" y="202"/>
                                        </a:lnTo>
                                        <a:lnTo>
                                          <a:pt x="235" y="218"/>
                                        </a:lnTo>
                                        <a:lnTo>
                                          <a:pt x="235" y="234"/>
                                        </a:lnTo>
                                        <a:lnTo>
                                          <a:pt x="235" y="281"/>
                                        </a:lnTo>
                                        <a:lnTo>
                                          <a:pt x="385" y="281"/>
                                        </a:lnTo>
                                        <a:lnTo>
                                          <a:pt x="385" y="378"/>
                                        </a:lnTo>
                                        <a:lnTo>
                                          <a:pt x="235" y="378"/>
                                        </a:lnTo>
                                        <a:lnTo>
                                          <a:pt x="235" y="864"/>
                                        </a:lnTo>
                                        <a:lnTo>
                                          <a:pt x="110" y="864"/>
                                        </a:lnTo>
                                        <a:lnTo>
                                          <a:pt x="110" y="378"/>
                                        </a:lnTo>
                                        <a:lnTo>
                                          <a:pt x="0" y="378"/>
                                        </a:lnTo>
                                        <a:lnTo>
                                          <a:pt x="0" y="281"/>
                                        </a:lnTo>
                                        <a:lnTo>
                                          <a:pt x="110" y="281"/>
                                        </a:lnTo>
                                        <a:lnTo>
                                          <a:pt x="110" y="237"/>
                                        </a:lnTo>
                                        <a:lnTo>
                                          <a:pt x="110" y="237"/>
                                        </a:lnTo>
                                        <a:lnTo>
                                          <a:pt x="111" y="208"/>
                                        </a:lnTo>
                                        <a:lnTo>
                                          <a:pt x="114" y="181"/>
                                        </a:lnTo>
                                        <a:lnTo>
                                          <a:pt x="119" y="155"/>
                                        </a:lnTo>
                                        <a:lnTo>
                                          <a:pt x="124" y="132"/>
                                        </a:lnTo>
                                        <a:lnTo>
                                          <a:pt x="133" y="111"/>
                                        </a:lnTo>
                                        <a:lnTo>
                                          <a:pt x="143" y="91"/>
                                        </a:lnTo>
                                        <a:lnTo>
                                          <a:pt x="154" y="74"/>
                                        </a:lnTo>
                                        <a:lnTo>
                                          <a:pt x="167" y="58"/>
                                        </a:lnTo>
                                        <a:lnTo>
                                          <a:pt x="182" y="44"/>
                                        </a:lnTo>
                                        <a:lnTo>
                                          <a:pt x="199" y="32"/>
                                        </a:lnTo>
                                        <a:lnTo>
                                          <a:pt x="218" y="22"/>
                                        </a:lnTo>
                                        <a:lnTo>
                                          <a:pt x="238" y="14"/>
                                        </a:lnTo>
                                        <a:lnTo>
                                          <a:pt x="261" y="7"/>
                                        </a:lnTo>
                                        <a:lnTo>
                                          <a:pt x="284" y="3"/>
                                        </a:lnTo>
                                        <a:lnTo>
                                          <a:pt x="310" y="1"/>
                                        </a:lnTo>
                                        <a:lnTo>
                                          <a:pt x="337" y="0"/>
                                        </a:lnTo>
                                        <a:lnTo>
                                          <a:pt x="337" y="0"/>
                                        </a:lnTo>
                                        <a:lnTo>
                                          <a:pt x="362" y="0"/>
                                        </a:lnTo>
                                        <a:lnTo>
                                          <a:pt x="385" y="2"/>
                                        </a:lnTo>
                                        <a:lnTo>
                                          <a:pt x="409" y="5"/>
                                        </a:lnTo>
                                        <a:lnTo>
                                          <a:pt x="432" y="10"/>
                                        </a:lnTo>
                                        <a:lnTo>
                                          <a:pt x="423" y="113"/>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1" name="Freeform 112"/>
                                <wps:cNvSpPr>
                                  <a:spLocks noEditPoints="1"/>
                                </wps:cNvSpPr>
                                <wps:spPr bwMode="auto">
                                  <a:xfrm>
                                    <a:off x="924560" y="576580"/>
                                    <a:ext cx="44450" cy="48260"/>
                                  </a:xfrm>
                                  <a:custGeom>
                                    <a:avLst/>
                                    <a:gdLst>
                                      <a:gd name="T0" fmla="*/ 208 w 555"/>
                                      <a:gd name="T1" fmla="*/ 603 h 607"/>
                                      <a:gd name="T2" fmla="*/ 145 w 555"/>
                                      <a:gd name="T3" fmla="*/ 585 h 607"/>
                                      <a:gd name="T4" fmla="*/ 101 w 555"/>
                                      <a:gd name="T5" fmla="*/ 561 h 607"/>
                                      <a:gd name="T6" fmla="*/ 64 w 555"/>
                                      <a:gd name="T7" fmla="*/ 526 h 607"/>
                                      <a:gd name="T8" fmla="*/ 35 w 555"/>
                                      <a:gd name="T9" fmla="*/ 483 h 607"/>
                                      <a:gd name="T10" fmla="*/ 14 w 555"/>
                                      <a:gd name="T11" fmla="*/ 429 h 607"/>
                                      <a:gd name="T12" fmla="*/ 2 w 555"/>
                                      <a:gd name="T13" fmla="*/ 366 h 607"/>
                                      <a:gd name="T14" fmla="*/ 0 w 555"/>
                                      <a:gd name="T15" fmla="*/ 295 h 607"/>
                                      <a:gd name="T16" fmla="*/ 8 w 555"/>
                                      <a:gd name="T17" fmla="*/ 232 h 607"/>
                                      <a:gd name="T18" fmla="*/ 26 w 555"/>
                                      <a:gd name="T19" fmla="*/ 175 h 607"/>
                                      <a:gd name="T20" fmla="*/ 53 w 555"/>
                                      <a:gd name="T21" fmla="*/ 123 h 607"/>
                                      <a:gd name="T22" fmla="*/ 88 w 555"/>
                                      <a:gd name="T23" fmla="*/ 79 h 607"/>
                                      <a:gd name="T24" fmla="*/ 132 w 555"/>
                                      <a:gd name="T25" fmla="*/ 44 h 607"/>
                                      <a:gd name="T26" fmla="*/ 184 w 555"/>
                                      <a:gd name="T27" fmla="*/ 19 h 607"/>
                                      <a:gd name="T28" fmla="*/ 242 w 555"/>
                                      <a:gd name="T29" fmla="*/ 4 h 607"/>
                                      <a:gd name="T30" fmla="*/ 290 w 555"/>
                                      <a:gd name="T31" fmla="*/ 0 h 607"/>
                                      <a:gd name="T32" fmla="*/ 396 w 555"/>
                                      <a:gd name="T33" fmla="*/ 18 h 607"/>
                                      <a:gd name="T34" fmla="*/ 442 w 555"/>
                                      <a:gd name="T35" fmla="*/ 38 h 607"/>
                                      <a:gd name="T36" fmla="*/ 480 w 555"/>
                                      <a:gd name="T37" fmla="*/ 69 h 607"/>
                                      <a:gd name="T38" fmla="*/ 512 w 555"/>
                                      <a:gd name="T39" fmla="*/ 110 h 607"/>
                                      <a:gd name="T40" fmla="*/ 535 w 555"/>
                                      <a:gd name="T41" fmla="*/ 160 h 607"/>
                                      <a:gd name="T42" fmla="*/ 550 w 555"/>
                                      <a:gd name="T43" fmla="*/ 221 h 607"/>
                                      <a:gd name="T44" fmla="*/ 555 w 555"/>
                                      <a:gd name="T45" fmla="*/ 292 h 607"/>
                                      <a:gd name="T46" fmla="*/ 552 w 555"/>
                                      <a:gd name="T47" fmla="*/ 342 h 607"/>
                                      <a:gd name="T48" fmla="*/ 539 w 555"/>
                                      <a:gd name="T49" fmla="*/ 402 h 607"/>
                                      <a:gd name="T50" fmla="*/ 516 w 555"/>
                                      <a:gd name="T51" fmla="*/ 459 h 607"/>
                                      <a:gd name="T52" fmla="*/ 485 w 555"/>
                                      <a:gd name="T53" fmla="*/ 506 h 607"/>
                                      <a:gd name="T54" fmla="*/ 445 w 555"/>
                                      <a:gd name="T55" fmla="*/ 546 h 607"/>
                                      <a:gd name="T56" fmla="*/ 396 w 555"/>
                                      <a:gd name="T57" fmla="*/ 577 h 607"/>
                                      <a:gd name="T58" fmla="*/ 343 w 555"/>
                                      <a:gd name="T59" fmla="*/ 598 h 607"/>
                                      <a:gd name="T60" fmla="*/ 283 w 555"/>
                                      <a:gd name="T61" fmla="*/ 606 h 607"/>
                                      <a:gd name="T62" fmla="*/ 279 w 555"/>
                                      <a:gd name="T63" fmla="*/ 106 h 607"/>
                                      <a:gd name="T64" fmla="*/ 223 w 555"/>
                                      <a:gd name="T65" fmla="*/ 117 h 607"/>
                                      <a:gd name="T66" fmla="*/ 176 w 555"/>
                                      <a:gd name="T67" fmla="*/ 152 h 607"/>
                                      <a:gd name="T68" fmla="*/ 142 w 555"/>
                                      <a:gd name="T69" fmla="*/ 212 h 607"/>
                                      <a:gd name="T70" fmla="*/ 129 w 555"/>
                                      <a:gd name="T71" fmla="*/ 298 h 607"/>
                                      <a:gd name="T72" fmla="*/ 135 w 555"/>
                                      <a:gd name="T73" fmla="*/ 366 h 607"/>
                                      <a:gd name="T74" fmla="*/ 159 w 555"/>
                                      <a:gd name="T75" fmla="*/ 435 h 607"/>
                                      <a:gd name="T76" fmla="*/ 201 w 555"/>
                                      <a:gd name="T77" fmla="*/ 479 h 607"/>
                                      <a:gd name="T78" fmla="*/ 260 w 555"/>
                                      <a:gd name="T79" fmla="*/ 498 h 607"/>
                                      <a:gd name="T80" fmla="*/ 307 w 555"/>
                                      <a:gd name="T81" fmla="*/ 496 h 607"/>
                                      <a:gd name="T82" fmla="*/ 360 w 555"/>
                                      <a:gd name="T83" fmla="*/ 471 h 607"/>
                                      <a:gd name="T84" fmla="*/ 401 w 555"/>
                                      <a:gd name="T85" fmla="*/ 423 h 607"/>
                                      <a:gd name="T86" fmla="*/ 423 w 555"/>
                                      <a:gd name="T87" fmla="*/ 347 h 607"/>
                                      <a:gd name="T88" fmla="*/ 425 w 555"/>
                                      <a:gd name="T89" fmla="*/ 277 h 607"/>
                                      <a:gd name="T90" fmla="*/ 413 w 555"/>
                                      <a:gd name="T91" fmla="*/ 201 h 607"/>
                                      <a:gd name="T92" fmla="*/ 380 w 555"/>
                                      <a:gd name="T93" fmla="*/ 145 h 607"/>
                                      <a:gd name="T94" fmla="*/ 330 w 555"/>
                                      <a:gd name="T95" fmla="*/ 113 h 607"/>
                                      <a:gd name="T96" fmla="*/ 279 w 555"/>
                                      <a:gd name="T97" fmla="*/ 106 h 6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555" h="607">
                                        <a:moveTo>
                                          <a:pt x="266" y="607"/>
                                        </a:moveTo>
                                        <a:lnTo>
                                          <a:pt x="266" y="607"/>
                                        </a:lnTo>
                                        <a:lnTo>
                                          <a:pt x="236" y="606"/>
                                        </a:lnTo>
                                        <a:lnTo>
                                          <a:pt x="208" y="603"/>
                                        </a:lnTo>
                                        <a:lnTo>
                                          <a:pt x="182" y="598"/>
                                        </a:lnTo>
                                        <a:lnTo>
                                          <a:pt x="169" y="593"/>
                                        </a:lnTo>
                                        <a:lnTo>
                                          <a:pt x="157" y="589"/>
                                        </a:lnTo>
                                        <a:lnTo>
                                          <a:pt x="145" y="585"/>
                                        </a:lnTo>
                                        <a:lnTo>
                                          <a:pt x="133" y="579"/>
                                        </a:lnTo>
                                        <a:lnTo>
                                          <a:pt x="121" y="574"/>
                                        </a:lnTo>
                                        <a:lnTo>
                                          <a:pt x="111" y="567"/>
                                        </a:lnTo>
                                        <a:lnTo>
                                          <a:pt x="101" y="561"/>
                                        </a:lnTo>
                                        <a:lnTo>
                                          <a:pt x="91" y="553"/>
                                        </a:lnTo>
                                        <a:lnTo>
                                          <a:pt x="82" y="545"/>
                                        </a:lnTo>
                                        <a:lnTo>
                                          <a:pt x="72" y="536"/>
                                        </a:lnTo>
                                        <a:lnTo>
                                          <a:pt x="64" y="526"/>
                                        </a:lnTo>
                                        <a:lnTo>
                                          <a:pt x="56" y="517"/>
                                        </a:lnTo>
                                        <a:lnTo>
                                          <a:pt x="48" y="506"/>
                                        </a:lnTo>
                                        <a:lnTo>
                                          <a:pt x="42" y="495"/>
                                        </a:lnTo>
                                        <a:lnTo>
                                          <a:pt x="35" y="483"/>
                                        </a:lnTo>
                                        <a:lnTo>
                                          <a:pt x="29" y="470"/>
                                        </a:lnTo>
                                        <a:lnTo>
                                          <a:pt x="24" y="457"/>
                                        </a:lnTo>
                                        <a:lnTo>
                                          <a:pt x="18" y="445"/>
                                        </a:lnTo>
                                        <a:lnTo>
                                          <a:pt x="14" y="429"/>
                                        </a:lnTo>
                                        <a:lnTo>
                                          <a:pt x="11" y="414"/>
                                        </a:lnTo>
                                        <a:lnTo>
                                          <a:pt x="8" y="399"/>
                                        </a:lnTo>
                                        <a:lnTo>
                                          <a:pt x="4" y="383"/>
                                        </a:lnTo>
                                        <a:lnTo>
                                          <a:pt x="2" y="366"/>
                                        </a:lnTo>
                                        <a:lnTo>
                                          <a:pt x="1" y="349"/>
                                        </a:lnTo>
                                        <a:lnTo>
                                          <a:pt x="0" y="311"/>
                                        </a:lnTo>
                                        <a:lnTo>
                                          <a:pt x="0" y="311"/>
                                        </a:lnTo>
                                        <a:lnTo>
                                          <a:pt x="0" y="295"/>
                                        </a:lnTo>
                                        <a:lnTo>
                                          <a:pt x="1" y="278"/>
                                        </a:lnTo>
                                        <a:lnTo>
                                          <a:pt x="2" y="262"/>
                                        </a:lnTo>
                                        <a:lnTo>
                                          <a:pt x="5" y="247"/>
                                        </a:lnTo>
                                        <a:lnTo>
                                          <a:pt x="8" y="232"/>
                                        </a:lnTo>
                                        <a:lnTo>
                                          <a:pt x="12" y="217"/>
                                        </a:lnTo>
                                        <a:lnTo>
                                          <a:pt x="15" y="203"/>
                                        </a:lnTo>
                                        <a:lnTo>
                                          <a:pt x="20" y="188"/>
                                        </a:lnTo>
                                        <a:lnTo>
                                          <a:pt x="26" y="175"/>
                                        </a:lnTo>
                                        <a:lnTo>
                                          <a:pt x="31" y="161"/>
                                        </a:lnTo>
                                        <a:lnTo>
                                          <a:pt x="38" y="148"/>
                                        </a:lnTo>
                                        <a:lnTo>
                                          <a:pt x="45" y="135"/>
                                        </a:lnTo>
                                        <a:lnTo>
                                          <a:pt x="53" y="123"/>
                                        </a:lnTo>
                                        <a:lnTo>
                                          <a:pt x="60" y="111"/>
                                        </a:lnTo>
                                        <a:lnTo>
                                          <a:pt x="69" y="101"/>
                                        </a:lnTo>
                                        <a:lnTo>
                                          <a:pt x="78" y="90"/>
                                        </a:lnTo>
                                        <a:lnTo>
                                          <a:pt x="88" y="79"/>
                                        </a:lnTo>
                                        <a:lnTo>
                                          <a:pt x="99" y="70"/>
                                        </a:lnTo>
                                        <a:lnTo>
                                          <a:pt x="110" y="61"/>
                                        </a:lnTo>
                                        <a:lnTo>
                                          <a:pt x="120" y="52"/>
                                        </a:lnTo>
                                        <a:lnTo>
                                          <a:pt x="132" y="44"/>
                                        </a:lnTo>
                                        <a:lnTo>
                                          <a:pt x="144" y="37"/>
                                        </a:lnTo>
                                        <a:lnTo>
                                          <a:pt x="157" y="30"/>
                                        </a:lnTo>
                                        <a:lnTo>
                                          <a:pt x="170" y="24"/>
                                        </a:lnTo>
                                        <a:lnTo>
                                          <a:pt x="184" y="19"/>
                                        </a:lnTo>
                                        <a:lnTo>
                                          <a:pt x="198" y="14"/>
                                        </a:lnTo>
                                        <a:lnTo>
                                          <a:pt x="212" y="10"/>
                                        </a:lnTo>
                                        <a:lnTo>
                                          <a:pt x="227" y="7"/>
                                        </a:lnTo>
                                        <a:lnTo>
                                          <a:pt x="242" y="4"/>
                                        </a:lnTo>
                                        <a:lnTo>
                                          <a:pt x="257" y="1"/>
                                        </a:lnTo>
                                        <a:lnTo>
                                          <a:pt x="273" y="0"/>
                                        </a:lnTo>
                                        <a:lnTo>
                                          <a:pt x="290" y="0"/>
                                        </a:lnTo>
                                        <a:lnTo>
                                          <a:pt x="290" y="0"/>
                                        </a:lnTo>
                                        <a:lnTo>
                                          <a:pt x="318" y="1"/>
                                        </a:lnTo>
                                        <a:lnTo>
                                          <a:pt x="346" y="5"/>
                                        </a:lnTo>
                                        <a:lnTo>
                                          <a:pt x="372" y="10"/>
                                        </a:lnTo>
                                        <a:lnTo>
                                          <a:pt x="396" y="18"/>
                                        </a:lnTo>
                                        <a:lnTo>
                                          <a:pt x="408" y="22"/>
                                        </a:lnTo>
                                        <a:lnTo>
                                          <a:pt x="420" y="26"/>
                                        </a:lnTo>
                                        <a:lnTo>
                                          <a:pt x="431" y="33"/>
                                        </a:lnTo>
                                        <a:lnTo>
                                          <a:pt x="442" y="38"/>
                                        </a:lnTo>
                                        <a:lnTo>
                                          <a:pt x="452" y="46"/>
                                        </a:lnTo>
                                        <a:lnTo>
                                          <a:pt x="462" y="53"/>
                                        </a:lnTo>
                                        <a:lnTo>
                                          <a:pt x="472" y="61"/>
                                        </a:lnTo>
                                        <a:lnTo>
                                          <a:pt x="480" y="69"/>
                                        </a:lnTo>
                                        <a:lnTo>
                                          <a:pt x="489" y="79"/>
                                        </a:lnTo>
                                        <a:lnTo>
                                          <a:pt x="497" y="89"/>
                                        </a:lnTo>
                                        <a:lnTo>
                                          <a:pt x="505" y="98"/>
                                        </a:lnTo>
                                        <a:lnTo>
                                          <a:pt x="512" y="110"/>
                                        </a:lnTo>
                                        <a:lnTo>
                                          <a:pt x="519" y="121"/>
                                        </a:lnTo>
                                        <a:lnTo>
                                          <a:pt x="524" y="134"/>
                                        </a:lnTo>
                                        <a:lnTo>
                                          <a:pt x="531" y="147"/>
                                        </a:lnTo>
                                        <a:lnTo>
                                          <a:pt x="535" y="160"/>
                                        </a:lnTo>
                                        <a:lnTo>
                                          <a:pt x="540" y="174"/>
                                        </a:lnTo>
                                        <a:lnTo>
                                          <a:pt x="544" y="189"/>
                                        </a:lnTo>
                                        <a:lnTo>
                                          <a:pt x="547" y="205"/>
                                        </a:lnTo>
                                        <a:lnTo>
                                          <a:pt x="550" y="221"/>
                                        </a:lnTo>
                                        <a:lnTo>
                                          <a:pt x="552" y="237"/>
                                        </a:lnTo>
                                        <a:lnTo>
                                          <a:pt x="553" y="255"/>
                                        </a:lnTo>
                                        <a:lnTo>
                                          <a:pt x="554" y="273"/>
                                        </a:lnTo>
                                        <a:lnTo>
                                          <a:pt x="555" y="292"/>
                                        </a:lnTo>
                                        <a:lnTo>
                                          <a:pt x="555" y="292"/>
                                        </a:lnTo>
                                        <a:lnTo>
                                          <a:pt x="554" y="309"/>
                                        </a:lnTo>
                                        <a:lnTo>
                                          <a:pt x="553" y="326"/>
                                        </a:lnTo>
                                        <a:lnTo>
                                          <a:pt x="552" y="342"/>
                                        </a:lnTo>
                                        <a:lnTo>
                                          <a:pt x="550" y="357"/>
                                        </a:lnTo>
                                        <a:lnTo>
                                          <a:pt x="547" y="373"/>
                                        </a:lnTo>
                                        <a:lnTo>
                                          <a:pt x="543" y="388"/>
                                        </a:lnTo>
                                        <a:lnTo>
                                          <a:pt x="539" y="402"/>
                                        </a:lnTo>
                                        <a:lnTo>
                                          <a:pt x="534" y="418"/>
                                        </a:lnTo>
                                        <a:lnTo>
                                          <a:pt x="529" y="432"/>
                                        </a:lnTo>
                                        <a:lnTo>
                                          <a:pt x="522" y="445"/>
                                        </a:lnTo>
                                        <a:lnTo>
                                          <a:pt x="516" y="459"/>
                                        </a:lnTo>
                                        <a:lnTo>
                                          <a:pt x="509" y="470"/>
                                        </a:lnTo>
                                        <a:lnTo>
                                          <a:pt x="502" y="483"/>
                                        </a:lnTo>
                                        <a:lnTo>
                                          <a:pt x="493" y="495"/>
                                        </a:lnTo>
                                        <a:lnTo>
                                          <a:pt x="485" y="506"/>
                                        </a:lnTo>
                                        <a:lnTo>
                                          <a:pt x="475" y="517"/>
                                        </a:lnTo>
                                        <a:lnTo>
                                          <a:pt x="465" y="528"/>
                                        </a:lnTo>
                                        <a:lnTo>
                                          <a:pt x="456" y="537"/>
                                        </a:lnTo>
                                        <a:lnTo>
                                          <a:pt x="445" y="546"/>
                                        </a:lnTo>
                                        <a:lnTo>
                                          <a:pt x="433" y="555"/>
                                        </a:lnTo>
                                        <a:lnTo>
                                          <a:pt x="421" y="563"/>
                                        </a:lnTo>
                                        <a:lnTo>
                                          <a:pt x="409" y="570"/>
                                        </a:lnTo>
                                        <a:lnTo>
                                          <a:pt x="396" y="577"/>
                                        </a:lnTo>
                                        <a:lnTo>
                                          <a:pt x="384" y="583"/>
                                        </a:lnTo>
                                        <a:lnTo>
                                          <a:pt x="371" y="588"/>
                                        </a:lnTo>
                                        <a:lnTo>
                                          <a:pt x="357" y="593"/>
                                        </a:lnTo>
                                        <a:lnTo>
                                          <a:pt x="343" y="598"/>
                                        </a:lnTo>
                                        <a:lnTo>
                                          <a:pt x="328" y="601"/>
                                        </a:lnTo>
                                        <a:lnTo>
                                          <a:pt x="313" y="603"/>
                                        </a:lnTo>
                                        <a:lnTo>
                                          <a:pt x="298" y="605"/>
                                        </a:lnTo>
                                        <a:lnTo>
                                          <a:pt x="283" y="606"/>
                                        </a:lnTo>
                                        <a:lnTo>
                                          <a:pt x="266" y="607"/>
                                        </a:lnTo>
                                        <a:lnTo>
                                          <a:pt x="266" y="607"/>
                                        </a:lnTo>
                                        <a:close/>
                                        <a:moveTo>
                                          <a:pt x="279" y="106"/>
                                        </a:moveTo>
                                        <a:lnTo>
                                          <a:pt x="279" y="106"/>
                                        </a:lnTo>
                                        <a:lnTo>
                                          <a:pt x="265" y="107"/>
                                        </a:lnTo>
                                        <a:lnTo>
                                          <a:pt x="250" y="108"/>
                                        </a:lnTo>
                                        <a:lnTo>
                                          <a:pt x="237" y="112"/>
                                        </a:lnTo>
                                        <a:lnTo>
                                          <a:pt x="223" y="117"/>
                                        </a:lnTo>
                                        <a:lnTo>
                                          <a:pt x="211" y="123"/>
                                        </a:lnTo>
                                        <a:lnTo>
                                          <a:pt x="199" y="132"/>
                                        </a:lnTo>
                                        <a:lnTo>
                                          <a:pt x="187" y="140"/>
                                        </a:lnTo>
                                        <a:lnTo>
                                          <a:pt x="176" y="152"/>
                                        </a:lnTo>
                                        <a:lnTo>
                                          <a:pt x="165" y="164"/>
                                        </a:lnTo>
                                        <a:lnTo>
                                          <a:pt x="157" y="178"/>
                                        </a:lnTo>
                                        <a:lnTo>
                                          <a:pt x="149" y="194"/>
                                        </a:lnTo>
                                        <a:lnTo>
                                          <a:pt x="142" y="212"/>
                                        </a:lnTo>
                                        <a:lnTo>
                                          <a:pt x="136" y="231"/>
                                        </a:lnTo>
                                        <a:lnTo>
                                          <a:pt x="133" y="252"/>
                                        </a:lnTo>
                                        <a:lnTo>
                                          <a:pt x="130" y="274"/>
                                        </a:lnTo>
                                        <a:lnTo>
                                          <a:pt x="129" y="298"/>
                                        </a:lnTo>
                                        <a:lnTo>
                                          <a:pt x="129" y="298"/>
                                        </a:lnTo>
                                        <a:lnTo>
                                          <a:pt x="130" y="323"/>
                                        </a:lnTo>
                                        <a:lnTo>
                                          <a:pt x="132" y="344"/>
                                        </a:lnTo>
                                        <a:lnTo>
                                          <a:pt x="135" y="366"/>
                                        </a:lnTo>
                                        <a:lnTo>
                                          <a:pt x="139" y="385"/>
                                        </a:lnTo>
                                        <a:lnTo>
                                          <a:pt x="144" y="404"/>
                                        </a:lnTo>
                                        <a:lnTo>
                                          <a:pt x="150" y="420"/>
                                        </a:lnTo>
                                        <a:lnTo>
                                          <a:pt x="159" y="435"/>
                                        </a:lnTo>
                                        <a:lnTo>
                                          <a:pt x="168" y="448"/>
                                        </a:lnTo>
                                        <a:lnTo>
                                          <a:pt x="177" y="460"/>
                                        </a:lnTo>
                                        <a:lnTo>
                                          <a:pt x="188" y="470"/>
                                        </a:lnTo>
                                        <a:lnTo>
                                          <a:pt x="201" y="479"/>
                                        </a:lnTo>
                                        <a:lnTo>
                                          <a:pt x="214" y="485"/>
                                        </a:lnTo>
                                        <a:lnTo>
                                          <a:pt x="228" y="492"/>
                                        </a:lnTo>
                                        <a:lnTo>
                                          <a:pt x="244" y="495"/>
                                        </a:lnTo>
                                        <a:lnTo>
                                          <a:pt x="260" y="498"/>
                                        </a:lnTo>
                                        <a:lnTo>
                                          <a:pt x="278" y="498"/>
                                        </a:lnTo>
                                        <a:lnTo>
                                          <a:pt x="278" y="498"/>
                                        </a:lnTo>
                                        <a:lnTo>
                                          <a:pt x="293" y="498"/>
                                        </a:lnTo>
                                        <a:lnTo>
                                          <a:pt x="307" y="496"/>
                                        </a:lnTo>
                                        <a:lnTo>
                                          <a:pt x="321" y="492"/>
                                        </a:lnTo>
                                        <a:lnTo>
                                          <a:pt x="335" y="487"/>
                                        </a:lnTo>
                                        <a:lnTo>
                                          <a:pt x="348" y="480"/>
                                        </a:lnTo>
                                        <a:lnTo>
                                          <a:pt x="360" y="471"/>
                                        </a:lnTo>
                                        <a:lnTo>
                                          <a:pt x="372" y="462"/>
                                        </a:lnTo>
                                        <a:lnTo>
                                          <a:pt x="382" y="450"/>
                                        </a:lnTo>
                                        <a:lnTo>
                                          <a:pt x="392" y="437"/>
                                        </a:lnTo>
                                        <a:lnTo>
                                          <a:pt x="401" y="423"/>
                                        </a:lnTo>
                                        <a:lnTo>
                                          <a:pt x="408" y="407"/>
                                        </a:lnTo>
                                        <a:lnTo>
                                          <a:pt x="415" y="388"/>
                                        </a:lnTo>
                                        <a:lnTo>
                                          <a:pt x="420" y="369"/>
                                        </a:lnTo>
                                        <a:lnTo>
                                          <a:pt x="423" y="347"/>
                                        </a:lnTo>
                                        <a:lnTo>
                                          <a:pt x="425" y="325"/>
                                        </a:lnTo>
                                        <a:lnTo>
                                          <a:pt x="427" y="301"/>
                                        </a:lnTo>
                                        <a:lnTo>
                                          <a:pt x="427" y="301"/>
                                        </a:lnTo>
                                        <a:lnTo>
                                          <a:pt x="425" y="277"/>
                                        </a:lnTo>
                                        <a:lnTo>
                                          <a:pt x="424" y="257"/>
                                        </a:lnTo>
                                        <a:lnTo>
                                          <a:pt x="421" y="236"/>
                                        </a:lnTo>
                                        <a:lnTo>
                                          <a:pt x="417" y="218"/>
                                        </a:lnTo>
                                        <a:lnTo>
                                          <a:pt x="413" y="201"/>
                                        </a:lnTo>
                                        <a:lnTo>
                                          <a:pt x="406" y="185"/>
                                        </a:lnTo>
                                        <a:lnTo>
                                          <a:pt x="399" y="170"/>
                                        </a:lnTo>
                                        <a:lnTo>
                                          <a:pt x="390" y="157"/>
                                        </a:lnTo>
                                        <a:lnTo>
                                          <a:pt x="380" y="145"/>
                                        </a:lnTo>
                                        <a:lnTo>
                                          <a:pt x="370" y="135"/>
                                        </a:lnTo>
                                        <a:lnTo>
                                          <a:pt x="358" y="126"/>
                                        </a:lnTo>
                                        <a:lnTo>
                                          <a:pt x="344" y="119"/>
                                        </a:lnTo>
                                        <a:lnTo>
                                          <a:pt x="330" y="113"/>
                                        </a:lnTo>
                                        <a:lnTo>
                                          <a:pt x="314" y="109"/>
                                        </a:lnTo>
                                        <a:lnTo>
                                          <a:pt x="298" y="107"/>
                                        </a:lnTo>
                                        <a:lnTo>
                                          <a:pt x="279" y="106"/>
                                        </a:lnTo>
                                        <a:lnTo>
                                          <a:pt x="279" y="106"/>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2" name="Freeform 113"/>
                                <wps:cNvSpPr>
                                  <a:spLocks/>
                                </wps:cNvSpPr>
                                <wps:spPr bwMode="auto">
                                  <a:xfrm>
                                    <a:off x="979805" y="576580"/>
                                    <a:ext cx="24130" cy="46990"/>
                                  </a:xfrm>
                                  <a:custGeom>
                                    <a:avLst/>
                                    <a:gdLst>
                                      <a:gd name="T0" fmla="*/ 296 w 303"/>
                                      <a:gd name="T1" fmla="*/ 124 h 596"/>
                                      <a:gd name="T2" fmla="*/ 296 w 303"/>
                                      <a:gd name="T3" fmla="*/ 124 h 596"/>
                                      <a:gd name="T4" fmla="*/ 276 w 303"/>
                                      <a:gd name="T5" fmla="*/ 122 h 596"/>
                                      <a:gd name="T6" fmla="*/ 255 w 303"/>
                                      <a:gd name="T7" fmla="*/ 121 h 596"/>
                                      <a:gd name="T8" fmla="*/ 237 w 303"/>
                                      <a:gd name="T9" fmla="*/ 123 h 596"/>
                                      <a:gd name="T10" fmla="*/ 229 w 303"/>
                                      <a:gd name="T11" fmla="*/ 125 h 596"/>
                                      <a:gd name="T12" fmla="*/ 221 w 303"/>
                                      <a:gd name="T13" fmla="*/ 127 h 596"/>
                                      <a:gd name="T14" fmla="*/ 213 w 303"/>
                                      <a:gd name="T15" fmla="*/ 131 h 596"/>
                                      <a:gd name="T16" fmla="*/ 205 w 303"/>
                                      <a:gd name="T17" fmla="*/ 134 h 596"/>
                                      <a:gd name="T18" fmla="*/ 199 w 303"/>
                                      <a:gd name="T19" fmla="*/ 138 h 596"/>
                                      <a:gd name="T20" fmla="*/ 191 w 303"/>
                                      <a:gd name="T21" fmla="*/ 144 h 596"/>
                                      <a:gd name="T22" fmla="*/ 185 w 303"/>
                                      <a:gd name="T23" fmla="*/ 149 h 596"/>
                                      <a:gd name="T24" fmla="*/ 178 w 303"/>
                                      <a:gd name="T25" fmla="*/ 154 h 596"/>
                                      <a:gd name="T26" fmla="*/ 167 w 303"/>
                                      <a:gd name="T27" fmla="*/ 168 h 596"/>
                                      <a:gd name="T28" fmla="*/ 158 w 303"/>
                                      <a:gd name="T29" fmla="*/ 185 h 596"/>
                                      <a:gd name="T30" fmla="*/ 148 w 303"/>
                                      <a:gd name="T31" fmla="*/ 203 h 596"/>
                                      <a:gd name="T32" fmla="*/ 142 w 303"/>
                                      <a:gd name="T33" fmla="*/ 223 h 596"/>
                                      <a:gd name="T34" fmla="*/ 135 w 303"/>
                                      <a:gd name="T35" fmla="*/ 246 h 596"/>
                                      <a:gd name="T36" fmla="*/ 131 w 303"/>
                                      <a:gd name="T37" fmla="*/ 271 h 596"/>
                                      <a:gd name="T38" fmla="*/ 128 w 303"/>
                                      <a:gd name="T39" fmla="*/ 298 h 596"/>
                                      <a:gd name="T40" fmla="*/ 126 w 303"/>
                                      <a:gd name="T41" fmla="*/ 327 h 596"/>
                                      <a:gd name="T42" fmla="*/ 124 w 303"/>
                                      <a:gd name="T43" fmla="*/ 359 h 596"/>
                                      <a:gd name="T44" fmla="*/ 124 w 303"/>
                                      <a:gd name="T45" fmla="*/ 596 h 596"/>
                                      <a:gd name="T46" fmla="*/ 0 w 303"/>
                                      <a:gd name="T47" fmla="*/ 596 h 596"/>
                                      <a:gd name="T48" fmla="*/ 0 w 303"/>
                                      <a:gd name="T49" fmla="*/ 13 h 596"/>
                                      <a:gd name="T50" fmla="*/ 119 w 303"/>
                                      <a:gd name="T51" fmla="*/ 13 h 596"/>
                                      <a:gd name="T52" fmla="*/ 119 w 303"/>
                                      <a:gd name="T53" fmla="*/ 13 h 596"/>
                                      <a:gd name="T54" fmla="*/ 118 w 303"/>
                                      <a:gd name="T55" fmla="*/ 41 h 596"/>
                                      <a:gd name="T56" fmla="*/ 116 w 303"/>
                                      <a:gd name="T57" fmla="*/ 74 h 596"/>
                                      <a:gd name="T58" fmla="*/ 113 w 303"/>
                                      <a:gd name="T59" fmla="*/ 108 h 596"/>
                                      <a:gd name="T60" fmla="*/ 107 w 303"/>
                                      <a:gd name="T61" fmla="*/ 143 h 596"/>
                                      <a:gd name="T62" fmla="*/ 109 w 303"/>
                                      <a:gd name="T63" fmla="*/ 143 h 596"/>
                                      <a:gd name="T64" fmla="*/ 109 w 303"/>
                                      <a:gd name="T65" fmla="*/ 143 h 596"/>
                                      <a:gd name="T66" fmla="*/ 115 w 303"/>
                                      <a:gd name="T67" fmla="*/ 127 h 596"/>
                                      <a:gd name="T68" fmla="*/ 121 w 303"/>
                                      <a:gd name="T69" fmla="*/ 113 h 596"/>
                                      <a:gd name="T70" fmla="*/ 128 w 303"/>
                                      <a:gd name="T71" fmla="*/ 99 h 596"/>
                                      <a:gd name="T72" fmla="*/ 135 w 303"/>
                                      <a:gd name="T73" fmla="*/ 85 h 596"/>
                                      <a:gd name="T74" fmla="*/ 144 w 303"/>
                                      <a:gd name="T75" fmla="*/ 72 h 596"/>
                                      <a:gd name="T76" fmla="*/ 153 w 303"/>
                                      <a:gd name="T77" fmla="*/ 61 h 596"/>
                                      <a:gd name="T78" fmla="*/ 163 w 303"/>
                                      <a:gd name="T79" fmla="*/ 49 h 596"/>
                                      <a:gd name="T80" fmla="*/ 175 w 303"/>
                                      <a:gd name="T81" fmla="*/ 38 h 596"/>
                                      <a:gd name="T82" fmla="*/ 187 w 303"/>
                                      <a:gd name="T83" fmla="*/ 28 h 596"/>
                                      <a:gd name="T84" fmla="*/ 201 w 303"/>
                                      <a:gd name="T85" fmla="*/ 21 h 596"/>
                                      <a:gd name="T86" fmla="*/ 215 w 303"/>
                                      <a:gd name="T87" fmla="*/ 13 h 596"/>
                                      <a:gd name="T88" fmla="*/ 230 w 303"/>
                                      <a:gd name="T89" fmla="*/ 8 h 596"/>
                                      <a:gd name="T90" fmla="*/ 247 w 303"/>
                                      <a:gd name="T91" fmla="*/ 3 h 596"/>
                                      <a:gd name="T92" fmla="*/ 264 w 303"/>
                                      <a:gd name="T93" fmla="*/ 1 h 596"/>
                                      <a:gd name="T94" fmla="*/ 282 w 303"/>
                                      <a:gd name="T95" fmla="*/ 0 h 596"/>
                                      <a:gd name="T96" fmla="*/ 303 w 303"/>
                                      <a:gd name="T97" fmla="*/ 1 h 596"/>
                                      <a:gd name="T98" fmla="*/ 296 w 303"/>
                                      <a:gd name="T99" fmla="*/ 124 h 5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303" h="596">
                                        <a:moveTo>
                                          <a:pt x="296" y="124"/>
                                        </a:moveTo>
                                        <a:lnTo>
                                          <a:pt x="296" y="124"/>
                                        </a:lnTo>
                                        <a:lnTo>
                                          <a:pt x="276" y="122"/>
                                        </a:lnTo>
                                        <a:lnTo>
                                          <a:pt x="255" y="121"/>
                                        </a:lnTo>
                                        <a:lnTo>
                                          <a:pt x="237" y="123"/>
                                        </a:lnTo>
                                        <a:lnTo>
                                          <a:pt x="229" y="125"/>
                                        </a:lnTo>
                                        <a:lnTo>
                                          <a:pt x="221" y="127"/>
                                        </a:lnTo>
                                        <a:lnTo>
                                          <a:pt x="213" y="131"/>
                                        </a:lnTo>
                                        <a:lnTo>
                                          <a:pt x="205" y="134"/>
                                        </a:lnTo>
                                        <a:lnTo>
                                          <a:pt x="199" y="138"/>
                                        </a:lnTo>
                                        <a:lnTo>
                                          <a:pt x="191" y="144"/>
                                        </a:lnTo>
                                        <a:lnTo>
                                          <a:pt x="185" y="149"/>
                                        </a:lnTo>
                                        <a:lnTo>
                                          <a:pt x="178" y="154"/>
                                        </a:lnTo>
                                        <a:lnTo>
                                          <a:pt x="167" y="168"/>
                                        </a:lnTo>
                                        <a:lnTo>
                                          <a:pt x="158" y="185"/>
                                        </a:lnTo>
                                        <a:lnTo>
                                          <a:pt x="148" y="203"/>
                                        </a:lnTo>
                                        <a:lnTo>
                                          <a:pt x="142" y="223"/>
                                        </a:lnTo>
                                        <a:lnTo>
                                          <a:pt x="135" y="246"/>
                                        </a:lnTo>
                                        <a:lnTo>
                                          <a:pt x="131" y="271"/>
                                        </a:lnTo>
                                        <a:lnTo>
                                          <a:pt x="128" y="298"/>
                                        </a:lnTo>
                                        <a:lnTo>
                                          <a:pt x="126" y="327"/>
                                        </a:lnTo>
                                        <a:lnTo>
                                          <a:pt x="124" y="359"/>
                                        </a:lnTo>
                                        <a:lnTo>
                                          <a:pt x="124" y="596"/>
                                        </a:lnTo>
                                        <a:lnTo>
                                          <a:pt x="0" y="596"/>
                                        </a:lnTo>
                                        <a:lnTo>
                                          <a:pt x="0" y="13"/>
                                        </a:lnTo>
                                        <a:lnTo>
                                          <a:pt x="119" y="13"/>
                                        </a:lnTo>
                                        <a:lnTo>
                                          <a:pt x="119" y="13"/>
                                        </a:lnTo>
                                        <a:lnTo>
                                          <a:pt x="118" y="41"/>
                                        </a:lnTo>
                                        <a:lnTo>
                                          <a:pt x="116" y="74"/>
                                        </a:lnTo>
                                        <a:lnTo>
                                          <a:pt x="113" y="108"/>
                                        </a:lnTo>
                                        <a:lnTo>
                                          <a:pt x="107" y="143"/>
                                        </a:lnTo>
                                        <a:lnTo>
                                          <a:pt x="109" y="143"/>
                                        </a:lnTo>
                                        <a:lnTo>
                                          <a:pt x="109" y="143"/>
                                        </a:lnTo>
                                        <a:lnTo>
                                          <a:pt x="115" y="127"/>
                                        </a:lnTo>
                                        <a:lnTo>
                                          <a:pt x="121" y="113"/>
                                        </a:lnTo>
                                        <a:lnTo>
                                          <a:pt x="128" y="99"/>
                                        </a:lnTo>
                                        <a:lnTo>
                                          <a:pt x="135" y="85"/>
                                        </a:lnTo>
                                        <a:lnTo>
                                          <a:pt x="144" y="72"/>
                                        </a:lnTo>
                                        <a:lnTo>
                                          <a:pt x="153" y="61"/>
                                        </a:lnTo>
                                        <a:lnTo>
                                          <a:pt x="163" y="49"/>
                                        </a:lnTo>
                                        <a:lnTo>
                                          <a:pt x="175" y="38"/>
                                        </a:lnTo>
                                        <a:lnTo>
                                          <a:pt x="187" y="28"/>
                                        </a:lnTo>
                                        <a:lnTo>
                                          <a:pt x="201" y="21"/>
                                        </a:lnTo>
                                        <a:lnTo>
                                          <a:pt x="215" y="13"/>
                                        </a:lnTo>
                                        <a:lnTo>
                                          <a:pt x="230" y="8"/>
                                        </a:lnTo>
                                        <a:lnTo>
                                          <a:pt x="247" y="3"/>
                                        </a:lnTo>
                                        <a:lnTo>
                                          <a:pt x="264" y="1"/>
                                        </a:lnTo>
                                        <a:lnTo>
                                          <a:pt x="282" y="0"/>
                                        </a:lnTo>
                                        <a:lnTo>
                                          <a:pt x="303" y="1"/>
                                        </a:lnTo>
                                        <a:lnTo>
                                          <a:pt x="296" y="124"/>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3" name="Freeform 114"/>
                                <wps:cNvSpPr>
                                  <a:spLocks/>
                                </wps:cNvSpPr>
                                <wps:spPr bwMode="auto">
                                  <a:xfrm>
                                    <a:off x="1029335" y="560070"/>
                                    <a:ext cx="52070" cy="64770"/>
                                  </a:xfrm>
                                  <a:custGeom>
                                    <a:avLst/>
                                    <a:gdLst>
                                      <a:gd name="T0" fmla="*/ 609 w 660"/>
                                      <a:gd name="T1" fmla="*/ 144 h 815"/>
                                      <a:gd name="T2" fmla="*/ 531 w 660"/>
                                      <a:gd name="T3" fmla="*/ 123 h 815"/>
                                      <a:gd name="T4" fmla="*/ 450 w 660"/>
                                      <a:gd name="T5" fmla="*/ 112 h 815"/>
                                      <a:gd name="T6" fmla="*/ 394 w 660"/>
                                      <a:gd name="T7" fmla="*/ 113 h 815"/>
                                      <a:gd name="T8" fmla="*/ 325 w 660"/>
                                      <a:gd name="T9" fmla="*/ 126 h 815"/>
                                      <a:gd name="T10" fmla="*/ 287 w 660"/>
                                      <a:gd name="T11" fmla="*/ 142 h 815"/>
                                      <a:gd name="T12" fmla="*/ 251 w 660"/>
                                      <a:gd name="T13" fmla="*/ 163 h 815"/>
                                      <a:gd name="T14" fmla="*/ 220 w 660"/>
                                      <a:gd name="T15" fmla="*/ 188 h 815"/>
                                      <a:gd name="T16" fmla="*/ 193 w 660"/>
                                      <a:gd name="T17" fmla="*/ 219 h 815"/>
                                      <a:gd name="T18" fmla="*/ 171 w 660"/>
                                      <a:gd name="T19" fmla="*/ 255 h 815"/>
                                      <a:gd name="T20" fmla="*/ 154 w 660"/>
                                      <a:gd name="T21" fmla="*/ 296 h 815"/>
                                      <a:gd name="T22" fmla="*/ 143 w 660"/>
                                      <a:gd name="T23" fmla="*/ 342 h 815"/>
                                      <a:gd name="T24" fmla="*/ 138 w 660"/>
                                      <a:gd name="T25" fmla="*/ 393 h 815"/>
                                      <a:gd name="T26" fmla="*/ 138 w 660"/>
                                      <a:gd name="T27" fmla="*/ 444 h 815"/>
                                      <a:gd name="T28" fmla="*/ 147 w 660"/>
                                      <a:gd name="T29" fmla="*/ 506 h 815"/>
                                      <a:gd name="T30" fmla="*/ 160 w 660"/>
                                      <a:gd name="T31" fmla="*/ 547 h 815"/>
                                      <a:gd name="T32" fmla="*/ 178 w 660"/>
                                      <a:gd name="T33" fmla="*/ 584 h 815"/>
                                      <a:gd name="T34" fmla="*/ 201 w 660"/>
                                      <a:gd name="T35" fmla="*/ 615 h 815"/>
                                      <a:gd name="T36" fmla="*/ 229 w 660"/>
                                      <a:gd name="T37" fmla="*/ 642 h 815"/>
                                      <a:gd name="T38" fmla="*/ 260 w 660"/>
                                      <a:gd name="T39" fmla="*/ 664 h 815"/>
                                      <a:gd name="T40" fmla="*/ 297 w 660"/>
                                      <a:gd name="T41" fmla="*/ 682 h 815"/>
                                      <a:gd name="T42" fmla="*/ 336 w 660"/>
                                      <a:gd name="T43" fmla="*/ 693 h 815"/>
                                      <a:gd name="T44" fmla="*/ 379 w 660"/>
                                      <a:gd name="T45" fmla="*/ 700 h 815"/>
                                      <a:gd name="T46" fmla="*/ 428 w 660"/>
                                      <a:gd name="T47" fmla="*/ 701 h 815"/>
                                      <a:gd name="T48" fmla="*/ 504 w 660"/>
                                      <a:gd name="T49" fmla="*/ 690 h 815"/>
                                      <a:gd name="T50" fmla="*/ 660 w 660"/>
                                      <a:gd name="T51" fmla="*/ 395 h 815"/>
                                      <a:gd name="T52" fmla="*/ 630 w 660"/>
                                      <a:gd name="T53" fmla="*/ 778 h 815"/>
                                      <a:gd name="T54" fmla="*/ 532 w 660"/>
                                      <a:gd name="T55" fmla="*/ 802 h 815"/>
                                      <a:gd name="T56" fmla="*/ 429 w 660"/>
                                      <a:gd name="T57" fmla="*/ 814 h 815"/>
                                      <a:gd name="T58" fmla="*/ 373 w 660"/>
                                      <a:gd name="T59" fmla="*/ 814 h 815"/>
                                      <a:gd name="T60" fmla="*/ 308 w 660"/>
                                      <a:gd name="T61" fmla="*/ 808 h 815"/>
                                      <a:gd name="T62" fmla="*/ 249 w 660"/>
                                      <a:gd name="T63" fmla="*/ 794 h 815"/>
                                      <a:gd name="T64" fmla="*/ 196 w 660"/>
                                      <a:gd name="T65" fmla="*/ 773 h 815"/>
                                      <a:gd name="T66" fmla="*/ 147 w 660"/>
                                      <a:gd name="T67" fmla="*/ 745 h 815"/>
                                      <a:gd name="T68" fmla="*/ 106 w 660"/>
                                      <a:gd name="T69" fmla="*/ 711 h 815"/>
                                      <a:gd name="T70" fmla="*/ 71 w 660"/>
                                      <a:gd name="T71" fmla="*/ 670 h 815"/>
                                      <a:gd name="T72" fmla="*/ 42 w 660"/>
                                      <a:gd name="T73" fmla="*/ 623 h 815"/>
                                      <a:gd name="T74" fmla="*/ 22 w 660"/>
                                      <a:gd name="T75" fmla="*/ 569 h 815"/>
                                      <a:gd name="T76" fmla="*/ 7 w 660"/>
                                      <a:gd name="T77" fmla="*/ 511 h 815"/>
                                      <a:gd name="T78" fmla="*/ 0 w 660"/>
                                      <a:gd name="T79" fmla="*/ 447 h 815"/>
                                      <a:gd name="T80" fmla="*/ 0 w 660"/>
                                      <a:gd name="T81" fmla="*/ 401 h 815"/>
                                      <a:gd name="T82" fmla="*/ 8 w 660"/>
                                      <a:gd name="T83" fmla="*/ 336 h 815"/>
                                      <a:gd name="T84" fmla="*/ 23 w 660"/>
                                      <a:gd name="T85" fmla="*/ 274 h 815"/>
                                      <a:gd name="T86" fmla="*/ 46 w 660"/>
                                      <a:gd name="T87" fmla="*/ 217 h 815"/>
                                      <a:gd name="T88" fmla="*/ 77 w 660"/>
                                      <a:gd name="T89" fmla="*/ 166 h 815"/>
                                      <a:gd name="T90" fmla="*/ 116 w 660"/>
                                      <a:gd name="T91" fmla="*/ 120 h 815"/>
                                      <a:gd name="T92" fmla="*/ 161 w 660"/>
                                      <a:gd name="T93" fmla="*/ 81 h 815"/>
                                      <a:gd name="T94" fmla="*/ 214 w 660"/>
                                      <a:gd name="T95" fmla="*/ 50 h 815"/>
                                      <a:gd name="T96" fmla="*/ 273 w 660"/>
                                      <a:gd name="T97" fmla="*/ 25 h 815"/>
                                      <a:gd name="T98" fmla="*/ 337 w 660"/>
                                      <a:gd name="T99" fmla="*/ 9 h 815"/>
                                      <a:gd name="T100" fmla="*/ 408 w 660"/>
                                      <a:gd name="T101" fmla="*/ 1 h 815"/>
                                      <a:gd name="T102" fmla="*/ 462 w 660"/>
                                      <a:gd name="T103" fmla="*/ 1 h 815"/>
                                      <a:gd name="T104" fmla="*/ 546 w 660"/>
                                      <a:gd name="T105" fmla="*/ 9 h 815"/>
                                      <a:gd name="T106" fmla="*/ 627 w 660"/>
                                      <a:gd name="T107" fmla="*/ 27 h 8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660" h="815">
                                        <a:moveTo>
                                          <a:pt x="634" y="153"/>
                                        </a:moveTo>
                                        <a:lnTo>
                                          <a:pt x="634" y="153"/>
                                        </a:lnTo>
                                        <a:lnTo>
                                          <a:pt x="609" y="144"/>
                                        </a:lnTo>
                                        <a:lnTo>
                                          <a:pt x="583" y="136"/>
                                        </a:lnTo>
                                        <a:lnTo>
                                          <a:pt x="558" y="128"/>
                                        </a:lnTo>
                                        <a:lnTo>
                                          <a:pt x="531" y="123"/>
                                        </a:lnTo>
                                        <a:lnTo>
                                          <a:pt x="504" y="118"/>
                                        </a:lnTo>
                                        <a:lnTo>
                                          <a:pt x="477" y="114"/>
                                        </a:lnTo>
                                        <a:lnTo>
                                          <a:pt x="450" y="112"/>
                                        </a:lnTo>
                                        <a:lnTo>
                                          <a:pt x="423" y="112"/>
                                        </a:lnTo>
                                        <a:lnTo>
                                          <a:pt x="423" y="112"/>
                                        </a:lnTo>
                                        <a:lnTo>
                                          <a:pt x="394" y="113"/>
                                        </a:lnTo>
                                        <a:lnTo>
                                          <a:pt x="365" y="117"/>
                                        </a:lnTo>
                                        <a:lnTo>
                                          <a:pt x="337" y="123"/>
                                        </a:lnTo>
                                        <a:lnTo>
                                          <a:pt x="325" y="126"/>
                                        </a:lnTo>
                                        <a:lnTo>
                                          <a:pt x="312" y="132"/>
                                        </a:lnTo>
                                        <a:lnTo>
                                          <a:pt x="299" y="136"/>
                                        </a:lnTo>
                                        <a:lnTo>
                                          <a:pt x="287" y="142"/>
                                        </a:lnTo>
                                        <a:lnTo>
                                          <a:pt x="274" y="148"/>
                                        </a:lnTo>
                                        <a:lnTo>
                                          <a:pt x="263" y="155"/>
                                        </a:lnTo>
                                        <a:lnTo>
                                          <a:pt x="251" y="163"/>
                                        </a:lnTo>
                                        <a:lnTo>
                                          <a:pt x="241" y="171"/>
                                        </a:lnTo>
                                        <a:lnTo>
                                          <a:pt x="230" y="179"/>
                                        </a:lnTo>
                                        <a:lnTo>
                                          <a:pt x="220" y="188"/>
                                        </a:lnTo>
                                        <a:lnTo>
                                          <a:pt x="211" y="197"/>
                                        </a:lnTo>
                                        <a:lnTo>
                                          <a:pt x="202" y="208"/>
                                        </a:lnTo>
                                        <a:lnTo>
                                          <a:pt x="193" y="219"/>
                                        </a:lnTo>
                                        <a:lnTo>
                                          <a:pt x="186" y="231"/>
                                        </a:lnTo>
                                        <a:lnTo>
                                          <a:pt x="178" y="243"/>
                                        </a:lnTo>
                                        <a:lnTo>
                                          <a:pt x="171" y="255"/>
                                        </a:lnTo>
                                        <a:lnTo>
                                          <a:pt x="164" y="269"/>
                                        </a:lnTo>
                                        <a:lnTo>
                                          <a:pt x="159" y="282"/>
                                        </a:lnTo>
                                        <a:lnTo>
                                          <a:pt x="154" y="296"/>
                                        </a:lnTo>
                                        <a:lnTo>
                                          <a:pt x="149" y="311"/>
                                        </a:lnTo>
                                        <a:lnTo>
                                          <a:pt x="146" y="326"/>
                                        </a:lnTo>
                                        <a:lnTo>
                                          <a:pt x="143" y="342"/>
                                        </a:lnTo>
                                        <a:lnTo>
                                          <a:pt x="140" y="358"/>
                                        </a:lnTo>
                                        <a:lnTo>
                                          <a:pt x="139" y="375"/>
                                        </a:lnTo>
                                        <a:lnTo>
                                          <a:pt x="138" y="393"/>
                                        </a:lnTo>
                                        <a:lnTo>
                                          <a:pt x="137" y="411"/>
                                        </a:lnTo>
                                        <a:lnTo>
                                          <a:pt x="137" y="411"/>
                                        </a:lnTo>
                                        <a:lnTo>
                                          <a:pt x="138" y="444"/>
                                        </a:lnTo>
                                        <a:lnTo>
                                          <a:pt x="142" y="477"/>
                                        </a:lnTo>
                                        <a:lnTo>
                                          <a:pt x="144" y="492"/>
                                        </a:lnTo>
                                        <a:lnTo>
                                          <a:pt x="147" y="506"/>
                                        </a:lnTo>
                                        <a:lnTo>
                                          <a:pt x="152" y="520"/>
                                        </a:lnTo>
                                        <a:lnTo>
                                          <a:pt x="156" y="534"/>
                                        </a:lnTo>
                                        <a:lnTo>
                                          <a:pt x="160" y="547"/>
                                        </a:lnTo>
                                        <a:lnTo>
                                          <a:pt x="167" y="560"/>
                                        </a:lnTo>
                                        <a:lnTo>
                                          <a:pt x="172" y="572"/>
                                        </a:lnTo>
                                        <a:lnTo>
                                          <a:pt x="178" y="584"/>
                                        </a:lnTo>
                                        <a:lnTo>
                                          <a:pt x="186" y="594"/>
                                        </a:lnTo>
                                        <a:lnTo>
                                          <a:pt x="193" y="605"/>
                                        </a:lnTo>
                                        <a:lnTo>
                                          <a:pt x="201" y="615"/>
                                        </a:lnTo>
                                        <a:lnTo>
                                          <a:pt x="210" y="624"/>
                                        </a:lnTo>
                                        <a:lnTo>
                                          <a:pt x="219" y="634"/>
                                        </a:lnTo>
                                        <a:lnTo>
                                          <a:pt x="229" y="642"/>
                                        </a:lnTo>
                                        <a:lnTo>
                                          <a:pt x="239" y="650"/>
                                        </a:lnTo>
                                        <a:lnTo>
                                          <a:pt x="249" y="658"/>
                                        </a:lnTo>
                                        <a:lnTo>
                                          <a:pt x="260" y="664"/>
                                        </a:lnTo>
                                        <a:lnTo>
                                          <a:pt x="272" y="671"/>
                                        </a:lnTo>
                                        <a:lnTo>
                                          <a:pt x="284" y="676"/>
                                        </a:lnTo>
                                        <a:lnTo>
                                          <a:pt x="297" y="682"/>
                                        </a:lnTo>
                                        <a:lnTo>
                                          <a:pt x="309" y="686"/>
                                        </a:lnTo>
                                        <a:lnTo>
                                          <a:pt x="322" y="690"/>
                                        </a:lnTo>
                                        <a:lnTo>
                                          <a:pt x="336" y="693"/>
                                        </a:lnTo>
                                        <a:lnTo>
                                          <a:pt x="350" y="696"/>
                                        </a:lnTo>
                                        <a:lnTo>
                                          <a:pt x="364" y="698"/>
                                        </a:lnTo>
                                        <a:lnTo>
                                          <a:pt x="379" y="700"/>
                                        </a:lnTo>
                                        <a:lnTo>
                                          <a:pt x="410" y="701"/>
                                        </a:lnTo>
                                        <a:lnTo>
                                          <a:pt x="410" y="701"/>
                                        </a:lnTo>
                                        <a:lnTo>
                                          <a:pt x="428" y="701"/>
                                        </a:lnTo>
                                        <a:lnTo>
                                          <a:pt x="444" y="700"/>
                                        </a:lnTo>
                                        <a:lnTo>
                                          <a:pt x="475" y="696"/>
                                        </a:lnTo>
                                        <a:lnTo>
                                          <a:pt x="504" y="690"/>
                                        </a:lnTo>
                                        <a:lnTo>
                                          <a:pt x="532" y="683"/>
                                        </a:lnTo>
                                        <a:lnTo>
                                          <a:pt x="532" y="395"/>
                                        </a:lnTo>
                                        <a:lnTo>
                                          <a:pt x="660" y="395"/>
                                        </a:lnTo>
                                        <a:lnTo>
                                          <a:pt x="660" y="767"/>
                                        </a:lnTo>
                                        <a:lnTo>
                                          <a:pt x="660" y="767"/>
                                        </a:lnTo>
                                        <a:lnTo>
                                          <a:pt x="630" y="778"/>
                                        </a:lnTo>
                                        <a:lnTo>
                                          <a:pt x="597" y="787"/>
                                        </a:lnTo>
                                        <a:lnTo>
                                          <a:pt x="565" y="795"/>
                                        </a:lnTo>
                                        <a:lnTo>
                                          <a:pt x="532" y="802"/>
                                        </a:lnTo>
                                        <a:lnTo>
                                          <a:pt x="497" y="808"/>
                                        </a:lnTo>
                                        <a:lnTo>
                                          <a:pt x="463" y="812"/>
                                        </a:lnTo>
                                        <a:lnTo>
                                          <a:pt x="429" y="814"/>
                                        </a:lnTo>
                                        <a:lnTo>
                                          <a:pt x="395" y="815"/>
                                        </a:lnTo>
                                        <a:lnTo>
                                          <a:pt x="395" y="815"/>
                                        </a:lnTo>
                                        <a:lnTo>
                                          <a:pt x="373" y="814"/>
                                        </a:lnTo>
                                        <a:lnTo>
                                          <a:pt x="350" y="813"/>
                                        </a:lnTo>
                                        <a:lnTo>
                                          <a:pt x="329" y="811"/>
                                        </a:lnTo>
                                        <a:lnTo>
                                          <a:pt x="308" y="808"/>
                                        </a:lnTo>
                                        <a:lnTo>
                                          <a:pt x="288" y="805"/>
                                        </a:lnTo>
                                        <a:lnTo>
                                          <a:pt x="268" y="799"/>
                                        </a:lnTo>
                                        <a:lnTo>
                                          <a:pt x="249" y="794"/>
                                        </a:lnTo>
                                        <a:lnTo>
                                          <a:pt x="230" y="788"/>
                                        </a:lnTo>
                                        <a:lnTo>
                                          <a:pt x="213" y="781"/>
                                        </a:lnTo>
                                        <a:lnTo>
                                          <a:pt x="196" y="773"/>
                                        </a:lnTo>
                                        <a:lnTo>
                                          <a:pt x="178" y="765"/>
                                        </a:lnTo>
                                        <a:lnTo>
                                          <a:pt x="162" y="756"/>
                                        </a:lnTo>
                                        <a:lnTo>
                                          <a:pt x="147" y="745"/>
                                        </a:lnTo>
                                        <a:lnTo>
                                          <a:pt x="133" y="734"/>
                                        </a:lnTo>
                                        <a:lnTo>
                                          <a:pt x="119" y="724"/>
                                        </a:lnTo>
                                        <a:lnTo>
                                          <a:pt x="106" y="711"/>
                                        </a:lnTo>
                                        <a:lnTo>
                                          <a:pt x="94" y="698"/>
                                        </a:lnTo>
                                        <a:lnTo>
                                          <a:pt x="82" y="685"/>
                                        </a:lnTo>
                                        <a:lnTo>
                                          <a:pt x="71" y="670"/>
                                        </a:lnTo>
                                        <a:lnTo>
                                          <a:pt x="60" y="655"/>
                                        </a:lnTo>
                                        <a:lnTo>
                                          <a:pt x="52" y="640"/>
                                        </a:lnTo>
                                        <a:lnTo>
                                          <a:pt x="42" y="623"/>
                                        </a:lnTo>
                                        <a:lnTo>
                                          <a:pt x="34" y="606"/>
                                        </a:lnTo>
                                        <a:lnTo>
                                          <a:pt x="27" y="588"/>
                                        </a:lnTo>
                                        <a:lnTo>
                                          <a:pt x="22" y="569"/>
                                        </a:lnTo>
                                        <a:lnTo>
                                          <a:pt x="15" y="551"/>
                                        </a:lnTo>
                                        <a:lnTo>
                                          <a:pt x="11" y="531"/>
                                        </a:lnTo>
                                        <a:lnTo>
                                          <a:pt x="7" y="511"/>
                                        </a:lnTo>
                                        <a:lnTo>
                                          <a:pt x="4" y="490"/>
                                        </a:lnTo>
                                        <a:lnTo>
                                          <a:pt x="2" y="469"/>
                                        </a:lnTo>
                                        <a:lnTo>
                                          <a:pt x="0" y="447"/>
                                        </a:lnTo>
                                        <a:lnTo>
                                          <a:pt x="0" y="424"/>
                                        </a:lnTo>
                                        <a:lnTo>
                                          <a:pt x="0" y="424"/>
                                        </a:lnTo>
                                        <a:lnTo>
                                          <a:pt x="0" y="401"/>
                                        </a:lnTo>
                                        <a:lnTo>
                                          <a:pt x="2" y="379"/>
                                        </a:lnTo>
                                        <a:lnTo>
                                          <a:pt x="4" y="357"/>
                                        </a:lnTo>
                                        <a:lnTo>
                                          <a:pt x="8" y="336"/>
                                        </a:lnTo>
                                        <a:lnTo>
                                          <a:pt x="12" y="315"/>
                                        </a:lnTo>
                                        <a:lnTo>
                                          <a:pt x="17" y="293"/>
                                        </a:lnTo>
                                        <a:lnTo>
                                          <a:pt x="23" y="274"/>
                                        </a:lnTo>
                                        <a:lnTo>
                                          <a:pt x="30" y="255"/>
                                        </a:lnTo>
                                        <a:lnTo>
                                          <a:pt x="38" y="235"/>
                                        </a:lnTo>
                                        <a:lnTo>
                                          <a:pt x="46" y="217"/>
                                        </a:lnTo>
                                        <a:lnTo>
                                          <a:pt x="56" y="200"/>
                                        </a:lnTo>
                                        <a:lnTo>
                                          <a:pt x="66" y="182"/>
                                        </a:lnTo>
                                        <a:lnTo>
                                          <a:pt x="77" y="166"/>
                                        </a:lnTo>
                                        <a:lnTo>
                                          <a:pt x="89" y="150"/>
                                        </a:lnTo>
                                        <a:lnTo>
                                          <a:pt x="102" y="135"/>
                                        </a:lnTo>
                                        <a:lnTo>
                                          <a:pt x="116" y="120"/>
                                        </a:lnTo>
                                        <a:lnTo>
                                          <a:pt x="130" y="107"/>
                                        </a:lnTo>
                                        <a:lnTo>
                                          <a:pt x="145" y="94"/>
                                        </a:lnTo>
                                        <a:lnTo>
                                          <a:pt x="161" y="81"/>
                                        </a:lnTo>
                                        <a:lnTo>
                                          <a:pt x="178" y="70"/>
                                        </a:lnTo>
                                        <a:lnTo>
                                          <a:pt x="196" y="59"/>
                                        </a:lnTo>
                                        <a:lnTo>
                                          <a:pt x="214" y="50"/>
                                        </a:lnTo>
                                        <a:lnTo>
                                          <a:pt x="232" y="40"/>
                                        </a:lnTo>
                                        <a:lnTo>
                                          <a:pt x="253" y="33"/>
                                        </a:lnTo>
                                        <a:lnTo>
                                          <a:pt x="273" y="25"/>
                                        </a:lnTo>
                                        <a:lnTo>
                                          <a:pt x="293" y="18"/>
                                        </a:lnTo>
                                        <a:lnTo>
                                          <a:pt x="315" y="13"/>
                                        </a:lnTo>
                                        <a:lnTo>
                                          <a:pt x="337" y="9"/>
                                        </a:lnTo>
                                        <a:lnTo>
                                          <a:pt x="361" y="6"/>
                                        </a:lnTo>
                                        <a:lnTo>
                                          <a:pt x="385" y="2"/>
                                        </a:lnTo>
                                        <a:lnTo>
                                          <a:pt x="408" y="1"/>
                                        </a:lnTo>
                                        <a:lnTo>
                                          <a:pt x="434" y="0"/>
                                        </a:lnTo>
                                        <a:lnTo>
                                          <a:pt x="434" y="0"/>
                                        </a:lnTo>
                                        <a:lnTo>
                                          <a:pt x="462" y="1"/>
                                        </a:lnTo>
                                        <a:lnTo>
                                          <a:pt x="490" y="2"/>
                                        </a:lnTo>
                                        <a:lnTo>
                                          <a:pt x="519" y="6"/>
                                        </a:lnTo>
                                        <a:lnTo>
                                          <a:pt x="546" y="9"/>
                                        </a:lnTo>
                                        <a:lnTo>
                                          <a:pt x="574" y="14"/>
                                        </a:lnTo>
                                        <a:lnTo>
                                          <a:pt x="601" y="20"/>
                                        </a:lnTo>
                                        <a:lnTo>
                                          <a:pt x="627" y="27"/>
                                        </a:lnTo>
                                        <a:lnTo>
                                          <a:pt x="653" y="35"/>
                                        </a:lnTo>
                                        <a:lnTo>
                                          <a:pt x="634" y="153"/>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4" name="Freeform 115"/>
                                <wps:cNvSpPr>
                                  <a:spLocks noEditPoints="1"/>
                                </wps:cNvSpPr>
                                <wps:spPr bwMode="auto">
                                  <a:xfrm>
                                    <a:off x="1092200" y="576580"/>
                                    <a:ext cx="40005" cy="48260"/>
                                  </a:xfrm>
                                  <a:custGeom>
                                    <a:avLst/>
                                    <a:gdLst>
                                      <a:gd name="T0" fmla="*/ 128 w 503"/>
                                      <a:gd name="T1" fmla="*/ 311 h 607"/>
                                      <a:gd name="T2" fmla="*/ 133 w 503"/>
                                      <a:gd name="T3" fmla="*/ 380 h 607"/>
                                      <a:gd name="T4" fmla="*/ 150 w 503"/>
                                      <a:gd name="T5" fmla="*/ 433 h 607"/>
                                      <a:gd name="T6" fmla="*/ 181 w 503"/>
                                      <a:gd name="T7" fmla="*/ 471 h 607"/>
                                      <a:gd name="T8" fmla="*/ 223 w 503"/>
                                      <a:gd name="T9" fmla="*/ 495 h 607"/>
                                      <a:gd name="T10" fmla="*/ 279 w 503"/>
                                      <a:gd name="T11" fmla="*/ 506 h 607"/>
                                      <a:gd name="T12" fmla="*/ 322 w 503"/>
                                      <a:gd name="T13" fmla="*/ 506 h 607"/>
                                      <a:gd name="T14" fmla="*/ 389 w 503"/>
                                      <a:gd name="T15" fmla="*/ 497 h 607"/>
                                      <a:gd name="T16" fmla="*/ 451 w 503"/>
                                      <a:gd name="T17" fmla="*/ 478 h 607"/>
                                      <a:gd name="T18" fmla="*/ 481 w 503"/>
                                      <a:gd name="T19" fmla="*/ 570 h 607"/>
                                      <a:gd name="T20" fmla="*/ 410 w 503"/>
                                      <a:gd name="T21" fmla="*/ 592 h 607"/>
                                      <a:gd name="T22" fmla="*/ 333 w 503"/>
                                      <a:gd name="T23" fmla="*/ 604 h 607"/>
                                      <a:gd name="T24" fmla="*/ 280 w 503"/>
                                      <a:gd name="T25" fmla="*/ 607 h 607"/>
                                      <a:gd name="T26" fmla="*/ 201 w 503"/>
                                      <a:gd name="T27" fmla="*/ 600 h 607"/>
                                      <a:gd name="T28" fmla="*/ 160 w 503"/>
                                      <a:gd name="T29" fmla="*/ 589 h 607"/>
                                      <a:gd name="T30" fmla="*/ 123 w 503"/>
                                      <a:gd name="T31" fmla="*/ 573 h 607"/>
                                      <a:gd name="T32" fmla="*/ 91 w 503"/>
                                      <a:gd name="T33" fmla="*/ 551 h 607"/>
                                      <a:gd name="T34" fmla="*/ 63 w 503"/>
                                      <a:gd name="T35" fmla="*/ 524 h 607"/>
                                      <a:gd name="T36" fmla="*/ 41 w 503"/>
                                      <a:gd name="T37" fmla="*/ 493 h 607"/>
                                      <a:gd name="T38" fmla="*/ 22 w 503"/>
                                      <a:gd name="T39" fmla="*/ 455 h 607"/>
                                      <a:gd name="T40" fmla="*/ 10 w 503"/>
                                      <a:gd name="T41" fmla="*/ 411 h 607"/>
                                      <a:gd name="T42" fmla="*/ 1 w 503"/>
                                      <a:gd name="T43" fmla="*/ 345 h 607"/>
                                      <a:gd name="T44" fmla="*/ 1 w 503"/>
                                      <a:gd name="T45" fmla="*/ 275 h 607"/>
                                      <a:gd name="T46" fmla="*/ 17 w 503"/>
                                      <a:gd name="T47" fmla="*/ 186 h 607"/>
                                      <a:gd name="T48" fmla="*/ 39 w 503"/>
                                      <a:gd name="T49" fmla="*/ 133 h 607"/>
                                      <a:gd name="T50" fmla="*/ 60 w 503"/>
                                      <a:gd name="T51" fmla="*/ 98 h 607"/>
                                      <a:gd name="T52" fmla="*/ 87 w 503"/>
                                      <a:gd name="T53" fmla="*/ 68 h 607"/>
                                      <a:gd name="T54" fmla="*/ 117 w 503"/>
                                      <a:gd name="T55" fmla="*/ 43 h 607"/>
                                      <a:gd name="T56" fmla="*/ 152 w 503"/>
                                      <a:gd name="T57" fmla="*/ 24 h 607"/>
                                      <a:gd name="T58" fmla="*/ 191 w 503"/>
                                      <a:gd name="T59" fmla="*/ 10 h 607"/>
                                      <a:gd name="T60" fmla="*/ 234 w 503"/>
                                      <a:gd name="T61" fmla="*/ 1 h 607"/>
                                      <a:gd name="T62" fmla="*/ 265 w 503"/>
                                      <a:gd name="T63" fmla="*/ 0 h 607"/>
                                      <a:gd name="T64" fmla="*/ 309 w 503"/>
                                      <a:gd name="T65" fmla="*/ 4 h 607"/>
                                      <a:gd name="T66" fmla="*/ 348 w 503"/>
                                      <a:gd name="T67" fmla="*/ 12 h 607"/>
                                      <a:gd name="T68" fmla="*/ 383 w 503"/>
                                      <a:gd name="T69" fmla="*/ 25 h 607"/>
                                      <a:gd name="T70" fmla="*/ 413 w 503"/>
                                      <a:gd name="T71" fmla="*/ 43 h 607"/>
                                      <a:gd name="T72" fmla="*/ 438 w 503"/>
                                      <a:gd name="T73" fmla="*/ 66 h 607"/>
                                      <a:gd name="T74" fmla="*/ 470 w 503"/>
                                      <a:gd name="T75" fmla="*/ 111 h 607"/>
                                      <a:gd name="T76" fmla="*/ 494 w 503"/>
                                      <a:gd name="T77" fmla="*/ 178 h 607"/>
                                      <a:gd name="T78" fmla="*/ 503 w 503"/>
                                      <a:gd name="T79" fmla="*/ 253 h 607"/>
                                      <a:gd name="T80" fmla="*/ 498 w 503"/>
                                      <a:gd name="T81" fmla="*/ 311 h 607"/>
                                      <a:gd name="T82" fmla="*/ 260 w 503"/>
                                      <a:gd name="T83" fmla="*/ 93 h 607"/>
                                      <a:gd name="T84" fmla="*/ 223 w 503"/>
                                      <a:gd name="T85" fmla="*/ 98 h 607"/>
                                      <a:gd name="T86" fmla="*/ 191 w 503"/>
                                      <a:gd name="T87" fmla="*/ 113 h 607"/>
                                      <a:gd name="T88" fmla="*/ 165 w 503"/>
                                      <a:gd name="T89" fmla="*/ 137 h 607"/>
                                      <a:gd name="T90" fmla="*/ 145 w 503"/>
                                      <a:gd name="T91" fmla="*/ 170 h 607"/>
                                      <a:gd name="T92" fmla="*/ 133 w 503"/>
                                      <a:gd name="T93" fmla="*/ 208 h 607"/>
                                      <a:gd name="T94" fmla="*/ 377 w 503"/>
                                      <a:gd name="T95" fmla="*/ 223 h 607"/>
                                      <a:gd name="T96" fmla="*/ 374 w 503"/>
                                      <a:gd name="T97" fmla="*/ 181 h 607"/>
                                      <a:gd name="T98" fmla="*/ 361 w 503"/>
                                      <a:gd name="T99" fmla="*/ 147 h 607"/>
                                      <a:gd name="T100" fmla="*/ 339 w 503"/>
                                      <a:gd name="T101" fmla="*/ 120 h 607"/>
                                      <a:gd name="T102" fmla="*/ 310 w 503"/>
                                      <a:gd name="T103" fmla="*/ 102 h 607"/>
                                      <a:gd name="T104" fmla="*/ 274 w 503"/>
                                      <a:gd name="T105" fmla="*/ 93 h 6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503" h="607">
                                        <a:moveTo>
                                          <a:pt x="498" y="311"/>
                                        </a:moveTo>
                                        <a:lnTo>
                                          <a:pt x="128" y="311"/>
                                        </a:lnTo>
                                        <a:lnTo>
                                          <a:pt x="128" y="311"/>
                                        </a:lnTo>
                                        <a:lnTo>
                                          <a:pt x="128" y="336"/>
                                        </a:lnTo>
                                        <a:lnTo>
                                          <a:pt x="130" y="358"/>
                                        </a:lnTo>
                                        <a:lnTo>
                                          <a:pt x="133" y="380"/>
                                        </a:lnTo>
                                        <a:lnTo>
                                          <a:pt x="137" y="399"/>
                                        </a:lnTo>
                                        <a:lnTo>
                                          <a:pt x="143" y="416"/>
                                        </a:lnTo>
                                        <a:lnTo>
                                          <a:pt x="150" y="433"/>
                                        </a:lnTo>
                                        <a:lnTo>
                                          <a:pt x="159" y="447"/>
                                        </a:lnTo>
                                        <a:lnTo>
                                          <a:pt x="170" y="460"/>
                                        </a:lnTo>
                                        <a:lnTo>
                                          <a:pt x="181" y="471"/>
                                        </a:lnTo>
                                        <a:lnTo>
                                          <a:pt x="194" y="481"/>
                                        </a:lnTo>
                                        <a:lnTo>
                                          <a:pt x="208" y="489"/>
                                        </a:lnTo>
                                        <a:lnTo>
                                          <a:pt x="223" y="495"/>
                                        </a:lnTo>
                                        <a:lnTo>
                                          <a:pt x="240" y="501"/>
                                        </a:lnTo>
                                        <a:lnTo>
                                          <a:pt x="259" y="504"/>
                                        </a:lnTo>
                                        <a:lnTo>
                                          <a:pt x="279" y="506"/>
                                        </a:lnTo>
                                        <a:lnTo>
                                          <a:pt x="300" y="507"/>
                                        </a:lnTo>
                                        <a:lnTo>
                                          <a:pt x="300" y="507"/>
                                        </a:lnTo>
                                        <a:lnTo>
                                          <a:pt x="322" y="506"/>
                                        </a:lnTo>
                                        <a:lnTo>
                                          <a:pt x="345" y="505"/>
                                        </a:lnTo>
                                        <a:lnTo>
                                          <a:pt x="367" y="502"/>
                                        </a:lnTo>
                                        <a:lnTo>
                                          <a:pt x="389" y="497"/>
                                        </a:lnTo>
                                        <a:lnTo>
                                          <a:pt x="410" y="492"/>
                                        </a:lnTo>
                                        <a:lnTo>
                                          <a:pt x="431" y="485"/>
                                        </a:lnTo>
                                        <a:lnTo>
                                          <a:pt x="451" y="478"/>
                                        </a:lnTo>
                                        <a:lnTo>
                                          <a:pt x="469" y="469"/>
                                        </a:lnTo>
                                        <a:lnTo>
                                          <a:pt x="481" y="570"/>
                                        </a:lnTo>
                                        <a:lnTo>
                                          <a:pt x="481" y="570"/>
                                        </a:lnTo>
                                        <a:lnTo>
                                          <a:pt x="459" y="578"/>
                                        </a:lnTo>
                                        <a:lnTo>
                                          <a:pt x="435" y="586"/>
                                        </a:lnTo>
                                        <a:lnTo>
                                          <a:pt x="410" y="592"/>
                                        </a:lnTo>
                                        <a:lnTo>
                                          <a:pt x="386" y="598"/>
                                        </a:lnTo>
                                        <a:lnTo>
                                          <a:pt x="360" y="602"/>
                                        </a:lnTo>
                                        <a:lnTo>
                                          <a:pt x="333" y="604"/>
                                        </a:lnTo>
                                        <a:lnTo>
                                          <a:pt x="307" y="606"/>
                                        </a:lnTo>
                                        <a:lnTo>
                                          <a:pt x="280" y="607"/>
                                        </a:lnTo>
                                        <a:lnTo>
                                          <a:pt x="280" y="607"/>
                                        </a:lnTo>
                                        <a:lnTo>
                                          <a:pt x="247" y="606"/>
                                        </a:lnTo>
                                        <a:lnTo>
                                          <a:pt x="216" y="602"/>
                                        </a:lnTo>
                                        <a:lnTo>
                                          <a:pt x="201" y="600"/>
                                        </a:lnTo>
                                        <a:lnTo>
                                          <a:pt x="187" y="597"/>
                                        </a:lnTo>
                                        <a:lnTo>
                                          <a:pt x="173" y="593"/>
                                        </a:lnTo>
                                        <a:lnTo>
                                          <a:pt x="160" y="589"/>
                                        </a:lnTo>
                                        <a:lnTo>
                                          <a:pt x="147" y="585"/>
                                        </a:lnTo>
                                        <a:lnTo>
                                          <a:pt x="135" y="579"/>
                                        </a:lnTo>
                                        <a:lnTo>
                                          <a:pt x="123" y="573"/>
                                        </a:lnTo>
                                        <a:lnTo>
                                          <a:pt x="112" y="566"/>
                                        </a:lnTo>
                                        <a:lnTo>
                                          <a:pt x="101" y="559"/>
                                        </a:lnTo>
                                        <a:lnTo>
                                          <a:pt x="91" y="551"/>
                                        </a:lnTo>
                                        <a:lnTo>
                                          <a:pt x="81" y="543"/>
                                        </a:lnTo>
                                        <a:lnTo>
                                          <a:pt x="72" y="534"/>
                                        </a:lnTo>
                                        <a:lnTo>
                                          <a:pt x="63" y="524"/>
                                        </a:lnTo>
                                        <a:lnTo>
                                          <a:pt x="55" y="515"/>
                                        </a:lnTo>
                                        <a:lnTo>
                                          <a:pt x="47" y="504"/>
                                        </a:lnTo>
                                        <a:lnTo>
                                          <a:pt x="41" y="493"/>
                                        </a:lnTo>
                                        <a:lnTo>
                                          <a:pt x="34" y="480"/>
                                        </a:lnTo>
                                        <a:lnTo>
                                          <a:pt x="28" y="468"/>
                                        </a:lnTo>
                                        <a:lnTo>
                                          <a:pt x="22" y="455"/>
                                        </a:lnTo>
                                        <a:lnTo>
                                          <a:pt x="18" y="441"/>
                                        </a:lnTo>
                                        <a:lnTo>
                                          <a:pt x="14" y="426"/>
                                        </a:lnTo>
                                        <a:lnTo>
                                          <a:pt x="10" y="411"/>
                                        </a:lnTo>
                                        <a:lnTo>
                                          <a:pt x="6" y="396"/>
                                        </a:lnTo>
                                        <a:lnTo>
                                          <a:pt x="4" y="380"/>
                                        </a:lnTo>
                                        <a:lnTo>
                                          <a:pt x="1" y="345"/>
                                        </a:lnTo>
                                        <a:lnTo>
                                          <a:pt x="0" y="308"/>
                                        </a:lnTo>
                                        <a:lnTo>
                                          <a:pt x="0" y="308"/>
                                        </a:lnTo>
                                        <a:lnTo>
                                          <a:pt x="1" y="275"/>
                                        </a:lnTo>
                                        <a:lnTo>
                                          <a:pt x="4" y="244"/>
                                        </a:lnTo>
                                        <a:lnTo>
                                          <a:pt x="10" y="214"/>
                                        </a:lnTo>
                                        <a:lnTo>
                                          <a:pt x="17" y="186"/>
                                        </a:lnTo>
                                        <a:lnTo>
                                          <a:pt x="27" y="159"/>
                                        </a:lnTo>
                                        <a:lnTo>
                                          <a:pt x="32" y="146"/>
                                        </a:lnTo>
                                        <a:lnTo>
                                          <a:pt x="39" y="133"/>
                                        </a:lnTo>
                                        <a:lnTo>
                                          <a:pt x="45" y="121"/>
                                        </a:lnTo>
                                        <a:lnTo>
                                          <a:pt x="52" y="109"/>
                                        </a:lnTo>
                                        <a:lnTo>
                                          <a:pt x="60" y="98"/>
                                        </a:lnTo>
                                        <a:lnTo>
                                          <a:pt x="69" y="88"/>
                                        </a:lnTo>
                                        <a:lnTo>
                                          <a:pt x="77" y="78"/>
                                        </a:lnTo>
                                        <a:lnTo>
                                          <a:pt x="87" y="68"/>
                                        </a:lnTo>
                                        <a:lnTo>
                                          <a:pt x="97" y="60"/>
                                        </a:lnTo>
                                        <a:lnTo>
                                          <a:pt x="106" y="51"/>
                                        </a:lnTo>
                                        <a:lnTo>
                                          <a:pt x="117" y="43"/>
                                        </a:lnTo>
                                        <a:lnTo>
                                          <a:pt x="129" y="36"/>
                                        </a:lnTo>
                                        <a:lnTo>
                                          <a:pt x="140" y="29"/>
                                        </a:lnTo>
                                        <a:lnTo>
                                          <a:pt x="152" y="24"/>
                                        </a:lnTo>
                                        <a:lnTo>
                                          <a:pt x="164" y="19"/>
                                        </a:lnTo>
                                        <a:lnTo>
                                          <a:pt x="177" y="13"/>
                                        </a:lnTo>
                                        <a:lnTo>
                                          <a:pt x="191" y="10"/>
                                        </a:lnTo>
                                        <a:lnTo>
                                          <a:pt x="205" y="7"/>
                                        </a:lnTo>
                                        <a:lnTo>
                                          <a:pt x="219" y="4"/>
                                        </a:lnTo>
                                        <a:lnTo>
                                          <a:pt x="234" y="1"/>
                                        </a:lnTo>
                                        <a:lnTo>
                                          <a:pt x="249" y="0"/>
                                        </a:lnTo>
                                        <a:lnTo>
                                          <a:pt x="265" y="0"/>
                                        </a:lnTo>
                                        <a:lnTo>
                                          <a:pt x="265" y="0"/>
                                        </a:lnTo>
                                        <a:lnTo>
                                          <a:pt x="280" y="0"/>
                                        </a:lnTo>
                                        <a:lnTo>
                                          <a:pt x="295" y="1"/>
                                        </a:lnTo>
                                        <a:lnTo>
                                          <a:pt x="309" y="4"/>
                                        </a:lnTo>
                                        <a:lnTo>
                                          <a:pt x="323" y="6"/>
                                        </a:lnTo>
                                        <a:lnTo>
                                          <a:pt x="336" y="8"/>
                                        </a:lnTo>
                                        <a:lnTo>
                                          <a:pt x="348" y="12"/>
                                        </a:lnTo>
                                        <a:lnTo>
                                          <a:pt x="361" y="15"/>
                                        </a:lnTo>
                                        <a:lnTo>
                                          <a:pt x="372" y="20"/>
                                        </a:lnTo>
                                        <a:lnTo>
                                          <a:pt x="383" y="25"/>
                                        </a:lnTo>
                                        <a:lnTo>
                                          <a:pt x="393" y="30"/>
                                        </a:lnTo>
                                        <a:lnTo>
                                          <a:pt x="404" y="37"/>
                                        </a:lnTo>
                                        <a:lnTo>
                                          <a:pt x="413" y="43"/>
                                        </a:lnTo>
                                        <a:lnTo>
                                          <a:pt x="422" y="51"/>
                                        </a:lnTo>
                                        <a:lnTo>
                                          <a:pt x="431" y="58"/>
                                        </a:lnTo>
                                        <a:lnTo>
                                          <a:pt x="438" y="66"/>
                                        </a:lnTo>
                                        <a:lnTo>
                                          <a:pt x="446" y="75"/>
                                        </a:lnTo>
                                        <a:lnTo>
                                          <a:pt x="460" y="92"/>
                                        </a:lnTo>
                                        <a:lnTo>
                                          <a:pt x="470" y="111"/>
                                        </a:lnTo>
                                        <a:lnTo>
                                          <a:pt x="480" y="133"/>
                                        </a:lnTo>
                                        <a:lnTo>
                                          <a:pt x="489" y="154"/>
                                        </a:lnTo>
                                        <a:lnTo>
                                          <a:pt x="494" y="178"/>
                                        </a:lnTo>
                                        <a:lnTo>
                                          <a:pt x="498" y="202"/>
                                        </a:lnTo>
                                        <a:lnTo>
                                          <a:pt x="502" y="227"/>
                                        </a:lnTo>
                                        <a:lnTo>
                                          <a:pt x="503" y="253"/>
                                        </a:lnTo>
                                        <a:lnTo>
                                          <a:pt x="503" y="253"/>
                                        </a:lnTo>
                                        <a:lnTo>
                                          <a:pt x="502" y="280"/>
                                        </a:lnTo>
                                        <a:lnTo>
                                          <a:pt x="498" y="311"/>
                                        </a:lnTo>
                                        <a:lnTo>
                                          <a:pt x="498" y="311"/>
                                        </a:lnTo>
                                        <a:close/>
                                        <a:moveTo>
                                          <a:pt x="260" y="93"/>
                                        </a:moveTo>
                                        <a:lnTo>
                                          <a:pt x="260" y="93"/>
                                        </a:lnTo>
                                        <a:lnTo>
                                          <a:pt x="247" y="93"/>
                                        </a:lnTo>
                                        <a:lnTo>
                                          <a:pt x="235" y="95"/>
                                        </a:lnTo>
                                        <a:lnTo>
                                          <a:pt x="223" y="98"/>
                                        </a:lnTo>
                                        <a:lnTo>
                                          <a:pt x="211" y="103"/>
                                        </a:lnTo>
                                        <a:lnTo>
                                          <a:pt x="201" y="107"/>
                                        </a:lnTo>
                                        <a:lnTo>
                                          <a:pt x="191" y="113"/>
                                        </a:lnTo>
                                        <a:lnTo>
                                          <a:pt x="181" y="121"/>
                                        </a:lnTo>
                                        <a:lnTo>
                                          <a:pt x="173" y="129"/>
                                        </a:lnTo>
                                        <a:lnTo>
                                          <a:pt x="165" y="137"/>
                                        </a:lnTo>
                                        <a:lnTo>
                                          <a:pt x="158" y="147"/>
                                        </a:lnTo>
                                        <a:lnTo>
                                          <a:pt x="151" y="158"/>
                                        </a:lnTo>
                                        <a:lnTo>
                                          <a:pt x="145" y="170"/>
                                        </a:lnTo>
                                        <a:lnTo>
                                          <a:pt x="141" y="181"/>
                                        </a:lnTo>
                                        <a:lnTo>
                                          <a:pt x="136" y="195"/>
                                        </a:lnTo>
                                        <a:lnTo>
                                          <a:pt x="133" y="208"/>
                                        </a:lnTo>
                                        <a:lnTo>
                                          <a:pt x="131" y="223"/>
                                        </a:lnTo>
                                        <a:lnTo>
                                          <a:pt x="377" y="223"/>
                                        </a:lnTo>
                                        <a:lnTo>
                                          <a:pt x="377" y="223"/>
                                        </a:lnTo>
                                        <a:lnTo>
                                          <a:pt x="377" y="208"/>
                                        </a:lnTo>
                                        <a:lnTo>
                                          <a:pt x="376" y="194"/>
                                        </a:lnTo>
                                        <a:lnTo>
                                          <a:pt x="374" y="181"/>
                                        </a:lnTo>
                                        <a:lnTo>
                                          <a:pt x="370" y="170"/>
                                        </a:lnTo>
                                        <a:lnTo>
                                          <a:pt x="366" y="158"/>
                                        </a:lnTo>
                                        <a:lnTo>
                                          <a:pt x="361" y="147"/>
                                        </a:lnTo>
                                        <a:lnTo>
                                          <a:pt x="354" y="137"/>
                                        </a:lnTo>
                                        <a:lnTo>
                                          <a:pt x="347" y="129"/>
                                        </a:lnTo>
                                        <a:lnTo>
                                          <a:pt x="339" y="120"/>
                                        </a:lnTo>
                                        <a:lnTo>
                                          <a:pt x="330" y="113"/>
                                        </a:lnTo>
                                        <a:lnTo>
                                          <a:pt x="320" y="107"/>
                                        </a:lnTo>
                                        <a:lnTo>
                                          <a:pt x="310" y="102"/>
                                        </a:lnTo>
                                        <a:lnTo>
                                          <a:pt x="299" y="98"/>
                                        </a:lnTo>
                                        <a:lnTo>
                                          <a:pt x="287" y="95"/>
                                        </a:lnTo>
                                        <a:lnTo>
                                          <a:pt x="274" y="93"/>
                                        </a:lnTo>
                                        <a:lnTo>
                                          <a:pt x="260" y="93"/>
                                        </a:lnTo>
                                        <a:lnTo>
                                          <a:pt x="260" y="93"/>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5" name="Freeform 116"/>
                                <wps:cNvSpPr>
                                  <a:spLocks/>
                                </wps:cNvSpPr>
                                <wps:spPr bwMode="auto">
                                  <a:xfrm>
                                    <a:off x="1143000" y="576580"/>
                                    <a:ext cx="38735" cy="46990"/>
                                  </a:xfrm>
                                  <a:custGeom>
                                    <a:avLst/>
                                    <a:gdLst>
                                      <a:gd name="T0" fmla="*/ 365 w 488"/>
                                      <a:gd name="T1" fmla="*/ 219 h 595"/>
                                      <a:gd name="T2" fmla="*/ 363 w 488"/>
                                      <a:gd name="T3" fmla="*/ 194 h 595"/>
                                      <a:gd name="T4" fmla="*/ 360 w 488"/>
                                      <a:gd name="T5" fmla="*/ 171 h 595"/>
                                      <a:gd name="T6" fmla="*/ 355 w 488"/>
                                      <a:gd name="T7" fmla="*/ 151 h 595"/>
                                      <a:gd name="T8" fmla="*/ 346 w 488"/>
                                      <a:gd name="T9" fmla="*/ 135 h 595"/>
                                      <a:gd name="T10" fmla="*/ 334 w 488"/>
                                      <a:gd name="T11" fmla="*/ 122 h 595"/>
                                      <a:gd name="T12" fmla="*/ 319 w 488"/>
                                      <a:gd name="T13" fmla="*/ 112 h 595"/>
                                      <a:gd name="T14" fmla="*/ 300 w 488"/>
                                      <a:gd name="T15" fmla="*/ 107 h 595"/>
                                      <a:gd name="T16" fmla="*/ 278 w 488"/>
                                      <a:gd name="T17" fmla="*/ 105 h 595"/>
                                      <a:gd name="T18" fmla="*/ 261 w 488"/>
                                      <a:gd name="T19" fmla="*/ 106 h 595"/>
                                      <a:gd name="T20" fmla="*/ 231 w 488"/>
                                      <a:gd name="T21" fmla="*/ 113 h 595"/>
                                      <a:gd name="T22" fmla="*/ 203 w 488"/>
                                      <a:gd name="T23" fmla="*/ 130 h 595"/>
                                      <a:gd name="T24" fmla="*/ 180 w 488"/>
                                      <a:gd name="T25" fmla="*/ 152 h 595"/>
                                      <a:gd name="T26" fmla="*/ 159 w 488"/>
                                      <a:gd name="T27" fmla="*/ 180 h 595"/>
                                      <a:gd name="T28" fmla="*/ 143 w 488"/>
                                      <a:gd name="T29" fmla="*/ 214 h 595"/>
                                      <a:gd name="T30" fmla="*/ 133 w 488"/>
                                      <a:gd name="T31" fmla="*/ 252 h 595"/>
                                      <a:gd name="T32" fmla="*/ 126 w 488"/>
                                      <a:gd name="T33" fmla="*/ 292 h 595"/>
                                      <a:gd name="T34" fmla="*/ 126 w 488"/>
                                      <a:gd name="T35" fmla="*/ 595 h 595"/>
                                      <a:gd name="T36" fmla="*/ 0 w 488"/>
                                      <a:gd name="T37" fmla="*/ 12 h 595"/>
                                      <a:gd name="T38" fmla="*/ 120 w 488"/>
                                      <a:gd name="T39" fmla="*/ 12 h 595"/>
                                      <a:gd name="T40" fmla="*/ 119 w 488"/>
                                      <a:gd name="T41" fmla="*/ 68 h 595"/>
                                      <a:gd name="T42" fmla="*/ 112 w 488"/>
                                      <a:gd name="T43" fmla="*/ 125 h 595"/>
                                      <a:gd name="T44" fmla="*/ 113 w 488"/>
                                      <a:gd name="T45" fmla="*/ 126 h 595"/>
                                      <a:gd name="T46" fmla="*/ 127 w 488"/>
                                      <a:gd name="T47" fmla="*/ 99 h 595"/>
                                      <a:gd name="T48" fmla="*/ 145 w 488"/>
                                      <a:gd name="T49" fmla="*/ 76 h 595"/>
                                      <a:gd name="T50" fmla="*/ 166 w 488"/>
                                      <a:gd name="T51" fmla="*/ 54 h 595"/>
                                      <a:gd name="T52" fmla="*/ 189 w 488"/>
                                      <a:gd name="T53" fmla="*/ 36 h 595"/>
                                      <a:gd name="T54" fmla="*/ 217 w 488"/>
                                      <a:gd name="T55" fmla="*/ 21 h 595"/>
                                      <a:gd name="T56" fmla="*/ 246 w 488"/>
                                      <a:gd name="T57" fmla="*/ 10 h 595"/>
                                      <a:gd name="T58" fmla="*/ 280 w 488"/>
                                      <a:gd name="T59" fmla="*/ 2 h 595"/>
                                      <a:gd name="T60" fmla="*/ 315 w 488"/>
                                      <a:gd name="T61" fmla="*/ 0 h 595"/>
                                      <a:gd name="T62" fmla="*/ 339 w 488"/>
                                      <a:gd name="T63" fmla="*/ 1 h 595"/>
                                      <a:gd name="T64" fmla="*/ 381 w 488"/>
                                      <a:gd name="T65" fmla="*/ 9 h 595"/>
                                      <a:gd name="T66" fmla="*/ 414 w 488"/>
                                      <a:gd name="T67" fmla="*/ 23 h 595"/>
                                      <a:gd name="T68" fmla="*/ 441 w 488"/>
                                      <a:gd name="T69" fmla="*/ 42 h 595"/>
                                      <a:gd name="T70" fmla="*/ 460 w 488"/>
                                      <a:gd name="T71" fmla="*/ 68 h 595"/>
                                      <a:gd name="T72" fmla="*/ 474 w 488"/>
                                      <a:gd name="T73" fmla="*/ 97 h 595"/>
                                      <a:gd name="T74" fmla="*/ 484 w 488"/>
                                      <a:gd name="T75" fmla="*/ 131 h 595"/>
                                      <a:gd name="T76" fmla="*/ 488 w 488"/>
                                      <a:gd name="T77" fmla="*/ 167 h 595"/>
                                      <a:gd name="T78" fmla="*/ 488 w 488"/>
                                      <a:gd name="T79" fmla="*/ 595 h 5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488" h="595">
                                        <a:moveTo>
                                          <a:pt x="365" y="595"/>
                                        </a:moveTo>
                                        <a:lnTo>
                                          <a:pt x="365" y="219"/>
                                        </a:lnTo>
                                        <a:lnTo>
                                          <a:pt x="365" y="219"/>
                                        </a:lnTo>
                                        <a:lnTo>
                                          <a:pt x="363" y="194"/>
                                        </a:lnTo>
                                        <a:lnTo>
                                          <a:pt x="362" y="182"/>
                                        </a:lnTo>
                                        <a:lnTo>
                                          <a:pt x="360" y="171"/>
                                        </a:lnTo>
                                        <a:lnTo>
                                          <a:pt x="358" y="161"/>
                                        </a:lnTo>
                                        <a:lnTo>
                                          <a:pt x="355" y="151"/>
                                        </a:lnTo>
                                        <a:lnTo>
                                          <a:pt x="351" y="143"/>
                                        </a:lnTo>
                                        <a:lnTo>
                                          <a:pt x="346" y="135"/>
                                        </a:lnTo>
                                        <a:lnTo>
                                          <a:pt x="341" y="128"/>
                                        </a:lnTo>
                                        <a:lnTo>
                                          <a:pt x="334" y="122"/>
                                        </a:lnTo>
                                        <a:lnTo>
                                          <a:pt x="327" y="117"/>
                                        </a:lnTo>
                                        <a:lnTo>
                                          <a:pt x="319" y="112"/>
                                        </a:lnTo>
                                        <a:lnTo>
                                          <a:pt x="311" y="109"/>
                                        </a:lnTo>
                                        <a:lnTo>
                                          <a:pt x="300" y="107"/>
                                        </a:lnTo>
                                        <a:lnTo>
                                          <a:pt x="289" y="105"/>
                                        </a:lnTo>
                                        <a:lnTo>
                                          <a:pt x="278" y="105"/>
                                        </a:lnTo>
                                        <a:lnTo>
                                          <a:pt x="278" y="105"/>
                                        </a:lnTo>
                                        <a:lnTo>
                                          <a:pt x="261" y="106"/>
                                        </a:lnTo>
                                        <a:lnTo>
                                          <a:pt x="246" y="109"/>
                                        </a:lnTo>
                                        <a:lnTo>
                                          <a:pt x="231" y="113"/>
                                        </a:lnTo>
                                        <a:lnTo>
                                          <a:pt x="217" y="121"/>
                                        </a:lnTo>
                                        <a:lnTo>
                                          <a:pt x="203" y="130"/>
                                        </a:lnTo>
                                        <a:lnTo>
                                          <a:pt x="192" y="140"/>
                                        </a:lnTo>
                                        <a:lnTo>
                                          <a:pt x="180" y="152"/>
                                        </a:lnTo>
                                        <a:lnTo>
                                          <a:pt x="169" y="165"/>
                                        </a:lnTo>
                                        <a:lnTo>
                                          <a:pt x="159" y="180"/>
                                        </a:lnTo>
                                        <a:lnTo>
                                          <a:pt x="151" y="197"/>
                                        </a:lnTo>
                                        <a:lnTo>
                                          <a:pt x="143" y="214"/>
                                        </a:lnTo>
                                        <a:lnTo>
                                          <a:pt x="137" y="232"/>
                                        </a:lnTo>
                                        <a:lnTo>
                                          <a:pt x="133" y="252"/>
                                        </a:lnTo>
                                        <a:lnTo>
                                          <a:pt x="128" y="271"/>
                                        </a:lnTo>
                                        <a:lnTo>
                                          <a:pt x="126" y="292"/>
                                        </a:lnTo>
                                        <a:lnTo>
                                          <a:pt x="126" y="314"/>
                                        </a:lnTo>
                                        <a:lnTo>
                                          <a:pt x="126" y="595"/>
                                        </a:lnTo>
                                        <a:lnTo>
                                          <a:pt x="0" y="595"/>
                                        </a:lnTo>
                                        <a:lnTo>
                                          <a:pt x="0" y="12"/>
                                        </a:lnTo>
                                        <a:lnTo>
                                          <a:pt x="120" y="12"/>
                                        </a:lnTo>
                                        <a:lnTo>
                                          <a:pt x="120" y="12"/>
                                        </a:lnTo>
                                        <a:lnTo>
                                          <a:pt x="120" y="38"/>
                                        </a:lnTo>
                                        <a:lnTo>
                                          <a:pt x="119" y="68"/>
                                        </a:lnTo>
                                        <a:lnTo>
                                          <a:pt x="115" y="98"/>
                                        </a:lnTo>
                                        <a:lnTo>
                                          <a:pt x="112" y="125"/>
                                        </a:lnTo>
                                        <a:lnTo>
                                          <a:pt x="113" y="126"/>
                                        </a:lnTo>
                                        <a:lnTo>
                                          <a:pt x="113" y="126"/>
                                        </a:lnTo>
                                        <a:lnTo>
                                          <a:pt x="120" y="113"/>
                                        </a:lnTo>
                                        <a:lnTo>
                                          <a:pt x="127" y="99"/>
                                        </a:lnTo>
                                        <a:lnTo>
                                          <a:pt x="136" y="88"/>
                                        </a:lnTo>
                                        <a:lnTo>
                                          <a:pt x="145" y="76"/>
                                        </a:lnTo>
                                        <a:lnTo>
                                          <a:pt x="155" y="64"/>
                                        </a:lnTo>
                                        <a:lnTo>
                                          <a:pt x="166" y="54"/>
                                        </a:lnTo>
                                        <a:lnTo>
                                          <a:pt x="178" y="44"/>
                                        </a:lnTo>
                                        <a:lnTo>
                                          <a:pt x="189" y="36"/>
                                        </a:lnTo>
                                        <a:lnTo>
                                          <a:pt x="203" y="27"/>
                                        </a:lnTo>
                                        <a:lnTo>
                                          <a:pt x="217" y="21"/>
                                        </a:lnTo>
                                        <a:lnTo>
                                          <a:pt x="231" y="14"/>
                                        </a:lnTo>
                                        <a:lnTo>
                                          <a:pt x="246" y="10"/>
                                        </a:lnTo>
                                        <a:lnTo>
                                          <a:pt x="262" y="6"/>
                                        </a:lnTo>
                                        <a:lnTo>
                                          <a:pt x="280" y="2"/>
                                        </a:lnTo>
                                        <a:lnTo>
                                          <a:pt x="297" y="1"/>
                                        </a:lnTo>
                                        <a:lnTo>
                                          <a:pt x="315" y="0"/>
                                        </a:lnTo>
                                        <a:lnTo>
                                          <a:pt x="315" y="0"/>
                                        </a:lnTo>
                                        <a:lnTo>
                                          <a:pt x="339" y="1"/>
                                        </a:lnTo>
                                        <a:lnTo>
                                          <a:pt x="360" y="4"/>
                                        </a:lnTo>
                                        <a:lnTo>
                                          <a:pt x="381" y="9"/>
                                        </a:lnTo>
                                        <a:lnTo>
                                          <a:pt x="398" y="15"/>
                                        </a:lnTo>
                                        <a:lnTo>
                                          <a:pt x="414" y="23"/>
                                        </a:lnTo>
                                        <a:lnTo>
                                          <a:pt x="428" y="32"/>
                                        </a:lnTo>
                                        <a:lnTo>
                                          <a:pt x="441" y="42"/>
                                        </a:lnTo>
                                        <a:lnTo>
                                          <a:pt x="452" y="55"/>
                                        </a:lnTo>
                                        <a:lnTo>
                                          <a:pt x="460" y="68"/>
                                        </a:lnTo>
                                        <a:lnTo>
                                          <a:pt x="468" y="82"/>
                                        </a:lnTo>
                                        <a:lnTo>
                                          <a:pt x="474" y="97"/>
                                        </a:lnTo>
                                        <a:lnTo>
                                          <a:pt x="480" y="115"/>
                                        </a:lnTo>
                                        <a:lnTo>
                                          <a:pt x="484" y="131"/>
                                        </a:lnTo>
                                        <a:lnTo>
                                          <a:pt x="486" y="149"/>
                                        </a:lnTo>
                                        <a:lnTo>
                                          <a:pt x="488" y="167"/>
                                        </a:lnTo>
                                        <a:lnTo>
                                          <a:pt x="488" y="187"/>
                                        </a:lnTo>
                                        <a:lnTo>
                                          <a:pt x="488" y="595"/>
                                        </a:lnTo>
                                        <a:lnTo>
                                          <a:pt x="365" y="595"/>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6" name="Freeform 117"/>
                                <wps:cNvSpPr>
                                  <a:spLocks noEditPoints="1"/>
                                </wps:cNvSpPr>
                                <wps:spPr bwMode="auto">
                                  <a:xfrm>
                                    <a:off x="1192530" y="555625"/>
                                    <a:ext cx="41275" cy="69215"/>
                                  </a:xfrm>
                                  <a:custGeom>
                                    <a:avLst/>
                                    <a:gdLst>
                                      <a:gd name="T0" fmla="*/ 399 w 516"/>
                                      <a:gd name="T1" fmla="*/ 832 h 869"/>
                                      <a:gd name="T2" fmla="*/ 407 w 516"/>
                                      <a:gd name="T3" fmla="*/ 747 h 869"/>
                                      <a:gd name="T4" fmla="*/ 398 w 516"/>
                                      <a:gd name="T5" fmla="*/ 762 h 869"/>
                                      <a:gd name="T6" fmla="*/ 374 w 516"/>
                                      <a:gd name="T7" fmla="*/ 797 h 869"/>
                                      <a:gd name="T8" fmla="*/ 343 w 516"/>
                                      <a:gd name="T9" fmla="*/ 827 h 869"/>
                                      <a:gd name="T10" fmla="*/ 306 w 516"/>
                                      <a:gd name="T11" fmla="*/ 850 h 869"/>
                                      <a:gd name="T12" fmla="*/ 263 w 516"/>
                                      <a:gd name="T13" fmla="*/ 864 h 869"/>
                                      <a:gd name="T14" fmla="*/ 214 w 516"/>
                                      <a:gd name="T15" fmla="*/ 869 h 869"/>
                                      <a:gd name="T16" fmla="*/ 177 w 516"/>
                                      <a:gd name="T17" fmla="*/ 866 h 869"/>
                                      <a:gd name="T18" fmla="*/ 142 w 516"/>
                                      <a:gd name="T19" fmla="*/ 857 h 869"/>
                                      <a:gd name="T20" fmla="*/ 111 w 516"/>
                                      <a:gd name="T21" fmla="*/ 845 h 869"/>
                                      <a:gd name="T22" fmla="*/ 84 w 516"/>
                                      <a:gd name="T23" fmla="*/ 826 h 869"/>
                                      <a:gd name="T24" fmla="*/ 54 w 516"/>
                                      <a:gd name="T25" fmla="*/ 795 h 869"/>
                                      <a:gd name="T26" fmla="*/ 22 w 516"/>
                                      <a:gd name="T27" fmla="*/ 732 h 869"/>
                                      <a:gd name="T28" fmla="*/ 4 w 516"/>
                                      <a:gd name="T29" fmla="*/ 655 h 869"/>
                                      <a:gd name="T30" fmla="*/ 0 w 516"/>
                                      <a:gd name="T31" fmla="*/ 594 h 869"/>
                                      <a:gd name="T32" fmla="*/ 4 w 516"/>
                                      <a:gd name="T33" fmla="*/ 539 h 869"/>
                                      <a:gd name="T34" fmla="*/ 12 w 516"/>
                                      <a:gd name="T35" fmla="*/ 490 h 869"/>
                                      <a:gd name="T36" fmla="*/ 27 w 516"/>
                                      <a:gd name="T37" fmla="*/ 443 h 869"/>
                                      <a:gd name="T38" fmla="*/ 48 w 516"/>
                                      <a:gd name="T39" fmla="*/ 401 h 869"/>
                                      <a:gd name="T40" fmla="*/ 72 w 516"/>
                                      <a:gd name="T41" fmla="*/ 365 h 869"/>
                                      <a:gd name="T42" fmla="*/ 103 w 516"/>
                                      <a:gd name="T43" fmla="*/ 333 h 869"/>
                                      <a:gd name="T44" fmla="*/ 138 w 516"/>
                                      <a:gd name="T45" fmla="*/ 308 h 869"/>
                                      <a:gd name="T46" fmla="*/ 178 w 516"/>
                                      <a:gd name="T47" fmla="*/ 288 h 869"/>
                                      <a:gd name="T48" fmla="*/ 222 w 516"/>
                                      <a:gd name="T49" fmla="*/ 274 h 869"/>
                                      <a:gd name="T50" fmla="*/ 270 w 516"/>
                                      <a:gd name="T51" fmla="*/ 267 h 869"/>
                                      <a:gd name="T52" fmla="*/ 304 w 516"/>
                                      <a:gd name="T53" fmla="*/ 264 h 869"/>
                                      <a:gd name="T54" fmla="*/ 393 w 516"/>
                                      <a:gd name="T55" fmla="*/ 270 h 869"/>
                                      <a:gd name="T56" fmla="*/ 516 w 516"/>
                                      <a:gd name="T57" fmla="*/ 857 h 869"/>
                                      <a:gd name="T58" fmla="*/ 393 w 516"/>
                                      <a:gd name="T59" fmla="*/ 374 h 869"/>
                                      <a:gd name="T60" fmla="*/ 323 w 516"/>
                                      <a:gd name="T61" fmla="*/ 365 h 869"/>
                                      <a:gd name="T62" fmla="*/ 282 w 516"/>
                                      <a:gd name="T63" fmla="*/ 365 h 869"/>
                                      <a:gd name="T64" fmla="*/ 233 w 516"/>
                                      <a:gd name="T65" fmla="*/ 377 h 869"/>
                                      <a:gd name="T66" fmla="*/ 191 w 516"/>
                                      <a:gd name="T67" fmla="*/ 402 h 869"/>
                                      <a:gd name="T68" fmla="*/ 159 w 516"/>
                                      <a:gd name="T69" fmla="*/ 444 h 869"/>
                                      <a:gd name="T70" fmla="*/ 140 w 516"/>
                                      <a:gd name="T71" fmla="*/ 504 h 869"/>
                                      <a:gd name="T72" fmla="*/ 133 w 516"/>
                                      <a:gd name="T73" fmla="*/ 583 h 869"/>
                                      <a:gd name="T74" fmla="*/ 135 w 516"/>
                                      <a:gd name="T75" fmla="*/ 625 h 869"/>
                                      <a:gd name="T76" fmla="*/ 143 w 516"/>
                                      <a:gd name="T77" fmla="*/ 677 h 869"/>
                                      <a:gd name="T78" fmla="*/ 161 w 516"/>
                                      <a:gd name="T79" fmla="*/ 718 h 869"/>
                                      <a:gd name="T80" fmla="*/ 186 w 516"/>
                                      <a:gd name="T81" fmla="*/ 746 h 869"/>
                                      <a:gd name="T82" fmla="*/ 221 w 516"/>
                                      <a:gd name="T83" fmla="*/ 763 h 869"/>
                                      <a:gd name="T84" fmla="*/ 249 w 516"/>
                                      <a:gd name="T85" fmla="*/ 766 h 869"/>
                                      <a:gd name="T86" fmla="*/ 281 w 516"/>
                                      <a:gd name="T87" fmla="*/ 760 h 869"/>
                                      <a:gd name="T88" fmla="*/ 323 w 516"/>
                                      <a:gd name="T89" fmla="*/ 737 h 869"/>
                                      <a:gd name="T90" fmla="*/ 355 w 516"/>
                                      <a:gd name="T91" fmla="*/ 698 h 869"/>
                                      <a:gd name="T92" fmla="*/ 378 w 516"/>
                                      <a:gd name="T93" fmla="*/ 648 h 869"/>
                                      <a:gd name="T94" fmla="*/ 390 w 516"/>
                                      <a:gd name="T95" fmla="*/ 593 h 869"/>
                                      <a:gd name="T96" fmla="*/ 393 w 516"/>
                                      <a:gd name="T97" fmla="*/ 374 h 8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516" h="869">
                                        <a:moveTo>
                                          <a:pt x="398" y="857"/>
                                        </a:moveTo>
                                        <a:lnTo>
                                          <a:pt x="398" y="857"/>
                                        </a:lnTo>
                                        <a:lnTo>
                                          <a:pt x="399" y="832"/>
                                        </a:lnTo>
                                        <a:lnTo>
                                          <a:pt x="400" y="804"/>
                                        </a:lnTo>
                                        <a:lnTo>
                                          <a:pt x="402" y="774"/>
                                        </a:lnTo>
                                        <a:lnTo>
                                          <a:pt x="407" y="747"/>
                                        </a:lnTo>
                                        <a:lnTo>
                                          <a:pt x="404" y="747"/>
                                        </a:lnTo>
                                        <a:lnTo>
                                          <a:pt x="404" y="747"/>
                                        </a:lnTo>
                                        <a:lnTo>
                                          <a:pt x="398" y="762"/>
                                        </a:lnTo>
                                        <a:lnTo>
                                          <a:pt x="390" y="773"/>
                                        </a:lnTo>
                                        <a:lnTo>
                                          <a:pt x="383" y="785"/>
                                        </a:lnTo>
                                        <a:lnTo>
                                          <a:pt x="374" y="797"/>
                                        </a:lnTo>
                                        <a:lnTo>
                                          <a:pt x="365" y="808"/>
                                        </a:lnTo>
                                        <a:lnTo>
                                          <a:pt x="354" y="818"/>
                                        </a:lnTo>
                                        <a:lnTo>
                                          <a:pt x="343" y="827"/>
                                        </a:lnTo>
                                        <a:lnTo>
                                          <a:pt x="331" y="835"/>
                                        </a:lnTo>
                                        <a:lnTo>
                                          <a:pt x="318" y="842"/>
                                        </a:lnTo>
                                        <a:lnTo>
                                          <a:pt x="306" y="850"/>
                                        </a:lnTo>
                                        <a:lnTo>
                                          <a:pt x="293" y="855"/>
                                        </a:lnTo>
                                        <a:lnTo>
                                          <a:pt x="278" y="860"/>
                                        </a:lnTo>
                                        <a:lnTo>
                                          <a:pt x="263" y="864"/>
                                        </a:lnTo>
                                        <a:lnTo>
                                          <a:pt x="248" y="866"/>
                                        </a:lnTo>
                                        <a:lnTo>
                                          <a:pt x="231" y="868"/>
                                        </a:lnTo>
                                        <a:lnTo>
                                          <a:pt x="214" y="869"/>
                                        </a:lnTo>
                                        <a:lnTo>
                                          <a:pt x="214" y="869"/>
                                        </a:lnTo>
                                        <a:lnTo>
                                          <a:pt x="188" y="867"/>
                                        </a:lnTo>
                                        <a:lnTo>
                                          <a:pt x="177" y="866"/>
                                        </a:lnTo>
                                        <a:lnTo>
                                          <a:pt x="165" y="864"/>
                                        </a:lnTo>
                                        <a:lnTo>
                                          <a:pt x="153" y="862"/>
                                        </a:lnTo>
                                        <a:lnTo>
                                          <a:pt x="142" y="857"/>
                                        </a:lnTo>
                                        <a:lnTo>
                                          <a:pt x="132" y="854"/>
                                        </a:lnTo>
                                        <a:lnTo>
                                          <a:pt x="121" y="850"/>
                                        </a:lnTo>
                                        <a:lnTo>
                                          <a:pt x="111" y="845"/>
                                        </a:lnTo>
                                        <a:lnTo>
                                          <a:pt x="101" y="839"/>
                                        </a:lnTo>
                                        <a:lnTo>
                                          <a:pt x="93" y="833"/>
                                        </a:lnTo>
                                        <a:lnTo>
                                          <a:pt x="84" y="826"/>
                                        </a:lnTo>
                                        <a:lnTo>
                                          <a:pt x="76" y="820"/>
                                        </a:lnTo>
                                        <a:lnTo>
                                          <a:pt x="68" y="812"/>
                                        </a:lnTo>
                                        <a:lnTo>
                                          <a:pt x="54" y="795"/>
                                        </a:lnTo>
                                        <a:lnTo>
                                          <a:pt x="41" y="777"/>
                                        </a:lnTo>
                                        <a:lnTo>
                                          <a:pt x="31" y="755"/>
                                        </a:lnTo>
                                        <a:lnTo>
                                          <a:pt x="22" y="732"/>
                                        </a:lnTo>
                                        <a:lnTo>
                                          <a:pt x="14" y="709"/>
                                        </a:lnTo>
                                        <a:lnTo>
                                          <a:pt x="8" y="683"/>
                                        </a:lnTo>
                                        <a:lnTo>
                                          <a:pt x="4" y="655"/>
                                        </a:lnTo>
                                        <a:lnTo>
                                          <a:pt x="2" y="626"/>
                                        </a:lnTo>
                                        <a:lnTo>
                                          <a:pt x="0" y="594"/>
                                        </a:lnTo>
                                        <a:lnTo>
                                          <a:pt x="0" y="594"/>
                                        </a:lnTo>
                                        <a:lnTo>
                                          <a:pt x="2" y="576"/>
                                        </a:lnTo>
                                        <a:lnTo>
                                          <a:pt x="3" y="558"/>
                                        </a:lnTo>
                                        <a:lnTo>
                                          <a:pt x="4" y="539"/>
                                        </a:lnTo>
                                        <a:lnTo>
                                          <a:pt x="6" y="522"/>
                                        </a:lnTo>
                                        <a:lnTo>
                                          <a:pt x="9" y="506"/>
                                        </a:lnTo>
                                        <a:lnTo>
                                          <a:pt x="12" y="490"/>
                                        </a:lnTo>
                                        <a:lnTo>
                                          <a:pt x="17" y="474"/>
                                        </a:lnTo>
                                        <a:lnTo>
                                          <a:pt x="22" y="459"/>
                                        </a:lnTo>
                                        <a:lnTo>
                                          <a:pt x="27" y="443"/>
                                        </a:lnTo>
                                        <a:lnTo>
                                          <a:pt x="34" y="429"/>
                                        </a:lnTo>
                                        <a:lnTo>
                                          <a:pt x="40" y="415"/>
                                        </a:lnTo>
                                        <a:lnTo>
                                          <a:pt x="48" y="401"/>
                                        </a:lnTo>
                                        <a:lnTo>
                                          <a:pt x="55" y="390"/>
                                        </a:lnTo>
                                        <a:lnTo>
                                          <a:pt x="64" y="377"/>
                                        </a:lnTo>
                                        <a:lnTo>
                                          <a:pt x="72" y="365"/>
                                        </a:lnTo>
                                        <a:lnTo>
                                          <a:pt x="82" y="354"/>
                                        </a:lnTo>
                                        <a:lnTo>
                                          <a:pt x="92" y="344"/>
                                        </a:lnTo>
                                        <a:lnTo>
                                          <a:pt x="103" y="333"/>
                                        </a:lnTo>
                                        <a:lnTo>
                                          <a:pt x="114" y="325"/>
                                        </a:lnTo>
                                        <a:lnTo>
                                          <a:pt x="126" y="316"/>
                                        </a:lnTo>
                                        <a:lnTo>
                                          <a:pt x="138" y="308"/>
                                        </a:lnTo>
                                        <a:lnTo>
                                          <a:pt x="151" y="301"/>
                                        </a:lnTo>
                                        <a:lnTo>
                                          <a:pt x="164" y="294"/>
                                        </a:lnTo>
                                        <a:lnTo>
                                          <a:pt x="178" y="288"/>
                                        </a:lnTo>
                                        <a:lnTo>
                                          <a:pt x="192" y="283"/>
                                        </a:lnTo>
                                        <a:lnTo>
                                          <a:pt x="207" y="277"/>
                                        </a:lnTo>
                                        <a:lnTo>
                                          <a:pt x="222" y="274"/>
                                        </a:lnTo>
                                        <a:lnTo>
                                          <a:pt x="238" y="271"/>
                                        </a:lnTo>
                                        <a:lnTo>
                                          <a:pt x="254" y="268"/>
                                        </a:lnTo>
                                        <a:lnTo>
                                          <a:pt x="270" y="267"/>
                                        </a:lnTo>
                                        <a:lnTo>
                                          <a:pt x="287" y="264"/>
                                        </a:lnTo>
                                        <a:lnTo>
                                          <a:pt x="304" y="264"/>
                                        </a:lnTo>
                                        <a:lnTo>
                                          <a:pt x="304" y="264"/>
                                        </a:lnTo>
                                        <a:lnTo>
                                          <a:pt x="326" y="266"/>
                                        </a:lnTo>
                                        <a:lnTo>
                                          <a:pt x="347" y="267"/>
                                        </a:lnTo>
                                        <a:lnTo>
                                          <a:pt x="393" y="270"/>
                                        </a:lnTo>
                                        <a:lnTo>
                                          <a:pt x="393" y="0"/>
                                        </a:lnTo>
                                        <a:lnTo>
                                          <a:pt x="516" y="0"/>
                                        </a:lnTo>
                                        <a:lnTo>
                                          <a:pt x="516" y="857"/>
                                        </a:lnTo>
                                        <a:lnTo>
                                          <a:pt x="398" y="857"/>
                                        </a:lnTo>
                                        <a:close/>
                                        <a:moveTo>
                                          <a:pt x="393" y="374"/>
                                        </a:moveTo>
                                        <a:lnTo>
                                          <a:pt x="393" y="374"/>
                                        </a:lnTo>
                                        <a:lnTo>
                                          <a:pt x="369" y="370"/>
                                        </a:lnTo>
                                        <a:lnTo>
                                          <a:pt x="345" y="367"/>
                                        </a:lnTo>
                                        <a:lnTo>
                                          <a:pt x="323" y="365"/>
                                        </a:lnTo>
                                        <a:lnTo>
                                          <a:pt x="300" y="365"/>
                                        </a:lnTo>
                                        <a:lnTo>
                                          <a:pt x="300" y="365"/>
                                        </a:lnTo>
                                        <a:lnTo>
                                          <a:pt x="282" y="365"/>
                                        </a:lnTo>
                                        <a:lnTo>
                                          <a:pt x="265" y="367"/>
                                        </a:lnTo>
                                        <a:lnTo>
                                          <a:pt x="248" y="371"/>
                                        </a:lnTo>
                                        <a:lnTo>
                                          <a:pt x="233" y="377"/>
                                        </a:lnTo>
                                        <a:lnTo>
                                          <a:pt x="217" y="383"/>
                                        </a:lnTo>
                                        <a:lnTo>
                                          <a:pt x="204" y="392"/>
                                        </a:lnTo>
                                        <a:lnTo>
                                          <a:pt x="191" y="402"/>
                                        </a:lnTo>
                                        <a:lnTo>
                                          <a:pt x="179" y="414"/>
                                        </a:lnTo>
                                        <a:lnTo>
                                          <a:pt x="169" y="428"/>
                                        </a:lnTo>
                                        <a:lnTo>
                                          <a:pt x="159" y="444"/>
                                        </a:lnTo>
                                        <a:lnTo>
                                          <a:pt x="152" y="462"/>
                                        </a:lnTo>
                                        <a:lnTo>
                                          <a:pt x="145" y="482"/>
                                        </a:lnTo>
                                        <a:lnTo>
                                          <a:pt x="140" y="504"/>
                                        </a:lnTo>
                                        <a:lnTo>
                                          <a:pt x="136" y="528"/>
                                        </a:lnTo>
                                        <a:lnTo>
                                          <a:pt x="134" y="554"/>
                                        </a:lnTo>
                                        <a:lnTo>
                                          <a:pt x="133" y="583"/>
                                        </a:lnTo>
                                        <a:lnTo>
                                          <a:pt x="133" y="583"/>
                                        </a:lnTo>
                                        <a:lnTo>
                                          <a:pt x="134" y="604"/>
                                        </a:lnTo>
                                        <a:lnTo>
                                          <a:pt x="135" y="625"/>
                                        </a:lnTo>
                                        <a:lnTo>
                                          <a:pt x="137" y="643"/>
                                        </a:lnTo>
                                        <a:lnTo>
                                          <a:pt x="140" y="660"/>
                                        </a:lnTo>
                                        <a:lnTo>
                                          <a:pt x="143" y="677"/>
                                        </a:lnTo>
                                        <a:lnTo>
                                          <a:pt x="149" y="693"/>
                                        </a:lnTo>
                                        <a:lnTo>
                                          <a:pt x="154" y="705"/>
                                        </a:lnTo>
                                        <a:lnTo>
                                          <a:pt x="161" y="718"/>
                                        </a:lnTo>
                                        <a:lnTo>
                                          <a:pt x="168" y="729"/>
                                        </a:lnTo>
                                        <a:lnTo>
                                          <a:pt x="177" y="739"/>
                                        </a:lnTo>
                                        <a:lnTo>
                                          <a:pt x="186" y="746"/>
                                        </a:lnTo>
                                        <a:lnTo>
                                          <a:pt x="197" y="754"/>
                                        </a:lnTo>
                                        <a:lnTo>
                                          <a:pt x="209" y="758"/>
                                        </a:lnTo>
                                        <a:lnTo>
                                          <a:pt x="221" y="763"/>
                                        </a:lnTo>
                                        <a:lnTo>
                                          <a:pt x="235" y="765"/>
                                        </a:lnTo>
                                        <a:lnTo>
                                          <a:pt x="249" y="766"/>
                                        </a:lnTo>
                                        <a:lnTo>
                                          <a:pt x="249" y="766"/>
                                        </a:lnTo>
                                        <a:lnTo>
                                          <a:pt x="257" y="765"/>
                                        </a:lnTo>
                                        <a:lnTo>
                                          <a:pt x="266" y="765"/>
                                        </a:lnTo>
                                        <a:lnTo>
                                          <a:pt x="281" y="760"/>
                                        </a:lnTo>
                                        <a:lnTo>
                                          <a:pt x="296" y="755"/>
                                        </a:lnTo>
                                        <a:lnTo>
                                          <a:pt x="310" y="746"/>
                                        </a:lnTo>
                                        <a:lnTo>
                                          <a:pt x="323" y="737"/>
                                        </a:lnTo>
                                        <a:lnTo>
                                          <a:pt x="335" y="726"/>
                                        </a:lnTo>
                                        <a:lnTo>
                                          <a:pt x="345" y="712"/>
                                        </a:lnTo>
                                        <a:lnTo>
                                          <a:pt x="355" y="698"/>
                                        </a:lnTo>
                                        <a:lnTo>
                                          <a:pt x="364" y="683"/>
                                        </a:lnTo>
                                        <a:lnTo>
                                          <a:pt x="371" y="666"/>
                                        </a:lnTo>
                                        <a:lnTo>
                                          <a:pt x="378" y="648"/>
                                        </a:lnTo>
                                        <a:lnTo>
                                          <a:pt x="383" y="630"/>
                                        </a:lnTo>
                                        <a:lnTo>
                                          <a:pt x="387" y="612"/>
                                        </a:lnTo>
                                        <a:lnTo>
                                          <a:pt x="390" y="593"/>
                                        </a:lnTo>
                                        <a:lnTo>
                                          <a:pt x="392" y="574"/>
                                        </a:lnTo>
                                        <a:lnTo>
                                          <a:pt x="393" y="556"/>
                                        </a:lnTo>
                                        <a:lnTo>
                                          <a:pt x="393" y="374"/>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 name="Freeform 118"/>
                                <wps:cNvSpPr>
                                  <a:spLocks noEditPoints="1"/>
                                </wps:cNvSpPr>
                                <wps:spPr bwMode="auto">
                                  <a:xfrm>
                                    <a:off x="1244600" y="576580"/>
                                    <a:ext cx="39370" cy="48260"/>
                                  </a:xfrm>
                                  <a:custGeom>
                                    <a:avLst/>
                                    <a:gdLst>
                                      <a:gd name="T0" fmla="*/ 128 w 502"/>
                                      <a:gd name="T1" fmla="*/ 311 h 607"/>
                                      <a:gd name="T2" fmla="*/ 133 w 502"/>
                                      <a:gd name="T3" fmla="*/ 380 h 607"/>
                                      <a:gd name="T4" fmla="*/ 151 w 502"/>
                                      <a:gd name="T5" fmla="*/ 433 h 607"/>
                                      <a:gd name="T6" fmla="*/ 181 w 502"/>
                                      <a:gd name="T7" fmla="*/ 471 h 607"/>
                                      <a:gd name="T8" fmla="*/ 224 w 502"/>
                                      <a:gd name="T9" fmla="*/ 495 h 607"/>
                                      <a:gd name="T10" fmla="*/ 279 w 502"/>
                                      <a:gd name="T11" fmla="*/ 506 h 607"/>
                                      <a:gd name="T12" fmla="*/ 323 w 502"/>
                                      <a:gd name="T13" fmla="*/ 506 h 607"/>
                                      <a:gd name="T14" fmla="*/ 389 w 502"/>
                                      <a:gd name="T15" fmla="*/ 497 h 607"/>
                                      <a:gd name="T16" fmla="*/ 452 w 502"/>
                                      <a:gd name="T17" fmla="*/ 478 h 607"/>
                                      <a:gd name="T18" fmla="*/ 482 w 502"/>
                                      <a:gd name="T19" fmla="*/ 570 h 607"/>
                                      <a:gd name="T20" fmla="*/ 411 w 502"/>
                                      <a:gd name="T21" fmla="*/ 592 h 607"/>
                                      <a:gd name="T22" fmla="*/ 334 w 502"/>
                                      <a:gd name="T23" fmla="*/ 604 h 607"/>
                                      <a:gd name="T24" fmla="*/ 281 w 502"/>
                                      <a:gd name="T25" fmla="*/ 607 h 607"/>
                                      <a:gd name="T26" fmla="*/ 201 w 502"/>
                                      <a:gd name="T27" fmla="*/ 600 h 607"/>
                                      <a:gd name="T28" fmla="*/ 161 w 502"/>
                                      <a:gd name="T29" fmla="*/ 589 h 607"/>
                                      <a:gd name="T30" fmla="*/ 123 w 502"/>
                                      <a:gd name="T31" fmla="*/ 573 h 607"/>
                                      <a:gd name="T32" fmla="*/ 91 w 502"/>
                                      <a:gd name="T33" fmla="*/ 551 h 607"/>
                                      <a:gd name="T34" fmla="*/ 64 w 502"/>
                                      <a:gd name="T35" fmla="*/ 524 h 607"/>
                                      <a:gd name="T36" fmla="*/ 41 w 502"/>
                                      <a:gd name="T37" fmla="*/ 493 h 607"/>
                                      <a:gd name="T38" fmla="*/ 23 w 502"/>
                                      <a:gd name="T39" fmla="*/ 455 h 607"/>
                                      <a:gd name="T40" fmla="*/ 10 w 502"/>
                                      <a:gd name="T41" fmla="*/ 411 h 607"/>
                                      <a:gd name="T42" fmla="*/ 1 w 502"/>
                                      <a:gd name="T43" fmla="*/ 345 h 607"/>
                                      <a:gd name="T44" fmla="*/ 1 w 502"/>
                                      <a:gd name="T45" fmla="*/ 275 h 607"/>
                                      <a:gd name="T46" fmla="*/ 18 w 502"/>
                                      <a:gd name="T47" fmla="*/ 186 h 607"/>
                                      <a:gd name="T48" fmla="*/ 39 w 502"/>
                                      <a:gd name="T49" fmla="*/ 133 h 607"/>
                                      <a:gd name="T50" fmla="*/ 61 w 502"/>
                                      <a:gd name="T51" fmla="*/ 98 h 607"/>
                                      <a:gd name="T52" fmla="*/ 87 w 502"/>
                                      <a:gd name="T53" fmla="*/ 68 h 607"/>
                                      <a:gd name="T54" fmla="*/ 118 w 502"/>
                                      <a:gd name="T55" fmla="*/ 43 h 607"/>
                                      <a:gd name="T56" fmla="*/ 152 w 502"/>
                                      <a:gd name="T57" fmla="*/ 24 h 607"/>
                                      <a:gd name="T58" fmla="*/ 192 w 502"/>
                                      <a:gd name="T59" fmla="*/ 10 h 607"/>
                                      <a:gd name="T60" fmla="*/ 235 w 502"/>
                                      <a:gd name="T61" fmla="*/ 1 h 607"/>
                                      <a:gd name="T62" fmla="*/ 265 w 502"/>
                                      <a:gd name="T63" fmla="*/ 0 h 607"/>
                                      <a:gd name="T64" fmla="*/ 310 w 502"/>
                                      <a:gd name="T65" fmla="*/ 4 h 607"/>
                                      <a:gd name="T66" fmla="*/ 349 w 502"/>
                                      <a:gd name="T67" fmla="*/ 12 h 607"/>
                                      <a:gd name="T68" fmla="*/ 383 w 502"/>
                                      <a:gd name="T69" fmla="*/ 25 h 607"/>
                                      <a:gd name="T70" fmla="*/ 413 w 502"/>
                                      <a:gd name="T71" fmla="*/ 43 h 607"/>
                                      <a:gd name="T72" fmla="*/ 439 w 502"/>
                                      <a:gd name="T73" fmla="*/ 66 h 607"/>
                                      <a:gd name="T74" fmla="*/ 471 w 502"/>
                                      <a:gd name="T75" fmla="*/ 111 h 607"/>
                                      <a:gd name="T76" fmla="*/ 495 w 502"/>
                                      <a:gd name="T77" fmla="*/ 178 h 607"/>
                                      <a:gd name="T78" fmla="*/ 502 w 502"/>
                                      <a:gd name="T79" fmla="*/ 253 h 607"/>
                                      <a:gd name="T80" fmla="*/ 499 w 502"/>
                                      <a:gd name="T81" fmla="*/ 311 h 607"/>
                                      <a:gd name="T82" fmla="*/ 261 w 502"/>
                                      <a:gd name="T83" fmla="*/ 93 h 607"/>
                                      <a:gd name="T84" fmla="*/ 224 w 502"/>
                                      <a:gd name="T85" fmla="*/ 98 h 607"/>
                                      <a:gd name="T86" fmla="*/ 192 w 502"/>
                                      <a:gd name="T87" fmla="*/ 113 h 607"/>
                                      <a:gd name="T88" fmla="*/ 165 w 502"/>
                                      <a:gd name="T89" fmla="*/ 137 h 607"/>
                                      <a:gd name="T90" fmla="*/ 146 w 502"/>
                                      <a:gd name="T91" fmla="*/ 170 h 607"/>
                                      <a:gd name="T92" fmla="*/ 134 w 502"/>
                                      <a:gd name="T93" fmla="*/ 208 h 607"/>
                                      <a:gd name="T94" fmla="*/ 378 w 502"/>
                                      <a:gd name="T95" fmla="*/ 223 h 607"/>
                                      <a:gd name="T96" fmla="*/ 374 w 502"/>
                                      <a:gd name="T97" fmla="*/ 181 h 607"/>
                                      <a:gd name="T98" fmla="*/ 360 w 502"/>
                                      <a:gd name="T99" fmla="*/ 147 h 607"/>
                                      <a:gd name="T100" fmla="*/ 339 w 502"/>
                                      <a:gd name="T101" fmla="*/ 120 h 607"/>
                                      <a:gd name="T102" fmla="*/ 310 w 502"/>
                                      <a:gd name="T103" fmla="*/ 102 h 607"/>
                                      <a:gd name="T104" fmla="*/ 275 w 502"/>
                                      <a:gd name="T105" fmla="*/ 93 h 6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502" h="607">
                                        <a:moveTo>
                                          <a:pt x="499" y="311"/>
                                        </a:moveTo>
                                        <a:lnTo>
                                          <a:pt x="128" y="311"/>
                                        </a:lnTo>
                                        <a:lnTo>
                                          <a:pt x="128" y="311"/>
                                        </a:lnTo>
                                        <a:lnTo>
                                          <a:pt x="128" y="336"/>
                                        </a:lnTo>
                                        <a:lnTo>
                                          <a:pt x="131" y="358"/>
                                        </a:lnTo>
                                        <a:lnTo>
                                          <a:pt x="133" y="380"/>
                                        </a:lnTo>
                                        <a:lnTo>
                                          <a:pt x="138" y="399"/>
                                        </a:lnTo>
                                        <a:lnTo>
                                          <a:pt x="143" y="416"/>
                                        </a:lnTo>
                                        <a:lnTo>
                                          <a:pt x="151" y="433"/>
                                        </a:lnTo>
                                        <a:lnTo>
                                          <a:pt x="160" y="447"/>
                                        </a:lnTo>
                                        <a:lnTo>
                                          <a:pt x="169" y="460"/>
                                        </a:lnTo>
                                        <a:lnTo>
                                          <a:pt x="181" y="471"/>
                                        </a:lnTo>
                                        <a:lnTo>
                                          <a:pt x="194" y="481"/>
                                        </a:lnTo>
                                        <a:lnTo>
                                          <a:pt x="209" y="489"/>
                                        </a:lnTo>
                                        <a:lnTo>
                                          <a:pt x="224" y="495"/>
                                        </a:lnTo>
                                        <a:lnTo>
                                          <a:pt x="241" y="501"/>
                                        </a:lnTo>
                                        <a:lnTo>
                                          <a:pt x="259" y="504"/>
                                        </a:lnTo>
                                        <a:lnTo>
                                          <a:pt x="279" y="506"/>
                                        </a:lnTo>
                                        <a:lnTo>
                                          <a:pt x="300" y="507"/>
                                        </a:lnTo>
                                        <a:lnTo>
                                          <a:pt x="300" y="507"/>
                                        </a:lnTo>
                                        <a:lnTo>
                                          <a:pt x="323" y="506"/>
                                        </a:lnTo>
                                        <a:lnTo>
                                          <a:pt x="345" y="505"/>
                                        </a:lnTo>
                                        <a:lnTo>
                                          <a:pt x="368" y="502"/>
                                        </a:lnTo>
                                        <a:lnTo>
                                          <a:pt x="389" y="497"/>
                                        </a:lnTo>
                                        <a:lnTo>
                                          <a:pt x="411" y="492"/>
                                        </a:lnTo>
                                        <a:lnTo>
                                          <a:pt x="431" y="485"/>
                                        </a:lnTo>
                                        <a:lnTo>
                                          <a:pt x="452" y="478"/>
                                        </a:lnTo>
                                        <a:lnTo>
                                          <a:pt x="470" y="469"/>
                                        </a:lnTo>
                                        <a:lnTo>
                                          <a:pt x="482" y="570"/>
                                        </a:lnTo>
                                        <a:lnTo>
                                          <a:pt x="482" y="570"/>
                                        </a:lnTo>
                                        <a:lnTo>
                                          <a:pt x="459" y="578"/>
                                        </a:lnTo>
                                        <a:lnTo>
                                          <a:pt x="436" y="586"/>
                                        </a:lnTo>
                                        <a:lnTo>
                                          <a:pt x="411" y="592"/>
                                        </a:lnTo>
                                        <a:lnTo>
                                          <a:pt x="386" y="598"/>
                                        </a:lnTo>
                                        <a:lnTo>
                                          <a:pt x="360" y="602"/>
                                        </a:lnTo>
                                        <a:lnTo>
                                          <a:pt x="334" y="604"/>
                                        </a:lnTo>
                                        <a:lnTo>
                                          <a:pt x="307" y="606"/>
                                        </a:lnTo>
                                        <a:lnTo>
                                          <a:pt x="281" y="607"/>
                                        </a:lnTo>
                                        <a:lnTo>
                                          <a:pt x="281" y="607"/>
                                        </a:lnTo>
                                        <a:lnTo>
                                          <a:pt x="248" y="606"/>
                                        </a:lnTo>
                                        <a:lnTo>
                                          <a:pt x="217" y="602"/>
                                        </a:lnTo>
                                        <a:lnTo>
                                          <a:pt x="201" y="600"/>
                                        </a:lnTo>
                                        <a:lnTo>
                                          <a:pt x="188" y="597"/>
                                        </a:lnTo>
                                        <a:lnTo>
                                          <a:pt x="174" y="593"/>
                                        </a:lnTo>
                                        <a:lnTo>
                                          <a:pt x="161" y="589"/>
                                        </a:lnTo>
                                        <a:lnTo>
                                          <a:pt x="148" y="585"/>
                                        </a:lnTo>
                                        <a:lnTo>
                                          <a:pt x="135" y="579"/>
                                        </a:lnTo>
                                        <a:lnTo>
                                          <a:pt x="123" y="573"/>
                                        </a:lnTo>
                                        <a:lnTo>
                                          <a:pt x="112" y="566"/>
                                        </a:lnTo>
                                        <a:lnTo>
                                          <a:pt x="102" y="559"/>
                                        </a:lnTo>
                                        <a:lnTo>
                                          <a:pt x="91" y="551"/>
                                        </a:lnTo>
                                        <a:lnTo>
                                          <a:pt x="81" y="543"/>
                                        </a:lnTo>
                                        <a:lnTo>
                                          <a:pt x="73" y="534"/>
                                        </a:lnTo>
                                        <a:lnTo>
                                          <a:pt x="64" y="524"/>
                                        </a:lnTo>
                                        <a:lnTo>
                                          <a:pt x="55" y="515"/>
                                        </a:lnTo>
                                        <a:lnTo>
                                          <a:pt x="48" y="504"/>
                                        </a:lnTo>
                                        <a:lnTo>
                                          <a:pt x="41" y="493"/>
                                        </a:lnTo>
                                        <a:lnTo>
                                          <a:pt x="35" y="480"/>
                                        </a:lnTo>
                                        <a:lnTo>
                                          <a:pt x="29" y="468"/>
                                        </a:lnTo>
                                        <a:lnTo>
                                          <a:pt x="23" y="455"/>
                                        </a:lnTo>
                                        <a:lnTo>
                                          <a:pt x="19" y="441"/>
                                        </a:lnTo>
                                        <a:lnTo>
                                          <a:pt x="15" y="426"/>
                                        </a:lnTo>
                                        <a:lnTo>
                                          <a:pt x="10" y="411"/>
                                        </a:lnTo>
                                        <a:lnTo>
                                          <a:pt x="7" y="396"/>
                                        </a:lnTo>
                                        <a:lnTo>
                                          <a:pt x="5" y="380"/>
                                        </a:lnTo>
                                        <a:lnTo>
                                          <a:pt x="1" y="345"/>
                                        </a:lnTo>
                                        <a:lnTo>
                                          <a:pt x="0" y="308"/>
                                        </a:lnTo>
                                        <a:lnTo>
                                          <a:pt x="0" y="308"/>
                                        </a:lnTo>
                                        <a:lnTo>
                                          <a:pt x="1" y="275"/>
                                        </a:lnTo>
                                        <a:lnTo>
                                          <a:pt x="5" y="244"/>
                                        </a:lnTo>
                                        <a:lnTo>
                                          <a:pt x="10" y="214"/>
                                        </a:lnTo>
                                        <a:lnTo>
                                          <a:pt x="18" y="186"/>
                                        </a:lnTo>
                                        <a:lnTo>
                                          <a:pt x="27" y="159"/>
                                        </a:lnTo>
                                        <a:lnTo>
                                          <a:pt x="33" y="146"/>
                                        </a:lnTo>
                                        <a:lnTo>
                                          <a:pt x="39" y="133"/>
                                        </a:lnTo>
                                        <a:lnTo>
                                          <a:pt x="46" y="121"/>
                                        </a:lnTo>
                                        <a:lnTo>
                                          <a:pt x="53" y="109"/>
                                        </a:lnTo>
                                        <a:lnTo>
                                          <a:pt x="61" y="98"/>
                                        </a:lnTo>
                                        <a:lnTo>
                                          <a:pt x="69" y="88"/>
                                        </a:lnTo>
                                        <a:lnTo>
                                          <a:pt x="78" y="78"/>
                                        </a:lnTo>
                                        <a:lnTo>
                                          <a:pt x="87" y="68"/>
                                        </a:lnTo>
                                        <a:lnTo>
                                          <a:pt x="96" y="60"/>
                                        </a:lnTo>
                                        <a:lnTo>
                                          <a:pt x="107" y="51"/>
                                        </a:lnTo>
                                        <a:lnTo>
                                          <a:pt x="118" y="43"/>
                                        </a:lnTo>
                                        <a:lnTo>
                                          <a:pt x="128" y="36"/>
                                        </a:lnTo>
                                        <a:lnTo>
                                          <a:pt x="140" y="29"/>
                                        </a:lnTo>
                                        <a:lnTo>
                                          <a:pt x="152" y="24"/>
                                        </a:lnTo>
                                        <a:lnTo>
                                          <a:pt x="165" y="19"/>
                                        </a:lnTo>
                                        <a:lnTo>
                                          <a:pt x="178" y="13"/>
                                        </a:lnTo>
                                        <a:lnTo>
                                          <a:pt x="192" y="10"/>
                                        </a:lnTo>
                                        <a:lnTo>
                                          <a:pt x="206" y="7"/>
                                        </a:lnTo>
                                        <a:lnTo>
                                          <a:pt x="220" y="4"/>
                                        </a:lnTo>
                                        <a:lnTo>
                                          <a:pt x="235" y="1"/>
                                        </a:lnTo>
                                        <a:lnTo>
                                          <a:pt x="250" y="0"/>
                                        </a:lnTo>
                                        <a:lnTo>
                                          <a:pt x="265" y="0"/>
                                        </a:lnTo>
                                        <a:lnTo>
                                          <a:pt x="265" y="0"/>
                                        </a:lnTo>
                                        <a:lnTo>
                                          <a:pt x="281" y="0"/>
                                        </a:lnTo>
                                        <a:lnTo>
                                          <a:pt x="295" y="1"/>
                                        </a:lnTo>
                                        <a:lnTo>
                                          <a:pt x="310" y="4"/>
                                        </a:lnTo>
                                        <a:lnTo>
                                          <a:pt x="323" y="6"/>
                                        </a:lnTo>
                                        <a:lnTo>
                                          <a:pt x="336" y="8"/>
                                        </a:lnTo>
                                        <a:lnTo>
                                          <a:pt x="349" y="12"/>
                                        </a:lnTo>
                                        <a:lnTo>
                                          <a:pt x="360" y="15"/>
                                        </a:lnTo>
                                        <a:lnTo>
                                          <a:pt x="372" y="20"/>
                                        </a:lnTo>
                                        <a:lnTo>
                                          <a:pt x="383" y="25"/>
                                        </a:lnTo>
                                        <a:lnTo>
                                          <a:pt x="394" y="30"/>
                                        </a:lnTo>
                                        <a:lnTo>
                                          <a:pt x="403" y="37"/>
                                        </a:lnTo>
                                        <a:lnTo>
                                          <a:pt x="413" y="43"/>
                                        </a:lnTo>
                                        <a:lnTo>
                                          <a:pt x="423" y="51"/>
                                        </a:lnTo>
                                        <a:lnTo>
                                          <a:pt x="430" y="58"/>
                                        </a:lnTo>
                                        <a:lnTo>
                                          <a:pt x="439" y="66"/>
                                        </a:lnTo>
                                        <a:lnTo>
                                          <a:pt x="446" y="75"/>
                                        </a:lnTo>
                                        <a:lnTo>
                                          <a:pt x="459" y="92"/>
                                        </a:lnTo>
                                        <a:lnTo>
                                          <a:pt x="471" y="111"/>
                                        </a:lnTo>
                                        <a:lnTo>
                                          <a:pt x="481" y="133"/>
                                        </a:lnTo>
                                        <a:lnTo>
                                          <a:pt x="489" y="154"/>
                                        </a:lnTo>
                                        <a:lnTo>
                                          <a:pt x="495" y="178"/>
                                        </a:lnTo>
                                        <a:lnTo>
                                          <a:pt x="499" y="202"/>
                                        </a:lnTo>
                                        <a:lnTo>
                                          <a:pt x="502" y="227"/>
                                        </a:lnTo>
                                        <a:lnTo>
                                          <a:pt x="502" y="253"/>
                                        </a:lnTo>
                                        <a:lnTo>
                                          <a:pt x="502" y="253"/>
                                        </a:lnTo>
                                        <a:lnTo>
                                          <a:pt x="501" y="280"/>
                                        </a:lnTo>
                                        <a:lnTo>
                                          <a:pt x="499" y="311"/>
                                        </a:lnTo>
                                        <a:lnTo>
                                          <a:pt x="499" y="311"/>
                                        </a:lnTo>
                                        <a:close/>
                                        <a:moveTo>
                                          <a:pt x="261" y="93"/>
                                        </a:moveTo>
                                        <a:lnTo>
                                          <a:pt x="261" y="93"/>
                                        </a:lnTo>
                                        <a:lnTo>
                                          <a:pt x="248" y="93"/>
                                        </a:lnTo>
                                        <a:lnTo>
                                          <a:pt x="236" y="95"/>
                                        </a:lnTo>
                                        <a:lnTo>
                                          <a:pt x="224" y="98"/>
                                        </a:lnTo>
                                        <a:lnTo>
                                          <a:pt x="212" y="103"/>
                                        </a:lnTo>
                                        <a:lnTo>
                                          <a:pt x="201" y="107"/>
                                        </a:lnTo>
                                        <a:lnTo>
                                          <a:pt x="192" y="113"/>
                                        </a:lnTo>
                                        <a:lnTo>
                                          <a:pt x="182" y="121"/>
                                        </a:lnTo>
                                        <a:lnTo>
                                          <a:pt x="174" y="129"/>
                                        </a:lnTo>
                                        <a:lnTo>
                                          <a:pt x="165" y="137"/>
                                        </a:lnTo>
                                        <a:lnTo>
                                          <a:pt x="159" y="147"/>
                                        </a:lnTo>
                                        <a:lnTo>
                                          <a:pt x="151" y="158"/>
                                        </a:lnTo>
                                        <a:lnTo>
                                          <a:pt x="146" y="170"/>
                                        </a:lnTo>
                                        <a:lnTo>
                                          <a:pt x="140" y="181"/>
                                        </a:lnTo>
                                        <a:lnTo>
                                          <a:pt x="137" y="195"/>
                                        </a:lnTo>
                                        <a:lnTo>
                                          <a:pt x="134" y="208"/>
                                        </a:lnTo>
                                        <a:lnTo>
                                          <a:pt x="131" y="223"/>
                                        </a:lnTo>
                                        <a:lnTo>
                                          <a:pt x="378" y="223"/>
                                        </a:lnTo>
                                        <a:lnTo>
                                          <a:pt x="378" y="223"/>
                                        </a:lnTo>
                                        <a:lnTo>
                                          <a:pt x="378" y="208"/>
                                        </a:lnTo>
                                        <a:lnTo>
                                          <a:pt x="377" y="194"/>
                                        </a:lnTo>
                                        <a:lnTo>
                                          <a:pt x="374" y="181"/>
                                        </a:lnTo>
                                        <a:lnTo>
                                          <a:pt x="370" y="170"/>
                                        </a:lnTo>
                                        <a:lnTo>
                                          <a:pt x="366" y="158"/>
                                        </a:lnTo>
                                        <a:lnTo>
                                          <a:pt x="360" y="147"/>
                                        </a:lnTo>
                                        <a:lnTo>
                                          <a:pt x="355" y="137"/>
                                        </a:lnTo>
                                        <a:lnTo>
                                          <a:pt x="348" y="129"/>
                                        </a:lnTo>
                                        <a:lnTo>
                                          <a:pt x="339" y="120"/>
                                        </a:lnTo>
                                        <a:lnTo>
                                          <a:pt x="330" y="113"/>
                                        </a:lnTo>
                                        <a:lnTo>
                                          <a:pt x="321" y="107"/>
                                        </a:lnTo>
                                        <a:lnTo>
                                          <a:pt x="310" y="102"/>
                                        </a:lnTo>
                                        <a:lnTo>
                                          <a:pt x="299" y="98"/>
                                        </a:lnTo>
                                        <a:lnTo>
                                          <a:pt x="287" y="95"/>
                                        </a:lnTo>
                                        <a:lnTo>
                                          <a:pt x="275" y="93"/>
                                        </a:lnTo>
                                        <a:lnTo>
                                          <a:pt x="261" y="93"/>
                                        </a:lnTo>
                                        <a:lnTo>
                                          <a:pt x="261" y="93"/>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 name="Freeform 119"/>
                                <wps:cNvSpPr>
                                  <a:spLocks/>
                                </wps:cNvSpPr>
                                <wps:spPr bwMode="auto">
                                  <a:xfrm>
                                    <a:off x="1295400" y="576580"/>
                                    <a:ext cx="24130" cy="46990"/>
                                  </a:xfrm>
                                  <a:custGeom>
                                    <a:avLst/>
                                    <a:gdLst>
                                      <a:gd name="T0" fmla="*/ 297 w 303"/>
                                      <a:gd name="T1" fmla="*/ 124 h 596"/>
                                      <a:gd name="T2" fmla="*/ 297 w 303"/>
                                      <a:gd name="T3" fmla="*/ 124 h 596"/>
                                      <a:gd name="T4" fmla="*/ 276 w 303"/>
                                      <a:gd name="T5" fmla="*/ 122 h 596"/>
                                      <a:gd name="T6" fmla="*/ 257 w 303"/>
                                      <a:gd name="T7" fmla="*/ 121 h 596"/>
                                      <a:gd name="T8" fmla="*/ 239 w 303"/>
                                      <a:gd name="T9" fmla="*/ 123 h 596"/>
                                      <a:gd name="T10" fmla="*/ 230 w 303"/>
                                      <a:gd name="T11" fmla="*/ 125 h 596"/>
                                      <a:gd name="T12" fmla="*/ 221 w 303"/>
                                      <a:gd name="T13" fmla="*/ 127 h 596"/>
                                      <a:gd name="T14" fmla="*/ 214 w 303"/>
                                      <a:gd name="T15" fmla="*/ 131 h 596"/>
                                      <a:gd name="T16" fmla="*/ 206 w 303"/>
                                      <a:gd name="T17" fmla="*/ 134 h 596"/>
                                      <a:gd name="T18" fmla="*/ 199 w 303"/>
                                      <a:gd name="T19" fmla="*/ 138 h 596"/>
                                      <a:gd name="T20" fmla="*/ 191 w 303"/>
                                      <a:gd name="T21" fmla="*/ 144 h 596"/>
                                      <a:gd name="T22" fmla="*/ 185 w 303"/>
                                      <a:gd name="T23" fmla="*/ 149 h 596"/>
                                      <a:gd name="T24" fmla="*/ 180 w 303"/>
                                      <a:gd name="T25" fmla="*/ 154 h 596"/>
                                      <a:gd name="T26" fmla="*/ 168 w 303"/>
                                      <a:gd name="T27" fmla="*/ 168 h 596"/>
                                      <a:gd name="T28" fmla="*/ 158 w 303"/>
                                      <a:gd name="T29" fmla="*/ 185 h 596"/>
                                      <a:gd name="T30" fmla="*/ 149 w 303"/>
                                      <a:gd name="T31" fmla="*/ 203 h 596"/>
                                      <a:gd name="T32" fmla="*/ 142 w 303"/>
                                      <a:gd name="T33" fmla="*/ 223 h 596"/>
                                      <a:gd name="T34" fmla="*/ 135 w 303"/>
                                      <a:gd name="T35" fmla="*/ 246 h 596"/>
                                      <a:gd name="T36" fmla="*/ 131 w 303"/>
                                      <a:gd name="T37" fmla="*/ 271 h 596"/>
                                      <a:gd name="T38" fmla="*/ 128 w 303"/>
                                      <a:gd name="T39" fmla="*/ 298 h 596"/>
                                      <a:gd name="T40" fmla="*/ 126 w 303"/>
                                      <a:gd name="T41" fmla="*/ 327 h 596"/>
                                      <a:gd name="T42" fmla="*/ 125 w 303"/>
                                      <a:gd name="T43" fmla="*/ 359 h 596"/>
                                      <a:gd name="T44" fmla="*/ 125 w 303"/>
                                      <a:gd name="T45" fmla="*/ 596 h 596"/>
                                      <a:gd name="T46" fmla="*/ 0 w 303"/>
                                      <a:gd name="T47" fmla="*/ 596 h 596"/>
                                      <a:gd name="T48" fmla="*/ 0 w 303"/>
                                      <a:gd name="T49" fmla="*/ 13 h 596"/>
                                      <a:gd name="T50" fmla="*/ 119 w 303"/>
                                      <a:gd name="T51" fmla="*/ 13 h 596"/>
                                      <a:gd name="T52" fmla="*/ 119 w 303"/>
                                      <a:gd name="T53" fmla="*/ 13 h 596"/>
                                      <a:gd name="T54" fmla="*/ 118 w 303"/>
                                      <a:gd name="T55" fmla="*/ 41 h 596"/>
                                      <a:gd name="T56" fmla="*/ 116 w 303"/>
                                      <a:gd name="T57" fmla="*/ 74 h 596"/>
                                      <a:gd name="T58" fmla="*/ 113 w 303"/>
                                      <a:gd name="T59" fmla="*/ 108 h 596"/>
                                      <a:gd name="T60" fmla="*/ 108 w 303"/>
                                      <a:gd name="T61" fmla="*/ 143 h 596"/>
                                      <a:gd name="T62" fmla="*/ 110 w 303"/>
                                      <a:gd name="T63" fmla="*/ 143 h 596"/>
                                      <a:gd name="T64" fmla="*/ 110 w 303"/>
                                      <a:gd name="T65" fmla="*/ 143 h 596"/>
                                      <a:gd name="T66" fmla="*/ 115 w 303"/>
                                      <a:gd name="T67" fmla="*/ 127 h 596"/>
                                      <a:gd name="T68" fmla="*/ 121 w 303"/>
                                      <a:gd name="T69" fmla="*/ 113 h 596"/>
                                      <a:gd name="T70" fmla="*/ 128 w 303"/>
                                      <a:gd name="T71" fmla="*/ 99 h 596"/>
                                      <a:gd name="T72" fmla="*/ 135 w 303"/>
                                      <a:gd name="T73" fmla="*/ 85 h 596"/>
                                      <a:gd name="T74" fmla="*/ 144 w 303"/>
                                      <a:gd name="T75" fmla="*/ 72 h 596"/>
                                      <a:gd name="T76" fmla="*/ 154 w 303"/>
                                      <a:gd name="T77" fmla="*/ 61 h 596"/>
                                      <a:gd name="T78" fmla="*/ 164 w 303"/>
                                      <a:gd name="T79" fmla="*/ 49 h 596"/>
                                      <a:gd name="T80" fmla="*/ 175 w 303"/>
                                      <a:gd name="T81" fmla="*/ 38 h 596"/>
                                      <a:gd name="T82" fmla="*/ 188 w 303"/>
                                      <a:gd name="T83" fmla="*/ 28 h 596"/>
                                      <a:gd name="T84" fmla="*/ 201 w 303"/>
                                      <a:gd name="T85" fmla="*/ 21 h 596"/>
                                      <a:gd name="T86" fmla="*/ 215 w 303"/>
                                      <a:gd name="T87" fmla="*/ 13 h 596"/>
                                      <a:gd name="T88" fmla="*/ 230 w 303"/>
                                      <a:gd name="T89" fmla="*/ 8 h 596"/>
                                      <a:gd name="T90" fmla="*/ 247 w 303"/>
                                      <a:gd name="T91" fmla="*/ 3 h 596"/>
                                      <a:gd name="T92" fmla="*/ 264 w 303"/>
                                      <a:gd name="T93" fmla="*/ 1 h 596"/>
                                      <a:gd name="T94" fmla="*/ 283 w 303"/>
                                      <a:gd name="T95" fmla="*/ 0 h 596"/>
                                      <a:gd name="T96" fmla="*/ 303 w 303"/>
                                      <a:gd name="T97" fmla="*/ 1 h 596"/>
                                      <a:gd name="T98" fmla="*/ 297 w 303"/>
                                      <a:gd name="T99" fmla="*/ 124 h 5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303" h="596">
                                        <a:moveTo>
                                          <a:pt x="297" y="124"/>
                                        </a:moveTo>
                                        <a:lnTo>
                                          <a:pt x="297" y="124"/>
                                        </a:lnTo>
                                        <a:lnTo>
                                          <a:pt x="276" y="122"/>
                                        </a:lnTo>
                                        <a:lnTo>
                                          <a:pt x="257" y="121"/>
                                        </a:lnTo>
                                        <a:lnTo>
                                          <a:pt x="239" y="123"/>
                                        </a:lnTo>
                                        <a:lnTo>
                                          <a:pt x="230" y="125"/>
                                        </a:lnTo>
                                        <a:lnTo>
                                          <a:pt x="221" y="127"/>
                                        </a:lnTo>
                                        <a:lnTo>
                                          <a:pt x="214" y="131"/>
                                        </a:lnTo>
                                        <a:lnTo>
                                          <a:pt x="206" y="134"/>
                                        </a:lnTo>
                                        <a:lnTo>
                                          <a:pt x="199" y="138"/>
                                        </a:lnTo>
                                        <a:lnTo>
                                          <a:pt x="191" y="144"/>
                                        </a:lnTo>
                                        <a:lnTo>
                                          <a:pt x="185" y="149"/>
                                        </a:lnTo>
                                        <a:lnTo>
                                          <a:pt x="180" y="154"/>
                                        </a:lnTo>
                                        <a:lnTo>
                                          <a:pt x="168" y="168"/>
                                        </a:lnTo>
                                        <a:lnTo>
                                          <a:pt x="158" y="185"/>
                                        </a:lnTo>
                                        <a:lnTo>
                                          <a:pt x="149" y="203"/>
                                        </a:lnTo>
                                        <a:lnTo>
                                          <a:pt x="142" y="223"/>
                                        </a:lnTo>
                                        <a:lnTo>
                                          <a:pt x="135" y="246"/>
                                        </a:lnTo>
                                        <a:lnTo>
                                          <a:pt x="131" y="271"/>
                                        </a:lnTo>
                                        <a:lnTo>
                                          <a:pt x="128" y="298"/>
                                        </a:lnTo>
                                        <a:lnTo>
                                          <a:pt x="126" y="327"/>
                                        </a:lnTo>
                                        <a:lnTo>
                                          <a:pt x="125" y="359"/>
                                        </a:lnTo>
                                        <a:lnTo>
                                          <a:pt x="125" y="596"/>
                                        </a:lnTo>
                                        <a:lnTo>
                                          <a:pt x="0" y="596"/>
                                        </a:lnTo>
                                        <a:lnTo>
                                          <a:pt x="0" y="13"/>
                                        </a:lnTo>
                                        <a:lnTo>
                                          <a:pt x="119" y="13"/>
                                        </a:lnTo>
                                        <a:lnTo>
                                          <a:pt x="119" y="13"/>
                                        </a:lnTo>
                                        <a:lnTo>
                                          <a:pt x="118" y="41"/>
                                        </a:lnTo>
                                        <a:lnTo>
                                          <a:pt x="116" y="74"/>
                                        </a:lnTo>
                                        <a:lnTo>
                                          <a:pt x="113" y="108"/>
                                        </a:lnTo>
                                        <a:lnTo>
                                          <a:pt x="108" y="143"/>
                                        </a:lnTo>
                                        <a:lnTo>
                                          <a:pt x="110" y="143"/>
                                        </a:lnTo>
                                        <a:lnTo>
                                          <a:pt x="110" y="143"/>
                                        </a:lnTo>
                                        <a:lnTo>
                                          <a:pt x="115" y="127"/>
                                        </a:lnTo>
                                        <a:lnTo>
                                          <a:pt x="121" y="113"/>
                                        </a:lnTo>
                                        <a:lnTo>
                                          <a:pt x="128" y="99"/>
                                        </a:lnTo>
                                        <a:lnTo>
                                          <a:pt x="135" y="85"/>
                                        </a:lnTo>
                                        <a:lnTo>
                                          <a:pt x="144" y="72"/>
                                        </a:lnTo>
                                        <a:lnTo>
                                          <a:pt x="154" y="61"/>
                                        </a:lnTo>
                                        <a:lnTo>
                                          <a:pt x="164" y="49"/>
                                        </a:lnTo>
                                        <a:lnTo>
                                          <a:pt x="175" y="38"/>
                                        </a:lnTo>
                                        <a:lnTo>
                                          <a:pt x="188" y="28"/>
                                        </a:lnTo>
                                        <a:lnTo>
                                          <a:pt x="201" y="21"/>
                                        </a:lnTo>
                                        <a:lnTo>
                                          <a:pt x="215" y="13"/>
                                        </a:lnTo>
                                        <a:lnTo>
                                          <a:pt x="230" y="8"/>
                                        </a:lnTo>
                                        <a:lnTo>
                                          <a:pt x="247" y="3"/>
                                        </a:lnTo>
                                        <a:lnTo>
                                          <a:pt x="264" y="1"/>
                                        </a:lnTo>
                                        <a:lnTo>
                                          <a:pt x="283" y="0"/>
                                        </a:lnTo>
                                        <a:lnTo>
                                          <a:pt x="303" y="1"/>
                                        </a:lnTo>
                                        <a:lnTo>
                                          <a:pt x="297" y="124"/>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Freeform 120"/>
                                <wps:cNvSpPr>
                                  <a:spLocks/>
                                </wps:cNvSpPr>
                                <wps:spPr bwMode="auto">
                                  <a:xfrm>
                                    <a:off x="1348740" y="560705"/>
                                    <a:ext cx="33020" cy="62865"/>
                                  </a:xfrm>
                                  <a:custGeom>
                                    <a:avLst/>
                                    <a:gdLst>
                                      <a:gd name="T0" fmla="*/ 0 w 416"/>
                                      <a:gd name="T1" fmla="*/ 792 h 792"/>
                                      <a:gd name="T2" fmla="*/ 0 w 416"/>
                                      <a:gd name="T3" fmla="*/ 0 h 792"/>
                                      <a:gd name="T4" fmla="*/ 416 w 416"/>
                                      <a:gd name="T5" fmla="*/ 0 h 792"/>
                                      <a:gd name="T6" fmla="*/ 416 w 416"/>
                                      <a:gd name="T7" fmla="*/ 107 h 792"/>
                                      <a:gd name="T8" fmla="*/ 127 w 416"/>
                                      <a:gd name="T9" fmla="*/ 107 h 792"/>
                                      <a:gd name="T10" fmla="*/ 127 w 416"/>
                                      <a:gd name="T11" fmla="*/ 332 h 792"/>
                                      <a:gd name="T12" fmla="*/ 402 w 416"/>
                                      <a:gd name="T13" fmla="*/ 332 h 792"/>
                                      <a:gd name="T14" fmla="*/ 402 w 416"/>
                                      <a:gd name="T15" fmla="*/ 437 h 792"/>
                                      <a:gd name="T16" fmla="*/ 127 w 416"/>
                                      <a:gd name="T17" fmla="*/ 437 h 792"/>
                                      <a:gd name="T18" fmla="*/ 127 w 416"/>
                                      <a:gd name="T19" fmla="*/ 682 h 792"/>
                                      <a:gd name="T20" fmla="*/ 416 w 416"/>
                                      <a:gd name="T21" fmla="*/ 682 h 792"/>
                                      <a:gd name="T22" fmla="*/ 416 w 416"/>
                                      <a:gd name="T23" fmla="*/ 792 h 792"/>
                                      <a:gd name="T24" fmla="*/ 0 w 416"/>
                                      <a:gd name="T25" fmla="*/ 792 h 7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16" h="792">
                                        <a:moveTo>
                                          <a:pt x="0" y="792"/>
                                        </a:moveTo>
                                        <a:lnTo>
                                          <a:pt x="0" y="0"/>
                                        </a:lnTo>
                                        <a:lnTo>
                                          <a:pt x="416" y="0"/>
                                        </a:lnTo>
                                        <a:lnTo>
                                          <a:pt x="416" y="107"/>
                                        </a:lnTo>
                                        <a:lnTo>
                                          <a:pt x="127" y="107"/>
                                        </a:lnTo>
                                        <a:lnTo>
                                          <a:pt x="127" y="332"/>
                                        </a:lnTo>
                                        <a:lnTo>
                                          <a:pt x="402" y="332"/>
                                        </a:lnTo>
                                        <a:lnTo>
                                          <a:pt x="402" y="437"/>
                                        </a:lnTo>
                                        <a:lnTo>
                                          <a:pt x="127" y="437"/>
                                        </a:lnTo>
                                        <a:lnTo>
                                          <a:pt x="127" y="682"/>
                                        </a:lnTo>
                                        <a:lnTo>
                                          <a:pt x="416" y="682"/>
                                        </a:lnTo>
                                        <a:lnTo>
                                          <a:pt x="416" y="792"/>
                                        </a:lnTo>
                                        <a:lnTo>
                                          <a:pt x="0" y="792"/>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Freeform 121"/>
                                <wps:cNvSpPr>
                                  <a:spLocks noEditPoints="1"/>
                                </wps:cNvSpPr>
                                <wps:spPr bwMode="auto">
                                  <a:xfrm>
                                    <a:off x="1391285" y="576580"/>
                                    <a:ext cx="40640" cy="69850"/>
                                  </a:xfrm>
                                  <a:custGeom>
                                    <a:avLst/>
                                    <a:gdLst>
                                      <a:gd name="T0" fmla="*/ 391 w 514"/>
                                      <a:gd name="T1" fmla="*/ 595 h 879"/>
                                      <a:gd name="T2" fmla="*/ 394 w 514"/>
                                      <a:gd name="T3" fmla="*/ 515 h 879"/>
                                      <a:gd name="T4" fmla="*/ 396 w 514"/>
                                      <a:gd name="T5" fmla="*/ 486 h 879"/>
                                      <a:gd name="T6" fmla="*/ 375 w 514"/>
                                      <a:gd name="T7" fmla="*/ 523 h 879"/>
                                      <a:gd name="T8" fmla="*/ 347 w 514"/>
                                      <a:gd name="T9" fmla="*/ 556 h 879"/>
                                      <a:gd name="T10" fmla="*/ 312 w 514"/>
                                      <a:gd name="T11" fmla="*/ 581 h 879"/>
                                      <a:gd name="T12" fmla="*/ 274 w 514"/>
                                      <a:gd name="T13" fmla="*/ 597 h 879"/>
                                      <a:gd name="T14" fmla="*/ 230 w 514"/>
                                      <a:gd name="T15" fmla="*/ 604 h 879"/>
                                      <a:gd name="T16" fmla="*/ 190 w 514"/>
                                      <a:gd name="T17" fmla="*/ 604 h 879"/>
                                      <a:gd name="T18" fmla="*/ 123 w 514"/>
                                      <a:gd name="T19" fmla="*/ 587 h 879"/>
                                      <a:gd name="T20" fmla="*/ 95 w 514"/>
                                      <a:gd name="T21" fmla="*/ 572 h 879"/>
                                      <a:gd name="T22" fmla="*/ 71 w 514"/>
                                      <a:gd name="T23" fmla="*/ 553 h 879"/>
                                      <a:gd name="T24" fmla="*/ 43 w 514"/>
                                      <a:gd name="T25" fmla="*/ 518 h 879"/>
                                      <a:gd name="T26" fmla="*/ 14 w 514"/>
                                      <a:gd name="T27" fmla="*/ 450 h 879"/>
                                      <a:gd name="T28" fmla="*/ 1 w 514"/>
                                      <a:gd name="T29" fmla="*/ 364 h 879"/>
                                      <a:gd name="T30" fmla="*/ 0 w 514"/>
                                      <a:gd name="T31" fmla="*/ 313 h 879"/>
                                      <a:gd name="T32" fmla="*/ 5 w 514"/>
                                      <a:gd name="T33" fmla="*/ 259 h 879"/>
                                      <a:gd name="T34" fmla="*/ 16 w 514"/>
                                      <a:gd name="T35" fmla="*/ 210 h 879"/>
                                      <a:gd name="T36" fmla="*/ 32 w 514"/>
                                      <a:gd name="T37" fmla="*/ 165 h 879"/>
                                      <a:gd name="T38" fmla="*/ 53 w 514"/>
                                      <a:gd name="T39" fmla="*/ 126 h 879"/>
                                      <a:gd name="T40" fmla="*/ 81 w 514"/>
                                      <a:gd name="T41" fmla="*/ 90 h 879"/>
                                      <a:gd name="T42" fmla="*/ 114 w 514"/>
                                      <a:gd name="T43" fmla="*/ 61 h 879"/>
                                      <a:gd name="T44" fmla="*/ 151 w 514"/>
                                      <a:gd name="T45" fmla="*/ 37 h 879"/>
                                      <a:gd name="T46" fmla="*/ 193 w 514"/>
                                      <a:gd name="T47" fmla="*/ 19 h 879"/>
                                      <a:gd name="T48" fmla="*/ 240 w 514"/>
                                      <a:gd name="T49" fmla="*/ 7 h 879"/>
                                      <a:gd name="T50" fmla="*/ 292 w 514"/>
                                      <a:gd name="T51" fmla="*/ 0 h 879"/>
                                      <a:gd name="T52" fmla="*/ 366 w 514"/>
                                      <a:gd name="T53" fmla="*/ 2 h 879"/>
                                      <a:gd name="T54" fmla="*/ 514 w 514"/>
                                      <a:gd name="T55" fmla="*/ 17 h 879"/>
                                      <a:gd name="T56" fmla="*/ 391 w 514"/>
                                      <a:gd name="T57" fmla="*/ 109 h 879"/>
                                      <a:gd name="T58" fmla="*/ 344 w 514"/>
                                      <a:gd name="T59" fmla="*/ 102 h 879"/>
                                      <a:gd name="T60" fmla="*/ 298 w 514"/>
                                      <a:gd name="T61" fmla="*/ 100 h 879"/>
                                      <a:gd name="T62" fmla="*/ 246 w 514"/>
                                      <a:gd name="T63" fmla="*/ 106 h 879"/>
                                      <a:gd name="T64" fmla="*/ 202 w 514"/>
                                      <a:gd name="T65" fmla="*/ 127 h 879"/>
                                      <a:gd name="T66" fmla="*/ 166 w 514"/>
                                      <a:gd name="T67" fmla="*/ 164 h 879"/>
                                      <a:gd name="T68" fmla="*/ 143 w 514"/>
                                      <a:gd name="T69" fmla="*/ 218 h 879"/>
                                      <a:gd name="T70" fmla="*/ 132 w 514"/>
                                      <a:gd name="T71" fmla="*/ 290 h 879"/>
                                      <a:gd name="T72" fmla="*/ 131 w 514"/>
                                      <a:gd name="T73" fmla="*/ 340 h 879"/>
                                      <a:gd name="T74" fmla="*/ 137 w 514"/>
                                      <a:gd name="T75" fmla="*/ 396 h 879"/>
                                      <a:gd name="T76" fmla="*/ 152 w 514"/>
                                      <a:gd name="T77" fmla="*/ 441 h 879"/>
                                      <a:gd name="T78" fmla="*/ 175 w 514"/>
                                      <a:gd name="T79" fmla="*/ 475 h 879"/>
                                      <a:gd name="T80" fmla="*/ 206 w 514"/>
                                      <a:gd name="T81" fmla="*/ 494 h 879"/>
                                      <a:gd name="T82" fmla="*/ 246 w 514"/>
                                      <a:gd name="T83" fmla="*/ 502 h 879"/>
                                      <a:gd name="T84" fmla="*/ 262 w 514"/>
                                      <a:gd name="T85" fmla="*/ 501 h 879"/>
                                      <a:gd name="T86" fmla="*/ 307 w 514"/>
                                      <a:gd name="T87" fmla="*/ 482 h 879"/>
                                      <a:gd name="T88" fmla="*/ 343 w 514"/>
                                      <a:gd name="T89" fmla="*/ 448 h 879"/>
                                      <a:gd name="T90" fmla="*/ 369 w 514"/>
                                      <a:gd name="T91" fmla="*/ 402 h 879"/>
                                      <a:gd name="T92" fmla="*/ 385 w 514"/>
                                      <a:gd name="T93" fmla="*/ 347 h 879"/>
                                      <a:gd name="T94" fmla="*/ 391 w 514"/>
                                      <a:gd name="T95" fmla="*/ 289 h 8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514" h="879">
                                        <a:moveTo>
                                          <a:pt x="391" y="879"/>
                                        </a:moveTo>
                                        <a:lnTo>
                                          <a:pt x="391" y="595"/>
                                        </a:lnTo>
                                        <a:lnTo>
                                          <a:pt x="391" y="595"/>
                                        </a:lnTo>
                                        <a:lnTo>
                                          <a:pt x="391" y="570"/>
                                        </a:lnTo>
                                        <a:lnTo>
                                          <a:pt x="392" y="543"/>
                                        </a:lnTo>
                                        <a:lnTo>
                                          <a:pt x="394" y="515"/>
                                        </a:lnTo>
                                        <a:lnTo>
                                          <a:pt x="398" y="487"/>
                                        </a:lnTo>
                                        <a:lnTo>
                                          <a:pt x="396" y="486"/>
                                        </a:lnTo>
                                        <a:lnTo>
                                          <a:pt x="396" y="486"/>
                                        </a:lnTo>
                                        <a:lnTo>
                                          <a:pt x="390" y="499"/>
                                        </a:lnTo>
                                        <a:lnTo>
                                          <a:pt x="383" y="512"/>
                                        </a:lnTo>
                                        <a:lnTo>
                                          <a:pt x="375" y="523"/>
                                        </a:lnTo>
                                        <a:lnTo>
                                          <a:pt x="366" y="535"/>
                                        </a:lnTo>
                                        <a:lnTo>
                                          <a:pt x="357" y="546"/>
                                        </a:lnTo>
                                        <a:lnTo>
                                          <a:pt x="347" y="556"/>
                                        </a:lnTo>
                                        <a:lnTo>
                                          <a:pt x="336" y="564"/>
                                        </a:lnTo>
                                        <a:lnTo>
                                          <a:pt x="325" y="573"/>
                                        </a:lnTo>
                                        <a:lnTo>
                                          <a:pt x="312" y="581"/>
                                        </a:lnTo>
                                        <a:lnTo>
                                          <a:pt x="300" y="586"/>
                                        </a:lnTo>
                                        <a:lnTo>
                                          <a:pt x="286" y="592"/>
                                        </a:lnTo>
                                        <a:lnTo>
                                          <a:pt x="274" y="597"/>
                                        </a:lnTo>
                                        <a:lnTo>
                                          <a:pt x="260" y="600"/>
                                        </a:lnTo>
                                        <a:lnTo>
                                          <a:pt x="245" y="603"/>
                                        </a:lnTo>
                                        <a:lnTo>
                                          <a:pt x="230" y="604"/>
                                        </a:lnTo>
                                        <a:lnTo>
                                          <a:pt x="215" y="605"/>
                                        </a:lnTo>
                                        <a:lnTo>
                                          <a:pt x="215" y="605"/>
                                        </a:lnTo>
                                        <a:lnTo>
                                          <a:pt x="190" y="604"/>
                                        </a:lnTo>
                                        <a:lnTo>
                                          <a:pt x="166" y="601"/>
                                        </a:lnTo>
                                        <a:lnTo>
                                          <a:pt x="144" y="595"/>
                                        </a:lnTo>
                                        <a:lnTo>
                                          <a:pt x="123" y="587"/>
                                        </a:lnTo>
                                        <a:lnTo>
                                          <a:pt x="114" y="583"/>
                                        </a:lnTo>
                                        <a:lnTo>
                                          <a:pt x="104" y="577"/>
                                        </a:lnTo>
                                        <a:lnTo>
                                          <a:pt x="95" y="572"/>
                                        </a:lnTo>
                                        <a:lnTo>
                                          <a:pt x="87" y="565"/>
                                        </a:lnTo>
                                        <a:lnTo>
                                          <a:pt x="78" y="559"/>
                                        </a:lnTo>
                                        <a:lnTo>
                                          <a:pt x="71" y="553"/>
                                        </a:lnTo>
                                        <a:lnTo>
                                          <a:pt x="63" y="544"/>
                                        </a:lnTo>
                                        <a:lnTo>
                                          <a:pt x="56" y="536"/>
                                        </a:lnTo>
                                        <a:lnTo>
                                          <a:pt x="43" y="518"/>
                                        </a:lnTo>
                                        <a:lnTo>
                                          <a:pt x="32" y="498"/>
                                        </a:lnTo>
                                        <a:lnTo>
                                          <a:pt x="22" y="475"/>
                                        </a:lnTo>
                                        <a:lnTo>
                                          <a:pt x="14" y="450"/>
                                        </a:lnTo>
                                        <a:lnTo>
                                          <a:pt x="8" y="424"/>
                                        </a:lnTo>
                                        <a:lnTo>
                                          <a:pt x="3" y="395"/>
                                        </a:lnTo>
                                        <a:lnTo>
                                          <a:pt x="1" y="364"/>
                                        </a:lnTo>
                                        <a:lnTo>
                                          <a:pt x="0" y="331"/>
                                        </a:lnTo>
                                        <a:lnTo>
                                          <a:pt x="0" y="331"/>
                                        </a:lnTo>
                                        <a:lnTo>
                                          <a:pt x="0" y="313"/>
                                        </a:lnTo>
                                        <a:lnTo>
                                          <a:pt x="1" y="295"/>
                                        </a:lnTo>
                                        <a:lnTo>
                                          <a:pt x="3" y="276"/>
                                        </a:lnTo>
                                        <a:lnTo>
                                          <a:pt x="5" y="259"/>
                                        </a:lnTo>
                                        <a:lnTo>
                                          <a:pt x="8" y="242"/>
                                        </a:lnTo>
                                        <a:lnTo>
                                          <a:pt x="11" y="226"/>
                                        </a:lnTo>
                                        <a:lnTo>
                                          <a:pt x="16" y="210"/>
                                        </a:lnTo>
                                        <a:lnTo>
                                          <a:pt x="20" y="195"/>
                                        </a:lnTo>
                                        <a:lnTo>
                                          <a:pt x="26" y="179"/>
                                        </a:lnTo>
                                        <a:lnTo>
                                          <a:pt x="32" y="165"/>
                                        </a:lnTo>
                                        <a:lnTo>
                                          <a:pt x="38" y="151"/>
                                        </a:lnTo>
                                        <a:lnTo>
                                          <a:pt x="46" y="138"/>
                                        </a:lnTo>
                                        <a:lnTo>
                                          <a:pt x="53" y="126"/>
                                        </a:lnTo>
                                        <a:lnTo>
                                          <a:pt x="62" y="113"/>
                                        </a:lnTo>
                                        <a:lnTo>
                                          <a:pt x="72" y="102"/>
                                        </a:lnTo>
                                        <a:lnTo>
                                          <a:pt x="81" y="90"/>
                                        </a:lnTo>
                                        <a:lnTo>
                                          <a:pt x="91" y="80"/>
                                        </a:lnTo>
                                        <a:lnTo>
                                          <a:pt x="102" y="71"/>
                                        </a:lnTo>
                                        <a:lnTo>
                                          <a:pt x="114" y="61"/>
                                        </a:lnTo>
                                        <a:lnTo>
                                          <a:pt x="125" y="52"/>
                                        </a:lnTo>
                                        <a:lnTo>
                                          <a:pt x="138" y="44"/>
                                        </a:lnTo>
                                        <a:lnTo>
                                          <a:pt x="151" y="37"/>
                                        </a:lnTo>
                                        <a:lnTo>
                                          <a:pt x="165" y="30"/>
                                        </a:lnTo>
                                        <a:lnTo>
                                          <a:pt x="179" y="24"/>
                                        </a:lnTo>
                                        <a:lnTo>
                                          <a:pt x="193" y="19"/>
                                        </a:lnTo>
                                        <a:lnTo>
                                          <a:pt x="209" y="13"/>
                                        </a:lnTo>
                                        <a:lnTo>
                                          <a:pt x="224" y="10"/>
                                        </a:lnTo>
                                        <a:lnTo>
                                          <a:pt x="240" y="7"/>
                                        </a:lnTo>
                                        <a:lnTo>
                                          <a:pt x="257" y="4"/>
                                        </a:lnTo>
                                        <a:lnTo>
                                          <a:pt x="275" y="3"/>
                                        </a:lnTo>
                                        <a:lnTo>
                                          <a:pt x="292" y="0"/>
                                        </a:lnTo>
                                        <a:lnTo>
                                          <a:pt x="311" y="0"/>
                                        </a:lnTo>
                                        <a:lnTo>
                                          <a:pt x="311" y="0"/>
                                        </a:lnTo>
                                        <a:lnTo>
                                          <a:pt x="366" y="2"/>
                                        </a:lnTo>
                                        <a:lnTo>
                                          <a:pt x="418" y="5"/>
                                        </a:lnTo>
                                        <a:lnTo>
                                          <a:pt x="467" y="10"/>
                                        </a:lnTo>
                                        <a:lnTo>
                                          <a:pt x="514" y="17"/>
                                        </a:lnTo>
                                        <a:lnTo>
                                          <a:pt x="514" y="879"/>
                                        </a:lnTo>
                                        <a:lnTo>
                                          <a:pt x="391" y="879"/>
                                        </a:lnTo>
                                        <a:close/>
                                        <a:moveTo>
                                          <a:pt x="391" y="109"/>
                                        </a:moveTo>
                                        <a:lnTo>
                                          <a:pt x="391" y="109"/>
                                        </a:lnTo>
                                        <a:lnTo>
                                          <a:pt x="367" y="105"/>
                                        </a:lnTo>
                                        <a:lnTo>
                                          <a:pt x="344" y="102"/>
                                        </a:lnTo>
                                        <a:lnTo>
                                          <a:pt x="322" y="100"/>
                                        </a:lnTo>
                                        <a:lnTo>
                                          <a:pt x="298" y="100"/>
                                        </a:lnTo>
                                        <a:lnTo>
                                          <a:pt x="298" y="100"/>
                                        </a:lnTo>
                                        <a:lnTo>
                                          <a:pt x="280" y="100"/>
                                        </a:lnTo>
                                        <a:lnTo>
                                          <a:pt x="262" y="102"/>
                                        </a:lnTo>
                                        <a:lnTo>
                                          <a:pt x="246" y="106"/>
                                        </a:lnTo>
                                        <a:lnTo>
                                          <a:pt x="230" y="111"/>
                                        </a:lnTo>
                                        <a:lnTo>
                                          <a:pt x="215" y="118"/>
                                        </a:lnTo>
                                        <a:lnTo>
                                          <a:pt x="202" y="127"/>
                                        </a:lnTo>
                                        <a:lnTo>
                                          <a:pt x="189" y="137"/>
                                        </a:lnTo>
                                        <a:lnTo>
                                          <a:pt x="177" y="150"/>
                                        </a:lnTo>
                                        <a:lnTo>
                                          <a:pt x="166" y="164"/>
                                        </a:lnTo>
                                        <a:lnTo>
                                          <a:pt x="158" y="180"/>
                                        </a:lnTo>
                                        <a:lnTo>
                                          <a:pt x="149" y="198"/>
                                        </a:lnTo>
                                        <a:lnTo>
                                          <a:pt x="143" y="218"/>
                                        </a:lnTo>
                                        <a:lnTo>
                                          <a:pt x="137" y="240"/>
                                        </a:lnTo>
                                        <a:lnTo>
                                          <a:pt x="134" y="264"/>
                                        </a:lnTo>
                                        <a:lnTo>
                                          <a:pt x="132" y="290"/>
                                        </a:lnTo>
                                        <a:lnTo>
                                          <a:pt x="131" y="319"/>
                                        </a:lnTo>
                                        <a:lnTo>
                                          <a:pt x="131" y="319"/>
                                        </a:lnTo>
                                        <a:lnTo>
                                          <a:pt x="131" y="340"/>
                                        </a:lnTo>
                                        <a:lnTo>
                                          <a:pt x="133" y="361"/>
                                        </a:lnTo>
                                        <a:lnTo>
                                          <a:pt x="135" y="379"/>
                                        </a:lnTo>
                                        <a:lnTo>
                                          <a:pt x="137" y="396"/>
                                        </a:lnTo>
                                        <a:lnTo>
                                          <a:pt x="141" y="413"/>
                                        </a:lnTo>
                                        <a:lnTo>
                                          <a:pt x="146" y="429"/>
                                        </a:lnTo>
                                        <a:lnTo>
                                          <a:pt x="152" y="441"/>
                                        </a:lnTo>
                                        <a:lnTo>
                                          <a:pt x="159" y="454"/>
                                        </a:lnTo>
                                        <a:lnTo>
                                          <a:pt x="166" y="465"/>
                                        </a:lnTo>
                                        <a:lnTo>
                                          <a:pt x="175" y="475"/>
                                        </a:lnTo>
                                        <a:lnTo>
                                          <a:pt x="184" y="482"/>
                                        </a:lnTo>
                                        <a:lnTo>
                                          <a:pt x="194" y="490"/>
                                        </a:lnTo>
                                        <a:lnTo>
                                          <a:pt x="206" y="494"/>
                                        </a:lnTo>
                                        <a:lnTo>
                                          <a:pt x="218" y="499"/>
                                        </a:lnTo>
                                        <a:lnTo>
                                          <a:pt x="231" y="501"/>
                                        </a:lnTo>
                                        <a:lnTo>
                                          <a:pt x="246" y="502"/>
                                        </a:lnTo>
                                        <a:lnTo>
                                          <a:pt x="246" y="502"/>
                                        </a:lnTo>
                                        <a:lnTo>
                                          <a:pt x="254" y="501"/>
                                        </a:lnTo>
                                        <a:lnTo>
                                          <a:pt x="262" y="501"/>
                                        </a:lnTo>
                                        <a:lnTo>
                                          <a:pt x="278" y="496"/>
                                        </a:lnTo>
                                        <a:lnTo>
                                          <a:pt x="293" y="491"/>
                                        </a:lnTo>
                                        <a:lnTo>
                                          <a:pt x="307" y="482"/>
                                        </a:lnTo>
                                        <a:lnTo>
                                          <a:pt x="320" y="473"/>
                                        </a:lnTo>
                                        <a:lnTo>
                                          <a:pt x="333" y="461"/>
                                        </a:lnTo>
                                        <a:lnTo>
                                          <a:pt x="343" y="448"/>
                                        </a:lnTo>
                                        <a:lnTo>
                                          <a:pt x="353" y="434"/>
                                        </a:lnTo>
                                        <a:lnTo>
                                          <a:pt x="362" y="418"/>
                                        </a:lnTo>
                                        <a:lnTo>
                                          <a:pt x="369" y="402"/>
                                        </a:lnTo>
                                        <a:lnTo>
                                          <a:pt x="376" y="383"/>
                                        </a:lnTo>
                                        <a:lnTo>
                                          <a:pt x="381" y="366"/>
                                        </a:lnTo>
                                        <a:lnTo>
                                          <a:pt x="385" y="347"/>
                                        </a:lnTo>
                                        <a:lnTo>
                                          <a:pt x="387" y="327"/>
                                        </a:lnTo>
                                        <a:lnTo>
                                          <a:pt x="390" y="309"/>
                                        </a:lnTo>
                                        <a:lnTo>
                                          <a:pt x="391" y="289"/>
                                        </a:lnTo>
                                        <a:lnTo>
                                          <a:pt x="391" y="109"/>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 name="Freeform 122"/>
                                <wps:cNvSpPr>
                                  <a:spLocks/>
                                </wps:cNvSpPr>
                                <wps:spPr bwMode="auto">
                                  <a:xfrm>
                                    <a:off x="1446530" y="577215"/>
                                    <a:ext cx="38735" cy="47625"/>
                                  </a:xfrm>
                                  <a:custGeom>
                                    <a:avLst/>
                                    <a:gdLst>
                                      <a:gd name="T0" fmla="*/ 367 w 487"/>
                                      <a:gd name="T1" fmla="*/ 583 h 595"/>
                                      <a:gd name="T2" fmla="*/ 369 w 487"/>
                                      <a:gd name="T3" fmla="*/ 527 h 595"/>
                                      <a:gd name="T4" fmla="*/ 376 w 487"/>
                                      <a:gd name="T5" fmla="*/ 469 h 595"/>
                                      <a:gd name="T6" fmla="*/ 375 w 487"/>
                                      <a:gd name="T7" fmla="*/ 468 h 595"/>
                                      <a:gd name="T8" fmla="*/ 361 w 487"/>
                                      <a:gd name="T9" fmla="*/ 495 h 595"/>
                                      <a:gd name="T10" fmla="*/ 343 w 487"/>
                                      <a:gd name="T11" fmla="*/ 520 h 595"/>
                                      <a:gd name="T12" fmla="*/ 322 w 487"/>
                                      <a:gd name="T13" fmla="*/ 541 h 595"/>
                                      <a:gd name="T14" fmla="*/ 297 w 487"/>
                                      <a:gd name="T15" fmla="*/ 560 h 595"/>
                                      <a:gd name="T16" fmla="*/ 271 w 487"/>
                                      <a:gd name="T17" fmla="*/ 575 h 595"/>
                                      <a:gd name="T18" fmla="*/ 241 w 487"/>
                                      <a:gd name="T19" fmla="*/ 586 h 595"/>
                                      <a:gd name="T20" fmla="*/ 208 w 487"/>
                                      <a:gd name="T21" fmla="*/ 592 h 595"/>
                                      <a:gd name="T22" fmla="*/ 173 w 487"/>
                                      <a:gd name="T23" fmla="*/ 595 h 595"/>
                                      <a:gd name="T24" fmla="*/ 149 w 487"/>
                                      <a:gd name="T25" fmla="*/ 594 h 595"/>
                                      <a:gd name="T26" fmla="*/ 107 w 487"/>
                                      <a:gd name="T27" fmla="*/ 587 h 595"/>
                                      <a:gd name="T28" fmla="*/ 74 w 487"/>
                                      <a:gd name="T29" fmla="*/ 573 h 595"/>
                                      <a:gd name="T30" fmla="*/ 47 w 487"/>
                                      <a:gd name="T31" fmla="*/ 552 h 595"/>
                                      <a:gd name="T32" fmla="*/ 27 w 487"/>
                                      <a:gd name="T33" fmla="*/ 527 h 595"/>
                                      <a:gd name="T34" fmla="*/ 13 w 487"/>
                                      <a:gd name="T35" fmla="*/ 497 h 595"/>
                                      <a:gd name="T36" fmla="*/ 4 w 487"/>
                                      <a:gd name="T37" fmla="*/ 464 h 595"/>
                                      <a:gd name="T38" fmla="*/ 0 w 487"/>
                                      <a:gd name="T39" fmla="*/ 427 h 595"/>
                                      <a:gd name="T40" fmla="*/ 0 w 487"/>
                                      <a:gd name="T41" fmla="*/ 0 h 595"/>
                                      <a:gd name="T42" fmla="*/ 123 w 487"/>
                                      <a:gd name="T43" fmla="*/ 375 h 595"/>
                                      <a:gd name="T44" fmla="*/ 124 w 487"/>
                                      <a:gd name="T45" fmla="*/ 401 h 595"/>
                                      <a:gd name="T46" fmla="*/ 128 w 487"/>
                                      <a:gd name="T47" fmla="*/ 424 h 595"/>
                                      <a:gd name="T48" fmla="*/ 133 w 487"/>
                                      <a:gd name="T49" fmla="*/ 443 h 595"/>
                                      <a:gd name="T50" fmla="*/ 142 w 487"/>
                                      <a:gd name="T51" fmla="*/ 461 h 595"/>
                                      <a:gd name="T52" fmla="*/ 153 w 487"/>
                                      <a:gd name="T53" fmla="*/ 473 h 595"/>
                                      <a:gd name="T54" fmla="*/ 169 w 487"/>
                                      <a:gd name="T55" fmla="*/ 483 h 595"/>
                                      <a:gd name="T56" fmla="*/ 187 w 487"/>
                                      <a:gd name="T57" fmla="*/ 489 h 595"/>
                                      <a:gd name="T58" fmla="*/ 210 w 487"/>
                                      <a:gd name="T59" fmla="*/ 491 h 595"/>
                                      <a:gd name="T60" fmla="*/ 227 w 487"/>
                                      <a:gd name="T61" fmla="*/ 490 h 595"/>
                                      <a:gd name="T62" fmla="*/ 257 w 487"/>
                                      <a:gd name="T63" fmla="*/ 481 h 595"/>
                                      <a:gd name="T64" fmla="*/ 283 w 487"/>
                                      <a:gd name="T65" fmla="*/ 465 h 595"/>
                                      <a:gd name="T66" fmla="*/ 308 w 487"/>
                                      <a:gd name="T67" fmla="*/ 443 h 595"/>
                                      <a:gd name="T68" fmla="*/ 329 w 487"/>
                                      <a:gd name="T69" fmla="*/ 415 h 595"/>
                                      <a:gd name="T70" fmla="*/ 345 w 487"/>
                                      <a:gd name="T71" fmla="*/ 382 h 595"/>
                                      <a:gd name="T72" fmla="*/ 355 w 487"/>
                                      <a:gd name="T73" fmla="*/ 344 h 595"/>
                                      <a:gd name="T74" fmla="*/ 361 w 487"/>
                                      <a:gd name="T75" fmla="*/ 303 h 595"/>
                                      <a:gd name="T76" fmla="*/ 362 w 487"/>
                                      <a:gd name="T77" fmla="*/ 0 h 595"/>
                                      <a:gd name="T78" fmla="*/ 487 w 487"/>
                                      <a:gd name="T79" fmla="*/ 583 h 5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487" h="595">
                                        <a:moveTo>
                                          <a:pt x="367" y="583"/>
                                        </a:moveTo>
                                        <a:lnTo>
                                          <a:pt x="367" y="583"/>
                                        </a:lnTo>
                                        <a:lnTo>
                                          <a:pt x="368" y="558"/>
                                        </a:lnTo>
                                        <a:lnTo>
                                          <a:pt x="369" y="527"/>
                                        </a:lnTo>
                                        <a:lnTo>
                                          <a:pt x="373" y="496"/>
                                        </a:lnTo>
                                        <a:lnTo>
                                          <a:pt x="376" y="469"/>
                                        </a:lnTo>
                                        <a:lnTo>
                                          <a:pt x="375" y="468"/>
                                        </a:lnTo>
                                        <a:lnTo>
                                          <a:pt x="375" y="468"/>
                                        </a:lnTo>
                                        <a:lnTo>
                                          <a:pt x="368" y="482"/>
                                        </a:lnTo>
                                        <a:lnTo>
                                          <a:pt x="361" y="495"/>
                                        </a:lnTo>
                                        <a:lnTo>
                                          <a:pt x="352" y="508"/>
                                        </a:lnTo>
                                        <a:lnTo>
                                          <a:pt x="343" y="520"/>
                                        </a:lnTo>
                                        <a:lnTo>
                                          <a:pt x="333" y="531"/>
                                        </a:lnTo>
                                        <a:lnTo>
                                          <a:pt x="322" y="541"/>
                                        </a:lnTo>
                                        <a:lnTo>
                                          <a:pt x="310" y="551"/>
                                        </a:lnTo>
                                        <a:lnTo>
                                          <a:pt x="297" y="560"/>
                                        </a:lnTo>
                                        <a:lnTo>
                                          <a:pt x="285" y="567"/>
                                        </a:lnTo>
                                        <a:lnTo>
                                          <a:pt x="271" y="575"/>
                                        </a:lnTo>
                                        <a:lnTo>
                                          <a:pt x="256" y="580"/>
                                        </a:lnTo>
                                        <a:lnTo>
                                          <a:pt x="241" y="586"/>
                                        </a:lnTo>
                                        <a:lnTo>
                                          <a:pt x="224" y="590"/>
                                        </a:lnTo>
                                        <a:lnTo>
                                          <a:pt x="208" y="592"/>
                                        </a:lnTo>
                                        <a:lnTo>
                                          <a:pt x="191" y="594"/>
                                        </a:lnTo>
                                        <a:lnTo>
                                          <a:pt x="173" y="595"/>
                                        </a:lnTo>
                                        <a:lnTo>
                                          <a:pt x="173" y="595"/>
                                        </a:lnTo>
                                        <a:lnTo>
                                          <a:pt x="149" y="594"/>
                                        </a:lnTo>
                                        <a:lnTo>
                                          <a:pt x="127" y="591"/>
                                        </a:lnTo>
                                        <a:lnTo>
                                          <a:pt x="107" y="587"/>
                                        </a:lnTo>
                                        <a:lnTo>
                                          <a:pt x="90" y="580"/>
                                        </a:lnTo>
                                        <a:lnTo>
                                          <a:pt x="74" y="573"/>
                                        </a:lnTo>
                                        <a:lnTo>
                                          <a:pt x="60" y="563"/>
                                        </a:lnTo>
                                        <a:lnTo>
                                          <a:pt x="47" y="552"/>
                                        </a:lnTo>
                                        <a:lnTo>
                                          <a:pt x="36" y="540"/>
                                        </a:lnTo>
                                        <a:lnTo>
                                          <a:pt x="27" y="527"/>
                                        </a:lnTo>
                                        <a:lnTo>
                                          <a:pt x="19" y="512"/>
                                        </a:lnTo>
                                        <a:lnTo>
                                          <a:pt x="13" y="497"/>
                                        </a:lnTo>
                                        <a:lnTo>
                                          <a:pt x="8" y="481"/>
                                        </a:lnTo>
                                        <a:lnTo>
                                          <a:pt x="4" y="464"/>
                                        </a:lnTo>
                                        <a:lnTo>
                                          <a:pt x="2" y="445"/>
                                        </a:lnTo>
                                        <a:lnTo>
                                          <a:pt x="0" y="427"/>
                                        </a:lnTo>
                                        <a:lnTo>
                                          <a:pt x="0" y="409"/>
                                        </a:lnTo>
                                        <a:lnTo>
                                          <a:pt x="0" y="0"/>
                                        </a:lnTo>
                                        <a:lnTo>
                                          <a:pt x="123" y="0"/>
                                        </a:lnTo>
                                        <a:lnTo>
                                          <a:pt x="123" y="375"/>
                                        </a:lnTo>
                                        <a:lnTo>
                                          <a:pt x="123" y="375"/>
                                        </a:lnTo>
                                        <a:lnTo>
                                          <a:pt x="124" y="401"/>
                                        </a:lnTo>
                                        <a:lnTo>
                                          <a:pt x="126" y="413"/>
                                        </a:lnTo>
                                        <a:lnTo>
                                          <a:pt x="128" y="424"/>
                                        </a:lnTo>
                                        <a:lnTo>
                                          <a:pt x="130" y="435"/>
                                        </a:lnTo>
                                        <a:lnTo>
                                          <a:pt x="133" y="443"/>
                                        </a:lnTo>
                                        <a:lnTo>
                                          <a:pt x="137" y="452"/>
                                        </a:lnTo>
                                        <a:lnTo>
                                          <a:pt x="142" y="461"/>
                                        </a:lnTo>
                                        <a:lnTo>
                                          <a:pt x="147" y="467"/>
                                        </a:lnTo>
                                        <a:lnTo>
                                          <a:pt x="153" y="473"/>
                                        </a:lnTo>
                                        <a:lnTo>
                                          <a:pt x="160" y="479"/>
                                        </a:lnTo>
                                        <a:lnTo>
                                          <a:pt x="169" y="483"/>
                                        </a:lnTo>
                                        <a:lnTo>
                                          <a:pt x="177" y="486"/>
                                        </a:lnTo>
                                        <a:lnTo>
                                          <a:pt x="187" y="489"/>
                                        </a:lnTo>
                                        <a:lnTo>
                                          <a:pt x="198" y="490"/>
                                        </a:lnTo>
                                        <a:lnTo>
                                          <a:pt x="210" y="491"/>
                                        </a:lnTo>
                                        <a:lnTo>
                                          <a:pt x="210" y="491"/>
                                        </a:lnTo>
                                        <a:lnTo>
                                          <a:pt x="227" y="490"/>
                                        </a:lnTo>
                                        <a:lnTo>
                                          <a:pt x="242" y="486"/>
                                        </a:lnTo>
                                        <a:lnTo>
                                          <a:pt x="257" y="481"/>
                                        </a:lnTo>
                                        <a:lnTo>
                                          <a:pt x="271" y="475"/>
                                        </a:lnTo>
                                        <a:lnTo>
                                          <a:pt x="283" y="465"/>
                                        </a:lnTo>
                                        <a:lnTo>
                                          <a:pt x="296" y="455"/>
                                        </a:lnTo>
                                        <a:lnTo>
                                          <a:pt x="308" y="443"/>
                                        </a:lnTo>
                                        <a:lnTo>
                                          <a:pt x="319" y="429"/>
                                        </a:lnTo>
                                        <a:lnTo>
                                          <a:pt x="329" y="415"/>
                                        </a:lnTo>
                                        <a:lnTo>
                                          <a:pt x="337" y="399"/>
                                        </a:lnTo>
                                        <a:lnTo>
                                          <a:pt x="345" y="382"/>
                                        </a:lnTo>
                                        <a:lnTo>
                                          <a:pt x="350" y="364"/>
                                        </a:lnTo>
                                        <a:lnTo>
                                          <a:pt x="355" y="344"/>
                                        </a:lnTo>
                                        <a:lnTo>
                                          <a:pt x="359" y="324"/>
                                        </a:lnTo>
                                        <a:lnTo>
                                          <a:pt x="361" y="303"/>
                                        </a:lnTo>
                                        <a:lnTo>
                                          <a:pt x="362" y="282"/>
                                        </a:lnTo>
                                        <a:lnTo>
                                          <a:pt x="362" y="0"/>
                                        </a:lnTo>
                                        <a:lnTo>
                                          <a:pt x="487" y="0"/>
                                        </a:lnTo>
                                        <a:lnTo>
                                          <a:pt x="487" y="583"/>
                                        </a:lnTo>
                                        <a:lnTo>
                                          <a:pt x="367" y="583"/>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2" name="Freeform 123"/>
                                <wps:cNvSpPr>
                                  <a:spLocks noEditPoints="1"/>
                                </wps:cNvSpPr>
                                <wps:spPr bwMode="auto">
                                  <a:xfrm>
                                    <a:off x="1496695" y="576580"/>
                                    <a:ext cx="37465" cy="48260"/>
                                  </a:xfrm>
                                  <a:custGeom>
                                    <a:avLst/>
                                    <a:gdLst>
                                      <a:gd name="T0" fmla="*/ 352 w 472"/>
                                      <a:gd name="T1" fmla="*/ 566 h 607"/>
                                      <a:gd name="T2" fmla="*/ 357 w 472"/>
                                      <a:gd name="T3" fmla="*/ 488 h 607"/>
                                      <a:gd name="T4" fmla="*/ 351 w 472"/>
                                      <a:gd name="T5" fmla="*/ 498 h 607"/>
                                      <a:gd name="T6" fmla="*/ 327 w 472"/>
                                      <a:gd name="T7" fmla="*/ 534 h 607"/>
                                      <a:gd name="T8" fmla="*/ 296 w 472"/>
                                      <a:gd name="T9" fmla="*/ 564 h 607"/>
                                      <a:gd name="T10" fmla="*/ 257 w 472"/>
                                      <a:gd name="T11" fmla="*/ 587 h 607"/>
                                      <a:gd name="T12" fmla="*/ 213 w 472"/>
                                      <a:gd name="T13" fmla="*/ 602 h 607"/>
                                      <a:gd name="T14" fmla="*/ 163 w 472"/>
                                      <a:gd name="T15" fmla="*/ 607 h 607"/>
                                      <a:gd name="T16" fmla="*/ 127 w 472"/>
                                      <a:gd name="T17" fmla="*/ 604 h 607"/>
                                      <a:gd name="T18" fmla="*/ 81 w 472"/>
                                      <a:gd name="T19" fmla="*/ 591 h 607"/>
                                      <a:gd name="T20" fmla="*/ 44 w 472"/>
                                      <a:gd name="T21" fmla="*/ 567 h 607"/>
                                      <a:gd name="T22" fmla="*/ 19 w 472"/>
                                      <a:gd name="T23" fmla="*/ 533 h 607"/>
                                      <a:gd name="T24" fmla="*/ 4 w 472"/>
                                      <a:gd name="T25" fmla="*/ 491 h 607"/>
                                      <a:gd name="T26" fmla="*/ 0 w 472"/>
                                      <a:gd name="T27" fmla="*/ 457 h 607"/>
                                      <a:gd name="T28" fmla="*/ 4 w 472"/>
                                      <a:gd name="T29" fmla="*/ 422 h 607"/>
                                      <a:gd name="T30" fmla="*/ 14 w 472"/>
                                      <a:gd name="T31" fmla="*/ 388 h 607"/>
                                      <a:gd name="T32" fmla="*/ 30 w 472"/>
                                      <a:gd name="T33" fmla="*/ 359 h 607"/>
                                      <a:gd name="T34" fmla="*/ 54 w 472"/>
                                      <a:gd name="T35" fmla="*/ 332 h 607"/>
                                      <a:gd name="T36" fmla="*/ 82 w 472"/>
                                      <a:gd name="T37" fmla="*/ 309 h 607"/>
                                      <a:gd name="T38" fmla="*/ 142 w 472"/>
                                      <a:gd name="T39" fmla="*/ 278 h 607"/>
                                      <a:gd name="T40" fmla="*/ 233 w 472"/>
                                      <a:gd name="T41" fmla="*/ 255 h 607"/>
                                      <a:gd name="T42" fmla="*/ 343 w 472"/>
                                      <a:gd name="T43" fmla="*/ 246 h 607"/>
                                      <a:gd name="T44" fmla="*/ 343 w 472"/>
                                      <a:gd name="T45" fmla="*/ 195 h 607"/>
                                      <a:gd name="T46" fmla="*/ 337 w 472"/>
                                      <a:gd name="T47" fmla="*/ 161 h 607"/>
                                      <a:gd name="T48" fmla="*/ 323 w 472"/>
                                      <a:gd name="T49" fmla="*/ 134 h 607"/>
                                      <a:gd name="T50" fmla="*/ 300 w 472"/>
                                      <a:gd name="T51" fmla="*/ 115 h 607"/>
                                      <a:gd name="T52" fmla="*/ 267 w 472"/>
                                      <a:gd name="T53" fmla="*/ 103 h 607"/>
                                      <a:gd name="T54" fmla="*/ 222 w 472"/>
                                      <a:gd name="T55" fmla="*/ 98 h 607"/>
                                      <a:gd name="T56" fmla="*/ 179 w 472"/>
                                      <a:gd name="T57" fmla="*/ 102 h 607"/>
                                      <a:gd name="T58" fmla="*/ 111 w 472"/>
                                      <a:gd name="T59" fmla="*/ 118 h 607"/>
                                      <a:gd name="T60" fmla="*/ 49 w 472"/>
                                      <a:gd name="T61" fmla="*/ 146 h 607"/>
                                      <a:gd name="T62" fmla="*/ 58 w 472"/>
                                      <a:gd name="T63" fmla="*/ 30 h 607"/>
                                      <a:gd name="T64" fmla="*/ 132 w 472"/>
                                      <a:gd name="T65" fmla="*/ 11 h 607"/>
                                      <a:gd name="T66" fmla="*/ 213 w 472"/>
                                      <a:gd name="T67" fmla="*/ 1 h 607"/>
                                      <a:gd name="T68" fmla="*/ 273 w 472"/>
                                      <a:gd name="T69" fmla="*/ 1 h 607"/>
                                      <a:gd name="T70" fmla="*/ 352 w 472"/>
                                      <a:gd name="T71" fmla="*/ 14 h 607"/>
                                      <a:gd name="T72" fmla="*/ 408 w 472"/>
                                      <a:gd name="T73" fmla="*/ 41 h 607"/>
                                      <a:gd name="T74" fmla="*/ 443 w 472"/>
                                      <a:gd name="T75" fmla="*/ 82 h 607"/>
                                      <a:gd name="T76" fmla="*/ 462 w 472"/>
                                      <a:gd name="T77" fmla="*/ 135 h 607"/>
                                      <a:gd name="T78" fmla="*/ 468 w 472"/>
                                      <a:gd name="T79" fmla="*/ 198 h 607"/>
                                      <a:gd name="T80" fmla="*/ 469 w 472"/>
                                      <a:gd name="T81" fmla="*/ 516 h 607"/>
                                      <a:gd name="T82" fmla="*/ 343 w 472"/>
                                      <a:gd name="T83" fmla="*/ 331 h 607"/>
                                      <a:gd name="T84" fmla="*/ 281 w 472"/>
                                      <a:gd name="T85" fmla="*/ 333 h 607"/>
                                      <a:gd name="T86" fmla="*/ 211 w 472"/>
                                      <a:gd name="T87" fmla="*/ 345 h 607"/>
                                      <a:gd name="T88" fmla="*/ 164 w 472"/>
                                      <a:gd name="T89" fmla="*/ 365 h 607"/>
                                      <a:gd name="T90" fmla="*/ 136 w 472"/>
                                      <a:gd name="T91" fmla="*/ 390 h 607"/>
                                      <a:gd name="T92" fmla="*/ 123 w 472"/>
                                      <a:gd name="T93" fmla="*/ 418 h 607"/>
                                      <a:gd name="T94" fmla="*/ 121 w 472"/>
                                      <a:gd name="T95" fmla="*/ 437 h 607"/>
                                      <a:gd name="T96" fmla="*/ 124 w 472"/>
                                      <a:gd name="T97" fmla="*/ 460 h 607"/>
                                      <a:gd name="T98" fmla="*/ 134 w 472"/>
                                      <a:gd name="T99" fmla="*/ 478 h 607"/>
                                      <a:gd name="T100" fmla="*/ 148 w 472"/>
                                      <a:gd name="T101" fmla="*/ 493 h 607"/>
                                      <a:gd name="T102" fmla="*/ 167 w 472"/>
                                      <a:gd name="T103" fmla="*/ 503 h 607"/>
                                      <a:gd name="T104" fmla="*/ 192 w 472"/>
                                      <a:gd name="T105" fmla="*/ 508 h 607"/>
                                      <a:gd name="T106" fmla="*/ 216 w 472"/>
                                      <a:gd name="T107" fmla="*/ 507 h 607"/>
                                      <a:gd name="T108" fmla="*/ 258 w 472"/>
                                      <a:gd name="T109" fmla="*/ 494 h 607"/>
                                      <a:gd name="T110" fmla="*/ 294 w 472"/>
                                      <a:gd name="T111" fmla="*/ 468 h 607"/>
                                      <a:gd name="T112" fmla="*/ 320 w 472"/>
                                      <a:gd name="T113" fmla="*/ 432 h 607"/>
                                      <a:gd name="T114" fmla="*/ 337 w 472"/>
                                      <a:gd name="T115" fmla="*/ 390 h 607"/>
                                      <a:gd name="T116" fmla="*/ 343 w 472"/>
                                      <a:gd name="T117" fmla="*/ 343 h 6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72" h="607">
                                        <a:moveTo>
                                          <a:pt x="352" y="595"/>
                                        </a:moveTo>
                                        <a:lnTo>
                                          <a:pt x="352" y="595"/>
                                        </a:lnTo>
                                        <a:lnTo>
                                          <a:pt x="352" y="566"/>
                                        </a:lnTo>
                                        <a:lnTo>
                                          <a:pt x="353" y="539"/>
                                        </a:lnTo>
                                        <a:lnTo>
                                          <a:pt x="354" y="512"/>
                                        </a:lnTo>
                                        <a:lnTo>
                                          <a:pt x="357" y="488"/>
                                        </a:lnTo>
                                        <a:lnTo>
                                          <a:pt x="356" y="485"/>
                                        </a:lnTo>
                                        <a:lnTo>
                                          <a:pt x="356" y="485"/>
                                        </a:lnTo>
                                        <a:lnTo>
                                          <a:pt x="351" y="498"/>
                                        </a:lnTo>
                                        <a:lnTo>
                                          <a:pt x="343" y="511"/>
                                        </a:lnTo>
                                        <a:lnTo>
                                          <a:pt x="336" y="523"/>
                                        </a:lnTo>
                                        <a:lnTo>
                                          <a:pt x="327" y="534"/>
                                        </a:lnTo>
                                        <a:lnTo>
                                          <a:pt x="317" y="545"/>
                                        </a:lnTo>
                                        <a:lnTo>
                                          <a:pt x="307" y="555"/>
                                        </a:lnTo>
                                        <a:lnTo>
                                          <a:pt x="296" y="564"/>
                                        </a:lnTo>
                                        <a:lnTo>
                                          <a:pt x="284" y="573"/>
                                        </a:lnTo>
                                        <a:lnTo>
                                          <a:pt x="271" y="580"/>
                                        </a:lnTo>
                                        <a:lnTo>
                                          <a:pt x="257" y="587"/>
                                        </a:lnTo>
                                        <a:lnTo>
                                          <a:pt x="243" y="592"/>
                                        </a:lnTo>
                                        <a:lnTo>
                                          <a:pt x="228" y="598"/>
                                        </a:lnTo>
                                        <a:lnTo>
                                          <a:pt x="213" y="602"/>
                                        </a:lnTo>
                                        <a:lnTo>
                                          <a:pt x="197" y="604"/>
                                        </a:lnTo>
                                        <a:lnTo>
                                          <a:pt x="180" y="606"/>
                                        </a:lnTo>
                                        <a:lnTo>
                                          <a:pt x="163" y="607"/>
                                        </a:lnTo>
                                        <a:lnTo>
                                          <a:pt x="163" y="607"/>
                                        </a:lnTo>
                                        <a:lnTo>
                                          <a:pt x="144" y="606"/>
                                        </a:lnTo>
                                        <a:lnTo>
                                          <a:pt x="127" y="604"/>
                                        </a:lnTo>
                                        <a:lnTo>
                                          <a:pt x="111" y="601"/>
                                        </a:lnTo>
                                        <a:lnTo>
                                          <a:pt x="96" y="597"/>
                                        </a:lnTo>
                                        <a:lnTo>
                                          <a:pt x="81" y="591"/>
                                        </a:lnTo>
                                        <a:lnTo>
                                          <a:pt x="68" y="584"/>
                                        </a:lnTo>
                                        <a:lnTo>
                                          <a:pt x="55" y="576"/>
                                        </a:lnTo>
                                        <a:lnTo>
                                          <a:pt x="44" y="567"/>
                                        </a:lnTo>
                                        <a:lnTo>
                                          <a:pt x="35" y="557"/>
                                        </a:lnTo>
                                        <a:lnTo>
                                          <a:pt x="26" y="546"/>
                                        </a:lnTo>
                                        <a:lnTo>
                                          <a:pt x="19" y="533"/>
                                        </a:lnTo>
                                        <a:lnTo>
                                          <a:pt x="12" y="520"/>
                                        </a:lnTo>
                                        <a:lnTo>
                                          <a:pt x="7" y="506"/>
                                        </a:lnTo>
                                        <a:lnTo>
                                          <a:pt x="4" y="491"/>
                                        </a:lnTo>
                                        <a:lnTo>
                                          <a:pt x="1" y="475"/>
                                        </a:lnTo>
                                        <a:lnTo>
                                          <a:pt x="0" y="457"/>
                                        </a:lnTo>
                                        <a:lnTo>
                                          <a:pt x="0" y="457"/>
                                        </a:lnTo>
                                        <a:lnTo>
                                          <a:pt x="0" y="446"/>
                                        </a:lnTo>
                                        <a:lnTo>
                                          <a:pt x="2" y="434"/>
                                        </a:lnTo>
                                        <a:lnTo>
                                          <a:pt x="4" y="422"/>
                                        </a:lnTo>
                                        <a:lnTo>
                                          <a:pt x="7" y="410"/>
                                        </a:lnTo>
                                        <a:lnTo>
                                          <a:pt x="10" y="399"/>
                                        </a:lnTo>
                                        <a:lnTo>
                                          <a:pt x="14" y="388"/>
                                        </a:lnTo>
                                        <a:lnTo>
                                          <a:pt x="19" y="379"/>
                                        </a:lnTo>
                                        <a:lnTo>
                                          <a:pt x="25" y="368"/>
                                        </a:lnTo>
                                        <a:lnTo>
                                          <a:pt x="30" y="359"/>
                                        </a:lnTo>
                                        <a:lnTo>
                                          <a:pt x="38" y="350"/>
                                        </a:lnTo>
                                        <a:lnTo>
                                          <a:pt x="45" y="341"/>
                                        </a:lnTo>
                                        <a:lnTo>
                                          <a:pt x="54" y="332"/>
                                        </a:lnTo>
                                        <a:lnTo>
                                          <a:pt x="63" y="324"/>
                                        </a:lnTo>
                                        <a:lnTo>
                                          <a:pt x="72" y="316"/>
                                        </a:lnTo>
                                        <a:lnTo>
                                          <a:pt x="82" y="309"/>
                                        </a:lnTo>
                                        <a:lnTo>
                                          <a:pt x="93" y="302"/>
                                        </a:lnTo>
                                        <a:lnTo>
                                          <a:pt x="116" y="289"/>
                                        </a:lnTo>
                                        <a:lnTo>
                                          <a:pt x="142" y="278"/>
                                        </a:lnTo>
                                        <a:lnTo>
                                          <a:pt x="171" y="269"/>
                                        </a:lnTo>
                                        <a:lnTo>
                                          <a:pt x="201" y="261"/>
                                        </a:lnTo>
                                        <a:lnTo>
                                          <a:pt x="233" y="255"/>
                                        </a:lnTo>
                                        <a:lnTo>
                                          <a:pt x="268" y="250"/>
                                        </a:lnTo>
                                        <a:lnTo>
                                          <a:pt x="304" y="247"/>
                                        </a:lnTo>
                                        <a:lnTo>
                                          <a:pt x="343" y="246"/>
                                        </a:lnTo>
                                        <a:lnTo>
                                          <a:pt x="343" y="209"/>
                                        </a:lnTo>
                                        <a:lnTo>
                                          <a:pt x="343" y="209"/>
                                        </a:lnTo>
                                        <a:lnTo>
                                          <a:pt x="343" y="195"/>
                                        </a:lnTo>
                                        <a:lnTo>
                                          <a:pt x="342" y="184"/>
                                        </a:lnTo>
                                        <a:lnTo>
                                          <a:pt x="340" y="172"/>
                                        </a:lnTo>
                                        <a:lnTo>
                                          <a:pt x="337" y="161"/>
                                        </a:lnTo>
                                        <a:lnTo>
                                          <a:pt x="333" y="151"/>
                                        </a:lnTo>
                                        <a:lnTo>
                                          <a:pt x="328" y="143"/>
                                        </a:lnTo>
                                        <a:lnTo>
                                          <a:pt x="323" y="134"/>
                                        </a:lnTo>
                                        <a:lnTo>
                                          <a:pt x="316" y="126"/>
                                        </a:lnTo>
                                        <a:lnTo>
                                          <a:pt x="309" y="120"/>
                                        </a:lnTo>
                                        <a:lnTo>
                                          <a:pt x="300" y="115"/>
                                        </a:lnTo>
                                        <a:lnTo>
                                          <a:pt x="290" y="110"/>
                                        </a:lnTo>
                                        <a:lnTo>
                                          <a:pt x="279" y="106"/>
                                        </a:lnTo>
                                        <a:lnTo>
                                          <a:pt x="267" y="103"/>
                                        </a:lnTo>
                                        <a:lnTo>
                                          <a:pt x="253" y="101"/>
                                        </a:lnTo>
                                        <a:lnTo>
                                          <a:pt x="238" y="99"/>
                                        </a:lnTo>
                                        <a:lnTo>
                                          <a:pt x="222" y="98"/>
                                        </a:lnTo>
                                        <a:lnTo>
                                          <a:pt x="222" y="98"/>
                                        </a:lnTo>
                                        <a:lnTo>
                                          <a:pt x="200" y="99"/>
                                        </a:lnTo>
                                        <a:lnTo>
                                          <a:pt x="179" y="102"/>
                                        </a:lnTo>
                                        <a:lnTo>
                                          <a:pt x="156" y="106"/>
                                        </a:lnTo>
                                        <a:lnTo>
                                          <a:pt x="134" y="111"/>
                                        </a:lnTo>
                                        <a:lnTo>
                                          <a:pt x="111" y="118"/>
                                        </a:lnTo>
                                        <a:lnTo>
                                          <a:pt x="88" y="125"/>
                                        </a:lnTo>
                                        <a:lnTo>
                                          <a:pt x="68" y="135"/>
                                        </a:lnTo>
                                        <a:lnTo>
                                          <a:pt x="49" y="146"/>
                                        </a:lnTo>
                                        <a:lnTo>
                                          <a:pt x="37" y="39"/>
                                        </a:lnTo>
                                        <a:lnTo>
                                          <a:pt x="37" y="39"/>
                                        </a:lnTo>
                                        <a:lnTo>
                                          <a:pt x="58" y="30"/>
                                        </a:lnTo>
                                        <a:lnTo>
                                          <a:pt x="82" y="24"/>
                                        </a:lnTo>
                                        <a:lnTo>
                                          <a:pt x="107" y="16"/>
                                        </a:lnTo>
                                        <a:lnTo>
                                          <a:pt x="132" y="11"/>
                                        </a:lnTo>
                                        <a:lnTo>
                                          <a:pt x="158" y="7"/>
                                        </a:lnTo>
                                        <a:lnTo>
                                          <a:pt x="186" y="4"/>
                                        </a:lnTo>
                                        <a:lnTo>
                                          <a:pt x="213" y="1"/>
                                        </a:lnTo>
                                        <a:lnTo>
                                          <a:pt x="241" y="0"/>
                                        </a:lnTo>
                                        <a:lnTo>
                                          <a:pt x="241" y="0"/>
                                        </a:lnTo>
                                        <a:lnTo>
                                          <a:pt x="273" y="1"/>
                                        </a:lnTo>
                                        <a:lnTo>
                                          <a:pt x="302" y="4"/>
                                        </a:lnTo>
                                        <a:lnTo>
                                          <a:pt x="328" y="8"/>
                                        </a:lnTo>
                                        <a:lnTo>
                                          <a:pt x="352" y="14"/>
                                        </a:lnTo>
                                        <a:lnTo>
                                          <a:pt x="372" y="22"/>
                                        </a:lnTo>
                                        <a:lnTo>
                                          <a:pt x="391" y="32"/>
                                        </a:lnTo>
                                        <a:lnTo>
                                          <a:pt x="408" y="41"/>
                                        </a:lnTo>
                                        <a:lnTo>
                                          <a:pt x="421" y="54"/>
                                        </a:lnTo>
                                        <a:lnTo>
                                          <a:pt x="433" y="67"/>
                                        </a:lnTo>
                                        <a:lnTo>
                                          <a:pt x="443" y="82"/>
                                        </a:lnTo>
                                        <a:lnTo>
                                          <a:pt x="452" y="98"/>
                                        </a:lnTo>
                                        <a:lnTo>
                                          <a:pt x="458" y="116"/>
                                        </a:lnTo>
                                        <a:lnTo>
                                          <a:pt x="462" y="135"/>
                                        </a:lnTo>
                                        <a:lnTo>
                                          <a:pt x="466" y="154"/>
                                        </a:lnTo>
                                        <a:lnTo>
                                          <a:pt x="468" y="175"/>
                                        </a:lnTo>
                                        <a:lnTo>
                                          <a:pt x="468" y="198"/>
                                        </a:lnTo>
                                        <a:lnTo>
                                          <a:pt x="468" y="436"/>
                                        </a:lnTo>
                                        <a:lnTo>
                                          <a:pt x="468" y="436"/>
                                        </a:lnTo>
                                        <a:lnTo>
                                          <a:pt x="469" y="516"/>
                                        </a:lnTo>
                                        <a:lnTo>
                                          <a:pt x="472" y="595"/>
                                        </a:lnTo>
                                        <a:lnTo>
                                          <a:pt x="352" y="595"/>
                                        </a:lnTo>
                                        <a:close/>
                                        <a:moveTo>
                                          <a:pt x="343" y="331"/>
                                        </a:moveTo>
                                        <a:lnTo>
                                          <a:pt x="343" y="331"/>
                                        </a:lnTo>
                                        <a:lnTo>
                                          <a:pt x="311" y="331"/>
                                        </a:lnTo>
                                        <a:lnTo>
                                          <a:pt x="281" y="333"/>
                                        </a:lnTo>
                                        <a:lnTo>
                                          <a:pt x="255" y="337"/>
                                        </a:lnTo>
                                        <a:lnTo>
                                          <a:pt x="231" y="341"/>
                                        </a:lnTo>
                                        <a:lnTo>
                                          <a:pt x="211" y="345"/>
                                        </a:lnTo>
                                        <a:lnTo>
                                          <a:pt x="193" y="351"/>
                                        </a:lnTo>
                                        <a:lnTo>
                                          <a:pt x="177" y="358"/>
                                        </a:lnTo>
                                        <a:lnTo>
                                          <a:pt x="164" y="365"/>
                                        </a:lnTo>
                                        <a:lnTo>
                                          <a:pt x="152" y="372"/>
                                        </a:lnTo>
                                        <a:lnTo>
                                          <a:pt x="143" y="381"/>
                                        </a:lnTo>
                                        <a:lnTo>
                                          <a:pt x="136" y="390"/>
                                        </a:lnTo>
                                        <a:lnTo>
                                          <a:pt x="130" y="399"/>
                                        </a:lnTo>
                                        <a:lnTo>
                                          <a:pt x="126" y="408"/>
                                        </a:lnTo>
                                        <a:lnTo>
                                          <a:pt x="123" y="418"/>
                                        </a:lnTo>
                                        <a:lnTo>
                                          <a:pt x="122" y="427"/>
                                        </a:lnTo>
                                        <a:lnTo>
                                          <a:pt x="121" y="437"/>
                                        </a:lnTo>
                                        <a:lnTo>
                                          <a:pt x="121" y="437"/>
                                        </a:lnTo>
                                        <a:lnTo>
                                          <a:pt x="121" y="445"/>
                                        </a:lnTo>
                                        <a:lnTo>
                                          <a:pt x="122" y="452"/>
                                        </a:lnTo>
                                        <a:lnTo>
                                          <a:pt x="124" y="460"/>
                                        </a:lnTo>
                                        <a:lnTo>
                                          <a:pt x="126" y="466"/>
                                        </a:lnTo>
                                        <a:lnTo>
                                          <a:pt x="129" y="473"/>
                                        </a:lnTo>
                                        <a:lnTo>
                                          <a:pt x="134" y="478"/>
                                        </a:lnTo>
                                        <a:lnTo>
                                          <a:pt x="137" y="483"/>
                                        </a:lnTo>
                                        <a:lnTo>
                                          <a:pt x="142" y="489"/>
                                        </a:lnTo>
                                        <a:lnTo>
                                          <a:pt x="148" y="493"/>
                                        </a:lnTo>
                                        <a:lnTo>
                                          <a:pt x="154" y="497"/>
                                        </a:lnTo>
                                        <a:lnTo>
                                          <a:pt x="160" y="501"/>
                                        </a:lnTo>
                                        <a:lnTo>
                                          <a:pt x="167" y="503"/>
                                        </a:lnTo>
                                        <a:lnTo>
                                          <a:pt x="174" y="505"/>
                                        </a:lnTo>
                                        <a:lnTo>
                                          <a:pt x="183" y="507"/>
                                        </a:lnTo>
                                        <a:lnTo>
                                          <a:pt x="192" y="508"/>
                                        </a:lnTo>
                                        <a:lnTo>
                                          <a:pt x="200" y="508"/>
                                        </a:lnTo>
                                        <a:lnTo>
                                          <a:pt x="200" y="508"/>
                                        </a:lnTo>
                                        <a:lnTo>
                                          <a:pt x="216" y="507"/>
                                        </a:lnTo>
                                        <a:lnTo>
                                          <a:pt x="231" y="505"/>
                                        </a:lnTo>
                                        <a:lnTo>
                                          <a:pt x="245" y="501"/>
                                        </a:lnTo>
                                        <a:lnTo>
                                          <a:pt x="258" y="494"/>
                                        </a:lnTo>
                                        <a:lnTo>
                                          <a:pt x="271" y="487"/>
                                        </a:lnTo>
                                        <a:lnTo>
                                          <a:pt x="283" y="478"/>
                                        </a:lnTo>
                                        <a:lnTo>
                                          <a:pt x="294" y="468"/>
                                        </a:lnTo>
                                        <a:lnTo>
                                          <a:pt x="303" y="456"/>
                                        </a:lnTo>
                                        <a:lnTo>
                                          <a:pt x="313" y="445"/>
                                        </a:lnTo>
                                        <a:lnTo>
                                          <a:pt x="320" y="432"/>
                                        </a:lnTo>
                                        <a:lnTo>
                                          <a:pt x="327" y="419"/>
                                        </a:lnTo>
                                        <a:lnTo>
                                          <a:pt x="332" y="404"/>
                                        </a:lnTo>
                                        <a:lnTo>
                                          <a:pt x="337" y="390"/>
                                        </a:lnTo>
                                        <a:lnTo>
                                          <a:pt x="340" y="373"/>
                                        </a:lnTo>
                                        <a:lnTo>
                                          <a:pt x="342" y="358"/>
                                        </a:lnTo>
                                        <a:lnTo>
                                          <a:pt x="343" y="343"/>
                                        </a:lnTo>
                                        <a:lnTo>
                                          <a:pt x="343" y="331"/>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3" name="Rectangle 124"/>
                                <wps:cNvSpPr>
                                  <a:spLocks noChangeArrowheads="1"/>
                                </wps:cNvSpPr>
                                <wps:spPr bwMode="auto">
                                  <a:xfrm>
                                    <a:off x="1548130" y="555625"/>
                                    <a:ext cx="10160" cy="67945"/>
                                  </a:xfrm>
                                  <a:prstGeom prst="rect">
                                    <a:avLst/>
                                  </a:prstGeom>
                                  <a:solidFill>
                                    <a:srgbClr val="695E4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 name="Freeform 125"/>
                                <wps:cNvSpPr>
                                  <a:spLocks noEditPoints="1"/>
                                </wps:cNvSpPr>
                                <wps:spPr bwMode="auto">
                                  <a:xfrm>
                                    <a:off x="1571625" y="558165"/>
                                    <a:ext cx="12700" cy="65405"/>
                                  </a:xfrm>
                                  <a:custGeom>
                                    <a:avLst/>
                                    <a:gdLst>
                                      <a:gd name="T0" fmla="*/ 80 w 160"/>
                                      <a:gd name="T1" fmla="*/ 157 h 827"/>
                                      <a:gd name="T2" fmla="*/ 64 w 160"/>
                                      <a:gd name="T3" fmla="*/ 156 h 827"/>
                                      <a:gd name="T4" fmla="*/ 49 w 160"/>
                                      <a:gd name="T5" fmla="*/ 151 h 827"/>
                                      <a:gd name="T6" fmla="*/ 35 w 160"/>
                                      <a:gd name="T7" fmla="*/ 144 h 827"/>
                                      <a:gd name="T8" fmla="*/ 23 w 160"/>
                                      <a:gd name="T9" fmla="*/ 134 h 827"/>
                                      <a:gd name="T10" fmla="*/ 13 w 160"/>
                                      <a:gd name="T11" fmla="*/ 122 h 827"/>
                                      <a:gd name="T12" fmla="*/ 6 w 160"/>
                                      <a:gd name="T13" fmla="*/ 109 h 827"/>
                                      <a:gd name="T14" fmla="*/ 2 w 160"/>
                                      <a:gd name="T15" fmla="*/ 94 h 827"/>
                                      <a:gd name="T16" fmla="*/ 0 w 160"/>
                                      <a:gd name="T17" fmla="*/ 78 h 827"/>
                                      <a:gd name="T18" fmla="*/ 1 w 160"/>
                                      <a:gd name="T19" fmla="*/ 71 h 827"/>
                                      <a:gd name="T20" fmla="*/ 4 w 160"/>
                                      <a:gd name="T21" fmla="*/ 55 h 827"/>
                                      <a:gd name="T22" fmla="*/ 9 w 160"/>
                                      <a:gd name="T23" fmla="*/ 41 h 827"/>
                                      <a:gd name="T24" fmla="*/ 18 w 160"/>
                                      <a:gd name="T25" fmla="*/ 28 h 827"/>
                                      <a:gd name="T26" fmla="*/ 30 w 160"/>
                                      <a:gd name="T27" fmla="*/ 18 h 827"/>
                                      <a:gd name="T28" fmla="*/ 41 w 160"/>
                                      <a:gd name="T29" fmla="*/ 9 h 827"/>
                                      <a:gd name="T30" fmla="*/ 56 w 160"/>
                                      <a:gd name="T31" fmla="*/ 4 h 827"/>
                                      <a:gd name="T32" fmla="*/ 73 w 160"/>
                                      <a:gd name="T33" fmla="*/ 0 h 827"/>
                                      <a:gd name="T34" fmla="*/ 80 w 160"/>
                                      <a:gd name="T35" fmla="*/ 0 h 827"/>
                                      <a:gd name="T36" fmla="*/ 96 w 160"/>
                                      <a:gd name="T37" fmla="*/ 2 h 827"/>
                                      <a:gd name="T38" fmla="*/ 111 w 160"/>
                                      <a:gd name="T39" fmla="*/ 6 h 827"/>
                                      <a:gd name="T40" fmla="*/ 124 w 160"/>
                                      <a:gd name="T41" fmla="*/ 13 h 827"/>
                                      <a:gd name="T42" fmla="*/ 136 w 160"/>
                                      <a:gd name="T43" fmla="*/ 22 h 827"/>
                                      <a:gd name="T44" fmla="*/ 146 w 160"/>
                                      <a:gd name="T45" fmla="*/ 34 h 827"/>
                                      <a:gd name="T46" fmla="*/ 153 w 160"/>
                                      <a:gd name="T47" fmla="*/ 48 h 827"/>
                                      <a:gd name="T48" fmla="*/ 159 w 160"/>
                                      <a:gd name="T49" fmla="*/ 62 h 827"/>
                                      <a:gd name="T50" fmla="*/ 160 w 160"/>
                                      <a:gd name="T51" fmla="*/ 78 h 827"/>
                                      <a:gd name="T52" fmla="*/ 160 w 160"/>
                                      <a:gd name="T53" fmla="*/ 87 h 827"/>
                                      <a:gd name="T54" fmla="*/ 156 w 160"/>
                                      <a:gd name="T55" fmla="*/ 102 h 827"/>
                                      <a:gd name="T56" fmla="*/ 150 w 160"/>
                                      <a:gd name="T57" fmla="*/ 116 h 827"/>
                                      <a:gd name="T58" fmla="*/ 141 w 160"/>
                                      <a:gd name="T59" fmla="*/ 129 h 827"/>
                                      <a:gd name="T60" fmla="*/ 131 w 160"/>
                                      <a:gd name="T61" fmla="*/ 140 h 827"/>
                                      <a:gd name="T62" fmla="*/ 118 w 160"/>
                                      <a:gd name="T63" fmla="*/ 148 h 827"/>
                                      <a:gd name="T64" fmla="*/ 104 w 160"/>
                                      <a:gd name="T65" fmla="*/ 154 h 827"/>
                                      <a:gd name="T66" fmla="*/ 89 w 160"/>
                                      <a:gd name="T67" fmla="*/ 157 h 827"/>
                                      <a:gd name="T68" fmla="*/ 80 w 160"/>
                                      <a:gd name="T69" fmla="*/ 157 h 827"/>
                                      <a:gd name="T70" fmla="*/ 17 w 160"/>
                                      <a:gd name="T71" fmla="*/ 244 h 827"/>
                                      <a:gd name="T72" fmla="*/ 142 w 160"/>
                                      <a:gd name="T73" fmla="*/ 827 h 8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0" h="827">
                                        <a:moveTo>
                                          <a:pt x="80" y="157"/>
                                        </a:moveTo>
                                        <a:lnTo>
                                          <a:pt x="80" y="157"/>
                                        </a:lnTo>
                                        <a:lnTo>
                                          <a:pt x="73" y="157"/>
                                        </a:lnTo>
                                        <a:lnTo>
                                          <a:pt x="64" y="156"/>
                                        </a:lnTo>
                                        <a:lnTo>
                                          <a:pt x="56" y="154"/>
                                        </a:lnTo>
                                        <a:lnTo>
                                          <a:pt x="49" y="151"/>
                                        </a:lnTo>
                                        <a:lnTo>
                                          <a:pt x="41" y="148"/>
                                        </a:lnTo>
                                        <a:lnTo>
                                          <a:pt x="35" y="144"/>
                                        </a:lnTo>
                                        <a:lnTo>
                                          <a:pt x="30" y="140"/>
                                        </a:lnTo>
                                        <a:lnTo>
                                          <a:pt x="23" y="134"/>
                                        </a:lnTo>
                                        <a:lnTo>
                                          <a:pt x="18" y="129"/>
                                        </a:lnTo>
                                        <a:lnTo>
                                          <a:pt x="13" y="122"/>
                                        </a:lnTo>
                                        <a:lnTo>
                                          <a:pt x="9" y="116"/>
                                        </a:lnTo>
                                        <a:lnTo>
                                          <a:pt x="6" y="109"/>
                                        </a:lnTo>
                                        <a:lnTo>
                                          <a:pt x="4" y="102"/>
                                        </a:lnTo>
                                        <a:lnTo>
                                          <a:pt x="2" y="94"/>
                                        </a:lnTo>
                                        <a:lnTo>
                                          <a:pt x="1" y="87"/>
                                        </a:lnTo>
                                        <a:lnTo>
                                          <a:pt x="0" y="78"/>
                                        </a:lnTo>
                                        <a:lnTo>
                                          <a:pt x="0" y="78"/>
                                        </a:lnTo>
                                        <a:lnTo>
                                          <a:pt x="1" y="71"/>
                                        </a:lnTo>
                                        <a:lnTo>
                                          <a:pt x="2" y="63"/>
                                        </a:lnTo>
                                        <a:lnTo>
                                          <a:pt x="4" y="55"/>
                                        </a:lnTo>
                                        <a:lnTo>
                                          <a:pt x="6" y="48"/>
                                        </a:lnTo>
                                        <a:lnTo>
                                          <a:pt x="9" y="41"/>
                                        </a:lnTo>
                                        <a:lnTo>
                                          <a:pt x="13" y="35"/>
                                        </a:lnTo>
                                        <a:lnTo>
                                          <a:pt x="18" y="28"/>
                                        </a:lnTo>
                                        <a:lnTo>
                                          <a:pt x="23" y="23"/>
                                        </a:lnTo>
                                        <a:lnTo>
                                          <a:pt x="30" y="18"/>
                                        </a:lnTo>
                                        <a:lnTo>
                                          <a:pt x="35" y="13"/>
                                        </a:lnTo>
                                        <a:lnTo>
                                          <a:pt x="41" y="9"/>
                                        </a:lnTo>
                                        <a:lnTo>
                                          <a:pt x="49" y="6"/>
                                        </a:lnTo>
                                        <a:lnTo>
                                          <a:pt x="56" y="4"/>
                                        </a:lnTo>
                                        <a:lnTo>
                                          <a:pt x="64" y="2"/>
                                        </a:lnTo>
                                        <a:lnTo>
                                          <a:pt x="73" y="0"/>
                                        </a:lnTo>
                                        <a:lnTo>
                                          <a:pt x="80" y="0"/>
                                        </a:lnTo>
                                        <a:lnTo>
                                          <a:pt x="80" y="0"/>
                                        </a:lnTo>
                                        <a:lnTo>
                                          <a:pt x="89" y="0"/>
                                        </a:lnTo>
                                        <a:lnTo>
                                          <a:pt x="96" y="2"/>
                                        </a:lnTo>
                                        <a:lnTo>
                                          <a:pt x="104" y="4"/>
                                        </a:lnTo>
                                        <a:lnTo>
                                          <a:pt x="111" y="6"/>
                                        </a:lnTo>
                                        <a:lnTo>
                                          <a:pt x="118" y="9"/>
                                        </a:lnTo>
                                        <a:lnTo>
                                          <a:pt x="124" y="13"/>
                                        </a:lnTo>
                                        <a:lnTo>
                                          <a:pt x="131" y="18"/>
                                        </a:lnTo>
                                        <a:lnTo>
                                          <a:pt x="136" y="22"/>
                                        </a:lnTo>
                                        <a:lnTo>
                                          <a:pt x="141" y="28"/>
                                        </a:lnTo>
                                        <a:lnTo>
                                          <a:pt x="146" y="34"/>
                                        </a:lnTo>
                                        <a:lnTo>
                                          <a:pt x="150" y="40"/>
                                        </a:lnTo>
                                        <a:lnTo>
                                          <a:pt x="153" y="48"/>
                                        </a:lnTo>
                                        <a:lnTo>
                                          <a:pt x="156" y="54"/>
                                        </a:lnTo>
                                        <a:lnTo>
                                          <a:pt x="159" y="62"/>
                                        </a:lnTo>
                                        <a:lnTo>
                                          <a:pt x="160" y="71"/>
                                        </a:lnTo>
                                        <a:lnTo>
                                          <a:pt x="160" y="78"/>
                                        </a:lnTo>
                                        <a:lnTo>
                                          <a:pt x="160" y="78"/>
                                        </a:lnTo>
                                        <a:lnTo>
                                          <a:pt x="160" y="87"/>
                                        </a:lnTo>
                                        <a:lnTo>
                                          <a:pt x="159" y="94"/>
                                        </a:lnTo>
                                        <a:lnTo>
                                          <a:pt x="156" y="102"/>
                                        </a:lnTo>
                                        <a:lnTo>
                                          <a:pt x="153" y="109"/>
                                        </a:lnTo>
                                        <a:lnTo>
                                          <a:pt x="150" y="116"/>
                                        </a:lnTo>
                                        <a:lnTo>
                                          <a:pt x="146" y="122"/>
                                        </a:lnTo>
                                        <a:lnTo>
                                          <a:pt x="141" y="129"/>
                                        </a:lnTo>
                                        <a:lnTo>
                                          <a:pt x="136" y="134"/>
                                        </a:lnTo>
                                        <a:lnTo>
                                          <a:pt x="131" y="140"/>
                                        </a:lnTo>
                                        <a:lnTo>
                                          <a:pt x="124" y="144"/>
                                        </a:lnTo>
                                        <a:lnTo>
                                          <a:pt x="118" y="148"/>
                                        </a:lnTo>
                                        <a:lnTo>
                                          <a:pt x="111" y="151"/>
                                        </a:lnTo>
                                        <a:lnTo>
                                          <a:pt x="104" y="154"/>
                                        </a:lnTo>
                                        <a:lnTo>
                                          <a:pt x="96" y="156"/>
                                        </a:lnTo>
                                        <a:lnTo>
                                          <a:pt x="89" y="157"/>
                                        </a:lnTo>
                                        <a:lnTo>
                                          <a:pt x="80" y="157"/>
                                        </a:lnTo>
                                        <a:lnTo>
                                          <a:pt x="80" y="157"/>
                                        </a:lnTo>
                                        <a:close/>
                                        <a:moveTo>
                                          <a:pt x="17" y="827"/>
                                        </a:moveTo>
                                        <a:lnTo>
                                          <a:pt x="17" y="244"/>
                                        </a:lnTo>
                                        <a:lnTo>
                                          <a:pt x="142" y="244"/>
                                        </a:lnTo>
                                        <a:lnTo>
                                          <a:pt x="142" y="827"/>
                                        </a:lnTo>
                                        <a:lnTo>
                                          <a:pt x="17" y="827"/>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 name="Freeform 126"/>
                                <wps:cNvSpPr>
                                  <a:spLocks/>
                                </wps:cNvSpPr>
                                <wps:spPr bwMode="auto">
                                  <a:xfrm>
                                    <a:off x="1590040" y="560070"/>
                                    <a:ext cx="31115" cy="64770"/>
                                  </a:xfrm>
                                  <a:custGeom>
                                    <a:avLst/>
                                    <a:gdLst>
                                      <a:gd name="T0" fmla="*/ 273 w 388"/>
                                      <a:gd name="T1" fmla="*/ 813 h 813"/>
                                      <a:gd name="T2" fmla="*/ 273 w 388"/>
                                      <a:gd name="T3" fmla="*/ 813 h 813"/>
                                      <a:gd name="T4" fmla="*/ 250 w 388"/>
                                      <a:gd name="T5" fmla="*/ 813 h 813"/>
                                      <a:gd name="T6" fmla="*/ 230 w 388"/>
                                      <a:gd name="T7" fmla="*/ 811 h 813"/>
                                      <a:gd name="T8" fmla="*/ 212 w 388"/>
                                      <a:gd name="T9" fmla="*/ 809 h 813"/>
                                      <a:gd name="T10" fmla="*/ 196 w 388"/>
                                      <a:gd name="T11" fmla="*/ 805 h 813"/>
                                      <a:gd name="T12" fmla="*/ 181 w 388"/>
                                      <a:gd name="T13" fmla="*/ 798 h 813"/>
                                      <a:gd name="T14" fmla="*/ 167 w 388"/>
                                      <a:gd name="T15" fmla="*/ 792 h 813"/>
                                      <a:gd name="T16" fmla="*/ 156 w 388"/>
                                      <a:gd name="T17" fmla="*/ 783 h 813"/>
                                      <a:gd name="T18" fmla="*/ 145 w 388"/>
                                      <a:gd name="T19" fmla="*/ 773 h 813"/>
                                      <a:gd name="T20" fmla="*/ 136 w 388"/>
                                      <a:gd name="T21" fmla="*/ 761 h 813"/>
                                      <a:gd name="T22" fmla="*/ 130 w 388"/>
                                      <a:gd name="T23" fmla="*/ 748 h 813"/>
                                      <a:gd name="T24" fmla="*/ 124 w 388"/>
                                      <a:gd name="T25" fmla="*/ 734 h 813"/>
                                      <a:gd name="T26" fmla="*/ 119 w 388"/>
                                      <a:gd name="T27" fmla="*/ 718 h 813"/>
                                      <a:gd name="T28" fmla="*/ 115 w 388"/>
                                      <a:gd name="T29" fmla="*/ 700 h 813"/>
                                      <a:gd name="T30" fmla="*/ 113 w 388"/>
                                      <a:gd name="T31" fmla="*/ 681 h 813"/>
                                      <a:gd name="T32" fmla="*/ 112 w 388"/>
                                      <a:gd name="T33" fmla="*/ 659 h 813"/>
                                      <a:gd name="T34" fmla="*/ 112 w 388"/>
                                      <a:gd name="T35" fmla="*/ 635 h 813"/>
                                      <a:gd name="T36" fmla="*/ 112 w 388"/>
                                      <a:gd name="T37" fmla="*/ 317 h 813"/>
                                      <a:gd name="T38" fmla="*/ 0 w 388"/>
                                      <a:gd name="T39" fmla="*/ 317 h 813"/>
                                      <a:gd name="T40" fmla="*/ 0 w 388"/>
                                      <a:gd name="T41" fmla="*/ 220 h 813"/>
                                      <a:gd name="T42" fmla="*/ 112 w 388"/>
                                      <a:gd name="T43" fmla="*/ 220 h 813"/>
                                      <a:gd name="T44" fmla="*/ 112 w 388"/>
                                      <a:gd name="T45" fmla="*/ 35 h 813"/>
                                      <a:gd name="T46" fmla="*/ 235 w 388"/>
                                      <a:gd name="T47" fmla="*/ 0 h 813"/>
                                      <a:gd name="T48" fmla="*/ 235 w 388"/>
                                      <a:gd name="T49" fmla="*/ 220 h 813"/>
                                      <a:gd name="T50" fmla="*/ 388 w 388"/>
                                      <a:gd name="T51" fmla="*/ 220 h 813"/>
                                      <a:gd name="T52" fmla="*/ 388 w 388"/>
                                      <a:gd name="T53" fmla="*/ 317 h 813"/>
                                      <a:gd name="T54" fmla="*/ 236 w 388"/>
                                      <a:gd name="T55" fmla="*/ 317 h 813"/>
                                      <a:gd name="T56" fmla="*/ 236 w 388"/>
                                      <a:gd name="T57" fmla="*/ 596 h 813"/>
                                      <a:gd name="T58" fmla="*/ 236 w 388"/>
                                      <a:gd name="T59" fmla="*/ 596 h 813"/>
                                      <a:gd name="T60" fmla="*/ 237 w 388"/>
                                      <a:gd name="T61" fmla="*/ 627 h 813"/>
                                      <a:gd name="T62" fmla="*/ 239 w 388"/>
                                      <a:gd name="T63" fmla="*/ 639 h 813"/>
                                      <a:gd name="T64" fmla="*/ 240 w 388"/>
                                      <a:gd name="T65" fmla="*/ 650 h 813"/>
                                      <a:gd name="T66" fmla="*/ 242 w 388"/>
                                      <a:gd name="T67" fmla="*/ 661 h 813"/>
                                      <a:gd name="T68" fmla="*/ 245 w 388"/>
                                      <a:gd name="T69" fmla="*/ 670 h 813"/>
                                      <a:gd name="T70" fmla="*/ 248 w 388"/>
                                      <a:gd name="T71" fmla="*/ 677 h 813"/>
                                      <a:gd name="T72" fmla="*/ 252 w 388"/>
                                      <a:gd name="T73" fmla="*/ 684 h 813"/>
                                      <a:gd name="T74" fmla="*/ 257 w 388"/>
                                      <a:gd name="T75" fmla="*/ 690 h 813"/>
                                      <a:gd name="T76" fmla="*/ 262 w 388"/>
                                      <a:gd name="T77" fmla="*/ 695 h 813"/>
                                      <a:gd name="T78" fmla="*/ 269 w 388"/>
                                      <a:gd name="T79" fmla="*/ 699 h 813"/>
                                      <a:gd name="T80" fmla="*/ 276 w 388"/>
                                      <a:gd name="T81" fmla="*/ 702 h 813"/>
                                      <a:gd name="T82" fmla="*/ 284 w 388"/>
                                      <a:gd name="T83" fmla="*/ 704 h 813"/>
                                      <a:gd name="T84" fmla="*/ 292 w 388"/>
                                      <a:gd name="T85" fmla="*/ 705 h 813"/>
                                      <a:gd name="T86" fmla="*/ 302 w 388"/>
                                      <a:gd name="T87" fmla="*/ 706 h 813"/>
                                      <a:gd name="T88" fmla="*/ 313 w 388"/>
                                      <a:gd name="T89" fmla="*/ 706 h 813"/>
                                      <a:gd name="T90" fmla="*/ 313 w 388"/>
                                      <a:gd name="T91" fmla="*/ 706 h 813"/>
                                      <a:gd name="T92" fmla="*/ 332 w 388"/>
                                      <a:gd name="T93" fmla="*/ 706 h 813"/>
                                      <a:gd name="T94" fmla="*/ 351 w 388"/>
                                      <a:gd name="T95" fmla="*/ 704 h 813"/>
                                      <a:gd name="T96" fmla="*/ 371 w 388"/>
                                      <a:gd name="T97" fmla="*/ 701 h 813"/>
                                      <a:gd name="T98" fmla="*/ 388 w 388"/>
                                      <a:gd name="T99" fmla="*/ 698 h 813"/>
                                      <a:gd name="T100" fmla="*/ 388 w 388"/>
                                      <a:gd name="T101" fmla="*/ 800 h 813"/>
                                      <a:gd name="T102" fmla="*/ 388 w 388"/>
                                      <a:gd name="T103" fmla="*/ 800 h 813"/>
                                      <a:gd name="T104" fmla="*/ 361 w 388"/>
                                      <a:gd name="T105" fmla="*/ 806 h 813"/>
                                      <a:gd name="T106" fmla="*/ 332 w 388"/>
                                      <a:gd name="T107" fmla="*/ 810 h 813"/>
                                      <a:gd name="T108" fmla="*/ 302 w 388"/>
                                      <a:gd name="T109" fmla="*/ 813 h 813"/>
                                      <a:gd name="T110" fmla="*/ 273 w 388"/>
                                      <a:gd name="T111" fmla="*/ 813 h 813"/>
                                      <a:gd name="T112" fmla="*/ 273 w 388"/>
                                      <a:gd name="T113" fmla="*/ 813 h 8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88" h="813">
                                        <a:moveTo>
                                          <a:pt x="273" y="813"/>
                                        </a:moveTo>
                                        <a:lnTo>
                                          <a:pt x="273" y="813"/>
                                        </a:lnTo>
                                        <a:lnTo>
                                          <a:pt x="250" y="813"/>
                                        </a:lnTo>
                                        <a:lnTo>
                                          <a:pt x="230" y="811"/>
                                        </a:lnTo>
                                        <a:lnTo>
                                          <a:pt x="212" y="809"/>
                                        </a:lnTo>
                                        <a:lnTo>
                                          <a:pt x="196" y="805"/>
                                        </a:lnTo>
                                        <a:lnTo>
                                          <a:pt x="181" y="798"/>
                                        </a:lnTo>
                                        <a:lnTo>
                                          <a:pt x="167" y="792"/>
                                        </a:lnTo>
                                        <a:lnTo>
                                          <a:pt x="156" y="783"/>
                                        </a:lnTo>
                                        <a:lnTo>
                                          <a:pt x="145" y="773"/>
                                        </a:lnTo>
                                        <a:lnTo>
                                          <a:pt x="136" y="761"/>
                                        </a:lnTo>
                                        <a:lnTo>
                                          <a:pt x="130" y="748"/>
                                        </a:lnTo>
                                        <a:lnTo>
                                          <a:pt x="124" y="734"/>
                                        </a:lnTo>
                                        <a:lnTo>
                                          <a:pt x="119" y="718"/>
                                        </a:lnTo>
                                        <a:lnTo>
                                          <a:pt x="115" y="700"/>
                                        </a:lnTo>
                                        <a:lnTo>
                                          <a:pt x="113" y="681"/>
                                        </a:lnTo>
                                        <a:lnTo>
                                          <a:pt x="112" y="659"/>
                                        </a:lnTo>
                                        <a:lnTo>
                                          <a:pt x="112" y="635"/>
                                        </a:lnTo>
                                        <a:lnTo>
                                          <a:pt x="112" y="317"/>
                                        </a:lnTo>
                                        <a:lnTo>
                                          <a:pt x="0" y="317"/>
                                        </a:lnTo>
                                        <a:lnTo>
                                          <a:pt x="0" y="220"/>
                                        </a:lnTo>
                                        <a:lnTo>
                                          <a:pt x="112" y="220"/>
                                        </a:lnTo>
                                        <a:lnTo>
                                          <a:pt x="112" y="35"/>
                                        </a:lnTo>
                                        <a:lnTo>
                                          <a:pt x="235" y="0"/>
                                        </a:lnTo>
                                        <a:lnTo>
                                          <a:pt x="235" y="220"/>
                                        </a:lnTo>
                                        <a:lnTo>
                                          <a:pt x="388" y="220"/>
                                        </a:lnTo>
                                        <a:lnTo>
                                          <a:pt x="388" y="317"/>
                                        </a:lnTo>
                                        <a:lnTo>
                                          <a:pt x="236" y="317"/>
                                        </a:lnTo>
                                        <a:lnTo>
                                          <a:pt x="236" y="596"/>
                                        </a:lnTo>
                                        <a:lnTo>
                                          <a:pt x="236" y="596"/>
                                        </a:lnTo>
                                        <a:lnTo>
                                          <a:pt x="237" y="627"/>
                                        </a:lnTo>
                                        <a:lnTo>
                                          <a:pt x="239" y="639"/>
                                        </a:lnTo>
                                        <a:lnTo>
                                          <a:pt x="240" y="650"/>
                                        </a:lnTo>
                                        <a:lnTo>
                                          <a:pt x="242" y="661"/>
                                        </a:lnTo>
                                        <a:lnTo>
                                          <a:pt x="245" y="670"/>
                                        </a:lnTo>
                                        <a:lnTo>
                                          <a:pt x="248" y="677"/>
                                        </a:lnTo>
                                        <a:lnTo>
                                          <a:pt x="252" y="684"/>
                                        </a:lnTo>
                                        <a:lnTo>
                                          <a:pt x="257" y="690"/>
                                        </a:lnTo>
                                        <a:lnTo>
                                          <a:pt x="262" y="695"/>
                                        </a:lnTo>
                                        <a:lnTo>
                                          <a:pt x="269" y="699"/>
                                        </a:lnTo>
                                        <a:lnTo>
                                          <a:pt x="276" y="702"/>
                                        </a:lnTo>
                                        <a:lnTo>
                                          <a:pt x="284" y="704"/>
                                        </a:lnTo>
                                        <a:lnTo>
                                          <a:pt x="292" y="705"/>
                                        </a:lnTo>
                                        <a:lnTo>
                                          <a:pt x="302" y="706"/>
                                        </a:lnTo>
                                        <a:lnTo>
                                          <a:pt x="313" y="706"/>
                                        </a:lnTo>
                                        <a:lnTo>
                                          <a:pt x="313" y="706"/>
                                        </a:lnTo>
                                        <a:lnTo>
                                          <a:pt x="332" y="706"/>
                                        </a:lnTo>
                                        <a:lnTo>
                                          <a:pt x="351" y="704"/>
                                        </a:lnTo>
                                        <a:lnTo>
                                          <a:pt x="371" y="701"/>
                                        </a:lnTo>
                                        <a:lnTo>
                                          <a:pt x="388" y="698"/>
                                        </a:lnTo>
                                        <a:lnTo>
                                          <a:pt x="388" y="800"/>
                                        </a:lnTo>
                                        <a:lnTo>
                                          <a:pt x="388" y="800"/>
                                        </a:lnTo>
                                        <a:lnTo>
                                          <a:pt x="361" y="806"/>
                                        </a:lnTo>
                                        <a:lnTo>
                                          <a:pt x="332" y="810"/>
                                        </a:lnTo>
                                        <a:lnTo>
                                          <a:pt x="302" y="813"/>
                                        </a:lnTo>
                                        <a:lnTo>
                                          <a:pt x="273" y="813"/>
                                        </a:lnTo>
                                        <a:lnTo>
                                          <a:pt x="273" y="813"/>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6" name="Freeform 127"/>
                                <wps:cNvSpPr>
                                  <a:spLocks/>
                                </wps:cNvSpPr>
                                <wps:spPr bwMode="auto">
                                  <a:xfrm>
                                    <a:off x="1623695" y="577215"/>
                                    <a:ext cx="45720" cy="69850"/>
                                  </a:xfrm>
                                  <a:custGeom>
                                    <a:avLst/>
                                    <a:gdLst>
                                      <a:gd name="T0" fmla="*/ 334 w 575"/>
                                      <a:gd name="T1" fmla="*/ 640 h 878"/>
                                      <a:gd name="T2" fmla="*/ 334 w 575"/>
                                      <a:gd name="T3" fmla="*/ 640 h 878"/>
                                      <a:gd name="T4" fmla="*/ 321 w 575"/>
                                      <a:gd name="T5" fmla="*/ 672 h 878"/>
                                      <a:gd name="T6" fmla="*/ 310 w 575"/>
                                      <a:gd name="T7" fmla="*/ 702 h 878"/>
                                      <a:gd name="T8" fmla="*/ 297 w 575"/>
                                      <a:gd name="T9" fmla="*/ 729 h 878"/>
                                      <a:gd name="T10" fmla="*/ 284 w 575"/>
                                      <a:gd name="T11" fmla="*/ 754 h 878"/>
                                      <a:gd name="T12" fmla="*/ 271 w 575"/>
                                      <a:gd name="T13" fmla="*/ 775 h 878"/>
                                      <a:gd name="T14" fmla="*/ 258 w 575"/>
                                      <a:gd name="T15" fmla="*/ 795 h 878"/>
                                      <a:gd name="T16" fmla="*/ 244 w 575"/>
                                      <a:gd name="T17" fmla="*/ 812 h 878"/>
                                      <a:gd name="T18" fmla="*/ 230 w 575"/>
                                      <a:gd name="T19" fmla="*/ 827 h 878"/>
                                      <a:gd name="T20" fmla="*/ 215 w 575"/>
                                      <a:gd name="T21" fmla="*/ 839 h 878"/>
                                      <a:gd name="T22" fmla="*/ 199 w 575"/>
                                      <a:gd name="T23" fmla="*/ 850 h 878"/>
                                      <a:gd name="T24" fmla="*/ 182 w 575"/>
                                      <a:gd name="T25" fmla="*/ 860 h 878"/>
                                      <a:gd name="T26" fmla="*/ 165 w 575"/>
                                      <a:gd name="T27" fmla="*/ 866 h 878"/>
                                      <a:gd name="T28" fmla="*/ 145 w 575"/>
                                      <a:gd name="T29" fmla="*/ 871 h 878"/>
                                      <a:gd name="T30" fmla="*/ 125 w 575"/>
                                      <a:gd name="T31" fmla="*/ 875 h 878"/>
                                      <a:gd name="T32" fmla="*/ 102 w 575"/>
                                      <a:gd name="T33" fmla="*/ 877 h 878"/>
                                      <a:gd name="T34" fmla="*/ 79 w 575"/>
                                      <a:gd name="T35" fmla="*/ 878 h 878"/>
                                      <a:gd name="T36" fmla="*/ 79 w 575"/>
                                      <a:gd name="T37" fmla="*/ 878 h 878"/>
                                      <a:gd name="T38" fmla="*/ 59 w 575"/>
                                      <a:gd name="T39" fmla="*/ 877 h 878"/>
                                      <a:gd name="T40" fmla="*/ 39 w 575"/>
                                      <a:gd name="T41" fmla="*/ 876 h 878"/>
                                      <a:gd name="T42" fmla="*/ 19 w 575"/>
                                      <a:gd name="T43" fmla="*/ 872 h 878"/>
                                      <a:gd name="T44" fmla="*/ 0 w 575"/>
                                      <a:gd name="T45" fmla="*/ 869 h 878"/>
                                      <a:gd name="T46" fmla="*/ 10 w 575"/>
                                      <a:gd name="T47" fmla="*/ 759 h 878"/>
                                      <a:gd name="T48" fmla="*/ 10 w 575"/>
                                      <a:gd name="T49" fmla="*/ 759 h 878"/>
                                      <a:gd name="T50" fmla="*/ 28 w 575"/>
                                      <a:gd name="T51" fmla="*/ 765 h 878"/>
                                      <a:gd name="T52" fmla="*/ 48 w 575"/>
                                      <a:gd name="T53" fmla="*/ 769 h 878"/>
                                      <a:gd name="T54" fmla="*/ 66 w 575"/>
                                      <a:gd name="T55" fmla="*/ 771 h 878"/>
                                      <a:gd name="T56" fmla="*/ 85 w 575"/>
                                      <a:gd name="T57" fmla="*/ 772 h 878"/>
                                      <a:gd name="T58" fmla="*/ 85 w 575"/>
                                      <a:gd name="T59" fmla="*/ 772 h 878"/>
                                      <a:gd name="T60" fmla="*/ 96 w 575"/>
                                      <a:gd name="T61" fmla="*/ 772 h 878"/>
                                      <a:gd name="T62" fmla="*/ 107 w 575"/>
                                      <a:gd name="T63" fmla="*/ 771 h 878"/>
                                      <a:gd name="T64" fmla="*/ 116 w 575"/>
                                      <a:gd name="T65" fmla="*/ 769 h 878"/>
                                      <a:gd name="T66" fmla="*/ 125 w 575"/>
                                      <a:gd name="T67" fmla="*/ 766 h 878"/>
                                      <a:gd name="T68" fmla="*/ 133 w 575"/>
                                      <a:gd name="T69" fmla="*/ 762 h 878"/>
                                      <a:gd name="T70" fmla="*/ 142 w 575"/>
                                      <a:gd name="T71" fmla="*/ 758 h 878"/>
                                      <a:gd name="T72" fmla="*/ 150 w 575"/>
                                      <a:gd name="T73" fmla="*/ 753 h 878"/>
                                      <a:gd name="T74" fmla="*/ 157 w 575"/>
                                      <a:gd name="T75" fmla="*/ 746 h 878"/>
                                      <a:gd name="T76" fmla="*/ 165 w 575"/>
                                      <a:gd name="T77" fmla="*/ 739 h 878"/>
                                      <a:gd name="T78" fmla="*/ 172 w 575"/>
                                      <a:gd name="T79" fmla="*/ 729 h 878"/>
                                      <a:gd name="T80" fmla="*/ 180 w 575"/>
                                      <a:gd name="T81" fmla="*/ 719 h 878"/>
                                      <a:gd name="T82" fmla="*/ 186 w 575"/>
                                      <a:gd name="T83" fmla="*/ 707 h 878"/>
                                      <a:gd name="T84" fmla="*/ 193 w 575"/>
                                      <a:gd name="T85" fmla="*/ 695 h 878"/>
                                      <a:gd name="T86" fmla="*/ 199 w 575"/>
                                      <a:gd name="T87" fmla="*/ 679 h 878"/>
                                      <a:gd name="T88" fmla="*/ 213 w 575"/>
                                      <a:gd name="T89" fmla="*/ 645 h 878"/>
                                      <a:gd name="T90" fmla="*/ 237 w 575"/>
                                      <a:gd name="T91" fmla="*/ 583 h 878"/>
                                      <a:gd name="T92" fmla="*/ 19 w 575"/>
                                      <a:gd name="T93" fmla="*/ 0 h 878"/>
                                      <a:gd name="T94" fmla="*/ 159 w 575"/>
                                      <a:gd name="T95" fmla="*/ 0 h 878"/>
                                      <a:gd name="T96" fmla="*/ 254 w 575"/>
                                      <a:gd name="T97" fmla="*/ 266 h 878"/>
                                      <a:gd name="T98" fmla="*/ 254 w 575"/>
                                      <a:gd name="T99" fmla="*/ 266 h 878"/>
                                      <a:gd name="T100" fmla="*/ 267 w 575"/>
                                      <a:gd name="T101" fmla="*/ 305 h 878"/>
                                      <a:gd name="T102" fmla="*/ 278 w 575"/>
                                      <a:gd name="T103" fmla="*/ 343 h 878"/>
                                      <a:gd name="T104" fmla="*/ 289 w 575"/>
                                      <a:gd name="T105" fmla="*/ 382 h 878"/>
                                      <a:gd name="T106" fmla="*/ 300 w 575"/>
                                      <a:gd name="T107" fmla="*/ 419 h 878"/>
                                      <a:gd name="T108" fmla="*/ 301 w 575"/>
                                      <a:gd name="T109" fmla="*/ 419 h 878"/>
                                      <a:gd name="T110" fmla="*/ 301 w 575"/>
                                      <a:gd name="T111" fmla="*/ 419 h 878"/>
                                      <a:gd name="T112" fmla="*/ 312 w 575"/>
                                      <a:gd name="T113" fmla="*/ 379 h 878"/>
                                      <a:gd name="T114" fmla="*/ 326 w 575"/>
                                      <a:gd name="T115" fmla="*/ 332 h 878"/>
                                      <a:gd name="T116" fmla="*/ 342 w 575"/>
                                      <a:gd name="T117" fmla="*/ 284 h 878"/>
                                      <a:gd name="T118" fmla="*/ 358 w 575"/>
                                      <a:gd name="T119" fmla="*/ 237 h 878"/>
                                      <a:gd name="T120" fmla="*/ 441 w 575"/>
                                      <a:gd name="T121" fmla="*/ 0 h 878"/>
                                      <a:gd name="T122" fmla="*/ 575 w 575"/>
                                      <a:gd name="T123" fmla="*/ 0 h 878"/>
                                      <a:gd name="T124" fmla="*/ 334 w 575"/>
                                      <a:gd name="T125" fmla="*/ 640 h 8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575" h="878">
                                        <a:moveTo>
                                          <a:pt x="334" y="640"/>
                                        </a:moveTo>
                                        <a:lnTo>
                                          <a:pt x="334" y="640"/>
                                        </a:lnTo>
                                        <a:lnTo>
                                          <a:pt x="321" y="672"/>
                                        </a:lnTo>
                                        <a:lnTo>
                                          <a:pt x="310" y="702"/>
                                        </a:lnTo>
                                        <a:lnTo>
                                          <a:pt x="297" y="729"/>
                                        </a:lnTo>
                                        <a:lnTo>
                                          <a:pt x="284" y="754"/>
                                        </a:lnTo>
                                        <a:lnTo>
                                          <a:pt x="271" y="775"/>
                                        </a:lnTo>
                                        <a:lnTo>
                                          <a:pt x="258" y="795"/>
                                        </a:lnTo>
                                        <a:lnTo>
                                          <a:pt x="244" y="812"/>
                                        </a:lnTo>
                                        <a:lnTo>
                                          <a:pt x="230" y="827"/>
                                        </a:lnTo>
                                        <a:lnTo>
                                          <a:pt x="215" y="839"/>
                                        </a:lnTo>
                                        <a:lnTo>
                                          <a:pt x="199" y="850"/>
                                        </a:lnTo>
                                        <a:lnTo>
                                          <a:pt x="182" y="860"/>
                                        </a:lnTo>
                                        <a:lnTo>
                                          <a:pt x="165" y="866"/>
                                        </a:lnTo>
                                        <a:lnTo>
                                          <a:pt x="145" y="871"/>
                                        </a:lnTo>
                                        <a:lnTo>
                                          <a:pt x="125" y="875"/>
                                        </a:lnTo>
                                        <a:lnTo>
                                          <a:pt x="102" y="877"/>
                                        </a:lnTo>
                                        <a:lnTo>
                                          <a:pt x="79" y="878"/>
                                        </a:lnTo>
                                        <a:lnTo>
                                          <a:pt x="79" y="878"/>
                                        </a:lnTo>
                                        <a:lnTo>
                                          <a:pt x="59" y="877"/>
                                        </a:lnTo>
                                        <a:lnTo>
                                          <a:pt x="39" y="876"/>
                                        </a:lnTo>
                                        <a:lnTo>
                                          <a:pt x="19" y="872"/>
                                        </a:lnTo>
                                        <a:lnTo>
                                          <a:pt x="0" y="869"/>
                                        </a:lnTo>
                                        <a:lnTo>
                                          <a:pt x="10" y="759"/>
                                        </a:lnTo>
                                        <a:lnTo>
                                          <a:pt x="10" y="759"/>
                                        </a:lnTo>
                                        <a:lnTo>
                                          <a:pt x="28" y="765"/>
                                        </a:lnTo>
                                        <a:lnTo>
                                          <a:pt x="48" y="769"/>
                                        </a:lnTo>
                                        <a:lnTo>
                                          <a:pt x="66" y="771"/>
                                        </a:lnTo>
                                        <a:lnTo>
                                          <a:pt x="85" y="772"/>
                                        </a:lnTo>
                                        <a:lnTo>
                                          <a:pt x="85" y="772"/>
                                        </a:lnTo>
                                        <a:lnTo>
                                          <a:pt x="96" y="772"/>
                                        </a:lnTo>
                                        <a:lnTo>
                                          <a:pt x="107" y="771"/>
                                        </a:lnTo>
                                        <a:lnTo>
                                          <a:pt x="116" y="769"/>
                                        </a:lnTo>
                                        <a:lnTo>
                                          <a:pt x="125" y="766"/>
                                        </a:lnTo>
                                        <a:lnTo>
                                          <a:pt x="133" y="762"/>
                                        </a:lnTo>
                                        <a:lnTo>
                                          <a:pt x="142" y="758"/>
                                        </a:lnTo>
                                        <a:lnTo>
                                          <a:pt x="150" y="753"/>
                                        </a:lnTo>
                                        <a:lnTo>
                                          <a:pt x="157" y="746"/>
                                        </a:lnTo>
                                        <a:lnTo>
                                          <a:pt x="165" y="739"/>
                                        </a:lnTo>
                                        <a:lnTo>
                                          <a:pt x="172" y="729"/>
                                        </a:lnTo>
                                        <a:lnTo>
                                          <a:pt x="180" y="719"/>
                                        </a:lnTo>
                                        <a:lnTo>
                                          <a:pt x="186" y="707"/>
                                        </a:lnTo>
                                        <a:lnTo>
                                          <a:pt x="193" y="695"/>
                                        </a:lnTo>
                                        <a:lnTo>
                                          <a:pt x="199" y="679"/>
                                        </a:lnTo>
                                        <a:lnTo>
                                          <a:pt x="213" y="645"/>
                                        </a:lnTo>
                                        <a:lnTo>
                                          <a:pt x="237" y="583"/>
                                        </a:lnTo>
                                        <a:lnTo>
                                          <a:pt x="19" y="0"/>
                                        </a:lnTo>
                                        <a:lnTo>
                                          <a:pt x="159" y="0"/>
                                        </a:lnTo>
                                        <a:lnTo>
                                          <a:pt x="254" y="266"/>
                                        </a:lnTo>
                                        <a:lnTo>
                                          <a:pt x="254" y="266"/>
                                        </a:lnTo>
                                        <a:lnTo>
                                          <a:pt x="267" y="305"/>
                                        </a:lnTo>
                                        <a:lnTo>
                                          <a:pt x="278" y="343"/>
                                        </a:lnTo>
                                        <a:lnTo>
                                          <a:pt x="289" y="382"/>
                                        </a:lnTo>
                                        <a:lnTo>
                                          <a:pt x="300" y="419"/>
                                        </a:lnTo>
                                        <a:lnTo>
                                          <a:pt x="301" y="419"/>
                                        </a:lnTo>
                                        <a:lnTo>
                                          <a:pt x="301" y="419"/>
                                        </a:lnTo>
                                        <a:lnTo>
                                          <a:pt x="312" y="379"/>
                                        </a:lnTo>
                                        <a:lnTo>
                                          <a:pt x="326" y="332"/>
                                        </a:lnTo>
                                        <a:lnTo>
                                          <a:pt x="342" y="284"/>
                                        </a:lnTo>
                                        <a:lnTo>
                                          <a:pt x="358" y="237"/>
                                        </a:lnTo>
                                        <a:lnTo>
                                          <a:pt x="441" y="0"/>
                                        </a:lnTo>
                                        <a:lnTo>
                                          <a:pt x="575" y="0"/>
                                        </a:lnTo>
                                        <a:lnTo>
                                          <a:pt x="334" y="640"/>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7" name="Freeform 128"/>
                                <wps:cNvSpPr>
                                  <a:spLocks noEditPoints="1"/>
                                </wps:cNvSpPr>
                                <wps:spPr bwMode="auto">
                                  <a:xfrm>
                                    <a:off x="306705" y="688975"/>
                                    <a:ext cx="36830" cy="48260"/>
                                  </a:xfrm>
                                  <a:custGeom>
                                    <a:avLst/>
                                    <a:gdLst>
                                      <a:gd name="T0" fmla="*/ 350 w 471"/>
                                      <a:gd name="T1" fmla="*/ 566 h 606"/>
                                      <a:gd name="T2" fmla="*/ 357 w 471"/>
                                      <a:gd name="T3" fmla="*/ 486 h 606"/>
                                      <a:gd name="T4" fmla="*/ 349 w 471"/>
                                      <a:gd name="T5" fmla="*/ 498 h 606"/>
                                      <a:gd name="T6" fmla="*/ 327 w 471"/>
                                      <a:gd name="T7" fmla="*/ 534 h 606"/>
                                      <a:gd name="T8" fmla="*/ 295 w 471"/>
                                      <a:gd name="T9" fmla="*/ 563 h 606"/>
                                      <a:gd name="T10" fmla="*/ 257 w 471"/>
                                      <a:gd name="T11" fmla="*/ 587 h 606"/>
                                      <a:gd name="T12" fmla="*/ 212 w 471"/>
                                      <a:gd name="T13" fmla="*/ 601 h 606"/>
                                      <a:gd name="T14" fmla="*/ 162 w 471"/>
                                      <a:gd name="T15" fmla="*/ 606 h 606"/>
                                      <a:gd name="T16" fmla="*/ 127 w 471"/>
                                      <a:gd name="T17" fmla="*/ 604 h 606"/>
                                      <a:gd name="T18" fmla="*/ 81 w 471"/>
                                      <a:gd name="T19" fmla="*/ 591 h 606"/>
                                      <a:gd name="T20" fmla="*/ 44 w 471"/>
                                      <a:gd name="T21" fmla="*/ 566 h 606"/>
                                      <a:gd name="T22" fmla="*/ 17 w 471"/>
                                      <a:gd name="T23" fmla="*/ 533 h 606"/>
                                      <a:gd name="T24" fmla="*/ 3 w 471"/>
                                      <a:gd name="T25" fmla="*/ 491 h 606"/>
                                      <a:gd name="T26" fmla="*/ 0 w 471"/>
                                      <a:gd name="T27" fmla="*/ 457 h 606"/>
                                      <a:gd name="T28" fmla="*/ 3 w 471"/>
                                      <a:gd name="T29" fmla="*/ 422 h 606"/>
                                      <a:gd name="T30" fmla="*/ 14 w 471"/>
                                      <a:gd name="T31" fmla="*/ 388 h 606"/>
                                      <a:gd name="T32" fmla="*/ 30 w 471"/>
                                      <a:gd name="T33" fmla="*/ 358 h 606"/>
                                      <a:gd name="T34" fmla="*/ 53 w 471"/>
                                      <a:gd name="T35" fmla="*/ 332 h 606"/>
                                      <a:gd name="T36" fmla="*/ 82 w 471"/>
                                      <a:gd name="T37" fmla="*/ 308 h 606"/>
                                      <a:gd name="T38" fmla="*/ 142 w 471"/>
                                      <a:gd name="T39" fmla="*/ 277 h 606"/>
                                      <a:gd name="T40" fmla="*/ 233 w 471"/>
                                      <a:gd name="T41" fmla="*/ 255 h 606"/>
                                      <a:gd name="T42" fmla="*/ 343 w 471"/>
                                      <a:gd name="T43" fmla="*/ 246 h 606"/>
                                      <a:gd name="T44" fmla="*/ 342 w 471"/>
                                      <a:gd name="T45" fmla="*/ 195 h 606"/>
                                      <a:gd name="T46" fmla="*/ 336 w 471"/>
                                      <a:gd name="T47" fmla="*/ 161 h 606"/>
                                      <a:gd name="T48" fmla="*/ 322 w 471"/>
                                      <a:gd name="T49" fmla="*/ 134 h 606"/>
                                      <a:gd name="T50" fmla="*/ 300 w 471"/>
                                      <a:gd name="T51" fmla="*/ 114 h 606"/>
                                      <a:gd name="T52" fmla="*/ 265 w 471"/>
                                      <a:gd name="T53" fmla="*/ 102 h 606"/>
                                      <a:gd name="T54" fmla="*/ 220 w 471"/>
                                      <a:gd name="T55" fmla="*/ 98 h 606"/>
                                      <a:gd name="T56" fmla="*/ 178 w 471"/>
                                      <a:gd name="T57" fmla="*/ 101 h 606"/>
                                      <a:gd name="T58" fmla="*/ 110 w 471"/>
                                      <a:gd name="T59" fmla="*/ 117 h 606"/>
                                      <a:gd name="T60" fmla="*/ 47 w 471"/>
                                      <a:gd name="T61" fmla="*/ 146 h 606"/>
                                      <a:gd name="T62" fmla="*/ 58 w 471"/>
                                      <a:gd name="T63" fmla="*/ 30 h 606"/>
                                      <a:gd name="T64" fmla="*/ 132 w 471"/>
                                      <a:gd name="T65" fmla="*/ 11 h 606"/>
                                      <a:gd name="T66" fmla="*/ 213 w 471"/>
                                      <a:gd name="T67" fmla="*/ 0 h 606"/>
                                      <a:gd name="T68" fmla="*/ 273 w 471"/>
                                      <a:gd name="T69" fmla="*/ 1 h 606"/>
                                      <a:gd name="T70" fmla="*/ 351 w 471"/>
                                      <a:gd name="T71" fmla="*/ 14 h 606"/>
                                      <a:gd name="T72" fmla="*/ 407 w 471"/>
                                      <a:gd name="T73" fmla="*/ 41 h 606"/>
                                      <a:gd name="T74" fmla="*/ 443 w 471"/>
                                      <a:gd name="T75" fmla="*/ 82 h 606"/>
                                      <a:gd name="T76" fmla="*/ 462 w 471"/>
                                      <a:gd name="T77" fmla="*/ 134 h 606"/>
                                      <a:gd name="T78" fmla="*/ 467 w 471"/>
                                      <a:gd name="T79" fmla="*/ 197 h 606"/>
                                      <a:gd name="T80" fmla="*/ 468 w 471"/>
                                      <a:gd name="T81" fmla="*/ 515 h 606"/>
                                      <a:gd name="T82" fmla="*/ 343 w 471"/>
                                      <a:gd name="T83" fmla="*/ 331 h 606"/>
                                      <a:gd name="T84" fmla="*/ 280 w 471"/>
                                      <a:gd name="T85" fmla="*/ 333 h 606"/>
                                      <a:gd name="T86" fmla="*/ 210 w 471"/>
                                      <a:gd name="T87" fmla="*/ 345 h 606"/>
                                      <a:gd name="T88" fmla="*/ 163 w 471"/>
                                      <a:gd name="T89" fmla="*/ 365 h 606"/>
                                      <a:gd name="T90" fmla="*/ 135 w 471"/>
                                      <a:gd name="T91" fmla="*/ 389 h 606"/>
                                      <a:gd name="T92" fmla="*/ 123 w 471"/>
                                      <a:gd name="T93" fmla="*/ 417 h 606"/>
                                      <a:gd name="T94" fmla="*/ 120 w 471"/>
                                      <a:gd name="T95" fmla="*/ 437 h 606"/>
                                      <a:gd name="T96" fmla="*/ 124 w 471"/>
                                      <a:gd name="T97" fmla="*/ 459 h 606"/>
                                      <a:gd name="T98" fmla="*/ 132 w 471"/>
                                      <a:gd name="T99" fmla="*/ 478 h 606"/>
                                      <a:gd name="T100" fmla="*/ 147 w 471"/>
                                      <a:gd name="T101" fmla="*/ 493 h 606"/>
                                      <a:gd name="T102" fmla="*/ 167 w 471"/>
                                      <a:gd name="T103" fmla="*/ 503 h 606"/>
                                      <a:gd name="T104" fmla="*/ 191 w 471"/>
                                      <a:gd name="T105" fmla="*/ 508 h 606"/>
                                      <a:gd name="T106" fmla="*/ 215 w 471"/>
                                      <a:gd name="T107" fmla="*/ 507 h 606"/>
                                      <a:gd name="T108" fmla="*/ 258 w 471"/>
                                      <a:gd name="T109" fmla="*/ 494 h 606"/>
                                      <a:gd name="T110" fmla="*/ 293 w 471"/>
                                      <a:gd name="T111" fmla="*/ 467 h 606"/>
                                      <a:gd name="T112" fmla="*/ 320 w 471"/>
                                      <a:gd name="T113" fmla="*/ 431 h 606"/>
                                      <a:gd name="T114" fmla="*/ 336 w 471"/>
                                      <a:gd name="T115" fmla="*/ 388 h 606"/>
                                      <a:gd name="T116" fmla="*/ 343 w 471"/>
                                      <a:gd name="T117" fmla="*/ 342 h 6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71" h="606">
                                        <a:moveTo>
                                          <a:pt x="350" y="594"/>
                                        </a:moveTo>
                                        <a:lnTo>
                                          <a:pt x="350" y="594"/>
                                        </a:lnTo>
                                        <a:lnTo>
                                          <a:pt x="350" y="566"/>
                                        </a:lnTo>
                                        <a:lnTo>
                                          <a:pt x="351" y="538"/>
                                        </a:lnTo>
                                        <a:lnTo>
                                          <a:pt x="353" y="511"/>
                                        </a:lnTo>
                                        <a:lnTo>
                                          <a:pt x="357" y="486"/>
                                        </a:lnTo>
                                        <a:lnTo>
                                          <a:pt x="356" y="485"/>
                                        </a:lnTo>
                                        <a:lnTo>
                                          <a:pt x="356" y="485"/>
                                        </a:lnTo>
                                        <a:lnTo>
                                          <a:pt x="349" y="498"/>
                                        </a:lnTo>
                                        <a:lnTo>
                                          <a:pt x="343" y="510"/>
                                        </a:lnTo>
                                        <a:lnTo>
                                          <a:pt x="335" y="522"/>
                                        </a:lnTo>
                                        <a:lnTo>
                                          <a:pt x="327" y="534"/>
                                        </a:lnTo>
                                        <a:lnTo>
                                          <a:pt x="317" y="545"/>
                                        </a:lnTo>
                                        <a:lnTo>
                                          <a:pt x="306" y="554"/>
                                        </a:lnTo>
                                        <a:lnTo>
                                          <a:pt x="295" y="563"/>
                                        </a:lnTo>
                                        <a:lnTo>
                                          <a:pt x="283" y="572"/>
                                        </a:lnTo>
                                        <a:lnTo>
                                          <a:pt x="270" y="579"/>
                                        </a:lnTo>
                                        <a:lnTo>
                                          <a:pt x="257" y="587"/>
                                        </a:lnTo>
                                        <a:lnTo>
                                          <a:pt x="243" y="592"/>
                                        </a:lnTo>
                                        <a:lnTo>
                                          <a:pt x="228" y="597"/>
                                        </a:lnTo>
                                        <a:lnTo>
                                          <a:pt x="212" y="601"/>
                                        </a:lnTo>
                                        <a:lnTo>
                                          <a:pt x="196" y="604"/>
                                        </a:lnTo>
                                        <a:lnTo>
                                          <a:pt x="179" y="606"/>
                                        </a:lnTo>
                                        <a:lnTo>
                                          <a:pt x="162" y="606"/>
                                        </a:lnTo>
                                        <a:lnTo>
                                          <a:pt x="162" y="606"/>
                                        </a:lnTo>
                                        <a:lnTo>
                                          <a:pt x="144" y="606"/>
                                        </a:lnTo>
                                        <a:lnTo>
                                          <a:pt x="127" y="604"/>
                                        </a:lnTo>
                                        <a:lnTo>
                                          <a:pt x="111" y="601"/>
                                        </a:lnTo>
                                        <a:lnTo>
                                          <a:pt x="95" y="596"/>
                                        </a:lnTo>
                                        <a:lnTo>
                                          <a:pt x="81" y="591"/>
                                        </a:lnTo>
                                        <a:lnTo>
                                          <a:pt x="68" y="583"/>
                                        </a:lnTo>
                                        <a:lnTo>
                                          <a:pt x="55" y="576"/>
                                        </a:lnTo>
                                        <a:lnTo>
                                          <a:pt x="44" y="566"/>
                                        </a:lnTo>
                                        <a:lnTo>
                                          <a:pt x="33" y="556"/>
                                        </a:lnTo>
                                        <a:lnTo>
                                          <a:pt x="25" y="546"/>
                                        </a:lnTo>
                                        <a:lnTo>
                                          <a:pt x="17" y="533"/>
                                        </a:lnTo>
                                        <a:lnTo>
                                          <a:pt x="11" y="520"/>
                                        </a:lnTo>
                                        <a:lnTo>
                                          <a:pt x="6" y="506"/>
                                        </a:lnTo>
                                        <a:lnTo>
                                          <a:pt x="3" y="491"/>
                                        </a:lnTo>
                                        <a:lnTo>
                                          <a:pt x="1" y="474"/>
                                        </a:lnTo>
                                        <a:lnTo>
                                          <a:pt x="0" y="457"/>
                                        </a:lnTo>
                                        <a:lnTo>
                                          <a:pt x="0" y="457"/>
                                        </a:lnTo>
                                        <a:lnTo>
                                          <a:pt x="0" y="445"/>
                                        </a:lnTo>
                                        <a:lnTo>
                                          <a:pt x="1" y="432"/>
                                        </a:lnTo>
                                        <a:lnTo>
                                          <a:pt x="3" y="422"/>
                                        </a:lnTo>
                                        <a:lnTo>
                                          <a:pt x="6" y="410"/>
                                        </a:lnTo>
                                        <a:lnTo>
                                          <a:pt x="10" y="399"/>
                                        </a:lnTo>
                                        <a:lnTo>
                                          <a:pt x="14" y="388"/>
                                        </a:lnTo>
                                        <a:lnTo>
                                          <a:pt x="18" y="377"/>
                                        </a:lnTo>
                                        <a:lnTo>
                                          <a:pt x="24" y="368"/>
                                        </a:lnTo>
                                        <a:lnTo>
                                          <a:pt x="30" y="358"/>
                                        </a:lnTo>
                                        <a:lnTo>
                                          <a:pt x="38" y="349"/>
                                        </a:lnTo>
                                        <a:lnTo>
                                          <a:pt x="45" y="340"/>
                                        </a:lnTo>
                                        <a:lnTo>
                                          <a:pt x="53" y="332"/>
                                        </a:lnTo>
                                        <a:lnTo>
                                          <a:pt x="62" y="324"/>
                                        </a:lnTo>
                                        <a:lnTo>
                                          <a:pt x="72" y="316"/>
                                        </a:lnTo>
                                        <a:lnTo>
                                          <a:pt x="82" y="308"/>
                                        </a:lnTo>
                                        <a:lnTo>
                                          <a:pt x="92" y="302"/>
                                        </a:lnTo>
                                        <a:lnTo>
                                          <a:pt x="116" y="289"/>
                                        </a:lnTo>
                                        <a:lnTo>
                                          <a:pt x="142" y="277"/>
                                        </a:lnTo>
                                        <a:lnTo>
                                          <a:pt x="170" y="269"/>
                                        </a:lnTo>
                                        <a:lnTo>
                                          <a:pt x="201" y="260"/>
                                        </a:lnTo>
                                        <a:lnTo>
                                          <a:pt x="233" y="255"/>
                                        </a:lnTo>
                                        <a:lnTo>
                                          <a:pt x="268" y="250"/>
                                        </a:lnTo>
                                        <a:lnTo>
                                          <a:pt x="304" y="247"/>
                                        </a:lnTo>
                                        <a:lnTo>
                                          <a:pt x="343" y="246"/>
                                        </a:lnTo>
                                        <a:lnTo>
                                          <a:pt x="343" y="208"/>
                                        </a:lnTo>
                                        <a:lnTo>
                                          <a:pt x="343" y="208"/>
                                        </a:lnTo>
                                        <a:lnTo>
                                          <a:pt x="342" y="195"/>
                                        </a:lnTo>
                                        <a:lnTo>
                                          <a:pt x="341" y="183"/>
                                        </a:lnTo>
                                        <a:lnTo>
                                          <a:pt x="338" y="171"/>
                                        </a:lnTo>
                                        <a:lnTo>
                                          <a:pt x="336" y="161"/>
                                        </a:lnTo>
                                        <a:lnTo>
                                          <a:pt x="332" y="151"/>
                                        </a:lnTo>
                                        <a:lnTo>
                                          <a:pt x="328" y="141"/>
                                        </a:lnTo>
                                        <a:lnTo>
                                          <a:pt x="322" y="134"/>
                                        </a:lnTo>
                                        <a:lnTo>
                                          <a:pt x="316" y="126"/>
                                        </a:lnTo>
                                        <a:lnTo>
                                          <a:pt x="308" y="120"/>
                                        </a:lnTo>
                                        <a:lnTo>
                                          <a:pt x="300" y="114"/>
                                        </a:lnTo>
                                        <a:lnTo>
                                          <a:pt x="289" y="109"/>
                                        </a:lnTo>
                                        <a:lnTo>
                                          <a:pt x="278" y="106"/>
                                        </a:lnTo>
                                        <a:lnTo>
                                          <a:pt x="265" y="102"/>
                                        </a:lnTo>
                                        <a:lnTo>
                                          <a:pt x="253" y="100"/>
                                        </a:lnTo>
                                        <a:lnTo>
                                          <a:pt x="237" y="99"/>
                                        </a:lnTo>
                                        <a:lnTo>
                                          <a:pt x="220" y="98"/>
                                        </a:lnTo>
                                        <a:lnTo>
                                          <a:pt x="220" y="98"/>
                                        </a:lnTo>
                                        <a:lnTo>
                                          <a:pt x="200" y="99"/>
                                        </a:lnTo>
                                        <a:lnTo>
                                          <a:pt x="178" y="101"/>
                                        </a:lnTo>
                                        <a:lnTo>
                                          <a:pt x="156" y="105"/>
                                        </a:lnTo>
                                        <a:lnTo>
                                          <a:pt x="132" y="110"/>
                                        </a:lnTo>
                                        <a:lnTo>
                                          <a:pt x="110" y="117"/>
                                        </a:lnTo>
                                        <a:lnTo>
                                          <a:pt x="88" y="125"/>
                                        </a:lnTo>
                                        <a:lnTo>
                                          <a:pt x="67" y="135"/>
                                        </a:lnTo>
                                        <a:lnTo>
                                          <a:pt x="47" y="146"/>
                                        </a:lnTo>
                                        <a:lnTo>
                                          <a:pt x="37" y="39"/>
                                        </a:lnTo>
                                        <a:lnTo>
                                          <a:pt x="37" y="39"/>
                                        </a:lnTo>
                                        <a:lnTo>
                                          <a:pt x="58" y="30"/>
                                        </a:lnTo>
                                        <a:lnTo>
                                          <a:pt x="82" y="23"/>
                                        </a:lnTo>
                                        <a:lnTo>
                                          <a:pt x="106" y="16"/>
                                        </a:lnTo>
                                        <a:lnTo>
                                          <a:pt x="132" y="11"/>
                                        </a:lnTo>
                                        <a:lnTo>
                                          <a:pt x="158" y="7"/>
                                        </a:lnTo>
                                        <a:lnTo>
                                          <a:pt x="185" y="2"/>
                                        </a:lnTo>
                                        <a:lnTo>
                                          <a:pt x="213" y="0"/>
                                        </a:lnTo>
                                        <a:lnTo>
                                          <a:pt x="241" y="0"/>
                                        </a:lnTo>
                                        <a:lnTo>
                                          <a:pt x="241" y="0"/>
                                        </a:lnTo>
                                        <a:lnTo>
                                          <a:pt x="273" y="1"/>
                                        </a:lnTo>
                                        <a:lnTo>
                                          <a:pt x="302" y="3"/>
                                        </a:lnTo>
                                        <a:lnTo>
                                          <a:pt x="328" y="8"/>
                                        </a:lnTo>
                                        <a:lnTo>
                                          <a:pt x="351" y="14"/>
                                        </a:lnTo>
                                        <a:lnTo>
                                          <a:pt x="372" y="22"/>
                                        </a:lnTo>
                                        <a:lnTo>
                                          <a:pt x="390" y="30"/>
                                        </a:lnTo>
                                        <a:lnTo>
                                          <a:pt x="407" y="41"/>
                                        </a:lnTo>
                                        <a:lnTo>
                                          <a:pt x="421" y="54"/>
                                        </a:lnTo>
                                        <a:lnTo>
                                          <a:pt x="433" y="67"/>
                                        </a:lnTo>
                                        <a:lnTo>
                                          <a:pt x="443" y="82"/>
                                        </a:lnTo>
                                        <a:lnTo>
                                          <a:pt x="450" y="98"/>
                                        </a:lnTo>
                                        <a:lnTo>
                                          <a:pt x="457" y="115"/>
                                        </a:lnTo>
                                        <a:lnTo>
                                          <a:pt x="462" y="134"/>
                                        </a:lnTo>
                                        <a:lnTo>
                                          <a:pt x="465" y="154"/>
                                        </a:lnTo>
                                        <a:lnTo>
                                          <a:pt x="467" y="175"/>
                                        </a:lnTo>
                                        <a:lnTo>
                                          <a:pt x="467" y="197"/>
                                        </a:lnTo>
                                        <a:lnTo>
                                          <a:pt x="467" y="435"/>
                                        </a:lnTo>
                                        <a:lnTo>
                                          <a:pt x="467" y="435"/>
                                        </a:lnTo>
                                        <a:lnTo>
                                          <a:pt x="468" y="515"/>
                                        </a:lnTo>
                                        <a:lnTo>
                                          <a:pt x="471" y="594"/>
                                        </a:lnTo>
                                        <a:lnTo>
                                          <a:pt x="350" y="594"/>
                                        </a:lnTo>
                                        <a:close/>
                                        <a:moveTo>
                                          <a:pt x="343" y="331"/>
                                        </a:moveTo>
                                        <a:lnTo>
                                          <a:pt x="343" y="331"/>
                                        </a:lnTo>
                                        <a:lnTo>
                                          <a:pt x="309" y="331"/>
                                        </a:lnTo>
                                        <a:lnTo>
                                          <a:pt x="280" y="333"/>
                                        </a:lnTo>
                                        <a:lnTo>
                                          <a:pt x="255" y="336"/>
                                        </a:lnTo>
                                        <a:lnTo>
                                          <a:pt x="231" y="340"/>
                                        </a:lnTo>
                                        <a:lnTo>
                                          <a:pt x="210" y="345"/>
                                        </a:lnTo>
                                        <a:lnTo>
                                          <a:pt x="192" y="350"/>
                                        </a:lnTo>
                                        <a:lnTo>
                                          <a:pt x="176" y="357"/>
                                        </a:lnTo>
                                        <a:lnTo>
                                          <a:pt x="163" y="365"/>
                                        </a:lnTo>
                                        <a:lnTo>
                                          <a:pt x="152" y="372"/>
                                        </a:lnTo>
                                        <a:lnTo>
                                          <a:pt x="143" y="381"/>
                                        </a:lnTo>
                                        <a:lnTo>
                                          <a:pt x="135" y="389"/>
                                        </a:lnTo>
                                        <a:lnTo>
                                          <a:pt x="129" y="398"/>
                                        </a:lnTo>
                                        <a:lnTo>
                                          <a:pt x="125" y="408"/>
                                        </a:lnTo>
                                        <a:lnTo>
                                          <a:pt x="123" y="417"/>
                                        </a:lnTo>
                                        <a:lnTo>
                                          <a:pt x="120" y="427"/>
                                        </a:lnTo>
                                        <a:lnTo>
                                          <a:pt x="120" y="437"/>
                                        </a:lnTo>
                                        <a:lnTo>
                                          <a:pt x="120" y="437"/>
                                        </a:lnTo>
                                        <a:lnTo>
                                          <a:pt x="120" y="444"/>
                                        </a:lnTo>
                                        <a:lnTo>
                                          <a:pt x="121" y="452"/>
                                        </a:lnTo>
                                        <a:lnTo>
                                          <a:pt x="124" y="459"/>
                                        </a:lnTo>
                                        <a:lnTo>
                                          <a:pt x="126" y="466"/>
                                        </a:lnTo>
                                        <a:lnTo>
                                          <a:pt x="129" y="472"/>
                                        </a:lnTo>
                                        <a:lnTo>
                                          <a:pt x="132" y="478"/>
                                        </a:lnTo>
                                        <a:lnTo>
                                          <a:pt x="136" y="483"/>
                                        </a:lnTo>
                                        <a:lnTo>
                                          <a:pt x="142" y="489"/>
                                        </a:lnTo>
                                        <a:lnTo>
                                          <a:pt x="147" y="493"/>
                                        </a:lnTo>
                                        <a:lnTo>
                                          <a:pt x="153" y="497"/>
                                        </a:lnTo>
                                        <a:lnTo>
                                          <a:pt x="159" y="500"/>
                                        </a:lnTo>
                                        <a:lnTo>
                                          <a:pt x="167" y="503"/>
                                        </a:lnTo>
                                        <a:lnTo>
                                          <a:pt x="174" y="505"/>
                                        </a:lnTo>
                                        <a:lnTo>
                                          <a:pt x="183" y="507"/>
                                        </a:lnTo>
                                        <a:lnTo>
                                          <a:pt x="191" y="508"/>
                                        </a:lnTo>
                                        <a:lnTo>
                                          <a:pt x="200" y="508"/>
                                        </a:lnTo>
                                        <a:lnTo>
                                          <a:pt x="200" y="508"/>
                                        </a:lnTo>
                                        <a:lnTo>
                                          <a:pt x="215" y="507"/>
                                        </a:lnTo>
                                        <a:lnTo>
                                          <a:pt x="230" y="504"/>
                                        </a:lnTo>
                                        <a:lnTo>
                                          <a:pt x="245" y="499"/>
                                        </a:lnTo>
                                        <a:lnTo>
                                          <a:pt x="258" y="494"/>
                                        </a:lnTo>
                                        <a:lnTo>
                                          <a:pt x="271" y="486"/>
                                        </a:lnTo>
                                        <a:lnTo>
                                          <a:pt x="283" y="478"/>
                                        </a:lnTo>
                                        <a:lnTo>
                                          <a:pt x="293" y="467"/>
                                        </a:lnTo>
                                        <a:lnTo>
                                          <a:pt x="303" y="456"/>
                                        </a:lnTo>
                                        <a:lnTo>
                                          <a:pt x="312" y="444"/>
                                        </a:lnTo>
                                        <a:lnTo>
                                          <a:pt x="320" y="431"/>
                                        </a:lnTo>
                                        <a:lnTo>
                                          <a:pt x="327" y="417"/>
                                        </a:lnTo>
                                        <a:lnTo>
                                          <a:pt x="332" y="403"/>
                                        </a:lnTo>
                                        <a:lnTo>
                                          <a:pt x="336" y="388"/>
                                        </a:lnTo>
                                        <a:lnTo>
                                          <a:pt x="340" y="373"/>
                                        </a:lnTo>
                                        <a:lnTo>
                                          <a:pt x="342" y="358"/>
                                        </a:lnTo>
                                        <a:lnTo>
                                          <a:pt x="343" y="342"/>
                                        </a:lnTo>
                                        <a:lnTo>
                                          <a:pt x="343" y="331"/>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8" name="Freeform 129"/>
                                <wps:cNvSpPr>
                                  <a:spLocks/>
                                </wps:cNvSpPr>
                                <wps:spPr bwMode="auto">
                                  <a:xfrm>
                                    <a:off x="358140" y="688975"/>
                                    <a:ext cx="38735" cy="46990"/>
                                  </a:xfrm>
                                  <a:custGeom>
                                    <a:avLst/>
                                    <a:gdLst>
                                      <a:gd name="T0" fmla="*/ 363 w 488"/>
                                      <a:gd name="T1" fmla="*/ 219 h 594"/>
                                      <a:gd name="T2" fmla="*/ 363 w 488"/>
                                      <a:gd name="T3" fmla="*/ 193 h 594"/>
                                      <a:gd name="T4" fmla="*/ 360 w 488"/>
                                      <a:gd name="T5" fmla="*/ 170 h 594"/>
                                      <a:gd name="T6" fmla="*/ 354 w 488"/>
                                      <a:gd name="T7" fmla="*/ 151 h 594"/>
                                      <a:gd name="T8" fmla="*/ 345 w 488"/>
                                      <a:gd name="T9" fmla="*/ 135 h 594"/>
                                      <a:gd name="T10" fmla="*/ 334 w 488"/>
                                      <a:gd name="T11" fmla="*/ 122 h 594"/>
                                      <a:gd name="T12" fmla="*/ 319 w 488"/>
                                      <a:gd name="T13" fmla="*/ 112 h 594"/>
                                      <a:gd name="T14" fmla="*/ 300 w 488"/>
                                      <a:gd name="T15" fmla="*/ 106 h 594"/>
                                      <a:gd name="T16" fmla="*/ 277 w 488"/>
                                      <a:gd name="T17" fmla="*/ 105 h 594"/>
                                      <a:gd name="T18" fmla="*/ 261 w 488"/>
                                      <a:gd name="T19" fmla="*/ 106 h 594"/>
                                      <a:gd name="T20" fmla="*/ 231 w 488"/>
                                      <a:gd name="T21" fmla="*/ 113 h 594"/>
                                      <a:gd name="T22" fmla="*/ 203 w 488"/>
                                      <a:gd name="T23" fmla="*/ 129 h 594"/>
                                      <a:gd name="T24" fmla="*/ 178 w 488"/>
                                      <a:gd name="T25" fmla="*/ 152 h 594"/>
                                      <a:gd name="T26" fmla="*/ 159 w 488"/>
                                      <a:gd name="T27" fmla="*/ 180 h 594"/>
                                      <a:gd name="T28" fmla="*/ 143 w 488"/>
                                      <a:gd name="T29" fmla="*/ 214 h 594"/>
                                      <a:gd name="T30" fmla="*/ 132 w 488"/>
                                      <a:gd name="T31" fmla="*/ 250 h 594"/>
                                      <a:gd name="T32" fmla="*/ 126 w 488"/>
                                      <a:gd name="T33" fmla="*/ 291 h 594"/>
                                      <a:gd name="T34" fmla="*/ 125 w 488"/>
                                      <a:gd name="T35" fmla="*/ 594 h 594"/>
                                      <a:gd name="T36" fmla="*/ 0 w 488"/>
                                      <a:gd name="T37" fmla="*/ 12 h 594"/>
                                      <a:gd name="T38" fmla="*/ 119 w 488"/>
                                      <a:gd name="T39" fmla="*/ 12 h 594"/>
                                      <a:gd name="T40" fmla="*/ 117 w 488"/>
                                      <a:gd name="T41" fmla="*/ 68 h 594"/>
                                      <a:gd name="T42" fmla="*/ 111 w 488"/>
                                      <a:gd name="T43" fmla="*/ 125 h 594"/>
                                      <a:gd name="T44" fmla="*/ 112 w 488"/>
                                      <a:gd name="T45" fmla="*/ 126 h 594"/>
                                      <a:gd name="T46" fmla="*/ 127 w 488"/>
                                      <a:gd name="T47" fmla="*/ 99 h 594"/>
                                      <a:gd name="T48" fmla="*/ 144 w 488"/>
                                      <a:gd name="T49" fmla="*/ 74 h 594"/>
                                      <a:gd name="T50" fmla="*/ 166 w 488"/>
                                      <a:gd name="T51" fmla="*/ 53 h 594"/>
                                      <a:gd name="T52" fmla="*/ 189 w 488"/>
                                      <a:gd name="T53" fmla="*/ 35 h 594"/>
                                      <a:gd name="T54" fmla="*/ 216 w 488"/>
                                      <a:gd name="T55" fmla="*/ 21 h 594"/>
                                      <a:gd name="T56" fmla="*/ 246 w 488"/>
                                      <a:gd name="T57" fmla="*/ 9 h 594"/>
                                      <a:gd name="T58" fmla="*/ 279 w 488"/>
                                      <a:gd name="T59" fmla="*/ 2 h 594"/>
                                      <a:gd name="T60" fmla="*/ 315 w 488"/>
                                      <a:gd name="T61" fmla="*/ 0 h 594"/>
                                      <a:gd name="T62" fmla="*/ 339 w 488"/>
                                      <a:gd name="T63" fmla="*/ 1 h 594"/>
                                      <a:gd name="T64" fmla="*/ 379 w 488"/>
                                      <a:gd name="T65" fmla="*/ 8 h 594"/>
                                      <a:gd name="T66" fmla="*/ 414 w 488"/>
                                      <a:gd name="T67" fmla="*/ 23 h 594"/>
                                      <a:gd name="T68" fmla="*/ 440 w 488"/>
                                      <a:gd name="T69" fmla="*/ 42 h 594"/>
                                      <a:gd name="T70" fmla="*/ 460 w 488"/>
                                      <a:gd name="T71" fmla="*/ 68 h 594"/>
                                      <a:gd name="T72" fmla="*/ 474 w 488"/>
                                      <a:gd name="T73" fmla="*/ 97 h 594"/>
                                      <a:gd name="T74" fmla="*/ 483 w 488"/>
                                      <a:gd name="T75" fmla="*/ 131 h 594"/>
                                      <a:gd name="T76" fmla="*/ 487 w 488"/>
                                      <a:gd name="T77" fmla="*/ 167 h 594"/>
                                      <a:gd name="T78" fmla="*/ 488 w 488"/>
                                      <a:gd name="T79" fmla="*/ 594 h 5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488" h="594">
                                        <a:moveTo>
                                          <a:pt x="363" y="594"/>
                                        </a:moveTo>
                                        <a:lnTo>
                                          <a:pt x="363" y="219"/>
                                        </a:lnTo>
                                        <a:lnTo>
                                          <a:pt x="363" y="219"/>
                                        </a:lnTo>
                                        <a:lnTo>
                                          <a:pt x="363" y="193"/>
                                        </a:lnTo>
                                        <a:lnTo>
                                          <a:pt x="361" y="181"/>
                                        </a:lnTo>
                                        <a:lnTo>
                                          <a:pt x="360" y="170"/>
                                        </a:lnTo>
                                        <a:lnTo>
                                          <a:pt x="357" y="161"/>
                                        </a:lnTo>
                                        <a:lnTo>
                                          <a:pt x="354" y="151"/>
                                        </a:lnTo>
                                        <a:lnTo>
                                          <a:pt x="350" y="142"/>
                                        </a:lnTo>
                                        <a:lnTo>
                                          <a:pt x="345" y="135"/>
                                        </a:lnTo>
                                        <a:lnTo>
                                          <a:pt x="340" y="127"/>
                                        </a:lnTo>
                                        <a:lnTo>
                                          <a:pt x="334" y="122"/>
                                        </a:lnTo>
                                        <a:lnTo>
                                          <a:pt x="327" y="117"/>
                                        </a:lnTo>
                                        <a:lnTo>
                                          <a:pt x="319" y="112"/>
                                        </a:lnTo>
                                        <a:lnTo>
                                          <a:pt x="310" y="109"/>
                                        </a:lnTo>
                                        <a:lnTo>
                                          <a:pt x="300" y="106"/>
                                        </a:lnTo>
                                        <a:lnTo>
                                          <a:pt x="289" y="105"/>
                                        </a:lnTo>
                                        <a:lnTo>
                                          <a:pt x="277" y="105"/>
                                        </a:lnTo>
                                        <a:lnTo>
                                          <a:pt x="277" y="105"/>
                                        </a:lnTo>
                                        <a:lnTo>
                                          <a:pt x="261" y="106"/>
                                        </a:lnTo>
                                        <a:lnTo>
                                          <a:pt x="245" y="108"/>
                                        </a:lnTo>
                                        <a:lnTo>
                                          <a:pt x="231" y="113"/>
                                        </a:lnTo>
                                        <a:lnTo>
                                          <a:pt x="216" y="121"/>
                                        </a:lnTo>
                                        <a:lnTo>
                                          <a:pt x="203" y="129"/>
                                        </a:lnTo>
                                        <a:lnTo>
                                          <a:pt x="190" y="139"/>
                                        </a:lnTo>
                                        <a:lnTo>
                                          <a:pt x="178" y="152"/>
                                        </a:lnTo>
                                        <a:lnTo>
                                          <a:pt x="169" y="165"/>
                                        </a:lnTo>
                                        <a:lnTo>
                                          <a:pt x="159" y="180"/>
                                        </a:lnTo>
                                        <a:lnTo>
                                          <a:pt x="151" y="196"/>
                                        </a:lnTo>
                                        <a:lnTo>
                                          <a:pt x="143" y="214"/>
                                        </a:lnTo>
                                        <a:lnTo>
                                          <a:pt x="137" y="232"/>
                                        </a:lnTo>
                                        <a:lnTo>
                                          <a:pt x="132" y="250"/>
                                        </a:lnTo>
                                        <a:lnTo>
                                          <a:pt x="128" y="271"/>
                                        </a:lnTo>
                                        <a:lnTo>
                                          <a:pt x="126" y="291"/>
                                        </a:lnTo>
                                        <a:lnTo>
                                          <a:pt x="125" y="313"/>
                                        </a:lnTo>
                                        <a:lnTo>
                                          <a:pt x="125" y="594"/>
                                        </a:lnTo>
                                        <a:lnTo>
                                          <a:pt x="0" y="594"/>
                                        </a:lnTo>
                                        <a:lnTo>
                                          <a:pt x="0" y="12"/>
                                        </a:lnTo>
                                        <a:lnTo>
                                          <a:pt x="119" y="12"/>
                                        </a:lnTo>
                                        <a:lnTo>
                                          <a:pt x="119" y="12"/>
                                        </a:lnTo>
                                        <a:lnTo>
                                          <a:pt x="119" y="38"/>
                                        </a:lnTo>
                                        <a:lnTo>
                                          <a:pt x="117" y="68"/>
                                        </a:lnTo>
                                        <a:lnTo>
                                          <a:pt x="115" y="98"/>
                                        </a:lnTo>
                                        <a:lnTo>
                                          <a:pt x="111" y="125"/>
                                        </a:lnTo>
                                        <a:lnTo>
                                          <a:pt x="112" y="126"/>
                                        </a:lnTo>
                                        <a:lnTo>
                                          <a:pt x="112" y="126"/>
                                        </a:lnTo>
                                        <a:lnTo>
                                          <a:pt x="119" y="112"/>
                                        </a:lnTo>
                                        <a:lnTo>
                                          <a:pt x="127" y="99"/>
                                        </a:lnTo>
                                        <a:lnTo>
                                          <a:pt x="136" y="87"/>
                                        </a:lnTo>
                                        <a:lnTo>
                                          <a:pt x="144" y="74"/>
                                        </a:lnTo>
                                        <a:lnTo>
                                          <a:pt x="155" y="64"/>
                                        </a:lnTo>
                                        <a:lnTo>
                                          <a:pt x="166" y="53"/>
                                        </a:lnTo>
                                        <a:lnTo>
                                          <a:pt x="177" y="44"/>
                                        </a:lnTo>
                                        <a:lnTo>
                                          <a:pt x="189" y="35"/>
                                        </a:lnTo>
                                        <a:lnTo>
                                          <a:pt x="202" y="27"/>
                                        </a:lnTo>
                                        <a:lnTo>
                                          <a:pt x="216" y="21"/>
                                        </a:lnTo>
                                        <a:lnTo>
                                          <a:pt x="231" y="14"/>
                                        </a:lnTo>
                                        <a:lnTo>
                                          <a:pt x="246" y="9"/>
                                        </a:lnTo>
                                        <a:lnTo>
                                          <a:pt x="262" y="5"/>
                                        </a:lnTo>
                                        <a:lnTo>
                                          <a:pt x="279" y="2"/>
                                        </a:lnTo>
                                        <a:lnTo>
                                          <a:pt x="297" y="0"/>
                                        </a:lnTo>
                                        <a:lnTo>
                                          <a:pt x="315" y="0"/>
                                        </a:lnTo>
                                        <a:lnTo>
                                          <a:pt x="315" y="0"/>
                                        </a:lnTo>
                                        <a:lnTo>
                                          <a:pt x="339" y="1"/>
                                        </a:lnTo>
                                        <a:lnTo>
                                          <a:pt x="360" y="3"/>
                                        </a:lnTo>
                                        <a:lnTo>
                                          <a:pt x="379" y="8"/>
                                        </a:lnTo>
                                        <a:lnTo>
                                          <a:pt x="398" y="14"/>
                                        </a:lnTo>
                                        <a:lnTo>
                                          <a:pt x="414" y="23"/>
                                        </a:lnTo>
                                        <a:lnTo>
                                          <a:pt x="428" y="31"/>
                                        </a:lnTo>
                                        <a:lnTo>
                                          <a:pt x="440" y="42"/>
                                        </a:lnTo>
                                        <a:lnTo>
                                          <a:pt x="450" y="54"/>
                                        </a:lnTo>
                                        <a:lnTo>
                                          <a:pt x="460" y="68"/>
                                        </a:lnTo>
                                        <a:lnTo>
                                          <a:pt x="467" y="82"/>
                                        </a:lnTo>
                                        <a:lnTo>
                                          <a:pt x="474" y="97"/>
                                        </a:lnTo>
                                        <a:lnTo>
                                          <a:pt x="479" y="113"/>
                                        </a:lnTo>
                                        <a:lnTo>
                                          <a:pt x="483" y="131"/>
                                        </a:lnTo>
                                        <a:lnTo>
                                          <a:pt x="486" y="149"/>
                                        </a:lnTo>
                                        <a:lnTo>
                                          <a:pt x="487" y="167"/>
                                        </a:lnTo>
                                        <a:lnTo>
                                          <a:pt x="488" y="187"/>
                                        </a:lnTo>
                                        <a:lnTo>
                                          <a:pt x="488" y="594"/>
                                        </a:lnTo>
                                        <a:lnTo>
                                          <a:pt x="363" y="594"/>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9" name="Freeform 130"/>
                                <wps:cNvSpPr>
                                  <a:spLocks noEditPoints="1"/>
                                </wps:cNvSpPr>
                                <wps:spPr bwMode="auto">
                                  <a:xfrm>
                                    <a:off x="407670" y="668020"/>
                                    <a:ext cx="40640" cy="69215"/>
                                  </a:xfrm>
                                  <a:custGeom>
                                    <a:avLst/>
                                    <a:gdLst>
                                      <a:gd name="T0" fmla="*/ 398 w 516"/>
                                      <a:gd name="T1" fmla="*/ 831 h 868"/>
                                      <a:gd name="T2" fmla="*/ 406 w 516"/>
                                      <a:gd name="T3" fmla="*/ 747 h 868"/>
                                      <a:gd name="T4" fmla="*/ 398 w 516"/>
                                      <a:gd name="T5" fmla="*/ 760 h 868"/>
                                      <a:gd name="T6" fmla="*/ 373 w 516"/>
                                      <a:gd name="T7" fmla="*/ 797 h 868"/>
                                      <a:gd name="T8" fmla="*/ 343 w 516"/>
                                      <a:gd name="T9" fmla="*/ 826 h 868"/>
                                      <a:gd name="T10" fmla="*/ 305 w 516"/>
                                      <a:gd name="T11" fmla="*/ 849 h 868"/>
                                      <a:gd name="T12" fmla="*/ 262 w 516"/>
                                      <a:gd name="T13" fmla="*/ 864 h 868"/>
                                      <a:gd name="T14" fmla="*/ 214 w 516"/>
                                      <a:gd name="T15" fmla="*/ 868 h 868"/>
                                      <a:gd name="T16" fmla="*/ 176 w 516"/>
                                      <a:gd name="T17" fmla="*/ 866 h 868"/>
                                      <a:gd name="T18" fmla="*/ 142 w 516"/>
                                      <a:gd name="T19" fmla="*/ 857 h 868"/>
                                      <a:gd name="T20" fmla="*/ 111 w 516"/>
                                      <a:gd name="T21" fmla="*/ 844 h 868"/>
                                      <a:gd name="T22" fmla="*/ 84 w 516"/>
                                      <a:gd name="T23" fmla="*/ 826 h 868"/>
                                      <a:gd name="T24" fmla="*/ 54 w 516"/>
                                      <a:gd name="T25" fmla="*/ 795 h 868"/>
                                      <a:gd name="T26" fmla="*/ 21 w 516"/>
                                      <a:gd name="T27" fmla="*/ 732 h 868"/>
                                      <a:gd name="T28" fmla="*/ 3 w 516"/>
                                      <a:gd name="T29" fmla="*/ 655 h 868"/>
                                      <a:gd name="T30" fmla="*/ 0 w 516"/>
                                      <a:gd name="T31" fmla="*/ 594 h 868"/>
                                      <a:gd name="T32" fmla="*/ 3 w 516"/>
                                      <a:gd name="T33" fmla="*/ 539 h 868"/>
                                      <a:gd name="T34" fmla="*/ 12 w 516"/>
                                      <a:gd name="T35" fmla="*/ 488 h 868"/>
                                      <a:gd name="T36" fmla="*/ 27 w 516"/>
                                      <a:gd name="T37" fmla="*/ 443 h 868"/>
                                      <a:gd name="T38" fmla="*/ 46 w 516"/>
                                      <a:gd name="T39" fmla="*/ 401 h 868"/>
                                      <a:gd name="T40" fmla="*/ 72 w 516"/>
                                      <a:gd name="T41" fmla="*/ 364 h 868"/>
                                      <a:gd name="T42" fmla="*/ 102 w 516"/>
                                      <a:gd name="T43" fmla="*/ 333 h 868"/>
                                      <a:gd name="T44" fmla="*/ 138 w 516"/>
                                      <a:gd name="T45" fmla="*/ 307 h 868"/>
                                      <a:gd name="T46" fmla="*/ 178 w 516"/>
                                      <a:gd name="T47" fmla="*/ 288 h 868"/>
                                      <a:gd name="T48" fmla="*/ 222 w 516"/>
                                      <a:gd name="T49" fmla="*/ 273 h 868"/>
                                      <a:gd name="T50" fmla="*/ 270 w 516"/>
                                      <a:gd name="T51" fmla="*/ 265 h 868"/>
                                      <a:gd name="T52" fmla="*/ 304 w 516"/>
                                      <a:gd name="T53" fmla="*/ 264 h 868"/>
                                      <a:gd name="T54" fmla="*/ 392 w 516"/>
                                      <a:gd name="T55" fmla="*/ 269 h 868"/>
                                      <a:gd name="T56" fmla="*/ 516 w 516"/>
                                      <a:gd name="T57" fmla="*/ 856 h 868"/>
                                      <a:gd name="T58" fmla="*/ 392 w 516"/>
                                      <a:gd name="T59" fmla="*/ 374 h 868"/>
                                      <a:gd name="T60" fmla="*/ 323 w 516"/>
                                      <a:gd name="T61" fmla="*/ 364 h 868"/>
                                      <a:gd name="T62" fmla="*/ 282 w 516"/>
                                      <a:gd name="T63" fmla="*/ 364 h 868"/>
                                      <a:gd name="T64" fmla="*/ 231 w 516"/>
                                      <a:gd name="T65" fmla="*/ 376 h 868"/>
                                      <a:gd name="T66" fmla="*/ 190 w 516"/>
                                      <a:gd name="T67" fmla="*/ 402 h 868"/>
                                      <a:gd name="T68" fmla="*/ 159 w 516"/>
                                      <a:gd name="T69" fmla="*/ 444 h 868"/>
                                      <a:gd name="T70" fmla="*/ 139 w 516"/>
                                      <a:gd name="T71" fmla="*/ 504 h 868"/>
                                      <a:gd name="T72" fmla="*/ 132 w 516"/>
                                      <a:gd name="T73" fmla="*/ 582 h 868"/>
                                      <a:gd name="T74" fmla="*/ 135 w 516"/>
                                      <a:gd name="T75" fmla="*/ 623 h 868"/>
                                      <a:gd name="T76" fmla="*/ 143 w 516"/>
                                      <a:gd name="T77" fmla="*/ 676 h 868"/>
                                      <a:gd name="T78" fmla="*/ 160 w 516"/>
                                      <a:gd name="T79" fmla="*/ 717 h 868"/>
                                      <a:gd name="T80" fmla="*/ 186 w 516"/>
                                      <a:gd name="T81" fmla="*/ 746 h 868"/>
                                      <a:gd name="T82" fmla="*/ 220 w 516"/>
                                      <a:gd name="T83" fmla="*/ 762 h 868"/>
                                      <a:gd name="T84" fmla="*/ 248 w 516"/>
                                      <a:gd name="T85" fmla="*/ 766 h 868"/>
                                      <a:gd name="T86" fmla="*/ 281 w 516"/>
                                      <a:gd name="T87" fmla="*/ 760 h 868"/>
                                      <a:gd name="T88" fmla="*/ 323 w 516"/>
                                      <a:gd name="T89" fmla="*/ 736 h 868"/>
                                      <a:gd name="T90" fmla="*/ 355 w 516"/>
                                      <a:gd name="T91" fmla="*/ 698 h 868"/>
                                      <a:gd name="T92" fmla="*/ 377 w 516"/>
                                      <a:gd name="T93" fmla="*/ 648 h 868"/>
                                      <a:gd name="T94" fmla="*/ 389 w 516"/>
                                      <a:gd name="T95" fmla="*/ 593 h 868"/>
                                      <a:gd name="T96" fmla="*/ 392 w 516"/>
                                      <a:gd name="T97" fmla="*/ 374 h 8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516" h="868">
                                        <a:moveTo>
                                          <a:pt x="398" y="856"/>
                                        </a:moveTo>
                                        <a:lnTo>
                                          <a:pt x="398" y="856"/>
                                        </a:lnTo>
                                        <a:lnTo>
                                          <a:pt x="398" y="831"/>
                                        </a:lnTo>
                                        <a:lnTo>
                                          <a:pt x="400" y="803"/>
                                        </a:lnTo>
                                        <a:lnTo>
                                          <a:pt x="402" y="774"/>
                                        </a:lnTo>
                                        <a:lnTo>
                                          <a:pt x="406" y="747"/>
                                        </a:lnTo>
                                        <a:lnTo>
                                          <a:pt x="403" y="747"/>
                                        </a:lnTo>
                                        <a:lnTo>
                                          <a:pt x="403" y="747"/>
                                        </a:lnTo>
                                        <a:lnTo>
                                          <a:pt x="398" y="760"/>
                                        </a:lnTo>
                                        <a:lnTo>
                                          <a:pt x="390" y="773"/>
                                        </a:lnTo>
                                        <a:lnTo>
                                          <a:pt x="382" y="785"/>
                                        </a:lnTo>
                                        <a:lnTo>
                                          <a:pt x="373" y="797"/>
                                        </a:lnTo>
                                        <a:lnTo>
                                          <a:pt x="363" y="808"/>
                                        </a:lnTo>
                                        <a:lnTo>
                                          <a:pt x="354" y="817"/>
                                        </a:lnTo>
                                        <a:lnTo>
                                          <a:pt x="343" y="826"/>
                                        </a:lnTo>
                                        <a:lnTo>
                                          <a:pt x="331" y="835"/>
                                        </a:lnTo>
                                        <a:lnTo>
                                          <a:pt x="318" y="842"/>
                                        </a:lnTo>
                                        <a:lnTo>
                                          <a:pt x="305" y="849"/>
                                        </a:lnTo>
                                        <a:lnTo>
                                          <a:pt x="291" y="855"/>
                                        </a:lnTo>
                                        <a:lnTo>
                                          <a:pt x="277" y="859"/>
                                        </a:lnTo>
                                        <a:lnTo>
                                          <a:pt x="262" y="864"/>
                                        </a:lnTo>
                                        <a:lnTo>
                                          <a:pt x="247" y="866"/>
                                        </a:lnTo>
                                        <a:lnTo>
                                          <a:pt x="231" y="868"/>
                                        </a:lnTo>
                                        <a:lnTo>
                                          <a:pt x="214" y="868"/>
                                        </a:lnTo>
                                        <a:lnTo>
                                          <a:pt x="214" y="868"/>
                                        </a:lnTo>
                                        <a:lnTo>
                                          <a:pt x="188" y="867"/>
                                        </a:lnTo>
                                        <a:lnTo>
                                          <a:pt x="176" y="866"/>
                                        </a:lnTo>
                                        <a:lnTo>
                                          <a:pt x="165" y="864"/>
                                        </a:lnTo>
                                        <a:lnTo>
                                          <a:pt x="153" y="860"/>
                                        </a:lnTo>
                                        <a:lnTo>
                                          <a:pt x="142" y="857"/>
                                        </a:lnTo>
                                        <a:lnTo>
                                          <a:pt x="131" y="854"/>
                                        </a:lnTo>
                                        <a:lnTo>
                                          <a:pt x="121" y="850"/>
                                        </a:lnTo>
                                        <a:lnTo>
                                          <a:pt x="111" y="844"/>
                                        </a:lnTo>
                                        <a:lnTo>
                                          <a:pt x="101" y="839"/>
                                        </a:lnTo>
                                        <a:lnTo>
                                          <a:pt x="93" y="832"/>
                                        </a:lnTo>
                                        <a:lnTo>
                                          <a:pt x="84" y="826"/>
                                        </a:lnTo>
                                        <a:lnTo>
                                          <a:pt x="75" y="818"/>
                                        </a:lnTo>
                                        <a:lnTo>
                                          <a:pt x="68" y="811"/>
                                        </a:lnTo>
                                        <a:lnTo>
                                          <a:pt x="54" y="795"/>
                                        </a:lnTo>
                                        <a:lnTo>
                                          <a:pt x="41" y="775"/>
                                        </a:lnTo>
                                        <a:lnTo>
                                          <a:pt x="30" y="755"/>
                                        </a:lnTo>
                                        <a:lnTo>
                                          <a:pt x="21" y="732"/>
                                        </a:lnTo>
                                        <a:lnTo>
                                          <a:pt x="13" y="708"/>
                                        </a:lnTo>
                                        <a:lnTo>
                                          <a:pt x="8" y="681"/>
                                        </a:lnTo>
                                        <a:lnTo>
                                          <a:pt x="3" y="655"/>
                                        </a:lnTo>
                                        <a:lnTo>
                                          <a:pt x="1" y="624"/>
                                        </a:lnTo>
                                        <a:lnTo>
                                          <a:pt x="0" y="594"/>
                                        </a:lnTo>
                                        <a:lnTo>
                                          <a:pt x="0" y="594"/>
                                        </a:lnTo>
                                        <a:lnTo>
                                          <a:pt x="0" y="575"/>
                                        </a:lnTo>
                                        <a:lnTo>
                                          <a:pt x="1" y="557"/>
                                        </a:lnTo>
                                        <a:lnTo>
                                          <a:pt x="3" y="539"/>
                                        </a:lnTo>
                                        <a:lnTo>
                                          <a:pt x="6" y="522"/>
                                        </a:lnTo>
                                        <a:lnTo>
                                          <a:pt x="9" y="506"/>
                                        </a:lnTo>
                                        <a:lnTo>
                                          <a:pt x="12" y="488"/>
                                        </a:lnTo>
                                        <a:lnTo>
                                          <a:pt x="16" y="473"/>
                                        </a:lnTo>
                                        <a:lnTo>
                                          <a:pt x="22" y="457"/>
                                        </a:lnTo>
                                        <a:lnTo>
                                          <a:pt x="27" y="443"/>
                                        </a:lnTo>
                                        <a:lnTo>
                                          <a:pt x="32" y="428"/>
                                        </a:lnTo>
                                        <a:lnTo>
                                          <a:pt x="40" y="414"/>
                                        </a:lnTo>
                                        <a:lnTo>
                                          <a:pt x="46" y="401"/>
                                        </a:lnTo>
                                        <a:lnTo>
                                          <a:pt x="55" y="388"/>
                                        </a:lnTo>
                                        <a:lnTo>
                                          <a:pt x="64" y="376"/>
                                        </a:lnTo>
                                        <a:lnTo>
                                          <a:pt x="72" y="364"/>
                                        </a:lnTo>
                                        <a:lnTo>
                                          <a:pt x="82" y="354"/>
                                        </a:lnTo>
                                        <a:lnTo>
                                          <a:pt x="92" y="343"/>
                                        </a:lnTo>
                                        <a:lnTo>
                                          <a:pt x="102" y="333"/>
                                        </a:lnTo>
                                        <a:lnTo>
                                          <a:pt x="114" y="325"/>
                                        </a:lnTo>
                                        <a:lnTo>
                                          <a:pt x="125" y="316"/>
                                        </a:lnTo>
                                        <a:lnTo>
                                          <a:pt x="138" y="307"/>
                                        </a:lnTo>
                                        <a:lnTo>
                                          <a:pt x="151" y="300"/>
                                        </a:lnTo>
                                        <a:lnTo>
                                          <a:pt x="164" y="293"/>
                                        </a:lnTo>
                                        <a:lnTo>
                                          <a:pt x="178" y="288"/>
                                        </a:lnTo>
                                        <a:lnTo>
                                          <a:pt x="191" y="283"/>
                                        </a:lnTo>
                                        <a:lnTo>
                                          <a:pt x="207" y="277"/>
                                        </a:lnTo>
                                        <a:lnTo>
                                          <a:pt x="222" y="273"/>
                                        </a:lnTo>
                                        <a:lnTo>
                                          <a:pt x="238" y="270"/>
                                        </a:lnTo>
                                        <a:lnTo>
                                          <a:pt x="254" y="267"/>
                                        </a:lnTo>
                                        <a:lnTo>
                                          <a:pt x="270" y="265"/>
                                        </a:lnTo>
                                        <a:lnTo>
                                          <a:pt x="287" y="264"/>
                                        </a:lnTo>
                                        <a:lnTo>
                                          <a:pt x="304" y="264"/>
                                        </a:lnTo>
                                        <a:lnTo>
                                          <a:pt x="304" y="264"/>
                                        </a:lnTo>
                                        <a:lnTo>
                                          <a:pt x="326" y="264"/>
                                        </a:lnTo>
                                        <a:lnTo>
                                          <a:pt x="347" y="265"/>
                                        </a:lnTo>
                                        <a:lnTo>
                                          <a:pt x="392" y="269"/>
                                        </a:lnTo>
                                        <a:lnTo>
                                          <a:pt x="392" y="0"/>
                                        </a:lnTo>
                                        <a:lnTo>
                                          <a:pt x="516" y="0"/>
                                        </a:lnTo>
                                        <a:lnTo>
                                          <a:pt x="516" y="856"/>
                                        </a:lnTo>
                                        <a:lnTo>
                                          <a:pt x="398" y="856"/>
                                        </a:lnTo>
                                        <a:close/>
                                        <a:moveTo>
                                          <a:pt x="392" y="374"/>
                                        </a:moveTo>
                                        <a:lnTo>
                                          <a:pt x="392" y="374"/>
                                        </a:lnTo>
                                        <a:lnTo>
                                          <a:pt x="369" y="370"/>
                                        </a:lnTo>
                                        <a:lnTo>
                                          <a:pt x="345" y="367"/>
                                        </a:lnTo>
                                        <a:lnTo>
                                          <a:pt x="323" y="364"/>
                                        </a:lnTo>
                                        <a:lnTo>
                                          <a:pt x="300" y="363"/>
                                        </a:lnTo>
                                        <a:lnTo>
                                          <a:pt x="300" y="363"/>
                                        </a:lnTo>
                                        <a:lnTo>
                                          <a:pt x="282" y="364"/>
                                        </a:lnTo>
                                        <a:lnTo>
                                          <a:pt x="263" y="367"/>
                                        </a:lnTo>
                                        <a:lnTo>
                                          <a:pt x="247" y="371"/>
                                        </a:lnTo>
                                        <a:lnTo>
                                          <a:pt x="231" y="376"/>
                                        </a:lnTo>
                                        <a:lnTo>
                                          <a:pt x="217" y="383"/>
                                        </a:lnTo>
                                        <a:lnTo>
                                          <a:pt x="203" y="391"/>
                                        </a:lnTo>
                                        <a:lnTo>
                                          <a:pt x="190" y="402"/>
                                        </a:lnTo>
                                        <a:lnTo>
                                          <a:pt x="179" y="414"/>
                                        </a:lnTo>
                                        <a:lnTo>
                                          <a:pt x="168" y="428"/>
                                        </a:lnTo>
                                        <a:lnTo>
                                          <a:pt x="159" y="444"/>
                                        </a:lnTo>
                                        <a:lnTo>
                                          <a:pt x="151" y="462"/>
                                        </a:lnTo>
                                        <a:lnTo>
                                          <a:pt x="144" y="482"/>
                                        </a:lnTo>
                                        <a:lnTo>
                                          <a:pt x="139" y="504"/>
                                        </a:lnTo>
                                        <a:lnTo>
                                          <a:pt x="136" y="527"/>
                                        </a:lnTo>
                                        <a:lnTo>
                                          <a:pt x="133" y="553"/>
                                        </a:lnTo>
                                        <a:lnTo>
                                          <a:pt x="132" y="582"/>
                                        </a:lnTo>
                                        <a:lnTo>
                                          <a:pt x="132" y="582"/>
                                        </a:lnTo>
                                        <a:lnTo>
                                          <a:pt x="132" y="604"/>
                                        </a:lnTo>
                                        <a:lnTo>
                                          <a:pt x="135" y="623"/>
                                        </a:lnTo>
                                        <a:lnTo>
                                          <a:pt x="137" y="643"/>
                                        </a:lnTo>
                                        <a:lnTo>
                                          <a:pt x="139" y="660"/>
                                        </a:lnTo>
                                        <a:lnTo>
                                          <a:pt x="143" y="676"/>
                                        </a:lnTo>
                                        <a:lnTo>
                                          <a:pt x="149" y="691"/>
                                        </a:lnTo>
                                        <a:lnTo>
                                          <a:pt x="154" y="705"/>
                                        </a:lnTo>
                                        <a:lnTo>
                                          <a:pt x="160" y="717"/>
                                        </a:lnTo>
                                        <a:lnTo>
                                          <a:pt x="168" y="729"/>
                                        </a:lnTo>
                                        <a:lnTo>
                                          <a:pt x="176" y="739"/>
                                        </a:lnTo>
                                        <a:lnTo>
                                          <a:pt x="186" y="746"/>
                                        </a:lnTo>
                                        <a:lnTo>
                                          <a:pt x="197" y="753"/>
                                        </a:lnTo>
                                        <a:lnTo>
                                          <a:pt x="208" y="758"/>
                                        </a:lnTo>
                                        <a:lnTo>
                                          <a:pt x="220" y="762"/>
                                        </a:lnTo>
                                        <a:lnTo>
                                          <a:pt x="233" y="765"/>
                                        </a:lnTo>
                                        <a:lnTo>
                                          <a:pt x="248" y="766"/>
                                        </a:lnTo>
                                        <a:lnTo>
                                          <a:pt x="248" y="766"/>
                                        </a:lnTo>
                                        <a:lnTo>
                                          <a:pt x="257" y="765"/>
                                        </a:lnTo>
                                        <a:lnTo>
                                          <a:pt x="265" y="763"/>
                                        </a:lnTo>
                                        <a:lnTo>
                                          <a:pt x="281" y="760"/>
                                        </a:lnTo>
                                        <a:lnTo>
                                          <a:pt x="296" y="754"/>
                                        </a:lnTo>
                                        <a:lnTo>
                                          <a:pt x="310" y="746"/>
                                        </a:lnTo>
                                        <a:lnTo>
                                          <a:pt x="323" y="736"/>
                                        </a:lnTo>
                                        <a:lnTo>
                                          <a:pt x="334" y="725"/>
                                        </a:lnTo>
                                        <a:lnTo>
                                          <a:pt x="345" y="712"/>
                                        </a:lnTo>
                                        <a:lnTo>
                                          <a:pt x="355" y="698"/>
                                        </a:lnTo>
                                        <a:lnTo>
                                          <a:pt x="363" y="681"/>
                                        </a:lnTo>
                                        <a:lnTo>
                                          <a:pt x="371" y="665"/>
                                        </a:lnTo>
                                        <a:lnTo>
                                          <a:pt x="377" y="648"/>
                                        </a:lnTo>
                                        <a:lnTo>
                                          <a:pt x="383" y="630"/>
                                        </a:lnTo>
                                        <a:lnTo>
                                          <a:pt x="387" y="611"/>
                                        </a:lnTo>
                                        <a:lnTo>
                                          <a:pt x="389" y="593"/>
                                        </a:lnTo>
                                        <a:lnTo>
                                          <a:pt x="391" y="574"/>
                                        </a:lnTo>
                                        <a:lnTo>
                                          <a:pt x="392" y="555"/>
                                        </a:lnTo>
                                        <a:lnTo>
                                          <a:pt x="392" y="374"/>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0" name="Freeform 131"/>
                                <wps:cNvSpPr>
                                  <a:spLocks/>
                                </wps:cNvSpPr>
                                <wps:spPr bwMode="auto">
                                  <a:xfrm>
                                    <a:off x="476885" y="672465"/>
                                    <a:ext cx="31115" cy="64135"/>
                                  </a:xfrm>
                                  <a:custGeom>
                                    <a:avLst/>
                                    <a:gdLst>
                                      <a:gd name="T0" fmla="*/ 272 w 388"/>
                                      <a:gd name="T1" fmla="*/ 813 h 813"/>
                                      <a:gd name="T2" fmla="*/ 272 w 388"/>
                                      <a:gd name="T3" fmla="*/ 813 h 813"/>
                                      <a:gd name="T4" fmla="*/ 250 w 388"/>
                                      <a:gd name="T5" fmla="*/ 813 h 813"/>
                                      <a:gd name="T6" fmla="*/ 230 w 388"/>
                                      <a:gd name="T7" fmla="*/ 811 h 813"/>
                                      <a:gd name="T8" fmla="*/ 212 w 388"/>
                                      <a:gd name="T9" fmla="*/ 808 h 813"/>
                                      <a:gd name="T10" fmla="*/ 194 w 388"/>
                                      <a:gd name="T11" fmla="*/ 803 h 813"/>
                                      <a:gd name="T12" fmla="*/ 180 w 388"/>
                                      <a:gd name="T13" fmla="*/ 798 h 813"/>
                                      <a:gd name="T14" fmla="*/ 166 w 388"/>
                                      <a:gd name="T15" fmla="*/ 791 h 813"/>
                                      <a:gd name="T16" fmla="*/ 155 w 388"/>
                                      <a:gd name="T17" fmla="*/ 783 h 813"/>
                                      <a:gd name="T18" fmla="*/ 145 w 388"/>
                                      <a:gd name="T19" fmla="*/ 773 h 813"/>
                                      <a:gd name="T20" fmla="*/ 136 w 388"/>
                                      <a:gd name="T21" fmla="*/ 761 h 813"/>
                                      <a:gd name="T22" fmla="*/ 129 w 388"/>
                                      <a:gd name="T23" fmla="*/ 748 h 813"/>
                                      <a:gd name="T24" fmla="*/ 123 w 388"/>
                                      <a:gd name="T25" fmla="*/ 734 h 813"/>
                                      <a:gd name="T26" fmla="*/ 119 w 388"/>
                                      <a:gd name="T27" fmla="*/ 718 h 813"/>
                                      <a:gd name="T28" fmla="*/ 115 w 388"/>
                                      <a:gd name="T29" fmla="*/ 700 h 813"/>
                                      <a:gd name="T30" fmla="*/ 113 w 388"/>
                                      <a:gd name="T31" fmla="*/ 680 h 813"/>
                                      <a:gd name="T32" fmla="*/ 112 w 388"/>
                                      <a:gd name="T33" fmla="*/ 659 h 813"/>
                                      <a:gd name="T34" fmla="*/ 111 w 388"/>
                                      <a:gd name="T35" fmla="*/ 635 h 813"/>
                                      <a:gd name="T36" fmla="*/ 111 w 388"/>
                                      <a:gd name="T37" fmla="*/ 317 h 813"/>
                                      <a:gd name="T38" fmla="*/ 0 w 388"/>
                                      <a:gd name="T39" fmla="*/ 317 h 813"/>
                                      <a:gd name="T40" fmla="*/ 0 w 388"/>
                                      <a:gd name="T41" fmla="*/ 220 h 813"/>
                                      <a:gd name="T42" fmla="*/ 111 w 388"/>
                                      <a:gd name="T43" fmla="*/ 220 h 813"/>
                                      <a:gd name="T44" fmla="*/ 111 w 388"/>
                                      <a:gd name="T45" fmla="*/ 34 h 813"/>
                                      <a:gd name="T46" fmla="*/ 235 w 388"/>
                                      <a:gd name="T47" fmla="*/ 0 h 813"/>
                                      <a:gd name="T48" fmla="*/ 235 w 388"/>
                                      <a:gd name="T49" fmla="*/ 220 h 813"/>
                                      <a:gd name="T50" fmla="*/ 388 w 388"/>
                                      <a:gd name="T51" fmla="*/ 220 h 813"/>
                                      <a:gd name="T52" fmla="*/ 388 w 388"/>
                                      <a:gd name="T53" fmla="*/ 317 h 813"/>
                                      <a:gd name="T54" fmla="*/ 236 w 388"/>
                                      <a:gd name="T55" fmla="*/ 317 h 813"/>
                                      <a:gd name="T56" fmla="*/ 236 w 388"/>
                                      <a:gd name="T57" fmla="*/ 596 h 813"/>
                                      <a:gd name="T58" fmla="*/ 236 w 388"/>
                                      <a:gd name="T59" fmla="*/ 596 h 813"/>
                                      <a:gd name="T60" fmla="*/ 237 w 388"/>
                                      <a:gd name="T61" fmla="*/ 625 h 813"/>
                                      <a:gd name="T62" fmla="*/ 238 w 388"/>
                                      <a:gd name="T63" fmla="*/ 638 h 813"/>
                                      <a:gd name="T64" fmla="*/ 239 w 388"/>
                                      <a:gd name="T65" fmla="*/ 650 h 813"/>
                                      <a:gd name="T66" fmla="*/ 242 w 388"/>
                                      <a:gd name="T67" fmla="*/ 660 h 813"/>
                                      <a:gd name="T68" fmla="*/ 245 w 388"/>
                                      <a:gd name="T69" fmla="*/ 670 h 813"/>
                                      <a:gd name="T70" fmla="*/ 248 w 388"/>
                                      <a:gd name="T71" fmla="*/ 677 h 813"/>
                                      <a:gd name="T72" fmla="*/ 252 w 388"/>
                                      <a:gd name="T73" fmla="*/ 684 h 813"/>
                                      <a:gd name="T74" fmla="*/ 257 w 388"/>
                                      <a:gd name="T75" fmla="*/ 690 h 813"/>
                                      <a:gd name="T76" fmla="*/ 262 w 388"/>
                                      <a:gd name="T77" fmla="*/ 694 h 813"/>
                                      <a:gd name="T78" fmla="*/ 268 w 388"/>
                                      <a:gd name="T79" fmla="*/ 699 h 813"/>
                                      <a:gd name="T80" fmla="*/ 275 w 388"/>
                                      <a:gd name="T81" fmla="*/ 702 h 813"/>
                                      <a:gd name="T82" fmla="*/ 284 w 388"/>
                                      <a:gd name="T83" fmla="*/ 704 h 813"/>
                                      <a:gd name="T84" fmla="*/ 292 w 388"/>
                                      <a:gd name="T85" fmla="*/ 705 h 813"/>
                                      <a:gd name="T86" fmla="*/ 302 w 388"/>
                                      <a:gd name="T87" fmla="*/ 706 h 813"/>
                                      <a:gd name="T88" fmla="*/ 311 w 388"/>
                                      <a:gd name="T89" fmla="*/ 706 h 813"/>
                                      <a:gd name="T90" fmla="*/ 311 w 388"/>
                                      <a:gd name="T91" fmla="*/ 706 h 813"/>
                                      <a:gd name="T92" fmla="*/ 332 w 388"/>
                                      <a:gd name="T93" fmla="*/ 706 h 813"/>
                                      <a:gd name="T94" fmla="*/ 351 w 388"/>
                                      <a:gd name="T95" fmla="*/ 704 h 813"/>
                                      <a:gd name="T96" fmla="*/ 371 w 388"/>
                                      <a:gd name="T97" fmla="*/ 701 h 813"/>
                                      <a:gd name="T98" fmla="*/ 388 w 388"/>
                                      <a:gd name="T99" fmla="*/ 697 h 813"/>
                                      <a:gd name="T100" fmla="*/ 388 w 388"/>
                                      <a:gd name="T101" fmla="*/ 800 h 813"/>
                                      <a:gd name="T102" fmla="*/ 388 w 388"/>
                                      <a:gd name="T103" fmla="*/ 800 h 813"/>
                                      <a:gd name="T104" fmla="*/ 361 w 388"/>
                                      <a:gd name="T105" fmla="*/ 805 h 813"/>
                                      <a:gd name="T106" fmla="*/ 332 w 388"/>
                                      <a:gd name="T107" fmla="*/ 810 h 813"/>
                                      <a:gd name="T108" fmla="*/ 302 w 388"/>
                                      <a:gd name="T109" fmla="*/ 812 h 813"/>
                                      <a:gd name="T110" fmla="*/ 272 w 388"/>
                                      <a:gd name="T111" fmla="*/ 813 h 813"/>
                                      <a:gd name="T112" fmla="*/ 272 w 388"/>
                                      <a:gd name="T113" fmla="*/ 813 h 8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88" h="813">
                                        <a:moveTo>
                                          <a:pt x="272" y="813"/>
                                        </a:moveTo>
                                        <a:lnTo>
                                          <a:pt x="272" y="813"/>
                                        </a:lnTo>
                                        <a:lnTo>
                                          <a:pt x="250" y="813"/>
                                        </a:lnTo>
                                        <a:lnTo>
                                          <a:pt x="230" y="811"/>
                                        </a:lnTo>
                                        <a:lnTo>
                                          <a:pt x="212" y="808"/>
                                        </a:lnTo>
                                        <a:lnTo>
                                          <a:pt x="194" y="803"/>
                                        </a:lnTo>
                                        <a:lnTo>
                                          <a:pt x="180" y="798"/>
                                        </a:lnTo>
                                        <a:lnTo>
                                          <a:pt x="166" y="791"/>
                                        </a:lnTo>
                                        <a:lnTo>
                                          <a:pt x="155" y="783"/>
                                        </a:lnTo>
                                        <a:lnTo>
                                          <a:pt x="145" y="773"/>
                                        </a:lnTo>
                                        <a:lnTo>
                                          <a:pt x="136" y="761"/>
                                        </a:lnTo>
                                        <a:lnTo>
                                          <a:pt x="129" y="748"/>
                                        </a:lnTo>
                                        <a:lnTo>
                                          <a:pt x="123" y="734"/>
                                        </a:lnTo>
                                        <a:lnTo>
                                          <a:pt x="119" y="718"/>
                                        </a:lnTo>
                                        <a:lnTo>
                                          <a:pt x="115" y="700"/>
                                        </a:lnTo>
                                        <a:lnTo>
                                          <a:pt x="113" y="680"/>
                                        </a:lnTo>
                                        <a:lnTo>
                                          <a:pt x="112" y="659"/>
                                        </a:lnTo>
                                        <a:lnTo>
                                          <a:pt x="111" y="635"/>
                                        </a:lnTo>
                                        <a:lnTo>
                                          <a:pt x="111" y="317"/>
                                        </a:lnTo>
                                        <a:lnTo>
                                          <a:pt x="0" y="317"/>
                                        </a:lnTo>
                                        <a:lnTo>
                                          <a:pt x="0" y="220"/>
                                        </a:lnTo>
                                        <a:lnTo>
                                          <a:pt x="111" y="220"/>
                                        </a:lnTo>
                                        <a:lnTo>
                                          <a:pt x="111" y="34"/>
                                        </a:lnTo>
                                        <a:lnTo>
                                          <a:pt x="235" y="0"/>
                                        </a:lnTo>
                                        <a:lnTo>
                                          <a:pt x="235" y="220"/>
                                        </a:lnTo>
                                        <a:lnTo>
                                          <a:pt x="388" y="220"/>
                                        </a:lnTo>
                                        <a:lnTo>
                                          <a:pt x="388" y="317"/>
                                        </a:lnTo>
                                        <a:lnTo>
                                          <a:pt x="236" y="317"/>
                                        </a:lnTo>
                                        <a:lnTo>
                                          <a:pt x="236" y="596"/>
                                        </a:lnTo>
                                        <a:lnTo>
                                          <a:pt x="236" y="596"/>
                                        </a:lnTo>
                                        <a:lnTo>
                                          <a:pt x="237" y="625"/>
                                        </a:lnTo>
                                        <a:lnTo>
                                          <a:pt x="238" y="638"/>
                                        </a:lnTo>
                                        <a:lnTo>
                                          <a:pt x="239" y="650"/>
                                        </a:lnTo>
                                        <a:lnTo>
                                          <a:pt x="242" y="660"/>
                                        </a:lnTo>
                                        <a:lnTo>
                                          <a:pt x="245" y="670"/>
                                        </a:lnTo>
                                        <a:lnTo>
                                          <a:pt x="248" y="677"/>
                                        </a:lnTo>
                                        <a:lnTo>
                                          <a:pt x="252" y="684"/>
                                        </a:lnTo>
                                        <a:lnTo>
                                          <a:pt x="257" y="690"/>
                                        </a:lnTo>
                                        <a:lnTo>
                                          <a:pt x="262" y="694"/>
                                        </a:lnTo>
                                        <a:lnTo>
                                          <a:pt x="268" y="699"/>
                                        </a:lnTo>
                                        <a:lnTo>
                                          <a:pt x="275" y="702"/>
                                        </a:lnTo>
                                        <a:lnTo>
                                          <a:pt x="284" y="704"/>
                                        </a:lnTo>
                                        <a:lnTo>
                                          <a:pt x="292" y="705"/>
                                        </a:lnTo>
                                        <a:lnTo>
                                          <a:pt x="302" y="706"/>
                                        </a:lnTo>
                                        <a:lnTo>
                                          <a:pt x="311" y="706"/>
                                        </a:lnTo>
                                        <a:lnTo>
                                          <a:pt x="311" y="706"/>
                                        </a:lnTo>
                                        <a:lnTo>
                                          <a:pt x="332" y="706"/>
                                        </a:lnTo>
                                        <a:lnTo>
                                          <a:pt x="351" y="704"/>
                                        </a:lnTo>
                                        <a:lnTo>
                                          <a:pt x="371" y="701"/>
                                        </a:lnTo>
                                        <a:lnTo>
                                          <a:pt x="388" y="697"/>
                                        </a:lnTo>
                                        <a:lnTo>
                                          <a:pt x="388" y="800"/>
                                        </a:lnTo>
                                        <a:lnTo>
                                          <a:pt x="388" y="800"/>
                                        </a:lnTo>
                                        <a:lnTo>
                                          <a:pt x="361" y="805"/>
                                        </a:lnTo>
                                        <a:lnTo>
                                          <a:pt x="332" y="810"/>
                                        </a:lnTo>
                                        <a:lnTo>
                                          <a:pt x="302" y="812"/>
                                        </a:lnTo>
                                        <a:lnTo>
                                          <a:pt x="272" y="813"/>
                                        </a:lnTo>
                                        <a:lnTo>
                                          <a:pt x="272" y="813"/>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1" name="Freeform 132"/>
                                <wps:cNvSpPr>
                                  <a:spLocks/>
                                </wps:cNvSpPr>
                                <wps:spPr bwMode="auto">
                                  <a:xfrm>
                                    <a:off x="518795" y="668020"/>
                                    <a:ext cx="38735" cy="67945"/>
                                  </a:xfrm>
                                  <a:custGeom>
                                    <a:avLst/>
                                    <a:gdLst>
                                      <a:gd name="T0" fmla="*/ 364 w 488"/>
                                      <a:gd name="T1" fmla="*/ 481 h 856"/>
                                      <a:gd name="T2" fmla="*/ 363 w 488"/>
                                      <a:gd name="T3" fmla="*/ 455 h 856"/>
                                      <a:gd name="T4" fmla="*/ 360 w 488"/>
                                      <a:gd name="T5" fmla="*/ 432 h 856"/>
                                      <a:gd name="T6" fmla="*/ 355 w 488"/>
                                      <a:gd name="T7" fmla="*/ 413 h 856"/>
                                      <a:gd name="T8" fmla="*/ 346 w 488"/>
                                      <a:gd name="T9" fmla="*/ 397 h 856"/>
                                      <a:gd name="T10" fmla="*/ 334 w 488"/>
                                      <a:gd name="T11" fmla="*/ 384 h 856"/>
                                      <a:gd name="T12" fmla="*/ 319 w 488"/>
                                      <a:gd name="T13" fmla="*/ 374 h 856"/>
                                      <a:gd name="T14" fmla="*/ 301 w 488"/>
                                      <a:gd name="T15" fmla="*/ 368 h 856"/>
                                      <a:gd name="T16" fmla="*/ 277 w 488"/>
                                      <a:gd name="T17" fmla="*/ 367 h 856"/>
                                      <a:gd name="T18" fmla="*/ 261 w 488"/>
                                      <a:gd name="T19" fmla="*/ 368 h 856"/>
                                      <a:gd name="T20" fmla="*/ 231 w 488"/>
                                      <a:gd name="T21" fmla="*/ 375 h 856"/>
                                      <a:gd name="T22" fmla="*/ 203 w 488"/>
                                      <a:gd name="T23" fmla="*/ 391 h 856"/>
                                      <a:gd name="T24" fmla="*/ 179 w 488"/>
                                      <a:gd name="T25" fmla="*/ 414 h 856"/>
                                      <a:gd name="T26" fmla="*/ 159 w 488"/>
                                      <a:gd name="T27" fmla="*/ 442 h 856"/>
                                      <a:gd name="T28" fmla="*/ 143 w 488"/>
                                      <a:gd name="T29" fmla="*/ 476 h 856"/>
                                      <a:gd name="T30" fmla="*/ 132 w 488"/>
                                      <a:gd name="T31" fmla="*/ 513 h 856"/>
                                      <a:gd name="T32" fmla="*/ 126 w 488"/>
                                      <a:gd name="T33" fmla="*/ 554 h 856"/>
                                      <a:gd name="T34" fmla="*/ 126 w 488"/>
                                      <a:gd name="T35" fmla="*/ 856 h 856"/>
                                      <a:gd name="T36" fmla="*/ 0 w 488"/>
                                      <a:gd name="T37" fmla="*/ 0 h 856"/>
                                      <a:gd name="T38" fmla="*/ 126 w 488"/>
                                      <a:gd name="T39" fmla="*/ 264 h 856"/>
                                      <a:gd name="T40" fmla="*/ 125 w 488"/>
                                      <a:gd name="T41" fmla="*/ 293 h 856"/>
                                      <a:gd name="T42" fmla="*/ 120 w 488"/>
                                      <a:gd name="T43" fmla="*/ 355 h 856"/>
                                      <a:gd name="T44" fmla="*/ 115 w 488"/>
                                      <a:gd name="T45" fmla="*/ 382 h 856"/>
                                      <a:gd name="T46" fmla="*/ 117 w 488"/>
                                      <a:gd name="T47" fmla="*/ 383 h 856"/>
                                      <a:gd name="T48" fmla="*/ 132 w 488"/>
                                      <a:gd name="T49" fmla="*/ 357 h 856"/>
                                      <a:gd name="T50" fmla="*/ 149 w 488"/>
                                      <a:gd name="T51" fmla="*/ 333 h 856"/>
                                      <a:gd name="T52" fmla="*/ 170 w 488"/>
                                      <a:gd name="T53" fmla="*/ 313 h 856"/>
                                      <a:gd name="T54" fmla="*/ 193 w 488"/>
                                      <a:gd name="T55" fmla="*/ 294 h 856"/>
                                      <a:gd name="T56" fmla="*/ 219 w 488"/>
                                      <a:gd name="T57" fmla="*/ 280 h 856"/>
                                      <a:gd name="T58" fmla="*/ 249 w 488"/>
                                      <a:gd name="T59" fmla="*/ 271 h 856"/>
                                      <a:gd name="T60" fmla="*/ 280 w 488"/>
                                      <a:gd name="T61" fmla="*/ 264 h 856"/>
                                      <a:gd name="T62" fmla="*/ 315 w 488"/>
                                      <a:gd name="T63" fmla="*/ 262 h 856"/>
                                      <a:gd name="T64" fmla="*/ 338 w 488"/>
                                      <a:gd name="T65" fmla="*/ 263 h 856"/>
                                      <a:gd name="T66" fmla="*/ 380 w 488"/>
                                      <a:gd name="T67" fmla="*/ 270 h 856"/>
                                      <a:gd name="T68" fmla="*/ 414 w 488"/>
                                      <a:gd name="T69" fmla="*/ 285 h 856"/>
                                      <a:gd name="T70" fmla="*/ 440 w 488"/>
                                      <a:gd name="T71" fmla="*/ 304 h 856"/>
                                      <a:gd name="T72" fmla="*/ 460 w 488"/>
                                      <a:gd name="T73" fmla="*/ 330 h 856"/>
                                      <a:gd name="T74" fmla="*/ 475 w 488"/>
                                      <a:gd name="T75" fmla="*/ 359 h 856"/>
                                      <a:gd name="T76" fmla="*/ 483 w 488"/>
                                      <a:gd name="T77" fmla="*/ 393 h 856"/>
                                      <a:gd name="T78" fmla="*/ 488 w 488"/>
                                      <a:gd name="T79" fmla="*/ 429 h 856"/>
                                      <a:gd name="T80" fmla="*/ 488 w 488"/>
                                      <a:gd name="T81" fmla="*/ 856 h 8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88" h="856">
                                        <a:moveTo>
                                          <a:pt x="364" y="856"/>
                                        </a:moveTo>
                                        <a:lnTo>
                                          <a:pt x="364" y="481"/>
                                        </a:lnTo>
                                        <a:lnTo>
                                          <a:pt x="364" y="481"/>
                                        </a:lnTo>
                                        <a:lnTo>
                                          <a:pt x="363" y="455"/>
                                        </a:lnTo>
                                        <a:lnTo>
                                          <a:pt x="362" y="443"/>
                                        </a:lnTo>
                                        <a:lnTo>
                                          <a:pt x="360" y="432"/>
                                        </a:lnTo>
                                        <a:lnTo>
                                          <a:pt x="358" y="423"/>
                                        </a:lnTo>
                                        <a:lnTo>
                                          <a:pt x="355" y="413"/>
                                        </a:lnTo>
                                        <a:lnTo>
                                          <a:pt x="350" y="404"/>
                                        </a:lnTo>
                                        <a:lnTo>
                                          <a:pt x="346" y="397"/>
                                        </a:lnTo>
                                        <a:lnTo>
                                          <a:pt x="341" y="389"/>
                                        </a:lnTo>
                                        <a:lnTo>
                                          <a:pt x="334" y="384"/>
                                        </a:lnTo>
                                        <a:lnTo>
                                          <a:pt x="327" y="379"/>
                                        </a:lnTo>
                                        <a:lnTo>
                                          <a:pt x="319" y="374"/>
                                        </a:lnTo>
                                        <a:lnTo>
                                          <a:pt x="311" y="371"/>
                                        </a:lnTo>
                                        <a:lnTo>
                                          <a:pt x="301" y="368"/>
                                        </a:lnTo>
                                        <a:lnTo>
                                          <a:pt x="289" y="367"/>
                                        </a:lnTo>
                                        <a:lnTo>
                                          <a:pt x="277" y="367"/>
                                        </a:lnTo>
                                        <a:lnTo>
                                          <a:pt x="277" y="367"/>
                                        </a:lnTo>
                                        <a:lnTo>
                                          <a:pt x="261" y="368"/>
                                        </a:lnTo>
                                        <a:lnTo>
                                          <a:pt x="246" y="370"/>
                                        </a:lnTo>
                                        <a:lnTo>
                                          <a:pt x="231" y="375"/>
                                        </a:lnTo>
                                        <a:lnTo>
                                          <a:pt x="217" y="383"/>
                                        </a:lnTo>
                                        <a:lnTo>
                                          <a:pt x="203" y="391"/>
                                        </a:lnTo>
                                        <a:lnTo>
                                          <a:pt x="191" y="402"/>
                                        </a:lnTo>
                                        <a:lnTo>
                                          <a:pt x="179" y="414"/>
                                        </a:lnTo>
                                        <a:lnTo>
                                          <a:pt x="169" y="427"/>
                                        </a:lnTo>
                                        <a:lnTo>
                                          <a:pt x="159" y="442"/>
                                        </a:lnTo>
                                        <a:lnTo>
                                          <a:pt x="150" y="458"/>
                                        </a:lnTo>
                                        <a:lnTo>
                                          <a:pt x="143" y="476"/>
                                        </a:lnTo>
                                        <a:lnTo>
                                          <a:pt x="136" y="494"/>
                                        </a:lnTo>
                                        <a:lnTo>
                                          <a:pt x="132" y="513"/>
                                        </a:lnTo>
                                        <a:lnTo>
                                          <a:pt x="129" y="534"/>
                                        </a:lnTo>
                                        <a:lnTo>
                                          <a:pt x="126" y="554"/>
                                        </a:lnTo>
                                        <a:lnTo>
                                          <a:pt x="126" y="576"/>
                                        </a:lnTo>
                                        <a:lnTo>
                                          <a:pt x="126" y="856"/>
                                        </a:lnTo>
                                        <a:lnTo>
                                          <a:pt x="0" y="856"/>
                                        </a:lnTo>
                                        <a:lnTo>
                                          <a:pt x="0" y="0"/>
                                        </a:lnTo>
                                        <a:lnTo>
                                          <a:pt x="126" y="0"/>
                                        </a:lnTo>
                                        <a:lnTo>
                                          <a:pt x="126" y="264"/>
                                        </a:lnTo>
                                        <a:lnTo>
                                          <a:pt x="126" y="264"/>
                                        </a:lnTo>
                                        <a:lnTo>
                                          <a:pt x="125" y="293"/>
                                        </a:lnTo>
                                        <a:lnTo>
                                          <a:pt x="124" y="325"/>
                                        </a:lnTo>
                                        <a:lnTo>
                                          <a:pt x="120" y="355"/>
                                        </a:lnTo>
                                        <a:lnTo>
                                          <a:pt x="118" y="369"/>
                                        </a:lnTo>
                                        <a:lnTo>
                                          <a:pt x="115" y="382"/>
                                        </a:lnTo>
                                        <a:lnTo>
                                          <a:pt x="117" y="383"/>
                                        </a:lnTo>
                                        <a:lnTo>
                                          <a:pt x="117" y="383"/>
                                        </a:lnTo>
                                        <a:lnTo>
                                          <a:pt x="124" y="369"/>
                                        </a:lnTo>
                                        <a:lnTo>
                                          <a:pt x="132" y="357"/>
                                        </a:lnTo>
                                        <a:lnTo>
                                          <a:pt x="140" y="344"/>
                                        </a:lnTo>
                                        <a:lnTo>
                                          <a:pt x="149" y="333"/>
                                        </a:lnTo>
                                        <a:lnTo>
                                          <a:pt x="159" y="322"/>
                                        </a:lnTo>
                                        <a:lnTo>
                                          <a:pt x="170" y="313"/>
                                        </a:lnTo>
                                        <a:lnTo>
                                          <a:pt x="182" y="303"/>
                                        </a:lnTo>
                                        <a:lnTo>
                                          <a:pt x="193" y="294"/>
                                        </a:lnTo>
                                        <a:lnTo>
                                          <a:pt x="206" y="288"/>
                                        </a:lnTo>
                                        <a:lnTo>
                                          <a:pt x="219" y="280"/>
                                        </a:lnTo>
                                        <a:lnTo>
                                          <a:pt x="234" y="275"/>
                                        </a:lnTo>
                                        <a:lnTo>
                                          <a:pt x="249" y="271"/>
                                        </a:lnTo>
                                        <a:lnTo>
                                          <a:pt x="264" y="266"/>
                                        </a:lnTo>
                                        <a:lnTo>
                                          <a:pt x="280" y="264"/>
                                        </a:lnTo>
                                        <a:lnTo>
                                          <a:pt x="298" y="262"/>
                                        </a:lnTo>
                                        <a:lnTo>
                                          <a:pt x="315" y="262"/>
                                        </a:lnTo>
                                        <a:lnTo>
                                          <a:pt x="315" y="262"/>
                                        </a:lnTo>
                                        <a:lnTo>
                                          <a:pt x="338" y="263"/>
                                        </a:lnTo>
                                        <a:lnTo>
                                          <a:pt x="360" y="265"/>
                                        </a:lnTo>
                                        <a:lnTo>
                                          <a:pt x="380" y="270"/>
                                        </a:lnTo>
                                        <a:lnTo>
                                          <a:pt x="398" y="276"/>
                                        </a:lnTo>
                                        <a:lnTo>
                                          <a:pt x="414" y="285"/>
                                        </a:lnTo>
                                        <a:lnTo>
                                          <a:pt x="428" y="293"/>
                                        </a:lnTo>
                                        <a:lnTo>
                                          <a:pt x="440" y="304"/>
                                        </a:lnTo>
                                        <a:lnTo>
                                          <a:pt x="451" y="316"/>
                                        </a:lnTo>
                                        <a:lnTo>
                                          <a:pt x="460" y="330"/>
                                        </a:lnTo>
                                        <a:lnTo>
                                          <a:pt x="468" y="344"/>
                                        </a:lnTo>
                                        <a:lnTo>
                                          <a:pt x="475" y="359"/>
                                        </a:lnTo>
                                        <a:lnTo>
                                          <a:pt x="479" y="375"/>
                                        </a:lnTo>
                                        <a:lnTo>
                                          <a:pt x="483" y="393"/>
                                        </a:lnTo>
                                        <a:lnTo>
                                          <a:pt x="486" y="411"/>
                                        </a:lnTo>
                                        <a:lnTo>
                                          <a:pt x="488" y="429"/>
                                        </a:lnTo>
                                        <a:lnTo>
                                          <a:pt x="488" y="449"/>
                                        </a:lnTo>
                                        <a:lnTo>
                                          <a:pt x="488" y="856"/>
                                        </a:lnTo>
                                        <a:lnTo>
                                          <a:pt x="364" y="856"/>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2" name="Freeform 133"/>
                                <wps:cNvSpPr>
                                  <a:spLocks noEditPoints="1"/>
                                </wps:cNvSpPr>
                                <wps:spPr bwMode="auto">
                                  <a:xfrm>
                                    <a:off x="568325" y="688975"/>
                                    <a:ext cx="39370" cy="48260"/>
                                  </a:xfrm>
                                  <a:custGeom>
                                    <a:avLst/>
                                    <a:gdLst>
                                      <a:gd name="T0" fmla="*/ 129 w 503"/>
                                      <a:gd name="T1" fmla="*/ 311 h 606"/>
                                      <a:gd name="T2" fmla="*/ 133 w 503"/>
                                      <a:gd name="T3" fmla="*/ 379 h 606"/>
                                      <a:gd name="T4" fmla="*/ 152 w 503"/>
                                      <a:gd name="T5" fmla="*/ 432 h 606"/>
                                      <a:gd name="T6" fmla="*/ 182 w 503"/>
                                      <a:gd name="T7" fmla="*/ 470 h 606"/>
                                      <a:gd name="T8" fmla="*/ 225 w 503"/>
                                      <a:gd name="T9" fmla="*/ 495 h 606"/>
                                      <a:gd name="T10" fmla="*/ 279 w 503"/>
                                      <a:gd name="T11" fmla="*/ 506 h 606"/>
                                      <a:gd name="T12" fmla="*/ 324 w 503"/>
                                      <a:gd name="T13" fmla="*/ 506 h 606"/>
                                      <a:gd name="T14" fmla="*/ 390 w 503"/>
                                      <a:gd name="T15" fmla="*/ 497 h 606"/>
                                      <a:gd name="T16" fmla="*/ 451 w 503"/>
                                      <a:gd name="T17" fmla="*/ 478 h 606"/>
                                      <a:gd name="T18" fmla="*/ 483 w 503"/>
                                      <a:gd name="T19" fmla="*/ 568 h 606"/>
                                      <a:gd name="T20" fmla="*/ 412 w 503"/>
                                      <a:gd name="T21" fmla="*/ 592 h 606"/>
                                      <a:gd name="T22" fmla="*/ 334 w 503"/>
                                      <a:gd name="T23" fmla="*/ 604 h 606"/>
                                      <a:gd name="T24" fmla="*/ 282 w 503"/>
                                      <a:gd name="T25" fmla="*/ 606 h 606"/>
                                      <a:gd name="T26" fmla="*/ 202 w 503"/>
                                      <a:gd name="T27" fmla="*/ 600 h 606"/>
                                      <a:gd name="T28" fmla="*/ 161 w 503"/>
                                      <a:gd name="T29" fmla="*/ 589 h 606"/>
                                      <a:gd name="T30" fmla="*/ 124 w 503"/>
                                      <a:gd name="T31" fmla="*/ 573 h 606"/>
                                      <a:gd name="T32" fmla="*/ 91 w 503"/>
                                      <a:gd name="T33" fmla="*/ 551 h 606"/>
                                      <a:gd name="T34" fmla="*/ 65 w 503"/>
                                      <a:gd name="T35" fmla="*/ 524 h 606"/>
                                      <a:gd name="T36" fmla="*/ 42 w 503"/>
                                      <a:gd name="T37" fmla="*/ 492 h 606"/>
                                      <a:gd name="T38" fmla="*/ 24 w 503"/>
                                      <a:gd name="T39" fmla="*/ 454 h 606"/>
                                      <a:gd name="T40" fmla="*/ 11 w 503"/>
                                      <a:gd name="T41" fmla="*/ 411 h 606"/>
                                      <a:gd name="T42" fmla="*/ 1 w 503"/>
                                      <a:gd name="T43" fmla="*/ 344 h 606"/>
                                      <a:gd name="T44" fmla="*/ 1 w 503"/>
                                      <a:gd name="T45" fmla="*/ 275 h 606"/>
                                      <a:gd name="T46" fmla="*/ 18 w 503"/>
                                      <a:gd name="T47" fmla="*/ 184 h 606"/>
                                      <a:gd name="T48" fmla="*/ 40 w 503"/>
                                      <a:gd name="T49" fmla="*/ 133 h 606"/>
                                      <a:gd name="T50" fmla="*/ 61 w 503"/>
                                      <a:gd name="T51" fmla="*/ 98 h 606"/>
                                      <a:gd name="T52" fmla="*/ 87 w 503"/>
                                      <a:gd name="T53" fmla="*/ 68 h 606"/>
                                      <a:gd name="T54" fmla="*/ 118 w 503"/>
                                      <a:gd name="T55" fmla="*/ 43 h 606"/>
                                      <a:gd name="T56" fmla="*/ 153 w 503"/>
                                      <a:gd name="T57" fmla="*/ 23 h 606"/>
                                      <a:gd name="T58" fmla="*/ 192 w 503"/>
                                      <a:gd name="T59" fmla="*/ 9 h 606"/>
                                      <a:gd name="T60" fmla="*/ 235 w 503"/>
                                      <a:gd name="T61" fmla="*/ 1 h 606"/>
                                      <a:gd name="T62" fmla="*/ 265 w 503"/>
                                      <a:gd name="T63" fmla="*/ 0 h 606"/>
                                      <a:gd name="T64" fmla="*/ 311 w 503"/>
                                      <a:gd name="T65" fmla="*/ 2 h 606"/>
                                      <a:gd name="T66" fmla="*/ 349 w 503"/>
                                      <a:gd name="T67" fmla="*/ 11 h 606"/>
                                      <a:gd name="T68" fmla="*/ 384 w 503"/>
                                      <a:gd name="T69" fmla="*/ 25 h 606"/>
                                      <a:gd name="T70" fmla="*/ 414 w 503"/>
                                      <a:gd name="T71" fmla="*/ 43 h 606"/>
                                      <a:gd name="T72" fmla="*/ 440 w 503"/>
                                      <a:gd name="T73" fmla="*/ 66 h 606"/>
                                      <a:gd name="T74" fmla="*/ 472 w 503"/>
                                      <a:gd name="T75" fmla="*/ 111 h 606"/>
                                      <a:gd name="T76" fmla="*/ 495 w 503"/>
                                      <a:gd name="T77" fmla="*/ 177 h 606"/>
                                      <a:gd name="T78" fmla="*/ 503 w 503"/>
                                      <a:gd name="T79" fmla="*/ 252 h 606"/>
                                      <a:gd name="T80" fmla="*/ 500 w 503"/>
                                      <a:gd name="T81" fmla="*/ 311 h 606"/>
                                      <a:gd name="T82" fmla="*/ 261 w 503"/>
                                      <a:gd name="T83" fmla="*/ 93 h 606"/>
                                      <a:gd name="T84" fmla="*/ 224 w 503"/>
                                      <a:gd name="T85" fmla="*/ 98 h 606"/>
                                      <a:gd name="T86" fmla="*/ 192 w 503"/>
                                      <a:gd name="T87" fmla="*/ 113 h 606"/>
                                      <a:gd name="T88" fmla="*/ 166 w 503"/>
                                      <a:gd name="T89" fmla="*/ 137 h 606"/>
                                      <a:gd name="T90" fmla="*/ 146 w 503"/>
                                      <a:gd name="T91" fmla="*/ 169 h 606"/>
                                      <a:gd name="T92" fmla="*/ 133 w 503"/>
                                      <a:gd name="T93" fmla="*/ 208 h 606"/>
                                      <a:gd name="T94" fmla="*/ 378 w 503"/>
                                      <a:gd name="T95" fmla="*/ 222 h 606"/>
                                      <a:gd name="T96" fmla="*/ 374 w 503"/>
                                      <a:gd name="T97" fmla="*/ 181 h 606"/>
                                      <a:gd name="T98" fmla="*/ 361 w 503"/>
                                      <a:gd name="T99" fmla="*/ 147 h 606"/>
                                      <a:gd name="T100" fmla="*/ 340 w 503"/>
                                      <a:gd name="T101" fmla="*/ 120 h 606"/>
                                      <a:gd name="T102" fmla="*/ 311 w 503"/>
                                      <a:gd name="T103" fmla="*/ 101 h 606"/>
                                      <a:gd name="T104" fmla="*/ 275 w 503"/>
                                      <a:gd name="T105" fmla="*/ 93 h 6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503" h="606">
                                        <a:moveTo>
                                          <a:pt x="500" y="311"/>
                                        </a:moveTo>
                                        <a:lnTo>
                                          <a:pt x="129" y="311"/>
                                        </a:lnTo>
                                        <a:lnTo>
                                          <a:pt x="129" y="311"/>
                                        </a:lnTo>
                                        <a:lnTo>
                                          <a:pt x="129" y="335"/>
                                        </a:lnTo>
                                        <a:lnTo>
                                          <a:pt x="131" y="358"/>
                                        </a:lnTo>
                                        <a:lnTo>
                                          <a:pt x="133" y="379"/>
                                        </a:lnTo>
                                        <a:lnTo>
                                          <a:pt x="139" y="398"/>
                                        </a:lnTo>
                                        <a:lnTo>
                                          <a:pt x="144" y="416"/>
                                        </a:lnTo>
                                        <a:lnTo>
                                          <a:pt x="152" y="432"/>
                                        </a:lnTo>
                                        <a:lnTo>
                                          <a:pt x="160" y="446"/>
                                        </a:lnTo>
                                        <a:lnTo>
                                          <a:pt x="170" y="459"/>
                                        </a:lnTo>
                                        <a:lnTo>
                                          <a:pt x="182" y="470"/>
                                        </a:lnTo>
                                        <a:lnTo>
                                          <a:pt x="195" y="480"/>
                                        </a:lnTo>
                                        <a:lnTo>
                                          <a:pt x="210" y="489"/>
                                        </a:lnTo>
                                        <a:lnTo>
                                          <a:pt x="225" y="495"/>
                                        </a:lnTo>
                                        <a:lnTo>
                                          <a:pt x="242" y="500"/>
                                        </a:lnTo>
                                        <a:lnTo>
                                          <a:pt x="260" y="504"/>
                                        </a:lnTo>
                                        <a:lnTo>
                                          <a:pt x="279" y="506"/>
                                        </a:lnTo>
                                        <a:lnTo>
                                          <a:pt x="301" y="507"/>
                                        </a:lnTo>
                                        <a:lnTo>
                                          <a:pt x="301" y="507"/>
                                        </a:lnTo>
                                        <a:lnTo>
                                          <a:pt x="324" y="506"/>
                                        </a:lnTo>
                                        <a:lnTo>
                                          <a:pt x="346" y="504"/>
                                        </a:lnTo>
                                        <a:lnTo>
                                          <a:pt x="369" y="501"/>
                                        </a:lnTo>
                                        <a:lnTo>
                                          <a:pt x="390" y="497"/>
                                        </a:lnTo>
                                        <a:lnTo>
                                          <a:pt x="412" y="492"/>
                                        </a:lnTo>
                                        <a:lnTo>
                                          <a:pt x="432" y="485"/>
                                        </a:lnTo>
                                        <a:lnTo>
                                          <a:pt x="451" y="478"/>
                                        </a:lnTo>
                                        <a:lnTo>
                                          <a:pt x="471" y="469"/>
                                        </a:lnTo>
                                        <a:lnTo>
                                          <a:pt x="483" y="568"/>
                                        </a:lnTo>
                                        <a:lnTo>
                                          <a:pt x="483" y="568"/>
                                        </a:lnTo>
                                        <a:lnTo>
                                          <a:pt x="460" y="578"/>
                                        </a:lnTo>
                                        <a:lnTo>
                                          <a:pt x="436" y="586"/>
                                        </a:lnTo>
                                        <a:lnTo>
                                          <a:pt x="412" y="592"/>
                                        </a:lnTo>
                                        <a:lnTo>
                                          <a:pt x="387" y="596"/>
                                        </a:lnTo>
                                        <a:lnTo>
                                          <a:pt x="361" y="601"/>
                                        </a:lnTo>
                                        <a:lnTo>
                                          <a:pt x="334" y="604"/>
                                        </a:lnTo>
                                        <a:lnTo>
                                          <a:pt x="307" y="606"/>
                                        </a:lnTo>
                                        <a:lnTo>
                                          <a:pt x="282" y="606"/>
                                        </a:lnTo>
                                        <a:lnTo>
                                          <a:pt x="282" y="606"/>
                                        </a:lnTo>
                                        <a:lnTo>
                                          <a:pt x="248" y="605"/>
                                        </a:lnTo>
                                        <a:lnTo>
                                          <a:pt x="217" y="602"/>
                                        </a:lnTo>
                                        <a:lnTo>
                                          <a:pt x="202" y="600"/>
                                        </a:lnTo>
                                        <a:lnTo>
                                          <a:pt x="188" y="596"/>
                                        </a:lnTo>
                                        <a:lnTo>
                                          <a:pt x="174" y="593"/>
                                        </a:lnTo>
                                        <a:lnTo>
                                          <a:pt x="161" y="589"/>
                                        </a:lnTo>
                                        <a:lnTo>
                                          <a:pt x="148" y="583"/>
                                        </a:lnTo>
                                        <a:lnTo>
                                          <a:pt x="135" y="578"/>
                                        </a:lnTo>
                                        <a:lnTo>
                                          <a:pt x="124" y="573"/>
                                        </a:lnTo>
                                        <a:lnTo>
                                          <a:pt x="113" y="566"/>
                                        </a:lnTo>
                                        <a:lnTo>
                                          <a:pt x="102" y="559"/>
                                        </a:lnTo>
                                        <a:lnTo>
                                          <a:pt x="91" y="551"/>
                                        </a:lnTo>
                                        <a:lnTo>
                                          <a:pt x="82" y="542"/>
                                        </a:lnTo>
                                        <a:lnTo>
                                          <a:pt x="73" y="534"/>
                                        </a:lnTo>
                                        <a:lnTo>
                                          <a:pt x="65" y="524"/>
                                        </a:lnTo>
                                        <a:lnTo>
                                          <a:pt x="56" y="514"/>
                                        </a:lnTo>
                                        <a:lnTo>
                                          <a:pt x="48" y="504"/>
                                        </a:lnTo>
                                        <a:lnTo>
                                          <a:pt x="42" y="492"/>
                                        </a:lnTo>
                                        <a:lnTo>
                                          <a:pt x="35" y="480"/>
                                        </a:lnTo>
                                        <a:lnTo>
                                          <a:pt x="29" y="468"/>
                                        </a:lnTo>
                                        <a:lnTo>
                                          <a:pt x="24" y="454"/>
                                        </a:lnTo>
                                        <a:lnTo>
                                          <a:pt x="18" y="441"/>
                                        </a:lnTo>
                                        <a:lnTo>
                                          <a:pt x="14" y="426"/>
                                        </a:lnTo>
                                        <a:lnTo>
                                          <a:pt x="11" y="411"/>
                                        </a:lnTo>
                                        <a:lnTo>
                                          <a:pt x="8" y="396"/>
                                        </a:lnTo>
                                        <a:lnTo>
                                          <a:pt x="6" y="379"/>
                                        </a:lnTo>
                                        <a:lnTo>
                                          <a:pt x="1" y="344"/>
                                        </a:lnTo>
                                        <a:lnTo>
                                          <a:pt x="0" y="307"/>
                                        </a:lnTo>
                                        <a:lnTo>
                                          <a:pt x="0" y="307"/>
                                        </a:lnTo>
                                        <a:lnTo>
                                          <a:pt x="1" y="275"/>
                                        </a:lnTo>
                                        <a:lnTo>
                                          <a:pt x="6" y="244"/>
                                        </a:lnTo>
                                        <a:lnTo>
                                          <a:pt x="11" y="214"/>
                                        </a:lnTo>
                                        <a:lnTo>
                                          <a:pt x="18" y="184"/>
                                        </a:lnTo>
                                        <a:lnTo>
                                          <a:pt x="28" y="157"/>
                                        </a:lnTo>
                                        <a:lnTo>
                                          <a:pt x="33" y="145"/>
                                        </a:lnTo>
                                        <a:lnTo>
                                          <a:pt x="40" y="133"/>
                                        </a:lnTo>
                                        <a:lnTo>
                                          <a:pt x="46" y="121"/>
                                        </a:lnTo>
                                        <a:lnTo>
                                          <a:pt x="54" y="109"/>
                                        </a:lnTo>
                                        <a:lnTo>
                                          <a:pt x="61" y="98"/>
                                        </a:lnTo>
                                        <a:lnTo>
                                          <a:pt x="70" y="87"/>
                                        </a:lnTo>
                                        <a:lnTo>
                                          <a:pt x="79" y="78"/>
                                        </a:lnTo>
                                        <a:lnTo>
                                          <a:pt x="87" y="68"/>
                                        </a:lnTo>
                                        <a:lnTo>
                                          <a:pt x="97" y="59"/>
                                        </a:lnTo>
                                        <a:lnTo>
                                          <a:pt x="108" y="51"/>
                                        </a:lnTo>
                                        <a:lnTo>
                                          <a:pt x="118" y="43"/>
                                        </a:lnTo>
                                        <a:lnTo>
                                          <a:pt x="129" y="36"/>
                                        </a:lnTo>
                                        <a:lnTo>
                                          <a:pt x="141" y="29"/>
                                        </a:lnTo>
                                        <a:lnTo>
                                          <a:pt x="153" y="23"/>
                                        </a:lnTo>
                                        <a:lnTo>
                                          <a:pt x="166" y="17"/>
                                        </a:lnTo>
                                        <a:lnTo>
                                          <a:pt x="178" y="13"/>
                                        </a:lnTo>
                                        <a:lnTo>
                                          <a:pt x="192" y="9"/>
                                        </a:lnTo>
                                        <a:lnTo>
                                          <a:pt x="205" y="5"/>
                                        </a:lnTo>
                                        <a:lnTo>
                                          <a:pt x="220" y="3"/>
                                        </a:lnTo>
                                        <a:lnTo>
                                          <a:pt x="235" y="1"/>
                                        </a:lnTo>
                                        <a:lnTo>
                                          <a:pt x="250" y="0"/>
                                        </a:lnTo>
                                        <a:lnTo>
                                          <a:pt x="265" y="0"/>
                                        </a:lnTo>
                                        <a:lnTo>
                                          <a:pt x="265" y="0"/>
                                        </a:lnTo>
                                        <a:lnTo>
                                          <a:pt x="282" y="0"/>
                                        </a:lnTo>
                                        <a:lnTo>
                                          <a:pt x="296" y="1"/>
                                        </a:lnTo>
                                        <a:lnTo>
                                          <a:pt x="311" y="2"/>
                                        </a:lnTo>
                                        <a:lnTo>
                                          <a:pt x="324" y="5"/>
                                        </a:lnTo>
                                        <a:lnTo>
                                          <a:pt x="336" y="8"/>
                                        </a:lnTo>
                                        <a:lnTo>
                                          <a:pt x="349" y="11"/>
                                        </a:lnTo>
                                        <a:lnTo>
                                          <a:pt x="361" y="15"/>
                                        </a:lnTo>
                                        <a:lnTo>
                                          <a:pt x="373" y="19"/>
                                        </a:lnTo>
                                        <a:lnTo>
                                          <a:pt x="384" y="25"/>
                                        </a:lnTo>
                                        <a:lnTo>
                                          <a:pt x="394" y="30"/>
                                        </a:lnTo>
                                        <a:lnTo>
                                          <a:pt x="404" y="37"/>
                                        </a:lnTo>
                                        <a:lnTo>
                                          <a:pt x="414" y="43"/>
                                        </a:lnTo>
                                        <a:lnTo>
                                          <a:pt x="422" y="50"/>
                                        </a:lnTo>
                                        <a:lnTo>
                                          <a:pt x="431" y="57"/>
                                        </a:lnTo>
                                        <a:lnTo>
                                          <a:pt x="440" y="66"/>
                                        </a:lnTo>
                                        <a:lnTo>
                                          <a:pt x="447" y="74"/>
                                        </a:lnTo>
                                        <a:lnTo>
                                          <a:pt x="460" y="92"/>
                                        </a:lnTo>
                                        <a:lnTo>
                                          <a:pt x="472" y="111"/>
                                        </a:lnTo>
                                        <a:lnTo>
                                          <a:pt x="481" y="133"/>
                                        </a:lnTo>
                                        <a:lnTo>
                                          <a:pt x="489" y="154"/>
                                        </a:lnTo>
                                        <a:lnTo>
                                          <a:pt x="495" y="177"/>
                                        </a:lnTo>
                                        <a:lnTo>
                                          <a:pt x="500" y="202"/>
                                        </a:lnTo>
                                        <a:lnTo>
                                          <a:pt x="502" y="226"/>
                                        </a:lnTo>
                                        <a:lnTo>
                                          <a:pt x="503" y="252"/>
                                        </a:lnTo>
                                        <a:lnTo>
                                          <a:pt x="503" y="252"/>
                                        </a:lnTo>
                                        <a:lnTo>
                                          <a:pt x="502" y="279"/>
                                        </a:lnTo>
                                        <a:lnTo>
                                          <a:pt x="500" y="311"/>
                                        </a:lnTo>
                                        <a:lnTo>
                                          <a:pt x="500" y="311"/>
                                        </a:lnTo>
                                        <a:close/>
                                        <a:moveTo>
                                          <a:pt x="261" y="93"/>
                                        </a:moveTo>
                                        <a:lnTo>
                                          <a:pt x="261" y="93"/>
                                        </a:lnTo>
                                        <a:lnTo>
                                          <a:pt x="248" y="93"/>
                                        </a:lnTo>
                                        <a:lnTo>
                                          <a:pt x="235" y="95"/>
                                        </a:lnTo>
                                        <a:lnTo>
                                          <a:pt x="224" y="98"/>
                                        </a:lnTo>
                                        <a:lnTo>
                                          <a:pt x="213" y="101"/>
                                        </a:lnTo>
                                        <a:lnTo>
                                          <a:pt x="202" y="107"/>
                                        </a:lnTo>
                                        <a:lnTo>
                                          <a:pt x="192" y="113"/>
                                        </a:lnTo>
                                        <a:lnTo>
                                          <a:pt x="183" y="120"/>
                                        </a:lnTo>
                                        <a:lnTo>
                                          <a:pt x="174" y="128"/>
                                        </a:lnTo>
                                        <a:lnTo>
                                          <a:pt x="166" y="137"/>
                                        </a:lnTo>
                                        <a:lnTo>
                                          <a:pt x="159" y="147"/>
                                        </a:lnTo>
                                        <a:lnTo>
                                          <a:pt x="152" y="157"/>
                                        </a:lnTo>
                                        <a:lnTo>
                                          <a:pt x="146" y="169"/>
                                        </a:lnTo>
                                        <a:lnTo>
                                          <a:pt x="141" y="181"/>
                                        </a:lnTo>
                                        <a:lnTo>
                                          <a:pt x="138" y="194"/>
                                        </a:lnTo>
                                        <a:lnTo>
                                          <a:pt x="133" y="208"/>
                                        </a:lnTo>
                                        <a:lnTo>
                                          <a:pt x="131" y="222"/>
                                        </a:lnTo>
                                        <a:lnTo>
                                          <a:pt x="378" y="222"/>
                                        </a:lnTo>
                                        <a:lnTo>
                                          <a:pt x="378" y="222"/>
                                        </a:lnTo>
                                        <a:lnTo>
                                          <a:pt x="378" y="208"/>
                                        </a:lnTo>
                                        <a:lnTo>
                                          <a:pt x="377" y="194"/>
                                        </a:lnTo>
                                        <a:lnTo>
                                          <a:pt x="374" y="181"/>
                                        </a:lnTo>
                                        <a:lnTo>
                                          <a:pt x="371" y="168"/>
                                        </a:lnTo>
                                        <a:lnTo>
                                          <a:pt x="366" y="157"/>
                                        </a:lnTo>
                                        <a:lnTo>
                                          <a:pt x="361" y="147"/>
                                        </a:lnTo>
                                        <a:lnTo>
                                          <a:pt x="356" y="137"/>
                                        </a:lnTo>
                                        <a:lnTo>
                                          <a:pt x="348" y="127"/>
                                        </a:lnTo>
                                        <a:lnTo>
                                          <a:pt x="340" y="120"/>
                                        </a:lnTo>
                                        <a:lnTo>
                                          <a:pt x="331" y="112"/>
                                        </a:lnTo>
                                        <a:lnTo>
                                          <a:pt x="321" y="107"/>
                                        </a:lnTo>
                                        <a:lnTo>
                                          <a:pt x="311" y="101"/>
                                        </a:lnTo>
                                        <a:lnTo>
                                          <a:pt x="300" y="97"/>
                                        </a:lnTo>
                                        <a:lnTo>
                                          <a:pt x="287" y="95"/>
                                        </a:lnTo>
                                        <a:lnTo>
                                          <a:pt x="275" y="93"/>
                                        </a:lnTo>
                                        <a:lnTo>
                                          <a:pt x="261" y="93"/>
                                        </a:lnTo>
                                        <a:lnTo>
                                          <a:pt x="261" y="93"/>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3" name="Freeform 134"/>
                                <wps:cNvSpPr>
                                  <a:spLocks/>
                                </wps:cNvSpPr>
                                <wps:spPr bwMode="auto">
                                  <a:xfrm>
                                    <a:off x="639445" y="673100"/>
                                    <a:ext cx="33020" cy="62865"/>
                                  </a:xfrm>
                                  <a:custGeom>
                                    <a:avLst/>
                                    <a:gdLst>
                                      <a:gd name="T0" fmla="*/ 0 w 417"/>
                                      <a:gd name="T1" fmla="*/ 791 h 791"/>
                                      <a:gd name="T2" fmla="*/ 0 w 417"/>
                                      <a:gd name="T3" fmla="*/ 0 h 791"/>
                                      <a:gd name="T4" fmla="*/ 417 w 417"/>
                                      <a:gd name="T5" fmla="*/ 0 h 791"/>
                                      <a:gd name="T6" fmla="*/ 417 w 417"/>
                                      <a:gd name="T7" fmla="*/ 106 h 791"/>
                                      <a:gd name="T8" fmla="*/ 128 w 417"/>
                                      <a:gd name="T9" fmla="*/ 106 h 791"/>
                                      <a:gd name="T10" fmla="*/ 128 w 417"/>
                                      <a:gd name="T11" fmla="*/ 332 h 791"/>
                                      <a:gd name="T12" fmla="*/ 402 w 417"/>
                                      <a:gd name="T13" fmla="*/ 332 h 791"/>
                                      <a:gd name="T14" fmla="*/ 402 w 417"/>
                                      <a:gd name="T15" fmla="*/ 436 h 791"/>
                                      <a:gd name="T16" fmla="*/ 128 w 417"/>
                                      <a:gd name="T17" fmla="*/ 436 h 791"/>
                                      <a:gd name="T18" fmla="*/ 128 w 417"/>
                                      <a:gd name="T19" fmla="*/ 682 h 791"/>
                                      <a:gd name="T20" fmla="*/ 417 w 417"/>
                                      <a:gd name="T21" fmla="*/ 682 h 791"/>
                                      <a:gd name="T22" fmla="*/ 417 w 417"/>
                                      <a:gd name="T23" fmla="*/ 791 h 791"/>
                                      <a:gd name="T24" fmla="*/ 0 w 417"/>
                                      <a:gd name="T25" fmla="*/ 791 h 7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17" h="791">
                                        <a:moveTo>
                                          <a:pt x="0" y="791"/>
                                        </a:moveTo>
                                        <a:lnTo>
                                          <a:pt x="0" y="0"/>
                                        </a:lnTo>
                                        <a:lnTo>
                                          <a:pt x="417" y="0"/>
                                        </a:lnTo>
                                        <a:lnTo>
                                          <a:pt x="417" y="106"/>
                                        </a:lnTo>
                                        <a:lnTo>
                                          <a:pt x="128" y="106"/>
                                        </a:lnTo>
                                        <a:lnTo>
                                          <a:pt x="128" y="332"/>
                                        </a:lnTo>
                                        <a:lnTo>
                                          <a:pt x="402" y="332"/>
                                        </a:lnTo>
                                        <a:lnTo>
                                          <a:pt x="402" y="436"/>
                                        </a:lnTo>
                                        <a:lnTo>
                                          <a:pt x="128" y="436"/>
                                        </a:lnTo>
                                        <a:lnTo>
                                          <a:pt x="128" y="682"/>
                                        </a:lnTo>
                                        <a:lnTo>
                                          <a:pt x="417" y="682"/>
                                        </a:lnTo>
                                        <a:lnTo>
                                          <a:pt x="417" y="791"/>
                                        </a:lnTo>
                                        <a:lnTo>
                                          <a:pt x="0" y="791"/>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4" name="Freeform 135"/>
                                <wps:cNvSpPr>
                                  <a:spLocks/>
                                </wps:cNvSpPr>
                                <wps:spPr bwMode="auto">
                                  <a:xfrm>
                                    <a:off x="685800" y="688975"/>
                                    <a:ext cx="66675" cy="46990"/>
                                  </a:xfrm>
                                  <a:custGeom>
                                    <a:avLst/>
                                    <a:gdLst>
                                      <a:gd name="T0" fmla="*/ 714 w 838"/>
                                      <a:gd name="T1" fmla="*/ 222 h 594"/>
                                      <a:gd name="T2" fmla="*/ 710 w 838"/>
                                      <a:gd name="T3" fmla="*/ 174 h 594"/>
                                      <a:gd name="T4" fmla="*/ 701 w 838"/>
                                      <a:gd name="T5" fmla="*/ 145 h 594"/>
                                      <a:gd name="T6" fmla="*/ 686 w 838"/>
                                      <a:gd name="T7" fmla="*/ 123 h 594"/>
                                      <a:gd name="T8" fmla="*/ 662 w 838"/>
                                      <a:gd name="T9" fmla="*/ 109 h 594"/>
                                      <a:gd name="T10" fmla="*/ 630 w 838"/>
                                      <a:gd name="T11" fmla="*/ 105 h 594"/>
                                      <a:gd name="T12" fmla="*/ 602 w 838"/>
                                      <a:gd name="T13" fmla="*/ 108 h 594"/>
                                      <a:gd name="T14" fmla="*/ 561 w 838"/>
                                      <a:gd name="T15" fmla="*/ 127 h 594"/>
                                      <a:gd name="T16" fmla="*/ 527 w 838"/>
                                      <a:gd name="T17" fmla="*/ 162 h 594"/>
                                      <a:gd name="T18" fmla="*/ 500 w 838"/>
                                      <a:gd name="T19" fmla="*/ 209 h 594"/>
                                      <a:gd name="T20" fmla="*/ 483 w 838"/>
                                      <a:gd name="T21" fmla="*/ 270 h 594"/>
                                      <a:gd name="T22" fmla="*/ 480 w 838"/>
                                      <a:gd name="T23" fmla="*/ 594 h 594"/>
                                      <a:gd name="T24" fmla="*/ 357 w 838"/>
                                      <a:gd name="T25" fmla="*/ 221 h 594"/>
                                      <a:gd name="T26" fmla="*/ 352 w 838"/>
                                      <a:gd name="T27" fmla="*/ 165 h 594"/>
                                      <a:gd name="T28" fmla="*/ 341 w 838"/>
                                      <a:gd name="T29" fmla="*/ 138 h 594"/>
                                      <a:gd name="T30" fmla="*/ 324 w 838"/>
                                      <a:gd name="T31" fmla="*/ 119 h 594"/>
                                      <a:gd name="T32" fmla="*/ 297 w 838"/>
                                      <a:gd name="T33" fmla="*/ 107 h 594"/>
                                      <a:gd name="T34" fmla="*/ 274 w 838"/>
                                      <a:gd name="T35" fmla="*/ 105 h 594"/>
                                      <a:gd name="T36" fmla="*/ 230 w 838"/>
                                      <a:gd name="T37" fmla="*/ 113 h 594"/>
                                      <a:gd name="T38" fmla="*/ 191 w 838"/>
                                      <a:gd name="T39" fmla="*/ 139 h 594"/>
                                      <a:gd name="T40" fmla="*/ 160 w 838"/>
                                      <a:gd name="T41" fmla="*/ 179 h 594"/>
                                      <a:gd name="T42" fmla="*/ 137 w 838"/>
                                      <a:gd name="T43" fmla="*/ 231 h 594"/>
                                      <a:gd name="T44" fmla="*/ 125 w 838"/>
                                      <a:gd name="T45" fmla="*/ 293 h 594"/>
                                      <a:gd name="T46" fmla="*/ 0 w 838"/>
                                      <a:gd name="T47" fmla="*/ 594 h 594"/>
                                      <a:gd name="T48" fmla="*/ 119 w 838"/>
                                      <a:gd name="T49" fmla="*/ 12 h 594"/>
                                      <a:gd name="T50" fmla="*/ 115 w 838"/>
                                      <a:gd name="T51" fmla="*/ 97 h 594"/>
                                      <a:gd name="T52" fmla="*/ 114 w 838"/>
                                      <a:gd name="T53" fmla="*/ 126 h 594"/>
                                      <a:gd name="T54" fmla="*/ 136 w 838"/>
                                      <a:gd name="T55" fmla="*/ 86 h 594"/>
                                      <a:gd name="T56" fmla="*/ 166 w 838"/>
                                      <a:gd name="T57" fmla="*/ 52 h 594"/>
                                      <a:gd name="T58" fmla="*/ 203 w 838"/>
                                      <a:gd name="T59" fmla="*/ 26 h 594"/>
                                      <a:gd name="T60" fmla="*/ 246 w 838"/>
                                      <a:gd name="T61" fmla="*/ 9 h 594"/>
                                      <a:gd name="T62" fmla="*/ 293 w 838"/>
                                      <a:gd name="T63" fmla="*/ 0 h 594"/>
                                      <a:gd name="T64" fmla="*/ 331 w 838"/>
                                      <a:gd name="T65" fmla="*/ 1 h 594"/>
                                      <a:gd name="T66" fmla="*/ 382 w 838"/>
                                      <a:gd name="T67" fmla="*/ 12 h 594"/>
                                      <a:gd name="T68" fmla="*/ 420 w 838"/>
                                      <a:gd name="T69" fmla="*/ 35 h 594"/>
                                      <a:gd name="T70" fmla="*/ 445 w 838"/>
                                      <a:gd name="T71" fmla="*/ 63 h 594"/>
                                      <a:gd name="T72" fmla="*/ 463 w 838"/>
                                      <a:gd name="T73" fmla="*/ 95 h 594"/>
                                      <a:gd name="T74" fmla="*/ 471 w 838"/>
                                      <a:gd name="T75" fmla="*/ 125 h 594"/>
                                      <a:gd name="T76" fmla="*/ 482 w 838"/>
                                      <a:gd name="T77" fmla="*/ 104 h 594"/>
                                      <a:gd name="T78" fmla="*/ 506 w 838"/>
                                      <a:gd name="T79" fmla="*/ 71 h 594"/>
                                      <a:gd name="T80" fmla="*/ 538 w 838"/>
                                      <a:gd name="T81" fmla="*/ 41 h 594"/>
                                      <a:gd name="T82" fmla="*/ 579 w 838"/>
                                      <a:gd name="T83" fmla="*/ 17 h 594"/>
                                      <a:gd name="T84" fmla="*/ 627 w 838"/>
                                      <a:gd name="T85" fmla="*/ 3 h 594"/>
                                      <a:gd name="T86" fmla="*/ 665 w 838"/>
                                      <a:gd name="T87" fmla="*/ 0 h 594"/>
                                      <a:gd name="T88" fmla="*/ 722 w 838"/>
                                      <a:gd name="T89" fmla="*/ 7 h 594"/>
                                      <a:gd name="T90" fmla="*/ 769 w 838"/>
                                      <a:gd name="T91" fmla="*/ 26 h 594"/>
                                      <a:gd name="T92" fmla="*/ 803 w 838"/>
                                      <a:gd name="T93" fmla="*/ 59 h 594"/>
                                      <a:gd name="T94" fmla="*/ 827 w 838"/>
                                      <a:gd name="T95" fmla="*/ 106 h 594"/>
                                      <a:gd name="T96" fmla="*/ 838 w 838"/>
                                      <a:gd name="T97" fmla="*/ 168 h 594"/>
                                      <a:gd name="T98" fmla="*/ 714 w 838"/>
                                      <a:gd name="T99" fmla="*/ 594 h 5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838" h="594">
                                        <a:moveTo>
                                          <a:pt x="714" y="594"/>
                                        </a:moveTo>
                                        <a:lnTo>
                                          <a:pt x="714" y="222"/>
                                        </a:lnTo>
                                        <a:lnTo>
                                          <a:pt x="714" y="222"/>
                                        </a:lnTo>
                                        <a:lnTo>
                                          <a:pt x="713" y="196"/>
                                        </a:lnTo>
                                        <a:lnTo>
                                          <a:pt x="712" y="184"/>
                                        </a:lnTo>
                                        <a:lnTo>
                                          <a:pt x="710" y="174"/>
                                        </a:lnTo>
                                        <a:lnTo>
                                          <a:pt x="708" y="163"/>
                                        </a:lnTo>
                                        <a:lnTo>
                                          <a:pt x="704" y="153"/>
                                        </a:lnTo>
                                        <a:lnTo>
                                          <a:pt x="701" y="145"/>
                                        </a:lnTo>
                                        <a:lnTo>
                                          <a:pt x="697" y="136"/>
                                        </a:lnTo>
                                        <a:lnTo>
                                          <a:pt x="691" y="128"/>
                                        </a:lnTo>
                                        <a:lnTo>
                                          <a:pt x="686" y="123"/>
                                        </a:lnTo>
                                        <a:lnTo>
                                          <a:pt x="679" y="117"/>
                                        </a:lnTo>
                                        <a:lnTo>
                                          <a:pt x="671" y="112"/>
                                        </a:lnTo>
                                        <a:lnTo>
                                          <a:pt x="662" y="109"/>
                                        </a:lnTo>
                                        <a:lnTo>
                                          <a:pt x="653" y="107"/>
                                        </a:lnTo>
                                        <a:lnTo>
                                          <a:pt x="642" y="105"/>
                                        </a:lnTo>
                                        <a:lnTo>
                                          <a:pt x="630" y="105"/>
                                        </a:lnTo>
                                        <a:lnTo>
                                          <a:pt x="630" y="105"/>
                                        </a:lnTo>
                                        <a:lnTo>
                                          <a:pt x="616" y="105"/>
                                        </a:lnTo>
                                        <a:lnTo>
                                          <a:pt x="602" y="108"/>
                                        </a:lnTo>
                                        <a:lnTo>
                                          <a:pt x="588" y="112"/>
                                        </a:lnTo>
                                        <a:lnTo>
                                          <a:pt x="574" y="119"/>
                                        </a:lnTo>
                                        <a:lnTo>
                                          <a:pt x="561" y="127"/>
                                        </a:lnTo>
                                        <a:lnTo>
                                          <a:pt x="550" y="137"/>
                                        </a:lnTo>
                                        <a:lnTo>
                                          <a:pt x="538" y="149"/>
                                        </a:lnTo>
                                        <a:lnTo>
                                          <a:pt x="527" y="162"/>
                                        </a:lnTo>
                                        <a:lnTo>
                                          <a:pt x="516" y="177"/>
                                        </a:lnTo>
                                        <a:lnTo>
                                          <a:pt x="508" y="192"/>
                                        </a:lnTo>
                                        <a:lnTo>
                                          <a:pt x="500" y="209"/>
                                        </a:lnTo>
                                        <a:lnTo>
                                          <a:pt x="493" y="229"/>
                                        </a:lnTo>
                                        <a:lnTo>
                                          <a:pt x="487" y="248"/>
                                        </a:lnTo>
                                        <a:lnTo>
                                          <a:pt x="483" y="270"/>
                                        </a:lnTo>
                                        <a:lnTo>
                                          <a:pt x="481" y="292"/>
                                        </a:lnTo>
                                        <a:lnTo>
                                          <a:pt x="480" y="315"/>
                                        </a:lnTo>
                                        <a:lnTo>
                                          <a:pt x="480" y="594"/>
                                        </a:lnTo>
                                        <a:lnTo>
                                          <a:pt x="357" y="594"/>
                                        </a:lnTo>
                                        <a:lnTo>
                                          <a:pt x="357" y="221"/>
                                        </a:lnTo>
                                        <a:lnTo>
                                          <a:pt x="357" y="221"/>
                                        </a:lnTo>
                                        <a:lnTo>
                                          <a:pt x="356" y="197"/>
                                        </a:lnTo>
                                        <a:lnTo>
                                          <a:pt x="354" y="176"/>
                                        </a:lnTo>
                                        <a:lnTo>
                                          <a:pt x="352" y="165"/>
                                        </a:lnTo>
                                        <a:lnTo>
                                          <a:pt x="349" y="155"/>
                                        </a:lnTo>
                                        <a:lnTo>
                                          <a:pt x="346" y="147"/>
                                        </a:lnTo>
                                        <a:lnTo>
                                          <a:pt x="341" y="138"/>
                                        </a:lnTo>
                                        <a:lnTo>
                                          <a:pt x="337" y="131"/>
                                        </a:lnTo>
                                        <a:lnTo>
                                          <a:pt x="331" y="124"/>
                                        </a:lnTo>
                                        <a:lnTo>
                                          <a:pt x="324" y="119"/>
                                        </a:lnTo>
                                        <a:lnTo>
                                          <a:pt x="315" y="113"/>
                                        </a:lnTo>
                                        <a:lnTo>
                                          <a:pt x="307" y="109"/>
                                        </a:lnTo>
                                        <a:lnTo>
                                          <a:pt x="297" y="107"/>
                                        </a:lnTo>
                                        <a:lnTo>
                                          <a:pt x="285" y="105"/>
                                        </a:lnTo>
                                        <a:lnTo>
                                          <a:pt x="274" y="105"/>
                                        </a:lnTo>
                                        <a:lnTo>
                                          <a:pt x="274" y="105"/>
                                        </a:lnTo>
                                        <a:lnTo>
                                          <a:pt x="259" y="106"/>
                                        </a:lnTo>
                                        <a:lnTo>
                                          <a:pt x="243" y="108"/>
                                        </a:lnTo>
                                        <a:lnTo>
                                          <a:pt x="230" y="113"/>
                                        </a:lnTo>
                                        <a:lnTo>
                                          <a:pt x="217" y="120"/>
                                        </a:lnTo>
                                        <a:lnTo>
                                          <a:pt x="204" y="128"/>
                                        </a:lnTo>
                                        <a:lnTo>
                                          <a:pt x="191" y="139"/>
                                        </a:lnTo>
                                        <a:lnTo>
                                          <a:pt x="180" y="151"/>
                                        </a:lnTo>
                                        <a:lnTo>
                                          <a:pt x="169" y="164"/>
                                        </a:lnTo>
                                        <a:lnTo>
                                          <a:pt x="160" y="179"/>
                                        </a:lnTo>
                                        <a:lnTo>
                                          <a:pt x="151" y="195"/>
                                        </a:lnTo>
                                        <a:lnTo>
                                          <a:pt x="144" y="212"/>
                                        </a:lnTo>
                                        <a:lnTo>
                                          <a:pt x="137" y="231"/>
                                        </a:lnTo>
                                        <a:lnTo>
                                          <a:pt x="132" y="250"/>
                                        </a:lnTo>
                                        <a:lnTo>
                                          <a:pt x="127" y="272"/>
                                        </a:lnTo>
                                        <a:lnTo>
                                          <a:pt x="125" y="293"/>
                                        </a:lnTo>
                                        <a:lnTo>
                                          <a:pt x="124" y="315"/>
                                        </a:lnTo>
                                        <a:lnTo>
                                          <a:pt x="124" y="594"/>
                                        </a:lnTo>
                                        <a:lnTo>
                                          <a:pt x="0" y="594"/>
                                        </a:lnTo>
                                        <a:lnTo>
                                          <a:pt x="0" y="12"/>
                                        </a:lnTo>
                                        <a:lnTo>
                                          <a:pt x="119" y="12"/>
                                        </a:lnTo>
                                        <a:lnTo>
                                          <a:pt x="119" y="12"/>
                                        </a:lnTo>
                                        <a:lnTo>
                                          <a:pt x="119" y="38"/>
                                        </a:lnTo>
                                        <a:lnTo>
                                          <a:pt x="117" y="67"/>
                                        </a:lnTo>
                                        <a:lnTo>
                                          <a:pt x="115" y="97"/>
                                        </a:lnTo>
                                        <a:lnTo>
                                          <a:pt x="110" y="125"/>
                                        </a:lnTo>
                                        <a:lnTo>
                                          <a:pt x="114" y="126"/>
                                        </a:lnTo>
                                        <a:lnTo>
                                          <a:pt x="114" y="126"/>
                                        </a:lnTo>
                                        <a:lnTo>
                                          <a:pt x="120" y="112"/>
                                        </a:lnTo>
                                        <a:lnTo>
                                          <a:pt x="127" y="99"/>
                                        </a:lnTo>
                                        <a:lnTo>
                                          <a:pt x="136" y="86"/>
                                        </a:lnTo>
                                        <a:lnTo>
                                          <a:pt x="146" y="74"/>
                                        </a:lnTo>
                                        <a:lnTo>
                                          <a:pt x="155" y="63"/>
                                        </a:lnTo>
                                        <a:lnTo>
                                          <a:pt x="166" y="52"/>
                                        </a:lnTo>
                                        <a:lnTo>
                                          <a:pt x="178" y="43"/>
                                        </a:lnTo>
                                        <a:lnTo>
                                          <a:pt x="190" y="35"/>
                                        </a:lnTo>
                                        <a:lnTo>
                                          <a:pt x="203" y="26"/>
                                        </a:lnTo>
                                        <a:lnTo>
                                          <a:pt x="217" y="19"/>
                                        </a:lnTo>
                                        <a:lnTo>
                                          <a:pt x="231" y="14"/>
                                        </a:lnTo>
                                        <a:lnTo>
                                          <a:pt x="246" y="9"/>
                                        </a:lnTo>
                                        <a:lnTo>
                                          <a:pt x="261" y="4"/>
                                        </a:lnTo>
                                        <a:lnTo>
                                          <a:pt x="277" y="2"/>
                                        </a:lnTo>
                                        <a:lnTo>
                                          <a:pt x="293" y="0"/>
                                        </a:lnTo>
                                        <a:lnTo>
                                          <a:pt x="309" y="0"/>
                                        </a:lnTo>
                                        <a:lnTo>
                                          <a:pt x="309" y="0"/>
                                        </a:lnTo>
                                        <a:lnTo>
                                          <a:pt x="331" y="1"/>
                                        </a:lnTo>
                                        <a:lnTo>
                                          <a:pt x="349" y="3"/>
                                        </a:lnTo>
                                        <a:lnTo>
                                          <a:pt x="366" y="7"/>
                                        </a:lnTo>
                                        <a:lnTo>
                                          <a:pt x="382" y="12"/>
                                        </a:lnTo>
                                        <a:lnTo>
                                          <a:pt x="396" y="18"/>
                                        </a:lnTo>
                                        <a:lnTo>
                                          <a:pt x="408" y="26"/>
                                        </a:lnTo>
                                        <a:lnTo>
                                          <a:pt x="420" y="35"/>
                                        </a:lnTo>
                                        <a:lnTo>
                                          <a:pt x="429" y="43"/>
                                        </a:lnTo>
                                        <a:lnTo>
                                          <a:pt x="438" y="53"/>
                                        </a:lnTo>
                                        <a:lnTo>
                                          <a:pt x="445" y="63"/>
                                        </a:lnTo>
                                        <a:lnTo>
                                          <a:pt x="452" y="73"/>
                                        </a:lnTo>
                                        <a:lnTo>
                                          <a:pt x="457" y="84"/>
                                        </a:lnTo>
                                        <a:lnTo>
                                          <a:pt x="463" y="95"/>
                                        </a:lnTo>
                                        <a:lnTo>
                                          <a:pt x="466" y="105"/>
                                        </a:lnTo>
                                        <a:lnTo>
                                          <a:pt x="469" y="115"/>
                                        </a:lnTo>
                                        <a:lnTo>
                                          <a:pt x="471" y="125"/>
                                        </a:lnTo>
                                        <a:lnTo>
                                          <a:pt x="471" y="125"/>
                                        </a:lnTo>
                                        <a:lnTo>
                                          <a:pt x="476" y="114"/>
                                        </a:lnTo>
                                        <a:lnTo>
                                          <a:pt x="482" y="104"/>
                                        </a:lnTo>
                                        <a:lnTo>
                                          <a:pt x="488" y="93"/>
                                        </a:lnTo>
                                        <a:lnTo>
                                          <a:pt x="497" y="82"/>
                                        </a:lnTo>
                                        <a:lnTo>
                                          <a:pt x="506" y="71"/>
                                        </a:lnTo>
                                        <a:lnTo>
                                          <a:pt x="515" y="60"/>
                                        </a:lnTo>
                                        <a:lnTo>
                                          <a:pt x="526" y="51"/>
                                        </a:lnTo>
                                        <a:lnTo>
                                          <a:pt x="538" y="41"/>
                                        </a:lnTo>
                                        <a:lnTo>
                                          <a:pt x="550" y="32"/>
                                        </a:lnTo>
                                        <a:lnTo>
                                          <a:pt x="564" y="25"/>
                                        </a:lnTo>
                                        <a:lnTo>
                                          <a:pt x="579" y="17"/>
                                        </a:lnTo>
                                        <a:lnTo>
                                          <a:pt x="594" y="12"/>
                                        </a:lnTo>
                                        <a:lnTo>
                                          <a:pt x="610" y="7"/>
                                        </a:lnTo>
                                        <a:lnTo>
                                          <a:pt x="627" y="3"/>
                                        </a:lnTo>
                                        <a:lnTo>
                                          <a:pt x="645" y="0"/>
                                        </a:lnTo>
                                        <a:lnTo>
                                          <a:pt x="665" y="0"/>
                                        </a:lnTo>
                                        <a:lnTo>
                                          <a:pt x="665" y="0"/>
                                        </a:lnTo>
                                        <a:lnTo>
                                          <a:pt x="685" y="0"/>
                                        </a:lnTo>
                                        <a:lnTo>
                                          <a:pt x="704" y="2"/>
                                        </a:lnTo>
                                        <a:lnTo>
                                          <a:pt x="722" y="7"/>
                                        </a:lnTo>
                                        <a:lnTo>
                                          <a:pt x="739" y="11"/>
                                        </a:lnTo>
                                        <a:lnTo>
                                          <a:pt x="754" y="17"/>
                                        </a:lnTo>
                                        <a:lnTo>
                                          <a:pt x="769" y="26"/>
                                        </a:lnTo>
                                        <a:lnTo>
                                          <a:pt x="782" y="36"/>
                                        </a:lnTo>
                                        <a:lnTo>
                                          <a:pt x="792" y="46"/>
                                        </a:lnTo>
                                        <a:lnTo>
                                          <a:pt x="803" y="59"/>
                                        </a:lnTo>
                                        <a:lnTo>
                                          <a:pt x="813" y="73"/>
                                        </a:lnTo>
                                        <a:lnTo>
                                          <a:pt x="820" y="88"/>
                                        </a:lnTo>
                                        <a:lnTo>
                                          <a:pt x="827" y="106"/>
                                        </a:lnTo>
                                        <a:lnTo>
                                          <a:pt x="831" y="125"/>
                                        </a:lnTo>
                                        <a:lnTo>
                                          <a:pt x="835" y="146"/>
                                        </a:lnTo>
                                        <a:lnTo>
                                          <a:pt x="838" y="168"/>
                                        </a:lnTo>
                                        <a:lnTo>
                                          <a:pt x="838" y="192"/>
                                        </a:lnTo>
                                        <a:lnTo>
                                          <a:pt x="838" y="594"/>
                                        </a:lnTo>
                                        <a:lnTo>
                                          <a:pt x="714" y="594"/>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5" name="Freeform 136"/>
                                <wps:cNvSpPr>
                                  <a:spLocks noEditPoints="1"/>
                                </wps:cNvSpPr>
                                <wps:spPr bwMode="auto">
                                  <a:xfrm>
                                    <a:off x="766445" y="688975"/>
                                    <a:ext cx="41275" cy="69850"/>
                                  </a:xfrm>
                                  <a:custGeom>
                                    <a:avLst/>
                                    <a:gdLst>
                                      <a:gd name="T0" fmla="*/ 189 w 516"/>
                                      <a:gd name="T1" fmla="*/ 603 h 881"/>
                                      <a:gd name="T2" fmla="*/ 125 w 516"/>
                                      <a:gd name="T3" fmla="*/ 596 h 881"/>
                                      <a:gd name="T4" fmla="*/ 0 w 516"/>
                                      <a:gd name="T5" fmla="*/ 12 h 881"/>
                                      <a:gd name="T6" fmla="*/ 118 w 516"/>
                                      <a:gd name="T7" fmla="*/ 37 h 881"/>
                                      <a:gd name="T8" fmla="*/ 111 w 516"/>
                                      <a:gd name="T9" fmla="*/ 121 h 881"/>
                                      <a:gd name="T10" fmla="*/ 121 w 516"/>
                                      <a:gd name="T11" fmla="*/ 107 h 881"/>
                                      <a:gd name="T12" fmla="*/ 144 w 516"/>
                                      <a:gd name="T13" fmla="*/ 70 h 881"/>
                                      <a:gd name="T14" fmla="*/ 175 w 516"/>
                                      <a:gd name="T15" fmla="*/ 41 h 881"/>
                                      <a:gd name="T16" fmla="*/ 212 w 516"/>
                                      <a:gd name="T17" fmla="*/ 18 h 881"/>
                                      <a:gd name="T18" fmla="*/ 255 w 516"/>
                                      <a:gd name="T19" fmla="*/ 4 h 881"/>
                                      <a:gd name="T20" fmla="*/ 302 w 516"/>
                                      <a:gd name="T21" fmla="*/ 0 h 881"/>
                                      <a:gd name="T22" fmla="*/ 350 w 516"/>
                                      <a:gd name="T23" fmla="*/ 4 h 881"/>
                                      <a:gd name="T24" fmla="*/ 393 w 516"/>
                                      <a:gd name="T25" fmla="*/ 18 h 881"/>
                                      <a:gd name="T26" fmla="*/ 421 w 516"/>
                                      <a:gd name="T27" fmla="*/ 33 h 881"/>
                                      <a:gd name="T28" fmla="*/ 446 w 516"/>
                                      <a:gd name="T29" fmla="*/ 55 h 881"/>
                                      <a:gd name="T30" fmla="*/ 485 w 516"/>
                                      <a:gd name="T31" fmla="*/ 110 h 881"/>
                                      <a:gd name="T32" fmla="*/ 508 w 516"/>
                                      <a:gd name="T33" fmla="*/ 183 h 881"/>
                                      <a:gd name="T34" fmla="*/ 516 w 516"/>
                                      <a:gd name="T35" fmla="*/ 274 h 881"/>
                                      <a:gd name="T36" fmla="*/ 515 w 516"/>
                                      <a:gd name="T37" fmla="*/ 312 h 881"/>
                                      <a:gd name="T38" fmla="*/ 508 w 516"/>
                                      <a:gd name="T39" fmla="*/ 365 h 881"/>
                                      <a:gd name="T40" fmla="*/ 495 w 516"/>
                                      <a:gd name="T41" fmla="*/ 412 h 881"/>
                                      <a:gd name="T42" fmla="*/ 478 w 516"/>
                                      <a:gd name="T43" fmla="*/ 455 h 881"/>
                                      <a:gd name="T44" fmla="*/ 456 w 516"/>
                                      <a:gd name="T45" fmla="*/ 493 h 881"/>
                                      <a:gd name="T46" fmla="*/ 427 w 516"/>
                                      <a:gd name="T47" fmla="*/ 526 h 881"/>
                                      <a:gd name="T48" fmla="*/ 395 w 516"/>
                                      <a:gd name="T49" fmla="*/ 553 h 881"/>
                                      <a:gd name="T50" fmla="*/ 356 w 516"/>
                                      <a:gd name="T51" fmla="*/ 575 h 881"/>
                                      <a:gd name="T52" fmla="*/ 313 w 516"/>
                                      <a:gd name="T53" fmla="*/ 590 h 881"/>
                                      <a:gd name="T54" fmla="*/ 266 w 516"/>
                                      <a:gd name="T55" fmla="*/ 600 h 881"/>
                                      <a:gd name="T56" fmla="*/ 213 w 516"/>
                                      <a:gd name="T57" fmla="*/ 603 h 881"/>
                                      <a:gd name="T58" fmla="*/ 269 w 516"/>
                                      <a:gd name="T59" fmla="*/ 102 h 881"/>
                                      <a:gd name="T60" fmla="*/ 237 w 516"/>
                                      <a:gd name="T61" fmla="*/ 108 h 881"/>
                                      <a:gd name="T62" fmla="*/ 195 w 516"/>
                                      <a:gd name="T63" fmla="*/ 132 h 881"/>
                                      <a:gd name="T64" fmla="*/ 162 w 516"/>
                                      <a:gd name="T65" fmla="*/ 170 h 881"/>
                                      <a:gd name="T66" fmla="*/ 140 w 516"/>
                                      <a:gd name="T67" fmla="*/ 220 h 881"/>
                                      <a:gd name="T68" fmla="*/ 128 w 516"/>
                                      <a:gd name="T69" fmla="*/ 275 h 881"/>
                                      <a:gd name="T70" fmla="*/ 125 w 516"/>
                                      <a:gd name="T71" fmla="*/ 493 h 881"/>
                                      <a:gd name="T72" fmla="*/ 168 w 516"/>
                                      <a:gd name="T73" fmla="*/ 501 h 881"/>
                                      <a:gd name="T74" fmla="*/ 216 w 516"/>
                                      <a:gd name="T75" fmla="*/ 505 h 881"/>
                                      <a:gd name="T76" fmla="*/ 269 w 516"/>
                                      <a:gd name="T77" fmla="*/ 497 h 881"/>
                                      <a:gd name="T78" fmla="*/ 313 w 516"/>
                                      <a:gd name="T79" fmla="*/ 477 h 881"/>
                                      <a:gd name="T80" fmla="*/ 348 w 516"/>
                                      <a:gd name="T81" fmla="*/ 440 h 881"/>
                                      <a:gd name="T82" fmla="*/ 372 w 516"/>
                                      <a:gd name="T83" fmla="*/ 386 h 881"/>
                                      <a:gd name="T84" fmla="*/ 383 w 516"/>
                                      <a:gd name="T85" fmla="*/ 315 h 881"/>
                                      <a:gd name="T86" fmla="*/ 384 w 516"/>
                                      <a:gd name="T87" fmla="*/ 264 h 881"/>
                                      <a:gd name="T88" fmla="*/ 377 w 516"/>
                                      <a:gd name="T89" fmla="*/ 208 h 881"/>
                                      <a:gd name="T90" fmla="*/ 362 w 516"/>
                                      <a:gd name="T91" fmla="*/ 163 h 881"/>
                                      <a:gd name="T92" fmla="*/ 340 w 516"/>
                                      <a:gd name="T93" fmla="*/ 131 h 881"/>
                                      <a:gd name="T94" fmla="*/ 309 w 516"/>
                                      <a:gd name="T95" fmla="*/ 110 h 881"/>
                                      <a:gd name="T96" fmla="*/ 269 w 516"/>
                                      <a:gd name="T97" fmla="*/ 102 h 8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516" h="881">
                                        <a:moveTo>
                                          <a:pt x="213" y="603"/>
                                        </a:moveTo>
                                        <a:lnTo>
                                          <a:pt x="213" y="603"/>
                                        </a:lnTo>
                                        <a:lnTo>
                                          <a:pt x="189" y="603"/>
                                        </a:lnTo>
                                        <a:lnTo>
                                          <a:pt x="168" y="602"/>
                                        </a:lnTo>
                                        <a:lnTo>
                                          <a:pt x="147" y="600"/>
                                        </a:lnTo>
                                        <a:lnTo>
                                          <a:pt x="125" y="596"/>
                                        </a:lnTo>
                                        <a:lnTo>
                                          <a:pt x="125" y="881"/>
                                        </a:lnTo>
                                        <a:lnTo>
                                          <a:pt x="0" y="881"/>
                                        </a:lnTo>
                                        <a:lnTo>
                                          <a:pt x="0" y="12"/>
                                        </a:lnTo>
                                        <a:lnTo>
                                          <a:pt x="118" y="12"/>
                                        </a:lnTo>
                                        <a:lnTo>
                                          <a:pt x="118" y="12"/>
                                        </a:lnTo>
                                        <a:lnTo>
                                          <a:pt x="118" y="37"/>
                                        </a:lnTo>
                                        <a:lnTo>
                                          <a:pt x="117" y="66"/>
                                        </a:lnTo>
                                        <a:lnTo>
                                          <a:pt x="115" y="95"/>
                                        </a:lnTo>
                                        <a:lnTo>
                                          <a:pt x="111" y="121"/>
                                        </a:lnTo>
                                        <a:lnTo>
                                          <a:pt x="114" y="121"/>
                                        </a:lnTo>
                                        <a:lnTo>
                                          <a:pt x="114" y="121"/>
                                        </a:lnTo>
                                        <a:lnTo>
                                          <a:pt x="121" y="107"/>
                                        </a:lnTo>
                                        <a:lnTo>
                                          <a:pt x="127" y="94"/>
                                        </a:lnTo>
                                        <a:lnTo>
                                          <a:pt x="136" y="82"/>
                                        </a:lnTo>
                                        <a:lnTo>
                                          <a:pt x="144" y="70"/>
                                        </a:lnTo>
                                        <a:lnTo>
                                          <a:pt x="154" y="59"/>
                                        </a:lnTo>
                                        <a:lnTo>
                                          <a:pt x="165" y="50"/>
                                        </a:lnTo>
                                        <a:lnTo>
                                          <a:pt x="175" y="41"/>
                                        </a:lnTo>
                                        <a:lnTo>
                                          <a:pt x="187" y="32"/>
                                        </a:lnTo>
                                        <a:lnTo>
                                          <a:pt x="199" y="25"/>
                                        </a:lnTo>
                                        <a:lnTo>
                                          <a:pt x="212" y="18"/>
                                        </a:lnTo>
                                        <a:lnTo>
                                          <a:pt x="226" y="13"/>
                                        </a:lnTo>
                                        <a:lnTo>
                                          <a:pt x="240" y="9"/>
                                        </a:lnTo>
                                        <a:lnTo>
                                          <a:pt x="255" y="4"/>
                                        </a:lnTo>
                                        <a:lnTo>
                                          <a:pt x="270" y="2"/>
                                        </a:lnTo>
                                        <a:lnTo>
                                          <a:pt x="286" y="0"/>
                                        </a:lnTo>
                                        <a:lnTo>
                                          <a:pt x="302" y="0"/>
                                        </a:lnTo>
                                        <a:lnTo>
                                          <a:pt x="302" y="0"/>
                                        </a:lnTo>
                                        <a:lnTo>
                                          <a:pt x="327" y="1"/>
                                        </a:lnTo>
                                        <a:lnTo>
                                          <a:pt x="350" y="4"/>
                                        </a:lnTo>
                                        <a:lnTo>
                                          <a:pt x="373" y="10"/>
                                        </a:lnTo>
                                        <a:lnTo>
                                          <a:pt x="384" y="14"/>
                                        </a:lnTo>
                                        <a:lnTo>
                                          <a:pt x="393" y="18"/>
                                        </a:lnTo>
                                        <a:lnTo>
                                          <a:pt x="403" y="23"/>
                                        </a:lnTo>
                                        <a:lnTo>
                                          <a:pt x="413" y="28"/>
                                        </a:lnTo>
                                        <a:lnTo>
                                          <a:pt x="421" y="33"/>
                                        </a:lnTo>
                                        <a:lnTo>
                                          <a:pt x="430" y="40"/>
                                        </a:lnTo>
                                        <a:lnTo>
                                          <a:pt x="439" y="47"/>
                                        </a:lnTo>
                                        <a:lnTo>
                                          <a:pt x="446" y="55"/>
                                        </a:lnTo>
                                        <a:lnTo>
                                          <a:pt x="460" y="71"/>
                                        </a:lnTo>
                                        <a:lnTo>
                                          <a:pt x="473" y="90"/>
                                        </a:lnTo>
                                        <a:lnTo>
                                          <a:pt x="485" y="110"/>
                                        </a:lnTo>
                                        <a:lnTo>
                                          <a:pt x="494" y="133"/>
                                        </a:lnTo>
                                        <a:lnTo>
                                          <a:pt x="502" y="157"/>
                                        </a:lnTo>
                                        <a:lnTo>
                                          <a:pt x="508" y="183"/>
                                        </a:lnTo>
                                        <a:lnTo>
                                          <a:pt x="513" y="212"/>
                                        </a:lnTo>
                                        <a:lnTo>
                                          <a:pt x="515" y="243"/>
                                        </a:lnTo>
                                        <a:lnTo>
                                          <a:pt x="516" y="274"/>
                                        </a:lnTo>
                                        <a:lnTo>
                                          <a:pt x="516" y="274"/>
                                        </a:lnTo>
                                        <a:lnTo>
                                          <a:pt x="516" y="293"/>
                                        </a:lnTo>
                                        <a:lnTo>
                                          <a:pt x="515" y="312"/>
                                        </a:lnTo>
                                        <a:lnTo>
                                          <a:pt x="513" y="330"/>
                                        </a:lnTo>
                                        <a:lnTo>
                                          <a:pt x="511" y="347"/>
                                        </a:lnTo>
                                        <a:lnTo>
                                          <a:pt x="508" y="365"/>
                                        </a:lnTo>
                                        <a:lnTo>
                                          <a:pt x="504" y="381"/>
                                        </a:lnTo>
                                        <a:lnTo>
                                          <a:pt x="501" y="397"/>
                                        </a:lnTo>
                                        <a:lnTo>
                                          <a:pt x="495" y="412"/>
                                        </a:lnTo>
                                        <a:lnTo>
                                          <a:pt x="490" y="427"/>
                                        </a:lnTo>
                                        <a:lnTo>
                                          <a:pt x="485" y="441"/>
                                        </a:lnTo>
                                        <a:lnTo>
                                          <a:pt x="478" y="455"/>
                                        </a:lnTo>
                                        <a:lnTo>
                                          <a:pt x="471" y="468"/>
                                        </a:lnTo>
                                        <a:lnTo>
                                          <a:pt x="463" y="481"/>
                                        </a:lnTo>
                                        <a:lnTo>
                                          <a:pt x="456" y="493"/>
                                        </a:lnTo>
                                        <a:lnTo>
                                          <a:pt x="446" y="505"/>
                                        </a:lnTo>
                                        <a:lnTo>
                                          <a:pt x="437" y="515"/>
                                        </a:lnTo>
                                        <a:lnTo>
                                          <a:pt x="427" y="526"/>
                                        </a:lnTo>
                                        <a:lnTo>
                                          <a:pt x="417" y="536"/>
                                        </a:lnTo>
                                        <a:lnTo>
                                          <a:pt x="405" y="545"/>
                                        </a:lnTo>
                                        <a:lnTo>
                                          <a:pt x="395" y="553"/>
                                        </a:lnTo>
                                        <a:lnTo>
                                          <a:pt x="382" y="561"/>
                                        </a:lnTo>
                                        <a:lnTo>
                                          <a:pt x="369" y="568"/>
                                        </a:lnTo>
                                        <a:lnTo>
                                          <a:pt x="356" y="575"/>
                                        </a:lnTo>
                                        <a:lnTo>
                                          <a:pt x="342" y="580"/>
                                        </a:lnTo>
                                        <a:lnTo>
                                          <a:pt x="328" y="586"/>
                                        </a:lnTo>
                                        <a:lnTo>
                                          <a:pt x="313" y="590"/>
                                        </a:lnTo>
                                        <a:lnTo>
                                          <a:pt x="298" y="594"/>
                                        </a:lnTo>
                                        <a:lnTo>
                                          <a:pt x="282" y="597"/>
                                        </a:lnTo>
                                        <a:lnTo>
                                          <a:pt x="266" y="600"/>
                                        </a:lnTo>
                                        <a:lnTo>
                                          <a:pt x="248" y="602"/>
                                        </a:lnTo>
                                        <a:lnTo>
                                          <a:pt x="231" y="603"/>
                                        </a:lnTo>
                                        <a:lnTo>
                                          <a:pt x="213" y="603"/>
                                        </a:lnTo>
                                        <a:lnTo>
                                          <a:pt x="213" y="603"/>
                                        </a:lnTo>
                                        <a:close/>
                                        <a:moveTo>
                                          <a:pt x="269" y="102"/>
                                        </a:moveTo>
                                        <a:lnTo>
                                          <a:pt x="269" y="102"/>
                                        </a:lnTo>
                                        <a:lnTo>
                                          <a:pt x="260" y="104"/>
                                        </a:lnTo>
                                        <a:lnTo>
                                          <a:pt x="252" y="105"/>
                                        </a:lnTo>
                                        <a:lnTo>
                                          <a:pt x="237" y="108"/>
                                        </a:lnTo>
                                        <a:lnTo>
                                          <a:pt x="222" y="114"/>
                                        </a:lnTo>
                                        <a:lnTo>
                                          <a:pt x="208" y="122"/>
                                        </a:lnTo>
                                        <a:lnTo>
                                          <a:pt x="195" y="132"/>
                                        </a:lnTo>
                                        <a:lnTo>
                                          <a:pt x="183" y="143"/>
                                        </a:lnTo>
                                        <a:lnTo>
                                          <a:pt x="172" y="156"/>
                                        </a:lnTo>
                                        <a:lnTo>
                                          <a:pt x="162" y="170"/>
                                        </a:lnTo>
                                        <a:lnTo>
                                          <a:pt x="154" y="187"/>
                                        </a:lnTo>
                                        <a:lnTo>
                                          <a:pt x="146" y="203"/>
                                        </a:lnTo>
                                        <a:lnTo>
                                          <a:pt x="140" y="220"/>
                                        </a:lnTo>
                                        <a:lnTo>
                                          <a:pt x="135" y="238"/>
                                        </a:lnTo>
                                        <a:lnTo>
                                          <a:pt x="130" y="257"/>
                                        </a:lnTo>
                                        <a:lnTo>
                                          <a:pt x="128" y="275"/>
                                        </a:lnTo>
                                        <a:lnTo>
                                          <a:pt x="126" y="294"/>
                                        </a:lnTo>
                                        <a:lnTo>
                                          <a:pt x="125" y="313"/>
                                        </a:lnTo>
                                        <a:lnTo>
                                          <a:pt x="125" y="493"/>
                                        </a:lnTo>
                                        <a:lnTo>
                                          <a:pt x="125" y="493"/>
                                        </a:lnTo>
                                        <a:lnTo>
                                          <a:pt x="146" y="498"/>
                                        </a:lnTo>
                                        <a:lnTo>
                                          <a:pt x="168" y="501"/>
                                        </a:lnTo>
                                        <a:lnTo>
                                          <a:pt x="191" y="504"/>
                                        </a:lnTo>
                                        <a:lnTo>
                                          <a:pt x="216" y="505"/>
                                        </a:lnTo>
                                        <a:lnTo>
                                          <a:pt x="216" y="505"/>
                                        </a:lnTo>
                                        <a:lnTo>
                                          <a:pt x="234" y="504"/>
                                        </a:lnTo>
                                        <a:lnTo>
                                          <a:pt x="253" y="501"/>
                                        </a:lnTo>
                                        <a:lnTo>
                                          <a:pt x="269" y="497"/>
                                        </a:lnTo>
                                        <a:lnTo>
                                          <a:pt x="285" y="493"/>
                                        </a:lnTo>
                                        <a:lnTo>
                                          <a:pt x="299" y="485"/>
                                        </a:lnTo>
                                        <a:lnTo>
                                          <a:pt x="313" y="477"/>
                                        </a:lnTo>
                                        <a:lnTo>
                                          <a:pt x="326" y="466"/>
                                        </a:lnTo>
                                        <a:lnTo>
                                          <a:pt x="338" y="454"/>
                                        </a:lnTo>
                                        <a:lnTo>
                                          <a:pt x="348" y="440"/>
                                        </a:lnTo>
                                        <a:lnTo>
                                          <a:pt x="357" y="424"/>
                                        </a:lnTo>
                                        <a:lnTo>
                                          <a:pt x="364" y="407"/>
                                        </a:lnTo>
                                        <a:lnTo>
                                          <a:pt x="372" y="386"/>
                                        </a:lnTo>
                                        <a:lnTo>
                                          <a:pt x="377" y="365"/>
                                        </a:lnTo>
                                        <a:lnTo>
                                          <a:pt x="381" y="341"/>
                                        </a:lnTo>
                                        <a:lnTo>
                                          <a:pt x="383" y="315"/>
                                        </a:lnTo>
                                        <a:lnTo>
                                          <a:pt x="384" y="286"/>
                                        </a:lnTo>
                                        <a:lnTo>
                                          <a:pt x="384" y="286"/>
                                        </a:lnTo>
                                        <a:lnTo>
                                          <a:pt x="384" y="264"/>
                                        </a:lnTo>
                                        <a:lnTo>
                                          <a:pt x="382" y="245"/>
                                        </a:lnTo>
                                        <a:lnTo>
                                          <a:pt x="379" y="225"/>
                                        </a:lnTo>
                                        <a:lnTo>
                                          <a:pt x="377" y="208"/>
                                        </a:lnTo>
                                        <a:lnTo>
                                          <a:pt x="373" y="192"/>
                                        </a:lnTo>
                                        <a:lnTo>
                                          <a:pt x="368" y="177"/>
                                        </a:lnTo>
                                        <a:lnTo>
                                          <a:pt x="362" y="163"/>
                                        </a:lnTo>
                                        <a:lnTo>
                                          <a:pt x="356" y="151"/>
                                        </a:lnTo>
                                        <a:lnTo>
                                          <a:pt x="348" y="139"/>
                                        </a:lnTo>
                                        <a:lnTo>
                                          <a:pt x="340" y="131"/>
                                        </a:lnTo>
                                        <a:lnTo>
                                          <a:pt x="330" y="122"/>
                                        </a:lnTo>
                                        <a:lnTo>
                                          <a:pt x="320" y="115"/>
                                        </a:lnTo>
                                        <a:lnTo>
                                          <a:pt x="309" y="110"/>
                                        </a:lnTo>
                                        <a:lnTo>
                                          <a:pt x="297" y="106"/>
                                        </a:lnTo>
                                        <a:lnTo>
                                          <a:pt x="284" y="104"/>
                                        </a:lnTo>
                                        <a:lnTo>
                                          <a:pt x="269" y="102"/>
                                        </a:lnTo>
                                        <a:lnTo>
                                          <a:pt x="269" y="102"/>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6" name="Freeform 137"/>
                                <wps:cNvSpPr>
                                  <a:spLocks noEditPoints="1"/>
                                </wps:cNvSpPr>
                                <wps:spPr bwMode="auto">
                                  <a:xfrm>
                                    <a:off x="814705" y="688975"/>
                                    <a:ext cx="43815" cy="48260"/>
                                  </a:xfrm>
                                  <a:custGeom>
                                    <a:avLst/>
                                    <a:gdLst>
                                      <a:gd name="T0" fmla="*/ 208 w 554"/>
                                      <a:gd name="T1" fmla="*/ 602 h 606"/>
                                      <a:gd name="T2" fmla="*/ 144 w 554"/>
                                      <a:gd name="T3" fmla="*/ 584 h 606"/>
                                      <a:gd name="T4" fmla="*/ 101 w 554"/>
                                      <a:gd name="T5" fmla="*/ 560 h 606"/>
                                      <a:gd name="T6" fmla="*/ 63 w 554"/>
                                      <a:gd name="T7" fmla="*/ 526 h 606"/>
                                      <a:gd name="T8" fmla="*/ 34 w 554"/>
                                      <a:gd name="T9" fmla="*/ 483 h 606"/>
                                      <a:gd name="T10" fmla="*/ 14 w 554"/>
                                      <a:gd name="T11" fmla="*/ 429 h 606"/>
                                      <a:gd name="T12" fmla="*/ 2 w 554"/>
                                      <a:gd name="T13" fmla="*/ 366 h 606"/>
                                      <a:gd name="T14" fmla="*/ 0 w 554"/>
                                      <a:gd name="T15" fmla="*/ 294 h 606"/>
                                      <a:gd name="T16" fmla="*/ 8 w 554"/>
                                      <a:gd name="T17" fmla="*/ 232 h 606"/>
                                      <a:gd name="T18" fmla="*/ 26 w 554"/>
                                      <a:gd name="T19" fmla="*/ 174 h 606"/>
                                      <a:gd name="T20" fmla="*/ 53 w 554"/>
                                      <a:gd name="T21" fmla="*/ 123 h 606"/>
                                      <a:gd name="T22" fmla="*/ 88 w 554"/>
                                      <a:gd name="T23" fmla="*/ 79 h 606"/>
                                      <a:gd name="T24" fmla="*/ 132 w 554"/>
                                      <a:gd name="T25" fmla="*/ 44 h 606"/>
                                      <a:gd name="T26" fmla="*/ 184 w 554"/>
                                      <a:gd name="T27" fmla="*/ 18 h 606"/>
                                      <a:gd name="T28" fmla="*/ 242 w 554"/>
                                      <a:gd name="T29" fmla="*/ 3 h 606"/>
                                      <a:gd name="T30" fmla="*/ 289 w 554"/>
                                      <a:gd name="T31" fmla="*/ 0 h 606"/>
                                      <a:gd name="T32" fmla="*/ 396 w 554"/>
                                      <a:gd name="T33" fmla="*/ 16 h 606"/>
                                      <a:gd name="T34" fmla="*/ 442 w 554"/>
                                      <a:gd name="T35" fmla="*/ 38 h 606"/>
                                      <a:gd name="T36" fmla="*/ 480 w 554"/>
                                      <a:gd name="T37" fmla="*/ 69 h 606"/>
                                      <a:gd name="T38" fmla="*/ 511 w 554"/>
                                      <a:gd name="T39" fmla="*/ 109 h 606"/>
                                      <a:gd name="T40" fmla="*/ 535 w 554"/>
                                      <a:gd name="T41" fmla="*/ 160 h 606"/>
                                      <a:gd name="T42" fmla="*/ 550 w 554"/>
                                      <a:gd name="T43" fmla="*/ 220 h 606"/>
                                      <a:gd name="T44" fmla="*/ 554 w 554"/>
                                      <a:gd name="T45" fmla="*/ 292 h 606"/>
                                      <a:gd name="T46" fmla="*/ 552 w 554"/>
                                      <a:gd name="T47" fmla="*/ 341 h 606"/>
                                      <a:gd name="T48" fmla="*/ 538 w 554"/>
                                      <a:gd name="T49" fmla="*/ 402 h 606"/>
                                      <a:gd name="T50" fmla="*/ 516 w 554"/>
                                      <a:gd name="T51" fmla="*/ 457 h 606"/>
                                      <a:gd name="T52" fmla="*/ 485 w 554"/>
                                      <a:gd name="T53" fmla="*/ 506 h 606"/>
                                      <a:gd name="T54" fmla="*/ 444 w 554"/>
                                      <a:gd name="T55" fmla="*/ 546 h 606"/>
                                      <a:gd name="T56" fmla="*/ 396 w 554"/>
                                      <a:gd name="T57" fmla="*/ 576 h 606"/>
                                      <a:gd name="T58" fmla="*/ 343 w 554"/>
                                      <a:gd name="T59" fmla="*/ 596 h 606"/>
                                      <a:gd name="T60" fmla="*/ 281 w 554"/>
                                      <a:gd name="T61" fmla="*/ 606 h 606"/>
                                      <a:gd name="T62" fmla="*/ 279 w 554"/>
                                      <a:gd name="T63" fmla="*/ 106 h 606"/>
                                      <a:gd name="T64" fmla="*/ 223 w 554"/>
                                      <a:gd name="T65" fmla="*/ 117 h 606"/>
                                      <a:gd name="T66" fmla="*/ 175 w 554"/>
                                      <a:gd name="T67" fmla="*/ 151 h 606"/>
                                      <a:gd name="T68" fmla="*/ 142 w 554"/>
                                      <a:gd name="T69" fmla="*/ 211 h 606"/>
                                      <a:gd name="T70" fmla="*/ 129 w 554"/>
                                      <a:gd name="T71" fmla="*/ 298 h 606"/>
                                      <a:gd name="T72" fmla="*/ 134 w 554"/>
                                      <a:gd name="T73" fmla="*/ 366 h 606"/>
                                      <a:gd name="T74" fmla="*/ 158 w 554"/>
                                      <a:gd name="T75" fmla="*/ 434 h 606"/>
                                      <a:gd name="T76" fmla="*/ 200 w 554"/>
                                      <a:gd name="T77" fmla="*/ 479 h 606"/>
                                      <a:gd name="T78" fmla="*/ 260 w 554"/>
                                      <a:gd name="T79" fmla="*/ 497 h 606"/>
                                      <a:gd name="T80" fmla="*/ 307 w 554"/>
                                      <a:gd name="T81" fmla="*/ 495 h 606"/>
                                      <a:gd name="T82" fmla="*/ 360 w 554"/>
                                      <a:gd name="T83" fmla="*/ 471 h 606"/>
                                      <a:gd name="T84" fmla="*/ 401 w 554"/>
                                      <a:gd name="T85" fmla="*/ 422 h 606"/>
                                      <a:gd name="T86" fmla="*/ 423 w 554"/>
                                      <a:gd name="T87" fmla="*/ 347 h 606"/>
                                      <a:gd name="T88" fmla="*/ 425 w 554"/>
                                      <a:gd name="T89" fmla="*/ 277 h 606"/>
                                      <a:gd name="T90" fmla="*/ 413 w 554"/>
                                      <a:gd name="T91" fmla="*/ 200 h 606"/>
                                      <a:gd name="T92" fmla="*/ 380 w 554"/>
                                      <a:gd name="T93" fmla="*/ 145 h 606"/>
                                      <a:gd name="T94" fmla="*/ 330 w 554"/>
                                      <a:gd name="T95" fmla="*/ 112 h 606"/>
                                      <a:gd name="T96" fmla="*/ 279 w 554"/>
                                      <a:gd name="T97" fmla="*/ 106 h 6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554" h="606">
                                        <a:moveTo>
                                          <a:pt x="266" y="606"/>
                                        </a:moveTo>
                                        <a:lnTo>
                                          <a:pt x="266" y="606"/>
                                        </a:lnTo>
                                        <a:lnTo>
                                          <a:pt x="236" y="605"/>
                                        </a:lnTo>
                                        <a:lnTo>
                                          <a:pt x="208" y="602"/>
                                        </a:lnTo>
                                        <a:lnTo>
                                          <a:pt x="182" y="596"/>
                                        </a:lnTo>
                                        <a:lnTo>
                                          <a:pt x="169" y="593"/>
                                        </a:lnTo>
                                        <a:lnTo>
                                          <a:pt x="157" y="589"/>
                                        </a:lnTo>
                                        <a:lnTo>
                                          <a:pt x="144" y="584"/>
                                        </a:lnTo>
                                        <a:lnTo>
                                          <a:pt x="133" y="579"/>
                                        </a:lnTo>
                                        <a:lnTo>
                                          <a:pt x="121" y="574"/>
                                        </a:lnTo>
                                        <a:lnTo>
                                          <a:pt x="111" y="567"/>
                                        </a:lnTo>
                                        <a:lnTo>
                                          <a:pt x="101" y="560"/>
                                        </a:lnTo>
                                        <a:lnTo>
                                          <a:pt x="90" y="552"/>
                                        </a:lnTo>
                                        <a:lnTo>
                                          <a:pt x="82" y="545"/>
                                        </a:lnTo>
                                        <a:lnTo>
                                          <a:pt x="72" y="536"/>
                                        </a:lnTo>
                                        <a:lnTo>
                                          <a:pt x="63" y="526"/>
                                        </a:lnTo>
                                        <a:lnTo>
                                          <a:pt x="56" y="517"/>
                                        </a:lnTo>
                                        <a:lnTo>
                                          <a:pt x="48" y="506"/>
                                        </a:lnTo>
                                        <a:lnTo>
                                          <a:pt x="41" y="495"/>
                                        </a:lnTo>
                                        <a:lnTo>
                                          <a:pt x="34" y="483"/>
                                        </a:lnTo>
                                        <a:lnTo>
                                          <a:pt x="29" y="470"/>
                                        </a:lnTo>
                                        <a:lnTo>
                                          <a:pt x="24" y="457"/>
                                        </a:lnTo>
                                        <a:lnTo>
                                          <a:pt x="18" y="443"/>
                                        </a:lnTo>
                                        <a:lnTo>
                                          <a:pt x="14" y="429"/>
                                        </a:lnTo>
                                        <a:lnTo>
                                          <a:pt x="11" y="414"/>
                                        </a:lnTo>
                                        <a:lnTo>
                                          <a:pt x="8" y="399"/>
                                        </a:lnTo>
                                        <a:lnTo>
                                          <a:pt x="4" y="383"/>
                                        </a:lnTo>
                                        <a:lnTo>
                                          <a:pt x="2" y="366"/>
                                        </a:lnTo>
                                        <a:lnTo>
                                          <a:pt x="1" y="348"/>
                                        </a:lnTo>
                                        <a:lnTo>
                                          <a:pt x="0" y="311"/>
                                        </a:lnTo>
                                        <a:lnTo>
                                          <a:pt x="0" y="311"/>
                                        </a:lnTo>
                                        <a:lnTo>
                                          <a:pt x="0" y="294"/>
                                        </a:lnTo>
                                        <a:lnTo>
                                          <a:pt x="1" y="278"/>
                                        </a:lnTo>
                                        <a:lnTo>
                                          <a:pt x="2" y="262"/>
                                        </a:lnTo>
                                        <a:lnTo>
                                          <a:pt x="4" y="247"/>
                                        </a:lnTo>
                                        <a:lnTo>
                                          <a:pt x="8" y="232"/>
                                        </a:lnTo>
                                        <a:lnTo>
                                          <a:pt x="11" y="217"/>
                                        </a:lnTo>
                                        <a:lnTo>
                                          <a:pt x="15" y="202"/>
                                        </a:lnTo>
                                        <a:lnTo>
                                          <a:pt x="20" y="188"/>
                                        </a:lnTo>
                                        <a:lnTo>
                                          <a:pt x="26" y="174"/>
                                        </a:lnTo>
                                        <a:lnTo>
                                          <a:pt x="31" y="161"/>
                                        </a:lnTo>
                                        <a:lnTo>
                                          <a:pt x="38" y="148"/>
                                        </a:lnTo>
                                        <a:lnTo>
                                          <a:pt x="45" y="135"/>
                                        </a:lnTo>
                                        <a:lnTo>
                                          <a:pt x="53" y="123"/>
                                        </a:lnTo>
                                        <a:lnTo>
                                          <a:pt x="60" y="111"/>
                                        </a:lnTo>
                                        <a:lnTo>
                                          <a:pt x="69" y="100"/>
                                        </a:lnTo>
                                        <a:lnTo>
                                          <a:pt x="78" y="90"/>
                                        </a:lnTo>
                                        <a:lnTo>
                                          <a:pt x="88" y="79"/>
                                        </a:lnTo>
                                        <a:lnTo>
                                          <a:pt x="98" y="69"/>
                                        </a:lnTo>
                                        <a:lnTo>
                                          <a:pt x="109" y="60"/>
                                        </a:lnTo>
                                        <a:lnTo>
                                          <a:pt x="120" y="52"/>
                                        </a:lnTo>
                                        <a:lnTo>
                                          <a:pt x="132" y="44"/>
                                        </a:lnTo>
                                        <a:lnTo>
                                          <a:pt x="144" y="37"/>
                                        </a:lnTo>
                                        <a:lnTo>
                                          <a:pt x="157" y="29"/>
                                        </a:lnTo>
                                        <a:lnTo>
                                          <a:pt x="170" y="24"/>
                                        </a:lnTo>
                                        <a:lnTo>
                                          <a:pt x="184" y="18"/>
                                        </a:lnTo>
                                        <a:lnTo>
                                          <a:pt x="197" y="13"/>
                                        </a:lnTo>
                                        <a:lnTo>
                                          <a:pt x="212" y="10"/>
                                        </a:lnTo>
                                        <a:lnTo>
                                          <a:pt x="227" y="5"/>
                                        </a:lnTo>
                                        <a:lnTo>
                                          <a:pt x="242" y="3"/>
                                        </a:lnTo>
                                        <a:lnTo>
                                          <a:pt x="257" y="1"/>
                                        </a:lnTo>
                                        <a:lnTo>
                                          <a:pt x="273" y="0"/>
                                        </a:lnTo>
                                        <a:lnTo>
                                          <a:pt x="289" y="0"/>
                                        </a:lnTo>
                                        <a:lnTo>
                                          <a:pt x="289" y="0"/>
                                        </a:lnTo>
                                        <a:lnTo>
                                          <a:pt x="318" y="1"/>
                                        </a:lnTo>
                                        <a:lnTo>
                                          <a:pt x="346" y="4"/>
                                        </a:lnTo>
                                        <a:lnTo>
                                          <a:pt x="372" y="9"/>
                                        </a:lnTo>
                                        <a:lnTo>
                                          <a:pt x="396" y="16"/>
                                        </a:lnTo>
                                        <a:lnTo>
                                          <a:pt x="408" y="21"/>
                                        </a:lnTo>
                                        <a:lnTo>
                                          <a:pt x="420" y="26"/>
                                        </a:lnTo>
                                        <a:lnTo>
                                          <a:pt x="431" y="31"/>
                                        </a:lnTo>
                                        <a:lnTo>
                                          <a:pt x="442" y="38"/>
                                        </a:lnTo>
                                        <a:lnTo>
                                          <a:pt x="452" y="45"/>
                                        </a:lnTo>
                                        <a:lnTo>
                                          <a:pt x="462" y="52"/>
                                        </a:lnTo>
                                        <a:lnTo>
                                          <a:pt x="472" y="60"/>
                                        </a:lnTo>
                                        <a:lnTo>
                                          <a:pt x="480" y="69"/>
                                        </a:lnTo>
                                        <a:lnTo>
                                          <a:pt x="489" y="78"/>
                                        </a:lnTo>
                                        <a:lnTo>
                                          <a:pt x="497" y="87"/>
                                        </a:lnTo>
                                        <a:lnTo>
                                          <a:pt x="505" y="98"/>
                                        </a:lnTo>
                                        <a:lnTo>
                                          <a:pt x="511" y="109"/>
                                        </a:lnTo>
                                        <a:lnTo>
                                          <a:pt x="519" y="121"/>
                                        </a:lnTo>
                                        <a:lnTo>
                                          <a:pt x="524" y="133"/>
                                        </a:lnTo>
                                        <a:lnTo>
                                          <a:pt x="530" y="146"/>
                                        </a:lnTo>
                                        <a:lnTo>
                                          <a:pt x="535" y="160"/>
                                        </a:lnTo>
                                        <a:lnTo>
                                          <a:pt x="539" y="174"/>
                                        </a:lnTo>
                                        <a:lnTo>
                                          <a:pt x="544" y="189"/>
                                        </a:lnTo>
                                        <a:lnTo>
                                          <a:pt x="547" y="204"/>
                                        </a:lnTo>
                                        <a:lnTo>
                                          <a:pt x="550" y="220"/>
                                        </a:lnTo>
                                        <a:lnTo>
                                          <a:pt x="552" y="237"/>
                                        </a:lnTo>
                                        <a:lnTo>
                                          <a:pt x="553" y="255"/>
                                        </a:lnTo>
                                        <a:lnTo>
                                          <a:pt x="554" y="273"/>
                                        </a:lnTo>
                                        <a:lnTo>
                                          <a:pt x="554" y="292"/>
                                        </a:lnTo>
                                        <a:lnTo>
                                          <a:pt x="554" y="292"/>
                                        </a:lnTo>
                                        <a:lnTo>
                                          <a:pt x="554" y="308"/>
                                        </a:lnTo>
                                        <a:lnTo>
                                          <a:pt x="553" y="325"/>
                                        </a:lnTo>
                                        <a:lnTo>
                                          <a:pt x="552" y="341"/>
                                        </a:lnTo>
                                        <a:lnTo>
                                          <a:pt x="549" y="357"/>
                                        </a:lnTo>
                                        <a:lnTo>
                                          <a:pt x="547" y="372"/>
                                        </a:lnTo>
                                        <a:lnTo>
                                          <a:pt x="543" y="387"/>
                                        </a:lnTo>
                                        <a:lnTo>
                                          <a:pt x="538" y="402"/>
                                        </a:lnTo>
                                        <a:lnTo>
                                          <a:pt x="534" y="416"/>
                                        </a:lnTo>
                                        <a:lnTo>
                                          <a:pt x="529" y="430"/>
                                        </a:lnTo>
                                        <a:lnTo>
                                          <a:pt x="522" y="444"/>
                                        </a:lnTo>
                                        <a:lnTo>
                                          <a:pt x="516" y="457"/>
                                        </a:lnTo>
                                        <a:lnTo>
                                          <a:pt x="509" y="470"/>
                                        </a:lnTo>
                                        <a:lnTo>
                                          <a:pt x="501" y="482"/>
                                        </a:lnTo>
                                        <a:lnTo>
                                          <a:pt x="493" y="494"/>
                                        </a:lnTo>
                                        <a:lnTo>
                                          <a:pt x="485" y="506"/>
                                        </a:lnTo>
                                        <a:lnTo>
                                          <a:pt x="475" y="517"/>
                                        </a:lnTo>
                                        <a:lnTo>
                                          <a:pt x="465" y="526"/>
                                        </a:lnTo>
                                        <a:lnTo>
                                          <a:pt x="454" y="536"/>
                                        </a:lnTo>
                                        <a:lnTo>
                                          <a:pt x="444" y="546"/>
                                        </a:lnTo>
                                        <a:lnTo>
                                          <a:pt x="433" y="554"/>
                                        </a:lnTo>
                                        <a:lnTo>
                                          <a:pt x="421" y="562"/>
                                        </a:lnTo>
                                        <a:lnTo>
                                          <a:pt x="409" y="569"/>
                                        </a:lnTo>
                                        <a:lnTo>
                                          <a:pt x="396" y="576"/>
                                        </a:lnTo>
                                        <a:lnTo>
                                          <a:pt x="384" y="582"/>
                                        </a:lnTo>
                                        <a:lnTo>
                                          <a:pt x="371" y="588"/>
                                        </a:lnTo>
                                        <a:lnTo>
                                          <a:pt x="357" y="593"/>
                                        </a:lnTo>
                                        <a:lnTo>
                                          <a:pt x="343" y="596"/>
                                        </a:lnTo>
                                        <a:lnTo>
                                          <a:pt x="328" y="601"/>
                                        </a:lnTo>
                                        <a:lnTo>
                                          <a:pt x="313" y="603"/>
                                        </a:lnTo>
                                        <a:lnTo>
                                          <a:pt x="298" y="605"/>
                                        </a:lnTo>
                                        <a:lnTo>
                                          <a:pt x="281" y="606"/>
                                        </a:lnTo>
                                        <a:lnTo>
                                          <a:pt x="266" y="606"/>
                                        </a:lnTo>
                                        <a:lnTo>
                                          <a:pt x="266" y="606"/>
                                        </a:lnTo>
                                        <a:close/>
                                        <a:moveTo>
                                          <a:pt x="279" y="106"/>
                                        </a:moveTo>
                                        <a:lnTo>
                                          <a:pt x="279" y="106"/>
                                        </a:lnTo>
                                        <a:lnTo>
                                          <a:pt x="264" y="106"/>
                                        </a:lnTo>
                                        <a:lnTo>
                                          <a:pt x="250" y="108"/>
                                        </a:lnTo>
                                        <a:lnTo>
                                          <a:pt x="237" y="111"/>
                                        </a:lnTo>
                                        <a:lnTo>
                                          <a:pt x="223" y="117"/>
                                        </a:lnTo>
                                        <a:lnTo>
                                          <a:pt x="211" y="123"/>
                                        </a:lnTo>
                                        <a:lnTo>
                                          <a:pt x="198" y="131"/>
                                        </a:lnTo>
                                        <a:lnTo>
                                          <a:pt x="187" y="140"/>
                                        </a:lnTo>
                                        <a:lnTo>
                                          <a:pt x="175" y="151"/>
                                        </a:lnTo>
                                        <a:lnTo>
                                          <a:pt x="165" y="164"/>
                                        </a:lnTo>
                                        <a:lnTo>
                                          <a:pt x="157" y="178"/>
                                        </a:lnTo>
                                        <a:lnTo>
                                          <a:pt x="148" y="194"/>
                                        </a:lnTo>
                                        <a:lnTo>
                                          <a:pt x="142" y="211"/>
                                        </a:lnTo>
                                        <a:lnTo>
                                          <a:pt x="136" y="231"/>
                                        </a:lnTo>
                                        <a:lnTo>
                                          <a:pt x="132" y="251"/>
                                        </a:lnTo>
                                        <a:lnTo>
                                          <a:pt x="130" y="274"/>
                                        </a:lnTo>
                                        <a:lnTo>
                                          <a:pt x="129" y="298"/>
                                        </a:lnTo>
                                        <a:lnTo>
                                          <a:pt x="129" y="298"/>
                                        </a:lnTo>
                                        <a:lnTo>
                                          <a:pt x="130" y="321"/>
                                        </a:lnTo>
                                        <a:lnTo>
                                          <a:pt x="132" y="344"/>
                                        </a:lnTo>
                                        <a:lnTo>
                                          <a:pt x="134" y="366"/>
                                        </a:lnTo>
                                        <a:lnTo>
                                          <a:pt x="139" y="385"/>
                                        </a:lnTo>
                                        <a:lnTo>
                                          <a:pt x="144" y="402"/>
                                        </a:lnTo>
                                        <a:lnTo>
                                          <a:pt x="150" y="419"/>
                                        </a:lnTo>
                                        <a:lnTo>
                                          <a:pt x="158" y="434"/>
                                        </a:lnTo>
                                        <a:lnTo>
                                          <a:pt x="168" y="448"/>
                                        </a:lnTo>
                                        <a:lnTo>
                                          <a:pt x="177" y="459"/>
                                        </a:lnTo>
                                        <a:lnTo>
                                          <a:pt x="188" y="469"/>
                                        </a:lnTo>
                                        <a:lnTo>
                                          <a:pt x="200" y="479"/>
                                        </a:lnTo>
                                        <a:lnTo>
                                          <a:pt x="214" y="485"/>
                                        </a:lnTo>
                                        <a:lnTo>
                                          <a:pt x="228" y="491"/>
                                        </a:lnTo>
                                        <a:lnTo>
                                          <a:pt x="244" y="495"/>
                                        </a:lnTo>
                                        <a:lnTo>
                                          <a:pt x="260" y="497"/>
                                        </a:lnTo>
                                        <a:lnTo>
                                          <a:pt x="278" y="498"/>
                                        </a:lnTo>
                                        <a:lnTo>
                                          <a:pt x="278" y="498"/>
                                        </a:lnTo>
                                        <a:lnTo>
                                          <a:pt x="292" y="497"/>
                                        </a:lnTo>
                                        <a:lnTo>
                                          <a:pt x="307" y="495"/>
                                        </a:lnTo>
                                        <a:lnTo>
                                          <a:pt x="321" y="492"/>
                                        </a:lnTo>
                                        <a:lnTo>
                                          <a:pt x="335" y="486"/>
                                        </a:lnTo>
                                        <a:lnTo>
                                          <a:pt x="348" y="480"/>
                                        </a:lnTo>
                                        <a:lnTo>
                                          <a:pt x="360" y="471"/>
                                        </a:lnTo>
                                        <a:lnTo>
                                          <a:pt x="372" y="462"/>
                                        </a:lnTo>
                                        <a:lnTo>
                                          <a:pt x="382" y="450"/>
                                        </a:lnTo>
                                        <a:lnTo>
                                          <a:pt x="392" y="437"/>
                                        </a:lnTo>
                                        <a:lnTo>
                                          <a:pt x="401" y="422"/>
                                        </a:lnTo>
                                        <a:lnTo>
                                          <a:pt x="408" y="405"/>
                                        </a:lnTo>
                                        <a:lnTo>
                                          <a:pt x="415" y="388"/>
                                        </a:lnTo>
                                        <a:lnTo>
                                          <a:pt x="419" y="369"/>
                                        </a:lnTo>
                                        <a:lnTo>
                                          <a:pt x="423" y="347"/>
                                        </a:lnTo>
                                        <a:lnTo>
                                          <a:pt x="425" y="325"/>
                                        </a:lnTo>
                                        <a:lnTo>
                                          <a:pt x="427" y="300"/>
                                        </a:lnTo>
                                        <a:lnTo>
                                          <a:pt x="427" y="300"/>
                                        </a:lnTo>
                                        <a:lnTo>
                                          <a:pt x="425" y="277"/>
                                        </a:lnTo>
                                        <a:lnTo>
                                          <a:pt x="424" y="256"/>
                                        </a:lnTo>
                                        <a:lnTo>
                                          <a:pt x="421" y="236"/>
                                        </a:lnTo>
                                        <a:lnTo>
                                          <a:pt x="417" y="217"/>
                                        </a:lnTo>
                                        <a:lnTo>
                                          <a:pt x="413" y="200"/>
                                        </a:lnTo>
                                        <a:lnTo>
                                          <a:pt x="406" y="183"/>
                                        </a:lnTo>
                                        <a:lnTo>
                                          <a:pt x="399" y="169"/>
                                        </a:lnTo>
                                        <a:lnTo>
                                          <a:pt x="390" y="156"/>
                                        </a:lnTo>
                                        <a:lnTo>
                                          <a:pt x="380" y="145"/>
                                        </a:lnTo>
                                        <a:lnTo>
                                          <a:pt x="370" y="134"/>
                                        </a:lnTo>
                                        <a:lnTo>
                                          <a:pt x="357" y="125"/>
                                        </a:lnTo>
                                        <a:lnTo>
                                          <a:pt x="344" y="119"/>
                                        </a:lnTo>
                                        <a:lnTo>
                                          <a:pt x="330" y="112"/>
                                        </a:lnTo>
                                        <a:lnTo>
                                          <a:pt x="314" y="109"/>
                                        </a:lnTo>
                                        <a:lnTo>
                                          <a:pt x="297" y="106"/>
                                        </a:lnTo>
                                        <a:lnTo>
                                          <a:pt x="279" y="106"/>
                                        </a:lnTo>
                                        <a:lnTo>
                                          <a:pt x="279" y="106"/>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7" name="Freeform 138"/>
                                <wps:cNvSpPr>
                                  <a:spLocks/>
                                </wps:cNvSpPr>
                                <wps:spPr bwMode="auto">
                                  <a:xfrm>
                                    <a:off x="862965" y="689610"/>
                                    <a:ext cx="71755" cy="46355"/>
                                  </a:xfrm>
                                  <a:custGeom>
                                    <a:avLst/>
                                    <a:gdLst>
                                      <a:gd name="T0" fmla="*/ 712 w 897"/>
                                      <a:gd name="T1" fmla="*/ 582 h 582"/>
                                      <a:gd name="T2" fmla="*/ 574 w 897"/>
                                      <a:gd name="T3" fmla="*/ 582 h 582"/>
                                      <a:gd name="T4" fmla="*/ 473 w 897"/>
                                      <a:gd name="T5" fmla="*/ 277 h 582"/>
                                      <a:gd name="T6" fmla="*/ 473 w 897"/>
                                      <a:gd name="T7" fmla="*/ 277 h 582"/>
                                      <a:gd name="T8" fmla="*/ 464 w 897"/>
                                      <a:gd name="T9" fmla="*/ 248 h 582"/>
                                      <a:gd name="T10" fmla="*/ 456 w 897"/>
                                      <a:gd name="T11" fmla="*/ 218 h 582"/>
                                      <a:gd name="T12" fmla="*/ 440 w 897"/>
                                      <a:gd name="T13" fmla="*/ 154 h 582"/>
                                      <a:gd name="T14" fmla="*/ 439 w 897"/>
                                      <a:gd name="T15" fmla="*/ 154 h 582"/>
                                      <a:gd name="T16" fmla="*/ 439 w 897"/>
                                      <a:gd name="T17" fmla="*/ 154 h 582"/>
                                      <a:gd name="T18" fmla="*/ 429 w 897"/>
                                      <a:gd name="T19" fmla="*/ 192 h 582"/>
                                      <a:gd name="T20" fmla="*/ 419 w 897"/>
                                      <a:gd name="T21" fmla="*/ 229 h 582"/>
                                      <a:gd name="T22" fmla="*/ 410 w 897"/>
                                      <a:gd name="T23" fmla="*/ 264 h 582"/>
                                      <a:gd name="T24" fmla="*/ 399 w 897"/>
                                      <a:gd name="T25" fmla="*/ 301 h 582"/>
                                      <a:gd name="T26" fmla="*/ 311 w 897"/>
                                      <a:gd name="T27" fmla="*/ 582 h 582"/>
                                      <a:gd name="T28" fmla="*/ 179 w 897"/>
                                      <a:gd name="T29" fmla="*/ 582 h 582"/>
                                      <a:gd name="T30" fmla="*/ 0 w 897"/>
                                      <a:gd name="T31" fmla="*/ 0 h 582"/>
                                      <a:gd name="T32" fmla="*/ 137 w 897"/>
                                      <a:gd name="T33" fmla="*/ 0 h 582"/>
                                      <a:gd name="T34" fmla="*/ 214 w 897"/>
                                      <a:gd name="T35" fmla="*/ 271 h 582"/>
                                      <a:gd name="T36" fmla="*/ 214 w 897"/>
                                      <a:gd name="T37" fmla="*/ 271 h 582"/>
                                      <a:gd name="T38" fmla="*/ 237 w 897"/>
                                      <a:gd name="T39" fmla="*/ 353 h 582"/>
                                      <a:gd name="T40" fmla="*/ 247 w 897"/>
                                      <a:gd name="T41" fmla="*/ 393 h 582"/>
                                      <a:gd name="T42" fmla="*/ 257 w 897"/>
                                      <a:gd name="T43" fmla="*/ 433 h 582"/>
                                      <a:gd name="T44" fmla="*/ 258 w 897"/>
                                      <a:gd name="T45" fmla="*/ 433 h 582"/>
                                      <a:gd name="T46" fmla="*/ 258 w 897"/>
                                      <a:gd name="T47" fmla="*/ 433 h 582"/>
                                      <a:gd name="T48" fmla="*/ 268 w 897"/>
                                      <a:gd name="T49" fmla="*/ 391 h 582"/>
                                      <a:gd name="T50" fmla="*/ 278 w 897"/>
                                      <a:gd name="T51" fmla="*/ 351 h 582"/>
                                      <a:gd name="T52" fmla="*/ 288 w 897"/>
                                      <a:gd name="T53" fmla="*/ 313 h 582"/>
                                      <a:gd name="T54" fmla="*/ 299 w 897"/>
                                      <a:gd name="T55" fmla="*/ 274 h 582"/>
                                      <a:gd name="T56" fmla="*/ 386 w 897"/>
                                      <a:gd name="T57" fmla="*/ 0 h 582"/>
                                      <a:gd name="T58" fmla="*/ 512 w 897"/>
                                      <a:gd name="T59" fmla="*/ 0 h 582"/>
                                      <a:gd name="T60" fmla="*/ 600 w 897"/>
                                      <a:gd name="T61" fmla="*/ 269 h 582"/>
                                      <a:gd name="T62" fmla="*/ 600 w 897"/>
                                      <a:gd name="T63" fmla="*/ 269 h 582"/>
                                      <a:gd name="T64" fmla="*/ 615 w 897"/>
                                      <a:gd name="T65" fmla="*/ 318 h 582"/>
                                      <a:gd name="T66" fmla="*/ 627 w 897"/>
                                      <a:gd name="T67" fmla="*/ 359 h 582"/>
                                      <a:gd name="T68" fmla="*/ 636 w 897"/>
                                      <a:gd name="T69" fmla="*/ 397 h 582"/>
                                      <a:gd name="T70" fmla="*/ 645 w 897"/>
                                      <a:gd name="T71" fmla="*/ 433 h 582"/>
                                      <a:gd name="T72" fmla="*/ 646 w 897"/>
                                      <a:gd name="T73" fmla="*/ 433 h 582"/>
                                      <a:gd name="T74" fmla="*/ 646 w 897"/>
                                      <a:gd name="T75" fmla="*/ 433 h 582"/>
                                      <a:gd name="T76" fmla="*/ 656 w 897"/>
                                      <a:gd name="T77" fmla="*/ 395 h 582"/>
                                      <a:gd name="T78" fmla="*/ 664 w 897"/>
                                      <a:gd name="T79" fmla="*/ 356 h 582"/>
                                      <a:gd name="T80" fmla="*/ 675 w 897"/>
                                      <a:gd name="T81" fmla="*/ 317 h 582"/>
                                      <a:gd name="T82" fmla="*/ 687 w 897"/>
                                      <a:gd name="T83" fmla="*/ 275 h 582"/>
                                      <a:gd name="T84" fmla="*/ 767 w 897"/>
                                      <a:gd name="T85" fmla="*/ 0 h 582"/>
                                      <a:gd name="T86" fmla="*/ 897 w 897"/>
                                      <a:gd name="T87" fmla="*/ 0 h 582"/>
                                      <a:gd name="T88" fmla="*/ 712 w 897"/>
                                      <a:gd name="T89" fmla="*/ 582 h 5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897" h="582">
                                        <a:moveTo>
                                          <a:pt x="712" y="582"/>
                                        </a:moveTo>
                                        <a:lnTo>
                                          <a:pt x="574" y="582"/>
                                        </a:lnTo>
                                        <a:lnTo>
                                          <a:pt x="473" y="277"/>
                                        </a:lnTo>
                                        <a:lnTo>
                                          <a:pt x="473" y="277"/>
                                        </a:lnTo>
                                        <a:lnTo>
                                          <a:pt x="464" y="248"/>
                                        </a:lnTo>
                                        <a:lnTo>
                                          <a:pt x="456" y="218"/>
                                        </a:lnTo>
                                        <a:lnTo>
                                          <a:pt x="440" y="154"/>
                                        </a:lnTo>
                                        <a:lnTo>
                                          <a:pt x="439" y="154"/>
                                        </a:lnTo>
                                        <a:lnTo>
                                          <a:pt x="439" y="154"/>
                                        </a:lnTo>
                                        <a:lnTo>
                                          <a:pt x="429" y="192"/>
                                        </a:lnTo>
                                        <a:lnTo>
                                          <a:pt x="419" y="229"/>
                                        </a:lnTo>
                                        <a:lnTo>
                                          <a:pt x="410" y="264"/>
                                        </a:lnTo>
                                        <a:lnTo>
                                          <a:pt x="399" y="301"/>
                                        </a:lnTo>
                                        <a:lnTo>
                                          <a:pt x="311" y="582"/>
                                        </a:lnTo>
                                        <a:lnTo>
                                          <a:pt x="179" y="582"/>
                                        </a:lnTo>
                                        <a:lnTo>
                                          <a:pt x="0" y="0"/>
                                        </a:lnTo>
                                        <a:lnTo>
                                          <a:pt x="137" y="0"/>
                                        </a:lnTo>
                                        <a:lnTo>
                                          <a:pt x="214" y="271"/>
                                        </a:lnTo>
                                        <a:lnTo>
                                          <a:pt x="214" y="271"/>
                                        </a:lnTo>
                                        <a:lnTo>
                                          <a:pt x="237" y="353"/>
                                        </a:lnTo>
                                        <a:lnTo>
                                          <a:pt x="247" y="393"/>
                                        </a:lnTo>
                                        <a:lnTo>
                                          <a:pt x="257" y="433"/>
                                        </a:lnTo>
                                        <a:lnTo>
                                          <a:pt x="258" y="433"/>
                                        </a:lnTo>
                                        <a:lnTo>
                                          <a:pt x="258" y="433"/>
                                        </a:lnTo>
                                        <a:lnTo>
                                          <a:pt x="268" y="391"/>
                                        </a:lnTo>
                                        <a:lnTo>
                                          <a:pt x="278" y="351"/>
                                        </a:lnTo>
                                        <a:lnTo>
                                          <a:pt x="288" y="313"/>
                                        </a:lnTo>
                                        <a:lnTo>
                                          <a:pt x="299" y="274"/>
                                        </a:lnTo>
                                        <a:lnTo>
                                          <a:pt x="386" y="0"/>
                                        </a:lnTo>
                                        <a:lnTo>
                                          <a:pt x="512" y="0"/>
                                        </a:lnTo>
                                        <a:lnTo>
                                          <a:pt x="600" y="269"/>
                                        </a:lnTo>
                                        <a:lnTo>
                                          <a:pt x="600" y="269"/>
                                        </a:lnTo>
                                        <a:lnTo>
                                          <a:pt x="615" y="318"/>
                                        </a:lnTo>
                                        <a:lnTo>
                                          <a:pt x="627" y="359"/>
                                        </a:lnTo>
                                        <a:lnTo>
                                          <a:pt x="636" y="397"/>
                                        </a:lnTo>
                                        <a:lnTo>
                                          <a:pt x="645" y="433"/>
                                        </a:lnTo>
                                        <a:lnTo>
                                          <a:pt x="646" y="433"/>
                                        </a:lnTo>
                                        <a:lnTo>
                                          <a:pt x="646" y="433"/>
                                        </a:lnTo>
                                        <a:lnTo>
                                          <a:pt x="656" y="395"/>
                                        </a:lnTo>
                                        <a:lnTo>
                                          <a:pt x="664" y="356"/>
                                        </a:lnTo>
                                        <a:lnTo>
                                          <a:pt x="675" y="317"/>
                                        </a:lnTo>
                                        <a:lnTo>
                                          <a:pt x="687" y="275"/>
                                        </a:lnTo>
                                        <a:lnTo>
                                          <a:pt x="767" y="0"/>
                                        </a:lnTo>
                                        <a:lnTo>
                                          <a:pt x="897" y="0"/>
                                        </a:lnTo>
                                        <a:lnTo>
                                          <a:pt x="712" y="582"/>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8" name="Freeform 139"/>
                                <wps:cNvSpPr>
                                  <a:spLocks noEditPoints="1"/>
                                </wps:cNvSpPr>
                                <wps:spPr bwMode="auto">
                                  <a:xfrm>
                                    <a:off x="938530" y="688975"/>
                                    <a:ext cx="40005" cy="48260"/>
                                  </a:xfrm>
                                  <a:custGeom>
                                    <a:avLst/>
                                    <a:gdLst>
                                      <a:gd name="T0" fmla="*/ 129 w 503"/>
                                      <a:gd name="T1" fmla="*/ 311 h 606"/>
                                      <a:gd name="T2" fmla="*/ 133 w 503"/>
                                      <a:gd name="T3" fmla="*/ 379 h 606"/>
                                      <a:gd name="T4" fmla="*/ 151 w 503"/>
                                      <a:gd name="T5" fmla="*/ 432 h 606"/>
                                      <a:gd name="T6" fmla="*/ 182 w 503"/>
                                      <a:gd name="T7" fmla="*/ 470 h 606"/>
                                      <a:gd name="T8" fmla="*/ 225 w 503"/>
                                      <a:gd name="T9" fmla="*/ 495 h 606"/>
                                      <a:gd name="T10" fmla="*/ 279 w 503"/>
                                      <a:gd name="T11" fmla="*/ 506 h 606"/>
                                      <a:gd name="T12" fmla="*/ 323 w 503"/>
                                      <a:gd name="T13" fmla="*/ 506 h 606"/>
                                      <a:gd name="T14" fmla="*/ 390 w 503"/>
                                      <a:gd name="T15" fmla="*/ 497 h 606"/>
                                      <a:gd name="T16" fmla="*/ 451 w 503"/>
                                      <a:gd name="T17" fmla="*/ 478 h 606"/>
                                      <a:gd name="T18" fmla="*/ 481 w 503"/>
                                      <a:gd name="T19" fmla="*/ 568 h 606"/>
                                      <a:gd name="T20" fmla="*/ 411 w 503"/>
                                      <a:gd name="T21" fmla="*/ 592 h 606"/>
                                      <a:gd name="T22" fmla="*/ 334 w 503"/>
                                      <a:gd name="T23" fmla="*/ 604 h 606"/>
                                      <a:gd name="T24" fmla="*/ 280 w 503"/>
                                      <a:gd name="T25" fmla="*/ 606 h 606"/>
                                      <a:gd name="T26" fmla="*/ 202 w 503"/>
                                      <a:gd name="T27" fmla="*/ 600 h 606"/>
                                      <a:gd name="T28" fmla="*/ 160 w 503"/>
                                      <a:gd name="T29" fmla="*/ 589 h 606"/>
                                      <a:gd name="T30" fmla="*/ 124 w 503"/>
                                      <a:gd name="T31" fmla="*/ 573 h 606"/>
                                      <a:gd name="T32" fmla="*/ 91 w 503"/>
                                      <a:gd name="T33" fmla="*/ 551 h 606"/>
                                      <a:gd name="T34" fmla="*/ 63 w 503"/>
                                      <a:gd name="T35" fmla="*/ 524 h 606"/>
                                      <a:gd name="T36" fmla="*/ 41 w 503"/>
                                      <a:gd name="T37" fmla="*/ 492 h 606"/>
                                      <a:gd name="T38" fmla="*/ 24 w 503"/>
                                      <a:gd name="T39" fmla="*/ 454 h 606"/>
                                      <a:gd name="T40" fmla="*/ 11 w 503"/>
                                      <a:gd name="T41" fmla="*/ 411 h 606"/>
                                      <a:gd name="T42" fmla="*/ 1 w 503"/>
                                      <a:gd name="T43" fmla="*/ 344 h 606"/>
                                      <a:gd name="T44" fmla="*/ 1 w 503"/>
                                      <a:gd name="T45" fmla="*/ 275 h 606"/>
                                      <a:gd name="T46" fmla="*/ 17 w 503"/>
                                      <a:gd name="T47" fmla="*/ 184 h 606"/>
                                      <a:gd name="T48" fmla="*/ 40 w 503"/>
                                      <a:gd name="T49" fmla="*/ 133 h 606"/>
                                      <a:gd name="T50" fmla="*/ 61 w 503"/>
                                      <a:gd name="T51" fmla="*/ 98 h 606"/>
                                      <a:gd name="T52" fmla="*/ 87 w 503"/>
                                      <a:gd name="T53" fmla="*/ 68 h 606"/>
                                      <a:gd name="T54" fmla="*/ 118 w 503"/>
                                      <a:gd name="T55" fmla="*/ 43 h 606"/>
                                      <a:gd name="T56" fmla="*/ 153 w 503"/>
                                      <a:gd name="T57" fmla="*/ 23 h 606"/>
                                      <a:gd name="T58" fmla="*/ 191 w 503"/>
                                      <a:gd name="T59" fmla="*/ 9 h 606"/>
                                      <a:gd name="T60" fmla="*/ 234 w 503"/>
                                      <a:gd name="T61" fmla="*/ 1 h 606"/>
                                      <a:gd name="T62" fmla="*/ 265 w 503"/>
                                      <a:gd name="T63" fmla="*/ 0 h 606"/>
                                      <a:gd name="T64" fmla="*/ 309 w 503"/>
                                      <a:gd name="T65" fmla="*/ 2 h 606"/>
                                      <a:gd name="T66" fmla="*/ 349 w 503"/>
                                      <a:gd name="T67" fmla="*/ 11 h 606"/>
                                      <a:gd name="T68" fmla="*/ 384 w 503"/>
                                      <a:gd name="T69" fmla="*/ 25 h 606"/>
                                      <a:gd name="T70" fmla="*/ 414 w 503"/>
                                      <a:gd name="T71" fmla="*/ 43 h 606"/>
                                      <a:gd name="T72" fmla="*/ 439 w 503"/>
                                      <a:gd name="T73" fmla="*/ 66 h 606"/>
                                      <a:gd name="T74" fmla="*/ 472 w 503"/>
                                      <a:gd name="T75" fmla="*/ 111 h 606"/>
                                      <a:gd name="T76" fmla="*/ 495 w 503"/>
                                      <a:gd name="T77" fmla="*/ 177 h 606"/>
                                      <a:gd name="T78" fmla="*/ 503 w 503"/>
                                      <a:gd name="T79" fmla="*/ 252 h 606"/>
                                      <a:gd name="T80" fmla="*/ 500 w 503"/>
                                      <a:gd name="T81" fmla="*/ 311 h 606"/>
                                      <a:gd name="T82" fmla="*/ 261 w 503"/>
                                      <a:gd name="T83" fmla="*/ 93 h 606"/>
                                      <a:gd name="T84" fmla="*/ 223 w 503"/>
                                      <a:gd name="T85" fmla="*/ 98 h 606"/>
                                      <a:gd name="T86" fmla="*/ 191 w 503"/>
                                      <a:gd name="T87" fmla="*/ 113 h 606"/>
                                      <a:gd name="T88" fmla="*/ 165 w 503"/>
                                      <a:gd name="T89" fmla="*/ 137 h 606"/>
                                      <a:gd name="T90" fmla="*/ 146 w 503"/>
                                      <a:gd name="T91" fmla="*/ 169 h 606"/>
                                      <a:gd name="T92" fmla="*/ 133 w 503"/>
                                      <a:gd name="T93" fmla="*/ 208 h 606"/>
                                      <a:gd name="T94" fmla="*/ 378 w 503"/>
                                      <a:gd name="T95" fmla="*/ 222 h 606"/>
                                      <a:gd name="T96" fmla="*/ 374 w 503"/>
                                      <a:gd name="T97" fmla="*/ 181 h 606"/>
                                      <a:gd name="T98" fmla="*/ 361 w 503"/>
                                      <a:gd name="T99" fmla="*/ 147 h 606"/>
                                      <a:gd name="T100" fmla="*/ 339 w 503"/>
                                      <a:gd name="T101" fmla="*/ 120 h 606"/>
                                      <a:gd name="T102" fmla="*/ 310 w 503"/>
                                      <a:gd name="T103" fmla="*/ 101 h 606"/>
                                      <a:gd name="T104" fmla="*/ 274 w 503"/>
                                      <a:gd name="T105" fmla="*/ 93 h 6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503" h="606">
                                        <a:moveTo>
                                          <a:pt x="500" y="311"/>
                                        </a:moveTo>
                                        <a:lnTo>
                                          <a:pt x="129" y="311"/>
                                        </a:lnTo>
                                        <a:lnTo>
                                          <a:pt x="129" y="311"/>
                                        </a:lnTo>
                                        <a:lnTo>
                                          <a:pt x="129" y="335"/>
                                        </a:lnTo>
                                        <a:lnTo>
                                          <a:pt x="130" y="358"/>
                                        </a:lnTo>
                                        <a:lnTo>
                                          <a:pt x="133" y="379"/>
                                        </a:lnTo>
                                        <a:lnTo>
                                          <a:pt x="138" y="398"/>
                                        </a:lnTo>
                                        <a:lnTo>
                                          <a:pt x="144" y="416"/>
                                        </a:lnTo>
                                        <a:lnTo>
                                          <a:pt x="151" y="432"/>
                                        </a:lnTo>
                                        <a:lnTo>
                                          <a:pt x="160" y="446"/>
                                        </a:lnTo>
                                        <a:lnTo>
                                          <a:pt x="170" y="459"/>
                                        </a:lnTo>
                                        <a:lnTo>
                                          <a:pt x="182" y="470"/>
                                        </a:lnTo>
                                        <a:lnTo>
                                          <a:pt x="194" y="480"/>
                                        </a:lnTo>
                                        <a:lnTo>
                                          <a:pt x="208" y="489"/>
                                        </a:lnTo>
                                        <a:lnTo>
                                          <a:pt x="225" y="495"/>
                                        </a:lnTo>
                                        <a:lnTo>
                                          <a:pt x="242" y="500"/>
                                        </a:lnTo>
                                        <a:lnTo>
                                          <a:pt x="260" y="504"/>
                                        </a:lnTo>
                                        <a:lnTo>
                                          <a:pt x="279" y="506"/>
                                        </a:lnTo>
                                        <a:lnTo>
                                          <a:pt x="301" y="507"/>
                                        </a:lnTo>
                                        <a:lnTo>
                                          <a:pt x="301" y="507"/>
                                        </a:lnTo>
                                        <a:lnTo>
                                          <a:pt x="323" y="506"/>
                                        </a:lnTo>
                                        <a:lnTo>
                                          <a:pt x="346" y="504"/>
                                        </a:lnTo>
                                        <a:lnTo>
                                          <a:pt x="367" y="501"/>
                                        </a:lnTo>
                                        <a:lnTo>
                                          <a:pt x="390" y="497"/>
                                        </a:lnTo>
                                        <a:lnTo>
                                          <a:pt x="411" y="492"/>
                                        </a:lnTo>
                                        <a:lnTo>
                                          <a:pt x="432" y="485"/>
                                        </a:lnTo>
                                        <a:lnTo>
                                          <a:pt x="451" y="478"/>
                                        </a:lnTo>
                                        <a:lnTo>
                                          <a:pt x="471" y="469"/>
                                        </a:lnTo>
                                        <a:lnTo>
                                          <a:pt x="481" y="568"/>
                                        </a:lnTo>
                                        <a:lnTo>
                                          <a:pt x="481" y="568"/>
                                        </a:lnTo>
                                        <a:lnTo>
                                          <a:pt x="459" y="578"/>
                                        </a:lnTo>
                                        <a:lnTo>
                                          <a:pt x="436" y="586"/>
                                        </a:lnTo>
                                        <a:lnTo>
                                          <a:pt x="411" y="592"/>
                                        </a:lnTo>
                                        <a:lnTo>
                                          <a:pt x="386" y="596"/>
                                        </a:lnTo>
                                        <a:lnTo>
                                          <a:pt x="360" y="601"/>
                                        </a:lnTo>
                                        <a:lnTo>
                                          <a:pt x="334" y="604"/>
                                        </a:lnTo>
                                        <a:lnTo>
                                          <a:pt x="307" y="606"/>
                                        </a:lnTo>
                                        <a:lnTo>
                                          <a:pt x="280" y="606"/>
                                        </a:lnTo>
                                        <a:lnTo>
                                          <a:pt x="280" y="606"/>
                                        </a:lnTo>
                                        <a:lnTo>
                                          <a:pt x="248" y="605"/>
                                        </a:lnTo>
                                        <a:lnTo>
                                          <a:pt x="217" y="602"/>
                                        </a:lnTo>
                                        <a:lnTo>
                                          <a:pt x="202" y="600"/>
                                        </a:lnTo>
                                        <a:lnTo>
                                          <a:pt x="188" y="596"/>
                                        </a:lnTo>
                                        <a:lnTo>
                                          <a:pt x="174" y="593"/>
                                        </a:lnTo>
                                        <a:lnTo>
                                          <a:pt x="160" y="589"/>
                                        </a:lnTo>
                                        <a:lnTo>
                                          <a:pt x="147" y="583"/>
                                        </a:lnTo>
                                        <a:lnTo>
                                          <a:pt x="135" y="578"/>
                                        </a:lnTo>
                                        <a:lnTo>
                                          <a:pt x="124" y="573"/>
                                        </a:lnTo>
                                        <a:lnTo>
                                          <a:pt x="112" y="566"/>
                                        </a:lnTo>
                                        <a:lnTo>
                                          <a:pt x="101" y="559"/>
                                        </a:lnTo>
                                        <a:lnTo>
                                          <a:pt x="91" y="551"/>
                                        </a:lnTo>
                                        <a:lnTo>
                                          <a:pt x="82" y="542"/>
                                        </a:lnTo>
                                        <a:lnTo>
                                          <a:pt x="72" y="534"/>
                                        </a:lnTo>
                                        <a:lnTo>
                                          <a:pt x="63" y="524"/>
                                        </a:lnTo>
                                        <a:lnTo>
                                          <a:pt x="56" y="514"/>
                                        </a:lnTo>
                                        <a:lnTo>
                                          <a:pt x="48" y="504"/>
                                        </a:lnTo>
                                        <a:lnTo>
                                          <a:pt x="41" y="492"/>
                                        </a:lnTo>
                                        <a:lnTo>
                                          <a:pt x="34" y="480"/>
                                        </a:lnTo>
                                        <a:lnTo>
                                          <a:pt x="29" y="468"/>
                                        </a:lnTo>
                                        <a:lnTo>
                                          <a:pt x="24" y="454"/>
                                        </a:lnTo>
                                        <a:lnTo>
                                          <a:pt x="18" y="441"/>
                                        </a:lnTo>
                                        <a:lnTo>
                                          <a:pt x="14" y="426"/>
                                        </a:lnTo>
                                        <a:lnTo>
                                          <a:pt x="11" y="411"/>
                                        </a:lnTo>
                                        <a:lnTo>
                                          <a:pt x="8" y="396"/>
                                        </a:lnTo>
                                        <a:lnTo>
                                          <a:pt x="4" y="379"/>
                                        </a:lnTo>
                                        <a:lnTo>
                                          <a:pt x="1" y="344"/>
                                        </a:lnTo>
                                        <a:lnTo>
                                          <a:pt x="0" y="307"/>
                                        </a:lnTo>
                                        <a:lnTo>
                                          <a:pt x="0" y="307"/>
                                        </a:lnTo>
                                        <a:lnTo>
                                          <a:pt x="1" y="275"/>
                                        </a:lnTo>
                                        <a:lnTo>
                                          <a:pt x="4" y="244"/>
                                        </a:lnTo>
                                        <a:lnTo>
                                          <a:pt x="10" y="214"/>
                                        </a:lnTo>
                                        <a:lnTo>
                                          <a:pt x="17" y="184"/>
                                        </a:lnTo>
                                        <a:lnTo>
                                          <a:pt x="28" y="157"/>
                                        </a:lnTo>
                                        <a:lnTo>
                                          <a:pt x="33" y="145"/>
                                        </a:lnTo>
                                        <a:lnTo>
                                          <a:pt x="40" y="133"/>
                                        </a:lnTo>
                                        <a:lnTo>
                                          <a:pt x="46" y="121"/>
                                        </a:lnTo>
                                        <a:lnTo>
                                          <a:pt x="54" y="109"/>
                                        </a:lnTo>
                                        <a:lnTo>
                                          <a:pt x="61" y="98"/>
                                        </a:lnTo>
                                        <a:lnTo>
                                          <a:pt x="69" y="87"/>
                                        </a:lnTo>
                                        <a:lnTo>
                                          <a:pt x="78" y="78"/>
                                        </a:lnTo>
                                        <a:lnTo>
                                          <a:pt x="87" y="68"/>
                                        </a:lnTo>
                                        <a:lnTo>
                                          <a:pt x="97" y="59"/>
                                        </a:lnTo>
                                        <a:lnTo>
                                          <a:pt x="107" y="51"/>
                                        </a:lnTo>
                                        <a:lnTo>
                                          <a:pt x="118" y="43"/>
                                        </a:lnTo>
                                        <a:lnTo>
                                          <a:pt x="129" y="36"/>
                                        </a:lnTo>
                                        <a:lnTo>
                                          <a:pt x="141" y="29"/>
                                        </a:lnTo>
                                        <a:lnTo>
                                          <a:pt x="153" y="23"/>
                                        </a:lnTo>
                                        <a:lnTo>
                                          <a:pt x="165" y="17"/>
                                        </a:lnTo>
                                        <a:lnTo>
                                          <a:pt x="178" y="13"/>
                                        </a:lnTo>
                                        <a:lnTo>
                                          <a:pt x="191" y="9"/>
                                        </a:lnTo>
                                        <a:lnTo>
                                          <a:pt x="205" y="5"/>
                                        </a:lnTo>
                                        <a:lnTo>
                                          <a:pt x="220" y="3"/>
                                        </a:lnTo>
                                        <a:lnTo>
                                          <a:pt x="234" y="1"/>
                                        </a:lnTo>
                                        <a:lnTo>
                                          <a:pt x="250" y="0"/>
                                        </a:lnTo>
                                        <a:lnTo>
                                          <a:pt x="265" y="0"/>
                                        </a:lnTo>
                                        <a:lnTo>
                                          <a:pt x="265" y="0"/>
                                        </a:lnTo>
                                        <a:lnTo>
                                          <a:pt x="280" y="0"/>
                                        </a:lnTo>
                                        <a:lnTo>
                                          <a:pt x="295" y="1"/>
                                        </a:lnTo>
                                        <a:lnTo>
                                          <a:pt x="309" y="2"/>
                                        </a:lnTo>
                                        <a:lnTo>
                                          <a:pt x="323" y="5"/>
                                        </a:lnTo>
                                        <a:lnTo>
                                          <a:pt x="336" y="8"/>
                                        </a:lnTo>
                                        <a:lnTo>
                                          <a:pt x="349" y="11"/>
                                        </a:lnTo>
                                        <a:lnTo>
                                          <a:pt x="361" y="15"/>
                                        </a:lnTo>
                                        <a:lnTo>
                                          <a:pt x="373" y="19"/>
                                        </a:lnTo>
                                        <a:lnTo>
                                          <a:pt x="384" y="25"/>
                                        </a:lnTo>
                                        <a:lnTo>
                                          <a:pt x="394" y="30"/>
                                        </a:lnTo>
                                        <a:lnTo>
                                          <a:pt x="404" y="37"/>
                                        </a:lnTo>
                                        <a:lnTo>
                                          <a:pt x="414" y="43"/>
                                        </a:lnTo>
                                        <a:lnTo>
                                          <a:pt x="422" y="50"/>
                                        </a:lnTo>
                                        <a:lnTo>
                                          <a:pt x="431" y="57"/>
                                        </a:lnTo>
                                        <a:lnTo>
                                          <a:pt x="439" y="66"/>
                                        </a:lnTo>
                                        <a:lnTo>
                                          <a:pt x="446" y="74"/>
                                        </a:lnTo>
                                        <a:lnTo>
                                          <a:pt x="460" y="92"/>
                                        </a:lnTo>
                                        <a:lnTo>
                                          <a:pt x="472" y="111"/>
                                        </a:lnTo>
                                        <a:lnTo>
                                          <a:pt x="481" y="133"/>
                                        </a:lnTo>
                                        <a:lnTo>
                                          <a:pt x="489" y="154"/>
                                        </a:lnTo>
                                        <a:lnTo>
                                          <a:pt x="495" y="177"/>
                                        </a:lnTo>
                                        <a:lnTo>
                                          <a:pt x="500" y="202"/>
                                        </a:lnTo>
                                        <a:lnTo>
                                          <a:pt x="502" y="226"/>
                                        </a:lnTo>
                                        <a:lnTo>
                                          <a:pt x="503" y="252"/>
                                        </a:lnTo>
                                        <a:lnTo>
                                          <a:pt x="503" y="252"/>
                                        </a:lnTo>
                                        <a:lnTo>
                                          <a:pt x="502" y="279"/>
                                        </a:lnTo>
                                        <a:lnTo>
                                          <a:pt x="500" y="311"/>
                                        </a:lnTo>
                                        <a:lnTo>
                                          <a:pt x="500" y="311"/>
                                        </a:lnTo>
                                        <a:close/>
                                        <a:moveTo>
                                          <a:pt x="261" y="93"/>
                                        </a:moveTo>
                                        <a:lnTo>
                                          <a:pt x="261" y="93"/>
                                        </a:lnTo>
                                        <a:lnTo>
                                          <a:pt x="248" y="93"/>
                                        </a:lnTo>
                                        <a:lnTo>
                                          <a:pt x="235" y="95"/>
                                        </a:lnTo>
                                        <a:lnTo>
                                          <a:pt x="223" y="98"/>
                                        </a:lnTo>
                                        <a:lnTo>
                                          <a:pt x="213" y="101"/>
                                        </a:lnTo>
                                        <a:lnTo>
                                          <a:pt x="202" y="107"/>
                                        </a:lnTo>
                                        <a:lnTo>
                                          <a:pt x="191" y="113"/>
                                        </a:lnTo>
                                        <a:lnTo>
                                          <a:pt x="183" y="120"/>
                                        </a:lnTo>
                                        <a:lnTo>
                                          <a:pt x="174" y="128"/>
                                        </a:lnTo>
                                        <a:lnTo>
                                          <a:pt x="165" y="137"/>
                                        </a:lnTo>
                                        <a:lnTo>
                                          <a:pt x="158" y="147"/>
                                        </a:lnTo>
                                        <a:lnTo>
                                          <a:pt x="151" y="157"/>
                                        </a:lnTo>
                                        <a:lnTo>
                                          <a:pt x="146" y="169"/>
                                        </a:lnTo>
                                        <a:lnTo>
                                          <a:pt x="141" y="181"/>
                                        </a:lnTo>
                                        <a:lnTo>
                                          <a:pt x="136" y="194"/>
                                        </a:lnTo>
                                        <a:lnTo>
                                          <a:pt x="133" y="208"/>
                                        </a:lnTo>
                                        <a:lnTo>
                                          <a:pt x="131" y="222"/>
                                        </a:lnTo>
                                        <a:lnTo>
                                          <a:pt x="378" y="222"/>
                                        </a:lnTo>
                                        <a:lnTo>
                                          <a:pt x="378" y="222"/>
                                        </a:lnTo>
                                        <a:lnTo>
                                          <a:pt x="377" y="208"/>
                                        </a:lnTo>
                                        <a:lnTo>
                                          <a:pt x="376" y="194"/>
                                        </a:lnTo>
                                        <a:lnTo>
                                          <a:pt x="374" y="181"/>
                                        </a:lnTo>
                                        <a:lnTo>
                                          <a:pt x="371" y="168"/>
                                        </a:lnTo>
                                        <a:lnTo>
                                          <a:pt x="366" y="157"/>
                                        </a:lnTo>
                                        <a:lnTo>
                                          <a:pt x="361" y="147"/>
                                        </a:lnTo>
                                        <a:lnTo>
                                          <a:pt x="355" y="137"/>
                                        </a:lnTo>
                                        <a:lnTo>
                                          <a:pt x="348" y="127"/>
                                        </a:lnTo>
                                        <a:lnTo>
                                          <a:pt x="339" y="120"/>
                                        </a:lnTo>
                                        <a:lnTo>
                                          <a:pt x="331" y="112"/>
                                        </a:lnTo>
                                        <a:lnTo>
                                          <a:pt x="321" y="107"/>
                                        </a:lnTo>
                                        <a:lnTo>
                                          <a:pt x="310" y="101"/>
                                        </a:lnTo>
                                        <a:lnTo>
                                          <a:pt x="299" y="97"/>
                                        </a:lnTo>
                                        <a:lnTo>
                                          <a:pt x="287" y="95"/>
                                        </a:lnTo>
                                        <a:lnTo>
                                          <a:pt x="274" y="93"/>
                                        </a:lnTo>
                                        <a:lnTo>
                                          <a:pt x="261" y="93"/>
                                        </a:lnTo>
                                        <a:lnTo>
                                          <a:pt x="261" y="93"/>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9" name="Freeform 140"/>
                                <wps:cNvSpPr>
                                  <a:spLocks/>
                                </wps:cNvSpPr>
                                <wps:spPr bwMode="auto">
                                  <a:xfrm>
                                    <a:off x="989965" y="688975"/>
                                    <a:ext cx="23495" cy="46990"/>
                                  </a:xfrm>
                                  <a:custGeom>
                                    <a:avLst/>
                                    <a:gdLst>
                                      <a:gd name="T0" fmla="*/ 296 w 301"/>
                                      <a:gd name="T1" fmla="*/ 124 h 595"/>
                                      <a:gd name="T2" fmla="*/ 296 w 301"/>
                                      <a:gd name="T3" fmla="*/ 124 h 595"/>
                                      <a:gd name="T4" fmla="*/ 275 w 301"/>
                                      <a:gd name="T5" fmla="*/ 121 h 595"/>
                                      <a:gd name="T6" fmla="*/ 255 w 301"/>
                                      <a:gd name="T7" fmla="*/ 121 h 595"/>
                                      <a:gd name="T8" fmla="*/ 237 w 301"/>
                                      <a:gd name="T9" fmla="*/ 123 h 595"/>
                                      <a:gd name="T10" fmla="*/ 228 w 301"/>
                                      <a:gd name="T11" fmla="*/ 125 h 595"/>
                                      <a:gd name="T12" fmla="*/ 221 w 301"/>
                                      <a:gd name="T13" fmla="*/ 127 h 595"/>
                                      <a:gd name="T14" fmla="*/ 212 w 301"/>
                                      <a:gd name="T15" fmla="*/ 130 h 595"/>
                                      <a:gd name="T16" fmla="*/ 205 w 301"/>
                                      <a:gd name="T17" fmla="*/ 134 h 595"/>
                                      <a:gd name="T18" fmla="*/ 197 w 301"/>
                                      <a:gd name="T19" fmla="*/ 138 h 595"/>
                                      <a:gd name="T20" fmla="*/ 191 w 301"/>
                                      <a:gd name="T21" fmla="*/ 142 h 595"/>
                                      <a:gd name="T22" fmla="*/ 184 w 301"/>
                                      <a:gd name="T23" fmla="*/ 148 h 595"/>
                                      <a:gd name="T24" fmla="*/ 178 w 301"/>
                                      <a:gd name="T25" fmla="*/ 154 h 595"/>
                                      <a:gd name="T26" fmla="*/ 167 w 301"/>
                                      <a:gd name="T27" fmla="*/ 168 h 595"/>
                                      <a:gd name="T28" fmla="*/ 156 w 301"/>
                                      <a:gd name="T29" fmla="*/ 183 h 595"/>
                                      <a:gd name="T30" fmla="*/ 148 w 301"/>
                                      <a:gd name="T31" fmla="*/ 202 h 595"/>
                                      <a:gd name="T32" fmla="*/ 140 w 301"/>
                                      <a:gd name="T33" fmla="*/ 222 h 595"/>
                                      <a:gd name="T34" fmla="*/ 135 w 301"/>
                                      <a:gd name="T35" fmla="*/ 245 h 595"/>
                                      <a:gd name="T36" fmla="*/ 131 w 301"/>
                                      <a:gd name="T37" fmla="*/ 271 h 595"/>
                                      <a:gd name="T38" fmla="*/ 127 w 301"/>
                                      <a:gd name="T39" fmla="*/ 298 h 595"/>
                                      <a:gd name="T40" fmla="*/ 125 w 301"/>
                                      <a:gd name="T41" fmla="*/ 327 h 595"/>
                                      <a:gd name="T42" fmla="*/ 124 w 301"/>
                                      <a:gd name="T43" fmla="*/ 359 h 595"/>
                                      <a:gd name="T44" fmla="*/ 124 w 301"/>
                                      <a:gd name="T45" fmla="*/ 595 h 595"/>
                                      <a:gd name="T46" fmla="*/ 0 w 301"/>
                                      <a:gd name="T47" fmla="*/ 595 h 595"/>
                                      <a:gd name="T48" fmla="*/ 0 w 301"/>
                                      <a:gd name="T49" fmla="*/ 13 h 595"/>
                                      <a:gd name="T50" fmla="*/ 119 w 301"/>
                                      <a:gd name="T51" fmla="*/ 13 h 595"/>
                                      <a:gd name="T52" fmla="*/ 119 w 301"/>
                                      <a:gd name="T53" fmla="*/ 13 h 595"/>
                                      <a:gd name="T54" fmla="*/ 118 w 301"/>
                                      <a:gd name="T55" fmla="*/ 40 h 595"/>
                                      <a:gd name="T56" fmla="*/ 116 w 301"/>
                                      <a:gd name="T57" fmla="*/ 72 h 595"/>
                                      <a:gd name="T58" fmla="*/ 112 w 301"/>
                                      <a:gd name="T59" fmla="*/ 107 h 595"/>
                                      <a:gd name="T60" fmla="*/ 107 w 301"/>
                                      <a:gd name="T61" fmla="*/ 141 h 595"/>
                                      <a:gd name="T62" fmla="*/ 109 w 301"/>
                                      <a:gd name="T63" fmla="*/ 141 h 595"/>
                                      <a:gd name="T64" fmla="*/ 109 w 301"/>
                                      <a:gd name="T65" fmla="*/ 141 h 595"/>
                                      <a:gd name="T66" fmla="*/ 115 w 301"/>
                                      <a:gd name="T67" fmla="*/ 127 h 595"/>
                                      <a:gd name="T68" fmla="*/ 120 w 301"/>
                                      <a:gd name="T69" fmla="*/ 112 h 595"/>
                                      <a:gd name="T70" fmla="*/ 127 w 301"/>
                                      <a:gd name="T71" fmla="*/ 98 h 595"/>
                                      <a:gd name="T72" fmla="*/ 135 w 301"/>
                                      <a:gd name="T73" fmla="*/ 85 h 595"/>
                                      <a:gd name="T74" fmla="*/ 144 w 301"/>
                                      <a:gd name="T75" fmla="*/ 72 h 595"/>
                                      <a:gd name="T76" fmla="*/ 153 w 301"/>
                                      <a:gd name="T77" fmla="*/ 59 h 595"/>
                                      <a:gd name="T78" fmla="*/ 163 w 301"/>
                                      <a:gd name="T79" fmla="*/ 48 h 595"/>
                                      <a:gd name="T80" fmla="*/ 175 w 301"/>
                                      <a:gd name="T81" fmla="*/ 38 h 595"/>
                                      <a:gd name="T82" fmla="*/ 187 w 301"/>
                                      <a:gd name="T83" fmla="*/ 28 h 595"/>
                                      <a:gd name="T84" fmla="*/ 200 w 301"/>
                                      <a:gd name="T85" fmla="*/ 20 h 595"/>
                                      <a:gd name="T86" fmla="*/ 214 w 301"/>
                                      <a:gd name="T87" fmla="*/ 13 h 595"/>
                                      <a:gd name="T88" fmla="*/ 229 w 301"/>
                                      <a:gd name="T89" fmla="*/ 8 h 595"/>
                                      <a:gd name="T90" fmla="*/ 246 w 301"/>
                                      <a:gd name="T91" fmla="*/ 3 h 595"/>
                                      <a:gd name="T92" fmla="*/ 264 w 301"/>
                                      <a:gd name="T93" fmla="*/ 1 h 595"/>
                                      <a:gd name="T94" fmla="*/ 282 w 301"/>
                                      <a:gd name="T95" fmla="*/ 0 h 595"/>
                                      <a:gd name="T96" fmla="*/ 301 w 301"/>
                                      <a:gd name="T97" fmla="*/ 1 h 595"/>
                                      <a:gd name="T98" fmla="*/ 296 w 301"/>
                                      <a:gd name="T99" fmla="*/ 124 h 5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301" h="595">
                                        <a:moveTo>
                                          <a:pt x="296" y="124"/>
                                        </a:moveTo>
                                        <a:lnTo>
                                          <a:pt x="296" y="124"/>
                                        </a:lnTo>
                                        <a:lnTo>
                                          <a:pt x="275" y="121"/>
                                        </a:lnTo>
                                        <a:lnTo>
                                          <a:pt x="255" y="121"/>
                                        </a:lnTo>
                                        <a:lnTo>
                                          <a:pt x="237" y="123"/>
                                        </a:lnTo>
                                        <a:lnTo>
                                          <a:pt x="228" y="125"/>
                                        </a:lnTo>
                                        <a:lnTo>
                                          <a:pt x="221" y="127"/>
                                        </a:lnTo>
                                        <a:lnTo>
                                          <a:pt x="212" y="130"/>
                                        </a:lnTo>
                                        <a:lnTo>
                                          <a:pt x="205" y="134"/>
                                        </a:lnTo>
                                        <a:lnTo>
                                          <a:pt x="197" y="138"/>
                                        </a:lnTo>
                                        <a:lnTo>
                                          <a:pt x="191" y="142"/>
                                        </a:lnTo>
                                        <a:lnTo>
                                          <a:pt x="184" y="148"/>
                                        </a:lnTo>
                                        <a:lnTo>
                                          <a:pt x="178" y="154"/>
                                        </a:lnTo>
                                        <a:lnTo>
                                          <a:pt x="167" y="168"/>
                                        </a:lnTo>
                                        <a:lnTo>
                                          <a:pt x="156" y="183"/>
                                        </a:lnTo>
                                        <a:lnTo>
                                          <a:pt x="148" y="202"/>
                                        </a:lnTo>
                                        <a:lnTo>
                                          <a:pt x="140" y="222"/>
                                        </a:lnTo>
                                        <a:lnTo>
                                          <a:pt x="135" y="245"/>
                                        </a:lnTo>
                                        <a:lnTo>
                                          <a:pt x="131" y="271"/>
                                        </a:lnTo>
                                        <a:lnTo>
                                          <a:pt x="127" y="298"/>
                                        </a:lnTo>
                                        <a:lnTo>
                                          <a:pt x="125" y="327"/>
                                        </a:lnTo>
                                        <a:lnTo>
                                          <a:pt x="124" y="359"/>
                                        </a:lnTo>
                                        <a:lnTo>
                                          <a:pt x="124" y="595"/>
                                        </a:lnTo>
                                        <a:lnTo>
                                          <a:pt x="0" y="595"/>
                                        </a:lnTo>
                                        <a:lnTo>
                                          <a:pt x="0" y="13"/>
                                        </a:lnTo>
                                        <a:lnTo>
                                          <a:pt x="119" y="13"/>
                                        </a:lnTo>
                                        <a:lnTo>
                                          <a:pt x="119" y="13"/>
                                        </a:lnTo>
                                        <a:lnTo>
                                          <a:pt x="118" y="40"/>
                                        </a:lnTo>
                                        <a:lnTo>
                                          <a:pt x="116" y="72"/>
                                        </a:lnTo>
                                        <a:lnTo>
                                          <a:pt x="112" y="107"/>
                                        </a:lnTo>
                                        <a:lnTo>
                                          <a:pt x="107" y="141"/>
                                        </a:lnTo>
                                        <a:lnTo>
                                          <a:pt x="109" y="141"/>
                                        </a:lnTo>
                                        <a:lnTo>
                                          <a:pt x="109" y="141"/>
                                        </a:lnTo>
                                        <a:lnTo>
                                          <a:pt x="115" y="127"/>
                                        </a:lnTo>
                                        <a:lnTo>
                                          <a:pt x="120" y="112"/>
                                        </a:lnTo>
                                        <a:lnTo>
                                          <a:pt x="127" y="98"/>
                                        </a:lnTo>
                                        <a:lnTo>
                                          <a:pt x="135" y="85"/>
                                        </a:lnTo>
                                        <a:lnTo>
                                          <a:pt x="144" y="72"/>
                                        </a:lnTo>
                                        <a:lnTo>
                                          <a:pt x="153" y="59"/>
                                        </a:lnTo>
                                        <a:lnTo>
                                          <a:pt x="163" y="48"/>
                                        </a:lnTo>
                                        <a:lnTo>
                                          <a:pt x="175" y="38"/>
                                        </a:lnTo>
                                        <a:lnTo>
                                          <a:pt x="187" y="28"/>
                                        </a:lnTo>
                                        <a:lnTo>
                                          <a:pt x="200" y="20"/>
                                        </a:lnTo>
                                        <a:lnTo>
                                          <a:pt x="214" y="13"/>
                                        </a:lnTo>
                                        <a:lnTo>
                                          <a:pt x="229" y="8"/>
                                        </a:lnTo>
                                        <a:lnTo>
                                          <a:pt x="246" y="3"/>
                                        </a:lnTo>
                                        <a:lnTo>
                                          <a:pt x="264" y="1"/>
                                        </a:lnTo>
                                        <a:lnTo>
                                          <a:pt x="282" y="0"/>
                                        </a:lnTo>
                                        <a:lnTo>
                                          <a:pt x="301" y="1"/>
                                        </a:lnTo>
                                        <a:lnTo>
                                          <a:pt x="296" y="124"/>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0" name="Freeform 141"/>
                                <wps:cNvSpPr>
                                  <a:spLocks/>
                                </wps:cNvSpPr>
                                <wps:spPr bwMode="auto">
                                  <a:xfrm>
                                    <a:off x="1022350" y="688975"/>
                                    <a:ext cx="66675" cy="46990"/>
                                  </a:xfrm>
                                  <a:custGeom>
                                    <a:avLst/>
                                    <a:gdLst>
                                      <a:gd name="T0" fmla="*/ 715 w 838"/>
                                      <a:gd name="T1" fmla="*/ 222 h 594"/>
                                      <a:gd name="T2" fmla="*/ 710 w 838"/>
                                      <a:gd name="T3" fmla="*/ 174 h 594"/>
                                      <a:gd name="T4" fmla="*/ 702 w 838"/>
                                      <a:gd name="T5" fmla="*/ 145 h 594"/>
                                      <a:gd name="T6" fmla="*/ 687 w 838"/>
                                      <a:gd name="T7" fmla="*/ 123 h 594"/>
                                      <a:gd name="T8" fmla="*/ 663 w 838"/>
                                      <a:gd name="T9" fmla="*/ 109 h 594"/>
                                      <a:gd name="T10" fmla="*/ 630 w 838"/>
                                      <a:gd name="T11" fmla="*/ 105 h 594"/>
                                      <a:gd name="T12" fmla="*/ 602 w 838"/>
                                      <a:gd name="T13" fmla="*/ 108 h 594"/>
                                      <a:gd name="T14" fmla="*/ 562 w 838"/>
                                      <a:gd name="T15" fmla="*/ 127 h 594"/>
                                      <a:gd name="T16" fmla="*/ 528 w 838"/>
                                      <a:gd name="T17" fmla="*/ 162 h 594"/>
                                      <a:gd name="T18" fmla="*/ 500 w 838"/>
                                      <a:gd name="T19" fmla="*/ 209 h 594"/>
                                      <a:gd name="T20" fmla="*/ 484 w 838"/>
                                      <a:gd name="T21" fmla="*/ 270 h 594"/>
                                      <a:gd name="T22" fmla="*/ 480 w 838"/>
                                      <a:gd name="T23" fmla="*/ 594 h 594"/>
                                      <a:gd name="T24" fmla="*/ 358 w 838"/>
                                      <a:gd name="T25" fmla="*/ 221 h 594"/>
                                      <a:gd name="T26" fmla="*/ 353 w 838"/>
                                      <a:gd name="T27" fmla="*/ 165 h 594"/>
                                      <a:gd name="T28" fmla="*/ 342 w 838"/>
                                      <a:gd name="T29" fmla="*/ 138 h 594"/>
                                      <a:gd name="T30" fmla="*/ 325 w 838"/>
                                      <a:gd name="T31" fmla="*/ 119 h 594"/>
                                      <a:gd name="T32" fmla="*/ 298 w 838"/>
                                      <a:gd name="T33" fmla="*/ 107 h 594"/>
                                      <a:gd name="T34" fmla="*/ 274 w 838"/>
                                      <a:gd name="T35" fmla="*/ 105 h 594"/>
                                      <a:gd name="T36" fmla="*/ 230 w 838"/>
                                      <a:gd name="T37" fmla="*/ 113 h 594"/>
                                      <a:gd name="T38" fmla="*/ 191 w 838"/>
                                      <a:gd name="T39" fmla="*/ 139 h 594"/>
                                      <a:gd name="T40" fmla="*/ 160 w 838"/>
                                      <a:gd name="T41" fmla="*/ 179 h 594"/>
                                      <a:gd name="T42" fmla="*/ 138 w 838"/>
                                      <a:gd name="T43" fmla="*/ 231 h 594"/>
                                      <a:gd name="T44" fmla="*/ 126 w 838"/>
                                      <a:gd name="T45" fmla="*/ 293 h 594"/>
                                      <a:gd name="T46" fmla="*/ 0 w 838"/>
                                      <a:gd name="T47" fmla="*/ 594 h 594"/>
                                      <a:gd name="T48" fmla="*/ 120 w 838"/>
                                      <a:gd name="T49" fmla="*/ 12 h 594"/>
                                      <a:gd name="T50" fmla="*/ 115 w 838"/>
                                      <a:gd name="T51" fmla="*/ 97 h 594"/>
                                      <a:gd name="T52" fmla="*/ 114 w 838"/>
                                      <a:gd name="T53" fmla="*/ 126 h 594"/>
                                      <a:gd name="T54" fmla="*/ 137 w 838"/>
                                      <a:gd name="T55" fmla="*/ 86 h 594"/>
                                      <a:gd name="T56" fmla="*/ 167 w 838"/>
                                      <a:gd name="T57" fmla="*/ 52 h 594"/>
                                      <a:gd name="T58" fmla="*/ 203 w 838"/>
                                      <a:gd name="T59" fmla="*/ 26 h 594"/>
                                      <a:gd name="T60" fmla="*/ 246 w 838"/>
                                      <a:gd name="T61" fmla="*/ 9 h 594"/>
                                      <a:gd name="T62" fmla="*/ 294 w 838"/>
                                      <a:gd name="T63" fmla="*/ 0 h 594"/>
                                      <a:gd name="T64" fmla="*/ 330 w 838"/>
                                      <a:gd name="T65" fmla="*/ 1 h 594"/>
                                      <a:gd name="T66" fmla="*/ 383 w 838"/>
                                      <a:gd name="T67" fmla="*/ 12 h 594"/>
                                      <a:gd name="T68" fmla="*/ 420 w 838"/>
                                      <a:gd name="T69" fmla="*/ 35 h 594"/>
                                      <a:gd name="T70" fmla="*/ 446 w 838"/>
                                      <a:gd name="T71" fmla="*/ 63 h 594"/>
                                      <a:gd name="T72" fmla="*/ 463 w 838"/>
                                      <a:gd name="T73" fmla="*/ 95 h 594"/>
                                      <a:gd name="T74" fmla="*/ 471 w 838"/>
                                      <a:gd name="T75" fmla="*/ 125 h 594"/>
                                      <a:gd name="T76" fmla="*/ 483 w 838"/>
                                      <a:gd name="T77" fmla="*/ 104 h 594"/>
                                      <a:gd name="T78" fmla="*/ 506 w 838"/>
                                      <a:gd name="T79" fmla="*/ 71 h 594"/>
                                      <a:gd name="T80" fmla="*/ 539 w 838"/>
                                      <a:gd name="T81" fmla="*/ 41 h 594"/>
                                      <a:gd name="T82" fmla="*/ 578 w 838"/>
                                      <a:gd name="T83" fmla="*/ 17 h 594"/>
                                      <a:gd name="T84" fmla="*/ 628 w 838"/>
                                      <a:gd name="T85" fmla="*/ 3 h 594"/>
                                      <a:gd name="T86" fmla="*/ 665 w 838"/>
                                      <a:gd name="T87" fmla="*/ 0 h 594"/>
                                      <a:gd name="T88" fmla="*/ 722 w 838"/>
                                      <a:gd name="T89" fmla="*/ 7 h 594"/>
                                      <a:gd name="T90" fmla="*/ 769 w 838"/>
                                      <a:gd name="T91" fmla="*/ 26 h 594"/>
                                      <a:gd name="T92" fmla="*/ 804 w 838"/>
                                      <a:gd name="T93" fmla="*/ 59 h 594"/>
                                      <a:gd name="T94" fmla="*/ 827 w 838"/>
                                      <a:gd name="T95" fmla="*/ 106 h 594"/>
                                      <a:gd name="T96" fmla="*/ 837 w 838"/>
                                      <a:gd name="T97" fmla="*/ 168 h 594"/>
                                      <a:gd name="T98" fmla="*/ 715 w 838"/>
                                      <a:gd name="T99" fmla="*/ 594 h 5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838" h="594">
                                        <a:moveTo>
                                          <a:pt x="715" y="594"/>
                                        </a:moveTo>
                                        <a:lnTo>
                                          <a:pt x="715" y="222"/>
                                        </a:lnTo>
                                        <a:lnTo>
                                          <a:pt x="715" y="222"/>
                                        </a:lnTo>
                                        <a:lnTo>
                                          <a:pt x="714" y="196"/>
                                        </a:lnTo>
                                        <a:lnTo>
                                          <a:pt x="713" y="184"/>
                                        </a:lnTo>
                                        <a:lnTo>
                                          <a:pt x="710" y="174"/>
                                        </a:lnTo>
                                        <a:lnTo>
                                          <a:pt x="708" y="163"/>
                                        </a:lnTo>
                                        <a:lnTo>
                                          <a:pt x="705" y="153"/>
                                        </a:lnTo>
                                        <a:lnTo>
                                          <a:pt x="702" y="145"/>
                                        </a:lnTo>
                                        <a:lnTo>
                                          <a:pt x="698" y="136"/>
                                        </a:lnTo>
                                        <a:lnTo>
                                          <a:pt x="692" y="128"/>
                                        </a:lnTo>
                                        <a:lnTo>
                                          <a:pt x="687" y="123"/>
                                        </a:lnTo>
                                        <a:lnTo>
                                          <a:pt x="679" y="117"/>
                                        </a:lnTo>
                                        <a:lnTo>
                                          <a:pt x="672" y="112"/>
                                        </a:lnTo>
                                        <a:lnTo>
                                          <a:pt x="663" y="109"/>
                                        </a:lnTo>
                                        <a:lnTo>
                                          <a:pt x="653" y="107"/>
                                        </a:lnTo>
                                        <a:lnTo>
                                          <a:pt x="643" y="105"/>
                                        </a:lnTo>
                                        <a:lnTo>
                                          <a:pt x="630" y="105"/>
                                        </a:lnTo>
                                        <a:lnTo>
                                          <a:pt x="630" y="105"/>
                                        </a:lnTo>
                                        <a:lnTo>
                                          <a:pt x="616" y="105"/>
                                        </a:lnTo>
                                        <a:lnTo>
                                          <a:pt x="602" y="108"/>
                                        </a:lnTo>
                                        <a:lnTo>
                                          <a:pt x="589" y="112"/>
                                        </a:lnTo>
                                        <a:lnTo>
                                          <a:pt x="575" y="119"/>
                                        </a:lnTo>
                                        <a:lnTo>
                                          <a:pt x="562" y="127"/>
                                        </a:lnTo>
                                        <a:lnTo>
                                          <a:pt x="550" y="137"/>
                                        </a:lnTo>
                                        <a:lnTo>
                                          <a:pt x="539" y="149"/>
                                        </a:lnTo>
                                        <a:lnTo>
                                          <a:pt x="528" y="162"/>
                                        </a:lnTo>
                                        <a:lnTo>
                                          <a:pt x="517" y="177"/>
                                        </a:lnTo>
                                        <a:lnTo>
                                          <a:pt x="508" y="192"/>
                                        </a:lnTo>
                                        <a:lnTo>
                                          <a:pt x="500" y="209"/>
                                        </a:lnTo>
                                        <a:lnTo>
                                          <a:pt x="493" y="229"/>
                                        </a:lnTo>
                                        <a:lnTo>
                                          <a:pt x="488" y="248"/>
                                        </a:lnTo>
                                        <a:lnTo>
                                          <a:pt x="484" y="270"/>
                                        </a:lnTo>
                                        <a:lnTo>
                                          <a:pt x="482" y="292"/>
                                        </a:lnTo>
                                        <a:lnTo>
                                          <a:pt x="480" y="315"/>
                                        </a:lnTo>
                                        <a:lnTo>
                                          <a:pt x="480" y="594"/>
                                        </a:lnTo>
                                        <a:lnTo>
                                          <a:pt x="358" y="594"/>
                                        </a:lnTo>
                                        <a:lnTo>
                                          <a:pt x="358" y="221"/>
                                        </a:lnTo>
                                        <a:lnTo>
                                          <a:pt x="358" y="221"/>
                                        </a:lnTo>
                                        <a:lnTo>
                                          <a:pt x="357" y="197"/>
                                        </a:lnTo>
                                        <a:lnTo>
                                          <a:pt x="355" y="176"/>
                                        </a:lnTo>
                                        <a:lnTo>
                                          <a:pt x="353" y="165"/>
                                        </a:lnTo>
                                        <a:lnTo>
                                          <a:pt x="349" y="155"/>
                                        </a:lnTo>
                                        <a:lnTo>
                                          <a:pt x="346" y="147"/>
                                        </a:lnTo>
                                        <a:lnTo>
                                          <a:pt x="342" y="138"/>
                                        </a:lnTo>
                                        <a:lnTo>
                                          <a:pt x="338" y="131"/>
                                        </a:lnTo>
                                        <a:lnTo>
                                          <a:pt x="331" y="124"/>
                                        </a:lnTo>
                                        <a:lnTo>
                                          <a:pt x="325" y="119"/>
                                        </a:lnTo>
                                        <a:lnTo>
                                          <a:pt x="316" y="113"/>
                                        </a:lnTo>
                                        <a:lnTo>
                                          <a:pt x="308" y="109"/>
                                        </a:lnTo>
                                        <a:lnTo>
                                          <a:pt x="298" y="107"/>
                                        </a:lnTo>
                                        <a:lnTo>
                                          <a:pt x="286" y="105"/>
                                        </a:lnTo>
                                        <a:lnTo>
                                          <a:pt x="274" y="105"/>
                                        </a:lnTo>
                                        <a:lnTo>
                                          <a:pt x="274" y="105"/>
                                        </a:lnTo>
                                        <a:lnTo>
                                          <a:pt x="259" y="106"/>
                                        </a:lnTo>
                                        <a:lnTo>
                                          <a:pt x="244" y="108"/>
                                        </a:lnTo>
                                        <a:lnTo>
                                          <a:pt x="230" y="113"/>
                                        </a:lnTo>
                                        <a:lnTo>
                                          <a:pt x="217" y="120"/>
                                        </a:lnTo>
                                        <a:lnTo>
                                          <a:pt x="204" y="128"/>
                                        </a:lnTo>
                                        <a:lnTo>
                                          <a:pt x="191" y="139"/>
                                        </a:lnTo>
                                        <a:lnTo>
                                          <a:pt x="181" y="151"/>
                                        </a:lnTo>
                                        <a:lnTo>
                                          <a:pt x="170" y="164"/>
                                        </a:lnTo>
                                        <a:lnTo>
                                          <a:pt x="160" y="179"/>
                                        </a:lnTo>
                                        <a:lnTo>
                                          <a:pt x="152" y="195"/>
                                        </a:lnTo>
                                        <a:lnTo>
                                          <a:pt x="144" y="212"/>
                                        </a:lnTo>
                                        <a:lnTo>
                                          <a:pt x="138" y="231"/>
                                        </a:lnTo>
                                        <a:lnTo>
                                          <a:pt x="132" y="250"/>
                                        </a:lnTo>
                                        <a:lnTo>
                                          <a:pt x="128" y="272"/>
                                        </a:lnTo>
                                        <a:lnTo>
                                          <a:pt x="126" y="293"/>
                                        </a:lnTo>
                                        <a:lnTo>
                                          <a:pt x="125" y="315"/>
                                        </a:lnTo>
                                        <a:lnTo>
                                          <a:pt x="125" y="594"/>
                                        </a:lnTo>
                                        <a:lnTo>
                                          <a:pt x="0" y="594"/>
                                        </a:lnTo>
                                        <a:lnTo>
                                          <a:pt x="0" y="12"/>
                                        </a:lnTo>
                                        <a:lnTo>
                                          <a:pt x="120" y="12"/>
                                        </a:lnTo>
                                        <a:lnTo>
                                          <a:pt x="120" y="12"/>
                                        </a:lnTo>
                                        <a:lnTo>
                                          <a:pt x="120" y="38"/>
                                        </a:lnTo>
                                        <a:lnTo>
                                          <a:pt x="117" y="67"/>
                                        </a:lnTo>
                                        <a:lnTo>
                                          <a:pt x="115" y="97"/>
                                        </a:lnTo>
                                        <a:lnTo>
                                          <a:pt x="111" y="125"/>
                                        </a:lnTo>
                                        <a:lnTo>
                                          <a:pt x="114" y="126"/>
                                        </a:lnTo>
                                        <a:lnTo>
                                          <a:pt x="114" y="126"/>
                                        </a:lnTo>
                                        <a:lnTo>
                                          <a:pt x="121" y="112"/>
                                        </a:lnTo>
                                        <a:lnTo>
                                          <a:pt x="128" y="99"/>
                                        </a:lnTo>
                                        <a:lnTo>
                                          <a:pt x="137" y="86"/>
                                        </a:lnTo>
                                        <a:lnTo>
                                          <a:pt x="146" y="74"/>
                                        </a:lnTo>
                                        <a:lnTo>
                                          <a:pt x="156" y="63"/>
                                        </a:lnTo>
                                        <a:lnTo>
                                          <a:pt x="167" y="52"/>
                                        </a:lnTo>
                                        <a:lnTo>
                                          <a:pt x="179" y="43"/>
                                        </a:lnTo>
                                        <a:lnTo>
                                          <a:pt x="190" y="35"/>
                                        </a:lnTo>
                                        <a:lnTo>
                                          <a:pt x="203" y="26"/>
                                        </a:lnTo>
                                        <a:lnTo>
                                          <a:pt x="217" y="19"/>
                                        </a:lnTo>
                                        <a:lnTo>
                                          <a:pt x="231" y="14"/>
                                        </a:lnTo>
                                        <a:lnTo>
                                          <a:pt x="246" y="9"/>
                                        </a:lnTo>
                                        <a:lnTo>
                                          <a:pt x="261" y="4"/>
                                        </a:lnTo>
                                        <a:lnTo>
                                          <a:pt x="277" y="2"/>
                                        </a:lnTo>
                                        <a:lnTo>
                                          <a:pt x="294" y="0"/>
                                        </a:lnTo>
                                        <a:lnTo>
                                          <a:pt x="310" y="0"/>
                                        </a:lnTo>
                                        <a:lnTo>
                                          <a:pt x="310" y="0"/>
                                        </a:lnTo>
                                        <a:lnTo>
                                          <a:pt x="330" y="1"/>
                                        </a:lnTo>
                                        <a:lnTo>
                                          <a:pt x="349" y="3"/>
                                        </a:lnTo>
                                        <a:lnTo>
                                          <a:pt x="367" y="7"/>
                                        </a:lnTo>
                                        <a:lnTo>
                                          <a:pt x="383" y="12"/>
                                        </a:lnTo>
                                        <a:lnTo>
                                          <a:pt x="397" y="18"/>
                                        </a:lnTo>
                                        <a:lnTo>
                                          <a:pt x="409" y="26"/>
                                        </a:lnTo>
                                        <a:lnTo>
                                          <a:pt x="420" y="35"/>
                                        </a:lnTo>
                                        <a:lnTo>
                                          <a:pt x="430" y="43"/>
                                        </a:lnTo>
                                        <a:lnTo>
                                          <a:pt x="439" y="53"/>
                                        </a:lnTo>
                                        <a:lnTo>
                                          <a:pt x="446" y="63"/>
                                        </a:lnTo>
                                        <a:lnTo>
                                          <a:pt x="453" y="73"/>
                                        </a:lnTo>
                                        <a:lnTo>
                                          <a:pt x="458" y="84"/>
                                        </a:lnTo>
                                        <a:lnTo>
                                          <a:pt x="463" y="95"/>
                                        </a:lnTo>
                                        <a:lnTo>
                                          <a:pt x="467" y="105"/>
                                        </a:lnTo>
                                        <a:lnTo>
                                          <a:pt x="470" y="115"/>
                                        </a:lnTo>
                                        <a:lnTo>
                                          <a:pt x="471" y="125"/>
                                        </a:lnTo>
                                        <a:lnTo>
                                          <a:pt x="471" y="125"/>
                                        </a:lnTo>
                                        <a:lnTo>
                                          <a:pt x="476" y="114"/>
                                        </a:lnTo>
                                        <a:lnTo>
                                          <a:pt x="483" y="104"/>
                                        </a:lnTo>
                                        <a:lnTo>
                                          <a:pt x="489" y="93"/>
                                        </a:lnTo>
                                        <a:lnTo>
                                          <a:pt x="498" y="82"/>
                                        </a:lnTo>
                                        <a:lnTo>
                                          <a:pt x="506" y="71"/>
                                        </a:lnTo>
                                        <a:lnTo>
                                          <a:pt x="516" y="60"/>
                                        </a:lnTo>
                                        <a:lnTo>
                                          <a:pt x="527" y="51"/>
                                        </a:lnTo>
                                        <a:lnTo>
                                          <a:pt x="539" y="41"/>
                                        </a:lnTo>
                                        <a:lnTo>
                                          <a:pt x="550" y="32"/>
                                        </a:lnTo>
                                        <a:lnTo>
                                          <a:pt x="564" y="25"/>
                                        </a:lnTo>
                                        <a:lnTo>
                                          <a:pt x="578" y="17"/>
                                        </a:lnTo>
                                        <a:lnTo>
                                          <a:pt x="594" y="12"/>
                                        </a:lnTo>
                                        <a:lnTo>
                                          <a:pt x="610" y="7"/>
                                        </a:lnTo>
                                        <a:lnTo>
                                          <a:pt x="628" y="3"/>
                                        </a:lnTo>
                                        <a:lnTo>
                                          <a:pt x="646" y="0"/>
                                        </a:lnTo>
                                        <a:lnTo>
                                          <a:pt x="665" y="0"/>
                                        </a:lnTo>
                                        <a:lnTo>
                                          <a:pt x="665" y="0"/>
                                        </a:lnTo>
                                        <a:lnTo>
                                          <a:pt x="686" y="0"/>
                                        </a:lnTo>
                                        <a:lnTo>
                                          <a:pt x="705" y="2"/>
                                        </a:lnTo>
                                        <a:lnTo>
                                          <a:pt x="722" y="7"/>
                                        </a:lnTo>
                                        <a:lnTo>
                                          <a:pt x="739" y="11"/>
                                        </a:lnTo>
                                        <a:lnTo>
                                          <a:pt x="754" y="17"/>
                                        </a:lnTo>
                                        <a:lnTo>
                                          <a:pt x="769" y="26"/>
                                        </a:lnTo>
                                        <a:lnTo>
                                          <a:pt x="782" y="36"/>
                                        </a:lnTo>
                                        <a:lnTo>
                                          <a:pt x="793" y="46"/>
                                        </a:lnTo>
                                        <a:lnTo>
                                          <a:pt x="804" y="59"/>
                                        </a:lnTo>
                                        <a:lnTo>
                                          <a:pt x="812" y="73"/>
                                        </a:lnTo>
                                        <a:lnTo>
                                          <a:pt x="821" y="88"/>
                                        </a:lnTo>
                                        <a:lnTo>
                                          <a:pt x="827" y="106"/>
                                        </a:lnTo>
                                        <a:lnTo>
                                          <a:pt x="832" y="125"/>
                                        </a:lnTo>
                                        <a:lnTo>
                                          <a:pt x="835" y="146"/>
                                        </a:lnTo>
                                        <a:lnTo>
                                          <a:pt x="837" y="168"/>
                                        </a:lnTo>
                                        <a:lnTo>
                                          <a:pt x="838" y="192"/>
                                        </a:lnTo>
                                        <a:lnTo>
                                          <a:pt x="838" y="594"/>
                                        </a:lnTo>
                                        <a:lnTo>
                                          <a:pt x="715" y="594"/>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1" name="Freeform 142"/>
                                <wps:cNvSpPr>
                                  <a:spLocks noEditPoints="1"/>
                                </wps:cNvSpPr>
                                <wps:spPr bwMode="auto">
                                  <a:xfrm>
                                    <a:off x="1099820" y="688975"/>
                                    <a:ext cx="40005" cy="48260"/>
                                  </a:xfrm>
                                  <a:custGeom>
                                    <a:avLst/>
                                    <a:gdLst>
                                      <a:gd name="T0" fmla="*/ 129 w 502"/>
                                      <a:gd name="T1" fmla="*/ 311 h 606"/>
                                      <a:gd name="T2" fmla="*/ 133 w 502"/>
                                      <a:gd name="T3" fmla="*/ 379 h 606"/>
                                      <a:gd name="T4" fmla="*/ 151 w 502"/>
                                      <a:gd name="T5" fmla="*/ 432 h 606"/>
                                      <a:gd name="T6" fmla="*/ 181 w 502"/>
                                      <a:gd name="T7" fmla="*/ 470 h 606"/>
                                      <a:gd name="T8" fmla="*/ 224 w 502"/>
                                      <a:gd name="T9" fmla="*/ 495 h 606"/>
                                      <a:gd name="T10" fmla="*/ 279 w 502"/>
                                      <a:gd name="T11" fmla="*/ 506 h 606"/>
                                      <a:gd name="T12" fmla="*/ 323 w 502"/>
                                      <a:gd name="T13" fmla="*/ 506 h 606"/>
                                      <a:gd name="T14" fmla="*/ 390 w 502"/>
                                      <a:gd name="T15" fmla="*/ 497 h 606"/>
                                      <a:gd name="T16" fmla="*/ 452 w 502"/>
                                      <a:gd name="T17" fmla="*/ 478 h 606"/>
                                      <a:gd name="T18" fmla="*/ 482 w 502"/>
                                      <a:gd name="T19" fmla="*/ 568 h 606"/>
                                      <a:gd name="T20" fmla="*/ 411 w 502"/>
                                      <a:gd name="T21" fmla="*/ 592 h 606"/>
                                      <a:gd name="T22" fmla="*/ 334 w 502"/>
                                      <a:gd name="T23" fmla="*/ 604 h 606"/>
                                      <a:gd name="T24" fmla="*/ 281 w 502"/>
                                      <a:gd name="T25" fmla="*/ 606 h 606"/>
                                      <a:gd name="T26" fmla="*/ 202 w 502"/>
                                      <a:gd name="T27" fmla="*/ 600 h 606"/>
                                      <a:gd name="T28" fmla="*/ 161 w 502"/>
                                      <a:gd name="T29" fmla="*/ 589 h 606"/>
                                      <a:gd name="T30" fmla="*/ 123 w 502"/>
                                      <a:gd name="T31" fmla="*/ 573 h 606"/>
                                      <a:gd name="T32" fmla="*/ 91 w 502"/>
                                      <a:gd name="T33" fmla="*/ 551 h 606"/>
                                      <a:gd name="T34" fmla="*/ 64 w 502"/>
                                      <a:gd name="T35" fmla="*/ 524 h 606"/>
                                      <a:gd name="T36" fmla="*/ 42 w 502"/>
                                      <a:gd name="T37" fmla="*/ 492 h 606"/>
                                      <a:gd name="T38" fmla="*/ 23 w 502"/>
                                      <a:gd name="T39" fmla="*/ 454 h 606"/>
                                      <a:gd name="T40" fmla="*/ 10 w 502"/>
                                      <a:gd name="T41" fmla="*/ 411 h 606"/>
                                      <a:gd name="T42" fmla="*/ 2 w 502"/>
                                      <a:gd name="T43" fmla="*/ 344 h 606"/>
                                      <a:gd name="T44" fmla="*/ 1 w 502"/>
                                      <a:gd name="T45" fmla="*/ 275 h 606"/>
                                      <a:gd name="T46" fmla="*/ 18 w 502"/>
                                      <a:gd name="T47" fmla="*/ 184 h 606"/>
                                      <a:gd name="T48" fmla="*/ 39 w 502"/>
                                      <a:gd name="T49" fmla="*/ 133 h 606"/>
                                      <a:gd name="T50" fmla="*/ 61 w 502"/>
                                      <a:gd name="T51" fmla="*/ 98 h 606"/>
                                      <a:gd name="T52" fmla="*/ 87 w 502"/>
                                      <a:gd name="T53" fmla="*/ 68 h 606"/>
                                      <a:gd name="T54" fmla="*/ 118 w 502"/>
                                      <a:gd name="T55" fmla="*/ 43 h 606"/>
                                      <a:gd name="T56" fmla="*/ 152 w 502"/>
                                      <a:gd name="T57" fmla="*/ 23 h 606"/>
                                      <a:gd name="T58" fmla="*/ 192 w 502"/>
                                      <a:gd name="T59" fmla="*/ 9 h 606"/>
                                      <a:gd name="T60" fmla="*/ 235 w 502"/>
                                      <a:gd name="T61" fmla="*/ 1 h 606"/>
                                      <a:gd name="T62" fmla="*/ 265 w 502"/>
                                      <a:gd name="T63" fmla="*/ 0 h 606"/>
                                      <a:gd name="T64" fmla="*/ 310 w 502"/>
                                      <a:gd name="T65" fmla="*/ 2 h 606"/>
                                      <a:gd name="T66" fmla="*/ 349 w 502"/>
                                      <a:gd name="T67" fmla="*/ 11 h 606"/>
                                      <a:gd name="T68" fmla="*/ 383 w 502"/>
                                      <a:gd name="T69" fmla="*/ 25 h 606"/>
                                      <a:gd name="T70" fmla="*/ 413 w 502"/>
                                      <a:gd name="T71" fmla="*/ 43 h 606"/>
                                      <a:gd name="T72" fmla="*/ 439 w 502"/>
                                      <a:gd name="T73" fmla="*/ 66 h 606"/>
                                      <a:gd name="T74" fmla="*/ 471 w 502"/>
                                      <a:gd name="T75" fmla="*/ 111 h 606"/>
                                      <a:gd name="T76" fmla="*/ 495 w 502"/>
                                      <a:gd name="T77" fmla="*/ 177 h 606"/>
                                      <a:gd name="T78" fmla="*/ 502 w 502"/>
                                      <a:gd name="T79" fmla="*/ 252 h 606"/>
                                      <a:gd name="T80" fmla="*/ 499 w 502"/>
                                      <a:gd name="T81" fmla="*/ 311 h 606"/>
                                      <a:gd name="T82" fmla="*/ 261 w 502"/>
                                      <a:gd name="T83" fmla="*/ 93 h 606"/>
                                      <a:gd name="T84" fmla="*/ 224 w 502"/>
                                      <a:gd name="T85" fmla="*/ 98 h 606"/>
                                      <a:gd name="T86" fmla="*/ 192 w 502"/>
                                      <a:gd name="T87" fmla="*/ 113 h 606"/>
                                      <a:gd name="T88" fmla="*/ 165 w 502"/>
                                      <a:gd name="T89" fmla="*/ 137 h 606"/>
                                      <a:gd name="T90" fmla="*/ 146 w 502"/>
                                      <a:gd name="T91" fmla="*/ 169 h 606"/>
                                      <a:gd name="T92" fmla="*/ 134 w 502"/>
                                      <a:gd name="T93" fmla="*/ 208 h 606"/>
                                      <a:gd name="T94" fmla="*/ 378 w 502"/>
                                      <a:gd name="T95" fmla="*/ 222 h 606"/>
                                      <a:gd name="T96" fmla="*/ 375 w 502"/>
                                      <a:gd name="T97" fmla="*/ 181 h 606"/>
                                      <a:gd name="T98" fmla="*/ 361 w 502"/>
                                      <a:gd name="T99" fmla="*/ 147 h 606"/>
                                      <a:gd name="T100" fmla="*/ 340 w 502"/>
                                      <a:gd name="T101" fmla="*/ 120 h 606"/>
                                      <a:gd name="T102" fmla="*/ 310 w 502"/>
                                      <a:gd name="T103" fmla="*/ 101 h 606"/>
                                      <a:gd name="T104" fmla="*/ 275 w 502"/>
                                      <a:gd name="T105" fmla="*/ 93 h 6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502" h="606">
                                        <a:moveTo>
                                          <a:pt x="499" y="311"/>
                                        </a:moveTo>
                                        <a:lnTo>
                                          <a:pt x="129" y="311"/>
                                        </a:lnTo>
                                        <a:lnTo>
                                          <a:pt x="129" y="311"/>
                                        </a:lnTo>
                                        <a:lnTo>
                                          <a:pt x="129" y="335"/>
                                        </a:lnTo>
                                        <a:lnTo>
                                          <a:pt x="131" y="358"/>
                                        </a:lnTo>
                                        <a:lnTo>
                                          <a:pt x="133" y="379"/>
                                        </a:lnTo>
                                        <a:lnTo>
                                          <a:pt x="138" y="398"/>
                                        </a:lnTo>
                                        <a:lnTo>
                                          <a:pt x="144" y="416"/>
                                        </a:lnTo>
                                        <a:lnTo>
                                          <a:pt x="151" y="432"/>
                                        </a:lnTo>
                                        <a:lnTo>
                                          <a:pt x="160" y="446"/>
                                        </a:lnTo>
                                        <a:lnTo>
                                          <a:pt x="169" y="459"/>
                                        </a:lnTo>
                                        <a:lnTo>
                                          <a:pt x="181" y="470"/>
                                        </a:lnTo>
                                        <a:lnTo>
                                          <a:pt x="194" y="480"/>
                                        </a:lnTo>
                                        <a:lnTo>
                                          <a:pt x="209" y="489"/>
                                        </a:lnTo>
                                        <a:lnTo>
                                          <a:pt x="224" y="495"/>
                                        </a:lnTo>
                                        <a:lnTo>
                                          <a:pt x="241" y="500"/>
                                        </a:lnTo>
                                        <a:lnTo>
                                          <a:pt x="260" y="504"/>
                                        </a:lnTo>
                                        <a:lnTo>
                                          <a:pt x="279" y="506"/>
                                        </a:lnTo>
                                        <a:lnTo>
                                          <a:pt x="300" y="507"/>
                                        </a:lnTo>
                                        <a:lnTo>
                                          <a:pt x="300" y="507"/>
                                        </a:lnTo>
                                        <a:lnTo>
                                          <a:pt x="323" y="506"/>
                                        </a:lnTo>
                                        <a:lnTo>
                                          <a:pt x="346" y="504"/>
                                        </a:lnTo>
                                        <a:lnTo>
                                          <a:pt x="368" y="501"/>
                                        </a:lnTo>
                                        <a:lnTo>
                                          <a:pt x="390" y="497"/>
                                        </a:lnTo>
                                        <a:lnTo>
                                          <a:pt x="411" y="492"/>
                                        </a:lnTo>
                                        <a:lnTo>
                                          <a:pt x="431" y="485"/>
                                        </a:lnTo>
                                        <a:lnTo>
                                          <a:pt x="452" y="478"/>
                                        </a:lnTo>
                                        <a:lnTo>
                                          <a:pt x="470" y="469"/>
                                        </a:lnTo>
                                        <a:lnTo>
                                          <a:pt x="482" y="568"/>
                                        </a:lnTo>
                                        <a:lnTo>
                                          <a:pt x="482" y="568"/>
                                        </a:lnTo>
                                        <a:lnTo>
                                          <a:pt x="459" y="578"/>
                                        </a:lnTo>
                                        <a:lnTo>
                                          <a:pt x="436" y="586"/>
                                        </a:lnTo>
                                        <a:lnTo>
                                          <a:pt x="411" y="592"/>
                                        </a:lnTo>
                                        <a:lnTo>
                                          <a:pt x="386" y="596"/>
                                        </a:lnTo>
                                        <a:lnTo>
                                          <a:pt x="361" y="601"/>
                                        </a:lnTo>
                                        <a:lnTo>
                                          <a:pt x="334" y="604"/>
                                        </a:lnTo>
                                        <a:lnTo>
                                          <a:pt x="307" y="606"/>
                                        </a:lnTo>
                                        <a:lnTo>
                                          <a:pt x="281" y="606"/>
                                        </a:lnTo>
                                        <a:lnTo>
                                          <a:pt x="281" y="606"/>
                                        </a:lnTo>
                                        <a:lnTo>
                                          <a:pt x="248" y="605"/>
                                        </a:lnTo>
                                        <a:lnTo>
                                          <a:pt x="217" y="602"/>
                                        </a:lnTo>
                                        <a:lnTo>
                                          <a:pt x="202" y="600"/>
                                        </a:lnTo>
                                        <a:lnTo>
                                          <a:pt x="188" y="596"/>
                                        </a:lnTo>
                                        <a:lnTo>
                                          <a:pt x="174" y="593"/>
                                        </a:lnTo>
                                        <a:lnTo>
                                          <a:pt x="161" y="589"/>
                                        </a:lnTo>
                                        <a:lnTo>
                                          <a:pt x="148" y="583"/>
                                        </a:lnTo>
                                        <a:lnTo>
                                          <a:pt x="135" y="578"/>
                                        </a:lnTo>
                                        <a:lnTo>
                                          <a:pt x="123" y="573"/>
                                        </a:lnTo>
                                        <a:lnTo>
                                          <a:pt x="112" y="566"/>
                                        </a:lnTo>
                                        <a:lnTo>
                                          <a:pt x="102" y="559"/>
                                        </a:lnTo>
                                        <a:lnTo>
                                          <a:pt x="91" y="551"/>
                                        </a:lnTo>
                                        <a:lnTo>
                                          <a:pt x="81" y="542"/>
                                        </a:lnTo>
                                        <a:lnTo>
                                          <a:pt x="73" y="534"/>
                                        </a:lnTo>
                                        <a:lnTo>
                                          <a:pt x="64" y="524"/>
                                        </a:lnTo>
                                        <a:lnTo>
                                          <a:pt x="55" y="514"/>
                                        </a:lnTo>
                                        <a:lnTo>
                                          <a:pt x="48" y="504"/>
                                        </a:lnTo>
                                        <a:lnTo>
                                          <a:pt x="42" y="492"/>
                                        </a:lnTo>
                                        <a:lnTo>
                                          <a:pt x="35" y="480"/>
                                        </a:lnTo>
                                        <a:lnTo>
                                          <a:pt x="29" y="468"/>
                                        </a:lnTo>
                                        <a:lnTo>
                                          <a:pt x="23" y="454"/>
                                        </a:lnTo>
                                        <a:lnTo>
                                          <a:pt x="19" y="441"/>
                                        </a:lnTo>
                                        <a:lnTo>
                                          <a:pt x="15" y="426"/>
                                        </a:lnTo>
                                        <a:lnTo>
                                          <a:pt x="10" y="411"/>
                                        </a:lnTo>
                                        <a:lnTo>
                                          <a:pt x="7" y="396"/>
                                        </a:lnTo>
                                        <a:lnTo>
                                          <a:pt x="5" y="379"/>
                                        </a:lnTo>
                                        <a:lnTo>
                                          <a:pt x="2" y="344"/>
                                        </a:lnTo>
                                        <a:lnTo>
                                          <a:pt x="0" y="307"/>
                                        </a:lnTo>
                                        <a:lnTo>
                                          <a:pt x="0" y="307"/>
                                        </a:lnTo>
                                        <a:lnTo>
                                          <a:pt x="1" y="275"/>
                                        </a:lnTo>
                                        <a:lnTo>
                                          <a:pt x="5" y="244"/>
                                        </a:lnTo>
                                        <a:lnTo>
                                          <a:pt x="10" y="214"/>
                                        </a:lnTo>
                                        <a:lnTo>
                                          <a:pt x="18" y="184"/>
                                        </a:lnTo>
                                        <a:lnTo>
                                          <a:pt x="28" y="157"/>
                                        </a:lnTo>
                                        <a:lnTo>
                                          <a:pt x="33" y="145"/>
                                        </a:lnTo>
                                        <a:lnTo>
                                          <a:pt x="39" y="133"/>
                                        </a:lnTo>
                                        <a:lnTo>
                                          <a:pt x="46" y="121"/>
                                        </a:lnTo>
                                        <a:lnTo>
                                          <a:pt x="53" y="109"/>
                                        </a:lnTo>
                                        <a:lnTo>
                                          <a:pt x="61" y="98"/>
                                        </a:lnTo>
                                        <a:lnTo>
                                          <a:pt x="69" y="87"/>
                                        </a:lnTo>
                                        <a:lnTo>
                                          <a:pt x="78" y="78"/>
                                        </a:lnTo>
                                        <a:lnTo>
                                          <a:pt x="87" y="68"/>
                                        </a:lnTo>
                                        <a:lnTo>
                                          <a:pt x="96" y="59"/>
                                        </a:lnTo>
                                        <a:lnTo>
                                          <a:pt x="107" y="51"/>
                                        </a:lnTo>
                                        <a:lnTo>
                                          <a:pt x="118" y="43"/>
                                        </a:lnTo>
                                        <a:lnTo>
                                          <a:pt x="129" y="36"/>
                                        </a:lnTo>
                                        <a:lnTo>
                                          <a:pt x="140" y="29"/>
                                        </a:lnTo>
                                        <a:lnTo>
                                          <a:pt x="152" y="23"/>
                                        </a:lnTo>
                                        <a:lnTo>
                                          <a:pt x="165" y="17"/>
                                        </a:lnTo>
                                        <a:lnTo>
                                          <a:pt x="178" y="13"/>
                                        </a:lnTo>
                                        <a:lnTo>
                                          <a:pt x="192" y="9"/>
                                        </a:lnTo>
                                        <a:lnTo>
                                          <a:pt x="206" y="5"/>
                                        </a:lnTo>
                                        <a:lnTo>
                                          <a:pt x="220" y="3"/>
                                        </a:lnTo>
                                        <a:lnTo>
                                          <a:pt x="235" y="1"/>
                                        </a:lnTo>
                                        <a:lnTo>
                                          <a:pt x="250" y="0"/>
                                        </a:lnTo>
                                        <a:lnTo>
                                          <a:pt x="265" y="0"/>
                                        </a:lnTo>
                                        <a:lnTo>
                                          <a:pt x="265" y="0"/>
                                        </a:lnTo>
                                        <a:lnTo>
                                          <a:pt x="281" y="0"/>
                                        </a:lnTo>
                                        <a:lnTo>
                                          <a:pt x="295" y="1"/>
                                        </a:lnTo>
                                        <a:lnTo>
                                          <a:pt x="310" y="2"/>
                                        </a:lnTo>
                                        <a:lnTo>
                                          <a:pt x="323" y="5"/>
                                        </a:lnTo>
                                        <a:lnTo>
                                          <a:pt x="336" y="8"/>
                                        </a:lnTo>
                                        <a:lnTo>
                                          <a:pt x="349" y="11"/>
                                        </a:lnTo>
                                        <a:lnTo>
                                          <a:pt x="361" y="15"/>
                                        </a:lnTo>
                                        <a:lnTo>
                                          <a:pt x="372" y="19"/>
                                        </a:lnTo>
                                        <a:lnTo>
                                          <a:pt x="383" y="25"/>
                                        </a:lnTo>
                                        <a:lnTo>
                                          <a:pt x="394" y="30"/>
                                        </a:lnTo>
                                        <a:lnTo>
                                          <a:pt x="404" y="37"/>
                                        </a:lnTo>
                                        <a:lnTo>
                                          <a:pt x="413" y="43"/>
                                        </a:lnTo>
                                        <a:lnTo>
                                          <a:pt x="423" y="50"/>
                                        </a:lnTo>
                                        <a:lnTo>
                                          <a:pt x="430" y="57"/>
                                        </a:lnTo>
                                        <a:lnTo>
                                          <a:pt x="439" y="66"/>
                                        </a:lnTo>
                                        <a:lnTo>
                                          <a:pt x="447" y="74"/>
                                        </a:lnTo>
                                        <a:lnTo>
                                          <a:pt x="459" y="92"/>
                                        </a:lnTo>
                                        <a:lnTo>
                                          <a:pt x="471" y="111"/>
                                        </a:lnTo>
                                        <a:lnTo>
                                          <a:pt x="481" y="133"/>
                                        </a:lnTo>
                                        <a:lnTo>
                                          <a:pt x="489" y="154"/>
                                        </a:lnTo>
                                        <a:lnTo>
                                          <a:pt x="495" y="177"/>
                                        </a:lnTo>
                                        <a:lnTo>
                                          <a:pt x="499" y="202"/>
                                        </a:lnTo>
                                        <a:lnTo>
                                          <a:pt x="502" y="226"/>
                                        </a:lnTo>
                                        <a:lnTo>
                                          <a:pt x="502" y="252"/>
                                        </a:lnTo>
                                        <a:lnTo>
                                          <a:pt x="502" y="252"/>
                                        </a:lnTo>
                                        <a:lnTo>
                                          <a:pt x="502" y="279"/>
                                        </a:lnTo>
                                        <a:lnTo>
                                          <a:pt x="499" y="311"/>
                                        </a:lnTo>
                                        <a:lnTo>
                                          <a:pt x="499" y="311"/>
                                        </a:lnTo>
                                        <a:close/>
                                        <a:moveTo>
                                          <a:pt x="261" y="93"/>
                                        </a:moveTo>
                                        <a:lnTo>
                                          <a:pt x="261" y="93"/>
                                        </a:lnTo>
                                        <a:lnTo>
                                          <a:pt x="248" y="93"/>
                                        </a:lnTo>
                                        <a:lnTo>
                                          <a:pt x="236" y="95"/>
                                        </a:lnTo>
                                        <a:lnTo>
                                          <a:pt x="224" y="98"/>
                                        </a:lnTo>
                                        <a:lnTo>
                                          <a:pt x="212" y="101"/>
                                        </a:lnTo>
                                        <a:lnTo>
                                          <a:pt x="202" y="107"/>
                                        </a:lnTo>
                                        <a:lnTo>
                                          <a:pt x="192" y="113"/>
                                        </a:lnTo>
                                        <a:lnTo>
                                          <a:pt x="182" y="120"/>
                                        </a:lnTo>
                                        <a:lnTo>
                                          <a:pt x="174" y="128"/>
                                        </a:lnTo>
                                        <a:lnTo>
                                          <a:pt x="165" y="137"/>
                                        </a:lnTo>
                                        <a:lnTo>
                                          <a:pt x="159" y="147"/>
                                        </a:lnTo>
                                        <a:lnTo>
                                          <a:pt x="152" y="157"/>
                                        </a:lnTo>
                                        <a:lnTo>
                                          <a:pt x="146" y="169"/>
                                        </a:lnTo>
                                        <a:lnTo>
                                          <a:pt x="140" y="181"/>
                                        </a:lnTo>
                                        <a:lnTo>
                                          <a:pt x="137" y="194"/>
                                        </a:lnTo>
                                        <a:lnTo>
                                          <a:pt x="134" y="208"/>
                                        </a:lnTo>
                                        <a:lnTo>
                                          <a:pt x="131" y="222"/>
                                        </a:lnTo>
                                        <a:lnTo>
                                          <a:pt x="378" y="222"/>
                                        </a:lnTo>
                                        <a:lnTo>
                                          <a:pt x="378" y="222"/>
                                        </a:lnTo>
                                        <a:lnTo>
                                          <a:pt x="378" y="208"/>
                                        </a:lnTo>
                                        <a:lnTo>
                                          <a:pt x="377" y="194"/>
                                        </a:lnTo>
                                        <a:lnTo>
                                          <a:pt x="375" y="181"/>
                                        </a:lnTo>
                                        <a:lnTo>
                                          <a:pt x="370" y="168"/>
                                        </a:lnTo>
                                        <a:lnTo>
                                          <a:pt x="366" y="157"/>
                                        </a:lnTo>
                                        <a:lnTo>
                                          <a:pt x="361" y="147"/>
                                        </a:lnTo>
                                        <a:lnTo>
                                          <a:pt x="355" y="137"/>
                                        </a:lnTo>
                                        <a:lnTo>
                                          <a:pt x="348" y="127"/>
                                        </a:lnTo>
                                        <a:lnTo>
                                          <a:pt x="340" y="120"/>
                                        </a:lnTo>
                                        <a:lnTo>
                                          <a:pt x="330" y="112"/>
                                        </a:lnTo>
                                        <a:lnTo>
                                          <a:pt x="321" y="107"/>
                                        </a:lnTo>
                                        <a:lnTo>
                                          <a:pt x="310" y="101"/>
                                        </a:lnTo>
                                        <a:lnTo>
                                          <a:pt x="299" y="97"/>
                                        </a:lnTo>
                                        <a:lnTo>
                                          <a:pt x="288" y="95"/>
                                        </a:lnTo>
                                        <a:lnTo>
                                          <a:pt x="275" y="93"/>
                                        </a:lnTo>
                                        <a:lnTo>
                                          <a:pt x="261" y="93"/>
                                        </a:lnTo>
                                        <a:lnTo>
                                          <a:pt x="261" y="93"/>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2" name="Freeform 143"/>
                                <wps:cNvSpPr>
                                  <a:spLocks/>
                                </wps:cNvSpPr>
                                <wps:spPr bwMode="auto">
                                  <a:xfrm>
                                    <a:off x="1151255" y="688975"/>
                                    <a:ext cx="38735" cy="46990"/>
                                  </a:xfrm>
                                  <a:custGeom>
                                    <a:avLst/>
                                    <a:gdLst>
                                      <a:gd name="T0" fmla="*/ 363 w 488"/>
                                      <a:gd name="T1" fmla="*/ 219 h 594"/>
                                      <a:gd name="T2" fmla="*/ 362 w 488"/>
                                      <a:gd name="T3" fmla="*/ 193 h 594"/>
                                      <a:gd name="T4" fmla="*/ 360 w 488"/>
                                      <a:gd name="T5" fmla="*/ 170 h 594"/>
                                      <a:gd name="T6" fmla="*/ 354 w 488"/>
                                      <a:gd name="T7" fmla="*/ 151 h 594"/>
                                      <a:gd name="T8" fmla="*/ 345 w 488"/>
                                      <a:gd name="T9" fmla="*/ 135 h 594"/>
                                      <a:gd name="T10" fmla="*/ 334 w 488"/>
                                      <a:gd name="T11" fmla="*/ 122 h 594"/>
                                      <a:gd name="T12" fmla="*/ 319 w 488"/>
                                      <a:gd name="T13" fmla="*/ 112 h 594"/>
                                      <a:gd name="T14" fmla="*/ 300 w 488"/>
                                      <a:gd name="T15" fmla="*/ 106 h 594"/>
                                      <a:gd name="T16" fmla="*/ 277 w 488"/>
                                      <a:gd name="T17" fmla="*/ 105 h 594"/>
                                      <a:gd name="T18" fmla="*/ 261 w 488"/>
                                      <a:gd name="T19" fmla="*/ 106 h 594"/>
                                      <a:gd name="T20" fmla="*/ 231 w 488"/>
                                      <a:gd name="T21" fmla="*/ 113 h 594"/>
                                      <a:gd name="T22" fmla="*/ 203 w 488"/>
                                      <a:gd name="T23" fmla="*/ 129 h 594"/>
                                      <a:gd name="T24" fmla="*/ 179 w 488"/>
                                      <a:gd name="T25" fmla="*/ 152 h 594"/>
                                      <a:gd name="T26" fmla="*/ 159 w 488"/>
                                      <a:gd name="T27" fmla="*/ 180 h 594"/>
                                      <a:gd name="T28" fmla="*/ 143 w 488"/>
                                      <a:gd name="T29" fmla="*/ 214 h 594"/>
                                      <a:gd name="T30" fmla="*/ 131 w 488"/>
                                      <a:gd name="T31" fmla="*/ 250 h 594"/>
                                      <a:gd name="T32" fmla="*/ 126 w 488"/>
                                      <a:gd name="T33" fmla="*/ 291 h 594"/>
                                      <a:gd name="T34" fmla="*/ 125 w 488"/>
                                      <a:gd name="T35" fmla="*/ 594 h 594"/>
                                      <a:gd name="T36" fmla="*/ 0 w 488"/>
                                      <a:gd name="T37" fmla="*/ 12 h 594"/>
                                      <a:gd name="T38" fmla="*/ 119 w 488"/>
                                      <a:gd name="T39" fmla="*/ 12 h 594"/>
                                      <a:gd name="T40" fmla="*/ 117 w 488"/>
                                      <a:gd name="T41" fmla="*/ 68 h 594"/>
                                      <a:gd name="T42" fmla="*/ 111 w 488"/>
                                      <a:gd name="T43" fmla="*/ 125 h 594"/>
                                      <a:gd name="T44" fmla="*/ 112 w 488"/>
                                      <a:gd name="T45" fmla="*/ 126 h 594"/>
                                      <a:gd name="T46" fmla="*/ 127 w 488"/>
                                      <a:gd name="T47" fmla="*/ 99 h 594"/>
                                      <a:gd name="T48" fmla="*/ 144 w 488"/>
                                      <a:gd name="T49" fmla="*/ 74 h 594"/>
                                      <a:gd name="T50" fmla="*/ 166 w 488"/>
                                      <a:gd name="T51" fmla="*/ 53 h 594"/>
                                      <a:gd name="T52" fmla="*/ 189 w 488"/>
                                      <a:gd name="T53" fmla="*/ 35 h 594"/>
                                      <a:gd name="T54" fmla="*/ 216 w 488"/>
                                      <a:gd name="T55" fmla="*/ 21 h 594"/>
                                      <a:gd name="T56" fmla="*/ 246 w 488"/>
                                      <a:gd name="T57" fmla="*/ 9 h 594"/>
                                      <a:gd name="T58" fmla="*/ 280 w 488"/>
                                      <a:gd name="T59" fmla="*/ 2 h 594"/>
                                      <a:gd name="T60" fmla="*/ 315 w 488"/>
                                      <a:gd name="T61" fmla="*/ 0 h 594"/>
                                      <a:gd name="T62" fmla="*/ 339 w 488"/>
                                      <a:gd name="T63" fmla="*/ 1 h 594"/>
                                      <a:gd name="T64" fmla="*/ 379 w 488"/>
                                      <a:gd name="T65" fmla="*/ 8 h 594"/>
                                      <a:gd name="T66" fmla="*/ 414 w 488"/>
                                      <a:gd name="T67" fmla="*/ 23 h 594"/>
                                      <a:gd name="T68" fmla="*/ 440 w 488"/>
                                      <a:gd name="T69" fmla="*/ 42 h 594"/>
                                      <a:gd name="T70" fmla="*/ 460 w 488"/>
                                      <a:gd name="T71" fmla="*/ 68 h 594"/>
                                      <a:gd name="T72" fmla="*/ 474 w 488"/>
                                      <a:gd name="T73" fmla="*/ 97 h 594"/>
                                      <a:gd name="T74" fmla="*/ 483 w 488"/>
                                      <a:gd name="T75" fmla="*/ 131 h 594"/>
                                      <a:gd name="T76" fmla="*/ 487 w 488"/>
                                      <a:gd name="T77" fmla="*/ 167 h 594"/>
                                      <a:gd name="T78" fmla="*/ 488 w 488"/>
                                      <a:gd name="T79" fmla="*/ 594 h 5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488" h="594">
                                        <a:moveTo>
                                          <a:pt x="363" y="594"/>
                                        </a:moveTo>
                                        <a:lnTo>
                                          <a:pt x="363" y="219"/>
                                        </a:lnTo>
                                        <a:lnTo>
                                          <a:pt x="363" y="219"/>
                                        </a:lnTo>
                                        <a:lnTo>
                                          <a:pt x="362" y="193"/>
                                        </a:lnTo>
                                        <a:lnTo>
                                          <a:pt x="361" y="181"/>
                                        </a:lnTo>
                                        <a:lnTo>
                                          <a:pt x="360" y="170"/>
                                        </a:lnTo>
                                        <a:lnTo>
                                          <a:pt x="357" y="161"/>
                                        </a:lnTo>
                                        <a:lnTo>
                                          <a:pt x="354" y="151"/>
                                        </a:lnTo>
                                        <a:lnTo>
                                          <a:pt x="350" y="142"/>
                                        </a:lnTo>
                                        <a:lnTo>
                                          <a:pt x="345" y="135"/>
                                        </a:lnTo>
                                        <a:lnTo>
                                          <a:pt x="340" y="127"/>
                                        </a:lnTo>
                                        <a:lnTo>
                                          <a:pt x="334" y="122"/>
                                        </a:lnTo>
                                        <a:lnTo>
                                          <a:pt x="327" y="117"/>
                                        </a:lnTo>
                                        <a:lnTo>
                                          <a:pt x="319" y="112"/>
                                        </a:lnTo>
                                        <a:lnTo>
                                          <a:pt x="310" y="109"/>
                                        </a:lnTo>
                                        <a:lnTo>
                                          <a:pt x="300" y="106"/>
                                        </a:lnTo>
                                        <a:lnTo>
                                          <a:pt x="289" y="105"/>
                                        </a:lnTo>
                                        <a:lnTo>
                                          <a:pt x="277" y="105"/>
                                        </a:lnTo>
                                        <a:lnTo>
                                          <a:pt x="277" y="105"/>
                                        </a:lnTo>
                                        <a:lnTo>
                                          <a:pt x="261" y="106"/>
                                        </a:lnTo>
                                        <a:lnTo>
                                          <a:pt x="245" y="108"/>
                                        </a:lnTo>
                                        <a:lnTo>
                                          <a:pt x="231" y="113"/>
                                        </a:lnTo>
                                        <a:lnTo>
                                          <a:pt x="216" y="121"/>
                                        </a:lnTo>
                                        <a:lnTo>
                                          <a:pt x="203" y="129"/>
                                        </a:lnTo>
                                        <a:lnTo>
                                          <a:pt x="190" y="139"/>
                                        </a:lnTo>
                                        <a:lnTo>
                                          <a:pt x="179" y="152"/>
                                        </a:lnTo>
                                        <a:lnTo>
                                          <a:pt x="169" y="165"/>
                                        </a:lnTo>
                                        <a:lnTo>
                                          <a:pt x="159" y="180"/>
                                        </a:lnTo>
                                        <a:lnTo>
                                          <a:pt x="151" y="196"/>
                                        </a:lnTo>
                                        <a:lnTo>
                                          <a:pt x="143" y="214"/>
                                        </a:lnTo>
                                        <a:lnTo>
                                          <a:pt x="137" y="232"/>
                                        </a:lnTo>
                                        <a:lnTo>
                                          <a:pt x="131" y="250"/>
                                        </a:lnTo>
                                        <a:lnTo>
                                          <a:pt x="128" y="271"/>
                                        </a:lnTo>
                                        <a:lnTo>
                                          <a:pt x="126" y="291"/>
                                        </a:lnTo>
                                        <a:lnTo>
                                          <a:pt x="125" y="313"/>
                                        </a:lnTo>
                                        <a:lnTo>
                                          <a:pt x="125" y="594"/>
                                        </a:lnTo>
                                        <a:lnTo>
                                          <a:pt x="0" y="594"/>
                                        </a:lnTo>
                                        <a:lnTo>
                                          <a:pt x="0" y="12"/>
                                        </a:lnTo>
                                        <a:lnTo>
                                          <a:pt x="119" y="12"/>
                                        </a:lnTo>
                                        <a:lnTo>
                                          <a:pt x="119" y="12"/>
                                        </a:lnTo>
                                        <a:lnTo>
                                          <a:pt x="119" y="38"/>
                                        </a:lnTo>
                                        <a:lnTo>
                                          <a:pt x="117" y="68"/>
                                        </a:lnTo>
                                        <a:lnTo>
                                          <a:pt x="115" y="98"/>
                                        </a:lnTo>
                                        <a:lnTo>
                                          <a:pt x="111" y="125"/>
                                        </a:lnTo>
                                        <a:lnTo>
                                          <a:pt x="112" y="126"/>
                                        </a:lnTo>
                                        <a:lnTo>
                                          <a:pt x="112" y="126"/>
                                        </a:lnTo>
                                        <a:lnTo>
                                          <a:pt x="119" y="112"/>
                                        </a:lnTo>
                                        <a:lnTo>
                                          <a:pt x="127" y="99"/>
                                        </a:lnTo>
                                        <a:lnTo>
                                          <a:pt x="136" y="87"/>
                                        </a:lnTo>
                                        <a:lnTo>
                                          <a:pt x="144" y="74"/>
                                        </a:lnTo>
                                        <a:lnTo>
                                          <a:pt x="155" y="64"/>
                                        </a:lnTo>
                                        <a:lnTo>
                                          <a:pt x="166" y="53"/>
                                        </a:lnTo>
                                        <a:lnTo>
                                          <a:pt x="177" y="44"/>
                                        </a:lnTo>
                                        <a:lnTo>
                                          <a:pt x="189" y="35"/>
                                        </a:lnTo>
                                        <a:lnTo>
                                          <a:pt x="202" y="27"/>
                                        </a:lnTo>
                                        <a:lnTo>
                                          <a:pt x="216" y="21"/>
                                        </a:lnTo>
                                        <a:lnTo>
                                          <a:pt x="231" y="14"/>
                                        </a:lnTo>
                                        <a:lnTo>
                                          <a:pt x="246" y="9"/>
                                        </a:lnTo>
                                        <a:lnTo>
                                          <a:pt x="262" y="5"/>
                                        </a:lnTo>
                                        <a:lnTo>
                                          <a:pt x="280" y="2"/>
                                        </a:lnTo>
                                        <a:lnTo>
                                          <a:pt x="297" y="0"/>
                                        </a:lnTo>
                                        <a:lnTo>
                                          <a:pt x="315" y="0"/>
                                        </a:lnTo>
                                        <a:lnTo>
                                          <a:pt x="315" y="0"/>
                                        </a:lnTo>
                                        <a:lnTo>
                                          <a:pt x="339" y="1"/>
                                        </a:lnTo>
                                        <a:lnTo>
                                          <a:pt x="360" y="3"/>
                                        </a:lnTo>
                                        <a:lnTo>
                                          <a:pt x="379" y="8"/>
                                        </a:lnTo>
                                        <a:lnTo>
                                          <a:pt x="398" y="14"/>
                                        </a:lnTo>
                                        <a:lnTo>
                                          <a:pt x="414" y="23"/>
                                        </a:lnTo>
                                        <a:lnTo>
                                          <a:pt x="428" y="31"/>
                                        </a:lnTo>
                                        <a:lnTo>
                                          <a:pt x="440" y="42"/>
                                        </a:lnTo>
                                        <a:lnTo>
                                          <a:pt x="450" y="54"/>
                                        </a:lnTo>
                                        <a:lnTo>
                                          <a:pt x="460" y="68"/>
                                        </a:lnTo>
                                        <a:lnTo>
                                          <a:pt x="468" y="82"/>
                                        </a:lnTo>
                                        <a:lnTo>
                                          <a:pt x="474" y="97"/>
                                        </a:lnTo>
                                        <a:lnTo>
                                          <a:pt x="479" y="113"/>
                                        </a:lnTo>
                                        <a:lnTo>
                                          <a:pt x="483" y="131"/>
                                        </a:lnTo>
                                        <a:lnTo>
                                          <a:pt x="486" y="149"/>
                                        </a:lnTo>
                                        <a:lnTo>
                                          <a:pt x="487" y="167"/>
                                        </a:lnTo>
                                        <a:lnTo>
                                          <a:pt x="488" y="187"/>
                                        </a:lnTo>
                                        <a:lnTo>
                                          <a:pt x="488" y="594"/>
                                        </a:lnTo>
                                        <a:lnTo>
                                          <a:pt x="363" y="594"/>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3" name="Freeform 144"/>
                                <wps:cNvSpPr>
                                  <a:spLocks/>
                                </wps:cNvSpPr>
                                <wps:spPr bwMode="auto">
                                  <a:xfrm>
                                    <a:off x="1196340" y="672465"/>
                                    <a:ext cx="31115" cy="64135"/>
                                  </a:xfrm>
                                  <a:custGeom>
                                    <a:avLst/>
                                    <a:gdLst>
                                      <a:gd name="T0" fmla="*/ 273 w 389"/>
                                      <a:gd name="T1" fmla="*/ 813 h 813"/>
                                      <a:gd name="T2" fmla="*/ 273 w 389"/>
                                      <a:gd name="T3" fmla="*/ 813 h 813"/>
                                      <a:gd name="T4" fmla="*/ 250 w 389"/>
                                      <a:gd name="T5" fmla="*/ 813 h 813"/>
                                      <a:gd name="T6" fmla="*/ 230 w 389"/>
                                      <a:gd name="T7" fmla="*/ 811 h 813"/>
                                      <a:gd name="T8" fmla="*/ 212 w 389"/>
                                      <a:gd name="T9" fmla="*/ 808 h 813"/>
                                      <a:gd name="T10" fmla="*/ 195 w 389"/>
                                      <a:gd name="T11" fmla="*/ 803 h 813"/>
                                      <a:gd name="T12" fmla="*/ 180 w 389"/>
                                      <a:gd name="T13" fmla="*/ 798 h 813"/>
                                      <a:gd name="T14" fmla="*/ 167 w 389"/>
                                      <a:gd name="T15" fmla="*/ 791 h 813"/>
                                      <a:gd name="T16" fmla="*/ 156 w 389"/>
                                      <a:gd name="T17" fmla="*/ 783 h 813"/>
                                      <a:gd name="T18" fmla="*/ 145 w 389"/>
                                      <a:gd name="T19" fmla="*/ 773 h 813"/>
                                      <a:gd name="T20" fmla="*/ 136 w 389"/>
                                      <a:gd name="T21" fmla="*/ 761 h 813"/>
                                      <a:gd name="T22" fmla="*/ 130 w 389"/>
                                      <a:gd name="T23" fmla="*/ 748 h 813"/>
                                      <a:gd name="T24" fmla="*/ 123 w 389"/>
                                      <a:gd name="T25" fmla="*/ 734 h 813"/>
                                      <a:gd name="T26" fmla="*/ 119 w 389"/>
                                      <a:gd name="T27" fmla="*/ 718 h 813"/>
                                      <a:gd name="T28" fmla="*/ 116 w 389"/>
                                      <a:gd name="T29" fmla="*/ 700 h 813"/>
                                      <a:gd name="T30" fmla="*/ 113 w 389"/>
                                      <a:gd name="T31" fmla="*/ 680 h 813"/>
                                      <a:gd name="T32" fmla="*/ 112 w 389"/>
                                      <a:gd name="T33" fmla="*/ 659 h 813"/>
                                      <a:gd name="T34" fmla="*/ 112 w 389"/>
                                      <a:gd name="T35" fmla="*/ 635 h 813"/>
                                      <a:gd name="T36" fmla="*/ 112 w 389"/>
                                      <a:gd name="T37" fmla="*/ 317 h 813"/>
                                      <a:gd name="T38" fmla="*/ 0 w 389"/>
                                      <a:gd name="T39" fmla="*/ 317 h 813"/>
                                      <a:gd name="T40" fmla="*/ 0 w 389"/>
                                      <a:gd name="T41" fmla="*/ 220 h 813"/>
                                      <a:gd name="T42" fmla="*/ 112 w 389"/>
                                      <a:gd name="T43" fmla="*/ 220 h 813"/>
                                      <a:gd name="T44" fmla="*/ 112 w 389"/>
                                      <a:gd name="T45" fmla="*/ 34 h 813"/>
                                      <a:gd name="T46" fmla="*/ 235 w 389"/>
                                      <a:gd name="T47" fmla="*/ 0 h 813"/>
                                      <a:gd name="T48" fmla="*/ 235 w 389"/>
                                      <a:gd name="T49" fmla="*/ 220 h 813"/>
                                      <a:gd name="T50" fmla="*/ 389 w 389"/>
                                      <a:gd name="T51" fmla="*/ 220 h 813"/>
                                      <a:gd name="T52" fmla="*/ 389 w 389"/>
                                      <a:gd name="T53" fmla="*/ 317 h 813"/>
                                      <a:gd name="T54" fmla="*/ 236 w 389"/>
                                      <a:gd name="T55" fmla="*/ 317 h 813"/>
                                      <a:gd name="T56" fmla="*/ 236 w 389"/>
                                      <a:gd name="T57" fmla="*/ 596 h 813"/>
                                      <a:gd name="T58" fmla="*/ 236 w 389"/>
                                      <a:gd name="T59" fmla="*/ 596 h 813"/>
                                      <a:gd name="T60" fmla="*/ 237 w 389"/>
                                      <a:gd name="T61" fmla="*/ 625 h 813"/>
                                      <a:gd name="T62" fmla="*/ 238 w 389"/>
                                      <a:gd name="T63" fmla="*/ 638 h 813"/>
                                      <a:gd name="T64" fmla="*/ 239 w 389"/>
                                      <a:gd name="T65" fmla="*/ 650 h 813"/>
                                      <a:gd name="T66" fmla="*/ 243 w 389"/>
                                      <a:gd name="T67" fmla="*/ 660 h 813"/>
                                      <a:gd name="T68" fmla="*/ 245 w 389"/>
                                      <a:gd name="T69" fmla="*/ 670 h 813"/>
                                      <a:gd name="T70" fmla="*/ 248 w 389"/>
                                      <a:gd name="T71" fmla="*/ 677 h 813"/>
                                      <a:gd name="T72" fmla="*/ 252 w 389"/>
                                      <a:gd name="T73" fmla="*/ 684 h 813"/>
                                      <a:gd name="T74" fmla="*/ 257 w 389"/>
                                      <a:gd name="T75" fmla="*/ 690 h 813"/>
                                      <a:gd name="T76" fmla="*/ 263 w 389"/>
                                      <a:gd name="T77" fmla="*/ 694 h 813"/>
                                      <a:gd name="T78" fmla="*/ 268 w 389"/>
                                      <a:gd name="T79" fmla="*/ 699 h 813"/>
                                      <a:gd name="T80" fmla="*/ 276 w 389"/>
                                      <a:gd name="T81" fmla="*/ 702 h 813"/>
                                      <a:gd name="T82" fmla="*/ 284 w 389"/>
                                      <a:gd name="T83" fmla="*/ 704 h 813"/>
                                      <a:gd name="T84" fmla="*/ 292 w 389"/>
                                      <a:gd name="T85" fmla="*/ 705 h 813"/>
                                      <a:gd name="T86" fmla="*/ 302 w 389"/>
                                      <a:gd name="T87" fmla="*/ 706 h 813"/>
                                      <a:gd name="T88" fmla="*/ 313 w 389"/>
                                      <a:gd name="T89" fmla="*/ 706 h 813"/>
                                      <a:gd name="T90" fmla="*/ 313 w 389"/>
                                      <a:gd name="T91" fmla="*/ 706 h 813"/>
                                      <a:gd name="T92" fmla="*/ 332 w 389"/>
                                      <a:gd name="T93" fmla="*/ 706 h 813"/>
                                      <a:gd name="T94" fmla="*/ 351 w 389"/>
                                      <a:gd name="T95" fmla="*/ 704 h 813"/>
                                      <a:gd name="T96" fmla="*/ 371 w 389"/>
                                      <a:gd name="T97" fmla="*/ 701 h 813"/>
                                      <a:gd name="T98" fmla="*/ 389 w 389"/>
                                      <a:gd name="T99" fmla="*/ 697 h 813"/>
                                      <a:gd name="T100" fmla="*/ 389 w 389"/>
                                      <a:gd name="T101" fmla="*/ 800 h 813"/>
                                      <a:gd name="T102" fmla="*/ 389 w 389"/>
                                      <a:gd name="T103" fmla="*/ 800 h 813"/>
                                      <a:gd name="T104" fmla="*/ 361 w 389"/>
                                      <a:gd name="T105" fmla="*/ 805 h 813"/>
                                      <a:gd name="T106" fmla="*/ 332 w 389"/>
                                      <a:gd name="T107" fmla="*/ 810 h 813"/>
                                      <a:gd name="T108" fmla="*/ 302 w 389"/>
                                      <a:gd name="T109" fmla="*/ 812 h 813"/>
                                      <a:gd name="T110" fmla="*/ 273 w 389"/>
                                      <a:gd name="T111" fmla="*/ 813 h 813"/>
                                      <a:gd name="T112" fmla="*/ 273 w 389"/>
                                      <a:gd name="T113" fmla="*/ 813 h 8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89" h="813">
                                        <a:moveTo>
                                          <a:pt x="273" y="813"/>
                                        </a:moveTo>
                                        <a:lnTo>
                                          <a:pt x="273" y="813"/>
                                        </a:lnTo>
                                        <a:lnTo>
                                          <a:pt x="250" y="813"/>
                                        </a:lnTo>
                                        <a:lnTo>
                                          <a:pt x="230" y="811"/>
                                        </a:lnTo>
                                        <a:lnTo>
                                          <a:pt x="212" y="808"/>
                                        </a:lnTo>
                                        <a:lnTo>
                                          <a:pt x="195" y="803"/>
                                        </a:lnTo>
                                        <a:lnTo>
                                          <a:pt x="180" y="798"/>
                                        </a:lnTo>
                                        <a:lnTo>
                                          <a:pt x="167" y="791"/>
                                        </a:lnTo>
                                        <a:lnTo>
                                          <a:pt x="156" y="783"/>
                                        </a:lnTo>
                                        <a:lnTo>
                                          <a:pt x="145" y="773"/>
                                        </a:lnTo>
                                        <a:lnTo>
                                          <a:pt x="136" y="761"/>
                                        </a:lnTo>
                                        <a:lnTo>
                                          <a:pt x="130" y="748"/>
                                        </a:lnTo>
                                        <a:lnTo>
                                          <a:pt x="123" y="734"/>
                                        </a:lnTo>
                                        <a:lnTo>
                                          <a:pt x="119" y="718"/>
                                        </a:lnTo>
                                        <a:lnTo>
                                          <a:pt x="116" y="700"/>
                                        </a:lnTo>
                                        <a:lnTo>
                                          <a:pt x="113" y="680"/>
                                        </a:lnTo>
                                        <a:lnTo>
                                          <a:pt x="112" y="659"/>
                                        </a:lnTo>
                                        <a:lnTo>
                                          <a:pt x="112" y="635"/>
                                        </a:lnTo>
                                        <a:lnTo>
                                          <a:pt x="112" y="317"/>
                                        </a:lnTo>
                                        <a:lnTo>
                                          <a:pt x="0" y="317"/>
                                        </a:lnTo>
                                        <a:lnTo>
                                          <a:pt x="0" y="220"/>
                                        </a:lnTo>
                                        <a:lnTo>
                                          <a:pt x="112" y="220"/>
                                        </a:lnTo>
                                        <a:lnTo>
                                          <a:pt x="112" y="34"/>
                                        </a:lnTo>
                                        <a:lnTo>
                                          <a:pt x="235" y="0"/>
                                        </a:lnTo>
                                        <a:lnTo>
                                          <a:pt x="235" y="220"/>
                                        </a:lnTo>
                                        <a:lnTo>
                                          <a:pt x="389" y="220"/>
                                        </a:lnTo>
                                        <a:lnTo>
                                          <a:pt x="389" y="317"/>
                                        </a:lnTo>
                                        <a:lnTo>
                                          <a:pt x="236" y="317"/>
                                        </a:lnTo>
                                        <a:lnTo>
                                          <a:pt x="236" y="596"/>
                                        </a:lnTo>
                                        <a:lnTo>
                                          <a:pt x="236" y="596"/>
                                        </a:lnTo>
                                        <a:lnTo>
                                          <a:pt x="237" y="625"/>
                                        </a:lnTo>
                                        <a:lnTo>
                                          <a:pt x="238" y="638"/>
                                        </a:lnTo>
                                        <a:lnTo>
                                          <a:pt x="239" y="650"/>
                                        </a:lnTo>
                                        <a:lnTo>
                                          <a:pt x="243" y="660"/>
                                        </a:lnTo>
                                        <a:lnTo>
                                          <a:pt x="245" y="670"/>
                                        </a:lnTo>
                                        <a:lnTo>
                                          <a:pt x="248" y="677"/>
                                        </a:lnTo>
                                        <a:lnTo>
                                          <a:pt x="252" y="684"/>
                                        </a:lnTo>
                                        <a:lnTo>
                                          <a:pt x="257" y="690"/>
                                        </a:lnTo>
                                        <a:lnTo>
                                          <a:pt x="263" y="694"/>
                                        </a:lnTo>
                                        <a:lnTo>
                                          <a:pt x="268" y="699"/>
                                        </a:lnTo>
                                        <a:lnTo>
                                          <a:pt x="276" y="702"/>
                                        </a:lnTo>
                                        <a:lnTo>
                                          <a:pt x="284" y="704"/>
                                        </a:lnTo>
                                        <a:lnTo>
                                          <a:pt x="292" y="705"/>
                                        </a:lnTo>
                                        <a:lnTo>
                                          <a:pt x="302" y="706"/>
                                        </a:lnTo>
                                        <a:lnTo>
                                          <a:pt x="313" y="706"/>
                                        </a:lnTo>
                                        <a:lnTo>
                                          <a:pt x="313" y="706"/>
                                        </a:lnTo>
                                        <a:lnTo>
                                          <a:pt x="332" y="706"/>
                                        </a:lnTo>
                                        <a:lnTo>
                                          <a:pt x="351" y="704"/>
                                        </a:lnTo>
                                        <a:lnTo>
                                          <a:pt x="371" y="701"/>
                                        </a:lnTo>
                                        <a:lnTo>
                                          <a:pt x="389" y="697"/>
                                        </a:lnTo>
                                        <a:lnTo>
                                          <a:pt x="389" y="800"/>
                                        </a:lnTo>
                                        <a:lnTo>
                                          <a:pt x="389" y="800"/>
                                        </a:lnTo>
                                        <a:lnTo>
                                          <a:pt x="361" y="805"/>
                                        </a:lnTo>
                                        <a:lnTo>
                                          <a:pt x="332" y="810"/>
                                        </a:lnTo>
                                        <a:lnTo>
                                          <a:pt x="302" y="812"/>
                                        </a:lnTo>
                                        <a:lnTo>
                                          <a:pt x="273" y="813"/>
                                        </a:lnTo>
                                        <a:lnTo>
                                          <a:pt x="273" y="813"/>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4" name="Freeform 145"/>
                                <wps:cNvSpPr>
                                  <a:spLocks noEditPoints="1"/>
                                </wps:cNvSpPr>
                                <wps:spPr bwMode="auto">
                                  <a:xfrm>
                                    <a:off x="1256030" y="688975"/>
                                    <a:ext cx="43815" cy="48260"/>
                                  </a:xfrm>
                                  <a:custGeom>
                                    <a:avLst/>
                                    <a:gdLst>
                                      <a:gd name="T0" fmla="*/ 210 w 556"/>
                                      <a:gd name="T1" fmla="*/ 602 h 606"/>
                                      <a:gd name="T2" fmla="*/ 145 w 556"/>
                                      <a:gd name="T3" fmla="*/ 584 h 606"/>
                                      <a:gd name="T4" fmla="*/ 101 w 556"/>
                                      <a:gd name="T5" fmla="*/ 560 h 606"/>
                                      <a:gd name="T6" fmla="*/ 65 w 556"/>
                                      <a:gd name="T7" fmla="*/ 526 h 606"/>
                                      <a:gd name="T8" fmla="*/ 36 w 556"/>
                                      <a:gd name="T9" fmla="*/ 483 h 606"/>
                                      <a:gd name="T10" fmla="*/ 16 w 556"/>
                                      <a:gd name="T11" fmla="*/ 429 h 606"/>
                                      <a:gd name="T12" fmla="*/ 4 w 556"/>
                                      <a:gd name="T13" fmla="*/ 366 h 606"/>
                                      <a:gd name="T14" fmla="*/ 2 w 556"/>
                                      <a:gd name="T15" fmla="*/ 294 h 606"/>
                                      <a:gd name="T16" fmla="*/ 9 w 556"/>
                                      <a:gd name="T17" fmla="*/ 232 h 606"/>
                                      <a:gd name="T18" fmla="*/ 26 w 556"/>
                                      <a:gd name="T19" fmla="*/ 174 h 606"/>
                                      <a:gd name="T20" fmla="*/ 53 w 556"/>
                                      <a:gd name="T21" fmla="*/ 123 h 606"/>
                                      <a:gd name="T22" fmla="*/ 90 w 556"/>
                                      <a:gd name="T23" fmla="*/ 79 h 606"/>
                                      <a:gd name="T24" fmla="*/ 134 w 556"/>
                                      <a:gd name="T25" fmla="*/ 44 h 606"/>
                                      <a:gd name="T26" fmla="*/ 184 w 556"/>
                                      <a:gd name="T27" fmla="*/ 18 h 606"/>
                                      <a:gd name="T28" fmla="*/ 243 w 556"/>
                                      <a:gd name="T29" fmla="*/ 3 h 606"/>
                                      <a:gd name="T30" fmla="*/ 291 w 556"/>
                                      <a:gd name="T31" fmla="*/ 0 h 606"/>
                                      <a:gd name="T32" fmla="*/ 398 w 556"/>
                                      <a:gd name="T33" fmla="*/ 16 h 606"/>
                                      <a:gd name="T34" fmla="*/ 443 w 556"/>
                                      <a:gd name="T35" fmla="*/ 38 h 606"/>
                                      <a:gd name="T36" fmla="*/ 482 w 556"/>
                                      <a:gd name="T37" fmla="*/ 69 h 606"/>
                                      <a:gd name="T38" fmla="*/ 513 w 556"/>
                                      <a:gd name="T39" fmla="*/ 109 h 606"/>
                                      <a:gd name="T40" fmla="*/ 537 w 556"/>
                                      <a:gd name="T41" fmla="*/ 160 h 606"/>
                                      <a:gd name="T42" fmla="*/ 552 w 556"/>
                                      <a:gd name="T43" fmla="*/ 220 h 606"/>
                                      <a:gd name="T44" fmla="*/ 556 w 556"/>
                                      <a:gd name="T45" fmla="*/ 292 h 606"/>
                                      <a:gd name="T46" fmla="*/ 553 w 556"/>
                                      <a:gd name="T47" fmla="*/ 341 h 606"/>
                                      <a:gd name="T48" fmla="*/ 540 w 556"/>
                                      <a:gd name="T49" fmla="*/ 402 h 606"/>
                                      <a:gd name="T50" fmla="*/ 517 w 556"/>
                                      <a:gd name="T51" fmla="*/ 457 h 606"/>
                                      <a:gd name="T52" fmla="*/ 485 w 556"/>
                                      <a:gd name="T53" fmla="*/ 506 h 606"/>
                                      <a:gd name="T54" fmla="*/ 445 w 556"/>
                                      <a:gd name="T55" fmla="*/ 546 h 606"/>
                                      <a:gd name="T56" fmla="*/ 398 w 556"/>
                                      <a:gd name="T57" fmla="*/ 576 h 606"/>
                                      <a:gd name="T58" fmla="*/ 343 w 556"/>
                                      <a:gd name="T59" fmla="*/ 596 h 606"/>
                                      <a:gd name="T60" fmla="*/ 283 w 556"/>
                                      <a:gd name="T61" fmla="*/ 606 h 606"/>
                                      <a:gd name="T62" fmla="*/ 280 w 556"/>
                                      <a:gd name="T63" fmla="*/ 106 h 606"/>
                                      <a:gd name="T64" fmla="*/ 225 w 556"/>
                                      <a:gd name="T65" fmla="*/ 117 h 606"/>
                                      <a:gd name="T66" fmla="*/ 177 w 556"/>
                                      <a:gd name="T67" fmla="*/ 151 h 606"/>
                                      <a:gd name="T68" fmla="*/ 143 w 556"/>
                                      <a:gd name="T69" fmla="*/ 211 h 606"/>
                                      <a:gd name="T70" fmla="*/ 130 w 556"/>
                                      <a:gd name="T71" fmla="*/ 298 h 606"/>
                                      <a:gd name="T72" fmla="*/ 136 w 556"/>
                                      <a:gd name="T73" fmla="*/ 366 h 606"/>
                                      <a:gd name="T74" fmla="*/ 159 w 556"/>
                                      <a:gd name="T75" fmla="*/ 434 h 606"/>
                                      <a:gd name="T76" fmla="*/ 201 w 556"/>
                                      <a:gd name="T77" fmla="*/ 479 h 606"/>
                                      <a:gd name="T78" fmla="*/ 262 w 556"/>
                                      <a:gd name="T79" fmla="*/ 497 h 606"/>
                                      <a:gd name="T80" fmla="*/ 309 w 556"/>
                                      <a:gd name="T81" fmla="*/ 495 h 606"/>
                                      <a:gd name="T82" fmla="*/ 361 w 556"/>
                                      <a:gd name="T83" fmla="*/ 471 h 606"/>
                                      <a:gd name="T84" fmla="*/ 402 w 556"/>
                                      <a:gd name="T85" fmla="*/ 422 h 606"/>
                                      <a:gd name="T86" fmla="*/ 425 w 556"/>
                                      <a:gd name="T87" fmla="*/ 347 h 606"/>
                                      <a:gd name="T88" fmla="*/ 427 w 556"/>
                                      <a:gd name="T89" fmla="*/ 277 h 606"/>
                                      <a:gd name="T90" fmla="*/ 413 w 556"/>
                                      <a:gd name="T91" fmla="*/ 200 h 606"/>
                                      <a:gd name="T92" fmla="*/ 382 w 556"/>
                                      <a:gd name="T93" fmla="*/ 145 h 606"/>
                                      <a:gd name="T94" fmla="*/ 330 w 556"/>
                                      <a:gd name="T95" fmla="*/ 112 h 606"/>
                                      <a:gd name="T96" fmla="*/ 280 w 556"/>
                                      <a:gd name="T97" fmla="*/ 106 h 6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556" h="606">
                                        <a:moveTo>
                                          <a:pt x="267" y="606"/>
                                        </a:moveTo>
                                        <a:lnTo>
                                          <a:pt x="267" y="606"/>
                                        </a:lnTo>
                                        <a:lnTo>
                                          <a:pt x="238" y="605"/>
                                        </a:lnTo>
                                        <a:lnTo>
                                          <a:pt x="210" y="602"/>
                                        </a:lnTo>
                                        <a:lnTo>
                                          <a:pt x="183" y="596"/>
                                        </a:lnTo>
                                        <a:lnTo>
                                          <a:pt x="170" y="593"/>
                                        </a:lnTo>
                                        <a:lnTo>
                                          <a:pt x="157" y="589"/>
                                        </a:lnTo>
                                        <a:lnTo>
                                          <a:pt x="145" y="584"/>
                                        </a:lnTo>
                                        <a:lnTo>
                                          <a:pt x="134" y="579"/>
                                        </a:lnTo>
                                        <a:lnTo>
                                          <a:pt x="123" y="574"/>
                                        </a:lnTo>
                                        <a:lnTo>
                                          <a:pt x="112" y="567"/>
                                        </a:lnTo>
                                        <a:lnTo>
                                          <a:pt x="101" y="560"/>
                                        </a:lnTo>
                                        <a:lnTo>
                                          <a:pt x="92" y="552"/>
                                        </a:lnTo>
                                        <a:lnTo>
                                          <a:pt x="82" y="545"/>
                                        </a:lnTo>
                                        <a:lnTo>
                                          <a:pt x="74" y="536"/>
                                        </a:lnTo>
                                        <a:lnTo>
                                          <a:pt x="65" y="526"/>
                                        </a:lnTo>
                                        <a:lnTo>
                                          <a:pt x="57" y="517"/>
                                        </a:lnTo>
                                        <a:lnTo>
                                          <a:pt x="50" y="506"/>
                                        </a:lnTo>
                                        <a:lnTo>
                                          <a:pt x="42" y="495"/>
                                        </a:lnTo>
                                        <a:lnTo>
                                          <a:pt x="36" y="483"/>
                                        </a:lnTo>
                                        <a:lnTo>
                                          <a:pt x="31" y="470"/>
                                        </a:lnTo>
                                        <a:lnTo>
                                          <a:pt x="25" y="457"/>
                                        </a:lnTo>
                                        <a:lnTo>
                                          <a:pt x="20" y="443"/>
                                        </a:lnTo>
                                        <a:lnTo>
                                          <a:pt x="16" y="429"/>
                                        </a:lnTo>
                                        <a:lnTo>
                                          <a:pt x="11" y="414"/>
                                        </a:lnTo>
                                        <a:lnTo>
                                          <a:pt x="8" y="399"/>
                                        </a:lnTo>
                                        <a:lnTo>
                                          <a:pt x="6" y="383"/>
                                        </a:lnTo>
                                        <a:lnTo>
                                          <a:pt x="4" y="366"/>
                                        </a:lnTo>
                                        <a:lnTo>
                                          <a:pt x="3" y="348"/>
                                        </a:lnTo>
                                        <a:lnTo>
                                          <a:pt x="0" y="311"/>
                                        </a:lnTo>
                                        <a:lnTo>
                                          <a:pt x="0" y="311"/>
                                        </a:lnTo>
                                        <a:lnTo>
                                          <a:pt x="2" y="294"/>
                                        </a:lnTo>
                                        <a:lnTo>
                                          <a:pt x="3" y="278"/>
                                        </a:lnTo>
                                        <a:lnTo>
                                          <a:pt x="4" y="262"/>
                                        </a:lnTo>
                                        <a:lnTo>
                                          <a:pt x="6" y="247"/>
                                        </a:lnTo>
                                        <a:lnTo>
                                          <a:pt x="9" y="232"/>
                                        </a:lnTo>
                                        <a:lnTo>
                                          <a:pt x="12" y="217"/>
                                        </a:lnTo>
                                        <a:lnTo>
                                          <a:pt x="17" y="202"/>
                                        </a:lnTo>
                                        <a:lnTo>
                                          <a:pt x="21" y="188"/>
                                        </a:lnTo>
                                        <a:lnTo>
                                          <a:pt x="26" y="174"/>
                                        </a:lnTo>
                                        <a:lnTo>
                                          <a:pt x="33" y="161"/>
                                        </a:lnTo>
                                        <a:lnTo>
                                          <a:pt x="39" y="148"/>
                                        </a:lnTo>
                                        <a:lnTo>
                                          <a:pt x="46" y="135"/>
                                        </a:lnTo>
                                        <a:lnTo>
                                          <a:pt x="53" y="123"/>
                                        </a:lnTo>
                                        <a:lnTo>
                                          <a:pt x="62" y="111"/>
                                        </a:lnTo>
                                        <a:lnTo>
                                          <a:pt x="70" y="100"/>
                                        </a:lnTo>
                                        <a:lnTo>
                                          <a:pt x="80" y="90"/>
                                        </a:lnTo>
                                        <a:lnTo>
                                          <a:pt x="90" y="79"/>
                                        </a:lnTo>
                                        <a:lnTo>
                                          <a:pt x="99" y="69"/>
                                        </a:lnTo>
                                        <a:lnTo>
                                          <a:pt x="110" y="60"/>
                                        </a:lnTo>
                                        <a:lnTo>
                                          <a:pt x="122" y="52"/>
                                        </a:lnTo>
                                        <a:lnTo>
                                          <a:pt x="134" y="44"/>
                                        </a:lnTo>
                                        <a:lnTo>
                                          <a:pt x="145" y="37"/>
                                        </a:lnTo>
                                        <a:lnTo>
                                          <a:pt x="158" y="29"/>
                                        </a:lnTo>
                                        <a:lnTo>
                                          <a:pt x="171" y="24"/>
                                        </a:lnTo>
                                        <a:lnTo>
                                          <a:pt x="184" y="18"/>
                                        </a:lnTo>
                                        <a:lnTo>
                                          <a:pt x="198" y="13"/>
                                        </a:lnTo>
                                        <a:lnTo>
                                          <a:pt x="213" y="10"/>
                                        </a:lnTo>
                                        <a:lnTo>
                                          <a:pt x="227" y="5"/>
                                        </a:lnTo>
                                        <a:lnTo>
                                          <a:pt x="243" y="3"/>
                                        </a:lnTo>
                                        <a:lnTo>
                                          <a:pt x="258" y="1"/>
                                        </a:lnTo>
                                        <a:lnTo>
                                          <a:pt x="274" y="0"/>
                                        </a:lnTo>
                                        <a:lnTo>
                                          <a:pt x="291" y="0"/>
                                        </a:lnTo>
                                        <a:lnTo>
                                          <a:pt x="291" y="0"/>
                                        </a:lnTo>
                                        <a:lnTo>
                                          <a:pt x="320" y="1"/>
                                        </a:lnTo>
                                        <a:lnTo>
                                          <a:pt x="346" y="4"/>
                                        </a:lnTo>
                                        <a:lnTo>
                                          <a:pt x="373" y="9"/>
                                        </a:lnTo>
                                        <a:lnTo>
                                          <a:pt x="398" y="16"/>
                                        </a:lnTo>
                                        <a:lnTo>
                                          <a:pt x="410" y="21"/>
                                        </a:lnTo>
                                        <a:lnTo>
                                          <a:pt x="422" y="26"/>
                                        </a:lnTo>
                                        <a:lnTo>
                                          <a:pt x="432" y="31"/>
                                        </a:lnTo>
                                        <a:lnTo>
                                          <a:pt x="443" y="38"/>
                                        </a:lnTo>
                                        <a:lnTo>
                                          <a:pt x="454" y="45"/>
                                        </a:lnTo>
                                        <a:lnTo>
                                          <a:pt x="463" y="52"/>
                                        </a:lnTo>
                                        <a:lnTo>
                                          <a:pt x="473" y="60"/>
                                        </a:lnTo>
                                        <a:lnTo>
                                          <a:pt x="482" y="69"/>
                                        </a:lnTo>
                                        <a:lnTo>
                                          <a:pt x="490" y="78"/>
                                        </a:lnTo>
                                        <a:lnTo>
                                          <a:pt x="499" y="87"/>
                                        </a:lnTo>
                                        <a:lnTo>
                                          <a:pt x="506" y="98"/>
                                        </a:lnTo>
                                        <a:lnTo>
                                          <a:pt x="513" y="109"/>
                                        </a:lnTo>
                                        <a:lnTo>
                                          <a:pt x="519" y="121"/>
                                        </a:lnTo>
                                        <a:lnTo>
                                          <a:pt x="526" y="133"/>
                                        </a:lnTo>
                                        <a:lnTo>
                                          <a:pt x="531" y="146"/>
                                        </a:lnTo>
                                        <a:lnTo>
                                          <a:pt x="537" y="160"/>
                                        </a:lnTo>
                                        <a:lnTo>
                                          <a:pt x="541" y="174"/>
                                        </a:lnTo>
                                        <a:lnTo>
                                          <a:pt x="545" y="189"/>
                                        </a:lnTo>
                                        <a:lnTo>
                                          <a:pt x="548" y="204"/>
                                        </a:lnTo>
                                        <a:lnTo>
                                          <a:pt x="552" y="220"/>
                                        </a:lnTo>
                                        <a:lnTo>
                                          <a:pt x="554" y="237"/>
                                        </a:lnTo>
                                        <a:lnTo>
                                          <a:pt x="555" y="255"/>
                                        </a:lnTo>
                                        <a:lnTo>
                                          <a:pt x="556" y="273"/>
                                        </a:lnTo>
                                        <a:lnTo>
                                          <a:pt x="556" y="292"/>
                                        </a:lnTo>
                                        <a:lnTo>
                                          <a:pt x="556" y="292"/>
                                        </a:lnTo>
                                        <a:lnTo>
                                          <a:pt x="556" y="308"/>
                                        </a:lnTo>
                                        <a:lnTo>
                                          <a:pt x="555" y="325"/>
                                        </a:lnTo>
                                        <a:lnTo>
                                          <a:pt x="553" y="341"/>
                                        </a:lnTo>
                                        <a:lnTo>
                                          <a:pt x="551" y="357"/>
                                        </a:lnTo>
                                        <a:lnTo>
                                          <a:pt x="547" y="372"/>
                                        </a:lnTo>
                                        <a:lnTo>
                                          <a:pt x="544" y="387"/>
                                        </a:lnTo>
                                        <a:lnTo>
                                          <a:pt x="540" y="402"/>
                                        </a:lnTo>
                                        <a:lnTo>
                                          <a:pt x="535" y="416"/>
                                        </a:lnTo>
                                        <a:lnTo>
                                          <a:pt x="530" y="430"/>
                                        </a:lnTo>
                                        <a:lnTo>
                                          <a:pt x="524" y="444"/>
                                        </a:lnTo>
                                        <a:lnTo>
                                          <a:pt x="517" y="457"/>
                                        </a:lnTo>
                                        <a:lnTo>
                                          <a:pt x="510" y="470"/>
                                        </a:lnTo>
                                        <a:lnTo>
                                          <a:pt x="502" y="482"/>
                                        </a:lnTo>
                                        <a:lnTo>
                                          <a:pt x="495" y="494"/>
                                        </a:lnTo>
                                        <a:lnTo>
                                          <a:pt x="485" y="506"/>
                                        </a:lnTo>
                                        <a:lnTo>
                                          <a:pt x="476" y="517"/>
                                        </a:lnTo>
                                        <a:lnTo>
                                          <a:pt x="467" y="526"/>
                                        </a:lnTo>
                                        <a:lnTo>
                                          <a:pt x="456" y="536"/>
                                        </a:lnTo>
                                        <a:lnTo>
                                          <a:pt x="445" y="546"/>
                                        </a:lnTo>
                                        <a:lnTo>
                                          <a:pt x="434" y="554"/>
                                        </a:lnTo>
                                        <a:lnTo>
                                          <a:pt x="423" y="562"/>
                                        </a:lnTo>
                                        <a:lnTo>
                                          <a:pt x="411" y="569"/>
                                        </a:lnTo>
                                        <a:lnTo>
                                          <a:pt x="398" y="576"/>
                                        </a:lnTo>
                                        <a:lnTo>
                                          <a:pt x="385" y="582"/>
                                        </a:lnTo>
                                        <a:lnTo>
                                          <a:pt x="371" y="588"/>
                                        </a:lnTo>
                                        <a:lnTo>
                                          <a:pt x="358" y="593"/>
                                        </a:lnTo>
                                        <a:lnTo>
                                          <a:pt x="343" y="596"/>
                                        </a:lnTo>
                                        <a:lnTo>
                                          <a:pt x="329" y="601"/>
                                        </a:lnTo>
                                        <a:lnTo>
                                          <a:pt x="314" y="603"/>
                                        </a:lnTo>
                                        <a:lnTo>
                                          <a:pt x="299" y="605"/>
                                        </a:lnTo>
                                        <a:lnTo>
                                          <a:pt x="283" y="606"/>
                                        </a:lnTo>
                                        <a:lnTo>
                                          <a:pt x="267" y="606"/>
                                        </a:lnTo>
                                        <a:lnTo>
                                          <a:pt x="267" y="606"/>
                                        </a:lnTo>
                                        <a:close/>
                                        <a:moveTo>
                                          <a:pt x="280" y="106"/>
                                        </a:moveTo>
                                        <a:lnTo>
                                          <a:pt x="280" y="106"/>
                                        </a:lnTo>
                                        <a:lnTo>
                                          <a:pt x="266" y="106"/>
                                        </a:lnTo>
                                        <a:lnTo>
                                          <a:pt x="252" y="108"/>
                                        </a:lnTo>
                                        <a:lnTo>
                                          <a:pt x="238" y="111"/>
                                        </a:lnTo>
                                        <a:lnTo>
                                          <a:pt x="225" y="117"/>
                                        </a:lnTo>
                                        <a:lnTo>
                                          <a:pt x="212" y="123"/>
                                        </a:lnTo>
                                        <a:lnTo>
                                          <a:pt x="199" y="131"/>
                                        </a:lnTo>
                                        <a:lnTo>
                                          <a:pt x="187" y="140"/>
                                        </a:lnTo>
                                        <a:lnTo>
                                          <a:pt x="177" y="151"/>
                                        </a:lnTo>
                                        <a:lnTo>
                                          <a:pt x="167" y="164"/>
                                        </a:lnTo>
                                        <a:lnTo>
                                          <a:pt x="158" y="178"/>
                                        </a:lnTo>
                                        <a:lnTo>
                                          <a:pt x="150" y="194"/>
                                        </a:lnTo>
                                        <a:lnTo>
                                          <a:pt x="143" y="211"/>
                                        </a:lnTo>
                                        <a:lnTo>
                                          <a:pt x="138" y="231"/>
                                        </a:lnTo>
                                        <a:lnTo>
                                          <a:pt x="134" y="251"/>
                                        </a:lnTo>
                                        <a:lnTo>
                                          <a:pt x="132" y="274"/>
                                        </a:lnTo>
                                        <a:lnTo>
                                          <a:pt x="130" y="298"/>
                                        </a:lnTo>
                                        <a:lnTo>
                                          <a:pt x="130" y="298"/>
                                        </a:lnTo>
                                        <a:lnTo>
                                          <a:pt x="132" y="321"/>
                                        </a:lnTo>
                                        <a:lnTo>
                                          <a:pt x="133" y="344"/>
                                        </a:lnTo>
                                        <a:lnTo>
                                          <a:pt x="136" y="366"/>
                                        </a:lnTo>
                                        <a:lnTo>
                                          <a:pt x="140" y="385"/>
                                        </a:lnTo>
                                        <a:lnTo>
                                          <a:pt x="145" y="402"/>
                                        </a:lnTo>
                                        <a:lnTo>
                                          <a:pt x="152" y="419"/>
                                        </a:lnTo>
                                        <a:lnTo>
                                          <a:pt x="159" y="434"/>
                                        </a:lnTo>
                                        <a:lnTo>
                                          <a:pt x="168" y="448"/>
                                        </a:lnTo>
                                        <a:lnTo>
                                          <a:pt x="179" y="459"/>
                                        </a:lnTo>
                                        <a:lnTo>
                                          <a:pt x="190" y="469"/>
                                        </a:lnTo>
                                        <a:lnTo>
                                          <a:pt x="201" y="479"/>
                                        </a:lnTo>
                                        <a:lnTo>
                                          <a:pt x="215" y="485"/>
                                        </a:lnTo>
                                        <a:lnTo>
                                          <a:pt x="229" y="491"/>
                                        </a:lnTo>
                                        <a:lnTo>
                                          <a:pt x="244" y="495"/>
                                        </a:lnTo>
                                        <a:lnTo>
                                          <a:pt x="262" y="497"/>
                                        </a:lnTo>
                                        <a:lnTo>
                                          <a:pt x="279" y="498"/>
                                        </a:lnTo>
                                        <a:lnTo>
                                          <a:pt x="279" y="498"/>
                                        </a:lnTo>
                                        <a:lnTo>
                                          <a:pt x="294" y="497"/>
                                        </a:lnTo>
                                        <a:lnTo>
                                          <a:pt x="309" y="495"/>
                                        </a:lnTo>
                                        <a:lnTo>
                                          <a:pt x="323" y="492"/>
                                        </a:lnTo>
                                        <a:lnTo>
                                          <a:pt x="337" y="486"/>
                                        </a:lnTo>
                                        <a:lnTo>
                                          <a:pt x="350" y="480"/>
                                        </a:lnTo>
                                        <a:lnTo>
                                          <a:pt x="361" y="471"/>
                                        </a:lnTo>
                                        <a:lnTo>
                                          <a:pt x="373" y="462"/>
                                        </a:lnTo>
                                        <a:lnTo>
                                          <a:pt x="384" y="450"/>
                                        </a:lnTo>
                                        <a:lnTo>
                                          <a:pt x="394" y="437"/>
                                        </a:lnTo>
                                        <a:lnTo>
                                          <a:pt x="402" y="422"/>
                                        </a:lnTo>
                                        <a:lnTo>
                                          <a:pt x="410" y="405"/>
                                        </a:lnTo>
                                        <a:lnTo>
                                          <a:pt x="416" y="388"/>
                                        </a:lnTo>
                                        <a:lnTo>
                                          <a:pt x="421" y="369"/>
                                        </a:lnTo>
                                        <a:lnTo>
                                          <a:pt x="425" y="347"/>
                                        </a:lnTo>
                                        <a:lnTo>
                                          <a:pt x="427" y="325"/>
                                        </a:lnTo>
                                        <a:lnTo>
                                          <a:pt x="428" y="300"/>
                                        </a:lnTo>
                                        <a:lnTo>
                                          <a:pt x="428" y="300"/>
                                        </a:lnTo>
                                        <a:lnTo>
                                          <a:pt x="427" y="277"/>
                                        </a:lnTo>
                                        <a:lnTo>
                                          <a:pt x="425" y="256"/>
                                        </a:lnTo>
                                        <a:lnTo>
                                          <a:pt x="423" y="236"/>
                                        </a:lnTo>
                                        <a:lnTo>
                                          <a:pt x="418" y="217"/>
                                        </a:lnTo>
                                        <a:lnTo>
                                          <a:pt x="413" y="200"/>
                                        </a:lnTo>
                                        <a:lnTo>
                                          <a:pt x="408" y="183"/>
                                        </a:lnTo>
                                        <a:lnTo>
                                          <a:pt x="400" y="169"/>
                                        </a:lnTo>
                                        <a:lnTo>
                                          <a:pt x="392" y="156"/>
                                        </a:lnTo>
                                        <a:lnTo>
                                          <a:pt x="382" y="145"/>
                                        </a:lnTo>
                                        <a:lnTo>
                                          <a:pt x="370" y="134"/>
                                        </a:lnTo>
                                        <a:lnTo>
                                          <a:pt x="358" y="125"/>
                                        </a:lnTo>
                                        <a:lnTo>
                                          <a:pt x="345" y="119"/>
                                        </a:lnTo>
                                        <a:lnTo>
                                          <a:pt x="330" y="112"/>
                                        </a:lnTo>
                                        <a:lnTo>
                                          <a:pt x="315" y="109"/>
                                        </a:lnTo>
                                        <a:lnTo>
                                          <a:pt x="298" y="106"/>
                                        </a:lnTo>
                                        <a:lnTo>
                                          <a:pt x="280" y="106"/>
                                        </a:lnTo>
                                        <a:lnTo>
                                          <a:pt x="280" y="106"/>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5" name="Freeform 146"/>
                                <wps:cNvSpPr>
                                  <a:spLocks/>
                                </wps:cNvSpPr>
                                <wps:spPr bwMode="auto">
                                  <a:xfrm>
                                    <a:off x="1304290" y="667385"/>
                                    <a:ext cx="34290" cy="68580"/>
                                  </a:xfrm>
                                  <a:custGeom>
                                    <a:avLst/>
                                    <a:gdLst>
                                      <a:gd name="T0" fmla="*/ 422 w 432"/>
                                      <a:gd name="T1" fmla="*/ 115 h 865"/>
                                      <a:gd name="T2" fmla="*/ 422 w 432"/>
                                      <a:gd name="T3" fmla="*/ 115 h 865"/>
                                      <a:gd name="T4" fmla="*/ 403 w 432"/>
                                      <a:gd name="T5" fmla="*/ 109 h 865"/>
                                      <a:gd name="T6" fmla="*/ 382 w 432"/>
                                      <a:gd name="T7" fmla="*/ 106 h 865"/>
                                      <a:gd name="T8" fmla="*/ 363 w 432"/>
                                      <a:gd name="T9" fmla="*/ 104 h 865"/>
                                      <a:gd name="T10" fmla="*/ 343 w 432"/>
                                      <a:gd name="T11" fmla="*/ 103 h 865"/>
                                      <a:gd name="T12" fmla="*/ 343 w 432"/>
                                      <a:gd name="T13" fmla="*/ 103 h 865"/>
                                      <a:gd name="T14" fmla="*/ 330 w 432"/>
                                      <a:gd name="T15" fmla="*/ 104 h 865"/>
                                      <a:gd name="T16" fmla="*/ 317 w 432"/>
                                      <a:gd name="T17" fmla="*/ 105 h 865"/>
                                      <a:gd name="T18" fmla="*/ 305 w 432"/>
                                      <a:gd name="T19" fmla="*/ 107 h 865"/>
                                      <a:gd name="T20" fmla="*/ 294 w 432"/>
                                      <a:gd name="T21" fmla="*/ 110 h 865"/>
                                      <a:gd name="T22" fmla="*/ 285 w 432"/>
                                      <a:gd name="T23" fmla="*/ 116 h 865"/>
                                      <a:gd name="T24" fmla="*/ 276 w 432"/>
                                      <a:gd name="T25" fmla="*/ 121 h 865"/>
                                      <a:gd name="T26" fmla="*/ 267 w 432"/>
                                      <a:gd name="T27" fmla="*/ 128 h 865"/>
                                      <a:gd name="T28" fmla="*/ 261 w 432"/>
                                      <a:gd name="T29" fmla="*/ 135 h 865"/>
                                      <a:gd name="T30" fmla="*/ 255 w 432"/>
                                      <a:gd name="T31" fmla="*/ 144 h 865"/>
                                      <a:gd name="T32" fmla="*/ 249 w 432"/>
                                      <a:gd name="T33" fmla="*/ 154 h 865"/>
                                      <a:gd name="T34" fmla="*/ 245 w 432"/>
                                      <a:gd name="T35" fmla="*/ 164 h 865"/>
                                      <a:gd name="T36" fmla="*/ 241 w 432"/>
                                      <a:gd name="T37" fmla="*/ 176 h 865"/>
                                      <a:gd name="T38" fmla="*/ 238 w 432"/>
                                      <a:gd name="T39" fmla="*/ 189 h 865"/>
                                      <a:gd name="T40" fmla="*/ 236 w 432"/>
                                      <a:gd name="T41" fmla="*/ 203 h 865"/>
                                      <a:gd name="T42" fmla="*/ 235 w 432"/>
                                      <a:gd name="T43" fmla="*/ 219 h 865"/>
                                      <a:gd name="T44" fmla="*/ 234 w 432"/>
                                      <a:gd name="T45" fmla="*/ 235 h 865"/>
                                      <a:gd name="T46" fmla="*/ 234 w 432"/>
                                      <a:gd name="T47" fmla="*/ 283 h 865"/>
                                      <a:gd name="T48" fmla="*/ 386 w 432"/>
                                      <a:gd name="T49" fmla="*/ 283 h 865"/>
                                      <a:gd name="T50" fmla="*/ 386 w 432"/>
                                      <a:gd name="T51" fmla="*/ 380 h 865"/>
                                      <a:gd name="T52" fmla="*/ 234 w 432"/>
                                      <a:gd name="T53" fmla="*/ 380 h 865"/>
                                      <a:gd name="T54" fmla="*/ 234 w 432"/>
                                      <a:gd name="T55" fmla="*/ 865 h 865"/>
                                      <a:gd name="T56" fmla="*/ 111 w 432"/>
                                      <a:gd name="T57" fmla="*/ 865 h 865"/>
                                      <a:gd name="T58" fmla="*/ 111 w 432"/>
                                      <a:gd name="T59" fmla="*/ 380 h 865"/>
                                      <a:gd name="T60" fmla="*/ 0 w 432"/>
                                      <a:gd name="T61" fmla="*/ 380 h 865"/>
                                      <a:gd name="T62" fmla="*/ 0 w 432"/>
                                      <a:gd name="T63" fmla="*/ 283 h 865"/>
                                      <a:gd name="T64" fmla="*/ 111 w 432"/>
                                      <a:gd name="T65" fmla="*/ 283 h 865"/>
                                      <a:gd name="T66" fmla="*/ 111 w 432"/>
                                      <a:gd name="T67" fmla="*/ 238 h 865"/>
                                      <a:gd name="T68" fmla="*/ 111 w 432"/>
                                      <a:gd name="T69" fmla="*/ 238 h 865"/>
                                      <a:gd name="T70" fmla="*/ 112 w 432"/>
                                      <a:gd name="T71" fmla="*/ 209 h 865"/>
                                      <a:gd name="T72" fmla="*/ 114 w 432"/>
                                      <a:gd name="T73" fmla="*/ 182 h 865"/>
                                      <a:gd name="T74" fmla="*/ 118 w 432"/>
                                      <a:gd name="T75" fmla="*/ 157 h 865"/>
                                      <a:gd name="T76" fmla="*/ 125 w 432"/>
                                      <a:gd name="T77" fmla="*/ 133 h 865"/>
                                      <a:gd name="T78" fmla="*/ 133 w 432"/>
                                      <a:gd name="T79" fmla="*/ 113 h 865"/>
                                      <a:gd name="T80" fmla="*/ 143 w 432"/>
                                      <a:gd name="T81" fmla="*/ 93 h 865"/>
                                      <a:gd name="T82" fmla="*/ 154 w 432"/>
                                      <a:gd name="T83" fmla="*/ 75 h 865"/>
                                      <a:gd name="T84" fmla="*/ 167 w 432"/>
                                      <a:gd name="T85" fmla="*/ 60 h 865"/>
                                      <a:gd name="T86" fmla="*/ 183 w 432"/>
                                      <a:gd name="T87" fmla="*/ 46 h 865"/>
                                      <a:gd name="T88" fmla="*/ 200 w 432"/>
                                      <a:gd name="T89" fmla="*/ 34 h 865"/>
                                      <a:gd name="T90" fmla="*/ 218 w 432"/>
                                      <a:gd name="T91" fmla="*/ 24 h 865"/>
                                      <a:gd name="T92" fmla="*/ 238 w 432"/>
                                      <a:gd name="T93" fmla="*/ 15 h 865"/>
                                      <a:gd name="T94" fmla="*/ 260 w 432"/>
                                      <a:gd name="T95" fmla="*/ 9 h 865"/>
                                      <a:gd name="T96" fmla="*/ 285 w 432"/>
                                      <a:gd name="T97" fmla="*/ 5 h 865"/>
                                      <a:gd name="T98" fmla="*/ 309 w 432"/>
                                      <a:gd name="T99" fmla="*/ 1 h 865"/>
                                      <a:gd name="T100" fmla="*/ 337 w 432"/>
                                      <a:gd name="T101" fmla="*/ 0 h 865"/>
                                      <a:gd name="T102" fmla="*/ 337 w 432"/>
                                      <a:gd name="T103" fmla="*/ 0 h 865"/>
                                      <a:gd name="T104" fmla="*/ 362 w 432"/>
                                      <a:gd name="T105" fmla="*/ 1 h 865"/>
                                      <a:gd name="T106" fmla="*/ 386 w 432"/>
                                      <a:gd name="T107" fmla="*/ 4 h 865"/>
                                      <a:gd name="T108" fmla="*/ 409 w 432"/>
                                      <a:gd name="T109" fmla="*/ 7 h 865"/>
                                      <a:gd name="T110" fmla="*/ 432 w 432"/>
                                      <a:gd name="T111" fmla="*/ 11 h 865"/>
                                      <a:gd name="T112" fmla="*/ 422 w 432"/>
                                      <a:gd name="T113" fmla="*/ 115 h 8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32" h="865">
                                        <a:moveTo>
                                          <a:pt x="422" y="115"/>
                                        </a:moveTo>
                                        <a:lnTo>
                                          <a:pt x="422" y="115"/>
                                        </a:lnTo>
                                        <a:lnTo>
                                          <a:pt x="403" y="109"/>
                                        </a:lnTo>
                                        <a:lnTo>
                                          <a:pt x="382" y="106"/>
                                        </a:lnTo>
                                        <a:lnTo>
                                          <a:pt x="363" y="104"/>
                                        </a:lnTo>
                                        <a:lnTo>
                                          <a:pt x="343" y="103"/>
                                        </a:lnTo>
                                        <a:lnTo>
                                          <a:pt x="343" y="103"/>
                                        </a:lnTo>
                                        <a:lnTo>
                                          <a:pt x="330" y="104"/>
                                        </a:lnTo>
                                        <a:lnTo>
                                          <a:pt x="317" y="105"/>
                                        </a:lnTo>
                                        <a:lnTo>
                                          <a:pt x="305" y="107"/>
                                        </a:lnTo>
                                        <a:lnTo>
                                          <a:pt x="294" y="110"/>
                                        </a:lnTo>
                                        <a:lnTo>
                                          <a:pt x="285" y="116"/>
                                        </a:lnTo>
                                        <a:lnTo>
                                          <a:pt x="276" y="121"/>
                                        </a:lnTo>
                                        <a:lnTo>
                                          <a:pt x="267" y="128"/>
                                        </a:lnTo>
                                        <a:lnTo>
                                          <a:pt x="261" y="135"/>
                                        </a:lnTo>
                                        <a:lnTo>
                                          <a:pt x="255" y="144"/>
                                        </a:lnTo>
                                        <a:lnTo>
                                          <a:pt x="249" y="154"/>
                                        </a:lnTo>
                                        <a:lnTo>
                                          <a:pt x="245" y="164"/>
                                        </a:lnTo>
                                        <a:lnTo>
                                          <a:pt x="241" y="176"/>
                                        </a:lnTo>
                                        <a:lnTo>
                                          <a:pt x="238" y="189"/>
                                        </a:lnTo>
                                        <a:lnTo>
                                          <a:pt x="236" y="203"/>
                                        </a:lnTo>
                                        <a:lnTo>
                                          <a:pt x="235" y="219"/>
                                        </a:lnTo>
                                        <a:lnTo>
                                          <a:pt x="234" y="235"/>
                                        </a:lnTo>
                                        <a:lnTo>
                                          <a:pt x="234" y="283"/>
                                        </a:lnTo>
                                        <a:lnTo>
                                          <a:pt x="386" y="283"/>
                                        </a:lnTo>
                                        <a:lnTo>
                                          <a:pt x="386" y="380"/>
                                        </a:lnTo>
                                        <a:lnTo>
                                          <a:pt x="234" y="380"/>
                                        </a:lnTo>
                                        <a:lnTo>
                                          <a:pt x="234" y="865"/>
                                        </a:lnTo>
                                        <a:lnTo>
                                          <a:pt x="111" y="865"/>
                                        </a:lnTo>
                                        <a:lnTo>
                                          <a:pt x="111" y="380"/>
                                        </a:lnTo>
                                        <a:lnTo>
                                          <a:pt x="0" y="380"/>
                                        </a:lnTo>
                                        <a:lnTo>
                                          <a:pt x="0" y="283"/>
                                        </a:lnTo>
                                        <a:lnTo>
                                          <a:pt x="111" y="283"/>
                                        </a:lnTo>
                                        <a:lnTo>
                                          <a:pt x="111" y="238"/>
                                        </a:lnTo>
                                        <a:lnTo>
                                          <a:pt x="111" y="238"/>
                                        </a:lnTo>
                                        <a:lnTo>
                                          <a:pt x="112" y="209"/>
                                        </a:lnTo>
                                        <a:lnTo>
                                          <a:pt x="114" y="182"/>
                                        </a:lnTo>
                                        <a:lnTo>
                                          <a:pt x="118" y="157"/>
                                        </a:lnTo>
                                        <a:lnTo>
                                          <a:pt x="125" y="133"/>
                                        </a:lnTo>
                                        <a:lnTo>
                                          <a:pt x="133" y="113"/>
                                        </a:lnTo>
                                        <a:lnTo>
                                          <a:pt x="143" y="93"/>
                                        </a:lnTo>
                                        <a:lnTo>
                                          <a:pt x="154" y="75"/>
                                        </a:lnTo>
                                        <a:lnTo>
                                          <a:pt x="167" y="60"/>
                                        </a:lnTo>
                                        <a:lnTo>
                                          <a:pt x="183" y="46"/>
                                        </a:lnTo>
                                        <a:lnTo>
                                          <a:pt x="200" y="34"/>
                                        </a:lnTo>
                                        <a:lnTo>
                                          <a:pt x="218" y="24"/>
                                        </a:lnTo>
                                        <a:lnTo>
                                          <a:pt x="238" y="15"/>
                                        </a:lnTo>
                                        <a:lnTo>
                                          <a:pt x="260" y="9"/>
                                        </a:lnTo>
                                        <a:lnTo>
                                          <a:pt x="285" y="5"/>
                                        </a:lnTo>
                                        <a:lnTo>
                                          <a:pt x="309" y="1"/>
                                        </a:lnTo>
                                        <a:lnTo>
                                          <a:pt x="337" y="0"/>
                                        </a:lnTo>
                                        <a:lnTo>
                                          <a:pt x="337" y="0"/>
                                        </a:lnTo>
                                        <a:lnTo>
                                          <a:pt x="362" y="1"/>
                                        </a:lnTo>
                                        <a:lnTo>
                                          <a:pt x="386" y="4"/>
                                        </a:lnTo>
                                        <a:lnTo>
                                          <a:pt x="409" y="7"/>
                                        </a:lnTo>
                                        <a:lnTo>
                                          <a:pt x="432" y="11"/>
                                        </a:lnTo>
                                        <a:lnTo>
                                          <a:pt x="422" y="115"/>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6" name="Freeform 147"/>
                                <wps:cNvSpPr>
                                  <a:spLocks/>
                                </wps:cNvSpPr>
                                <wps:spPr bwMode="auto">
                                  <a:xfrm>
                                    <a:off x="1355725" y="673100"/>
                                    <a:ext cx="82550" cy="62865"/>
                                  </a:xfrm>
                                  <a:custGeom>
                                    <a:avLst/>
                                    <a:gdLst>
                                      <a:gd name="T0" fmla="*/ 838 w 1043"/>
                                      <a:gd name="T1" fmla="*/ 791 h 791"/>
                                      <a:gd name="T2" fmla="*/ 682 w 1043"/>
                                      <a:gd name="T3" fmla="*/ 791 h 791"/>
                                      <a:gd name="T4" fmla="*/ 548 w 1043"/>
                                      <a:gd name="T5" fmla="*/ 303 h 791"/>
                                      <a:gd name="T6" fmla="*/ 548 w 1043"/>
                                      <a:gd name="T7" fmla="*/ 303 h 791"/>
                                      <a:gd name="T8" fmla="*/ 538 w 1043"/>
                                      <a:gd name="T9" fmla="*/ 266 h 791"/>
                                      <a:gd name="T10" fmla="*/ 529 w 1043"/>
                                      <a:gd name="T11" fmla="*/ 228 h 791"/>
                                      <a:gd name="T12" fmla="*/ 523 w 1043"/>
                                      <a:gd name="T13" fmla="*/ 192 h 791"/>
                                      <a:gd name="T14" fmla="*/ 516 w 1043"/>
                                      <a:gd name="T15" fmla="*/ 153 h 791"/>
                                      <a:gd name="T16" fmla="*/ 515 w 1043"/>
                                      <a:gd name="T17" fmla="*/ 153 h 791"/>
                                      <a:gd name="T18" fmla="*/ 515 w 1043"/>
                                      <a:gd name="T19" fmla="*/ 153 h 791"/>
                                      <a:gd name="T20" fmla="*/ 510 w 1043"/>
                                      <a:gd name="T21" fmla="*/ 191 h 791"/>
                                      <a:gd name="T22" fmla="*/ 505 w 1043"/>
                                      <a:gd name="T23" fmla="*/ 226 h 791"/>
                                      <a:gd name="T24" fmla="*/ 496 w 1043"/>
                                      <a:gd name="T25" fmla="*/ 263 h 791"/>
                                      <a:gd name="T26" fmla="*/ 487 w 1043"/>
                                      <a:gd name="T27" fmla="*/ 299 h 791"/>
                                      <a:gd name="T28" fmla="*/ 354 w 1043"/>
                                      <a:gd name="T29" fmla="*/ 791 h 791"/>
                                      <a:gd name="T30" fmla="*/ 205 w 1043"/>
                                      <a:gd name="T31" fmla="*/ 791 h 791"/>
                                      <a:gd name="T32" fmla="*/ 0 w 1043"/>
                                      <a:gd name="T33" fmla="*/ 0 h 791"/>
                                      <a:gd name="T34" fmla="*/ 135 w 1043"/>
                                      <a:gd name="T35" fmla="*/ 0 h 791"/>
                                      <a:gd name="T36" fmla="*/ 257 w 1043"/>
                                      <a:gd name="T37" fmla="*/ 481 h 791"/>
                                      <a:gd name="T38" fmla="*/ 257 w 1043"/>
                                      <a:gd name="T39" fmla="*/ 481 h 791"/>
                                      <a:gd name="T40" fmla="*/ 267 w 1043"/>
                                      <a:gd name="T41" fmla="*/ 519 h 791"/>
                                      <a:gd name="T42" fmla="*/ 275 w 1043"/>
                                      <a:gd name="T43" fmla="*/ 558 h 791"/>
                                      <a:gd name="T44" fmla="*/ 282 w 1043"/>
                                      <a:gd name="T45" fmla="*/ 597 h 791"/>
                                      <a:gd name="T46" fmla="*/ 288 w 1043"/>
                                      <a:gd name="T47" fmla="*/ 637 h 791"/>
                                      <a:gd name="T48" fmla="*/ 289 w 1043"/>
                                      <a:gd name="T49" fmla="*/ 637 h 791"/>
                                      <a:gd name="T50" fmla="*/ 289 w 1043"/>
                                      <a:gd name="T51" fmla="*/ 637 h 791"/>
                                      <a:gd name="T52" fmla="*/ 295 w 1043"/>
                                      <a:gd name="T53" fmla="*/ 598 h 791"/>
                                      <a:gd name="T54" fmla="*/ 303 w 1043"/>
                                      <a:gd name="T55" fmla="*/ 560 h 791"/>
                                      <a:gd name="T56" fmla="*/ 310 w 1043"/>
                                      <a:gd name="T57" fmla="*/ 523 h 791"/>
                                      <a:gd name="T58" fmla="*/ 320 w 1043"/>
                                      <a:gd name="T59" fmla="*/ 486 h 791"/>
                                      <a:gd name="T60" fmla="*/ 455 w 1043"/>
                                      <a:gd name="T61" fmla="*/ 0 h 791"/>
                                      <a:gd name="T62" fmla="*/ 594 w 1043"/>
                                      <a:gd name="T63" fmla="*/ 0 h 791"/>
                                      <a:gd name="T64" fmla="*/ 731 w 1043"/>
                                      <a:gd name="T65" fmla="*/ 488 h 791"/>
                                      <a:gd name="T66" fmla="*/ 731 w 1043"/>
                                      <a:gd name="T67" fmla="*/ 488 h 791"/>
                                      <a:gd name="T68" fmla="*/ 741 w 1043"/>
                                      <a:gd name="T69" fmla="*/ 522 h 791"/>
                                      <a:gd name="T70" fmla="*/ 748 w 1043"/>
                                      <a:gd name="T71" fmla="*/ 557 h 791"/>
                                      <a:gd name="T72" fmla="*/ 757 w 1043"/>
                                      <a:gd name="T73" fmla="*/ 595 h 791"/>
                                      <a:gd name="T74" fmla="*/ 763 w 1043"/>
                                      <a:gd name="T75" fmla="*/ 634 h 791"/>
                                      <a:gd name="T76" fmla="*/ 765 w 1043"/>
                                      <a:gd name="T77" fmla="*/ 634 h 791"/>
                                      <a:gd name="T78" fmla="*/ 765 w 1043"/>
                                      <a:gd name="T79" fmla="*/ 634 h 791"/>
                                      <a:gd name="T80" fmla="*/ 777 w 1043"/>
                                      <a:gd name="T81" fmla="*/ 562 h 791"/>
                                      <a:gd name="T82" fmla="*/ 784 w 1043"/>
                                      <a:gd name="T83" fmla="*/ 528 h 791"/>
                                      <a:gd name="T84" fmla="*/ 792 w 1043"/>
                                      <a:gd name="T85" fmla="*/ 495 h 791"/>
                                      <a:gd name="T86" fmla="*/ 915 w 1043"/>
                                      <a:gd name="T87" fmla="*/ 0 h 791"/>
                                      <a:gd name="T88" fmla="*/ 1043 w 1043"/>
                                      <a:gd name="T89" fmla="*/ 0 h 791"/>
                                      <a:gd name="T90" fmla="*/ 838 w 1043"/>
                                      <a:gd name="T91" fmla="*/ 791 h 7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043" h="791">
                                        <a:moveTo>
                                          <a:pt x="838" y="791"/>
                                        </a:moveTo>
                                        <a:lnTo>
                                          <a:pt x="682" y="791"/>
                                        </a:lnTo>
                                        <a:lnTo>
                                          <a:pt x="548" y="303"/>
                                        </a:lnTo>
                                        <a:lnTo>
                                          <a:pt x="548" y="303"/>
                                        </a:lnTo>
                                        <a:lnTo>
                                          <a:pt x="538" y="266"/>
                                        </a:lnTo>
                                        <a:lnTo>
                                          <a:pt x="529" y="228"/>
                                        </a:lnTo>
                                        <a:lnTo>
                                          <a:pt x="523" y="192"/>
                                        </a:lnTo>
                                        <a:lnTo>
                                          <a:pt x="516" y="153"/>
                                        </a:lnTo>
                                        <a:lnTo>
                                          <a:pt x="515" y="153"/>
                                        </a:lnTo>
                                        <a:lnTo>
                                          <a:pt x="515" y="153"/>
                                        </a:lnTo>
                                        <a:lnTo>
                                          <a:pt x="510" y="191"/>
                                        </a:lnTo>
                                        <a:lnTo>
                                          <a:pt x="505" y="226"/>
                                        </a:lnTo>
                                        <a:lnTo>
                                          <a:pt x="496" y="263"/>
                                        </a:lnTo>
                                        <a:lnTo>
                                          <a:pt x="487" y="299"/>
                                        </a:lnTo>
                                        <a:lnTo>
                                          <a:pt x="354" y="791"/>
                                        </a:lnTo>
                                        <a:lnTo>
                                          <a:pt x="205" y="791"/>
                                        </a:lnTo>
                                        <a:lnTo>
                                          <a:pt x="0" y="0"/>
                                        </a:lnTo>
                                        <a:lnTo>
                                          <a:pt x="135" y="0"/>
                                        </a:lnTo>
                                        <a:lnTo>
                                          <a:pt x="257" y="481"/>
                                        </a:lnTo>
                                        <a:lnTo>
                                          <a:pt x="257" y="481"/>
                                        </a:lnTo>
                                        <a:lnTo>
                                          <a:pt x="267" y="519"/>
                                        </a:lnTo>
                                        <a:lnTo>
                                          <a:pt x="275" y="558"/>
                                        </a:lnTo>
                                        <a:lnTo>
                                          <a:pt x="282" y="597"/>
                                        </a:lnTo>
                                        <a:lnTo>
                                          <a:pt x="288" y="637"/>
                                        </a:lnTo>
                                        <a:lnTo>
                                          <a:pt x="289" y="637"/>
                                        </a:lnTo>
                                        <a:lnTo>
                                          <a:pt x="289" y="637"/>
                                        </a:lnTo>
                                        <a:lnTo>
                                          <a:pt x="295" y="598"/>
                                        </a:lnTo>
                                        <a:lnTo>
                                          <a:pt x="303" y="560"/>
                                        </a:lnTo>
                                        <a:lnTo>
                                          <a:pt x="310" y="523"/>
                                        </a:lnTo>
                                        <a:lnTo>
                                          <a:pt x="320" y="486"/>
                                        </a:lnTo>
                                        <a:lnTo>
                                          <a:pt x="455" y="0"/>
                                        </a:lnTo>
                                        <a:lnTo>
                                          <a:pt x="594" y="0"/>
                                        </a:lnTo>
                                        <a:lnTo>
                                          <a:pt x="731" y="488"/>
                                        </a:lnTo>
                                        <a:lnTo>
                                          <a:pt x="731" y="488"/>
                                        </a:lnTo>
                                        <a:lnTo>
                                          <a:pt x="741" y="522"/>
                                        </a:lnTo>
                                        <a:lnTo>
                                          <a:pt x="748" y="557"/>
                                        </a:lnTo>
                                        <a:lnTo>
                                          <a:pt x="757" y="595"/>
                                        </a:lnTo>
                                        <a:lnTo>
                                          <a:pt x="763" y="634"/>
                                        </a:lnTo>
                                        <a:lnTo>
                                          <a:pt x="765" y="634"/>
                                        </a:lnTo>
                                        <a:lnTo>
                                          <a:pt x="765" y="634"/>
                                        </a:lnTo>
                                        <a:lnTo>
                                          <a:pt x="777" y="562"/>
                                        </a:lnTo>
                                        <a:lnTo>
                                          <a:pt x="784" y="528"/>
                                        </a:lnTo>
                                        <a:lnTo>
                                          <a:pt x="792" y="495"/>
                                        </a:lnTo>
                                        <a:lnTo>
                                          <a:pt x="915" y="0"/>
                                        </a:lnTo>
                                        <a:lnTo>
                                          <a:pt x="1043" y="0"/>
                                        </a:lnTo>
                                        <a:lnTo>
                                          <a:pt x="838" y="791"/>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7" name="Freeform 148"/>
                                <wps:cNvSpPr>
                                  <a:spLocks noEditPoints="1"/>
                                </wps:cNvSpPr>
                                <wps:spPr bwMode="auto">
                                  <a:xfrm>
                                    <a:off x="1440815" y="688975"/>
                                    <a:ext cx="43815" cy="48260"/>
                                  </a:xfrm>
                                  <a:custGeom>
                                    <a:avLst/>
                                    <a:gdLst>
                                      <a:gd name="T0" fmla="*/ 208 w 555"/>
                                      <a:gd name="T1" fmla="*/ 602 h 606"/>
                                      <a:gd name="T2" fmla="*/ 145 w 555"/>
                                      <a:gd name="T3" fmla="*/ 584 h 606"/>
                                      <a:gd name="T4" fmla="*/ 101 w 555"/>
                                      <a:gd name="T5" fmla="*/ 560 h 606"/>
                                      <a:gd name="T6" fmla="*/ 64 w 555"/>
                                      <a:gd name="T7" fmla="*/ 526 h 606"/>
                                      <a:gd name="T8" fmla="*/ 35 w 555"/>
                                      <a:gd name="T9" fmla="*/ 483 h 606"/>
                                      <a:gd name="T10" fmla="*/ 15 w 555"/>
                                      <a:gd name="T11" fmla="*/ 429 h 606"/>
                                      <a:gd name="T12" fmla="*/ 3 w 555"/>
                                      <a:gd name="T13" fmla="*/ 366 h 606"/>
                                      <a:gd name="T14" fmla="*/ 0 w 555"/>
                                      <a:gd name="T15" fmla="*/ 294 h 606"/>
                                      <a:gd name="T16" fmla="*/ 8 w 555"/>
                                      <a:gd name="T17" fmla="*/ 232 h 606"/>
                                      <a:gd name="T18" fmla="*/ 26 w 555"/>
                                      <a:gd name="T19" fmla="*/ 174 h 606"/>
                                      <a:gd name="T20" fmla="*/ 52 w 555"/>
                                      <a:gd name="T21" fmla="*/ 123 h 606"/>
                                      <a:gd name="T22" fmla="*/ 88 w 555"/>
                                      <a:gd name="T23" fmla="*/ 79 h 606"/>
                                      <a:gd name="T24" fmla="*/ 132 w 555"/>
                                      <a:gd name="T25" fmla="*/ 44 h 606"/>
                                      <a:gd name="T26" fmla="*/ 183 w 555"/>
                                      <a:gd name="T27" fmla="*/ 18 h 606"/>
                                      <a:gd name="T28" fmla="*/ 241 w 555"/>
                                      <a:gd name="T29" fmla="*/ 3 h 606"/>
                                      <a:gd name="T30" fmla="*/ 290 w 555"/>
                                      <a:gd name="T31" fmla="*/ 0 h 606"/>
                                      <a:gd name="T32" fmla="*/ 397 w 555"/>
                                      <a:gd name="T33" fmla="*/ 16 h 606"/>
                                      <a:gd name="T34" fmla="*/ 442 w 555"/>
                                      <a:gd name="T35" fmla="*/ 38 h 606"/>
                                      <a:gd name="T36" fmla="*/ 481 w 555"/>
                                      <a:gd name="T37" fmla="*/ 69 h 606"/>
                                      <a:gd name="T38" fmla="*/ 512 w 555"/>
                                      <a:gd name="T39" fmla="*/ 109 h 606"/>
                                      <a:gd name="T40" fmla="*/ 536 w 555"/>
                                      <a:gd name="T41" fmla="*/ 160 h 606"/>
                                      <a:gd name="T42" fmla="*/ 550 w 555"/>
                                      <a:gd name="T43" fmla="*/ 220 h 606"/>
                                      <a:gd name="T44" fmla="*/ 555 w 555"/>
                                      <a:gd name="T45" fmla="*/ 292 h 606"/>
                                      <a:gd name="T46" fmla="*/ 552 w 555"/>
                                      <a:gd name="T47" fmla="*/ 341 h 606"/>
                                      <a:gd name="T48" fmla="*/ 539 w 555"/>
                                      <a:gd name="T49" fmla="*/ 402 h 606"/>
                                      <a:gd name="T50" fmla="*/ 516 w 555"/>
                                      <a:gd name="T51" fmla="*/ 457 h 606"/>
                                      <a:gd name="T52" fmla="*/ 484 w 555"/>
                                      <a:gd name="T53" fmla="*/ 506 h 606"/>
                                      <a:gd name="T54" fmla="*/ 445 w 555"/>
                                      <a:gd name="T55" fmla="*/ 546 h 606"/>
                                      <a:gd name="T56" fmla="*/ 397 w 555"/>
                                      <a:gd name="T57" fmla="*/ 576 h 606"/>
                                      <a:gd name="T58" fmla="*/ 342 w 555"/>
                                      <a:gd name="T59" fmla="*/ 596 h 606"/>
                                      <a:gd name="T60" fmla="*/ 282 w 555"/>
                                      <a:gd name="T61" fmla="*/ 606 h 606"/>
                                      <a:gd name="T62" fmla="*/ 279 w 555"/>
                                      <a:gd name="T63" fmla="*/ 106 h 606"/>
                                      <a:gd name="T64" fmla="*/ 224 w 555"/>
                                      <a:gd name="T65" fmla="*/ 117 h 606"/>
                                      <a:gd name="T66" fmla="*/ 176 w 555"/>
                                      <a:gd name="T67" fmla="*/ 151 h 606"/>
                                      <a:gd name="T68" fmla="*/ 143 w 555"/>
                                      <a:gd name="T69" fmla="*/ 211 h 606"/>
                                      <a:gd name="T70" fmla="*/ 130 w 555"/>
                                      <a:gd name="T71" fmla="*/ 298 h 606"/>
                                      <a:gd name="T72" fmla="*/ 135 w 555"/>
                                      <a:gd name="T73" fmla="*/ 366 h 606"/>
                                      <a:gd name="T74" fmla="*/ 159 w 555"/>
                                      <a:gd name="T75" fmla="*/ 434 h 606"/>
                                      <a:gd name="T76" fmla="*/ 201 w 555"/>
                                      <a:gd name="T77" fmla="*/ 479 h 606"/>
                                      <a:gd name="T78" fmla="*/ 261 w 555"/>
                                      <a:gd name="T79" fmla="*/ 497 h 606"/>
                                      <a:gd name="T80" fmla="*/ 308 w 555"/>
                                      <a:gd name="T81" fmla="*/ 495 h 606"/>
                                      <a:gd name="T82" fmla="*/ 361 w 555"/>
                                      <a:gd name="T83" fmla="*/ 471 h 606"/>
                                      <a:gd name="T84" fmla="*/ 400 w 555"/>
                                      <a:gd name="T85" fmla="*/ 422 h 606"/>
                                      <a:gd name="T86" fmla="*/ 423 w 555"/>
                                      <a:gd name="T87" fmla="*/ 347 h 606"/>
                                      <a:gd name="T88" fmla="*/ 426 w 555"/>
                                      <a:gd name="T89" fmla="*/ 277 h 606"/>
                                      <a:gd name="T90" fmla="*/ 412 w 555"/>
                                      <a:gd name="T91" fmla="*/ 200 h 606"/>
                                      <a:gd name="T92" fmla="*/ 380 w 555"/>
                                      <a:gd name="T93" fmla="*/ 145 h 606"/>
                                      <a:gd name="T94" fmla="*/ 330 w 555"/>
                                      <a:gd name="T95" fmla="*/ 112 h 606"/>
                                      <a:gd name="T96" fmla="*/ 279 w 555"/>
                                      <a:gd name="T97" fmla="*/ 106 h 6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555" h="606">
                                        <a:moveTo>
                                          <a:pt x="266" y="606"/>
                                        </a:moveTo>
                                        <a:lnTo>
                                          <a:pt x="266" y="606"/>
                                        </a:lnTo>
                                        <a:lnTo>
                                          <a:pt x="237" y="605"/>
                                        </a:lnTo>
                                        <a:lnTo>
                                          <a:pt x="208" y="602"/>
                                        </a:lnTo>
                                        <a:lnTo>
                                          <a:pt x="181" y="596"/>
                                        </a:lnTo>
                                        <a:lnTo>
                                          <a:pt x="169" y="593"/>
                                        </a:lnTo>
                                        <a:lnTo>
                                          <a:pt x="157" y="589"/>
                                        </a:lnTo>
                                        <a:lnTo>
                                          <a:pt x="145" y="584"/>
                                        </a:lnTo>
                                        <a:lnTo>
                                          <a:pt x="133" y="579"/>
                                        </a:lnTo>
                                        <a:lnTo>
                                          <a:pt x="122" y="574"/>
                                        </a:lnTo>
                                        <a:lnTo>
                                          <a:pt x="111" y="567"/>
                                        </a:lnTo>
                                        <a:lnTo>
                                          <a:pt x="101" y="560"/>
                                        </a:lnTo>
                                        <a:lnTo>
                                          <a:pt x="91" y="552"/>
                                        </a:lnTo>
                                        <a:lnTo>
                                          <a:pt x="81" y="545"/>
                                        </a:lnTo>
                                        <a:lnTo>
                                          <a:pt x="73" y="536"/>
                                        </a:lnTo>
                                        <a:lnTo>
                                          <a:pt x="64" y="526"/>
                                        </a:lnTo>
                                        <a:lnTo>
                                          <a:pt x="56" y="517"/>
                                        </a:lnTo>
                                        <a:lnTo>
                                          <a:pt x="48" y="506"/>
                                        </a:lnTo>
                                        <a:lnTo>
                                          <a:pt x="42" y="495"/>
                                        </a:lnTo>
                                        <a:lnTo>
                                          <a:pt x="35" y="483"/>
                                        </a:lnTo>
                                        <a:lnTo>
                                          <a:pt x="29" y="470"/>
                                        </a:lnTo>
                                        <a:lnTo>
                                          <a:pt x="23" y="457"/>
                                        </a:lnTo>
                                        <a:lnTo>
                                          <a:pt x="19" y="443"/>
                                        </a:lnTo>
                                        <a:lnTo>
                                          <a:pt x="15" y="429"/>
                                        </a:lnTo>
                                        <a:lnTo>
                                          <a:pt x="10" y="414"/>
                                        </a:lnTo>
                                        <a:lnTo>
                                          <a:pt x="7" y="399"/>
                                        </a:lnTo>
                                        <a:lnTo>
                                          <a:pt x="5" y="383"/>
                                        </a:lnTo>
                                        <a:lnTo>
                                          <a:pt x="3" y="366"/>
                                        </a:lnTo>
                                        <a:lnTo>
                                          <a:pt x="1" y="348"/>
                                        </a:lnTo>
                                        <a:lnTo>
                                          <a:pt x="0" y="311"/>
                                        </a:lnTo>
                                        <a:lnTo>
                                          <a:pt x="0" y="311"/>
                                        </a:lnTo>
                                        <a:lnTo>
                                          <a:pt x="0" y="294"/>
                                        </a:lnTo>
                                        <a:lnTo>
                                          <a:pt x="1" y="278"/>
                                        </a:lnTo>
                                        <a:lnTo>
                                          <a:pt x="3" y="262"/>
                                        </a:lnTo>
                                        <a:lnTo>
                                          <a:pt x="5" y="247"/>
                                        </a:lnTo>
                                        <a:lnTo>
                                          <a:pt x="8" y="232"/>
                                        </a:lnTo>
                                        <a:lnTo>
                                          <a:pt x="12" y="217"/>
                                        </a:lnTo>
                                        <a:lnTo>
                                          <a:pt x="16" y="202"/>
                                        </a:lnTo>
                                        <a:lnTo>
                                          <a:pt x="20" y="188"/>
                                        </a:lnTo>
                                        <a:lnTo>
                                          <a:pt x="26" y="174"/>
                                        </a:lnTo>
                                        <a:lnTo>
                                          <a:pt x="32" y="161"/>
                                        </a:lnTo>
                                        <a:lnTo>
                                          <a:pt x="38" y="148"/>
                                        </a:lnTo>
                                        <a:lnTo>
                                          <a:pt x="45" y="135"/>
                                        </a:lnTo>
                                        <a:lnTo>
                                          <a:pt x="52" y="123"/>
                                        </a:lnTo>
                                        <a:lnTo>
                                          <a:pt x="61" y="111"/>
                                        </a:lnTo>
                                        <a:lnTo>
                                          <a:pt x="70" y="100"/>
                                        </a:lnTo>
                                        <a:lnTo>
                                          <a:pt x="78" y="90"/>
                                        </a:lnTo>
                                        <a:lnTo>
                                          <a:pt x="88" y="79"/>
                                        </a:lnTo>
                                        <a:lnTo>
                                          <a:pt x="99" y="69"/>
                                        </a:lnTo>
                                        <a:lnTo>
                                          <a:pt x="109" y="60"/>
                                        </a:lnTo>
                                        <a:lnTo>
                                          <a:pt x="120" y="52"/>
                                        </a:lnTo>
                                        <a:lnTo>
                                          <a:pt x="132" y="44"/>
                                        </a:lnTo>
                                        <a:lnTo>
                                          <a:pt x="145" y="37"/>
                                        </a:lnTo>
                                        <a:lnTo>
                                          <a:pt x="157" y="29"/>
                                        </a:lnTo>
                                        <a:lnTo>
                                          <a:pt x="169" y="24"/>
                                        </a:lnTo>
                                        <a:lnTo>
                                          <a:pt x="183" y="18"/>
                                        </a:lnTo>
                                        <a:lnTo>
                                          <a:pt x="197" y="13"/>
                                        </a:lnTo>
                                        <a:lnTo>
                                          <a:pt x="211" y="10"/>
                                        </a:lnTo>
                                        <a:lnTo>
                                          <a:pt x="226" y="5"/>
                                        </a:lnTo>
                                        <a:lnTo>
                                          <a:pt x="241" y="3"/>
                                        </a:lnTo>
                                        <a:lnTo>
                                          <a:pt x="258" y="1"/>
                                        </a:lnTo>
                                        <a:lnTo>
                                          <a:pt x="274" y="0"/>
                                        </a:lnTo>
                                        <a:lnTo>
                                          <a:pt x="290" y="0"/>
                                        </a:lnTo>
                                        <a:lnTo>
                                          <a:pt x="290" y="0"/>
                                        </a:lnTo>
                                        <a:lnTo>
                                          <a:pt x="319" y="1"/>
                                        </a:lnTo>
                                        <a:lnTo>
                                          <a:pt x="346" y="4"/>
                                        </a:lnTo>
                                        <a:lnTo>
                                          <a:pt x="371" y="9"/>
                                        </a:lnTo>
                                        <a:lnTo>
                                          <a:pt x="397" y="16"/>
                                        </a:lnTo>
                                        <a:lnTo>
                                          <a:pt x="409" y="21"/>
                                        </a:lnTo>
                                        <a:lnTo>
                                          <a:pt x="420" y="26"/>
                                        </a:lnTo>
                                        <a:lnTo>
                                          <a:pt x="432" y="31"/>
                                        </a:lnTo>
                                        <a:lnTo>
                                          <a:pt x="442" y="38"/>
                                        </a:lnTo>
                                        <a:lnTo>
                                          <a:pt x="452" y="45"/>
                                        </a:lnTo>
                                        <a:lnTo>
                                          <a:pt x="462" y="52"/>
                                        </a:lnTo>
                                        <a:lnTo>
                                          <a:pt x="471" y="60"/>
                                        </a:lnTo>
                                        <a:lnTo>
                                          <a:pt x="481" y="69"/>
                                        </a:lnTo>
                                        <a:lnTo>
                                          <a:pt x="490" y="78"/>
                                        </a:lnTo>
                                        <a:lnTo>
                                          <a:pt x="497" y="87"/>
                                        </a:lnTo>
                                        <a:lnTo>
                                          <a:pt x="505" y="98"/>
                                        </a:lnTo>
                                        <a:lnTo>
                                          <a:pt x="512" y="109"/>
                                        </a:lnTo>
                                        <a:lnTo>
                                          <a:pt x="519" y="121"/>
                                        </a:lnTo>
                                        <a:lnTo>
                                          <a:pt x="525" y="133"/>
                                        </a:lnTo>
                                        <a:lnTo>
                                          <a:pt x="530" y="146"/>
                                        </a:lnTo>
                                        <a:lnTo>
                                          <a:pt x="536" y="160"/>
                                        </a:lnTo>
                                        <a:lnTo>
                                          <a:pt x="540" y="174"/>
                                        </a:lnTo>
                                        <a:lnTo>
                                          <a:pt x="544" y="189"/>
                                        </a:lnTo>
                                        <a:lnTo>
                                          <a:pt x="548" y="204"/>
                                        </a:lnTo>
                                        <a:lnTo>
                                          <a:pt x="550" y="220"/>
                                        </a:lnTo>
                                        <a:lnTo>
                                          <a:pt x="552" y="237"/>
                                        </a:lnTo>
                                        <a:lnTo>
                                          <a:pt x="554" y="255"/>
                                        </a:lnTo>
                                        <a:lnTo>
                                          <a:pt x="555" y="273"/>
                                        </a:lnTo>
                                        <a:lnTo>
                                          <a:pt x="555" y="292"/>
                                        </a:lnTo>
                                        <a:lnTo>
                                          <a:pt x="555" y="292"/>
                                        </a:lnTo>
                                        <a:lnTo>
                                          <a:pt x="555" y="308"/>
                                        </a:lnTo>
                                        <a:lnTo>
                                          <a:pt x="554" y="325"/>
                                        </a:lnTo>
                                        <a:lnTo>
                                          <a:pt x="552" y="341"/>
                                        </a:lnTo>
                                        <a:lnTo>
                                          <a:pt x="550" y="357"/>
                                        </a:lnTo>
                                        <a:lnTo>
                                          <a:pt x="547" y="372"/>
                                        </a:lnTo>
                                        <a:lnTo>
                                          <a:pt x="543" y="387"/>
                                        </a:lnTo>
                                        <a:lnTo>
                                          <a:pt x="539" y="402"/>
                                        </a:lnTo>
                                        <a:lnTo>
                                          <a:pt x="534" y="416"/>
                                        </a:lnTo>
                                        <a:lnTo>
                                          <a:pt x="528" y="430"/>
                                        </a:lnTo>
                                        <a:lnTo>
                                          <a:pt x="523" y="444"/>
                                        </a:lnTo>
                                        <a:lnTo>
                                          <a:pt x="516" y="457"/>
                                        </a:lnTo>
                                        <a:lnTo>
                                          <a:pt x="509" y="470"/>
                                        </a:lnTo>
                                        <a:lnTo>
                                          <a:pt x="501" y="482"/>
                                        </a:lnTo>
                                        <a:lnTo>
                                          <a:pt x="493" y="494"/>
                                        </a:lnTo>
                                        <a:lnTo>
                                          <a:pt x="484" y="506"/>
                                        </a:lnTo>
                                        <a:lnTo>
                                          <a:pt x="476" y="517"/>
                                        </a:lnTo>
                                        <a:lnTo>
                                          <a:pt x="465" y="526"/>
                                        </a:lnTo>
                                        <a:lnTo>
                                          <a:pt x="455" y="536"/>
                                        </a:lnTo>
                                        <a:lnTo>
                                          <a:pt x="445" y="546"/>
                                        </a:lnTo>
                                        <a:lnTo>
                                          <a:pt x="433" y="554"/>
                                        </a:lnTo>
                                        <a:lnTo>
                                          <a:pt x="422" y="562"/>
                                        </a:lnTo>
                                        <a:lnTo>
                                          <a:pt x="409" y="569"/>
                                        </a:lnTo>
                                        <a:lnTo>
                                          <a:pt x="397" y="576"/>
                                        </a:lnTo>
                                        <a:lnTo>
                                          <a:pt x="384" y="582"/>
                                        </a:lnTo>
                                        <a:lnTo>
                                          <a:pt x="370" y="588"/>
                                        </a:lnTo>
                                        <a:lnTo>
                                          <a:pt x="356" y="593"/>
                                        </a:lnTo>
                                        <a:lnTo>
                                          <a:pt x="342" y="596"/>
                                        </a:lnTo>
                                        <a:lnTo>
                                          <a:pt x="328" y="601"/>
                                        </a:lnTo>
                                        <a:lnTo>
                                          <a:pt x="313" y="603"/>
                                        </a:lnTo>
                                        <a:lnTo>
                                          <a:pt x="298" y="605"/>
                                        </a:lnTo>
                                        <a:lnTo>
                                          <a:pt x="282" y="606"/>
                                        </a:lnTo>
                                        <a:lnTo>
                                          <a:pt x="266" y="606"/>
                                        </a:lnTo>
                                        <a:lnTo>
                                          <a:pt x="266" y="606"/>
                                        </a:lnTo>
                                        <a:close/>
                                        <a:moveTo>
                                          <a:pt x="279" y="106"/>
                                        </a:moveTo>
                                        <a:lnTo>
                                          <a:pt x="279" y="106"/>
                                        </a:lnTo>
                                        <a:lnTo>
                                          <a:pt x="265" y="106"/>
                                        </a:lnTo>
                                        <a:lnTo>
                                          <a:pt x="251" y="108"/>
                                        </a:lnTo>
                                        <a:lnTo>
                                          <a:pt x="237" y="111"/>
                                        </a:lnTo>
                                        <a:lnTo>
                                          <a:pt x="224" y="117"/>
                                        </a:lnTo>
                                        <a:lnTo>
                                          <a:pt x="210" y="123"/>
                                        </a:lnTo>
                                        <a:lnTo>
                                          <a:pt x="198" y="131"/>
                                        </a:lnTo>
                                        <a:lnTo>
                                          <a:pt x="187" y="140"/>
                                        </a:lnTo>
                                        <a:lnTo>
                                          <a:pt x="176" y="151"/>
                                        </a:lnTo>
                                        <a:lnTo>
                                          <a:pt x="166" y="164"/>
                                        </a:lnTo>
                                        <a:lnTo>
                                          <a:pt x="157" y="178"/>
                                        </a:lnTo>
                                        <a:lnTo>
                                          <a:pt x="149" y="194"/>
                                        </a:lnTo>
                                        <a:lnTo>
                                          <a:pt x="143" y="211"/>
                                        </a:lnTo>
                                        <a:lnTo>
                                          <a:pt x="137" y="231"/>
                                        </a:lnTo>
                                        <a:lnTo>
                                          <a:pt x="133" y="251"/>
                                        </a:lnTo>
                                        <a:lnTo>
                                          <a:pt x="131" y="274"/>
                                        </a:lnTo>
                                        <a:lnTo>
                                          <a:pt x="130" y="298"/>
                                        </a:lnTo>
                                        <a:lnTo>
                                          <a:pt x="130" y="298"/>
                                        </a:lnTo>
                                        <a:lnTo>
                                          <a:pt x="130" y="321"/>
                                        </a:lnTo>
                                        <a:lnTo>
                                          <a:pt x="132" y="344"/>
                                        </a:lnTo>
                                        <a:lnTo>
                                          <a:pt x="135" y="366"/>
                                        </a:lnTo>
                                        <a:lnTo>
                                          <a:pt x="139" y="385"/>
                                        </a:lnTo>
                                        <a:lnTo>
                                          <a:pt x="145" y="402"/>
                                        </a:lnTo>
                                        <a:lnTo>
                                          <a:pt x="151" y="419"/>
                                        </a:lnTo>
                                        <a:lnTo>
                                          <a:pt x="159" y="434"/>
                                        </a:lnTo>
                                        <a:lnTo>
                                          <a:pt x="167" y="448"/>
                                        </a:lnTo>
                                        <a:lnTo>
                                          <a:pt x="177" y="459"/>
                                        </a:lnTo>
                                        <a:lnTo>
                                          <a:pt x="189" y="469"/>
                                        </a:lnTo>
                                        <a:lnTo>
                                          <a:pt x="201" y="479"/>
                                        </a:lnTo>
                                        <a:lnTo>
                                          <a:pt x="214" y="485"/>
                                        </a:lnTo>
                                        <a:lnTo>
                                          <a:pt x="229" y="491"/>
                                        </a:lnTo>
                                        <a:lnTo>
                                          <a:pt x="244" y="495"/>
                                        </a:lnTo>
                                        <a:lnTo>
                                          <a:pt x="261" y="497"/>
                                        </a:lnTo>
                                        <a:lnTo>
                                          <a:pt x="278" y="498"/>
                                        </a:lnTo>
                                        <a:lnTo>
                                          <a:pt x="278" y="498"/>
                                        </a:lnTo>
                                        <a:lnTo>
                                          <a:pt x="293" y="497"/>
                                        </a:lnTo>
                                        <a:lnTo>
                                          <a:pt x="308" y="495"/>
                                        </a:lnTo>
                                        <a:lnTo>
                                          <a:pt x="322" y="492"/>
                                        </a:lnTo>
                                        <a:lnTo>
                                          <a:pt x="335" y="486"/>
                                        </a:lnTo>
                                        <a:lnTo>
                                          <a:pt x="348" y="480"/>
                                        </a:lnTo>
                                        <a:lnTo>
                                          <a:pt x="361" y="471"/>
                                        </a:lnTo>
                                        <a:lnTo>
                                          <a:pt x="371" y="462"/>
                                        </a:lnTo>
                                        <a:lnTo>
                                          <a:pt x="382" y="450"/>
                                        </a:lnTo>
                                        <a:lnTo>
                                          <a:pt x="392" y="437"/>
                                        </a:lnTo>
                                        <a:lnTo>
                                          <a:pt x="400" y="422"/>
                                        </a:lnTo>
                                        <a:lnTo>
                                          <a:pt x="408" y="405"/>
                                        </a:lnTo>
                                        <a:lnTo>
                                          <a:pt x="414" y="388"/>
                                        </a:lnTo>
                                        <a:lnTo>
                                          <a:pt x="420" y="369"/>
                                        </a:lnTo>
                                        <a:lnTo>
                                          <a:pt x="423" y="347"/>
                                        </a:lnTo>
                                        <a:lnTo>
                                          <a:pt x="425" y="325"/>
                                        </a:lnTo>
                                        <a:lnTo>
                                          <a:pt x="426" y="300"/>
                                        </a:lnTo>
                                        <a:lnTo>
                                          <a:pt x="426" y="300"/>
                                        </a:lnTo>
                                        <a:lnTo>
                                          <a:pt x="426" y="277"/>
                                        </a:lnTo>
                                        <a:lnTo>
                                          <a:pt x="424" y="256"/>
                                        </a:lnTo>
                                        <a:lnTo>
                                          <a:pt x="421" y="236"/>
                                        </a:lnTo>
                                        <a:lnTo>
                                          <a:pt x="418" y="217"/>
                                        </a:lnTo>
                                        <a:lnTo>
                                          <a:pt x="412" y="200"/>
                                        </a:lnTo>
                                        <a:lnTo>
                                          <a:pt x="406" y="183"/>
                                        </a:lnTo>
                                        <a:lnTo>
                                          <a:pt x="398" y="169"/>
                                        </a:lnTo>
                                        <a:lnTo>
                                          <a:pt x="390" y="156"/>
                                        </a:lnTo>
                                        <a:lnTo>
                                          <a:pt x="380" y="145"/>
                                        </a:lnTo>
                                        <a:lnTo>
                                          <a:pt x="369" y="134"/>
                                        </a:lnTo>
                                        <a:lnTo>
                                          <a:pt x="357" y="125"/>
                                        </a:lnTo>
                                        <a:lnTo>
                                          <a:pt x="345" y="119"/>
                                        </a:lnTo>
                                        <a:lnTo>
                                          <a:pt x="330" y="112"/>
                                        </a:lnTo>
                                        <a:lnTo>
                                          <a:pt x="315" y="109"/>
                                        </a:lnTo>
                                        <a:lnTo>
                                          <a:pt x="297" y="106"/>
                                        </a:lnTo>
                                        <a:lnTo>
                                          <a:pt x="279" y="106"/>
                                        </a:lnTo>
                                        <a:lnTo>
                                          <a:pt x="279" y="106"/>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8" name="Freeform 149"/>
                                <wps:cNvSpPr>
                                  <a:spLocks/>
                                </wps:cNvSpPr>
                                <wps:spPr bwMode="auto">
                                  <a:xfrm>
                                    <a:off x="1495425" y="688975"/>
                                    <a:ext cx="66675" cy="46990"/>
                                  </a:xfrm>
                                  <a:custGeom>
                                    <a:avLst/>
                                    <a:gdLst>
                                      <a:gd name="T0" fmla="*/ 714 w 838"/>
                                      <a:gd name="T1" fmla="*/ 222 h 594"/>
                                      <a:gd name="T2" fmla="*/ 711 w 838"/>
                                      <a:gd name="T3" fmla="*/ 174 h 594"/>
                                      <a:gd name="T4" fmla="*/ 701 w 838"/>
                                      <a:gd name="T5" fmla="*/ 145 h 594"/>
                                      <a:gd name="T6" fmla="*/ 686 w 838"/>
                                      <a:gd name="T7" fmla="*/ 123 h 594"/>
                                      <a:gd name="T8" fmla="*/ 662 w 838"/>
                                      <a:gd name="T9" fmla="*/ 109 h 594"/>
                                      <a:gd name="T10" fmla="*/ 630 w 838"/>
                                      <a:gd name="T11" fmla="*/ 105 h 594"/>
                                      <a:gd name="T12" fmla="*/ 602 w 838"/>
                                      <a:gd name="T13" fmla="*/ 108 h 594"/>
                                      <a:gd name="T14" fmla="*/ 562 w 838"/>
                                      <a:gd name="T15" fmla="*/ 127 h 594"/>
                                      <a:gd name="T16" fmla="*/ 527 w 838"/>
                                      <a:gd name="T17" fmla="*/ 162 h 594"/>
                                      <a:gd name="T18" fmla="*/ 500 w 838"/>
                                      <a:gd name="T19" fmla="*/ 209 h 594"/>
                                      <a:gd name="T20" fmla="*/ 484 w 838"/>
                                      <a:gd name="T21" fmla="*/ 270 h 594"/>
                                      <a:gd name="T22" fmla="*/ 480 w 838"/>
                                      <a:gd name="T23" fmla="*/ 594 h 594"/>
                                      <a:gd name="T24" fmla="*/ 357 w 838"/>
                                      <a:gd name="T25" fmla="*/ 221 h 594"/>
                                      <a:gd name="T26" fmla="*/ 352 w 838"/>
                                      <a:gd name="T27" fmla="*/ 165 h 594"/>
                                      <a:gd name="T28" fmla="*/ 341 w 838"/>
                                      <a:gd name="T29" fmla="*/ 138 h 594"/>
                                      <a:gd name="T30" fmla="*/ 324 w 838"/>
                                      <a:gd name="T31" fmla="*/ 119 h 594"/>
                                      <a:gd name="T32" fmla="*/ 297 w 838"/>
                                      <a:gd name="T33" fmla="*/ 107 h 594"/>
                                      <a:gd name="T34" fmla="*/ 273 w 838"/>
                                      <a:gd name="T35" fmla="*/ 105 h 594"/>
                                      <a:gd name="T36" fmla="*/ 231 w 838"/>
                                      <a:gd name="T37" fmla="*/ 113 h 594"/>
                                      <a:gd name="T38" fmla="*/ 192 w 838"/>
                                      <a:gd name="T39" fmla="*/ 139 h 594"/>
                                      <a:gd name="T40" fmla="*/ 160 w 838"/>
                                      <a:gd name="T41" fmla="*/ 179 h 594"/>
                                      <a:gd name="T42" fmla="*/ 137 w 838"/>
                                      <a:gd name="T43" fmla="*/ 231 h 594"/>
                                      <a:gd name="T44" fmla="*/ 125 w 838"/>
                                      <a:gd name="T45" fmla="*/ 293 h 594"/>
                                      <a:gd name="T46" fmla="*/ 0 w 838"/>
                                      <a:gd name="T47" fmla="*/ 594 h 594"/>
                                      <a:gd name="T48" fmla="*/ 119 w 838"/>
                                      <a:gd name="T49" fmla="*/ 12 h 594"/>
                                      <a:gd name="T50" fmla="*/ 114 w 838"/>
                                      <a:gd name="T51" fmla="*/ 97 h 594"/>
                                      <a:gd name="T52" fmla="*/ 113 w 838"/>
                                      <a:gd name="T53" fmla="*/ 126 h 594"/>
                                      <a:gd name="T54" fmla="*/ 136 w 838"/>
                                      <a:gd name="T55" fmla="*/ 86 h 594"/>
                                      <a:gd name="T56" fmla="*/ 166 w 838"/>
                                      <a:gd name="T57" fmla="*/ 52 h 594"/>
                                      <a:gd name="T58" fmla="*/ 204 w 838"/>
                                      <a:gd name="T59" fmla="*/ 26 h 594"/>
                                      <a:gd name="T60" fmla="*/ 246 w 838"/>
                                      <a:gd name="T61" fmla="*/ 9 h 594"/>
                                      <a:gd name="T62" fmla="*/ 293 w 838"/>
                                      <a:gd name="T63" fmla="*/ 0 h 594"/>
                                      <a:gd name="T64" fmla="*/ 330 w 838"/>
                                      <a:gd name="T65" fmla="*/ 1 h 594"/>
                                      <a:gd name="T66" fmla="*/ 382 w 838"/>
                                      <a:gd name="T67" fmla="*/ 12 h 594"/>
                                      <a:gd name="T68" fmla="*/ 420 w 838"/>
                                      <a:gd name="T69" fmla="*/ 35 h 594"/>
                                      <a:gd name="T70" fmla="*/ 445 w 838"/>
                                      <a:gd name="T71" fmla="*/ 63 h 594"/>
                                      <a:gd name="T72" fmla="*/ 463 w 838"/>
                                      <a:gd name="T73" fmla="*/ 95 h 594"/>
                                      <a:gd name="T74" fmla="*/ 471 w 838"/>
                                      <a:gd name="T75" fmla="*/ 125 h 594"/>
                                      <a:gd name="T76" fmla="*/ 482 w 838"/>
                                      <a:gd name="T77" fmla="*/ 104 h 594"/>
                                      <a:gd name="T78" fmla="*/ 506 w 838"/>
                                      <a:gd name="T79" fmla="*/ 71 h 594"/>
                                      <a:gd name="T80" fmla="*/ 538 w 838"/>
                                      <a:gd name="T81" fmla="*/ 41 h 594"/>
                                      <a:gd name="T82" fmla="*/ 579 w 838"/>
                                      <a:gd name="T83" fmla="*/ 17 h 594"/>
                                      <a:gd name="T84" fmla="*/ 627 w 838"/>
                                      <a:gd name="T85" fmla="*/ 3 h 594"/>
                                      <a:gd name="T86" fmla="*/ 665 w 838"/>
                                      <a:gd name="T87" fmla="*/ 0 h 594"/>
                                      <a:gd name="T88" fmla="*/ 723 w 838"/>
                                      <a:gd name="T89" fmla="*/ 7 h 594"/>
                                      <a:gd name="T90" fmla="*/ 769 w 838"/>
                                      <a:gd name="T91" fmla="*/ 26 h 594"/>
                                      <a:gd name="T92" fmla="*/ 803 w 838"/>
                                      <a:gd name="T93" fmla="*/ 59 h 594"/>
                                      <a:gd name="T94" fmla="*/ 827 w 838"/>
                                      <a:gd name="T95" fmla="*/ 106 h 594"/>
                                      <a:gd name="T96" fmla="*/ 838 w 838"/>
                                      <a:gd name="T97" fmla="*/ 168 h 594"/>
                                      <a:gd name="T98" fmla="*/ 714 w 838"/>
                                      <a:gd name="T99" fmla="*/ 594 h 5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838" h="594">
                                        <a:moveTo>
                                          <a:pt x="714" y="594"/>
                                        </a:moveTo>
                                        <a:lnTo>
                                          <a:pt x="714" y="222"/>
                                        </a:lnTo>
                                        <a:lnTo>
                                          <a:pt x="714" y="222"/>
                                        </a:lnTo>
                                        <a:lnTo>
                                          <a:pt x="713" y="196"/>
                                        </a:lnTo>
                                        <a:lnTo>
                                          <a:pt x="712" y="184"/>
                                        </a:lnTo>
                                        <a:lnTo>
                                          <a:pt x="711" y="174"/>
                                        </a:lnTo>
                                        <a:lnTo>
                                          <a:pt x="708" y="163"/>
                                        </a:lnTo>
                                        <a:lnTo>
                                          <a:pt x="705" y="153"/>
                                        </a:lnTo>
                                        <a:lnTo>
                                          <a:pt x="701" y="145"/>
                                        </a:lnTo>
                                        <a:lnTo>
                                          <a:pt x="697" y="136"/>
                                        </a:lnTo>
                                        <a:lnTo>
                                          <a:pt x="691" y="128"/>
                                        </a:lnTo>
                                        <a:lnTo>
                                          <a:pt x="686" y="123"/>
                                        </a:lnTo>
                                        <a:lnTo>
                                          <a:pt x="679" y="117"/>
                                        </a:lnTo>
                                        <a:lnTo>
                                          <a:pt x="671" y="112"/>
                                        </a:lnTo>
                                        <a:lnTo>
                                          <a:pt x="662" y="109"/>
                                        </a:lnTo>
                                        <a:lnTo>
                                          <a:pt x="653" y="107"/>
                                        </a:lnTo>
                                        <a:lnTo>
                                          <a:pt x="642" y="105"/>
                                        </a:lnTo>
                                        <a:lnTo>
                                          <a:pt x="630" y="105"/>
                                        </a:lnTo>
                                        <a:lnTo>
                                          <a:pt x="630" y="105"/>
                                        </a:lnTo>
                                        <a:lnTo>
                                          <a:pt x="616" y="105"/>
                                        </a:lnTo>
                                        <a:lnTo>
                                          <a:pt x="602" y="108"/>
                                        </a:lnTo>
                                        <a:lnTo>
                                          <a:pt x="588" y="112"/>
                                        </a:lnTo>
                                        <a:lnTo>
                                          <a:pt x="575" y="119"/>
                                        </a:lnTo>
                                        <a:lnTo>
                                          <a:pt x="562" y="127"/>
                                        </a:lnTo>
                                        <a:lnTo>
                                          <a:pt x="550" y="137"/>
                                        </a:lnTo>
                                        <a:lnTo>
                                          <a:pt x="538" y="149"/>
                                        </a:lnTo>
                                        <a:lnTo>
                                          <a:pt x="527" y="162"/>
                                        </a:lnTo>
                                        <a:lnTo>
                                          <a:pt x="517" y="177"/>
                                        </a:lnTo>
                                        <a:lnTo>
                                          <a:pt x="508" y="192"/>
                                        </a:lnTo>
                                        <a:lnTo>
                                          <a:pt x="500" y="209"/>
                                        </a:lnTo>
                                        <a:lnTo>
                                          <a:pt x="493" y="229"/>
                                        </a:lnTo>
                                        <a:lnTo>
                                          <a:pt x="487" y="248"/>
                                        </a:lnTo>
                                        <a:lnTo>
                                          <a:pt x="484" y="270"/>
                                        </a:lnTo>
                                        <a:lnTo>
                                          <a:pt x="481" y="292"/>
                                        </a:lnTo>
                                        <a:lnTo>
                                          <a:pt x="480" y="315"/>
                                        </a:lnTo>
                                        <a:lnTo>
                                          <a:pt x="480" y="594"/>
                                        </a:lnTo>
                                        <a:lnTo>
                                          <a:pt x="357" y="594"/>
                                        </a:lnTo>
                                        <a:lnTo>
                                          <a:pt x="357" y="221"/>
                                        </a:lnTo>
                                        <a:lnTo>
                                          <a:pt x="357" y="221"/>
                                        </a:lnTo>
                                        <a:lnTo>
                                          <a:pt x="356" y="197"/>
                                        </a:lnTo>
                                        <a:lnTo>
                                          <a:pt x="354" y="176"/>
                                        </a:lnTo>
                                        <a:lnTo>
                                          <a:pt x="352" y="165"/>
                                        </a:lnTo>
                                        <a:lnTo>
                                          <a:pt x="350" y="155"/>
                                        </a:lnTo>
                                        <a:lnTo>
                                          <a:pt x="345" y="147"/>
                                        </a:lnTo>
                                        <a:lnTo>
                                          <a:pt x="341" y="138"/>
                                        </a:lnTo>
                                        <a:lnTo>
                                          <a:pt x="337" y="131"/>
                                        </a:lnTo>
                                        <a:lnTo>
                                          <a:pt x="330" y="124"/>
                                        </a:lnTo>
                                        <a:lnTo>
                                          <a:pt x="324" y="119"/>
                                        </a:lnTo>
                                        <a:lnTo>
                                          <a:pt x="316" y="113"/>
                                        </a:lnTo>
                                        <a:lnTo>
                                          <a:pt x="307" y="109"/>
                                        </a:lnTo>
                                        <a:lnTo>
                                          <a:pt x="297" y="107"/>
                                        </a:lnTo>
                                        <a:lnTo>
                                          <a:pt x="285" y="105"/>
                                        </a:lnTo>
                                        <a:lnTo>
                                          <a:pt x="273" y="105"/>
                                        </a:lnTo>
                                        <a:lnTo>
                                          <a:pt x="273" y="105"/>
                                        </a:lnTo>
                                        <a:lnTo>
                                          <a:pt x="258" y="106"/>
                                        </a:lnTo>
                                        <a:lnTo>
                                          <a:pt x="244" y="108"/>
                                        </a:lnTo>
                                        <a:lnTo>
                                          <a:pt x="231" y="113"/>
                                        </a:lnTo>
                                        <a:lnTo>
                                          <a:pt x="217" y="120"/>
                                        </a:lnTo>
                                        <a:lnTo>
                                          <a:pt x="204" y="128"/>
                                        </a:lnTo>
                                        <a:lnTo>
                                          <a:pt x="192" y="139"/>
                                        </a:lnTo>
                                        <a:lnTo>
                                          <a:pt x="180" y="151"/>
                                        </a:lnTo>
                                        <a:lnTo>
                                          <a:pt x="169" y="164"/>
                                        </a:lnTo>
                                        <a:lnTo>
                                          <a:pt x="160" y="179"/>
                                        </a:lnTo>
                                        <a:lnTo>
                                          <a:pt x="151" y="195"/>
                                        </a:lnTo>
                                        <a:lnTo>
                                          <a:pt x="143" y="212"/>
                                        </a:lnTo>
                                        <a:lnTo>
                                          <a:pt x="137" y="231"/>
                                        </a:lnTo>
                                        <a:lnTo>
                                          <a:pt x="132" y="250"/>
                                        </a:lnTo>
                                        <a:lnTo>
                                          <a:pt x="128" y="272"/>
                                        </a:lnTo>
                                        <a:lnTo>
                                          <a:pt x="125" y="293"/>
                                        </a:lnTo>
                                        <a:lnTo>
                                          <a:pt x="125" y="315"/>
                                        </a:lnTo>
                                        <a:lnTo>
                                          <a:pt x="125" y="594"/>
                                        </a:lnTo>
                                        <a:lnTo>
                                          <a:pt x="0" y="594"/>
                                        </a:lnTo>
                                        <a:lnTo>
                                          <a:pt x="0" y="12"/>
                                        </a:lnTo>
                                        <a:lnTo>
                                          <a:pt x="119" y="12"/>
                                        </a:lnTo>
                                        <a:lnTo>
                                          <a:pt x="119" y="12"/>
                                        </a:lnTo>
                                        <a:lnTo>
                                          <a:pt x="119" y="38"/>
                                        </a:lnTo>
                                        <a:lnTo>
                                          <a:pt x="117" y="67"/>
                                        </a:lnTo>
                                        <a:lnTo>
                                          <a:pt x="114" y="97"/>
                                        </a:lnTo>
                                        <a:lnTo>
                                          <a:pt x="111" y="125"/>
                                        </a:lnTo>
                                        <a:lnTo>
                                          <a:pt x="113" y="126"/>
                                        </a:lnTo>
                                        <a:lnTo>
                                          <a:pt x="113" y="126"/>
                                        </a:lnTo>
                                        <a:lnTo>
                                          <a:pt x="120" y="112"/>
                                        </a:lnTo>
                                        <a:lnTo>
                                          <a:pt x="127" y="99"/>
                                        </a:lnTo>
                                        <a:lnTo>
                                          <a:pt x="136" y="86"/>
                                        </a:lnTo>
                                        <a:lnTo>
                                          <a:pt x="146" y="74"/>
                                        </a:lnTo>
                                        <a:lnTo>
                                          <a:pt x="155" y="63"/>
                                        </a:lnTo>
                                        <a:lnTo>
                                          <a:pt x="166" y="52"/>
                                        </a:lnTo>
                                        <a:lnTo>
                                          <a:pt x="178" y="43"/>
                                        </a:lnTo>
                                        <a:lnTo>
                                          <a:pt x="191" y="35"/>
                                        </a:lnTo>
                                        <a:lnTo>
                                          <a:pt x="204" y="26"/>
                                        </a:lnTo>
                                        <a:lnTo>
                                          <a:pt x="217" y="19"/>
                                        </a:lnTo>
                                        <a:lnTo>
                                          <a:pt x="231" y="14"/>
                                        </a:lnTo>
                                        <a:lnTo>
                                          <a:pt x="246" y="9"/>
                                        </a:lnTo>
                                        <a:lnTo>
                                          <a:pt x="261" y="4"/>
                                        </a:lnTo>
                                        <a:lnTo>
                                          <a:pt x="277" y="2"/>
                                        </a:lnTo>
                                        <a:lnTo>
                                          <a:pt x="293" y="0"/>
                                        </a:lnTo>
                                        <a:lnTo>
                                          <a:pt x="310" y="0"/>
                                        </a:lnTo>
                                        <a:lnTo>
                                          <a:pt x="310" y="0"/>
                                        </a:lnTo>
                                        <a:lnTo>
                                          <a:pt x="330" y="1"/>
                                        </a:lnTo>
                                        <a:lnTo>
                                          <a:pt x="349" y="3"/>
                                        </a:lnTo>
                                        <a:lnTo>
                                          <a:pt x="366" y="7"/>
                                        </a:lnTo>
                                        <a:lnTo>
                                          <a:pt x="382" y="12"/>
                                        </a:lnTo>
                                        <a:lnTo>
                                          <a:pt x="396" y="18"/>
                                        </a:lnTo>
                                        <a:lnTo>
                                          <a:pt x="409" y="26"/>
                                        </a:lnTo>
                                        <a:lnTo>
                                          <a:pt x="420" y="35"/>
                                        </a:lnTo>
                                        <a:lnTo>
                                          <a:pt x="429" y="43"/>
                                        </a:lnTo>
                                        <a:lnTo>
                                          <a:pt x="438" y="53"/>
                                        </a:lnTo>
                                        <a:lnTo>
                                          <a:pt x="445" y="63"/>
                                        </a:lnTo>
                                        <a:lnTo>
                                          <a:pt x="452" y="73"/>
                                        </a:lnTo>
                                        <a:lnTo>
                                          <a:pt x="458" y="84"/>
                                        </a:lnTo>
                                        <a:lnTo>
                                          <a:pt x="463" y="95"/>
                                        </a:lnTo>
                                        <a:lnTo>
                                          <a:pt x="466" y="105"/>
                                        </a:lnTo>
                                        <a:lnTo>
                                          <a:pt x="469" y="115"/>
                                        </a:lnTo>
                                        <a:lnTo>
                                          <a:pt x="471" y="125"/>
                                        </a:lnTo>
                                        <a:lnTo>
                                          <a:pt x="471" y="125"/>
                                        </a:lnTo>
                                        <a:lnTo>
                                          <a:pt x="475" y="114"/>
                                        </a:lnTo>
                                        <a:lnTo>
                                          <a:pt x="482" y="104"/>
                                        </a:lnTo>
                                        <a:lnTo>
                                          <a:pt x="488" y="93"/>
                                        </a:lnTo>
                                        <a:lnTo>
                                          <a:pt x="497" y="82"/>
                                        </a:lnTo>
                                        <a:lnTo>
                                          <a:pt x="506" y="71"/>
                                        </a:lnTo>
                                        <a:lnTo>
                                          <a:pt x="515" y="60"/>
                                        </a:lnTo>
                                        <a:lnTo>
                                          <a:pt x="526" y="51"/>
                                        </a:lnTo>
                                        <a:lnTo>
                                          <a:pt x="538" y="41"/>
                                        </a:lnTo>
                                        <a:lnTo>
                                          <a:pt x="551" y="32"/>
                                        </a:lnTo>
                                        <a:lnTo>
                                          <a:pt x="564" y="25"/>
                                        </a:lnTo>
                                        <a:lnTo>
                                          <a:pt x="579" y="17"/>
                                        </a:lnTo>
                                        <a:lnTo>
                                          <a:pt x="594" y="12"/>
                                        </a:lnTo>
                                        <a:lnTo>
                                          <a:pt x="610" y="7"/>
                                        </a:lnTo>
                                        <a:lnTo>
                                          <a:pt x="627" y="3"/>
                                        </a:lnTo>
                                        <a:lnTo>
                                          <a:pt x="645" y="0"/>
                                        </a:lnTo>
                                        <a:lnTo>
                                          <a:pt x="665" y="0"/>
                                        </a:lnTo>
                                        <a:lnTo>
                                          <a:pt x="665" y="0"/>
                                        </a:lnTo>
                                        <a:lnTo>
                                          <a:pt x="685" y="0"/>
                                        </a:lnTo>
                                        <a:lnTo>
                                          <a:pt x="704" y="2"/>
                                        </a:lnTo>
                                        <a:lnTo>
                                          <a:pt x="723" y="7"/>
                                        </a:lnTo>
                                        <a:lnTo>
                                          <a:pt x="739" y="11"/>
                                        </a:lnTo>
                                        <a:lnTo>
                                          <a:pt x="754" y="17"/>
                                        </a:lnTo>
                                        <a:lnTo>
                                          <a:pt x="769" y="26"/>
                                        </a:lnTo>
                                        <a:lnTo>
                                          <a:pt x="782" y="36"/>
                                        </a:lnTo>
                                        <a:lnTo>
                                          <a:pt x="793" y="46"/>
                                        </a:lnTo>
                                        <a:lnTo>
                                          <a:pt x="803" y="59"/>
                                        </a:lnTo>
                                        <a:lnTo>
                                          <a:pt x="813" y="73"/>
                                        </a:lnTo>
                                        <a:lnTo>
                                          <a:pt x="820" y="88"/>
                                        </a:lnTo>
                                        <a:lnTo>
                                          <a:pt x="827" y="106"/>
                                        </a:lnTo>
                                        <a:lnTo>
                                          <a:pt x="831" y="125"/>
                                        </a:lnTo>
                                        <a:lnTo>
                                          <a:pt x="835" y="146"/>
                                        </a:lnTo>
                                        <a:lnTo>
                                          <a:pt x="838" y="168"/>
                                        </a:lnTo>
                                        <a:lnTo>
                                          <a:pt x="838" y="192"/>
                                        </a:lnTo>
                                        <a:lnTo>
                                          <a:pt x="838" y="594"/>
                                        </a:lnTo>
                                        <a:lnTo>
                                          <a:pt x="714" y="594"/>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9" name="Freeform 150"/>
                                <wps:cNvSpPr>
                                  <a:spLocks noEditPoints="1"/>
                                </wps:cNvSpPr>
                                <wps:spPr bwMode="auto">
                                  <a:xfrm>
                                    <a:off x="1572895" y="688975"/>
                                    <a:ext cx="40005" cy="48260"/>
                                  </a:xfrm>
                                  <a:custGeom>
                                    <a:avLst/>
                                    <a:gdLst>
                                      <a:gd name="T0" fmla="*/ 128 w 503"/>
                                      <a:gd name="T1" fmla="*/ 311 h 606"/>
                                      <a:gd name="T2" fmla="*/ 133 w 503"/>
                                      <a:gd name="T3" fmla="*/ 379 h 606"/>
                                      <a:gd name="T4" fmla="*/ 150 w 503"/>
                                      <a:gd name="T5" fmla="*/ 432 h 606"/>
                                      <a:gd name="T6" fmla="*/ 180 w 503"/>
                                      <a:gd name="T7" fmla="*/ 470 h 606"/>
                                      <a:gd name="T8" fmla="*/ 223 w 503"/>
                                      <a:gd name="T9" fmla="*/ 495 h 606"/>
                                      <a:gd name="T10" fmla="*/ 279 w 503"/>
                                      <a:gd name="T11" fmla="*/ 506 h 606"/>
                                      <a:gd name="T12" fmla="*/ 322 w 503"/>
                                      <a:gd name="T13" fmla="*/ 506 h 606"/>
                                      <a:gd name="T14" fmla="*/ 389 w 503"/>
                                      <a:gd name="T15" fmla="*/ 497 h 606"/>
                                      <a:gd name="T16" fmla="*/ 451 w 503"/>
                                      <a:gd name="T17" fmla="*/ 478 h 606"/>
                                      <a:gd name="T18" fmla="*/ 481 w 503"/>
                                      <a:gd name="T19" fmla="*/ 568 h 606"/>
                                      <a:gd name="T20" fmla="*/ 410 w 503"/>
                                      <a:gd name="T21" fmla="*/ 592 h 606"/>
                                      <a:gd name="T22" fmla="*/ 333 w 503"/>
                                      <a:gd name="T23" fmla="*/ 604 h 606"/>
                                      <a:gd name="T24" fmla="*/ 280 w 503"/>
                                      <a:gd name="T25" fmla="*/ 606 h 606"/>
                                      <a:gd name="T26" fmla="*/ 201 w 503"/>
                                      <a:gd name="T27" fmla="*/ 600 h 606"/>
                                      <a:gd name="T28" fmla="*/ 160 w 503"/>
                                      <a:gd name="T29" fmla="*/ 589 h 606"/>
                                      <a:gd name="T30" fmla="*/ 123 w 503"/>
                                      <a:gd name="T31" fmla="*/ 573 h 606"/>
                                      <a:gd name="T32" fmla="*/ 91 w 503"/>
                                      <a:gd name="T33" fmla="*/ 551 h 606"/>
                                      <a:gd name="T34" fmla="*/ 63 w 503"/>
                                      <a:gd name="T35" fmla="*/ 524 h 606"/>
                                      <a:gd name="T36" fmla="*/ 41 w 503"/>
                                      <a:gd name="T37" fmla="*/ 492 h 606"/>
                                      <a:gd name="T38" fmla="*/ 23 w 503"/>
                                      <a:gd name="T39" fmla="*/ 454 h 606"/>
                                      <a:gd name="T40" fmla="*/ 10 w 503"/>
                                      <a:gd name="T41" fmla="*/ 411 h 606"/>
                                      <a:gd name="T42" fmla="*/ 1 w 503"/>
                                      <a:gd name="T43" fmla="*/ 344 h 606"/>
                                      <a:gd name="T44" fmla="*/ 1 w 503"/>
                                      <a:gd name="T45" fmla="*/ 275 h 606"/>
                                      <a:gd name="T46" fmla="*/ 17 w 503"/>
                                      <a:gd name="T47" fmla="*/ 184 h 606"/>
                                      <a:gd name="T48" fmla="*/ 39 w 503"/>
                                      <a:gd name="T49" fmla="*/ 133 h 606"/>
                                      <a:gd name="T50" fmla="*/ 60 w 503"/>
                                      <a:gd name="T51" fmla="*/ 98 h 606"/>
                                      <a:gd name="T52" fmla="*/ 87 w 503"/>
                                      <a:gd name="T53" fmla="*/ 68 h 606"/>
                                      <a:gd name="T54" fmla="*/ 117 w 503"/>
                                      <a:gd name="T55" fmla="*/ 43 h 606"/>
                                      <a:gd name="T56" fmla="*/ 151 w 503"/>
                                      <a:gd name="T57" fmla="*/ 23 h 606"/>
                                      <a:gd name="T58" fmla="*/ 191 w 503"/>
                                      <a:gd name="T59" fmla="*/ 9 h 606"/>
                                      <a:gd name="T60" fmla="*/ 234 w 503"/>
                                      <a:gd name="T61" fmla="*/ 1 h 606"/>
                                      <a:gd name="T62" fmla="*/ 265 w 503"/>
                                      <a:gd name="T63" fmla="*/ 0 h 606"/>
                                      <a:gd name="T64" fmla="*/ 309 w 503"/>
                                      <a:gd name="T65" fmla="*/ 2 h 606"/>
                                      <a:gd name="T66" fmla="*/ 348 w 503"/>
                                      <a:gd name="T67" fmla="*/ 11 h 606"/>
                                      <a:gd name="T68" fmla="*/ 383 w 503"/>
                                      <a:gd name="T69" fmla="*/ 25 h 606"/>
                                      <a:gd name="T70" fmla="*/ 412 w 503"/>
                                      <a:gd name="T71" fmla="*/ 43 h 606"/>
                                      <a:gd name="T72" fmla="*/ 438 w 503"/>
                                      <a:gd name="T73" fmla="*/ 66 h 606"/>
                                      <a:gd name="T74" fmla="*/ 470 w 503"/>
                                      <a:gd name="T75" fmla="*/ 111 h 606"/>
                                      <a:gd name="T76" fmla="*/ 494 w 503"/>
                                      <a:gd name="T77" fmla="*/ 177 h 606"/>
                                      <a:gd name="T78" fmla="*/ 503 w 503"/>
                                      <a:gd name="T79" fmla="*/ 252 h 606"/>
                                      <a:gd name="T80" fmla="*/ 498 w 503"/>
                                      <a:gd name="T81" fmla="*/ 311 h 606"/>
                                      <a:gd name="T82" fmla="*/ 260 w 503"/>
                                      <a:gd name="T83" fmla="*/ 93 h 606"/>
                                      <a:gd name="T84" fmla="*/ 223 w 503"/>
                                      <a:gd name="T85" fmla="*/ 98 h 606"/>
                                      <a:gd name="T86" fmla="*/ 191 w 503"/>
                                      <a:gd name="T87" fmla="*/ 113 h 606"/>
                                      <a:gd name="T88" fmla="*/ 165 w 503"/>
                                      <a:gd name="T89" fmla="*/ 137 h 606"/>
                                      <a:gd name="T90" fmla="*/ 145 w 503"/>
                                      <a:gd name="T91" fmla="*/ 169 h 606"/>
                                      <a:gd name="T92" fmla="*/ 133 w 503"/>
                                      <a:gd name="T93" fmla="*/ 208 h 606"/>
                                      <a:gd name="T94" fmla="*/ 377 w 503"/>
                                      <a:gd name="T95" fmla="*/ 222 h 606"/>
                                      <a:gd name="T96" fmla="*/ 374 w 503"/>
                                      <a:gd name="T97" fmla="*/ 181 h 606"/>
                                      <a:gd name="T98" fmla="*/ 361 w 503"/>
                                      <a:gd name="T99" fmla="*/ 147 h 606"/>
                                      <a:gd name="T100" fmla="*/ 339 w 503"/>
                                      <a:gd name="T101" fmla="*/ 120 h 606"/>
                                      <a:gd name="T102" fmla="*/ 310 w 503"/>
                                      <a:gd name="T103" fmla="*/ 101 h 606"/>
                                      <a:gd name="T104" fmla="*/ 274 w 503"/>
                                      <a:gd name="T105" fmla="*/ 93 h 6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503" h="606">
                                        <a:moveTo>
                                          <a:pt x="498" y="311"/>
                                        </a:moveTo>
                                        <a:lnTo>
                                          <a:pt x="128" y="311"/>
                                        </a:lnTo>
                                        <a:lnTo>
                                          <a:pt x="128" y="311"/>
                                        </a:lnTo>
                                        <a:lnTo>
                                          <a:pt x="128" y="335"/>
                                        </a:lnTo>
                                        <a:lnTo>
                                          <a:pt x="130" y="358"/>
                                        </a:lnTo>
                                        <a:lnTo>
                                          <a:pt x="133" y="379"/>
                                        </a:lnTo>
                                        <a:lnTo>
                                          <a:pt x="137" y="398"/>
                                        </a:lnTo>
                                        <a:lnTo>
                                          <a:pt x="143" y="416"/>
                                        </a:lnTo>
                                        <a:lnTo>
                                          <a:pt x="150" y="432"/>
                                        </a:lnTo>
                                        <a:lnTo>
                                          <a:pt x="159" y="446"/>
                                        </a:lnTo>
                                        <a:lnTo>
                                          <a:pt x="170" y="459"/>
                                        </a:lnTo>
                                        <a:lnTo>
                                          <a:pt x="180" y="470"/>
                                        </a:lnTo>
                                        <a:lnTo>
                                          <a:pt x="193" y="480"/>
                                        </a:lnTo>
                                        <a:lnTo>
                                          <a:pt x="208" y="489"/>
                                        </a:lnTo>
                                        <a:lnTo>
                                          <a:pt x="223" y="495"/>
                                        </a:lnTo>
                                        <a:lnTo>
                                          <a:pt x="241" y="500"/>
                                        </a:lnTo>
                                        <a:lnTo>
                                          <a:pt x="259" y="504"/>
                                        </a:lnTo>
                                        <a:lnTo>
                                          <a:pt x="279" y="506"/>
                                        </a:lnTo>
                                        <a:lnTo>
                                          <a:pt x="300" y="507"/>
                                        </a:lnTo>
                                        <a:lnTo>
                                          <a:pt x="300" y="507"/>
                                        </a:lnTo>
                                        <a:lnTo>
                                          <a:pt x="322" y="506"/>
                                        </a:lnTo>
                                        <a:lnTo>
                                          <a:pt x="345" y="504"/>
                                        </a:lnTo>
                                        <a:lnTo>
                                          <a:pt x="367" y="501"/>
                                        </a:lnTo>
                                        <a:lnTo>
                                          <a:pt x="389" y="497"/>
                                        </a:lnTo>
                                        <a:lnTo>
                                          <a:pt x="410" y="492"/>
                                        </a:lnTo>
                                        <a:lnTo>
                                          <a:pt x="431" y="485"/>
                                        </a:lnTo>
                                        <a:lnTo>
                                          <a:pt x="451" y="478"/>
                                        </a:lnTo>
                                        <a:lnTo>
                                          <a:pt x="469" y="469"/>
                                        </a:lnTo>
                                        <a:lnTo>
                                          <a:pt x="481" y="568"/>
                                        </a:lnTo>
                                        <a:lnTo>
                                          <a:pt x="481" y="568"/>
                                        </a:lnTo>
                                        <a:lnTo>
                                          <a:pt x="459" y="578"/>
                                        </a:lnTo>
                                        <a:lnTo>
                                          <a:pt x="435" y="586"/>
                                        </a:lnTo>
                                        <a:lnTo>
                                          <a:pt x="410" y="592"/>
                                        </a:lnTo>
                                        <a:lnTo>
                                          <a:pt x="386" y="596"/>
                                        </a:lnTo>
                                        <a:lnTo>
                                          <a:pt x="360" y="601"/>
                                        </a:lnTo>
                                        <a:lnTo>
                                          <a:pt x="333" y="604"/>
                                        </a:lnTo>
                                        <a:lnTo>
                                          <a:pt x="307" y="606"/>
                                        </a:lnTo>
                                        <a:lnTo>
                                          <a:pt x="280" y="606"/>
                                        </a:lnTo>
                                        <a:lnTo>
                                          <a:pt x="280" y="606"/>
                                        </a:lnTo>
                                        <a:lnTo>
                                          <a:pt x="247" y="605"/>
                                        </a:lnTo>
                                        <a:lnTo>
                                          <a:pt x="216" y="602"/>
                                        </a:lnTo>
                                        <a:lnTo>
                                          <a:pt x="201" y="600"/>
                                        </a:lnTo>
                                        <a:lnTo>
                                          <a:pt x="187" y="596"/>
                                        </a:lnTo>
                                        <a:lnTo>
                                          <a:pt x="173" y="593"/>
                                        </a:lnTo>
                                        <a:lnTo>
                                          <a:pt x="160" y="589"/>
                                        </a:lnTo>
                                        <a:lnTo>
                                          <a:pt x="147" y="583"/>
                                        </a:lnTo>
                                        <a:lnTo>
                                          <a:pt x="134" y="578"/>
                                        </a:lnTo>
                                        <a:lnTo>
                                          <a:pt x="123" y="573"/>
                                        </a:lnTo>
                                        <a:lnTo>
                                          <a:pt x="112" y="566"/>
                                        </a:lnTo>
                                        <a:lnTo>
                                          <a:pt x="101" y="559"/>
                                        </a:lnTo>
                                        <a:lnTo>
                                          <a:pt x="91" y="551"/>
                                        </a:lnTo>
                                        <a:lnTo>
                                          <a:pt x="82" y="542"/>
                                        </a:lnTo>
                                        <a:lnTo>
                                          <a:pt x="72" y="534"/>
                                        </a:lnTo>
                                        <a:lnTo>
                                          <a:pt x="63" y="524"/>
                                        </a:lnTo>
                                        <a:lnTo>
                                          <a:pt x="55" y="514"/>
                                        </a:lnTo>
                                        <a:lnTo>
                                          <a:pt x="47" y="504"/>
                                        </a:lnTo>
                                        <a:lnTo>
                                          <a:pt x="41" y="492"/>
                                        </a:lnTo>
                                        <a:lnTo>
                                          <a:pt x="34" y="480"/>
                                        </a:lnTo>
                                        <a:lnTo>
                                          <a:pt x="28" y="468"/>
                                        </a:lnTo>
                                        <a:lnTo>
                                          <a:pt x="23" y="454"/>
                                        </a:lnTo>
                                        <a:lnTo>
                                          <a:pt x="18" y="441"/>
                                        </a:lnTo>
                                        <a:lnTo>
                                          <a:pt x="14" y="426"/>
                                        </a:lnTo>
                                        <a:lnTo>
                                          <a:pt x="10" y="411"/>
                                        </a:lnTo>
                                        <a:lnTo>
                                          <a:pt x="6" y="396"/>
                                        </a:lnTo>
                                        <a:lnTo>
                                          <a:pt x="4" y="379"/>
                                        </a:lnTo>
                                        <a:lnTo>
                                          <a:pt x="1" y="344"/>
                                        </a:lnTo>
                                        <a:lnTo>
                                          <a:pt x="0" y="307"/>
                                        </a:lnTo>
                                        <a:lnTo>
                                          <a:pt x="0" y="307"/>
                                        </a:lnTo>
                                        <a:lnTo>
                                          <a:pt x="1" y="275"/>
                                        </a:lnTo>
                                        <a:lnTo>
                                          <a:pt x="4" y="244"/>
                                        </a:lnTo>
                                        <a:lnTo>
                                          <a:pt x="10" y="214"/>
                                        </a:lnTo>
                                        <a:lnTo>
                                          <a:pt x="17" y="184"/>
                                        </a:lnTo>
                                        <a:lnTo>
                                          <a:pt x="27" y="157"/>
                                        </a:lnTo>
                                        <a:lnTo>
                                          <a:pt x="32" y="145"/>
                                        </a:lnTo>
                                        <a:lnTo>
                                          <a:pt x="39" y="133"/>
                                        </a:lnTo>
                                        <a:lnTo>
                                          <a:pt x="45" y="121"/>
                                        </a:lnTo>
                                        <a:lnTo>
                                          <a:pt x="53" y="109"/>
                                        </a:lnTo>
                                        <a:lnTo>
                                          <a:pt x="60" y="98"/>
                                        </a:lnTo>
                                        <a:lnTo>
                                          <a:pt x="69" y="87"/>
                                        </a:lnTo>
                                        <a:lnTo>
                                          <a:pt x="77" y="78"/>
                                        </a:lnTo>
                                        <a:lnTo>
                                          <a:pt x="87" y="68"/>
                                        </a:lnTo>
                                        <a:lnTo>
                                          <a:pt x="97" y="59"/>
                                        </a:lnTo>
                                        <a:lnTo>
                                          <a:pt x="106" y="51"/>
                                        </a:lnTo>
                                        <a:lnTo>
                                          <a:pt x="117" y="43"/>
                                        </a:lnTo>
                                        <a:lnTo>
                                          <a:pt x="128" y="36"/>
                                        </a:lnTo>
                                        <a:lnTo>
                                          <a:pt x="140" y="29"/>
                                        </a:lnTo>
                                        <a:lnTo>
                                          <a:pt x="151" y="23"/>
                                        </a:lnTo>
                                        <a:lnTo>
                                          <a:pt x="164" y="17"/>
                                        </a:lnTo>
                                        <a:lnTo>
                                          <a:pt x="177" y="13"/>
                                        </a:lnTo>
                                        <a:lnTo>
                                          <a:pt x="191" y="9"/>
                                        </a:lnTo>
                                        <a:lnTo>
                                          <a:pt x="205" y="5"/>
                                        </a:lnTo>
                                        <a:lnTo>
                                          <a:pt x="219" y="3"/>
                                        </a:lnTo>
                                        <a:lnTo>
                                          <a:pt x="234" y="1"/>
                                        </a:lnTo>
                                        <a:lnTo>
                                          <a:pt x="249" y="0"/>
                                        </a:lnTo>
                                        <a:lnTo>
                                          <a:pt x="265" y="0"/>
                                        </a:lnTo>
                                        <a:lnTo>
                                          <a:pt x="265" y="0"/>
                                        </a:lnTo>
                                        <a:lnTo>
                                          <a:pt x="280" y="0"/>
                                        </a:lnTo>
                                        <a:lnTo>
                                          <a:pt x="295" y="1"/>
                                        </a:lnTo>
                                        <a:lnTo>
                                          <a:pt x="309" y="2"/>
                                        </a:lnTo>
                                        <a:lnTo>
                                          <a:pt x="323" y="5"/>
                                        </a:lnTo>
                                        <a:lnTo>
                                          <a:pt x="336" y="8"/>
                                        </a:lnTo>
                                        <a:lnTo>
                                          <a:pt x="348" y="11"/>
                                        </a:lnTo>
                                        <a:lnTo>
                                          <a:pt x="361" y="15"/>
                                        </a:lnTo>
                                        <a:lnTo>
                                          <a:pt x="372" y="19"/>
                                        </a:lnTo>
                                        <a:lnTo>
                                          <a:pt x="383" y="25"/>
                                        </a:lnTo>
                                        <a:lnTo>
                                          <a:pt x="393" y="30"/>
                                        </a:lnTo>
                                        <a:lnTo>
                                          <a:pt x="404" y="37"/>
                                        </a:lnTo>
                                        <a:lnTo>
                                          <a:pt x="412" y="43"/>
                                        </a:lnTo>
                                        <a:lnTo>
                                          <a:pt x="422" y="50"/>
                                        </a:lnTo>
                                        <a:lnTo>
                                          <a:pt x="431" y="57"/>
                                        </a:lnTo>
                                        <a:lnTo>
                                          <a:pt x="438" y="66"/>
                                        </a:lnTo>
                                        <a:lnTo>
                                          <a:pt x="446" y="74"/>
                                        </a:lnTo>
                                        <a:lnTo>
                                          <a:pt x="460" y="92"/>
                                        </a:lnTo>
                                        <a:lnTo>
                                          <a:pt x="470" y="111"/>
                                        </a:lnTo>
                                        <a:lnTo>
                                          <a:pt x="480" y="133"/>
                                        </a:lnTo>
                                        <a:lnTo>
                                          <a:pt x="489" y="154"/>
                                        </a:lnTo>
                                        <a:lnTo>
                                          <a:pt x="494" y="177"/>
                                        </a:lnTo>
                                        <a:lnTo>
                                          <a:pt x="498" y="202"/>
                                        </a:lnTo>
                                        <a:lnTo>
                                          <a:pt x="502" y="226"/>
                                        </a:lnTo>
                                        <a:lnTo>
                                          <a:pt x="503" y="252"/>
                                        </a:lnTo>
                                        <a:lnTo>
                                          <a:pt x="503" y="252"/>
                                        </a:lnTo>
                                        <a:lnTo>
                                          <a:pt x="502" y="279"/>
                                        </a:lnTo>
                                        <a:lnTo>
                                          <a:pt x="498" y="311"/>
                                        </a:lnTo>
                                        <a:lnTo>
                                          <a:pt x="498" y="311"/>
                                        </a:lnTo>
                                        <a:close/>
                                        <a:moveTo>
                                          <a:pt x="260" y="93"/>
                                        </a:moveTo>
                                        <a:lnTo>
                                          <a:pt x="260" y="93"/>
                                        </a:lnTo>
                                        <a:lnTo>
                                          <a:pt x="247" y="93"/>
                                        </a:lnTo>
                                        <a:lnTo>
                                          <a:pt x="235" y="95"/>
                                        </a:lnTo>
                                        <a:lnTo>
                                          <a:pt x="223" y="98"/>
                                        </a:lnTo>
                                        <a:lnTo>
                                          <a:pt x="212" y="101"/>
                                        </a:lnTo>
                                        <a:lnTo>
                                          <a:pt x="201" y="107"/>
                                        </a:lnTo>
                                        <a:lnTo>
                                          <a:pt x="191" y="113"/>
                                        </a:lnTo>
                                        <a:lnTo>
                                          <a:pt x="182" y="120"/>
                                        </a:lnTo>
                                        <a:lnTo>
                                          <a:pt x="173" y="128"/>
                                        </a:lnTo>
                                        <a:lnTo>
                                          <a:pt x="165" y="137"/>
                                        </a:lnTo>
                                        <a:lnTo>
                                          <a:pt x="158" y="147"/>
                                        </a:lnTo>
                                        <a:lnTo>
                                          <a:pt x="151" y="157"/>
                                        </a:lnTo>
                                        <a:lnTo>
                                          <a:pt x="145" y="169"/>
                                        </a:lnTo>
                                        <a:lnTo>
                                          <a:pt x="141" y="181"/>
                                        </a:lnTo>
                                        <a:lnTo>
                                          <a:pt x="136" y="194"/>
                                        </a:lnTo>
                                        <a:lnTo>
                                          <a:pt x="133" y="208"/>
                                        </a:lnTo>
                                        <a:lnTo>
                                          <a:pt x="131" y="222"/>
                                        </a:lnTo>
                                        <a:lnTo>
                                          <a:pt x="377" y="222"/>
                                        </a:lnTo>
                                        <a:lnTo>
                                          <a:pt x="377" y="222"/>
                                        </a:lnTo>
                                        <a:lnTo>
                                          <a:pt x="377" y="208"/>
                                        </a:lnTo>
                                        <a:lnTo>
                                          <a:pt x="376" y="194"/>
                                        </a:lnTo>
                                        <a:lnTo>
                                          <a:pt x="374" y="181"/>
                                        </a:lnTo>
                                        <a:lnTo>
                                          <a:pt x="371" y="168"/>
                                        </a:lnTo>
                                        <a:lnTo>
                                          <a:pt x="366" y="157"/>
                                        </a:lnTo>
                                        <a:lnTo>
                                          <a:pt x="361" y="147"/>
                                        </a:lnTo>
                                        <a:lnTo>
                                          <a:pt x="354" y="137"/>
                                        </a:lnTo>
                                        <a:lnTo>
                                          <a:pt x="347" y="127"/>
                                        </a:lnTo>
                                        <a:lnTo>
                                          <a:pt x="339" y="120"/>
                                        </a:lnTo>
                                        <a:lnTo>
                                          <a:pt x="330" y="112"/>
                                        </a:lnTo>
                                        <a:lnTo>
                                          <a:pt x="320" y="107"/>
                                        </a:lnTo>
                                        <a:lnTo>
                                          <a:pt x="310" y="101"/>
                                        </a:lnTo>
                                        <a:lnTo>
                                          <a:pt x="299" y="97"/>
                                        </a:lnTo>
                                        <a:lnTo>
                                          <a:pt x="287" y="95"/>
                                        </a:lnTo>
                                        <a:lnTo>
                                          <a:pt x="274" y="93"/>
                                        </a:lnTo>
                                        <a:lnTo>
                                          <a:pt x="260" y="93"/>
                                        </a:lnTo>
                                        <a:lnTo>
                                          <a:pt x="260" y="93"/>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0" name="Freeform 151"/>
                                <wps:cNvSpPr>
                                  <a:spLocks/>
                                </wps:cNvSpPr>
                                <wps:spPr bwMode="auto">
                                  <a:xfrm>
                                    <a:off x="1624330" y="688975"/>
                                    <a:ext cx="38735" cy="46990"/>
                                  </a:xfrm>
                                  <a:custGeom>
                                    <a:avLst/>
                                    <a:gdLst>
                                      <a:gd name="T0" fmla="*/ 365 w 488"/>
                                      <a:gd name="T1" fmla="*/ 219 h 594"/>
                                      <a:gd name="T2" fmla="*/ 364 w 488"/>
                                      <a:gd name="T3" fmla="*/ 193 h 594"/>
                                      <a:gd name="T4" fmla="*/ 360 w 488"/>
                                      <a:gd name="T5" fmla="*/ 170 h 594"/>
                                      <a:gd name="T6" fmla="*/ 355 w 488"/>
                                      <a:gd name="T7" fmla="*/ 151 h 594"/>
                                      <a:gd name="T8" fmla="*/ 346 w 488"/>
                                      <a:gd name="T9" fmla="*/ 135 h 594"/>
                                      <a:gd name="T10" fmla="*/ 335 w 488"/>
                                      <a:gd name="T11" fmla="*/ 122 h 594"/>
                                      <a:gd name="T12" fmla="*/ 320 w 488"/>
                                      <a:gd name="T13" fmla="*/ 112 h 594"/>
                                      <a:gd name="T14" fmla="*/ 300 w 488"/>
                                      <a:gd name="T15" fmla="*/ 106 h 594"/>
                                      <a:gd name="T16" fmla="*/ 278 w 488"/>
                                      <a:gd name="T17" fmla="*/ 105 h 594"/>
                                      <a:gd name="T18" fmla="*/ 262 w 488"/>
                                      <a:gd name="T19" fmla="*/ 106 h 594"/>
                                      <a:gd name="T20" fmla="*/ 231 w 488"/>
                                      <a:gd name="T21" fmla="*/ 113 h 594"/>
                                      <a:gd name="T22" fmla="*/ 204 w 488"/>
                                      <a:gd name="T23" fmla="*/ 129 h 594"/>
                                      <a:gd name="T24" fmla="*/ 180 w 488"/>
                                      <a:gd name="T25" fmla="*/ 152 h 594"/>
                                      <a:gd name="T26" fmla="*/ 159 w 488"/>
                                      <a:gd name="T27" fmla="*/ 180 h 594"/>
                                      <a:gd name="T28" fmla="*/ 143 w 488"/>
                                      <a:gd name="T29" fmla="*/ 214 h 594"/>
                                      <a:gd name="T30" fmla="*/ 133 w 488"/>
                                      <a:gd name="T31" fmla="*/ 250 h 594"/>
                                      <a:gd name="T32" fmla="*/ 126 w 488"/>
                                      <a:gd name="T33" fmla="*/ 291 h 594"/>
                                      <a:gd name="T34" fmla="*/ 126 w 488"/>
                                      <a:gd name="T35" fmla="*/ 594 h 594"/>
                                      <a:gd name="T36" fmla="*/ 0 w 488"/>
                                      <a:gd name="T37" fmla="*/ 12 h 594"/>
                                      <a:gd name="T38" fmla="*/ 120 w 488"/>
                                      <a:gd name="T39" fmla="*/ 12 h 594"/>
                                      <a:gd name="T40" fmla="*/ 118 w 488"/>
                                      <a:gd name="T41" fmla="*/ 68 h 594"/>
                                      <a:gd name="T42" fmla="*/ 112 w 488"/>
                                      <a:gd name="T43" fmla="*/ 125 h 594"/>
                                      <a:gd name="T44" fmla="*/ 113 w 488"/>
                                      <a:gd name="T45" fmla="*/ 126 h 594"/>
                                      <a:gd name="T46" fmla="*/ 127 w 488"/>
                                      <a:gd name="T47" fmla="*/ 99 h 594"/>
                                      <a:gd name="T48" fmla="*/ 145 w 488"/>
                                      <a:gd name="T49" fmla="*/ 74 h 594"/>
                                      <a:gd name="T50" fmla="*/ 166 w 488"/>
                                      <a:gd name="T51" fmla="*/ 53 h 594"/>
                                      <a:gd name="T52" fmla="*/ 190 w 488"/>
                                      <a:gd name="T53" fmla="*/ 35 h 594"/>
                                      <a:gd name="T54" fmla="*/ 217 w 488"/>
                                      <a:gd name="T55" fmla="*/ 21 h 594"/>
                                      <a:gd name="T56" fmla="*/ 246 w 488"/>
                                      <a:gd name="T57" fmla="*/ 9 h 594"/>
                                      <a:gd name="T58" fmla="*/ 280 w 488"/>
                                      <a:gd name="T59" fmla="*/ 2 h 594"/>
                                      <a:gd name="T60" fmla="*/ 315 w 488"/>
                                      <a:gd name="T61" fmla="*/ 0 h 594"/>
                                      <a:gd name="T62" fmla="*/ 339 w 488"/>
                                      <a:gd name="T63" fmla="*/ 1 h 594"/>
                                      <a:gd name="T64" fmla="*/ 380 w 488"/>
                                      <a:gd name="T65" fmla="*/ 8 h 594"/>
                                      <a:gd name="T66" fmla="*/ 414 w 488"/>
                                      <a:gd name="T67" fmla="*/ 23 h 594"/>
                                      <a:gd name="T68" fmla="*/ 440 w 488"/>
                                      <a:gd name="T69" fmla="*/ 42 h 594"/>
                                      <a:gd name="T70" fmla="*/ 460 w 488"/>
                                      <a:gd name="T71" fmla="*/ 68 h 594"/>
                                      <a:gd name="T72" fmla="*/ 474 w 488"/>
                                      <a:gd name="T73" fmla="*/ 97 h 594"/>
                                      <a:gd name="T74" fmla="*/ 484 w 488"/>
                                      <a:gd name="T75" fmla="*/ 131 h 594"/>
                                      <a:gd name="T76" fmla="*/ 488 w 488"/>
                                      <a:gd name="T77" fmla="*/ 167 h 594"/>
                                      <a:gd name="T78" fmla="*/ 488 w 488"/>
                                      <a:gd name="T79" fmla="*/ 594 h 5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488" h="594">
                                        <a:moveTo>
                                          <a:pt x="365" y="594"/>
                                        </a:moveTo>
                                        <a:lnTo>
                                          <a:pt x="365" y="219"/>
                                        </a:lnTo>
                                        <a:lnTo>
                                          <a:pt x="365" y="219"/>
                                        </a:lnTo>
                                        <a:lnTo>
                                          <a:pt x="364" y="193"/>
                                        </a:lnTo>
                                        <a:lnTo>
                                          <a:pt x="363" y="181"/>
                                        </a:lnTo>
                                        <a:lnTo>
                                          <a:pt x="360" y="170"/>
                                        </a:lnTo>
                                        <a:lnTo>
                                          <a:pt x="357" y="161"/>
                                        </a:lnTo>
                                        <a:lnTo>
                                          <a:pt x="355" y="151"/>
                                        </a:lnTo>
                                        <a:lnTo>
                                          <a:pt x="351" y="142"/>
                                        </a:lnTo>
                                        <a:lnTo>
                                          <a:pt x="346" y="135"/>
                                        </a:lnTo>
                                        <a:lnTo>
                                          <a:pt x="341" y="127"/>
                                        </a:lnTo>
                                        <a:lnTo>
                                          <a:pt x="335" y="122"/>
                                        </a:lnTo>
                                        <a:lnTo>
                                          <a:pt x="327" y="117"/>
                                        </a:lnTo>
                                        <a:lnTo>
                                          <a:pt x="320" y="112"/>
                                        </a:lnTo>
                                        <a:lnTo>
                                          <a:pt x="311" y="109"/>
                                        </a:lnTo>
                                        <a:lnTo>
                                          <a:pt x="300" y="106"/>
                                        </a:lnTo>
                                        <a:lnTo>
                                          <a:pt x="289" y="105"/>
                                        </a:lnTo>
                                        <a:lnTo>
                                          <a:pt x="278" y="105"/>
                                        </a:lnTo>
                                        <a:lnTo>
                                          <a:pt x="278" y="105"/>
                                        </a:lnTo>
                                        <a:lnTo>
                                          <a:pt x="262" y="106"/>
                                        </a:lnTo>
                                        <a:lnTo>
                                          <a:pt x="246" y="108"/>
                                        </a:lnTo>
                                        <a:lnTo>
                                          <a:pt x="231" y="113"/>
                                        </a:lnTo>
                                        <a:lnTo>
                                          <a:pt x="217" y="121"/>
                                        </a:lnTo>
                                        <a:lnTo>
                                          <a:pt x="204" y="129"/>
                                        </a:lnTo>
                                        <a:lnTo>
                                          <a:pt x="191" y="139"/>
                                        </a:lnTo>
                                        <a:lnTo>
                                          <a:pt x="180" y="152"/>
                                        </a:lnTo>
                                        <a:lnTo>
                                          <a:pt x="169" y="165"/>
                                        </a:lnTo>
                                        <a:lnTo>
                                          <a:pt x="159" y="180"/>
                                        </a:lnTo>
                                        <a:lnTo>
                                          <a:pt x="151" y="196"/>
                                        </a:lnTo>
                                        <a:lnTo>
                                          <a:pt x="143" y="214"/>
                                        </a:lnTo>
                                        <a:lnTo>
                                          <a:pt x="137" y="232"/>
                                        </a:lnTo>
                                        <a:lnTo>
                                          <a:pt x="133" y="250"/>
                                        </a:lnTo>
                                        <a:lnTo>
                                          <a:pt x="128" y="271"/>
                                        </a:lnTo>
                                        <a:lnTo>
                                          <a:pt x="126" y="291"/>
                                        </a:lnTo>
                                        <a:lnTo>
                                          <a:pt x="126" y="313"/>
                                        </a:lnTo>
                                        <a:lnTo>
                                          <a:pt x="126" y="594"/>
                                        </a:lnTo>
                                        <a:lnTo>
                                          <a:pt x="0" y="594"/>
                                        </a:lnTo>
                                        <a:lnTo>
                                          <a:pt x="0" y="12"/>
                                        </a:lnTo>
                                        <a:lnTo>
                                          <a:pt x="120" y="12"/>
                                        </a:lnTo>
                                        <a:lnTo>
                                          <a:pt x="120" y="12"/>
                                        </a:lnTo>
                                        <a:lnTo>
                                          <a:pt x="120" y="38"/>
                                        </a:lnTo>
                                        <a:lnTo>
                                          <a:pt x="118" y="68"/>
                                        </a:lnTo>
                                        <a:lnTo>
                                          <a:pt x="115" y="98"/>
                                        </a:lnTo>
                                        <a:lnTo>
                                          <a:pt x="112" y="125"/>
                                        </a:lnTo>
                                        <a:lnTo>
                                          <a:pt x="113" y="126"/>
                                        </a:lnTo>
                                        <a:lnTo>
                                          <a:pt x="113" y="126"/>
                                        </a:lnTo>
                                        <a:lnTo>
                                          <a:pt x="120" y="112"/>
                                        </a:lnTo>
                                        <a:lnTo>
                                          <a:pt x="127" y="99"/>
                                        </a:lnTo>
                                        <a:lnTo>
                                          <a:pt x="136" y="87"/>
                                        </a:lnTo>
                                        <a:lnTo>
                                          <a:pt x="145" y="74"/>
                                        </a:lnTo>
                                        <a:lnTo>
                                          <a:pt x="155" y="64"/>
                                        </a:lnTo>
                                        <a:lnTo>
                                          <a:pt x="166" y="53"/>
                                        </a:lnTo>
                                        <a:lnTo>
                                          <a:pt x="178" y="44"/>
                                        </a:lnTo>
                                        <a:lnTo>
                                          <a:pt x="190" y="35"/>
                                        </a:lnTo>
                                        <a:lnTo>
                                          <a:pt x="204" y="27"/>
                                        </a:lnTo>
                                        <a:lnTo>
                                          <a:pt x="217" y="21"/>
                                        </a:lnTo>
                                        <a:lnTo>
                                          <a:pt x="231" y="14"/>
                                        </a:lnTo>
                                        <a:lnTo>
                                          <a:pt x="246" y="9"/>
                                        </a:lnTo>
                                        <a:lnTo>
                                          <a:pt x="263" y="5"/>
                                        </a:lnTo>
                                        <a:lnTo>
                                          <a:pt x="280" y="2"/>
                                        </a:lnTo>
                                        <a:lnTo>
                                          <a:pt x="297" y="0"/>
                                        </a:lnTo>
                                        <a:lnTo>
                                          <a:pt x="315" y="0"/>
                                        </a:lnTo>
                                        <a:lnTo>
                                          <a:pt x="315" y="0"/>
                                        </a:lnTo>
                                        <a:lnTo>
                                          <a:pt x="339" y="1"/>
                                        </a:lnTo>
                                        <a:lnTo>
                                          <a:pt x="360" y="3"/>
                                        </a:lnTo>
                                        <a:lnTo>
                                          <a:pt x="380" y="8"/>
                                        </a:lnTo>
                                        <a:lnTo>
                                          <a:pt x="398" y="14"/>
                                        </a:lnTo>
                                        <a:lnTo>
                                          <a:pt x="414" y="23"/>
                                        </a:lnTo>
                                        <a:lnTo>
                                          <a:pt x="428" y="31"/>
                                        </a:lnTo>
                                        <a:lnTo>
                                          <a:pt x="440" y="42"/>
                                        </a:lnTo>
                                        <a:lnTo>
                                          <a:pt x="452" y="54"/>
                                        </a:lnTo>
                                        <a:lnTo>
                                          <a:pt x="460" y="68"/>
                                        </a:lnTo>
                                        <a:lnTo>
                                          <a:pt x="468" y="82"/>
                                        </a:lnTo>
                                        <a:lnTo>
                                          <a:pt x="474" y="97"/>
                                        </a:lnTo>
                                        <a:lnTo>
                                          <a:pt x="480" y="113"/>
                                        </a:lnTo>
                                        <a:lnTo>
                                          <a:pt x="484" y="131"/>
                                        </a:lnTo>
                                        <a:lnTo>
                                          <a:pt x="486" y="149"/>
                                        </a:lnTo>
                                        <a:lnTo>
                                          <a:pt x="488" y="167"/>
                                        </a:lnTo>
                                        <a:lnTo>
                                          <a:pt x="488" y="187"/>
                                        </a:lnTo>
                                        <a:lnTo>
                                          <a:pt x="488" y="594"/>
                                        </a:lnTo>
                                        <a:lnTo>
                                          <a:pt x="365" y="594"/>
                                        </a:lnTo>
                                        <a:close/>
                                      </a:path>
                                    </a:pathLst>
                                  </a:custGeom>
                                  <a:solidFill>
                                    <a:srgbClr val="695E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1" name="Freeform 152"/>
                                <wps:cNvSpPr>
                                  <a:spLocks/>
                                </wps:cNvSpPr>
                                <wps:spPr bwMode="auto">
                                  <a:xfrm>
                                    <a:off x="1490980" y="0"/>
                                    <a:ext cx="79375" cy="66675"/>
                                  </a:xfrm>
                                  <a:custGeom>
                                    <a:avLst/>
                                    <a:gdLst>
                                      <a:gd name="T0" fmla="*/ 0 w 1000"/>
                                      <a:gd name="T1" fmla="*/ 840 h 840"/>
                                      <a:gd name="T2" fmla="*/ 0 w 1000"/>
                                      <a:gd name="T3" fmla="*/ 840 h 840"/>
                                      <a:gd name="T4" fmla="*/ 66 w 1000"/>
                                      <a:gd name="T5" fmla="*/ 837 h 840"/>
                                      <a:gd name="T6" fmla="*/ 133 w 1000"/>
                                      <a:gd name="T7" fmla="*/ 832 h 840"/>
                                      <a:gd name="T8" fmla="*/ 198 w 1000"/>
                                      <a:gd name="T9" fmla="*/ 828 h 840"/>
                                      <a:gd name="T10" fmla="*/ 263 w 1000"/>
                                      <a:gd name="T11" fmla="*/ 823 h 840"/>
                                      <a:gd name="T12" fmla="*/ 328 w 1000"/>
                                      <a:gd name="T13" fmla="*/ 816 h 840"/>
                                      <a:gd name="T14" fmla="*/ 392 w 1000"/>
                                      <a:gd name="T15" fmla="*/ 809 h 840"/>
                                      <a:gd name="T16" fmla="*/ 455 w 1000"/>
                                      <a:gd name="T17" fmla="*/ 801 h 840"/>
                                      <a:gd name="T18" fmla="*/ 519 w 1000"/>
                                      <a:gd name="T19" fmla="*/ 793 h 840"/>
                                      <a:gd name="T20" fmla="*/ 581 w 1000"/>
                                      <a:gd name="T21" fmla="*/ 784 h 840"/>
                                      <a:gd name="T22" fmla="*/ 643 w 1000"/>
                                      <a:gd name="T23" fmla="*/ 774 h 840"/>
                                      <a:gd name="T24" fmla="*/ 704 w 1000"/>
                                      <a:gd name="T25" fmla="*/ 763 h 840"/>
                                      <a:gd name="T26" fmla="*/ 765 w 1000"/>
                                      <a:gd name="T27" fmla="*/ 753 h 840"/>
                                      <a:gd name="T28" fmla="*/ 825 w 1000"/>
                                      <a:gd name="T29" fmla="*/ 741 h 840"/>
                                      <a:gd name="T30" fmla="*/ 884 w 1000"/>
                                      <a:gd name="T31" fmla="*/ 728 h 840"/>
                                      <a:gd name="T32" fmla="*/ 942 w 1000"/>
                                      <a:gd name="T33" fmla="*/ 715 h 840"/>
                                      <a:gd name="T34" fmla="*/ 1000 w 1000"/>
                                      <a:gd name="T35" fmla="*/ 701 h 840"/>
                                      <a:gd name="T36" fmla="*/ 1000 w 1000"/>
                                      <a:gd name="T37" fmla="*/ 0 h 840"/>
                                      <a:gd name="T38" fmla="*/ 0 w 1000"/>
                                      <a:gd name="T39" fmla="*/ 0 h 840"/>
                                      <a:gd name="T40" fmla="*/ 0 w 1000"/>
                                      <a:gd name="T41" fmla="*/ 840 h 8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000" h="840">
                                        <a:moveTo>
                                          <a:pt x="0" y="840"/>
                                        </a:moveTo>
                                        <a:lnTo>
                                          <a:pt x="0" y="840"/>
                                        </a:lnTo>
                                        <a:lnTo>
                                          <a:pt x="66" y="837"/>
                                        </a:lnTo>
                                        <a:lnTo>
                                          <a:pt x="133" y="832"/>
                                        </a:lnTo>
                                        <a:lnTo>
                                          <a:pt x="198" y="828"/>
                                        </a:lnTo>
                                        <a:lnTo>
                                          <a:pt x="263" y="823"/>
                                        </a:lnTo>
                                        <a:lnTo>
                                          <a:pt x="328" y="816"/>
                                        </a:lnTo>
                                        <a:lnTo>
                                          <a:pt x="392" y="809"/>
                                        </a:lnTo>
                                        <a:lnTo>
                                          <a:pt x="455" y="801"/>
                                        </a:lnTo>
                                        <a:lnTo>
                                          <a:pt x="519" y="793"/>
                                        </a:lnTo>
                                        <a:lnTo>
                                          <a:pt x="581" y="784"/>
                                        </a:lnTo>
                                        <a:lnTo>
                                          <a:pt x="643" y="774"/>
                                        </a:lnTo>
                                        <a:lnTo>
                                          <a:pt x="704" y="763"/>
                                        </a:lnTo>
                                        <a:lnTo>
                                          <a:pt x="765" y="753"/>
                                        </a:lnTo>
                                        <a:lnTo>
                                          <a:pt x="825" y="741"/>
                                        </a:lnTo>
                                        <a:lnTo>
                                          <a:pt x="884" y="728"/>
                                        </a:lnTo>
                                        <a:lnTo>
                                          <a:pt x="942" y="715"/>
                                        </a:lnTo>
                                        <a:lnTo>
                                          <a:pt x="1000" y="701"/>
                                        </a:lnTo>
                                        <a:lnTo>
                                          <a:pt x="1000" y="0"/>
                                        </a:lnTo>
                                        <a:lnTo>
                                          <a:pt x="0" y="0"/>
                                        </a:lnTo>
                                        <a:lnTo>
                                          <a:pt x="0" y="840"/>
                                        </a:lnTo>
                                        <a:close/>
                                      </a:path>
                                    </a:pathLst>
                                  </a:custGeom>
                                  <a:solidFill>
                                    <a:srgbClr val="009DD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2" name="Freeform 153"/>
                                <wps:cNvSpPr>
                                  <a:spLocks/>
                                </wps:cNvSpPr>
                                <wps:spPr bwMode="auto">
                                  <a:xfrm>
                                    <a:off x="1604645" y="52705"/>
                                    <a:ext cx="64135" cy="90805"/>
                                  </a:xfrm>
                                  <a:custGeom>
                                    <a:avLst/>
                                    <a:gdLst>
                                      <a:gd name="T0" fmla="*/ 581 w 806"/>
                                      <a:gd name="T1" fmla="*/ 129 h 1138"/>
                                      <a:gd name="T2" fmla="*/ 581 w 806"/>
                                      <a:gd name="T3" fmla="*/ 129 h 1138"/>
                                      <a:gd name="T4" fmla="*/ 514 w 806"/>
                                      <a:gd name="T5" fmla="*/ 161 h 1138"/>
                                      <a:gd name="T6" fmla="*/ 446 w 806"/>
                                      <a:gd name="T7" fmla="*/ 193 h 1138"/>
                                      <a:gd name="T8" fmla="*/ 375 w 806"/>
                                      <a:gd name="T9" fmla="*/ 225 h 1138"/>
                                      <a:gd name="T10" fmla="*/ 303 w 806"/>
                                      <a:gd name="T11" fmla="*/ 254 h 1138"/>
                                      <a:gd name="T12" fmla="*/ 230 w 806"/>
                                      <a:gd name="T13" fmla="*/ 283 h 1138"/>
                                      <a:gd name="T14" fmla="*/ 155 w 806"/>
                                      <a:gd name="T15" fmla="*/ 310 h 1138"/>
                                      <a:gd name="T16" fmla="*/ 78 w 806"/>
                                      <a:gd name="T17" fmla="*/ 337 h 1138"/>
                                      <a:gd name="T18" fmla="*/ 0 w 806"/>
                                      <a:gd name="T19" fmla="*/ 362 h 1138"/>
                                      <a:gd name="T20" fmla="*/ 0 w 806"/>
                                      <a:gd name="T21" fmla="*/ 1138 h 1138"/>
                                      <a:gd name="T22" fmla="*/ 0 w 806"/>
                                      <a:gd name="T23" fmla="*/ 1138 h 1138"/>
                                      <a:gd name="T24" fmla="*/ 61 w 806"/>
                                      <a:gd name="T25" fmla="*/ 1091 h 1138"/>
                                      <a:gd name="T26" fmla="*/ 121 w 806"/>
                                      <a:gd name="T27" fmla="*/ 1043 h 1138"/>
                                      <a:gd name="T28" fmla="*/ 180 w 806"/>
                                      <a:gd name="T29" fmla="*/ 994 h 1138"/>
                                      <a:gd name="T30" fmla="*/ 237 w 806"/>
                                      <a:gd name="T31" fmla="*/ 942 h 1138"/>
                                      <a:gd name="T32" fmla="*/ 293 w 806"/>
                                      <a:gd name="T33" fmla="*/ 890 h 1138"/>
                                      <a:gd name="T34" fmla="*/ 347 w 806"/>
                                      <a:gd name="T35" fmla="*/ 835 h 1138"/>
                                      <a:gd name="T36" fmla="*/ 399 w 806"/>
                                      <a:gd name="T37" fmla="*/ 780 h 1138"/>
                                      <a:gd name="T38" fmla="*/ 451 w 806"/>
                                      <a:gd name="T39" fmla="*/ 723 h 1138"/>
                                      <a:gd name="T40" fmla="*/ 502 w 806"/>
                                      <a:gd name="T41" fmla="*/ 665 h 1138"/>
                                      <a:gd name="T42" fmla="*/ 550 w 806"/>
                                      <a:gd name="T43" fmla="*/ 604 h 1138"/>
                                      <a:gd name="T44" fmla="*/ 596 w 806"/>
                                      <a:gd name="T45" fmla="*/ 544 h 1138"/>
                                      <a:gd name="T46" fmla="*/ 641 w 806"/>
                                      <a:gd name="T47" fmla="*/ 481 h 1138"/>
                                      <a:gd name="T48" fmla="*/ 685 w 806"/>
                                      <a:gd name="T49" fmla="*/ 418 h 1138"/>
                                      <a:gd name="T50" fmla="*/ 727 w 806"/>
                                      <a:gd name="T51" fmla="*/ 353 h 1138"/>
                                      <a:gd name="T52" fmla="*/ 767 w 806"/>
                                      <a:gd name="T53" fmla="*/ 287 h 1138"/>
                                      <a:gd name="T54" fmla="*/ 806 w 806"/>
                                      <a:gd name="T55" fmla="*/ 220 h 1138"/>
                                      <a:gd name="T56" fmla="*/ 806 w 806"/>
                                      <a:gd name="T57" fmla="*/ 0 h 1138"/>
                                      <a:gd name="T58" fmla="*/ 806 w 806"/>
                                      <a:gd name="T59" fmla="*/ 0 h 1138"/>
                                      <a:gd name="T60" fmla="*/ 752 w 806"/>
                                      <a:gd name="T61" fmla="*/ 34 h 1138"/>
                                      <a:gd name="T62" fmla="*/ 696 w 806"/>
                                      <a:gd name="T63" fmla="*/ 66 h 1138"/>
                                      <a:gd name="T64" fmla="*/ 640 w 806"/>
                                      <a:gd name="T65" fmla="*/ 97 h 1138"/>
                                      <a:gd name="T66" fmla="*/ 581 w 806"/>
                                      <a:gd name="T67" fmla="*/ 129 h 1138"/>
                                      <a:gd name="T68" fmla="*/ 581 w 806"/>
                                      <a:gd name="T69" fmla="*/ 129 h 1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806" h="1138">
                                        <a:moveTo>
                                          <a:pt x="581" y="129"/>
                                        </a:moveTo>
                                        <a:lnTo>
                                          <a:pt x="581" y="129"/>
                                        </a:lnTo>
                                        <a:lnTo>
                                          <a:pt x="514" y="161"/>
                                        </a:lnTo>
                                        <a:lnTo>
                                          <a:pt x="446" y="193"/>
                                        </a:lnTo>
                                        <a:lnTo>
                                          <a:pt x="375" y="225"/>
                                        </a:lnTo>
                                        <a:lnTo>
                                          <a:pt x="303" y="254"/>
                                        </a:lnTo>
                                        <a:lnTo>
                                          <a:pt x="230" y="283"/>
                                        </a:lnTo>
                                        <a:lnTo>
                                          <a:pt x="155" y="310"/>
                                        </a:lnTo>
                                        <a:lnTo>
                                          <a:pt x="78" y="337"/>
                                        </a:lnTo>
                                        <a:lnTo>
                                          <a:pt x="0" y="362"/>
                                        </a:lnTo>
                                        <a:lnTo>
                                          <a:pt x="0" y="1138"/>
                                        </a:lnTo>
                                        <a:lnTo>
                                          <a:pt x="0" y="1138"/>
                                        </a:lnTo>
                                        <a:lnTo>
                                          <a:pt x="61" y="1091"/>
                                        </a:lnTo>
                                        <a:lnTo>
                                          <a:pt x="121" y="1043"/>
                                        </a:lnTo>
                                        <a:lnTo>
                                          <a:pt x="180" y="994"/>
                                        </a:lnTo>
                                        <a:lnTo>
                                          <a:pt x="237" y="942"/>
                                        </a:lnTo>
                                        <a:lnTo>
                                          <a:pt x="293" y="890"/>
                                        </a:lnTo>
                                        <a:lnTo>
                                          <a:pt x="347" y="835"/>
                                        </a:lnTo>
                                        <a:lnTo>
                                          <a:pt x="399" y="780"/>
                                        </a:lnTo>
                                        <a:lnTo>
                                          <a:pt x="451" y="723"/>
                                        </a:lnTo>
                                        <a:lnTo>
                                          <a:pt x="502" y="665"/>
                                        </a:lnTo>
                                        <a:lnTo>
                                          <a:pt x="550" y="604"/>
                                        </a:lnTo>
                                        <a:lnTo>
                                          <a:pt x="596" y="544"/>
                                        </a:lnTo>
                                        <a:lnTo>
                                          <a:pt x="641" y="481"/>
                                        </a:lnTo>
                                        <a:lnTo>
                                          <a:pt x="685" y="418"/>
                                        </a:lnTo>
                                        <a:lnTo>
                                          <a:pt x="727" y="353"/>
                                        </a:lnTo>
                                        <a:lnTo>
                                          <a:pt x="767" y="287"/>
                                        </a:lnTo>
                                        <a:lnTo>
                                          <a:pt x="806" y="220"/>
                                        </a:lnTo>
                                        <a:lnTo>
                                          <a:pt x="806" y="0"/>
                                        </a:lnTo>
                                        <a:lnTo>
                                          <a:pt x="806" y="0"/>
                                        </a:lnTo>
                                        <a:lnTo>
                                          <a:pt x="752" y="34"/>
                                        </a:lnTo>
                                        <a:lnTo>
                                          <a:pt x="696" y="66"/>
                                        </a:lnTo>
                                        <a:lnTo>
                                          <a:pt x="640" y="97"/>
                                        </a:lnTo>
                                        <a:lnTo>
                                          <a:pt x="581" y="129"/>
                                        </a:lnTo>
                                        <a:lnTo>
                                          <a:pt x="581" y="129"/>
                                        </a:lnTo>
                                        <a:close/>
                                      </a:path>
                                    </a:pathLst>
                                  </a:custGeom>
                                  <a:solidFill>
                                    <a:srgbClr val="009DD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3" name="Freeform 154"/>
                                <wps:cNvSpPr>
                                  <a:spLocks/>
                                </wps:cNvSpPr>
                                <wps:spPr bwMode="auto">
                                  <a:xfrm>
                                    <a:off x="1490980" y="90805"/>
                                    <a:ext cx="80010" cy="95885"/>
                                  </a:xfrm>
                                  <a:custGeom>
                                    <a:avLst/>
                                    <a:gdLst>
                                      <a:gd name="T0" fmla="*/ 1001 w 1001"/>
                                      <a:gd name="T1" fmla="*/ 922 h 1205"/>
                                      <a:gd name="T2" fmla="*/ 1001 w 1001"/>
                                      <a:gd name="T3" fmla="*/ 922 h 1205"/>
                                      <a:gd name="T4" fmla="*/ 1000 w 1001"/>
                                      <a:gd name="T5" fmla="*/ 920 h 1205"/>
                                      <a:gd name="T6" fmla="*/ 1000 w 1001"/>
                                      <a:gd name="T7" fmla="*/ 0 h 1205"/>
                                      <a:gd name="T8" fmla="*/ 1000 w 1001"/>
                                      <a:gd name="T9" fmla="*/ 0 h 1205"/>
                                      <a:gd name="T10" fmla="*/ 941 w 1001"/>
                                      <a:gd name="T11" fmla="*/ 13 h 1205"/>
                                      <a:gd name="T12" fmla="*/ 882 w 1001"/>
                                      <a:gd name="T13" fmla="*/ 25 h 1205"/>
                                      <a:gd name="T14" fmla="*/ 822 w 1001"/>
                                      <a:gd name="T15" fmla="*/ 36 h 1205"/>
                                      <a:gd name="T16" fmla="*/ 761 w 1001"/>
                                      <a:gd name="T17" fmla="*/ 47 h 1205"/>
                                      <a:gd name="T18" fmla="*/ 700 w 1001"/>
                                      <a:gd name="T19" fmla="*/ 57 h 1205"/>
                                      <a:gd name="T20" fmla="*/ 639 w 1001"/>
                                      <a:gd name="T21" fmla="*/ 66 h 1205"/>
                                      <a:gd name="T22" fmla="*/ 577 w 1001"/>
                                      <a:gd name="T23" fmla="*/ 76 h 1205"/>
                                      <a:gd name="T24" fmla="*/ 514 w 1001"/>
                                      <a:gd name="T25" fmla="*/ 83 h 1205"/>
                                      <a:gd name="T26" fmla="*/ 452 w 1001"/>
                                      <a:gd name="T27" fmla="*/ 91 h 1205"/>
                                      <a:gd name="T28" fmla="*/ 389 w 1001"/>
                                      <a:gd name="T29" fmla="*/ 98 h 1205"/>
                                      <a:gd name="T30" fmla="*/ 324 w 1001"/>
                                      <a:gd name="T31" fmla="*/ 105 h 1205"/>
                                      <a:gd name="T32" fmla="*/ 261 w 1001"/>
                                      <a:gd name="T33" fmla="*/ 110 h 1205"/>
                                      <a:gd name="T34" fmla="*/ 196 w 1001"/>
                                      <a:gd name="T35" fmla="*/ 115 h 1205"/>
                                      <a:gd name="T36" fmla="*/ 131 w 1001"/>
                                      <a:gd name="T37" fmla="*/ 120 h 1205"/>
                                      <a:gd name="T38" fmla="*/ 65 w 1001"/>
                                      <a:gd name="T39" fmla="*/ 123 h 1205"/>
                                      <a:gd name="T40" fmla="*/ 0 w 1001"/>
                                      <a:gd name="T41" fmla="*/ 126 h 1205"/>
                                      <a:gd name="T42" fmla="*/ 0 w 1001"/>
                                      <a:gd name="T43" fmla="*/ 1205 h 1205"/>
                                      <a:gd name="T44" fmla="*/ 0 w 1001"/>
                                      <a:gd name="T45" fmla="*/ 1205 h 1205"/>
                                      <a:gd name="T46" fmla="*/ 66 w 1001"/>
                                      <a:gd name="T47" fmla="*/ 1198 h 1205"/>
                                      <a:gd name="T48" fmla="*/ 133 w 1001"/>
                                      <a:gd name="T49" fmla="*/ 1190 h 1205"/>
                                      <a:gd name="T50" fmla="*/ 198 w 1001"/>
                                      <a:gd name="T51" fmla="*/ 1180 h 1205"/>
                                      <a:gd name="T52" fmla="*/ 263 w 1001"/>
                                      <a:gd name="T53" fmla="*/ 1168 h 1205"/>
                                      <a:gd name="T54" fmla="*/ 328 w 1001"/>
                                      <a:gd name="T55" fmla="*/ 1155 h 1205"/>
                                      <a:gd name="T56" fmla="*/ 392 w 1001"/>
                                      <a:gd name="T57" fmla="*/ 1141 h 1205"/>
                                      <a:gd name="T58" fmla="*/ 455 w 1001"/>
                                      <a:gd name="T59" fmla="*/ 1125 h 1205"/>
                                      <a:gd name="T60" fmla="*/ 519 w 1001"/>
                                      <a:gd name="T61" fmla="*/ 1109 h 1205"/>
                                      <a:gd name="T62" fmla="*/ 581 w 1001"/>
                                      <a:gd name="T63" fmla="*/ 1089 h 1205"/>
                                      <a:gd name="T64" fmla="*/ 643 w 1001"/>
                                      <a:gd name="T65" fmla="*/ 1070 h 1205"/>
                                      <a:gd name="T66" fmla="*/ 704 w 1001"/>
                                      <a:gd name="T67" fmla="*/ 1048 h 1205"/>
                                      <a:gd name="T68" fmla="*/ 765 w 1001"/>
                                      <a:gd name="T69" fmla="*/ 1026 h 1205"/>
                                      <a:gd name="T70" fmla="*/ 825 w 1001"/>
                                      <a:gd name="T71" fmla="*/ 1002 h 1205"/>
                                      <a:gd name="T72" fmla="*/ 884 w 1001"/>
                                      <a:gd name="T73" fmla="*/ 977 h 1205"/>
                                      <a:gd name="T74" fmla="*/ 943 w 1001"/>
                                      <a:gd name="T75" fmla="*/ 950 h 1205"/>
                                      <a:gd name="T76" fmla="*/ 1001 w 1001"/>
                                      <a:gd name="T77" fmla="*/ 922 h 1205"/>
                                      <a:gd name="T78" fmla="*/ 1001 w 1001"/>
                                      <a:gd name="T79" fmla="*/ 922 h 12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01" h="1205">
                                        <a:moveTo>
                                          <a:pt x="1001" y="922"/>
                                        </a:moveTo>
                                        <a:lnTo>
                                          <a:pt x="1001" y="922"/>
                                        </a:lnTo>
                                        <a:lnTo>
                                          <a:pt x="1000" y="920"/>
                                        </a:lnTo>
                                        <a:lnTo>
                                          <a:pt x="1000" y="0"/>
                                        </a:lnTo>
                                        <a:lnTo>
                                          <a:pt x="1000" y="0"/>
                                        </a:lnTo>
                                        <a:lnTo>
                                          <a:pt x="941" y="13"/>
                                        </a:lnTo>
                                        <a:lnTo>
                                          <a:pt x="882" y="25"/>
                                        </a:lnTo>
                                        <a:lnTo>
                                          <a:pt x="822" y="36"/>
                                        </a:lnTo>
                                        <a:lnTo>
                                          <a:pt x="761" y="47"/>
                                        </a:lnTo>
                                        <a:lnTo>
                                          <a:pt x="700" y="57"/>
                                        </a:lnTo>
                                        <a:lnTo>
                                          <a:pt x="639" y="66"/>
                                        </a:lnTo>
                                        <a:lnTo>
                                          <a:pt x="577" y="76"/>
                                        </a:lnTo>
                                        <a:lnTo>
                                          <a:pt x="514" y="83"/>
                                        </a:lnTo>
                                        <a:lnTo>
                                          <a:pt x="452" y="91"/>
                                        </a:lnTo>
                                        <a:lnTo>
                                          <a:pt x="389" y="98"/>
                                        </a:lnTo>
                                        <a:lnTo>
                                          <a:pt x="324" y="105"/>
                                        </a:lnTo>
                                        <a:lnTo>
                                          <a:pt x="261" y="110"/>
                                        </a:lnTo>
                                        <a:lnTo>
                                          <a:pt x="196" y="115"/>
                                        </a:lnTo>
                                        <a:lnTo>
                                          <a:pt x="131" y="120"/>
                                        </a:lnTo>
                                        <a:lnTo>
                                          <a:pt x="65" y="123"/>
                                        </a:lnTo>
                                        <a:lnTo>
                                          <a:pt x="0" y="126"/>
                                        </a:lnTo>
                                        <a:lnTo>
                                          <a:pt x="0" y="1205"/>
                                        </a:lnTo>
                                        <a:lnTo>
                                          <a:pt x="0" y="1205"/>
                                        </a:lnTo>
                                        <a:lnTo>
                                          <a:pt x="66" y="1198"/>
                                        </a:lnTo>
                                        <a:lnTo>
                                          <a:pt x="133" y="1190"/>
                                        </a:lnTo>
                                        <a:lnTo>
                                          <a:pt x="198" y="1180"/>
                                        </a:lnTo>
                                        <a:lnTo>
                                          <a:pt x="263" y="1168"/>
                                        </a:lnTo>
                                        <a:lnTo>
                                          <a:pt x="328" y="1155"/>
                                        </a:lnTo>
                                        <a:lnTo>
                                          <a:pt x="392" y="1141"/>
                                        </a:lnTo>
                                        <a:lnTo>
                                          <a:pt x="455" y="1125"/>
                                        </a:lnTo>
                                        <a:lnTo>
                                          <a:pt x="519" y="1109"/>
                                        </a:lnTo>
                                        <a:lnTo>
                                          <a:pt x="581" y="1089"/>
                                        </a:lnTo>
                                        <a:lnTo>
                                          <a:pt x="643" y="1070"/>
                                        </a:lnTo>
                                        <a:lnTo>
                                          <a:pt x="704" y="1048"/>
                                        </a:lnTo>
                                        <a:lnTo>
                                          <a:pt x="765" y="1026"/>
                                        </a:lnTo>
                                        <a:lnTo>
                                          <a:pt x="825" y="1002"/>
                                        </a:lnTo>
                                        <a:lnTo>
                                          <a:pt x="884" y="977"/>
                                        </a:lnTo>
                                        <a:lnTo>
                                          <a:pt x="943" y="950"/>
                                        </a:lnTo>
                                        <a:lnTo>
                                          <a:pt x="1001" y="922"/>
                                        </a:lnTo>
                                        <a:lnTo>
                                          <a:pt x="1001" y="922"/>
                                        </a:lnTo>
                                        <a:close/>
                                      </a:path>
                                    </a:pathLst>
                                  </a:custGeom>
                                  <a:solidFill>
                                    <a:srgbClr val="009DD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4" name="Freeform 155"/>
                                <wps:cNvSpPr>
                                  <a:spLocks/>
                                </wps:cNvSpPr>
                                <wps:spPr bwMode="auto">
                                  <a:xfrm>
                                    <a:off x="1604645" y="0"/>
                                    <a:ext cx="64135" cy="45085"/>
                                  </a:xfrm>
                                  <a:custGeom>
                                    <a:avLst/>
                                    <a:gdLst>
                                      <a:gd name="T0" fmla="*/ 0 w 806"/>
                                      <a:gd name="T1" fmla="*/ 0 h 571"/>
                                      <a:gd name="T2" fmla="*/ 0 w 806"/>
                                      <a:gd name="T3" fmla="*/ 571 h 571"/>
                                      <a:gd name="T4" fmla="*/ 0 w 806"/>
                                      <a:gd name="T5" fmla="*/ 571 h 571"/>
                                      <a:gd name="T6" fmla="*/ 62 w 806"/>
                                      <a:gd name="T7" fmla="*/ 549 h 571"/>
                                      <a:gd name="T8" fmla="*/ 122 w 806"/>
                                      <a:gd name="T9" fmla="*/ 526 h 571"/>
                                      <a:gd name="T10" fmla="*/ 181 w 806"/>
                                      <a:gd name="T11" fmla="*/ 501 h 571"/>
                                      <a:gd name="T12" fmla="*/ 238 w 806"/>
                                      <a:gd name="T13" fmla="*/ 477 h 571"/>
                                      <a:gd name="T14" fmla="*/ 294 w 806"/>
                                      <a:gd name="T15" fmla="*/ 452 h 571"/>
                                      <a:gd name="T16" fmla="*/ 349 w 806"/>
                                      <a:gd name="T17" fmla="*/ 426 h 571"/>
                                      <a:gd name="T18" fmla="*/ 402 w 806"/>
                                      <a:gd name="T19" fmla="*/ 399 h 571"/>
                                      <a:gd name="T20" fmla="*/ 453 w 806"/>
                                      <a:gd name="T21" fmla="*/ 372 h 571"/>
                                      <a:gd name="T22" fmla="*/ 504 w 806"/>
                                      <a:gd name="T23" fmla="*/ 344 h 571"/>
                                      <a:gd name="T24" fmla="*/ 552 w 806"/>
                                      <a:gd name="T25" fmla="*/ 316 h 571"/>
                                      <a:gd name="T26" fmla="*/ 598 w 806"/>
                                      <a:gd name="T27" fmla="*/ 287 h 571"/>
                                      <a:gd name="T28" fmla="*/ 643 w 806"/>
                                      <a:gd name="T29" fmla="*/ 258 h 571"/>
                                      <a:gd name="T30" fmla="*/ 686 w 806"/>
                                      <a:gd name="T31" fmla="*/ 229 h 571"/>
                                      <a:gd name="T32" fmla="*/ 728 w 806"/>
                                      <a:gd name="T33" fmla="*/ 198 h 571"/>
                                      <a:gd name="T34" fmla="*/ 768 w 806"/>
                                      <a:gd name="T35" fmla="*/ 168 h 571"/>
                                      <a:gd name="T36" fmla="*/ 806 w 806"/>
                                      <a:gd name="T37" fmla="*/ 137 h 571"/>
                                      <a:gd name="T38" fmla="*/ 806 w 806"/>
                                      <a:gd name="T39" fmla="*/ 0 h 571"/>
                                      <a:gd name="T40" fmla="*/ 0 w 806"/>
                                      <a:gd name="T41" fmla="*/ 0 h 5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806" h="571">
                                        <a:moveTo>
                                          <a:pt x="0" y="0"/>
                                        </a:moveTo>
                                        <a:lnTo>
                                          <a:pt x="0" y="571"/>
                                        </a:lnTo>
                                        <a:lnTo>
                                          <a:pt x="0" y="571"/>
                                        </a:lnTo>
                                        <a:lnTo>
                                          <a:pt x="62" y="549"/>
                                        </a:lnTo>
                                        <a:lnTo>
                                          <a:pt x="122" y="526"/>
                                        </a:lnTo>
                                        <a:lnTo>
                                          <a:pt x="181" y="501"/>
                                        </a:lnTo>
                                        <a:lnTo>
                                          <a:pt x="238" y="477"/>
                                        </a:lnTo>
                                        <a:lnTo>
                                          <a:pt x="294" y="452"/>
                                        </a:lnTo>
                                        <a:lnTo>
                                          <a:pt x="349" y="426"/>
                                        </a:lnTo>
                                        <a:lnTo>
                                          <a:pt x="402" y="399"/>
                                        </a:lnTo>
                                        <a:lnTo>
                                          <a:pt x="453" y="372"/>
                                        </a:lnTo>
                                        <a:lnTo>
                                          <a:pt x="504" y="344"/>
                                        </a:lnTo>
                                        <a:lnTo>
                                          <a:pt x="552" y="316"/>
                                        </a:lnTo>
                                        <a:lnTo>
                                          <a:pt x="598" y="287"/>
                                        </a:lnTo>
                                        <a:lnTo>
                                          <a:pt x="643" y="258"/>
                                        </a:lnTo>
                                        <a:lnTo>
                                          <a:pt x="686" y="229"/>
                                        </a:lnTo>
                                        <a:lnTo>
                                          <a:pt x="728" y="198"/>
                                        </a:lnTo>
                                        <a:lnTo>
                                          <a:pt x="768" y="168"/>
                                        </a:lnTo>
                                        <a:lnTo>
                                          <a:pt x="806" y="137"/>
                                        </a:lnTo>
                                        <a:lnTo>
                                          <a:pt x="806" y="0"/>
                                        </a:lnTo>
                                        <a:lnTo>
                                          <a:pt x="0" y="0"/>
                                        </a:lnTo>
                                        <a:close/>
                                      </a:path>
                                    </a:pathLst>
                                  </a:custGeom>
                                  <a:solidFill>
                                    <a:srgbClr val="009DD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5" name="Freeform 156"/>
                                <wps:cNvSpPr>
                                  <a:spLocks/>
                                </wps:cNvSpPr>
                                <wps:spPr bwMode="auto">
                                  <a:xfrm>
                                    <a:off x="1367155" y="0"/>
                                    <a:ext cx="82550" cy="66675"/>
                                  </a:xfrm>
                                  <a:custGeom>
                                    <a:avLst/>
                                    <a:gdLst>
                                      <a:gd name="T0" fmla="*/ 1046 w 1046"/>
                                      <a:gd name="T1" fmla="*/ 0 h 839"/>
                                      <a:gd name="T2" fmla="*/ 0 w 1046"/>
                                      <a:gd name="T3" fmla="*/ 0 h 839"/>
                                      <a:gd name="T4" fmla="*/ 0 w 1046"/>
                                      <a:gd name="T5" fmla="*/ 691 h 839"/>
                                      <a:gd name="T6" fmla="*/ 0 w 1046"/>
                                      <a:gd name="T7" fmla="*/ 691 h 839"/>
                                      <a:gd name="T8" fmla="*/ 61 w 1046"/>
                                      <a:gd name="T9" fmla="*/ 705 h 839"/>
                                      <a:gd name="T10" fmla="*/ 121 w 1046"/>
                                      <a:gd name="T11" fmla="*/ 719 h 839"/>
                                      <a:gd name="T12" fmla="*/ 183 w 1046"/>
                                      <a:gd name="T13" fmla="*/ 733 h 839"/>
                                      <a:gd name="T14" fmla="*/ 245 w 1046"/>
                                      <a:gd name="T15" fmla="*/ 745 h 839"/>
                                      <a:gd name="T16" fmla="*/ 309 w 1046"/>
                                      <a:gd name="T17" fmla="*/ 758 h 839"/>
                                      <a:gd name="T18" fmla="*/ 372 w 1046"/>
                                      <a:gd name="T19" fmla="*/ 769 h 839"/>
                                      <a:gd name="T20" fmla="*/ 437 w 1046"/>
                                      <a:gd name="T21" fmla="*/ 780 h 839"/>
                                      <a:gd name="T22" fmla="*/ 502 w 1046"/>
                                      <a:gd name="T23" fmla="*/ 789 h 839"/>
                                      <a:gd name="T24" fmla="*/ 568 w 1046"/>
                                      <a:gd name="T25" fmla="*/ 798 h 839"/>
                                      <a:gd name="T26" fmla="*/ 634 w 1046"/>
                                      <a:gd name="T27" fmla="*/ 807 h 839"/>
                                      <a:gd name="T28" fmla="*/ 702 w 1046"/>
                                      <a:gd name="T29" fmla="*/ 814 h 839"/>
                                      <a:gd name="T30" fmla="*/ 770 w 1046"/>
                                      <a:gd name="T31" fmla="*/ 821 h 839"/>
                                      <a:gd name="T32" fmla="*/ 837 w 1046"/>
                                      <a:gd name="T33" fmla="*/ 826 h 839"/>
                                      <a:gd name="T34" fmla="*/ 906 w 1046"/>
                                      <a:gd name="T35" fmla="*/ 831 h 839"/>
                                      <a:gd name="T36" fmla="*/ 976 w 1046"/>
                                      <a:gd name="T37" fmla="*/ 836 h 839"/>
                                      <a:gd name="T38" fmla="*/ 1046 w 1046"/>
                                      <a:gd name="T39" fmla="*/ 839 h 839"/>
                                      <a:gd name="T40" fmla="*/ 1046 w 1046"/>
                                      <a:gd name="T41" fmla="*/ 0 h 8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046" h="839">
                                        <a:moveTo>
                                          <a:pt x="1046" y="0"/>
                                        </a:moveTo>
                                        <a:lnTo>
                                          <a:pt x="0" y="0"/>
                                        </a:lnTo>
                                        <a:lnTo>
                                          <a:pt x="0" y="691"/>
                                        </a:lnTo>
                                        <a:lnTo>
                                          <a:pt x="0" y="691"/>
                                        </a:lnTo>
                                        <a:lnTo>
                                          <a:pt x="61" y="705"/>
                                        </a:lnTo>
                                        <a:lnTo>
                                          <a:pt x="121" y="719"/>
                                        </a:lnTo>
                                        <a:lnTo>
                                          <a:pt x="183" y="733"/>
                                        </a:lnTo>
                                        <a:lnTo>
                                          <a:pt x="245" y="745"/>
                                        </a:lnTo>
                                        <a:lnTo>
                                          <a:pt x="309" y="758"/>
                                        </a:lnTo>
                                        <a:lnTo>
                                          <a:pt x="372" y="769"/>
                                        </a:lnTo>
                                        <a:lnTo>
                                          <a:pt x="437" y="780"/>
                                        </a:lnTo>
                                        <a:lnTo>
                                          <a:pt x="502" y="789"/>
                                        </a:lnTo>
                                        <a:lnTo>
                                          <a:pt x="568" y="798"/>
                                        </a:lnTo>
                                        <a:lnTo>
                                          <a:pt x="634" y="807"/>
                                        </a:lnTo>
                                        <a:lnTo>
                                          <a:pt x="702" y="814"/>
                                        </a:lnTo>
                                        <a:lnTo>
                                          <a:pt x="770" y="821"/>
                                        </a:lnTo>
                                        <a:lnTo>
                                          <a:pt x="837" y="826"/>
                                        </a:lnTo>
                                        <a:lnTo>
                                          <a:pt x="906" y="831"/>
                                        </a:lnTo>
                                        <a:lnTo>
                                          <a:pt x="976" y="836"/>
                                        </a:lnTo>
                                        <a:lnTo>
                                          <a:pt x="1046" y="839"/>
                                        </a:lnTo>
                                        <a:lnTo>
                                          <a:pt x="1046" y="0"/>
                                        </a:lnTo>
                                        <a:close/>
                                      </a:path>
                                    </a:pathLst>
                                  </a:custGeom>
                                  <a:solidFill>
                                    <a:srgbClr val="66B7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6" name="Freeform 157"/>
                                <wps:cNvSpPr>
                                  <a:spLocks/>
                                </wps:cNvSpPr>
                                <wps:spPr bwMode="auto">
                                  <a:xfrm>
                                    <a:off x="1272540" y="0"/>
                                    <a:ext cx="60325" cy="44450"/>
                                  </a:xfrm>
                                  <a:custGeom>
                                    <a:avLst/>
                                    <a:gdLst>
                                      <a:gd name="T0" fmla="*/ 760 w 760"/>
                                      <a:gd name="T1" fmla="*/ 557 h 557"/>
                                      <a:gd name="T2" fmla="*/ 760 w 760"/>
                                      <a:gd name="T3" fmla="*/ 0 h 557"/>
                                      <a:gd name="T4" fmla="*/ 0 w 760"/>
                                      <a:gd name="T5" fmla="*/ 0 h 557"/>
                                      <a:gd name="T6" fmla="*/ 0 w 760"/>
                                      <a:gd name="T7" fmla="*/ 137 h 557"/>
                                      <a:gd name="T8" fmla="*/ 0 w 760"/>
                                      <a:gd name="T9" fmla="*/ 137 h 557"/>
                                      <a:gd name="T10" fmla="*/ 44 w 760"/>
                                      <a:gd name="T11" fmla="*/ 174 h 557"/>
                                      <a:gd name="T12" fmla="*/ 91 w 760"/>
                                      <a:gd name="T13" fmla="*/ 208 h 557"/>
                                      <a:gd name="T14" fmla="*/ 140 w 760"/>
                                      <a:gd name="T15" fmla="*/ 244 h 557"/>
                                      <a:gd name="T16" fmla="*/ 191 w 760"/>
                                      <a:gd name="T17" fmla="*/ 278 h 557"/>
                                      <a:gd name="T18" fmla="*/ 245 w 760"/>
                                      <a:gd name="T19" fmla="*/ 312 h 557"/>
                                      <a:gd name="T20" fmla="*/ 301 w 760"/>
                                      <a:gd name="T21" fmla="*/ 345 h 557"/>
                                      <a:gd name="T22" fmla="*/ 358 w 760"/>
                                      <a:gd name="T23" fmla="*/ 377 h 557"/>
                                      <a:gd name="T24" fmla="*/ 418 w 760"/>
                                      <a:gd name="T25" fmla="*/ 409 h 557"/>
                                      <a:gd name="T26" fmla="*/ 418 w 760"/>
                                      <a:gd name="T27" fmla="*/ 409 h 557"/>
                                      <a:gd name="T28" fmla="*/ 458 w 760"/>
                                      <a:gd name="T29" fmla="*/ 429 h 557"/>
                                      <a:gd name="T30" fmla="*/ 498 w 760"/>
                                      <a:gd name="T31" fmla="*/ 449 h 557"/>
                                      <a:gd name="T32" fmla="*/ 540 w 760"/>
                                      <a:gd name="T33" fmla="*/ 468 h 557"/>
                                      <a:gd name="T34" fmla="*/ 582 w 760"/>
                                      <a:gd name="T35" fmla="*/ 486 h 557"/>
                                      <a:gd name="T36" fmla="*/ 625 w 760"/>
                                      <a:gd name="T37" fmla="*/ 505 h 557"/>
                                      <a:gd name="T38" fmla="*/ 669 w 760"/>
                                      <a:gd name="T39" fmla="*/ 523 h 557"/>
                                      <a:gd name="T40" fmla="*/ 760 w 760"/>
                                      <a:gd name="T41" fmla="*/ 557 h 557"/>
                                      <a:gd name="T42" fmla="*/ 760 w 760"/>
                                      <a:gd name="T43" fmla="*/ 557 h 5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760" h="557">
                                        <a:moveTo>
                                          <a:pt x="760" y="557"/>
                                        </a:moveTo>
                                        <a:lnTo>
                                          <a:pt x="760" y="0"/>
                                        </a:lnTo>
                                        <a:lnTo>
                                          <a:pt x="0" y="0"/>
                                        </a:lnTo>
                                        <a:lnTo>
                                          <a:pt x="0" y="137"/>
                                        </a:lnTo>
                                        <a:lnTo>
                                          <a:pt x="0" y="137"/>
                                        </a:lnTo>
                                        <a:lnTo>
                                          <a:pt x="44" y="174"/>
                                        </a:lnTo>
                                        <a:lnTo>
                                          <a:pt x="91" y="208"/>
                                        </a:lnTo>
                                        <a:lnTo>
                                          <a:pt x="140" y="244"/>
                                        </a:lnTo>
                                        <a:lnTo>
                                          <a:pt x="191" y="278"/>
                                        </a:lnTo>
                                        <a:lnTo>
                                          <a:pt x="245" y="312"/>
                                        </a:lnTo>
                                        <a:lnTo>
                                          <a:pt x="301" y="345"/>
                                        </a:lnTo>
                                        <a:lnTo>
                                          <a:pt x="358" y="377"/>
                                        </a:lnTo>
                                        <a:lnTo>
                                          <a:pt x="418" y="409"/>
                                        </a:lnTo>
                                        <a:lnTo>
                                          <a:pt x="418" y="409"/>
                                        </a:lnTo>
                                        <a:lnTo>
                                          <a:pt x="458" y="429"/>
                                        </a:lnTo>
                                        <a:lnTo>
                                          <a:pt x="498" y="449"/>
                                        </a:lnTo>
                                        <a:lnTo>
                                          <a:pt x="540" y="468"/>
                                        </a:lnTo>
                                        <a:lnTo>
                                          <a:pt x="582" y="486"/>
                                        </a:lnTo>
                                        <a:lnTo>
                                          <a:pt x="625" y="505"/>
                                        </a:lnTo>
                                        <a:lnTo>
                                          <a:pt x="669" y="523"/>
                                        </a:lnTo>
                                        <a:lnTo>
                                          <a:pt x="760" y="557"/>
                                        </a:lnTo>
                                        <a:lnTo>
                                          <a:pt x="760" y="557"/>
                                        </a:lnTo>
                                        <a:close/>
                                      </a:path>
                                    </a:pathLst>
                                  </a:custGeom>
                                  <a:solidFill>
                                    <a:srgbClr val="66B7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7" name="Freeform 158"/>
                                <wps:cNvSpPr>
                                  <a:spLocks/>
                                </wps:cNvSpPr>
                                <wps:spPr bwMode="auto">
                                  <a:xfrm>
                                    <a:off x="1367155" y="90170"/>
                                    <a:ext cx="82550" cy="96520"/>
                                  </a:xfrm>
                                  <a:custGeom>
                                    <a:avLst/>
                                    <a:gdLst>
                                      <a:gd name="T0" fmla="*/ 1046 w 1046"/>
                                      <a:gd name="T1" fmla="*/ 134 h 1214"/>
                                      <a:gd name="T2" fmla="*/ 1046 w 1046"/>
                                      <a:gd name="T3" fmla="*/ 134 h 1214"/>
                                      <a:gd name="T4" fmla="*/ 976 w 1046"/>
                                      <a:gd name="T5" fmla="*/ 131 h 1214"/>
                                      <a:gd name="T6" fmla="*/ 908 w 1046"/>
                                      <a:gd name="T7" fmla="*/ 127 h 1214"/>
                                      <a:gd name="T8" fmla="*/ 840 w 1046"/>
                                      <a:gd name="T9" fmla="*/ 122 h 1214"/>
                                      <a:gd name="T10" fmla="*/ 773 w 1046"/>
                                      <a:gd name="T11" fmla="*/ 117 h 1214"/>
                                      <a:gd name="T12" fmla="*/ 705 w 1046"/>
                                      <a:gd name="T13" fmla="*/ 111 h 1214"/>
                                      <a:gd name="T14" fmla="*/ 639 w 1046"/>
                                      <a:gd name="T15" fmla="*/ 104 h 1214"/>
                                      <a:gd name="T16" fmla="*/ 572 w 1046"/>
                                      <a:gd name="T17" fmla="*/ 97 h 1214"/>
                                      <a:gd name="T18" fmla="*/ 506 w 1046"/>
                                      <a:gd name="T19" fmla="*/ 88 h 1214"/>
                                      <a:gd name="T20" fmla="*/ 442 w 1046"/>
                                      <a:gd name="T21" fmla="*/ 79 h 1214"/>
                                      <a:gd name="T22" fmla="*/ 376 w 1046"/>
                                      <a:gd name="T23" fmla="*/ 70 h 1214"/>
                                      <a:gd name="T24" fmla="*/ 313 w 1046"/>
                                      <a:gd name="T25" fmla="*/ 60 h 1214"/>
                                      <a:gd name="T26" fmla="*/ 249 w 1046"/>
                                      <a:gd name="T27" fmla="*/ 49 h 1214"/>
                                      <a:gd name="T28" fmla="*/ 186 w 1046"/>
                                      <a:gd name="T29" fmla="*/ 37 h 1214"/>
                                      <a:gd name="T30" fmla="*/ 124 w 1046"/>
                                      <a:gd name="T31" fmla="*/ 25 h 1214"/>
                                      <a:gd name="T32" fmla="*/ 62 w 1046"/>
                                      <a:gd name="T33" fmla="*/ 12 h 1214"/>
                                      <a:gd name="T34" fmla="*/ 0 w 1046"/>
                                      <a:gd name="T35" fmla="*/ 0 h 1214"/>
                                      <a:gd name="T36" fmla="*/ 0 w 1046"/>
                                      <a:gd name="T37" fmla="*/ 911 h 1214"/>
                                      <a:gd name="T38" fmla="*/ 0 w 1046"/>
                                      <a:gd name="T39" fmla="*/ 911 h 1214"/>
                                      <a:gd name="T40" fmla="*/ 61 w 1046"/>
                                      <a:gd name="T41" fmla="*/ 941 h 1214"/>
                                      <a:gd name="T42" fmla="*/ 122 w 1046"/>
                                      <a:gd name="T43" fmla="*/ 969 h 1214"/>
                                      <a:gd name="T44" fmla="*/ 183 w 1046"/>
                                      <a:gd name="T45" fmla="*/ 997 h 1214"/>
                                      <a:gd name="T46" fmla="*/ 245 w 1046"/>
                                      <a:gd name="T47" fmla="*/ 1023 h 1214"/>
                                      <a:gd name="T48" fmla="*/ 309 w 1046"/>
                                      <a:gd name="T49" fmla="*/ 1047 h 1214"/>
                                      <a:gd name="T50" fmla="*/ 372 w 1046"/>
                                      <a:gd name="T51" fmla="*/ 1069 h 1214"/>
                                      <a:gd name="T52" fmla="*/ 437 w 1046"/>
                                      <a:gd name="T53" fmla="*/ 1091 h 1214"/>
                                      <a:gd name="T54" fmla="*/ 502 w 1046"/>
                                      <a:gd name="T55" fmla="*/ 1111 h 1214"/>
                                      <a:gd name="T56" fmla="*/ 568 w 1046"/>
                                      <a:gd name="T57" fmla="*/ 1130 h 1214"/>
                                      <a:gd name="T58" fmla="*/ 634 w 1046"/>
                                      <a:gd name="T59" fmla="*/ 1147 h 1214"/>
                                      <a:gd name="T60" fmla="*/ 702 w 1046"/>
                                      <a:gd name="T61" fmla="*/ 1162 h 1214"/>
                                      <a:gd name="T62" fmla="*/ 770 w 1046"/>
                                      <a:gd name="T63" fmla="*/ 1175 h 1214"/>
                                      <a:gd name="T64" fmla="*/ 837 w 1046"/>
                                      <a:gd name="T65" fmla="*/ 1188 h 1214"/>
                                      <a:gd name="T66" fmla="*/ 906 w 1046"/>
                                      <a:gd name="T67" fmla="*/ 1197 h 1214"/>
                                      <a:gd name="T68" fmla="*/ 976 w 1046"/>
                                      <a:gd name="T69" fmla="*/ 1207 h 1214"/>
                                      <a:gd name="T70" fmla="*/ 1046 w 1046"/>
                                      <a:gd name="T71" fmla="*/ 1214 h 1214"/>
                                      <a:gd name="T72" fmla="*/ 1046 w 1046"/>
                                      <a:gd name="T73" fmla="*/ 134 h 12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046" h="1214">
                                        <a:moveTo>
                                          <a:pt x="1046" y="134"/>
                                        </a:moveTo>
                                        <a:lnTo>
                                          <a:pt x="1046" y="134"/>
                                        </a:lnTo>
                                        <a:lnTo>
                                          <a:pt x="976" y="131"/>
                                        </a:lnTo>
                                        <a:lnTo>
                                          <a:pt x="908" y="127"/>
                                        </a:lnTo>
                                        <a:lnTo>
                                          <a:pt x="840" y="122"/>
                                        </a:lnTo>
                                        <a:lnTo>
                                          <a:pt x="773" y="117"/>
                                        </a:lnTo>
                                        <a:lnTo>
                                          <a:pt x="705" y="111"/>
                                        </a:lnTo>
                                        <a:lnTo>
                                          <a:pt x="639" y="104"/>
                                        </a:lnTo>
                                        <a:lnTo>
                                          <a:pt x="572" y="97"/>
                                        </a:lnTo>
                                        <a:lnTo>
                                          <a:pt x="506" y="88"/>
                                        </a:lnTo>
                                        <a:lnTo>
                                          <a:pt x="442" y="79"/>
                                        </a:lnTo>
                                        <a:lnTo>
                                          <a:pt x="376" y="70"/>
                                        </a:lnTo>
                                        <a:lnTo>
                                          <a:pt x="313" y="60"/>
                                        </a:lnTo>
                                        <a:lnTo>
                                          <a:pt x="249" y="49"/>
                                        </a:lnTo>
                                        <a:lnTo>
                                          <a:pt x="186" y="37"/>
                                        </a:lnTo>
                                        <a:lnTo>
                                          <a:pt x="124" y="25"/>
                                        </a:lnTo>
                                        <a:lnTo>
                                          <a:pt x="62" y="12"/>
                                        </a:lnTo>
                                        <a:lnTo>
                                          <a:pt x="0" y="0"/>
                                        </a:lnTo>
                                        <a:lnTo>
                                          <a:pt x="0" y="911"/>
                                        </a:lnTo>
                                        <a:lnTo>
                                          <a:pt x="0" y="911"/>
                                        </a:lnTo>
                                        <a:lnTo>
                                          <a:pt x="61" y="941"/>
                                        </a:lnTo>
                                        <a:lnTo>
                                          <a:pt x="122" y="969"/>
                                        </a:lnTo>
                                        <a:lnTo>
                                          <a:pt x="183" y="997"/>
                                        </a:lnTo>
                                        <a:lnTo>
                                          <a:pt x="245" y="1023"/>
                                        </a:lnTo>
                                        <a:lnTo>
                                          <a:pt x="309" y="1047"/>
                                        </a:lnTo>
                                        <a:lnTo>
                                          <a:pt x="372" y="1069"/>
                                        </a:lnTo>
                                        <a:lnTo>
                                          <a:pt x="437" y="1091"/>
                                        </a:lnTo>
                                        <a:lnTo>
                                          <a:pt x="502" y="1111"/>
                                        </a:lnTo>
                                        <a:lnTo>
                                          <a:pt x="568" y="1130"/>
                                        </a:lnTo>
                                        <a:lnTo>
                                          <a:pt x="634" y="1147"/>
                                        </a:lnTo>
                                        <a:lnTo>
                                          <a:pt x="702" y="1162"/>
                                        </a:lnTo>
                                        <a:lnTo>
                                          <a:pt x="770" y="1175"/>
                                        </a:lnTo>
                                        <a:lnTo>
                                          <a:pt x="837" y="1188"/>
                                        </a:lnTo>
                                        <a:lnTo>
                                          <a:pt x="906" y="1197"/>
                                        </a:lnTo>
                                        <a:lnTo>
                                          <a:pt x="976" y="1207"/>
                                        </a:lnTo>
                                        <a:lnTo>
                                          <a:pt x="1046" y="1214"/>
                                        </a:lnTo>
                                        <a:lnTo>
                                          <a:pt x="1046" y="134"/>
                                        </a:lnTo>
                                        <a:close/>
                                      </a:path>
                                    </a:pathLst>
                                  </a:custGeom>
                                  <a:solidFill>
                                    <a:srgbClr val="66B7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8" name="Freeform 159"/>
                                <wps:cNvSpPr>
                                  <a:spLocks/>
                                </wps:cNvSpPr>
                                <wps:spPr bwMode="auto">
                                  <a:xfrm>
                                    <a:off x="1272540" y="52705"/>
                                    <a:ext cx="60325" cy="88265"/>
                                  </a:xfrm>
                                  <a:custGeom>
                                    <a:avLst/>
                                    <a:gdLst>
                                      <a:gd name="T0" fmla="*/ 760 w 760"/>
                                      <a:gd name="T1" fmla="*/ 1107 h 1107"/>
                                      <a:gd name="T2" fmla="*/ 760 w 760"/>
                                      <a:gd name="T3" fmla="*/ 351 h 1107"/>
                                      <a:gd name="T4" fmla="*/ 760 w 760"/>
                                      <a:gd name="T5" fmla="*/ 351 h 1107"/>
                                      <a:gd name="T6" fmla="*/ 706 w 760"/>
                                      <a:gd name="T7" fmla="*/ 332 h 1107"/>
                                      <a:gd name="T8" fmla="*/ 654 w 760"/>
                                      <a:gd name="T9" fmla="*/ 314 h 1107"/>
                                      <a:gd name="T10" fmla="*/ 603 w 760"/>
                                      <a:gd name="T11" fmla="*/ 296 h 1107"/>
                                      <a:gd name="T12" fmla="*/ 552 w 760"/>
                                      <a:gd name="T13" fmla="*/ 276 h 1107"/>
                                      <a:gd name="T14" fmla="*/ 502 w 760"/>
                                      <a:gd name="T15" fmla="*/ 256 h 1107"/>
                                      <a:gd name="T16" fmla="*/ 452 w 760"/>
                                      <a:gd name="T17" fmla="*/ 235 h 1107"/>
                                      <a:gd name="T18" fmla="*/ 404 w 760"/>
                                      <a:gd name="T19" fmla="*/ 214 h 1107"/>
                                      <a:gd name="T20" fmla="*/ 356 w 760"/>
                                      <a:gd name="T21" fmla="*/ 192 h 1107"/>
                                      <a:gd name="T22" fmla="*/ 308 w 760"/>
                                      <a:gd name="T23" fmla="*/ 171 h 1107"/>
                                      <a:gd name="T24" fmla="*/ 262 w 760"/>
                                      <a:gd name="T25" fmla="*/ 148 h 1107"/>
                                      <a:gd name="T26" fmla="*/ 217 w 760"/>
                                      <a:gd name="T27" fmla="*/ 124 h 1107"/>
                                      <a:gd name="T28" fmla="*/ 172 w 760"/>
                                      <a:gd name="T29" fmla="*/ 101 h 1107"/>
                                      <a:gd name="T30" fmla="*/ 128 w 760"/>
                                      <a:gd name="T31" fmla="*/ 77 h 1107"/>
                                      <a:gd name="T32" fmla="*/ 85 w 760"/>
                                      <a:gd name="T33" fmla="*/ 52 h 1107"/>
                                      <a:gd name="T34" fmla="*/ 42 w 760"/>
                                      <a:gd name="T35" fmla="*/ 26 h 1107"/>
                                      <a:gd name="T36" fmla="*/ 0 w 760"/>
                                      <a:gd name="T37" fmla="*/ 0 h 1107"/>
                                      <a:gd name="T38" fmla="*/ 0 w 760"/>
                                      <a:gd name="T39" fmla="*/ 226 h 1107"/>
                                      <a:gd name="T40" fmla="*/ 0 w 760"/>
                                      <a:gd name="T41" fmla="*/ 226 h 1107"/>
                                      <a:gd name="T42" fmla="*/ 38 w 760"/>
                                      <a:gd name="T43" fmla="*/ 289 h 1107"/>
                                      <a:gd name="T44" fmla="*/ 75 w 760"/>
                                      <a:gd name="T45" fmla="*/ 353 h 1107"/>
                                      <a:gd name="T46" fmla="*/ 115 w 760"/>
                                      <a:gd name="T47" fmla="*/ 414 h 1107"/>
                                      <a:gd name="T48" fmla="*/ 157 w 760"/>
                                      <a:gd name="T49" fmla="*/ 475 h 1107"/>
                                      <a:gd name="T50" fmla="*/ 199 w 760"/>
                                      <a:gd name="T51" fmla="*/ 534 h 1107"/>
                                      <a:gd name="T52" fmla="*/ 243 w 760"/>
                                      <a:gd name="T53" fmla="*/ 592 h 1107"/>
                                      <a:gd name="T54" fmla="*/ 289 w 760"/>
                                      <a:gd name="T55" fmla="*/ 649 h 1107"/>
                                      <a:gd name="T56" fmla="*/ 336 w 760"/>
                                      <a:gd name="T57" fmla="*/ 706 h 1107"/>
                                      <a:gd name="T58" fmla="*/ 385 w 760"/>
                                      <a:gd name="T59" fmla="*/ 761 h 1107"/>
                                      <a:gd name="T60" fmla="*/ 434 w 760"/>
                                      <a:gd name="T61" fmla="*/ 813 h 1107"/>
                                      <a:gd name="T62" fmla="*/ 484 w 760"/>
                                      <a:gd name="T63" fmla="*/ 866 h 1107"/>
                                      <a:gd name="T64" fmla="*/ 537 w 760"/>
                                      <a:gd name="T65" fmla="*/ 917 h 1107"/>
                                      <a:gd name="T66" fmla="*/ 591 w 760"/>
                                      <a:gd name="T67" fmla="*/ 967 h 1107"/>
                                      <a:gd name="T68" fmla="*/ 646 w 760"/>
                                      <a:gd name="T69" fmla="*/ 1014 h 1107"/>
                                      <a:gd name="T70" fmla="*/ 701 w 760"/>
                                      <a:gd name="T71" fmla="*/ 1061 h 1107"/>
                                      <a:gd name="T72" fmla="*/ 760 w 760"/>
                                      <a:gd name="T73" fmla="*/ 1107 h 1107"/>
                                      <a:gd name="T74" fmla="*/ 760 w 760"/>
                                      <a:gd name="T75" fmla="*/ 1107 h 1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760" h="1107">
                                        <a:moveTo>
                                          <a:pt x="760" y="1107"/>
                                        </a:moveTo>
                                        <a:lnTo>
                                          <a:pt x="760" y="351"/>
                                        </a:lnTo>
                                        <a:lnTo>
                                          <a:pt x="760" y="351"/>
                                        </a:lnTo>
                                        <a:lnTo>
                                          <a:pt x="706" y="332"/>
                                        </a:lnTo>
                                        <a:lnTo>
                                          <a:pt x="654" y="314"/>
                                        </a:lnTo>
                                        <a:lnTo>
                                          <a:pt x="603" y="296"/>
                                        </a:lnTo>
                                        <a:lnTo>
                                          <a:pt x="552" y="276"/>
                                        </a:lnTo>
                                        <a:lnTo>
                                          <a:pt x="502" y="256"/>
                                        </a:lnTo>
                                        <a:lnTo>
                                          <a:pt x="452" y="235"/>
                                        </a:lnTo>
                                        <a:lnTo>
                                          <a:pt x="404" y="214"/>
                                        </a:lnTo>
                                        <a:lnTo>
                                          <a:pt x="356" y="192"/>
                                        </a:lnTo>
                                        <a:lnTo>
                                          <a:pt x="308" y="171"/>
                                        </a:lnTo>
                                        <a:lnTo>
                                          <a:pt x="262" y="148"/>
                                        </a:lnTo>
                                        <a:lnTo>
                                          <a:pt x="217" y="124"/>
                                        </a:lnTo>
                                        <a:lnTo>
                                          <a:pt x="172" y="101"/>
                                        </a:lnTo>
                                        <a:lnTo>
                                          <a:pt x="128" y="77"/>
                                        </a:lnTo>
                                        <a:lnTo>
                                          <a:pt x="85" y="52"/>
                                        </a:lnTo>
                                        <a:lnTo>
                                          <a:pt x="42" y="26"/>
                                        </a:lnTo>
                                        <a:lnTo>
                                          <a:pt x="0" y="0"/>
                                        </a:lnTo>
                                        <a:lnTo>
                                          <a:pt x="0" y="226"/>
                                        </a:lnTo>
                                        <a:lnTo>
                                          <a:pt x="0" y="226"/>
                                        </a:lnTo>
                                        <a:lnTo>
                                          <a:pt x="38" y="289"/>
                                        </a:lnTo>
                                        <a:lnTo>
                                          <a:pt x="75" y="353"/>
                                        </a:lnTo>
                                        <a:lnTo>
                                          <a:pt x="115" y="414"/>
                                        </a:lnTo>
                                        <a:lnTo>
                                          <a:pt x="157" y="475"/>
                                        </a:lnTo>
                                        <a:lnTo>
                                          <a:pt x="199" y="534"/>
                                        </a:lnTo>
                                        <a:lnTo>
                                          <a:pt x="243" y="592"/>
                                        </a:lnTo>
                                        <a:lnTo>
                                          <a:pt x="289" y="649"/>
                                        </a:lnTo>
                                        <a:lnTo>
                                          <a:pt x="336" y="706"/>
                                        </a:lnTo>
                                        <a:lnTo>
                                          <a:pt x="385" y="761"/>
                                        </a:lnTo>
                                        <a:lnTo>
                                          <a:pt x="434" y="813"/>
                                        </a:lnTo>
                                        <a:lnTo>
                                          <a:pt x="484" y="866"/>
                                        </a:lnTo>
                                        <a:lnTo>
                                          <a:pt x="537" y="917"/>
                                        </a:lnTo>
                                        <a:lnTo>
                                          <a:pt x="591" y="967"/>
                                        </a:lnTo>
                                        <a:lnTo>
                                          <a:pt x="646" y="1014"/>
                                        </a:lnTo>
                                        <a:lnTo>
                                          <a:pt x="701" y="1061"/>
                                        </a:lnTo>
                                        <a:lnTo>
                                          <a:pt x="760" y="1107"/>
                                        </a:lnTo>
                                        <a:lnTo>
                                          <a:pt x="760" y="1107"/>
                                        </a:lnTo>
                                        <a:close/>
                                      </a:path>
                                    </a:pathLst>
                                  </a:custGeom>
                                  <a:solidFill>
                                    <a:srgbClr val="66B7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9" name="Freeform 160"/>
                                <wps:cNvSpPr>
                                  <a:spLocks/>
                                </wps:cNvSpPr>
                                <wps:spPr bwMode="auto">
                                  <a:xfrm>
                                    <a:off x="1272540" y="130810"/>
                                    <a:ext cx="177165" cy="339725"/>
                                  </a:xfrm>
                                  <a:custGeom>
                                    <a:avLst/>
                                    <a:gdLst>
                                      <a:gd name="T0" fmla="*/ 1187 w 2237"/>
                                      <a:gd name="T1" fmla="*/ 3436 h 4285"/>
                                      <a:gd name="T2" fmla="*/ 1187 w 2237"/>
                                      <a:gd name="T3" fmla="*/ 2946 h 4285"/>
                                      <a:gd name="T4" fmla="*/ 2237 w 2237"/>
                                      <a:gd name="T5" fmla="*/ 2946 h 4285"/>
                                      <a:gd name="T6" fmla="*/ 2237 w 2237"/>
                                      <a:gd name="T7" fmla="*/ 2842 h 4285"/>
                                      <a:gd name="T8" fmla="*/ 2237 w 2237"/>
                                      <a:gd name="T9" fmla="*/ 2458 h 4285"/>
                                      <a:gd name="T10" fmla="*/ 1186 w 2237"/>
                                      <a:gd name="T11" fmla="*/ 2458 h 4285"/>
                                      <a:gd name="T12" fmla="*/ 1186 w 2237"/>
                                      <a:gd name="T13" fmla="*/ 1968 h 4285"/>
                                      <a:gd name="T14" fmla="*/ 2237 w 2237"/>
                                      <a:gd name="T15" fmla="*/ 1968 h 4285"/>
                                      <a:gd name="T16" fmla="*/ 2237 w 2237"/>
                                      <a:gd name="T17" fmla="*/ 1139 h 4285"/>
                                      <a:gd name="T18" fmla="*/ 2237 w 2237"/>
                                      <a:gd name="T19" fmla="*/ 1139 h 4285"/>
                                      <a:gd name="T20" fmla="*/ 2153 w 2237"/>
                                      <a:gd name="T21" fmla="*/ 1132 h 4285"/>
                                      <a:gd name="T22" fmla="*/ 2070 w 2237"/>
                                      <a:gd name="T23" fmla="*/ 1122 h 4285"/>
                                      <a:gd name="T24" fmla="*/ 1987 w 2237"/>
                                      <a:gd name="T25" fmla="*/ 1111 h 4285"/>
                                      <a:gd name="T26" fmla="*/ 1907 w 2237"/>
                                      <a:gd name="T27" fmla="*/ 1097 h 4285"/>
                                      <a:gd name="T28" fmla="*/ 1825 w 2237"/>
                                      <a:gd name="T29" fmla="*/ 1081 h 4285"/>
                                      <a:gd name="T30" fmla="*/ 1746 w 2237"/>
                                      <a:gd name="T31" fmla="*/ 1064 h 4285"/>
                                      <a:gd name="T32" fmla="*/ 1666 w 2237"/>
                                      <a:gd name="T33" fmla="*/ 1044 h 4285"/>
                                      <a:gd name="T34" fmla="*/ 1588 w 2237"/>
                                      <a:gd name="T35" fmla="*/ 1023 h 4285"/>
                                      <a:gd name="T36" fmla="*/ 1510 w 2237"/>
                                      <a:gd name="T37" fmla="*/ 999 h 4285"/>
                                      <a:gd name="T38" fmla="*/ 1433 w 2237"/>
                                      <a:gd name="T39" fmla="*/ 974 h 4285"/>
                                      <a:gd name="T40" fmla="*/ 1357 w 2237"/>
                                      <a:gd name="T41" fmla="*/ 946 h 4285"/>
                                      <a:gd name="T42" fmla="*/ 1282 w 2237"/>
                                      <a:gd name="T43" fmla="*/ 918 h 4285"/>
                                      <a:gd name="T44" fmla="*/ 1207 w 2237"/>
                                      <a:gd name="T45" fmla="*/ 887 h 4285"/>
                                      <a:gd name="T46" fmla="*/ 1134 w 2237"/>
                                      <a:gd name="T47" fmla="*/ 855 h 4285"/>
                                      <a:gd name="T48" fmla="*/ 1061 w 2237"/>
                                      <a:gd name="T49" fmla="*/ 820 h 4285"/>
                                      <a:gd name="T50" fmla="*/ 990 w 2237"/>
                                      <a:gd name="T51" fmla="*/ 785 h 4285"/>
                                      <a:gd name="T52" fmla="*/ 920 w 2237"/>
                                      <a:gd name="T53" fmla="*/ 747 h 4285"/>
                                      <a:gd name="T54" fmla="*/ 851 w 2237"/>
                                      <a:gd name="T55" fmla="*/ 708 h 4285"/>
                                      <a:gd name="T56" fmla="*/ 782 w 2237"/>
                                      <a:gd name="T57" fmla="*/ 667 h 4285"/>
                                      <a:gd name="T58" fmla="*/ 714 w 2237"/>
                                      <a:gd name="T59" fmla="*/ 625 h 4285"/>
                                      <a:gd name="T60" fmla="*/ 649 w 2237"/>
                                      <a:gd name="T61" fmla="*/ 581 h 4285"/>
                                      <a:gd name="T62" fmla="*/ 583 w 2237"/>
                                      <a:gd name="T63" fmla="*/ 535 h 4285"/>
                                      <a:gd name="T64" fmla="*/ 520 w 2237"/>
                                      <a:gd name="T65" fmla="*/ 488 h 4285"/>
                                      <a:gd name="T66" fmla="*/ 457 w 2237"/>
                                      <a:gd name="T67" fmla="*/ 439 h 4285"/>
                                      <a:gd name="T68" fmla="*/ 395 w 2237"/>
                                      <a:gd name="T69" fmla="*/ 389 h 4285"/>
                                      <a:gd name="T70" fmla="*/ 335 w 2237"/>
                                      <a:gd name="T71" fmla="*/ 338 h 4285"/>
                                      <a:gd name="T72" fmla="*/ 276 w 2237"/>
                                      <a:gd name="T73" fmla="*/ 285 h 4285"/>
                                      <a:gd name="T74" fmla="*/ 218 w 2237"/>
                                      <a:gd name="T75" fmla="*/ 230 h 4285"/>
                                      <a:gd name="T76" fmla="*/ 162 w 2237"/>
                                      <a:gd name="T77" fmla="*/ 175 h 4285"/>
                                      <a:gd name="T78" fmla="*/ 106 w 2237"/>
                                      <a:gd name="T79" fmla="*/ 118 h 4285"/>
                                      <a:gd name="T80" fmla="*/ 53 w 2237"/>
                                      <a:gd name="T81" fmla="*/ 60 h 4285"/>
                                      <a:gd name="T82" fmla="*/ 0 w 2237"/>
                                      <a:gd name="T83" fmla="*/ 0 h 4285"/>
                                      <a:gd name="T84" fmla="*/ 0 w 2237"/>
                                      <a:gd name="T85" fmla="*/ 4285 h 4285"/>
                                      <a:gd name="T86" fmla="*/ 2237 w 2237"/>
                                      <a:gd name="T87" fmla="*/ 4285 h 4285"/>
                                      <a:gd name="T88" fmla="*/ 2237 w 2237"/>
                                      <a:gd name="T89" fmla="*/ 3436 h 4285"/>
                                      <a:gd name="T90" fmla="*/ 1187 w 2237"/>
                                      <a:gd name="T91" fmla="*/ 3436 h 42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2237" h="4285">
                                        <a:moveTo>
                                          <a:pt x="1187" y="3436"/>
                                        </a:moveTo>
                                        <a:lnTo>
                                          <a:pt x="1187" y="2946"/>
                                        </a:lnTo>
                                        <a:lnTo>
                                          <a:pt x="2237" y="2946"/>
                                        </a:lnTo>
                                        <a:lnTo>
                                          <a:pt x="2237" y="2842"/>
                                        </a:lnTo>
                                        <a:lnTo>
                                          <a:pt x="2237" y="2458"/>
                                        </a:lnTo>
                                        <a:lnTo>
                                          <a:pt x="1186" y="2458"/>
                                        </a:lnTo>
                                        <a:lnTo>
                                          <a:pt x="1186" y="1968"/>
                                        </a:lnTo>
                                        <a:lnTo>
                                          <a:pt x="2237" y="1968"/>
                                        </a:lnTo>
                                        <a:lnTo>
                                          <a:pt x="2237" y="1139"/>
                                        </a:lnTo>
                                        <a:lnTo>
                                          <a:pt x="2237" y="1139"/>
                                        </a:lnTo>
                                        <a:lnTo>
                                          <a:pt x="2153" y="1132"/>
                                        </a:lnTo>
                                        <a:lnTo>
                                          <a:pt x="2070" y="1122"/>
                                        </a:lnTo>
                                        <a:lnTo>
                                          <a:pt x="1987" y="1111"/>
                                        </a:lnTo>
                                        <a:lnTo>
                                          <a:pt x="1907" y="1097"/>
                                        </a:lnTo>
                                        <a:lnTo>
                                          <a:pt x="1825" y="1081"/>
                                        </a:lnTo>
                                        <a:lnTo>
                                          <a:pt x="1746" y="1064"/>
                                        </a:lnTo>
                                        <a:lnTo>
                                          <a:pt x="1666" y="1044"/>
                                        </a:lnTo>
                                        <a:lnTo>
                                          <a:pt x="1588" y="1023"/>
                                        </a:lnTo>
                                        <a:lnTo>
                                          <a:pt x="1510" y="999"/>
                                        </a:lnTo>
                                        <a:lnTo>
                                          <a:pt x="1433" y="974"/>
                                        </a:lnTo>
                                        <a:lnTo>
                                          <a:pt x="1357" y="946"/>
                                        </a:lnTo>
                                        <a:lnTo>
                                          <a:pt x="1282" y="918"/>
                                        </a:lnTo>
                                        <a:lnTo>
                                          <a:pt x="1207" y="887"/>
                                        </a:lnTo>
                                        <a:lnTo>
                                          <a:pt x="1134" y="855"/>
                                        </a:lnTo>
                                        <a:lnTo>
                                          <a:pt x="1061" y="820"/>
                                        </a:lnTo>
                                        <a:lnTo>
                                          <a:pt x="990" y="785"/>
                                        </a:lnTo>
                                        <a:lnTo>
                                          <a:pt x="920" y="747"/>
                                        </a:lnTo>
                                        <a:lnTo>
                                          <a:pt x="851" y="708"/>
                                        </a:lnTo>
                                        <a:lnTo>
                                          <a:pt x="782" y="667"/>
                                        </a:lnTo>
                                        <a:lnTo>
                                          <a:pt x="714" y="625"/>
                                        </a:lnTo>
                                        <a:lnTo>
                                          <a:pt x="649" y="581"/>
                                        </a:lnTo>
                                        <a:lnTo>
                                          <a:pt x="583" y="535"/>
                                        </a:lnTo>
                                        <a:lnTo>
                                          <a:pt x="520" y="488"/>
                                        </a:lnTo>
                                        <a:lnTo>
                                          <a:pt x="457" y="439"/>
                                        </a:lnTo>
                                        <a:lnTo>
                                          <a:pt x="395" y="389"/>
                                        </a:lnTo>
                                        <a:lnTo>
                                          <a:pt x="335" y="338"/>
                                        </a:lnTo>
                                        <a:lnTo>
                                          <a:pt x="276" y="285"/>
                                        </a:lnTo>
                                        <a:lnTo>
                                          <a:pt x="218" y="230"/>
                                        </a:lnTo>
                                        <a:lnTo>
                                          <a:pt x="162" y="175"/>
                                        </a:lnTo>
                                        <a:lnTo>
                                          <a:pt x="106" y="118"/>
                                        </a:lnTo>
                                        <a:lnTo>
                                          <a:pt x="53" y="60"/>
                                        </a:lnTo>
                                        <a:lnTo>
                                          <a:pt x="0" y="0"/>
                                        </a:lnTo>
                                        <a:lnTo>
                                          <a:pt x="0" y="4285"/>
                                        </a:lnTo>
                                        <a:lnTo>
                                          <a:pt x="2237" y="4285"/>
                                        </a:lnTo>
                                        <a:lnTo>
                                          <a:pt x="2237" y="3436"/>
                                        </a:lnTo>
                                        <a:lnTo>
                                          <a:pt x="1187" y="3436"/>
                                        </a:lnTo>
                                        <a:close/>
                                      </a:path>
                                    </a:pathLst>
                                  </a:custGeom>
                                  <a:solidFill>
                                    <a:srgbClr val="66B7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0" name="Freeform 161"/>
                                <wps:cNvSpPr>
                                  <a:spLocks/>
                                </wps:cNvSpPr>
                                <wps:spPr bwMode="auto">
                                  <a:xfrm>
                                    <a:off x="1490980" y="130810"/>
                                    <a:ext cx="177800" cy="339725"/>
                                  </a:xfrm>
                                  <a:custGeom>
                                    <a:avLst/>
                                    <a:gdLst>
                                      <a:gd name="T0" fmla="*/ 0 w 2238"/>
                                      <a:gd name="T1" fmla="*/ 1141 h 4287"/>
                                      <a:gd name="T2" fmla="*/ 0 w 2238"/>
                                      <a:gd name="T3" fmla="*/ 1970 h 4287"/>
                                      <a:gd name="T4" fmla="*/ 1005 w 2238"/>
                                      <a:gd name="T5" fmla="*/ 1970 h 4287"/>
                                      <a:gd name="T6" fmla="*/ 1005 w 2238"/>
                                      <a:gd name="T7" fmla="*/ 2460 h 4287"/>
                                      <a:gd name="T8" fmla="*/ 0 w 2238"/>
                                      <a:gd name="T9" fmla="*/ 2460 h 4287"/>
                                      <a:gd name="T10" fmla="*/ 0 w 2238"/>
                                      <a:gd name="T11" fmla="*/ 2844 h 4287"/>
                                      <a:gd name="T12" fmla="*/ 0 w 2238"/>
                                      <a:gd name="T13" fmla="*/ 2948 h 4287"/>
                                      <a:gd name="T14" fmla="*/ 1005 w 2238"/>
                                      <a:gd name="T15" fmla="*/ 2948 h 4287"/>
                                      <a:gd name="T16" fmla="*/ 1005 w 2238"/>
                                      <a:gd name="T17" fmla="*/ 3438 h 4287"/>
                                      <a:gd name="T18" fmla="*/ 0 w 2238"/>
                                      <a:gd name="T19" fmla="*/ 3438 h 4287"/>
                                      <a:gd name="T20" fmla="*/ 0 w 2238"/>
                                      <a:gd name="T21" fmla="*/ 4287 h 4287"/>
                                      <a:gd name="T22" fmla="*/ 2238 w 2238"/>
                                      <a:gd name="T23" fmla="*/ 4287 h 4287"/>
                                      <a:gd name="T24" fmla="*/ 2238 w 2238"/>
                                      <a:gd name="T25" fmla="*/ 0 h 4287"/>
                                      <a:gd name="T26" fmla="*/ 2238 w 2238"/>
                                      <a:gd name="T27" fmla="*/ 0 h 4287"/>
                                      <a:gd name="T28" fmla="*/ 2185 w 2238"/>
                                      <a:gd name="T29" fmla="*/ 60 h 4287"/>
                                      <a:gd name="T30" fmla="*/ 2131 w 2238"/>
                                      <a:gd name="T31" fmla="*/ 118 h 4287"/>
                                      <a:gd name="T32" fmla="*/ 2076 w 2238"/>
                                      <a:gd name="T33" fmla="*/ 175 h 4287"/>
                                      <a:gd name="T34" fmla="*/ 2019 w 2238"/>
                                      <a:gd name="T35" fmla="*/ 231 h 4287"/>
                                      <a:gd name="T36" fmla="*/ 1963 w 2238"/>
                                      <a:gd name="T37" fmla="*/ 285 h 4287"/>
                                      <a:gd name="T38" fmla="*/ 1903 w 2238"/>
                                      <a:gd name="T39" fmla="*/ 338 h 4287"/>
                                      <a:gd name="T40" fmla="*/ 1842 w 2238"/>
                                      <a:gd name="T41" fmla="*/ 390 h 4287"/>
                                      <a:gd name="T42" fmla="*/ 1781 w 2238"/>
                                      <a:gd name="T43" fmla="*/ 440 h 4287"/>
                                      <a:gd name="T44" fmla="*/ 1719 w 2238"/>
                                      <a:gd name="T45" fmla="*/ 489 h 4287"/>
                                      <a:gd name="T46" fmla="*/ 1654 w 2238"/>
                                      <a:gd name="T47" fmla="*/ 535 h 4287"/>
                                      <a:gd name="T48" fmla="*/ 1589 w 2238"/>
                                      <a:gd name="T49" fmla="*/ 582 h 4287"/>
                                      <a:gd name="T50" fmla="*/ 1523 w 2238"/>
                                      <a:gd name="T51" fmla="*/ 626 h 4287"/>
                                      <a:gd name="T52" fmla="*/ 1455 w 2238"/>
                                      <a:gd name="T53" fmla="*/ 668 h 4287"/>
                                      <a:gd name="T54" fmla="*/ 1387 w 2238"/>
                                      <a:gd name="T55" fmla="*/ 709 h 4287"/>
                                      <a:gd name="T56" fmla="*/ 1318 w 2238"/>
                                      <a:gd name="T57" fmla="*/ 748 h 4287"/>
                                      <a:gd name="T58" fmla="*/ 1247 w 2238"/>
                                      <a:gd name="T59" fmla="*/ 785 h 4287"/>
                                      <a:gd name="T60" fmla="*/ 1175 w 2238"/>
                                      <a:gd name="T61" fmla="*/ 821 h 4287"/>
                                      <a:gd name="T62" fmla="*/ 1103 w 2238"/>
                                      <a:gd name="T63" fmla="*/ 856 h 4287"/>
                                      <a:gd name="T64" fmla="*/ 1030 w 2238"/>
                                      <a:gd name="T65" fmla="*/ 888 h 4287"/>
                                      <a:gd name="T66" fmla="*/ 955 w 2238"/>
                                      <a:gd name="T67" fmla="*/ 919 h 4287"/>
                                      <a:gd name="T68" fmla="*/ 880 w 2238"/>
                                      <a:gd name="T69" fmla="*/ 948 h 4287"/>
                                      <a:gd name="T70" fmla="*/ 803 w 2238"/>
                                      <a:gd name="T71" fmla="*/ 975 h 4287"/>
                                      <a:gd name="T72" fmla="*/ 727 w 2238"/>
                                      <a:gd name="T73" fmla="*/ 1000 h 4287"/>
                                      <a:gd name="T74" fmla="*/ 649 w 2238"/>
                                      <a:gd name="T75" fmla="*/ 1024 h 4287"/>
                                      <a:gd name="T76" fmla="*/ 570 w 2238"/>
                                      <a:gd name="T77" fmla="*/ 1045 h 4287"/>
                                      <a:gd name="T78" fmla="*/ 491 w 2238"/>
                                      <a:gd name="T79" fmla="*/ 1065 h 4287"/>
                                      <a:gd name="T80" fmla="*/ 411 w 2238"/>
                                      <a:gd name="T81" fmla="*/ 1083 h 4287"/>
                                      <a:gd name="T82" fmla="*/ 330 w 2238"/>
                                      <a:gd name="T83" fmla="*/ 1099 h 4287"/>
                                      <a:gd name="T84" fmla="*/ 248 w 2238"/>
                                      <a:gd name="T85" fmla="*/ 1112 h 4287"/>
                                      <a:gd name="T86" fmla="*/ 166 w 2238"/>
                                      <a:gd name="T87" fmla="*/ 1124 h 4287"/>
                                      <a:gd name="T88" fmla="*/ 84 w 2238"/>
                                      <a:gd name="T89" fmla="*/ 1134 h 4287"/>
                                      <a:gd name="T90" fmla="*/ 0 w 2238"/>
                                      <a:gd name="T91" fmla="*/ 1141 h 4287"/>
                                      <a:gd name="T92" fmla="*/ 0 w 2238"/>
                                      <a:gd name="T93" fmla="*/ 1141 h 42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238" h="4287">
                                        <a:moveTo>
                                          <a:pt x="0" y="1141"/>
                                        </a:moveTo>
                                        <a:lnTo>
                                          <a:pt x="0" y="1970"/>
                                        </a:lnTo>
                                        <a:lnTo>
                                          <a:pt x="1005" y="1970"/>
                                        </a:lnTo>
                                        <a:lnTo>
                                          <a:pt x="1005" y="2460"/>
                                        </a:lnTo>
                                        <a:lnTo>
                                          <a:pt x="0" y="2460"/>
                                        </a:lnTo>
                                        <a:lnTo>
                                          <a:pt x="0" y="2844"/>
                                        </a:lnTo>
                                        <a:lnTo>
                                          <a:pt x="0" y="2948"/>
                                        </a:lnTo>
                                        <a:lnTo>
                                          <a:pt x="1005" y="2948"/>
                                        </a:lnTo>
                                        <a:lnTo>
                                          <a:pt x="1005" y="3438"/>
                                        </a:lnTo>
                                        <a:lnTo>
                                          <a:pt x="0" y="3438"/>
                                        </a:lnTo>
                                        <a:lnTo>
                                          <a:pt x="0" y="4287"/>
                                        </a:lnTo>
                                        <a:lnTo>
                                          <a:pt x="2238" y="4287"/>
                                        </a:lnTo>
                                        <a:lnTo>
                                          <a:pt x="2238" y="0"/>
                                        </a:lnTo>
                                        <a:lnTo>
                                          <a:pt x="2238" y="0"/>
                                        </a:lnTo>
                                        <a:lnTo>
                                          <a:pt x="2185" y="60"/>
                                        </a:lnTo>
                                        <a:lnTo>
                                          <a:pt x="2131" y="118"/>
                                        </a:lnTo>
                                        <a:lnTo>
                                          <a:pt x="2076" y="175"/>
                                        </a:lnTo>
                                        <a:lnTo>
                                          <a:pt x="2019" y="231"/>
                                        </a:lnTo>
                                        <a:lnTo>
                                          <a:pt x="1963" y="285"/>
                                        </a:lnTo>
                                        <a:lnTo>
                                          <a:pt x="1903" y="338"/>
                                        </a:lnTo>
                                        <a:lnTo>
                                          <a:pt x="1842" y="390"/>
                                        </a:lnTo>
                                        <a:lnTo>
                                          <a:pt x="1781" y="440"/>
                                        </a:lnTo>
                                        <a:lnTo>
                                          <a:pt x="1719" y="489"/>
                                        </a:lnTo>
                                        <a:lnTo>
                                          <a:pt x="1654" y="535"/>
                                        </a:lnTo>
                                        <a:lnTo>
                                          <a:pt x="1589" y="582"/>
                                        </a:lnTo>
                                        <a:lnTo>
                                          <a:pt x="1523" y="626"/>
                                        </a:lnTo>
                                        <a:lnTo>
                                          <a:pt x="1455" y="668"/>
                                        </a:lnTo>
                                        <a:lnTo>
                                          <a:pt x="1387" y="709"/>
                                        </a:lnTo>
                                        <a:lnTo>
                                          <a:pt x="1318" y="748"/>
                                        </a:lnTo>
                                        <a:lnTo>
                                          <a:pt x="1247" y="785"/>
                                        </a:lnTo>
                                        <a:lnTo>
                                          <a:pt x="1175" y="821"/>
                                        </a:lnTo>
                                        <a:lnTo>
                                          <a:pt x="1103" y="856"/>
                                        </a:lnTo>
                                        <a:lnTo>
                                          <a:pt x="1030" y="888"/>
                                        </a:lnTo>
                                        <a:lnTo>
                                          <a:pt x="955" y="919"/>
                                        </a:lnTo>
                                        <a:lnTo>
                                          <a:pt x="880" y="948"/>
                                        </a:lnTo>
                                        <a:lnTo>
                                          <a:pt x="803" y="975"/>
                                        </a:lnTo>
                                        <a:lnTo>
                                          <a:pt x="727" y="1000"/>
                                        </a:lnTo>
                                        <a:lnTo>
                                          <a:pt x="649" y="1024"/>
                                        </a:lnTo>
                                        <a:lnTo>
                                          <a:pt x="570" y="1045"/>
                                        </a:lnTo>
                                        <a:lnTo>
                                          <a:pt x="491" y="1065"/>
                                        </a:lnTo>
                                        <a:lnTo>
                                          <a:pt x="411" y="1083"/>
                                        </a:lnTo>
                                        <a:lnTo>
                                          <a:pt x="330" y="1099"/>
                                        </a:lnTo>
                                        <a:lnTo>
                                          <a:pt x="248" y="1112"/>
                                        </a:lnTo>
                                        <a:lnTo>
                                          <a:pt x="166" y="1124"/>
                                        </a:lnTo>
                                        <a:lnTo>
                                          <a:pt x="84" y="1134"/>
                                        </a:lnTo>
                                        <a:lnTo>
                                          <a:pt x="0" y="1141"/>
                                        </a:lnTo>
                                        <a:lnTo>
                                          <a:pt x="0" y="1141"/>
                                        </a:lnTo>
                                        <a:close/>
                                      </a:path>
                                    </a:pathLst>
                                  </a:custGeom>
                                  <a:solidFill>
                                    <a:srgbClr val="009DD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c:wpc>
                        </a:graphicData>
                      </a:graphic>
                      <wp14:sizeRelH relativeFrom="page">
                        <wp14:pctWidth>0</wp14:pctWidth>
                      </wp14:sizeRelH>
                      <wp14:sizeRelV relativeFrom="page">
                        <wp14:pctHeight>0</wp14:pctHeight>
                      </wp14:sizeRelV>
                    </wp:anchor>
                  </w:drawing>
                </mc:Choice>
                <mc:Fallback>
                  <w:pict>
                    <v:group w14:anchorId="2C61EB55" id="Canvas 241" o:spid="_x0000_s1026" editas="canvas" style="position:absolute;margin-left:379.1pt;margin-top:-52.2pt;width:131.45pt;height:59.75pt;z-index:251657728" coordsize="16694,7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6694;height:7588;visibility:visible;mso-wrap-style:square">
                        <v:fill o:detectmouseclick="t"/>
                        <v:path o:connecttype="none"/>
                      </v:shape>
                      <v:group id="Groupe 1" o:spid="_x0000_s1028" style="position:absolute;width:16694;height:7588" coordsize="16694,75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shape id="Freeform 84" o:spid="_x0000_s1029" style="position:absolute;left:7912;top:6;width:1873;height:2191;visibility:visible;mso-wrap-style:square;v-text-anchor:top" coordsize="2355,27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ocj8EA&#10;AADcAAAADwAAAGRycy9kb3ducmV2LnhtbERPTWsCMRC9F/wPYQpeRLPadpHVKLZF7FWr93EzbtZu&#10;JkuS6vrvG0HobR7vc+bLzjbiQj7UjhWMRxkI4tLpmisF++/1cAoiRGSNjWNScKMAy0XvaY6Fdlfe&#10;0mUXK5FCOBSowMTYFlKG0pDFMHItceJOzluMCfpKao/XFG4bOcmyXFqsOTUYbOnDUPmz+7UK2kF+&#10;3h+b1ev6cHafb3wzG2/eleo/d6sZiEhd/Bc/3F86zc9f4P5MukA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IqHI/BAAAA3AAAAA8AAAAAAAAAAAAAAAAAmAIAAGRycy9kb3du&#10;cmV2LnhtbFBLBQYAAAAABAAEAPUAAACGAwAAAAA=&#10;" path="m1170,2754r,l1102,2753r-66,-4l973,2743r-62,-9l881,2730r-30,-5l822,2718r-29,-7l764,2704r-28,-9l708,2687r-27,-9l654,2669r-26,-11l602,2647r-25,-12l552,2623r-25,-13l504,2597r-23,-14l457,2568r-21,-15l413,2538r-20,-16l371,2505r-20,-18l332,2469r-20,-18l294,2431r-18,-19l259,2391r-18,-20l225,2349r-16,-22l193,2304r-14,-23l164,2257r-13,-24l137,2208r-12,-26l114,2156r-12,-27l91,2101,80,2074r-9,-29l62,2016r-9,-29l46,1957r-8,-31l32,1894r-7,-32l20,1830r-4,-33l12,1763,8,1729,5,1694,3,1658,1,1623r,-37l,1549,,,595,r,1533l595,1533r,41l597,1614r3,38l605,1689r5,36l617,1760r8,33l635,1824r10,31l656,1885r13,28l683,1940r15,25l714,1989r17,24l750,2034r19,21l789,2073r22,19l833,2108r24,15l882,2137r24,13l933,2161r27,10l989,2180r29,7l1048,2193r31,4l1111,2201r33,2l1177,2204r,l1210,2203r34,-1l1275,2198r31,-5l1336,2188r30,-8l1394,2173r27,-10l1448,2152r26,-13l1497,2126r24,-15l1544,2095r21,-17l1585,2059r20,-19l1623,2018r17,-22l1656,1973r15,-25l1685,1921r13,-27l1710,1866r10,-30l1729,1805r9,-33l1744,1739r6,-34l1754,1668r3,-37l1759,1592r2,-39l1761,r594,l2355,1530r,l2355,1568r-1,37l2351,1642r-2,37l2346,1714r-3,36l2339,1784r-6,34l2328,1851r-7,33l2315,1916r-8,31l2299,1978r-9,31l2282,2039r-10,29l2261,2096r-12,28l2239,2151r-13,27l2213,2204r-13,25l2186,2253r-15,25l2156,2302r-16,23l2124,2347r-18,22l2089,2390r-17,21l2053,2430r-19,20l2015,2468r-20,18l1974,2505r-21,16l1931,2538r-22,15l1886,2568r-22,15l1840,2597r-25,13l1791,2623r-25,12l1740,2647r-26,11l1687,2669r-26,9l1634,2687r-28,8l1577,2704r-28,8l1519,2718r-29,7l1460,2730r-31,5l1366,2743r-63,6l1237,2753r-67,1l1170,2754xe" fillcolor="#009ddc" stroked="f">
                          <v:path arrowok="t" o:connecttype="custom" o:connectlocs="82407,218677;67692,216768;58544,214382;49953,211438;41919,207620;34681,203086;27920,197836;21954,191870;16625,185108;12011,177631;8113,169358;4932,160369;2545,150664;955,140243;80,129106;47328,0;47487,128390;49078,140004;52181,149948;56794,158221;62760,164903;70157,169994;78669,173414;88373,175085;96248,175244;106270,174051;115179,171187;122815,166653;129099,160528;134031,152812;137531,143584;139519,132686;140076,0;187325,124731;186609,136345;185177,147243;182871,157346;179848,166732;176030,175324;171496,183119;166166,190120;160280,196324;153599,201893;146360,206586;138406,210563;129974,213745;120827,216211;108656,218200;93066,219075" o:connectangles="0,0,0,0,0,0,0,0,0,0,0,0,0,0,0,0,0,0,0,0,0,0,0,0,0,0,0,0,0,0,0,0,0,0,0,0,0,0,0,0,0,0,0,0,0,0,0,0,0"/>
                        </v:shape>
                        <v:shape id="Freeform 85" o:spid="_x0000_s1030" style="position:absolute;left:10077;top:6;width:1905;height:2153;visibility:visible;mso-wrap-style:square;v-text-anchor:top" coordsize="2402,2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B7McUA&#10;AADcAAAADwAAAGRycy9kb3ducmV2LnhtbERPTWvCQBC9C/0PyxS86aYiWlI3IoqxhxapLdjchuyY&#10;pGZnQ3Yb03/fFQRv83ifs1j2phYdta6yrOBpHIEgzq2uuFDw9bkdPYNwHlljbZkU/JGDZfIwWGCs&#10;7YU/qDv4QoQQdjEqKL1vYildXpJBN7YNceBOtjXoA2wLqVu8hHBTy0kUzaTBikNDiQ2tS8rPh1+j&#10;4Giy9P18PG1+un7/ne3m6Sp9myg1fOxXLyA89f4uvrlfdZg/m8L1mXCBT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kHsxxQAAANwAAAAPAAAAAAAAAAAAAAAAAJgCAABkcnMv&#10;ZG93bnJldi54bWxQSwUGAAAAAAQABAD1AAAAigMAAAAA&#10;" path="m1896,2712l587,987r,1725l,2712,,,548,,1815,1669,1815,r587,l2402,2712r-506,xe" fillcolor="#009ddc" stroked="f">
                          <v:path arrowok="t" o:connecttype="custom" o:connectlocs="150370,215265;46554,78343;46554,215265;0,215265;0,0;43461,0;143946,132477;143946,0;190500,0;190500,215265;150370,215265" o:connectangles="0,0,0,0,0,0,0,0,0,0,0"/>
                        </v:shape>
                        <v:shape id="Freeform 86" o:spid="_x0000_s1031" style="position:absolute;top:2552;width:3251;height:2178;visibility:visible;mso-wrap-style:square;v-text-anchor:top" coordsize="4099,27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iQ5sIA&#10;AADcAAAADwAAAGRycy9kb3ducmV2LnhtbERPS2sCMRC+F/wPYYReimZtUZetUUQoVXryUc/DZrq7&#10;dTMJSarrvzcFwdt8fM+ZLTrTijP50FhWMBpmIIhLqxuuFBz2H4McRIjIGlvLpOBKARbz3tMMC20v&#10;vKXzLlYihXAoUEEdoyukDGVNBsPQOuLE/VhvMCboK6k9XlK4aeVrlk2kwYZTQ42OVjWVp92fUfC2&#10;cfw9/T26z3wzWr+suuOXz41Sz/1u+Q4iUhcf4rt7rdP8yRj+n0kXy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qJDmwgAAANwAAAAPAAAAAAAAAAAAAAAAAJgCAABkcnMvZG93&#10;bnJldi54bWxQSwUGAAAAAAQABAD1AAAAhwMAAAAA&#10;" path="m3177,2739r-518,l2050,964,1440,2739r-517,l,7r637,l1197,1844,1803,r509,l2918,1844,3478,7r621,l3177,2739xe" fillcolor="#009ddc" stroked="f">
                          <v:path arrowok="t" o:connecttype="custom" o:connectlocs="251990,217805;210904,217805;162600,76657;114216,217805;73210,217805;0,557;50525,557;94942,146635;143008,0;183381,0;231447,146635;275864,557;325120,557;251990,217805" o:connectangles="0,0,0,0,0,0,0,0,0,0,0,0,0,0"/>
                        </v:shape>
                        <v:shape id="Freeform 87" o:spid="_x0000_s1032" style="position:absolute;left:3175;top:2527;width:2279;height:2222;visibility:visible;mso-wrap-style:square;v-text-anchor:top" coordsize="2871,28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jgW8MA&#10;AADcAAAADwAAAGRycy9kb3ducmV2LnhtbERPTWvCQBC9C/6HZQq9mU1bGjTNKhIotNKLRg+9Dbtj&#10;EszOhuxWU399tyB4m8f7nGI12k6cafCtYwVPSQqCWDvTcq1gX73P5iB8QDbYOSYFv+RhtZxOCsyN&#10;u/CWzrtQixjCPkcFTQh9LqXXDVn0ieuJI3d0g8UQ4VBLM+AlhttOPqdpJi22HBsa7KlsSJ92P1ZB&#10;pV+/NtfPQ3mQqf4u9+zly8Ir9fgwrt9ABBrDXXxzf5g4P8vg/5l4gV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rjgW8MAAADcAAAADwAAAAAAAAAAAAAAAACYAgAAZHJzL2Rv&#10;d25yZXYueG1sUEsFBgAAAAAEAAQA9QAAAIgDAAAAAA==&#10;" path="m1432,2805r,l1393,2805r-39,-3l1316,2800r-38,-3l1240,2794r-36,-6l1167,2783r-36,-7l1095,2769r-35,-9l1025,2752r-35,-10l956,2731r-34,-11l889,2707r-33,-12l824,2682r-32,-14l761,2652r-31,-16l700,2620r-30,-17l641,2585r-29,-19l584,2548r-28,-21l529,2507r-26,-21l478,2465r-26,-23l427,2420r-23,-24l380,2372r-24,-24l335,2323r-22,-25l292,2271r-21,-26l252,2218r-19,-28l214,2162r-17,-28l180,2105r-16,-30l149,2045r-15,-30l120,1984r-14,-31l94,1921,82,1890,71,1858,61,1824,51,1792r-8,-33l34,1725r-6,-34l21,1657r-5,-34l10,1587,7,1553,4,1517,2,1481,1,1446,,1410r,-7l,1403r1,-37l2,1331r2,-36l7,1259r3,-34l16,1189r5,-34l28,1120r7,-33l43,1053r8,-33l61,987,72,954,82,922,95,889r12,-31l121,827r14,-31l150,765r16,-30l182,706r17,-29l217,648r19,-28l254,592r21,-27l295,538r22,-26l338,486r23,-25l383,437r24,-25l432,389r24,-24l482,343r26,-22l535,301r26,-21l589,260r28,-20l646,222r29,-18l705,186r32,-16l767,154r32,-15l830,125r32,-14l896,98,929,86,962,74,997,64r35,-10l1066,44r36,-7l1138,29r37,-6l1211,16r37,-4l1286,7r37,-3l1362,2r39,-1l1439,r,l1478,1r39,1l1555,4r38,3l1630,12r37,4l1705,23r35,6l1777,35r35,9l1846,53r35,9l1915,73r33,12l1982,97r33,13l2047,123r31,15l2111,153r30,15l2171,184r30,18l2230,220r29,18l2287,258r28,19l2342,298r27,20l2394,340r25,22l2444,385r24,24l2492,432r23,25l2536,482r23,26l2579,534r20,26l2619,586r19,29l2656,643r18,29l2691,700r16,30l2723,759r14,30l2752,820r13,32l2778,883r12,31l2800,947r11,33l2820,1012r9,34l2837,1079r7,34l2851,1147r5,35l2861,1216r4,36l2867,1287r2,36l2871,1359r,35l2871,1403r,l2871,1438r-2,36l2867,1510r-2,35l2861,1580r-6,35l2850,1650r-7,34l2837,1718r-9,33l2820,1784r-10,34l2799,1850r-10,33l2777,1915r-13,31l2750,1977r-14,32l2721,2039r-15,30l2689,2098r-18,29l2654,2156r-18,29l2617,2213r-21,26l2576,2266r-21,26l2533,2318r-22,26l2488,2369r-24,24l2439,2416r-24,23l2390,2462r-27,21l2337,2505r-28,20l2281,2545r-27,19l2225,2582r-29,19l2165,2618r-30,16l2104,2650r-31,15l2041,2681r-32,12l1975,2706r-33,13l1909,2730r-35,11l1840,2751r-36,9l1769,2769r-36,6l1697,2783r-38,5l1623,2794r-38,3l1548,2800r-39,2l1470,2805r-38,l1432,2805xm2250,1403r,l2249,1359r-3,-43l2241,1273r-7,-41l2226,1191r-10,-41l2203,1112r-14,-39l2174,1035r-17,-37l2138,963r-21,-35l2096,895r-24,-32l2046,831r-26,-29l1992,773r-29,-27l1932,721r-31,-23l1868,675r-35,-21l1798,635r-36,-17l1724,603r-39,-14l1645,578r-40,-10l1563,561r-43,-7l1476,551r-44,-1l1432,550r-44,1l1344,554r-43,6l1260,567r-41,10l1179,589r-38,13l1103,617r-37,17l1032,652r-34,21l964,694r-31,24l903,744r-29,26l847,798r-27,29l796,858r-23,31l752,923r-21,34l713,993r-17,36l681,1066r-14,39l655,1144r-11,40l637,1225r-7,41l625,1308r-3,43l622,1394r,9l622,1403r,43l625,1488r5,43l637,1572r8,41l656,1654r12,39l682,1732r15,37l714,1806r19,36l754,1876r22,34l799,1942r26,31l850,2002r28,29l907,2058r32,25l970,2107r33,23l1037,2150r36,19l1109,2187r38,15l1186,2216r41,12l1267,2237r41,8l1351,2250r44,4l1439,2255r,l1484,2254r43,-4l1570,2245r42,-8l1652,2228r40,-11l1730,2203r38,-15l1804,2170r36,-18l1873,2132r34,-22l1938,2086r30,-24l1997,2035r27,-28l2051,1977r24,-31l2098,1915r21,-33l2140,1847r18,-36l2175,1776r15,-38l2204,1699r12,-39l2227,1621r7,-41l2242,1539r4,-44l2249,1453r1,-43l2250,1403xe" fillcolor="#009ddc" stroked="f">
                          <v:path arrowok="t" o:connecttype="custom" o:connectlocs="98459,221378;78609,217258;60425,210127;44148,200223;30173,187942;18501,173521;9528,157199;3414,139372;318,120197;159,105460;2779,86127;8496,67982;17230,51343;28664,36527;42480,23849;58520,13470;76385,5863;96157,1268;114260,0;135382,1822;154676,6735;172383,14579;188105,25196;201365,38191;212323,53245;220581,69963;225821,88187;227965,107678;227489,122416;223915,141353;217246,159180;207797,175344;195648,189606;181117,201649;164602,211157;146101,217971;125853,221616;178656,111165;174924,88108;164522,68379;148324,53483;127441,45005;106717,43895;84643,50234;67254,63228;55264,81531;49627,103637;50024,121307;56693,143096;69716,160923;88058,173284;110767,178592;131173,176532;151421,167183;166587,151732;175956,131528;178656,111165" o:connectangles="0,0,0,0,0,0,0,0,0,0,0,0,0,0,0,0,0,0,0,0,0,0,0,0,0,0,0,0,0,0,0,0,0,0,0,0,0,0,0,0,0,0,0,0,0,0,0,0,0,0,0,0,0,0,0,0,0"/>
                          <o:lock v:ext="edit" verticies="t"/>
                        </v:shape>
                        <v:shape id="Freeform 88" o:spid="_x0000_s1033" style="position:absolute;left:5664;top:2559;width:2140;height:2152;visibility:visible;mso-wrap-style:square;v-text-anchor:top" coordsize="2702,2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JHGMEA&#10;AADcAAAADwAAAGRycy9kb3ducmV2LnhtbERPTUsDMRC9C/6HMII3m23FVdemRQoV6a2r6HXYjLuL&#10;m8mSTNvYX98UCt7m8T5nvkxuUHsKsfdsYDopQBE33vbcGvj8WN89gYqCbHHwTAb+KMJycX01x8r6&#10;A29pX0urcgjHCg10ImOldWw6chgnfiTO3I8PDiXD0Gob8JDD3aBnRVFqhz3nhg5HWnXU/NY7Z+Cb&#10;p0d5Dg9fMtzXb8fktnpTJmNub9LrCyihJP/ii/vd5vnlI5yfyRfoxQ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CRxjBAAAA3AAAAA8AAAAAAAAAAAAAAAAAmAIAAGRycy9kb3du&#10;cmV2LnhtbFBLBQYAAAAABAAEAPUAAACGAwAAAAA=&#10;" path="m2113,2712r,-1770l1352,2100r-15,l584,953r,1759l,2712,,,642,r710,1146l2062,r640,l2702,2712r-589,xe" fillcolor="#009ddc" stroked="f">
                          <v:path arrowok="t" o:connecttype="custom" o:connectlocs="167347,215265;167347,74771;107077,166688;105889,166688;46252,75644;46252,215265;0,215265;0,0;50846,0;107077,90964;163308,0;213995,0;213995,215265;167347,215265" o:connectangles="0,0,0,0,0,0,0,0,0,0,0,0,0,0"/>
                        </v:shape>
                        <v:shape id="Freeform 89" o:spid="_x0000_s1034" style="position:absolute;left:8172;top:2559;width:1632;height:2152;visibility:visible;mso-wrap-style:square;v-text-anchor:top" coordsize="2057,2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1Ri8UA&#10;AADcAAAADwAAAGRycy9kb3ducmV2LnhtbESPT2vCQBDF74LfYZlCb2ZTKSLRVVQa6J+TGgRvQ3aa&#10;hGZnw+5W02/fORR6m+G9ee836+3oenWjEDvPBp6yHBRx7W3HjYHqXM6WoGJCtth7JgM/FGG7mU7W&#10;WFh/5yPdTqlREsKxQANtSkOhdaxbchgzPxCL9umDwyRraLQNeJdw1+t5ni+0w46locWBDi3VX6dv&#10;Z6DcnwP66vq273flR/k8zl/em4sxjw/jbgUq0Zj+zX/Xr1bwF0Irz8gEe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vVGLxQAAANwAAAAPAAAAAAAAAAAAAAAAAJgCAABkcnMv&#10;ZG93bnJldi54bWxQSwUGAAAAAAQABAD1AAAAigMAAAAA&#10;" path="m,2712l,,2038,r,531l591,531r,550l1864,1081r,531l591,1612r,570l2057,2182r,530l,2712xe" fillcolor="#009ddc" stroked="f">
                          <v:path arrowok="t" o:connecttype="custom" o:connectlocs="0,215265;0,0;161688,0;161688,42148;46888,42148;46888,85804;147883,85804;147883,127953;46888,127953;46888,173196;163195,173196;163195,215265;0,215265" o:connectangles="0,0,0,0,0,0,0,0,0,0,0,0,0"/>
                        </v:shape>
                        <v:shape id="Freeform 90" o:spid="_x0000_s1035" style="position:absolute;left:10071;top:2559;width:1911;height:2152;visibility:visible;mso-wrap-style:square;v-text-anchor:top" coordsize="2401,2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ZscsMA&#10;AADcAAAADwAAAGRycy9kb3ducmV2LnhtbERPTWvCQBC9C/0Pywi96caCQVNXESHgxUpTL71Ns2MS&#10;zM6G7Jqk+fVdoeBtHu9zNrvB1KKj1lWWFSzmEQji3OqKCwWXr3S2AuE8ssbaMin4JQe77ctkg4m2&#10;PX9Sl/lChBB2CSoovW8SKV1ekkE3tw1x4K62NegDbAupW+xDuKnlWxTF0mDFoaHEhg4l5bfsbhQY&#10;mV3XP+n36XIYz2P2MTSjHJdKvU6H/TsIT4N/iv/dRx3mx2t4PBMukN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GZscsMAAADcAAAADwAAAAAAAAAAAAAAAACYAgAAZHJzL2Rv&#10;d25yZXYueG1sUEsFBgAAAAAEAAQA9QAAAIgDAAAAAA==&#10;" path="m1895,2712l587,988r,1724l,2712,,,548,,1814,1669,1814,r587,l2401,2712r-506,xe" fillcolor="#009ddc" stroked="f">
                          <v:path arrowok="t" o:connecttype="custom" o:connectlocs="150854,215265;46729,78423;46729,215265;0,215265;0,0;43624,0;144406,132477;144406,0;191135,0;191135,215265;150854,215265" o:connectangles="0,0,0,0,0,0,0,0,0,0,0"/>
                        </v:shape>
                        <v:shape id="Freeform 91" o:spid="_x0000_s1036" style="position:absolute;left:5130;width:2534;height:2152;visibility:visible;mso-wrap-style:square;v-text-anchor:top" coordsize="3190,27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Yp9cUA&#10;AADcAAAADwAAAGRycy9kb3ducmV2LnhtbESPT2/CMAzF75P4DpEncZkgZQdAHQGNSmgcOPD37jVe&#10;G61xShOg+/bzYdJutt7zez8vVr1v1J266AIbmIwzUMRlsI4rA+fTZjQHFROyxSYwGfihCKvl4GmB&#10;uQ0PPtD9mColIRxzNFCn1OZax7Imj3EcWmLRvkLnMcnaVdp2+JBw3+jXLJtqj46locaWiprK7+PN&#10;G+C0u+5uU7ffx4+L+yzXxfllUhgzfO7f30Al6tO/+e96awV/JvjyjEy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Zin1xQAAANwAAAAPAAAAAAAAAAAAAAAAAJgCAABkcnMv&#10;ZG93bnJldi54bWxQSwUGAAAAAAQABAD1AAAAigMAAAAA&#10;" path="m2588,600r,l2608,634r17,34l2642,705r15,36l2670,778r12,39l2692,856r9,39l2709,934r6,41l2719,1015r4,41l2725,1097r,42l2724,1180r-3,41l2717,1262r-5,41l2705,1344r-7,41l2688,1425r-11,39l2666,1503r-13,38l2638,1579r-16,37l2604,1651r-18,36l2567,1722r-22,32l2523,1786r-24,30l2499,1816r-27,36l2443,1885r-29,33l2384,1949r-32,30l2320,2007r-34,27l2253,2060r-35,25l2182,2108r-36,21l2109,2149r-37,19l2033,2185r-39,15l1954,2215r-39,13l1874,2239r-41,10l1791,2257r-42,7l1707,2269r-43,4l1622,2275r-43,l1535,2274r-43,-3l1449,2266r-44,-5l1361,2252r-43,-10l1274,2232r,l1235,2220r-39,-13l1157,2193r-37,-16l1082,2158r-36,-18l1010,2118r-35,-21l940,2073r-33,-25l874,2022r-32,-27l811,1967r-29,-29l753,1907r-28,-31l700,1843r-26,-33l650,1777r-23,-36l605,1705r-20,-36l566,1632r-17,-39l533,1556r-15,-39l505,1477r-11,-40l485,1397r-9,-41l470,1315r-5,-41l465,1274r-4,-43l459,1188r-1,-43l458,1102r2,-43l463,1017r6,-41l475,935r8,-40l492,855r10,-40l515,776r13,-39l543,699r16,-36l576,626r18,-37l615,555r21,-35l659,487r23,-33l707,421r27,-31l761,360r29,-29l819,303r31,-28l882,248r32,-25l949,198r35,-24l1021,153r,l1050,135r29,-16l1110,104r31,-14l1173,77r33,-13l1239,53r34,-9l1308,34r34,-7l1377,20r36,-6l1449,8r36,-3l1521,2r37,-1l1593,r37,l1666,2r37,2l1738,7r36,5l1809,18r36,7l1879,33r34,10l1947,52r32,12l2011,77r33,13l2074,105r30,16l2104,121r36,19l2176,160r35,24l2247,208r34,27l2315,263r33,29l2380,323r31,31l2441,388r29,33l2497,457r26,34l2546,527r22,36l2588,600r,xm1617,52r,l1619,87r1,39l1619,165r-2,38l1617,203r,-3l1618,199r3,-3l1626,195r4,-2l1630,193r4,2l1637,199r4,3l1642,208r1,5l1642,218r-2,10l1636,228r,l1665,227r28,2l1721,231r27,5l1776,241r27,8l1856,264r,l1870,266r12,4l1895,276r14,6l1935,296r25,14l1973,317r13,4l1998,325r13,2l2024,327r13,-1l2050,322r8,-3l2064,314r,l2068,318r4,3l2077,323r4,1l2091,326r10,1l2109,330r4,1l2118,333r3,3l2124,339r3,6l2130,350r,l2139,353r9,6l2155,364r8,8l2177,387r6,7l2191,402r,l2191,410r2,8l2197,425r4,7l2212,445r5,5l2221,458r,-3l2221,455r10,-17l2241,423r12,-15l2266,394r14,-13l2294,369r15,-9l2325,350r,l2296,324r-29,-26l2237,275r-31,-23l2174,230r-33,-20l2108,190r-33,-17l2040,156r-34,-15l1971,127r-36,-13l1899,102,1862,92r-38,-8l1787,75r,l1766,72r-21,-2l1701,65r-22,-2l1658,61r-21,-4l1617,52r,xm850,352l975,473r,l1005,445r31,-27l1068,393r32,-23l1134,349r34,-19l1203,311r37,-17l1277,280r37,-13l1353,255r38,-10l1431,238r40,-7l1512,227r42,-2l1554,225r-4,-21l1549,184r-1,-21l1548,142r1,-43l1552,58r,l1501,61r-49,6l1403,75r-47,10l1310,97r-46,14l1218,127r-44,17l1131,163r-43,22l1047,209r-41,25l966,260r-40,30l888,320r-38,32l850,352xm2411,92r81,82l2492,174r16,24l2525,222r34,47l2597,314r39,45l2656,380r20,21l2698,421r20,20l2740,459r21,17l2783,492r21,16l2804,508r-8,-19l2788,469r-12,-41l2771,407r-7,-20l2757,366r-9,-19l2748,347r-4,-13l2738,321r-6,-12l2725,297r-15,-22l2692,254r-18,-20l2654,215r-22,-16l2610,183r-24,-14l2561,155r-24,-13l2511,131r-25,-11l2460,111,2411,92r,xm754,108r,l678,139r-39,16l602,172r-18,10l566,193r-17,10l532,216r-17,13l500,243r-16,16l470,276r,l459,291r-10,15l441,321r-8,15l418,367r-12,33l396,432r-11,33l375,498r-11,33l452,455r,l477,436r23,-19l520,395r18,-20l557,352r16,-22l605,283r32,-47l653,213r18,-23l689,169r20,-22l731,128r23,-20l754,108xm1747,144r-76,33l1671,177r-5,2l1662,179r-12,-2l1646,177r-4,3l1641,181r-1,3l1640,190r,l1651,198r11,6l1675,210r5,1l1688,212r,l1697,209r9,-2l1715,205r9,l1744,205r19,l1781,205r10,-1l1800,202r8,-3l1817,195r7,-6l1832,182r,l1830,176r-3,-5l1823,167r-4,-4l1808,157r-10,-4l1785,149r-13,-2l1747,144r,xm2718,241r,l2728,249r10,7l2747,264r8,8l2770,289r13,18l2793,326r10,21l2811,367r7,22l2824,410r5,22l2840,477r10,44l2856,543r7,20l2863,563r5,18l2874,598r13,33l2893,649r6,16l2903,682r2,17l2905,699r-6,-16l2892,668r-7,-14l2876,640r-8,-12l2858,615r-10,-12l2837,593r-22,-21l2791,553r-24,-19l2742,516r-51,-36l2667,461r-24,-19l2622,419r-11,-11l2601,395r-10,-13l2583,369r-8,-14l2568,340r23,96l2591,436r6,18l2604,470r8,16l2619,501r10,14l2639,529r10,13l2660,555r24,24l2710,601r27,23l2763,644r55,43l2845,709r26,23l2896,755r11,13l2918,781r11,14l2938,809r10,15l2956,840r,l2951,817r-2,-24l2948,771r-1,-24l2949,699r2,-46l2954,606r1,-23l2954,559r-2,-24l2949,513r-4,-23l2940,468r,l2933,448r-7,-19l2916,410r-10,-18l2896,375r-12,-16l2871,342r-14,-16l2842,312r-16,-13l2810,286r-18,-11l2775,265r-18,-10l2738,248r-20,-7l2718,241xm264,408r,l257,421r-6,12l244,446r-4,12l234,471r-3,14l226,512r-3,27l220,568r,28l222,626r3,58l229,744r1,30l229,803r-1,28l225,860r,l238,837r15,-22l269,792r18,-20l306,751r21,-19l346,713r21,-17l367,696r21,-15l411,665r20,-16l452,630r20,-19l490,592r18,-21l524,549r16,-21l553,505r12,-23l576,458r8,-24l590,409r4,-26l596,358r,l590,373r-8,14l575,401r-9,13l558,425r-11,11l537,448r-10,11l504,478r-25,20l430,533r-25,19l381,570r-24,19l335,610r-9,12l316,632r-10,13l298,658r-8,13l284,685r-7,15l272,717r-5,l267,717r7,-14l280,689r10,-30l300,630r6,-31l313,569r6,-31l331,475r7,-30l346,415r10,-29l362,372r6,-14l375,344r8,-13l391,318r10,-12l411,294r11,-12l434,271r13,-9l447,262r-14,4l419,271r-14,7l392,284r-13,8l367,300r-13,9l342,318r-11,9l320,338r-10,11l299,360r-18,23l264,408r,xm1615,283r,l1617,304r2,21l1620,347r,21l1619,411r-2,41l1617,452r25,2l1666,455r25,3l1716,461r24,4l1764,471r24,6l1810,485r24,7l1857,502r21,10l1900,523r21,11l1943,546r20,14l1982,574r,l1979,572r-4,-4l1972,562r-4,-5l1965,552r-2,-7l1962,540r,-6l1966,534r,l1966,530r,-3l1963,521r-3,-5l1955,511r-4,-6l1949,500r-1,-6l1948,491r1,-4l1949,487r5,1l1959,489r8,5l1976,501r7,9l1990,518r6,9l2008,544r,l2020,544r10,3l2038,552r7,5l2049,563r3,9l2055,581r3,8l2062,609r2,8l2067,627r5,9l2077,643r7,7l2093,656r,l2095,657r2,2l2098,664r,5l2098,675r,5l2101,684r1,1l2104,686r2,l2109,686r,l2122,697r6,6l2134,709r5,7l2142,722r3,8l2145,738r,l2146,744r2,4l2150,751r3,1l2156,752r4,l2167,749r8,-3l2183,744r5,l2191,745r4,2l2198,750r,l2201,754r2,2l2203,759r-2,3l2199,766r-6,8l2191,778r,5l2191,783r3,2l2197,783r7,-2l2207,781r3,l2213,782r4,4l2217,786r,4l2217,794r-2,3l2213,801r-5,5l2204,810r,l2203,818r,2l2204,822r3,2l2212,826r11,1l2227,828r4,3l2231,831r4,11l2239,852r2,12l2243,876r,12l2242,901r-3,11l2236,918r-3,6l2233,924r4,5l2240,934r2,6l2243,945r,6l2243,956r-3,11l2236,978r-5,10l2226,999r-3,11l2223,1010r-6,7l2211,1026r-5,10l2200,1045r-6,8l2191,1056r-5,3l2182,1061r-4,1l2171,1062r-6,-1l2165,1061r-2,5l2163,1071r,7l2164,1083r1,6l2165,1094r-1,5l2162,1104r63,3l2225,1107r-5,-10l2215,1088r-2,-9l2212,1069r,-10l2214,1051r3,-10l2220,1033r7,-19l2236,996r8,-17l2251,961r,l2257,957r6,-4l2266,952r3,l2271,954r4,4l2275,958r-5,32l2267,1020r,l2271,1029r4,11l2277,1051r1,11l2279,1084r1,12l2282,1107r162,-3l2444,1104r-4,-40l2434,1024r-8,-40l2417,945r-10,-38l2395,870r-14,-36l2365,799r,l2356,802r-9,3l2341,806r-4,l2331,806r-4,-2l2327,804r-13,-19l2300,765r-6,-10l2286,746r-8,-9l2269,730r,l2262,728r-8,-2l2248,723r-7,-3l2228,710r-11,-8l2217,702r-7,l2205,699r-5,-2l2196,694r-3,-4l2191,685r-5,-8l2182,667r-3,-3l2176,661r-4,-4l2168,656r-5,-1l2156,656r,l2143,649r-5,-5l2133,640r-5,-5l2124,629r-3,-6l2119,614r,l2118,595r-2,-11l2113,574r-3,-9l2106,555r-7,-9l2091,539r,l2087,537r-6,-2l2077,537r-5,1l2063,543r-8,5l2055,548r-7,4l2042,553r-5,-2l2034,547r-3,-5l2029,535r,-6l2027,524r,l2024,520r-2,-3l2020,514r-1,-3l2018,503r1,-6l2020,489r1,-6l2020,475r-1,-4l2018,468r,l2011,462r-4,-5l2004,451r-3,-6l1995,432r-3,-14l1987,405r-4,-6l1980,393r-4,-6l1971,382r-7,-5l1957,373r,l1931,361r-27,-11l1877,339r-28,-8l1821,322r-28,-8l1765,308r-29,-7l1736,301r-31,-4l1675,294r-31,-4l1629,287r-14,-4l1615,283xm2098,283r,l2096,285r-2,2l2093,290r,3l2094,299r2,6l2096,305r6,1l2106,308r3,2l2113,313r6,7l2125,327r6,7l2134,336r3,2l2141,339r5,l2151,337r5,-2l2150,301r,l2148,298r-2,-3l2142,293r-2,-2l2134,289r-8,-2l2111,286r-6,-1l2098,283r,xm1011,516r,l1026,528r16,13l1057,555r16,15l1102,600r27,30l1129,630r22,-19l1173,592r23,-19l1220,557r24,-16l1270,527r26,-14l1323,501r27,-11l1377,480r28,-7l1434,465r29,-5l1494,456r30,-2l1554,452r,l1552,411r-2,-41l1552,330r2,-41l1554,289r-39,4l1477,297r-37,7l1403,312r-35,9l1332,332r-35,12l1263,358r-34,14l1196,388r-32,18l1131,425r-31,21l1070,468r-30,23l1011,516r,xm2365,389l2254,508r-18,3l2236,511r5,1l2244,514r3,2l2248,520r3,8l2253,531r3,3l2256,534r16,13l2287,560r13,15l2312,590r25,31l2349,635r14,14l2363,649r6,13l2378,673r17,24l2403,710r7,13l2412,730r2,7l2415,745r,7l2415,752r11,21l2435,793r8,22l2452,836r7,22l2466,880r12,45l2487,970r7,46l2499,1063r3,46l2502,1109r43,-4l2588,1103r43,-1l2673,1102r-5,-6l2668,1096r-3,-51l2659,995r-8,-50l2641,897r-12,-48l2614,803r-16,-45l2580,712r-21,-43l2537,626r-24,-42l2486,543r-27,-40l2429,464r-31,-39l2365,389r,xm818,407r-6,-16l812,391r-33,38l748,468r-29,39l692,548r-26,42l643,634r-22,43l602,722r-18,45l569,815r-14,47l543,910r-10,49l526,1008r-6,50l516,1109r173,2l689,1111r-2,-20l688,1070r1,-20l691,1029r6,-40l704,948r,l710,919r9,-30l728,860r9,-29l748,802r12,-28l772,746r14,-28l800,691r16,-26l832,638r17,-25l868,588r20,-23l909,541r23,-23l818,407xm2961,447r,l2969,458r6,11l2980,480r5,12l2993,516r7,25l3004,566r2,26l3007,618r,26l3006,671r-2,27l2999,752r-6,53l2991,831r-1,26l2990,857r3,48l2998,954r1,24l3000,1002r1,24l3000,1051r,l2993,1031r-4,-20l2986,992r-5,-21l2981,971r-3,-13l2974,945r-5,-13l2963,920r-5,-13l2950,897r-15,-23l2918,852r-18,-20l2880,813r-20,-20l2818,755r-20,-19l2777,717r-19,-20l2741,677r-16,-22l2711,632r,l2726,694r7,31l2744,754r,l2749,771r7,16l2771,817r17,29l2806,875r20,28l2846,931r41,55l2907,1014r20,28l2945,1071r17,29l2977,1131r7,15l2989,1162r5,16l2999,1194r3,18l3005,1229r,l3009,1195r6,-31l3023,1132r10,-32l3043,1069r10,-30l3075,978r10,-32l3093,915r8,-31l3106,851r1,-16l3108,819r1,-17l3108,785r-1,-18l3105,750r-2,-17l3099,714r,l3089,678r-12,-36l3064,607r-16,-35l3039,555r-8,-16l3020,523r-10,-17l2999,491r-12,-15l2975,461r-14,-14l2961,447xm203,471r,l182,499r-21,29l143,558r-16,32l112,623,99,656,88,690r-8,35l80,725r-4,19l73,761r-1,18l71,796r,18l71,831r3,33l80,897r7,33l96,961r9,33l127,1056r21,64l159,1151r9,32l175,1216r6,33l181,1249r4,-20l189,1208r7,-20l202,1168r8,-18l218,1131r10,-19l238,1094r21,-36l282,1023r48,-69l354,919r22,-35l399,848r9,-18l418,811r9,-19l434,774r8,-20l448,734r6,-20l458,693r2,-21l462,651r,l448,673r-16,23l415,717r-19,20l376,758r-20,19l315,817r-20,19l275,857r-18,21l241,900r-15,23l219,934r-6,13l208,959r-5,13l199,986r-3,14l196,1000r-1,17l191,1036r-8,35l179,1066r7,-97l186,969r3,-16l190,937r1,-33l191,872r-3,-34l185,806r-4,-32l172,710r-3,-31l167,648r-1,-32l168,586r1,-15l171,556r3,-14l179,527r4,-14l189,499r7,-15l203,471r,xm1557,508r-5,5l1552,513r-28,2l1498,518r-27,6l1446,529r-26,8l1397,544r-25,10l1348,563r-23,11l1302,586r-22,13l1257,613r-21,14l1213,642r-43,33l1170,675r16,10l1201,698r15,14l1231,726r29,30l1290,786r,l1303,773r14,-12l1332,750r15,-10l1362,731r17,-10l1395,713r17,-7l1428,698r17,-5l1463,687r18,-4l1499,680r18,-3l1535,676r19,-1l1554,675r-2,-40l1550,593r,-22l1552,549r2,-20l1557,508r,xm1617,511r,l1619,530r2,19l1622,570r,20l1621,631r-1,40l1620,671r19,1l1657,676r18,3l1694,682r19,5l1731,693r18,6l1767,706r18,7l1802,721r17,10l1835,739r15,11l1865,760r15,12l1893,783r,l1922,753r30,-31l1967,707r15,-14l1997,681r16,-10l2013,671r-22,-17l1968,638r-22,-15l1923,609r-23,-14l1876,583r-24,-12l1828,560r-25,-9l1777,542r-26,-8l1726,527r-27,-6l1672,517r-27,-4l1617,511r,xm968,551r,10l968,561r-25,29l920,621r-22,31l878,683r-18,31l841,748r-16,33l811,815r-14,34l786,885r-10,35l766,957r-7,38l752,1033r-4,37l745,1109r,l787,1109r43,l871,1109r21,1l911,1111r-4,-7l907,1104r2,-30l912,1043r6,-30l923,984r8,-29l939,926r9,-28l959,870r11,-27l983,817r14,-26l1013,765r16,-24l1048,717r19,-23l1087,671r,l1054,643r-31,-30l994,583,968,551r,xm2048,709r,l2030,731r-21,21l1967,796r-41,44l1888,882r,l1891,888r4,4l1900,896r1,l1901,895r,l1905,888r2,-9l1909,871r2,-9l1915,855r3,-4l1920,848r3,-1l1928,846r5,l1939,847r,l1952,850r13,4l1977,855r13,1l2016,858r26,2l2042,860r8,4l2055,871r6,6l2065,884r10,14l2080,903r7,4l2087,907r2,4l2089,914r,4l2088,921r-5,6l2079,933r,l2084,940r6,5l2090,945r8,-6l2103,934r5,-3l2114,929r7,-1l2127,928r8,1l2135,929r6,1l2148,933r4,6l2157,944r5,7l2166,955r5,4l2178,961r,l2180,966r1,4l2180,973r-2,3l2171,983r-6,4l2165,987r1,7l2164,1000r-2,6l2159,1010r-4,5l2153,1021r,5l2155,1033r,l2163,1033r6,-3l2176,1027r4,-5l2180,1022r6,-6l2192,1011r4,-6l2198,998r1,-6l2200,985r-1,-6l2198,972r-3,-13l2191,945r-6,-14l2182,918r,l2176,906r-9,-8l2159,890r-11,-7l2127,870r-10,-7l2106,855r,l2108,846r3,-8l2116,832r6,-5l2122,827r-1,-9l2120,810r-3,-8l2113,794r-8,-15l2094,765r-24,-28l2059,723r-11,-14l2048,709xm1129,714r,l1102,749r-25,36l1065,803r-11,18l1043,841r-9,19l1034,860r-8,14l1019,889r-12,30l997,950r-7,32l982,1013r-6,32l965,1111r69,-2l1034,1109r-5,-5l1027,1098r-2,-6l1024,1085r,-14l1024,1058r,l1029,1044r6,-15l1040,1013r7,-15l1051,992r4,-7l1061,980r5,-5l1072,971r8,-2l1087,967r9,l1096,967r4,-1l1104,965r2,-3l1107,960r1,-4l1108,952r-1,-6l1107,942r1,-3l1109,937r2,-3l1114,933r,l1121,931r6,-1l1137,925r10,-8l1155,910r16,-18l1180,885r11,-7l1191,878r5,-1l1200,875r5,-2l1209,870r6,-8l1223,855r6,-9l1236,840r4,-4l1244,834r5,-2l1254,831r,l1237,818r-16,-14l1205,790r-16,-15l1160,745r-31,-31l1129,714xm1620,735r5,114l1668,865r,l1673,858r5,-7l1685,845r7,-4l1706,831r7,-7l1718,818r,l1722,817r5,1l1729,819r2,3l1734,829r2,3l1738,834r,l1740,844r-2,8l1736,861r-2,8l1730,875r-6,7l1719,888r-6,7l1700,904r-15,10l1658,931r13,l1671,931r5,-5l1683,923r5,-2l1693,923r5,2l1703,928r10,6l1722,942r6,3l1733,947r5,l1744,946r6,-2l1757,939r,l1758,931r3,-7l1765,918r5,-5l1775,909r6,-5l1794,898r13,-8l1820,882r5,-6l1831,871r3,-7l1837,857r,l1834,860r-3,1l1828,861r-4,-1l1819,856r-6,-4l1813,852r2,-5l1817,842r4,-5l1827,833r9,-7l1845,818r,l1819,803r-27,-14l1765,777r-28,-12l1708,755r-29,-8l1650,740r-30,-5l1620,735xm1552,738r,l1518,744r-32,7l1454,762r-15,5l1424,774r-15,7l1395,789r-14,8l1367,807r-14,10l1340,828r-13,12l1315,852r,l1331,857r15,5l1360,870r8,4l1373,879r,l1374,884r,2l1373,888r-2,2l1366,893r-2,3l1362,898r,l1368,903r3,2l1374,905r3,-2l1383,896r4,-4l1391,890r,l1401,899r4,4l1411,905r5,1l1422,907r5,-1l1433,903r,l1438,907r4,4l1446,911r5,-1l1460,906r6,-1l1470,905r,l1472,901r3,-4l1482,887r2,-4l1486,877r,-4l1485,868r,l1489,858r5,-11l1497,843r3,-3l1504,837r6,-1l1510,836r-1,9l1509,850r1,5l1512,858r3,1l1518,860r9,-2l1536,856r10,-2l1550,854r4,1l1558,856r3,4l1561,860r-4,-14l1555,831r-1,-16l1554,799r,-32l1553,752r-1,-14l1552,738xm3139,860r,l3142,876r1,15l3144,907r,16l3143,953r-4,29l3134,1010r-8,29l3118,1066r-10,28l3097,1121r-11,27l3063,1201r-12,27l3041,1256r-10,27l3022,1311r,l3019,1322r-4,10l3010,1356r-4,24l3003,1403r-4,24l2993,1450r-4,11l2986,1471r-6,10l2974,1491r,l2974,1480r1,-11l2977,1460r3,-11l2986,1426r3,-11l2990,1403r,l2992,1386r,-17l2992,1352r-1,-16l2989,1319r-2,-16l2983,1288r-5,-15l2974,1258r-5,-15l2956,1215r-15,-28l2926,1159r-34,-54l2876,1078r-16,-27l2845,1023r-13,-28l2821,966r-5,-14l2813,937r,l2812,968r1,32l2816,1030r3,31l2819,1061r2,18l2822,1098r7,37l2836,1171r9,35l2856,1242r10,34l2889,1346r11,35l2909,1416r9,36l2925,1488r2,18l2929,1524r1,19l2930,1561r,19l2929,1600r-2,19l2923,1639r,l2950,1601r26,-38l2990,1545r14,-20l3019,1507r16,-18l3035,1489r14,-15l3062,1457r13,-16l3087,1425r12,-18l3109,1389r10,-18l3128,1352r8,-19l3145,1314r6,-21l3158,1274r6,-20l3169,1233r5,-21l3177,1191r3,-22l3182,1149r2,-22l3184,1106r,-21l3184,1064r-1,-22l3181,1022r-3,-22l3175,980r-4,-21l3166,939r-6,-21l3154,899r-7,-20l3139,860r,xm42,882r,l32,906r-8,25l16,957r-5,27l7,1011r-4,28l1,1066,,1094r,28l1,1150r4,28l8,1205r4,28l17,1259r7,26l31,1311r,l39,1336r10,24l60,1384r13,23l87,1429r16,22l119,1472r17,21l170,1535r34,41l222,1596r15,22l252,1640r12,22l264,1662r-3,-19l258,1622r-1,-20l257,1580r,-20l258,1538r2,-20l262,1498r,l281,1433r18,-66l317,1300r18,-67l343,1200r6,-34l356,1132r4,-35l364,1062r3,-35l368,990r-1,-36l367,954r-7,26l352,1006r-10,23l331,1054r-13,23l305,1100r-27,46l252,1191r-13,24l228,1238r-11,25l210,1288r-7,26l201,1327r-2,13l199,1340r-2,22l196,1385r1,22l199,1428r6,42l212,1511r,l202,1491r-8,-23l189,1456r-2,-12l185,1433r-2,-13l183,1420r-2,-18l177,1384r-3,-16l170,1351r-11,-34l147,1285r-13,-32l121,1220,93,1157,79,1125,67,1093,56,1059r-9,-33l43,1010,41,993,39,974,38,957,37,939r1,-19l39,901r3,-19l42,882xm1548,948r4,3l1552,951r3,14l1558,979r,6l1558,992r-2,5l1552,1002r,l1547,1007r-4,3l1533,1016r-10,6l1511,1026r-10,4l1491,1037r-4,3l1484,1044r-2,6l1481,1056r,l1472,1059r-7,5l1459,1069r-4,6l1451,1081r-3,8l1446,1096r-2,9l1442,1121r-1,17l1439,1155r-2,8l1433,1171r,l1428,1172r-4,l1420,1171r-3,-3l1415,1166r-2,-3l1410,1157r-4,-17l1403,1133r-2,-3l1399,1127r-8,10l1391,1137r-8,-6l1375,1127r-5,-1l1365,1127r-5,4l1356,1134r-3,5l1350,1145r-5,13l1339,1169r-3,7l1332,1180r-4,3l1323,1186r,l1336,1187r11,l1359,1185r12,-3l1395,1176r11,-2l1419,1173r,l1422,1176r3,2l1427,1181r,2l1427,1186r4,l1431,1186r6,-7l1439,1173r1,-8l1439,1158r,l1441,1154r2,-3l1446,1148r3,-2l1453,1145r4,l1460,1146r5,1l1465,1147r-2,4l1463,1154r2,4l1467,1161r4,5l1477,1171r-18,25l1459,1196r-2,5l1455,1207r-1,12l1453,1226r-4,4l1447,1232r-3,1l1441,1234r-4,l1437,1234r-4,l1430,1232r-1,-2l1430,1226r-5,l1437,1249r,l1442,1247r3,-3l1448,1240r3,-6l1454,1229r3,-5l1461,1220r7,-2l1468,1218r5,-2l1477,1213r4,-5l1483,1203r2,-7l1485,1191r,-13l1485,1178r9,-5l1502,1168r10,-1l1520,1166r20,1l1549,1168r10,-1l1559,1167r5,5l1571,1176r3,2l1576,1180r1,3l1576,1188r,l1579,1195r,7l1578,1209r-3,8l1572,1224r-4,7l1559,1244r,l1560,1248r,3l1559,1255r-2,4l1553,1267r-1,3l1552,1274r,l1544,1281r-9,4l1528,1288r-9,1l1501,1290r-9,1l1483,1292r,l1496,1301r13,8l1521,1315r14,5l1550,1324r14,3l1581,1328r16,-1l1597,1327r7,l1610,1326r5,-2l1618,1320r3,-4l1624,1312r4,-11l1630,1289r4,-11l1636,1273r4,-5l1644,1263r5,-3l1649,1260r13,-1l1676,1259r13,l1697,1258r6,-1l1703,1257r3,-7l1708,1244r4,-13l1716,1204r,l1711,1200r-5,-5l1704,1191r-1,-6l1703,1174r,-12l1703,1162r-3,-5l1697,1151r-5,-12l1689,1134r-4,-5l1679,1125r-6,-1l1673,1124r-1,-4l1672,1117r1,-5l1675,1110r3,-6l1679,1100r1,-4l1680,1096r5,-2l1688,1092r2,-3l1691,1086r,-3l1690,1081r-4,-6l1682,1068r-4,-7l1678,1057r,-3l1680,1051r4,-3l1684,1048r-7,-3l1671,1043r-6,-4l1660,1035r-9,-9l1642,1015r-10,-8l1628,1003r-6,-3l1616,999r-6,-1l1602,999r-7,3l1595,1002r-5,-5l1584,992r-12,-9l1565,978r-4,-6l1558,966r-1,-4l1557,958r,l1557,956r2,-2l1563,951r7,-3l1576,948r7,l1588,950r3,1l1591,951r,l1591,951r-4,-5l1586,944r,-3l1586,941r-11,l1565,942r-9,2l1552,946r-4,2l1548,948xm1096,1085r,l1090,1089r-5,3l1082,1095r-2,4l1079,1104r,4l1082,1119r3,11l1091,1139r3,11l1095,1155r,5l1095,1160r-3,6l1088,1169r-4,2l1079,1171r-11,-2l1063,1171r-5,2l1058,1173r1,5l1058,1183r,6l1056,1193r-1,3l1052,1200r-5,5l1039,1209r-9,5l1013,1218r,l1011,1227r1,6l1014,1240r4,6l1020,1251r2,7l1021,1265r-1,4l1019,1273r,l1028,1284r10,12l1047,1307r7,13l1059,1333r4,14l1065,1361r-1,16l1064,1377r3,5l1070,1387r5,13l1078,1414r2,14l1081,1457r1,14l1084,1485r,l1090,1492r5,7l1099,1508r5,9l1106,1525r2,10l1109,1545r,9l1109,1554r,6l1108,1563r-3,3l1101,1570r-7,4l1087,1578r,l1084,1582r,3l1084,1587r2,1l1092,1590r2,2l1095,1595r141,-147l1236,1448r-18,-23l1201,1401r-16,-26l1171,1350r-13,-28l1148,1293r-9,-29l1133,1234r-19,-11l1114,1223r-2,17l1110,1257r-2,7l1105,1271r-5,5l1095,1279r,l1086,1274r-9,-6l1072,1264r-3,-4l1067,1256r-1,-7l1066,1249r2,-3l1070,1244r3,-1l1077,1243r6,1l1090,1244r,l1088,1236r2,-6l1092,1216r,l1092,1212r-1,-4l1086,1201r-2,-5l1084,1193r1,-4l1090,1186r,l1094,1186r3,2l1101,1190r4,3l1110,1200r6,6l1142,1193r,l1140,1183r,-10l1141,1149r1,-12l1142,1125r,-11l1140,1104r,l1138,1097r-3,-5l1129,1089r-5,-1l1116,1086r-6,l1096,1085r,xm2137,1107r13,l2137,1107xm2119,1160r28,33l2147,1193r1,7l2149,1206r2,6l2154,1217r9,10l2172,1236r10,9l2191,1256r3,5l2197,1267r2,6l2200,1279r,l2204,1267r2,-14l2210,1226r4,-28l2217,1185r4,-14l2221,1171r-13,l2195,1171r-27,l2154,1171r-13,-3l2130,1165r-6,-2l2119,1160r,xm2497,1162r5,11l2502,1173r-2,42l2495,1256r-7,41l2481,1337r-11,38l2458,1414r-13,39l2430,1490r-16,36l2396,1562r-19,34l2355,1630r-22,32l2309,1694r-25,30l2258,1753r,l2290,1782r31,31l2381,1875r,l2407,1844r24,-31l2455,1782r23,-32l2499,1717r20,-33l2539,1650r17,-34l2573,1581r15,-35l2602,1510r13,-36l2626,1437r10,-37l2644,1361r8,-37l2652,1324r3,-21l2658,1283r4,-41l2665,1221r2,-19l2670,1181r5,-19l2675,1162r-20,4l2634,1169r-21,2l2591,1171r-42,l2526,1169r-22,2l2497,1162xm2280,1165r,l2281,1173r,8l2280,1189r-1,7l2276,1213r-1,7l2275,1229r,l2271,1235r-2,7l2268,1247r1,6l2270,1257r2,5l2279,1271r5,8l2290,1288r1,5l2292,1299r-1,5l2289,1311r,l2285,1313r-3,2l2275,1316r-8,-1l2258,1313r,l2248,1352r-14,37l2218,1426r-18,36l2180,1496r-23,35l2133,1563r-27,32l2098,1595r,l2106,1600r6,6l2125,1619r7,7l2138,1631r7,4l2153,1639r,-16l2153,1623r2,-3l2159,1618r3,-2l2163,1616r2,l2165,1616r7,3l2179,1623r5,5l2190,1633r4,6l2197,1645r7,14l2207,1674r3,14l2213,1713r,l2233,1691r19,-22l2269,1647r17,-24l2302,1601r16,-24l2331,1552r13,-25l2357,1503r12,-25l2380,1452r10,-26l2398,1399r9,-27l2414,1345r7,-27l2421,1318r4,-19l2427,1279r3,-38l2432,1221r4,-19l2440,1183r3,-7l2446,1167r,l2405,1169r-43,2l2341,1171r-21,-2l2299,1167r-19,-2l2280,1165xm963,1167r,l971,1196r4,16l978,1227r2,16l980,1258r,16l977,1289r,l978,1286r1,-3l983,1275r11,-14l997,1255r1,-5l998,1247r-1,-3l995,1241r-4,-4l985,1234r,l990,1227r2,-10l995,1198r2,-10l1000,1180r3,-3l1006,1175r3,-1l1013,1173r,l999,1175r-13,l981,1174r-6,-1l968,1171r-5,-4l963,1167xm518,1173r,l521,1223r6,50l534,1322r10,47l555,1416r12,47l582,1508r18,45l619,1596r22,44l663,1682r25,42l715,1764r28,40l773,1842r32,38l805,1880r30,-31l866,1816r31,-30l913,1772r16,-14l929,1758r-7,-5l914,1746r-12,-14l889,1716r-8,-6l874,1702r,l864,1699r-9,-4l848,1689r-8,-7l835,1674r-5,-7l825,1658r-2,-9l823,1649r,2l821,1654r-3,2l818,1656r-5,2l809,1659r-4,l802,1658r-6,-2l791,1650r-11,-11l776,1633r-7,-4l769,1629r-2,-1l765,1626r-2,-7l760,1607r-2,-5l757,1600r-3,-1l752,1598r-3,l746,1599r-5,2l741,1601r-6,-9l729,1586r-8,-5l714,1576r-8,-4l700,1566r-7,-7l689,1550r-11,17l678,1567r-7,-1l664,1563r-5,-4l653,1553r-9,-12l635,1532r,l628,1533r-6,l618,1532r-4,-2l611,1526r-2,-4l605,1512r-2,-11l600,1490r-1,-6l595,1479r-2,-4l589,1471r,l587,1458r-1,-12l587,1434r2,-12l593,1411r5,-12l603,1388r6,-9l609,1379r5,-4l619,1374r6,-1l631,1374r5,3l642,1379r3,2l647,1384r,l653,1385r4,-1l659,1382r1,-3l661,1370r1,-4l665,1364r,l671,1359r4,-2l680,1356r5,-1l688,1356r4,1l700,1361r6,7l711,1375r12,17l723,1392r-8,-26l708,1339r-6,-28l696,1283r-4,-28l690,1227r-2,-28l689,1171r,l668,1173r-21,2l604,1176r-43,-1l518,1173r,xm741,1171r6,7l747,1178r2,28l753,1235r10,56l773,1346r4,28l779,1402r,l782,1399r2,-3l787,1388r1,-4l789,1381r2,-1l795,1379r,l798,1351r4,-14l805,1323r3,-14l813,1295r7,-13l829,1269r,l834,1269r5,-2l844,1264r4,-3l855,1254r8,-8l869,1237r9,-6l882,1229r5,-2l893,1226r6,l899,1226r7,5l912,1237r7,7l921,1247r1,4l922,1251r-5,-8l911,1233r-2,-10l907,1213r,-11l907,1191r2,-11l911,1171r,l891,1173r-21,2l849,1176r-23,l805,1176r-22,-1l762,1173r-21,-2l741,1171xm1201,1238r10,17l1211,1255r5,19l1224,1292r7,19l1241,1329r20,36l1282,1400r48,-52l1330,1348r,-4l1330,1339r,-5l1329,1332r-1,-1l1328,1331r-3,-5l1324,1319r-2,-12l1321,1301r-3,-5l1316,1291r-4,-4l1312,1287r,4l1312,1296r3,6l1316,1305r1,4l1317,1312r-2,3l1315,1315r-12,-5l1292,1303r-5,-4l1282,1295r-4,-6l1274,1282r,l1274,1275r-1,-4l1270,1269r-3,l1257,1269r-5,-1l1246,1264r,l1246,1260r-1,-4l1243,1254r-2,-3l1235,1248r-7,-1l1221,1247r-8,-1l1207,1243r-4,-2l1201,1238r,xm1379,1282r,l1377,1287r-2,5l1369,1302r-13,18l1356,1320r5,-3l1366,1313r9,-10l1380,1299r4,-3l1389,1293r7,-1l1379,1282xm2837,1302r,l2829,1323r-9,21l2814,1365r-7,22l2802,1409r-5,22l2789,1477r-6,45l2778,1568r-7,94l2767,1710r-5,46l2757,1802r-9,45l2744,1869r-5,22l2732,1912r-7,22l2717,1954r-8,21l2699,1995r-12,20l2707,1999r,l2753,1973r46,-28l2844,1916r45,-33l2912,1867r21,-17l2955,1832r20,-19l2995,1794r21,-20l3035,1755r18,-21l3071,1713r16,-22l3103,1669r14,-23l3131,1622r12,-23l3153,1574r10,-25l3172,1523r6,-26l3183,1470r5,-27l3189,1415r1,-29l3188,1357r-4,-30l3184,1327r-2,16l3179,1359r-3,15l3172,1389r-6,16l3160,1420r-7,14l3147,1448r,l3129,1475r-21,26l3088,1527r-22,25l3021,1603r-45,50l2931,1703r-23,26l2888,1754r-20,27l2849,1807r-17,28l2816,1863r,l2814,1866r-3,2l2807,1868r-2,-1l2804,1866r15,-20l2819,1846r11,-16l2839,1814r7,-15l2853,1783r5,-16l2862,1751r4,-17l2869,1717r2,-16l2872,1684r1,-34l2872,1616r-3,-35l2864,1546r-5,-35l2848,1441r-5,-35l2840,1371r-3,-34l2837,1302r,xm1830,1320r,l1827,1326r-3,5l1823,1336r1,4l1825,1343r3,3l1833,1352r8,5l1847,1362r3,4l1852,1370r2,3l1856,1379r,l1864,1379r3,l1871,1377r,l1868,1368r-2,-9l1864,1351r-3,-5l1858,1343r,l1852,1342r-5,-2l1844,1337r-3,-5l1836,1324r-3,-2l1830,1320r,xm348,1324r,l350,1337r2,13l352,1374r-2,25l347,1423r-4,25l338,1471r-6,24l328,1519r,l321,1541r-4,24l314,1589r-3,24l310,1637r1,24l312,1686r2,24l318,1733r6,23l330,1780r8,21l347,1823r10,21l369,1864r13,19l382,1883r-9,-5l365,1873r-7,-8l352,1856r-12,-17l328,1820r,l319,1805r-9,-16l300,1774r-11,-15l267,1731r-24,-27l217,1677r-27,-26l139,1600r-26,-27l89,1546,67,1517,57,1503,47,1488r-9,-16l30,1457r-7,-16l16,1424r-5,-16l7,1389,2,1372,,1353r,l,1409r,28l2,1464r3,28l9,1519r5,26l22,1570r,l28,1591r7,19l43,1631r10,18l63,1669r11,17l86,1704r13,16l112,1738r14,16l141,1769r15,15l187,1813r33,28l256,1867r35,25l327,1917r36,23l434,1985r34,21l501,2028r,l490,2008r-10,-20l472,1967r-9,-20l457,1926r-7,-21l445,1883r-5,-22l432,1816r-6,-45l420,1726r-4,-46l407,1587r-5,-46l396,1496r-8,-45l383,1429r-6,-21l371,1386r-7,-21l357,1344r-9,-20l348,1324xm2111,1333r,l2106,1329r-4,-2l2097,1326r-3,l2091,1327r-2,2l2084,1334r-4,7l2076,1346r-3,2l2069,1351r-4,l2061,1351r,l2058,1350r-4,-3l2053,1345r-2,-3l2049,1334r-1,-7l2048,1327r-1,10l2044,1345r-5,8l2035,1360r-11,14l2013,1389r,l2005,1387r-8,l1991,1389r-4,3l1981,1395r-3,5l1971,1410r-7,10l1960,1424r-5,3l1950,1430r-6,1l1937,1431r-8,-2l1929,1429r1,4l1932,1435r2,2l1936,1437r4,l1946,1436r12,-3l1962,1431r4,2l1966,1433r3,-3l1972,1428r2,-4l1975,1419r2,-5l1977,1414r3,-6l1984,1402r6,-5l1996,1394r8,-1l2011,1392r8,1l2025,1395r,l2030,1401r3,7l2036,1423r2,15l2038,1453r,l2035,1456r-3,4l2030,1464r-1,5l2027,1479r,10l2027,1489r-4,10l2020,1511r-3,12l2012,1536r-2,5l2007,1546r-3,5l2000,1554r-5,4l1990,1560r-7,l1975,1560r,l1939,1548r-18,-5l1903,1538r-20,-3l1865,1532r-19,-2l1827,1529r,10l1827,1539r12,5l1853,1548r26,6l1892,1558r12,5l1916,1570r10,8l1926,1578r12,-1l1950,1577r24,l1986,1576r10,-2l2006,1571r10,-6l2016,1565r3,-15l2024,1535r8,-13l2040,1509r,l2047,1511r4,4l2054,1519r2,6l2060,1538r1,7l2064,1550r,l2084,1523r20,-27l2123,1469r16,-27l2155,1414r13,-29l2174,1370r5,-15l2183,1340r5,-16l2188,1324r-10,l2168,1325r-18,4l2141,1331r-9,2l2122,1333r-11,l2111,1333xm1431,1331r-101,115l1330,1446r23,16l1375,1477r24,14l1425,1504r24,11l1476,1524r27,7l1531,1537r,l1531,1522r,-15l1532,1499r2,-6l1538,1486r3,-6l1541,1480r4,-1l1549,1478r10,l1563,1478r6,l1573,1476r3,-2l1576,1474r-1,-7l1572,1464r-4,-4l1563,1455r,l1562,1450r-1,-6l1561,1439r,-5l1563,1425r2,-9l1565,1416r2,-3l1567,1410r-2,-9l1564,1397r1,-4l1568,1389r3,-2l1571,1387r-6,2l1559,1392r-6,1l1547,1393r-12,-1l1525,1388r-12,-3l1502,1380r-11,-5l1481,1371r,l1474,1367r-7,-5l1452,1355r-7,-4l1439,1345r-5,-6l1432,1336r-1,-5l1431,1331xm1760,1446r,l1764,1440r7,-4l1785,1429r6,-2l1798,1423r4,-4l1804,1415r1,-3l1805,1412r-9,l1788,1413r-9,2l1772,1420r-6,5l1762,1431r-2,7l1760,1446r,xm1819,1471r,l1804,1478r-3,2l1798,1483r-4,3l1792,1491r,l1787,1496r-6,2l1776,1498r-5,-2l1764,1494r-5,-4l1749,1483r,l1752,1489r4,6l1757,1499r-1,4l1755,1506r-4,3l1751,1509r-5,4l1741,1515r-6,-2l1731,1511r-10,-7l1716,1501r-5,-3l1711,1498r-2,8l1707,1511r-2,4l1703,1517r-2,l1699,1516r-7,-5l1686,1505r-7,-7l1675,1496r-4,-1l1666,1495r-4,1l1662,1496r-2,-4l1658,1489r-2,-3l1653,1486r-3,-1l1647,1486r-5,3l1630,1496r-6,2l1620,1498r-3,l1617,1498r-4,6l1608,1509r-6,14l1598,1529r-5,5l1590,1535r-3,1l1583,1537r-5,l1578,1537r-2,4l1572,1545r-4,2l1563,1548r-7,3l1553,1553r-1,4l1552,1557r4,4l1560,1564r5,1l1571,1565r11,-1l1591,1562r,l1599,1557r8,-4l1616,1552r9,-1l1642,1553r9,l1660,1552r,l1660,1559r1,5l1663,1567r3,4l1670,1573r3,1l1683,1575r8,l1701,1576r4,1l1709,1579r4,2l1716,1586r,l1721,1585r5,-3l1729,1579r2,-4l1734,1566r4,-9l1738,1557r12,-3l1763,1550r12,-5l1786,1539r10,-7l1807,1524r9,-8l1823,1506r,l1827,1497r1,-5l1828,1486r,-4l1827,1477r-4,-3l1819,1471r,xm1280,1489r,l1253,1520r-28,29l1195,1577r-29,26l1172,1603r,l1191,1618r18,14l1227,1646r19,13l1266,1672r20,11l1307,1695r20,9l1347,1714r21,9l1388,1731r22,7l1430,1744r22,6l1472,1755r20,3l1492,1758r-6,-1l1478,1755r-5,-3l1467,1749r-10,-8l1447,1730r-7,-11l1432,1708r-13,-24l1419,1684r-2,-4l1417,1676r,-4l1418,1669r5,-7l1428,1657r4,-6l1438,1645r1,-3l1440,1637r,-4l1439,1629r,l1444,1621r7,-7l1458,1608r7,-5l1473,1599r9,-4l1490,1592r10,-1l1500,1591r-18,3l1462,1598r,l1438,1589r-25,-10l1388,1568r-23,-11l1341,1543r-22,-16l1309,1518r-11,-9l1288,1499r-8,-10l1280,1489xm2737,1623r-90,117l2647,1740r-10,16l2627,1772r-10,16l2609,1805r-16,34l2578,1874r-13,35l2553,1945r-24,71l2516,2052r-13,34l2488,2121r-17,33l2463,2170r-11,15l2441,2201r-11,15l2417,2232r-12,14l2391,2260r-15,13l2376,2273r32,-9l2441,2255r33,-7l2509,2240r67,-12l2644,2214r,l2662,2210r20,-6l2700,2197r19,-9l2738,2181r19,-10l2775,2161r18,-10l2811,2140r18,-12l2846,2116r17,-13l2880,2089r17,-14l2913,2061r15,-15l2943,2030r14,-16l2971,1998r14,-17l2996,1964r12,-17l3020,1929r11,-18l3041,1893r8,-18l3057,1856r7,-19l3071,1819r5,-20l3079,1780r3,-20l3082,1760r-6,17l3067,1792r-8,15l3049,1821r-11,14l3028,1849r-11,13l3004,1874r-25,23l2952,1920r-27,20l2896,1960r,l2847,1984r-49,24l2748,2034r-47,27l2654,2090r-46,31l2585,2137r-21,17l2542,2171r-21,19l2508,2190r7,-11l2515,2179r17,-13l2549,2153r15,-13l2576,2126r12,-15l2600,2096r10,-16l2619,2063r8,-16l2634,2030r8,-17l2647,1994r11,-35l2667,1921r7,-38l2681,1846r14,-77l2702,1731r9,-36l2716,1676r7,-18l2729,1641r8,-18l2737,1623xm2059,1636r,3l2059,1639r-13,9l2037,1657r-4,8l2032,1669r-1,3l2032,1675r,3l2036,1684r5,5l2048,1695r16,10l2073,1711r7,5l2088,1723r5,6l2097,1737r1,4l2098,1745r,l2093,1754r-8,10l2078,1772r-8,9l2065,1791r-1,4l2063,1800r,5l2064,1810r3,5l2072,1820r,l2074,1823r,4l2074,1830r-2,3l2067,1839r-3,7l2172,1753r,l2167,1756r-5,1l2156,1758r-5,-1l2147,1755r-6,-3l2138,1749r-3,-6l2135,1743r-1,-9l2133,1727r-3,-8l2126,1712r-4,-7l2117,1699r-12,-13l2079,1662r-12,-12l2063,1643r-4,-7l2059,1636xm449,1642r31,78l480,1720r11,67l502,1854r6,34l516,1921r7,32l533,1986r11,31l557,2047r15,29l579,2090r10,14l598,2118r10,13l619,2144r11,12l643,2168r13,12l668,2192r15,9l681,2204r,l662,2195r-17,-11l628,2172r-18,-13l577,2133r-16,-12l544,2110r,l515,2091r-30,-16l455,2059r-32,-15l360,2013r-31,-16l298,1979r-30,-18l240,1942r-28,-21l198,1910r-13,-12l173,1885r-12,-12l150,1860r-11,-14l129,1830r-10,-15l110,1799r-8,-17l102,1782r5,25l114,1833r8,24l131,1881r11,24l155,1929r13,22l183,1973r15,21l215,2016r17,19l251,2055r19,19l289,2092r21,17l330,2126r,l343,2137r13,9l369,2156r14,9l411,2180r29,14l470,2205r30,9l530,2223r32,8l593,2237r32,6l689,2254r32,7l753,2267r31,8l816,2282r,l794,2265r-19,-18l758,2227r-15,-20l729,2186r-13,-22l705,2141r-11,-24l694,2117,649,1991r-25,-62l611,1898r-12,-31l584,1837r-15,-29l552,1778r-18,-28l516,1722r-21,-28l473,1668r-24,-26l449,1642xm1160,1676r12,16l1160,1676xm1178,1697r,l1179,1703r3,5l1189,1716r4,4l1195,1725r,6l1193,1738r,l1186,1742r-7,3l1165,1749r-15,3l1136,1753r-15,2l1106,1758r-7,2l1092,1763r-7,4l1079,1771r,l1072,1773r-5,2l1062,1775r-6,l1051,1774r-5,-2l1036,1768r-18,-11l1009,1754r-3,-1l1003,1753r,l1032,1778r30,23l1092,1823r31,21l1155,1864r32,19l1221,1899r33,17l1288,1930r35,13l1358,1954r37,10l1431,1972r38,6l1507,1982r39,4l1559,1993r,l1556,1974r-1,-21l1554,1933r,-21l1555,1870r2,-41l1557,1829r-27,1l1504,1829r-26,-2l1453,1824r-25,-5l1403,1813r-24,-7l1355,1797r-24,-10l1309,1777r-24,-11l1264,1753r-23,-13l1220,1726r-22,-14l1178,1697r,xm2217,1792r,l2207,1804r-10,10l2186,1826r-10,11l2164,1847r-12,9l2140,1865r-13,8l2127,1873r-9,4l2108,1881r-18,10l2075,1903r-14,12l2047,1929r-12,14l2012,1973r-22,30l1978,2018r-13,13l1950,2044r-15,12l1918,2067r-19,8l1899,2075r-8,2l1883,2077r-6,l1870,2075r-7,-2l1858,2070r-13,-9l1833,2050r-12,-9l1808,2033r-7,-3l1794,2028r,l1751,2035r-44,8l1686,2045r-23,1l1642,2046r-22,-2l1620,2222r8,-6l1628,2216r50,-3l1728,2208r50,-8l1827,2191r47,-12l1921,2164r46,-17l2013,2130r45,-20l2101,2088r42,-25l2184,2037r40,-26l2264,1980r37,-31l2338,1917r,l2305,1885r-33,-31l2242,1823r-14,-16l2217,1792r,xm968,1802l850,1924r,l889,1957r38,31l967,2017r41,27l1050,2069r42,23l1136,2113r44,19l1225,2150r45,16l1317,2179r48,12l1412,2200r49,9l1511,2214r50,5l1554,2206r,l1554,2166r,-41l1554,2105r,-20l1556,2066r3,-20l1557,2049r,l1514,2047r-41,-4l1432,2037r-41,-7l1352,2020r-39,-11l1274,1997r-37,-15l1200,1965r-36,-17l1129,1928r-34,-22l1062,1882r-33,-25l998,1830r-30,-28l968,1802xm1612,1840r10,18l1620,1993r,l1635,1988r16,-3l1669,1981r17,-2l1719,1976r15,-1l1749,1973r,l1741,1965r-9,-5l1714,1951r-9,-5l1698,1940r-4,-4l1692,1932r-3,-4l1688,1922r,l1685,1918r-1,-5l1683,1906r,-9l1685,1890r5,-15l1692,1867r,-6l1692,1861r-9,-4l1672,1855r-23,-1l1639,1854r-11,-3l1624,1850r-5,-3l1615,1844r-3,-4l1612,1840xm2510,1967r,l2487,1982r-22,18l2443,2017r-21,19l2379,2075r-42,41l2296,2157r-41,40l2214,2235r-20,18l2172,2269r,l2161,2278r-12,7l2125,2300r-26,10l2074,2320r-27,9l2021,2336r-55,15l1966,2351r30,4l2025,2359r28,5l2081,2370r56,14l2192,2398r56,14l2276,2417r29,5l2333,2426r30,2l2393,2429r30,-1l2423,2428r33,-2l2489,2420r33,-6l2553,2405r31,-11l2613,2381r29,-15l2671,2350r27,-19l2724,2311r23,-21l2771,2266r21,-25l2812,2215r19,-28l2847,2158r,l2835,2172r-11,12l2811,2196r-13,11l2785,2216r-14,10l2757,2234r-14,8l2728,2249r-15,6l2683,2267r-31,10l2619,2284r-33,7l2553,2295r-35,5l2484,2303r-69,5l2348,2314r,l2325,2317r-23,3l2257,2329r-22,4l2212,2336r-22,2l2167,2338r,l2170,2335r2,-1l2175,2333r,l2193,2331r17,-3l2227,2323r15,-5l2257,2312r15,-7l2286,2296r13,-8l2312,2278r12,-10l2336,2257r11,-11l2357,2234r10,-13l2386,2194r17,-28l2421,2138r15,-30l2451,2078r30,-57l2495,1993r15,-26l2510,1967xm676,1980r,l690,1999r13,18l715,2036r10,20l745,2097r18,40l773,2156r9,20l794,2195r12,18l820,2232r16,17l853,2265r21,15l874,2280r8,7l891,2293r17,11l927,2312r20,8l985,2333r20,6l1024,2346r,l1004,2347r-20,-1l964,2343r-19,-4l906,2331r-19,-3l866,2326r,l832,2322r-35,-3l726,2315r-70,-6l621,2305r-35,-5l552,2293r-33,-9l487,2274r-16,-6l456,2261r-16,-8l425,2246r-14,-9l397,2226r-14,-10l369,2205r-13,-13l343,2179r,l355,2198r13,20l382,2237r15,18l412,2273r16,17l445,2306r18,16l482,2337r18,14l520,2364r20,12l560,2387r20,10l601,2405r21,8l622,2413r20,7l661,2426r20,5l701,2434r19,4l739,2440r19,1l777,2441r19,l816,2440r37,-5l891,2430r36,-8l965,2413r38,-9l1077,2385r37,-9l1151,2367r37,-6l1226,2357r,l1205,2356r-21,-4l1164,2348r-21,-6l1124,2335r-19,-7l1086,2319r-18,-10l1050,2298r-17,-11l1015,2275r-16,-13l966,2235r-32,-29l903,2176r-32,-32l840,2114r-31,-30l777,2055r-32,-27l728,2015r-18,-13l693,1991r-17,-11l676,1980xm2198,2476r,l2128,2445r-35,-15l2058,2416r-37,-14l1984,2389r-37,-12l1909,2367r-38,-7l1832,2355r-19,-3l1793,2351r-19,-1l1755,2350r-20,1l1715,2352r-20,4l1676,2359r-20,3l1636,2367r-20,6l1597,2380r,l1576,2374r-21,-5l1533,2364r-21,-3l1489,2358r-22,-2l1443,2355r-23,-2l1397,2355r-23,1l1352,2358r-23,3l1307,2364r-22,5l1264,2374r-21,6l1243,2380r-72,34l1133,2430r-40,17l1053,2462r-41,15l971,2490r-42,11l908,2505r-20,4l867,2512r-21,2l825,2515r-20,l783,2514r-20,-2l743,2509r-20,-5l703,2499r-20,-6l664,2484r-19,-9l625,2463r-18,-11l607,2452r14,15l635,2481r15,13l665,2504r30,22l726,2548r,l751,2563r26,11l803,2585r28,8l859,2599r29,5l917,2607r29,1l975,2607r29,-3l1033,2600r28,-6l1088,2586r28,-8l1142,2567r25,-12l1167,2555r22,-11l1211,2532r21,-14l1254,2503r42,-32l1316,2456r22,-15l1359,2427r23,-12l1404,2405r12,-4l1428,2398r13,-4l1453,2392r13,-1l1478,2391r13,1l1505,2393r14,4l1533,2400r,l1485,2426r-47,27l1391,2481r-45,30l1302,2543r-21,17l1259,2579r-21,18l1216,2617r-20,19l1176,2657r65,57l1241,2714r18,-24l1279,2667r19,-22l1318,2623r21,-22l1361,2581r22,-19l1405,2542r24,-18l1453,2507r23,-17l1501,2474r25,-15l1550,2445r26,-13l1602,2420r,l1627,2433r24,14l1675,2461r25,16l1723,2494r23,17l1770,2528r22,18l1835,2585r43,40l1918,2666r39,42l2022,2652r,l1982,2614r-42,-35l1897,2544r-44,-32l1807,2482r-45,-29l1715,2426r-47,-26l1668,2400r12,-2l1693,2395r13,-1l1720,2394r28,1l1774,2397r,l1800,2409r24,13l1849,2436r24,16l1920,2482r46,31l1991,2527r24,14l2039,2554r25,12l2090,2577r27,8l2145,2592r27,4l2172,2596r32,4l2234,2603r30,-2l2293,2599r28,-4l2350,2590r27,-9l2403,2571r26,-12l2454,2546r25,-15l2502,2515r23,-17l2546,2479r21,-22l2586,2435r-78,41l2508,2476r-18,8l2472,2489r-19,6l2434,2498r-20,3l2394,2503r-20,l2354,2503r-20,l2313,2501r-20,-2l2273,2496r-19,-5l2235,2487r-18,-5l2198,2476r,xe" fillcolor="#009ddc" stroked="f">
                          <v:path arrowok="t" o:connecttype="custom" o:connectlocs="77439,166327;129462,0;163456,25302;92768,26174;195385,8804;145347,13960;230014,59884;42889,41879;128668,29188;167269,54411;177197,78365;182200,59884;158214,33154;109368,38072;211905,86931;238751,53221;246852,62263;31452,58456;112148,55997;65525,61946;164012,70116;168063,65991;95707,69243;145427,69085;115245,72178;236448,115802;252332,94466;27163,81617;115245,85741;115563,95735;123108,105015;128350,79237;81013,100653;86573,98670;198165,99622;181803,103984;76486,92562;65923,132221;51229,109536;71959,97639;98090,98987;252888,105253;147809,106760;1747,124527;159882,110171;146062,122465;124856,116119;139470,118578;132322,124606;113736,130952;231364,163471;161312,132617;53056,173862;55121,167913;121520,145149;170207,163630;134546,153557;226122,171165;72118,182745;90783,185759;62190,199402;111592,201623;193320,198133" o:connectangles="0,0,0,0,0,0,0,0,0,0,0,0,0,0,0,0,0,0,0,0,0,0,0,0,0,0,0,0,0,0,0,0,0,0,0,0,0,0,0,0,0,0,0,0,0,0,0,0,0,0,0,0,0,0,0,0,0,0,0,0,0,0,0"/>
                          <o:lock v:ext="edit" verticies="t"/>
                        </v:shape>
                        <v:shape id="Freeform 92" o:spid="_x0000_s1037" style="position:absolute;left:88;top:5607;width:496;height:641;visibility:visible;mso-wrap-style:square;v-text-anchor:top" coordsize="621,8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LwasEA&#10;AADcAAAADwAAAGRycy9kb3ducmV2LnhtbERPzWqDQBC+F/oOywR6a1YD1tZklVKwhFxCkz7A4E7V&#10;6M6Ku1H79tlCoLf5+H5nVyymFxONrrWsIF5HIIgrq1uuFXyfy+dXEM4ja+wtk4JfclDkjw87zLSd&#10;+Yumk69FCGGXoYLG+yGT0lUNGXRrOxAH7seOBn2AYy31iHMIN73cRNGLNNhyaGhwoI+Gqu50NQrK&#10;z8RfykvaHd8S4uTAuLmmB6WeVsv7FoSnxf+L7+69DvPTGP6eCRfI/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PS8GrBAAAA3AAAAA8AAAAAAAAAAAAAAAAAmAIAAGRycy9kb3du&#10;cmV2LnhtbFBLBQYAAAAABAAEAPUAAACGAwAAAAA=&#10;" path="m300,804r,l277,803r-21,-1l235,800r-19,-2l198,795r-18,-5l164,786r-16,-5l134,774r-14,-6l108,761,97,753,85,745,75,736,65,727r-8,-9l49,707r-7,-9l35,687,29,675,24,664,19,652,12,628,6,603,2,576,,550,,522,,,127,r,513l127,513r1,20l129,551r2,18l135,587r5,16l146,618r8,14l163,645r11,12l187,667r15,9l218,685r19,5l259,694r23,4l308,699r,l332,698r21,-3l374,692r18,-4l408,681r16,-7l438,664r12,-12l461,640r10,-15l478,609r6,-18l489,570r4,-22l494,523r1,-27l495,,621,r,487l621,487r-1,20l619,525r-1,18l616,562r-4,16l609,595r-4,15l599,625r-5,15l588,654r-7,13l574,680r-8,12l556,704r-8,11l538,725r-11,9l517,743r-12,9l492,759r-13,8l466,773r-14,5l437,784r-15,4l406,792r-16,4l373,799r-17,2l337,802r-37,2l300,804xe" fillcolor="#695e4a" stroked="f">
                          <v:path arrowok="t" o:connecttype="custom" o:connectlocs="23928,64135;20418,63975;17228,63656;14357,63018;11804,62300;9571,61263;7737,60067;5982,58711;4546,57275;3350,55679;2313,53845;1515,52010;479,48101;0,43873;0,0;10129,40922;10209,42517;10448,45389;11166,48101;12283,50415;13878,52409;16111,53924;18903,55041;22492,55679;24566,55759;28155,55440;31265,54882;33818,53765;35891,52010;37566,49856;38603,47144;39321,43714;39480,39566;49530,0;49530,38848;49370,41879;49131,44831;48573,47463;47775,49856;46898,52170;45781,54244;44346,56158;42910,57833;41235,59269;39241,60545;37167,61662;34854,62540;32382,63178;29750,63736;26879,63975;23928,64135" o:connectangles="0,0,0,0,0,0,0,0,0,0,0,0,0,0,0,0,0,0,0,0,0,0,0,0,0,0,0,0,0,0,0,0,0,0,0,0,0,0,0,0,0,0,0,0,0,0,0,0,0,0,0"/>
                        </v:shape>
                        <v:shape id="Freeform 93" o:spid="_x0000_s1038" style="position:absolute;left:730;top:5765;width:387;height:470;visibility:visible;mso-wrap-style:square;v-text-anchor:top" coordsize="488,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q7VMEA&#10;AADcAAAADwAAAGRycy9kb3ducmV2LnhtbERPTWsCMRC9F/wPYQpeSs1WoS2rUUQoeilYK3gdNuNm&#10;62YSNqOu/74RCr3N433ObNH7Vl2oS01gAy+jAhRxFWzDtYH998fzO6gkyBbbwGTgRgkW88HDDEsb&#10;rvxFl53UKodwKtGAE4ml1qly5DGNQiTO3DF0HiXDrta2w2sO960eF8Wr9thwbnAYaeWoOu3O3oCt&#10;l0U8SHSTtaTtxH7Sz9PpbMzwsV9OQQn18i/+c29snv82hvsz+QI9/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hqu1TBAAAA3AAAAA8AAAAAAAAAAAAAAAAAmAIAAGRycy9kb3du&#10;cmV2LnhtbFBLBQYAAAAABAAEAPUAAACGAwAAAAA=&#10;" path="m365,595r,-376l365,219r-1,-25l363,182r-3,-11l358,161r-3,-10l351,143r-5,-8l341,128r-6,-6l327,117r-7,-5l311,109r-11,-2l289,105r-11,l278,105r-16,1l246,109r-15,4l217,121r-13,9l192,140r-12,12l169,165r-10,15l151,197r-8,17l137,232r-4,20l128,271r-2,21l126,314r,281l,595,,12r120,l120,12r,26l119,68r-4,30l112,125r1,1l113,126r7,-13l127,99r9,-11l146,76r9,-12l166,54,178,44r12,-8l204,27r13,-6l231,14r15,-4l263,6,280,2,297,1,315,r,l339,1r21,3l381,9r17,6l414,23r14,9l441,42r11,13l460,68r9,14l474,97r6,18l484,131r2,18l488,167r,20l488,595r-123,xe" fillcolor="#695e4a" stroked="f">
                          <v:path arrowok="t" o:connecttype="custom" o:connectlocs="28972,17295;28893,15321;28575,13505;28178,11925;27464,10662;26591,9635;25400,8845;23813,8450;22066,8292;20796,8371;18336,8924;16193,10267;14288,12004;12621,14215;11351,16901;10557,19902;10001,23061;10001,46990;0,948;9525,948;9446,5370;8890,9872;8969,9951;10081,7819;11589,6002;13176,4265;15081,2843;17224,1658;19526,790;22225,158;25003,0;26908,79;30242,711;32861,1816;35004,3317;36513,5370;37624,7661;38418,10346;38735,13189;38735,46990" o:connectangles="0,0,0,0,0,0,0,0,0,0,0,0,0,0,0,0,0,0,0,0,0,0,0,0,0,0,0,0,0,0,0,0,0,0,0,0,0,0,0,0"/>
                        </v:shape>
                        <v:shape id="Freeform 94" o:spid="_x0000_s1039" style="position:absolute;left:1244;top:5581;width:127;height:654;visibility:visible;mso-wrap-style:square;v-text-anchor:top" coordsize="160,8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5qmcMA&#10;AADcAAAADwAAAGRycy9kb3ducmV2LnhtbERPS4vCMBC+C/sfwizsRTR1xQfVKLIgFPZk1YO3sRmb&#10;YjMpTdTuv98Igrf5+J6zXHe2FndqfeVYwWiYgCAunK64VHDYbwdzED4ga6wdk4I/8rBeffSWmGr3&#10;4B3d81CKGMI+RQUmhCaV0heGLPqha4gjd3GtxRBhW0rd4iOG21p+J8lUWqw4Nhhs6MdQcc1vVsH5&#10;ejK3mTz+9vf9bb5zk+xyPGVKfX12mwWIQF14i1/uTMf5szE8n4kX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J5qmcMAAADcAAAADwAAAAAAAAAAAAAAAACYAgAAZHJzL2Rv&#10;d25yZXYueG1sUEsFBgAAAAAEAAQA9QAAAIgDAAAAAA==&#10;" path="m80,157r,l72,157r-8,-1l56,154r-8,-3l42,148r-7,-4l29,140r-6,-6l18,129r-5,-7l9,116,5,109,3,102,1,94,,87,,78r,l,71,1,63,3,55,5,48,9,41r4,-6l18,28r5,-5l29,18r6,-5l42,9,48,6,56,4,64,2,72,r8,l80,r8,l95,2r8,2l110,6r8,3l124,13r6,5l136,22r5,6l146,34r4,6l153,48r2,6l158,62r1,9l160,78r,l159,87r-1,7l155,102r-2,7l150,116r-4,6l141,129r-5,5l130,140r-6,4l118,148r-8,3l103,154r-8,2l88,157r-8,l80,157xm17,827r,-583l141,244r,583l17,827xe" fillcolor="#695e4a" stroked="f">
                          <v:path arrowok="t" o:connecttype="custom" o:connectlocs="6350,12417;5080,12338;3810,11942;2778,11389;1826,10598;1032,9649;397,8620;79,7434;0,6169;0,5615;238,4350;714,3243;1429,2214;2302,1424;3334,712;4445,316;5715,0;6350,0;7541,158;8731,475;9843,1028;10795,1740;11589,2689;12144,3796;12541,4903;12700,6169;12621,6881;12303,8067;11906,9174;11192,10202;10319,11072;9366,11705;8176,12179;6985,12417;6350,12417;1349,19297;11192,65405" o:connectangles="0,0,0,0,0,0,0,0,0,0,0,0,0,0,0,0,0,0,0,0,0,0,0,0,0,0,0,0,0,0,0,0,0,0,0,0,0"/>
                          <o:lock v:ext="edit" verticies="t"/>
                        </v:shape>
                        <v:shape id="Freeform 95" o:spid="_x0000_s1040" style="position:absolute;left:1435;top:5600;width:311;height:648;visibility:visible;mso-wrap-style:square;v-text-anchor:top" coordsize="388,8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22hcEA&#10;AADcAAAADwAAAGRycy9kb3ducmV2LnhtbERPzYrCMBC+C/sOYRa8aeoiulSj6IrVgwft+gBDM7bF&#10;ZlKSqPXtjbCwt/n4fme+7Ewj7uR8bVnBaJiAIC6srrlUcP7dDr5B+ICssbFMCp7kYbn46M0x1fbB&#10;J7rnoRQxhH2KCqoQ2lRKX1Rk0A9tSxy5i3UGQ4SulNrhI4abRn4lyUQarDk2VNjST0XFNb8ZBXlz&#10;yMaHaXC7I26ybK3Xm/zWKdX/7FYzEIG68C/+c+91nD8dw/uZeIF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9toXBAAAA3AAAAA8AAAAAAAAAAAAAAAAAmAIAAGRycy9kb3du&#10;cmV2LnhtbFBLBQYAAAAABAAEAPUAAACGAwAAAAA=&#10;" path="m272,813r,l249,813r-20,-2l211,809r-16,-4l180,798r-13,-6l155,783,145,773r-8,-12l129,748r-6,-14l118,718r-3,-18l113,681r-2,-22l111,635r,-318l,317,,220r111,l111,35,234,r,220l388,220r,97l235,317r,279l235,596r2,31l238,639r2,11l242,661r2,9l248,677r4,7l257,690r5,5l269,699r6,3l283,704r8,1l301,706r11,l312,706r19,l351,704r19,-3l388,698r,102l388,800r-27,6l332,810r-30,3l272,813r,xe" fillcolor="#695e4a" stroked="f">
                          <v:path arrowok="t" o:connecttype="custom" o:connectlocs="21813,64770;21813,64770;19968,64770;18364,64611;16921,64451;15638,64133;14435,63575;13392,63097;12430,62380;11628,61583;10986,60627;10345,59592;9864,58476;9463,57202;9222,55768;9062,54254;8901,52501;8901,50589;8901,25255;0,25255;0,17527;8901,17527;8901,2788;18765,0;18765,17527;31115,17527;31115,25255;18845,25255;18845,47482;18845,47482;19006,49952;19086,50908;19246,51784;19407,52660;19567,53377;19888,53935;20209,54493;20610,54971;21011,55369;21572,55688;22053,55927;22695,56086;23336,56166;24138,56246;25020,56246;25020,56246;26544,56246;28148,56086;29672,55847;31115,55608;31115,63734;31115,63734;28950,64212;26624,64531;24218,64770;21813,64770;21813,64770" o:connectangles="0,0,0,0,0,0,0,0,0,0,0,0,0,0,0,0,0,0,0,0,0,0,0,0,0,0,0,0,0,0,0,0,0,0,0,0,0,0,0,0,0,0,0,0,0,0,0,0,0,0,0,0,0,0,0,0,0"/>
                        </v:shape>
                        <v:shape id="Freeform 96" o:spid="_x0000_s1041" style="position:absolute;left:1816;top:5765;width:393;height:483;visibility:visible;mso-wrap-style:square;v-text-anchor:top" coordsize="503,6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OeOsMA&#10;AADcAAAADwAAAGRycy9kb3ducmV2LnhtbERPTUsDMRC9C/6HMIK3Nmupq6xNixZaloKltuJ52Ew3&#10;i8lkSWK7/fdGKHibx/uc2WJwVpwoxM6zgodxAYK48brjVsHnYTV6BhETskbrmRRcKMJifnszw0r7&#10;M3/QaZ9akUM4VqjApNRXUsbGkMM49j1x5o4+OEwZhlbqgOcc7qycFEUpHXacGwz2tDTUfO9/nIL1&#10;9GDr4+V9Y+u6NOVm9/UWtmul7u+G1xcQiYb0L766a53nPz3C3zP5Aj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DOeOsMAAADcAAAADwAAAAAAAAAAAAAAAACYAgAAZHJzL2Rv&#10;d25yZXYueG1sUEsFBgAAAAAEAAQA9QAAAIgDAAAAAA==&#10;" path="m500,311r-371,l129,311r,25l131,358r2,22l139,399r5,17l151,433r9,14l170,460r12,11l194,481r16,8l225,495r17,6l260,504r19,2l301,507r,l323,506r23,-1l369,502r21,-5l411,492r21,-7l452,478r19,-9l482,570r,l460,578r-24,8l411,592r-24,6l361,602r-27,2l307,606r-26,1l281,607r-33,-1l217,602r-15,-2l188,597r-14,-4l161,589r-13,-4l135,579r-11,-6l113,566r-11,-7l91,551r-9,-8l73,534,64,524r-8,-9l48,504,42,493,35,480,29,468,24,455,18,441,15,426,11,411,8,396,5,380,1,345,,308r,l1,275,5,244r6,-30l18,186,28,159r5,-13l40,133r6,-12l54,109,61,98,70,88,78,78,87,68,97,60r10,-9l118,43r11,-7l141,29r12,-5l165,19r13,-6l192,10,205,7,220,4,235,1,250,r15,l265,r16,l295,1r15,3l323,6r13,2l349,12r12,3l373,20r11,5l394,30r10,7l414,43r9,8l431,58r8,8l447,75r13,17l472,111r9,22l490,154r5,24l500,202r3,25l503,253r,l502,280r-2,31l500,311xm261,93r,l248,93r-12,2l225,98r-12,5l202,107r-10,6l183,121r-9,8l165,137r-6,10l151,158r-5,12l141,181r-3,14l134,208r-3,15l378,223r,l378,208r-1,-14l375,181r-4,-11l366,158r-5,-11l356,137r-8,-8l339,120r-8,-7l321,107r-11,-5l300,98,288,95,275,93r-14,l261,93xe" fillcolor="#695e4a" stroked="f">
                          <v:path arrowok="t" o:connecttype="custom" o:connectlocs="10097,24726;10410,30212;11819,34426;14245,37447;17611,39355;21837,40230;25281,40230;30525,39514;35378,38004;37726,45318;32169,47067;26142,48021;21994,48260;15811,47703;12602,46829;9706,45557;7123,43808;5009,41661;3287,39196;1878,36175;861,32677;78,27429;78,21864;1409,14788;3131,10574;4774,7792;6810,5406;9236,3419;11975,1908;15028,795;18394,80;20742,0;24264,318;27316,954;30056,1988;32404,3419;34361,5247;36944,8825;38744,14152;39370,20115;39135,24726;20429,7394;17611,7792;15028,8984;12915,10892;11427,13516;10488,16537;29586,17730;29351,14391;28256,11687;26534,9541;24264,8110;21524,7394" o:connectangles="0,0,0,0,0,0,0,0,0,0,0,0,0,0,0,0,0,0,0,0,0,0,0,0,0,0,0,0,0,0,0,0,0,0,0,0,0,0,0,0,0,0,0,0,0,0,0,0,0,0,0,0,0"/>
                          <o:lock v:ext="edit" verticies="t"/>
                        </v:shape>
                        <v:shape id="Freeform 97" o:spid="_x0000_s1042" style="position:absolute;left:2286;top:5556;width:412;height:692;visibility:visible;mso-wrap-style:square;v-text-anchor:top" coordsize="516,8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Tq/cMA&#10;AADcAAAADwAAAGRycy9kb3ducmV2LnhtbERPS2vCQBC+C/0PyxS8SN3Ugw3RVapVEDz56MHbNDtN&#10;QrOzYXej0V/vCgVv8/E9ZzrvTC3O5HxlWcH7MAFBnFtdcaHgeFi/pSB8QNZYWyYFV/Iwn730pphp&#10;e+EdnfehEDGEfYYKyhCaTEqfl2TQD21DHLlf6wyGCF0htcNLDDe1HCXJWBqsODaU2NCypPxv3xoF&#10;/D1oF1vfjn78id3ta706pmGlVP+1+5yACNSFp/jfvdFx/scYHs/EC+Ts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YTq/cMAAADcAAAADwAAAAAAAAAAAAAAAACYAgAAZHJzL2Rv&#10;d25yZXYueG1sUEsFBgAAAAAEAAQA9QAAAIgDAAAAAA==&#10;" path="m398,857r,l399,832r1,-28l403,774r3,-27l404,747r,l398,762r-8,11l383,785r-9,12l365,808r-11,10l343,827r-12,8l319,842r-14,8l293,855r-15,5l262,864r-15,2l231,868r-16,1l215,869r-27,-2l177,866r-12,-2l153,862r-11,-5l131,854r-10,-4l111,845r-9,-6l93,833r-9,-7l77,820r-9,-8l54,795,42,777,30,755,22,732,14,709,8,683,5,655,1,626,,594r,l1,576,2,558,4,539,6,522,9,506r4,-16l18,474r4,-15l27,443r7,-14l40,415r8,-14l55,390r9,-13l72,365,82,354,93,344r10,-11l114,325r12,-9l138,308r13,-7l164,294r14,-6l193,283r14,-6l222,274r16,-3l254,268r16,-1l287,264r17,l304,264r22,2l347,267r45,3l392,,516,r,857l398,857xm392,374r,l369,370r-23,-3l323,365r-23,l300,365r-18,l265,367r-18,4l232,377r-15,6l203,392r-13,10l180,414r-11,14l159,444r-7,18l145,482r-5,22l136,528r-2,26l132,583r,l134,604r1,21l137,643r3,17l143,677r6,16l154,705r7,13l169,729r9,10l186,746r11,8l209,758r12,5l235,765r13,1l248,766r9,-1l266,765r16,-5l296,755r14,-9l323,737r11,-11l345,712r10,-14l363,683r8,-17l377,648r6,-18l387,612r3,-19l391,574r1,-18l392,374xe" fillcolor="#695e4a" stroked="f">
                          <v:path arrowok="t" o:connecttype="custom" o:connectlocs="31916,66268;32476,59498;31836,60693;29916,63480;27437,65870;24397,67702;20957,68817;17198,69215;14158,68976;11359,68259;8879,67303;6719,65790;4319,63321;1760,58303;400,52170;0,47312;320,42931;1040,39028;2160,35285;3840,31939;5759,29072;8239,26523;11039,24532;14238,22939;17758,21824;21597,21266;24317,21027;31356,21505;41275,68259;31356,29789;25837,29072;22557,29072;18558,30028;15198,32019;12718,35364;11199,40143;10559,46435;10799,49781;11439,53922;12878,57188;14878,59418;17678,60772;19838,61011;22557,60533;25837,58701;28397,55595;30156,51613;31196,47232;31356,29789" o:connectangles="0,0,0,0,0,0,0,0,0,0,0,0,0,0,0,0,0,0,0,0,0,0,0,0,0,0,0,0,0,0,0,0,0,0,0,0,0,0,0,0,0,0,0,0,0,0,0,0,0"/>
                          <o:lock v:ext="edit" verticies="t"/>
                        </v:shape>
                        <v:shape id="Freeform 98" o:spid="_x0000_s1043" style="position:absolute;left:3041;top:5607;width:508;height:628;visibility:visible;mso-wrap-style:square;v-text-anchor:top" coordsize="641,7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nbvsIA&#10;AADcAAAADwAAAGRycy9kb3ducmV2LnhtbERPS2vCQBC+F/oflin0VjdK8RFdpWiLPVpbD96G7JgE&#10;szNhd6Ppv3cLQm/z8T1nsepdoy7kQy1sYDjIQBEXYmsuDfx8f7xMQYWIbLERJgO/FGC1fHxYYG7l&#10;yl902cdSpRAOORqoYmxzrUNRkcMwkJY4cSfxDmOCvtTW4zWFu0aPsmysHdacGipsaV1Rcd53zsBx&#10;/D7tfDHbrUU22G1Gsj0cXo15furf5qAi9fFffHd/2jR/MoG/Z9IFe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Gdu+wgAAANwAAAAPAAAAAAAAAAAAAAAAAJgCAABkcnMvZG93&#10;bnJldi54bWxQSwUGAAAAAAQABAD1AAAAhwMAAAAA&#10;" path="m475,792l205,342r,l180,299,157,257,137,216,117,175r,l121,247r2,90l124,434r1,92l125,792,,792,,,168,,429,432r,l454,477r24,45l525,611r,l521,530r-3,-98l517,330r-1,-95l516,,641,r,792l475,792xe" fillcolor="#695e4a" stroked="f">
                          <v:path arrowok="t" o:connecttype="custom" o:connectlocs="37644,62865;16246,27146;16246,27146;14265,23733;12442,20399;10857,17145;9272,13891;9272,13891;9589,19606;9748,26749;9827,34449;9906,41751;9906,62865;0,62865;0,0;13314,0;33999,34290;33999,34290;35980,37862;37882,41434;41607,48498;41607,48498;41290,42069;41052,34290;40973,26194;40894,18653;40894,0;50800,0;50800,62865;37644,62865" o:connectangles="0,0,0,0,0,0,0,0,0,0,0,0,0,0,0,0,0,0,0,0,0,0,0,0,0,0,0,0,0,0"/>
                        </v:shape>
                        <v:shape id="Freeform 99" o:spid="_x0000_s1044" style="position:absolute;left:3663;top:5765;width:375;height:483;visibility:visible;mso-wrap-style:square;v-text-anchor:top" coordsize="472,6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IYiMYA&#10;AADcAAAADwAAAGRycy9kb3ducmV2LnhtbESPT2vCQBDF74LfYRmhF6mb9lA1zUa0IAilgn8O9jZk&#10;p0kwOxuya0y/fedQ8PaGefPm97LV4BrVUxdqzwZeZgko4sLbmksD59P2eQEqRGSLjWcy8EsBVvl4&#10;lGFq/Z0P1B9jqSSEQ4oGqhjbVOtQVOQwzHxLLLsf3zmMMnalth3eJdw1+jVJ3rTDmuVDhS19VFRc&#10;jzdnYLfo283nfPntpsLikvXl/LW/GPM0GdbvoCIN8WH+v95ZwZ8LrZQRBTr/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tIYiMYAAADcAAAADwAAAAAAAAAAAAAAAACYAgAAZHJz&#10;L2Rvd25yZXYueG1sUEsFBgAAAAAEAAQA9QAAAIsDAAAAAA==&#10;" path="m352,595r,l352,566r1,-27l355,512r2,-24l356,485r,l351,498r-8,13l336,523r-9,11l317,545r-10,10l296,564r-12,9l271,580r-14,7l243,592r-15,6l213,602r-16,2l180,606r-16,1l164,607r-19,-1l128,604r-17,-3l96,597,81,591,68,584,56,576,44,567,35,557,26,546,19,533,12,520,7,506,4,491,1,475,,457r,l1,446,3,434,5,422,7,410r3,-11l14,388r6,-9l25,368r7,-9l38,350r7,-9l54,332r9,-8l72,316r11,-7l94,302r23,-13l143,278r28,-9l201,261r32,-6l269,250r35,-3l343,246r,-37l343,209r,-14l342,184r-2,-12l337,161r-4,-10l329,143r-5,-9l316,126r-7,-6l300,115r-10,-5l279,106r-12,-3l253,101,238,99,222,98r,l201,99r-22,3l156,106r-22,5l111,118r-23,7l68,135,49,146,37,39r,l59,30,83,24r24,-8l133,11,159,7,186,4,213,1,241,r,l273,1r29,3l328,8r24,6l373,22r18,10l408,41r13,13l433,67r10,15l452,98r6,18l462,135r4,19l468,175r1,23l469,436r,l469,516r3,79l352,595xm343,331r,l311,331r-29,2l255,337r-24,4l211,345r-18,6l178,358r-14,7l153,372r-10,9l136,390r-6,9l126,408r-3,10l122,427r-1,10l121,437r1,8l123,452r1,8l127,466r2,7l134,478r4,5l142,489r6,4l154,497r6,4l168,503r7,2l183,507r9,1l200,508r,l216,507r15,-2l245,501r14,-7l271,487r12,-9l294,468r10,-12l313,445r8,-13l327,419r6,-15l338,390r3,-17l343,358r,-15l343,331xe" fillcolor="#695e4a" stroked="f">
                          <v:path arrowok="t" o:connecttype="custom" o:connectlocs="27940,45000;28337,38799;27861,39594;25956,42456;23495,44841;20399,46670;16907,47862;13018,48260;10160,48021;6429,46988;3493,45080;1508,42377;318,39037;0,36334;397,33551;1111,30848;2540,28543;4286,26396;6588,24567;11351,22103;18494,20274;27226,19558;27226,15504;26749,12800;25718,10654;23813,9143;21193,8189;17621,7792;14208,8110;8811,9382;3889,11608;4683,2385;10557,875;16907,80;21669,80;27940,1113;32385,3260;35163,6519;36671,10733;37227,15742;37227,41025;27226,26316;22384,26475;16748,27429;13018,29020;10795,31007;9763,33233;9604,34744;9843,36573;10636,38004;11748,39196;13335,39991;15240,40389;17145,40309;20558,39276;23336,37209;25479,34346;26829,31007;27226,27270" o:connectangles="0,0,0,0,0,0,0,0,0,0,0,0,0,0,0,0,0,0,0,0,0,0,0,0,0,0,0,0,0,0,0,0,0,0,0,0,0,0,0,0,0,0,0,0,0,0,0,0,0,0,0,0,0,0,0,0,0,0,0"/>
                          <o:lock v:ext="edit" verticies="t"/>
                        </v:shape>
                        <v:shape id="Freeform 100" o:spid="_x0000_s1045" style="position:absolute;left:4102;top:5600;width:311;height:648;visibility:visible;mso-wrap-style:square;v-text-anchor:top" coordsize="387,8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y9YsQA&#10;AADcAAAADwAAAGRycy9kb3ducmV2LnhtbERPTWvCQBC9F/wPywheim70UGt0lViw7alg9KC3ITsm&#10;wexs2N2a1F/vFgq9zeN9zmrTm0bcyPnasoLpJAFBXFhdc6ngeNiNX0H4gKyxsUwKfsjDZj14WmGq&#10;bcd7uuWhFDGEfYoKqhDaVEpfVGTQT2xLHLmLdQZDhK6U2mEXw00jZ0nyIg3WHBsqbOmtouKafxsF&#10;5yw7fMl8/nx+/3CL7t5ucXfaKzUa9tkSRKA+/Iv/3J86zp8v4PeZeIF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48vWLEAAAA3AAAAA8AAAAAAAAAAAAAAAAAmAIAAGRycy9k&#10;b3ducmV2LnhtbFBLBQYAAAAABAAEAPUAAACJAwAAAAA=&#10;" path="m273,813r,l250,813r-20,-2l211,809r-17,-4l180,798r-14,-6l155,783,145,773r-9,-12l130,748r-7,-14l119,718r-4,-18l112,681r-1,-22l110,635r,-318l,317,,220r110,l110,35,235,r,220l387,220r,97l236,317r,279l236,596r1,31l238,639r1,11l241,661r4,9l248,677r4,7l256,690r6,5l268,699r8,3l283,704r9,1l302,706r10,l312,706r20,l351,704r19,-3l387,698r,102l387,800r-26,6l332,810r-30,3l273,813r,xe" fillcolor="#695e4a" stroked="f">
                          <v:path arrowok="t" o:connecttype="custom" o:connectlocs="21949,64770;21949,64770;20100,64770;18492,64611;16965,64451;15598,64133;14472,63575;13346,63097;12462,62380;11658,61583;10934,60627;10452,59592;9889,58476;9568,57202;9246,55768;9005,54254;8924,52501;8844,50589;8844,25255;0,25255;0,17527;8844,17527;8844,2788;18894,0;18894,17527;31115,17527;31115,25255;18975,25255;18975,47482;18975,47482;19055,49952;19135,50908;19216,51784;19377,52660;19698,53377;19939,53935;20261,54493;20583,54971;21065,55369;21547,55688;22191,55927;22753,56086;23477,56166;24281,56246;25085,56246;25085,56246;26693,56246;28221,56086;29748,55847;31115,55608;31115,63734;31115,63734;29025,64212;26693,64531;24281,64770;21949,64770;21949,64770" o:connectangles="0,0,0,0,0,0,0,0,0,0,0,0,0,0,0,0,0,0,0,0,0,0,0,0,0,0,0,0,0,0,0,0,0,0,0,0,0,0,0,0,0,0,0,0,0,0,0,0,0,0,0,0,0,0,0,0,0"/>
                        </v:shape>
                        <v:shape id="Freeform 101" o:spid="_x0000_s1046" style="position:absolute;left:4502;top:5581;width:127;height:654;visibility:visible;mso-wrap-style:square;v-text-anchor:top" coordsize="160,8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mEycYA&#10;AADcAAAADwAAAGRycy9kb3ducmV2LnhtbESPQWvDMAyF74P9B6NBL2VxVthWsrplDAqBnZquh960&#10;WIlDYznEbpv9++lQ6E3iPb33abWZfK8uNMYusIGXLAdFXAfbcWvgZ799XoKKCdliH5gM/FGEzfrx&#10;YYWFDVfe0aVKrZIQjgUacCkNhdaxduQxZmEgFq0Jo8ck69hqO+JVwn2vF3n+pj12LA0OB/pyVJ+q&#10;szfwezq687s+fM/38221C69lcziWxsyeps8PUImmdDffrksr+EvBl2dkAr3+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ZmEycYAAADcAAAADwAAAAAAAAAAAAAAAACYAgAAZHJz&#10;L2Rvd25yZXYueG1sUEsFBgAAAAAEAAQA9QAAAIsDAAAAAA==&#10;" path="m80,157r,l73,157r-9,-1l57,154r-8,-3l41,148r-6,-4l30,140r-7,-6l18,129r-4,-7l9,116,6,109,4,102,2,94,1,87,,78r,l1,71,2,63,4,55,6,48,9,41r5,-6l18,28r5,-5l30,18r5,-5l41,9,49,6,57,4,64,2,73,r7,l80,r9,l96,2r8,2l111,6r7,3l124,13r7,5l136,22r5,6l146,34r4,6l153,48r3,6l159,62r1,9l160,78r,l160,87r-1,7l156,102r-3,7l150,116r-4,6l141,129r-5,5l131,140r-7,4l118,148r-7,3l104,154r-8,2l89,157r-9,l80,157xm17,827r,-583l142,244r,583l17,827xe" fillcolor="#695e4a" stroked="f">
                          <v:path arrowok="t" o:connecttype="custom" o:connectlocs="6350,12417;5080,12338;3889,11942;2778,11389;1826,10598;1111,9649;476,8620;159,7434;0,6169;79,5615;318,4350;714,3243;1429,2214;2381,1424;3254,712;4524,316;5794,0;6350,0;7620,158;8811,475;9843,1028;10795,1740;11589,2689;12144,3796;12621,4903;12700,6169;12700,6881;12383,8067;11906,9174;11192,10202;10398,11072;9366,11705;8255,12179;7064,12417;6350,12417;1349,19297;11271,65405" o:connectangles="0,0,0,0,0,0,0,0,0,0,0,0,0,0,0,0,0,0,0,0,0,0,0,0,0,0,0,0,0,0,0,0,0,0,0,0,0"/>
                          <o:lock v:ext="edit" verticies="t"/>
                        </v:shape>
                        <v:shape id="Freeform 102" o:spid="_x0000_s1047" style="position:absolute;left:4724;top:5765;width:438;height:483;visibility:visible;mso-wrap-style:square;v-text-anchor:top" coordsize="555,6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DSsMA&#10;AADcAAAADwAAAGRycy9kb3ducmV2LnhtbERPTWvCQBC9F/wPywje6kaFKqmboLaFXhSMredhd5pE&#10;s7Mhu2r6791Cwds83ucs89424kqdrx0rmIwTEMTamZpLBV+Hj+cFCB+QDTaOScEvecizwdMSU+Nu&#10;vKdrEUoRQ9inqKAKoU2l9Loii37sWuLI/bjOYoiwK6Xp8BbDbSOnSfIiLdYcGypsaVORPhcXq2A7&#10;ffvWR3ssdu/r2e48O82DTuZKjYb96hVEoD48xP/uTxPnLybw90y8QGZ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4DSsMAAADcAAAADwAAAAAAAAAAAAAAAACYAgAAZHJzL2Rv&#10;d25yZXYueG1sUEsFBgAAAAAEAAQA9QAAAIgDAAAAAA==&#10;" path="m266,607r,l236,606r-28,-3l181,598r-13,-5l157,589r-12,-4l133,579r-11,-5l111,567r-10,-6l91,553,81,545r-8,-9l64,526r-8,-9l48,506,42,495,35,483,29,470,23,457,19,445,15,429,10,414,7,399,4,383,2,366,1,349,,311r,l,295,1,278,3,262,5,247,7,232r4,-15l16,203r4,-15l25,175r6,-14l37,148r8,-13l52,123r9,-12l69,101,78,90,88,79,99,70r10,-9l120,52r12,-8l144,37r13,-7l169,24r14,-5l197,14r14,-4l226,7,241,4,258,1,274,r16,l290,r28,1l346,5r25,5l396,18r12,4l420,26r12,7l442,38r10,8l462,53r9,8l481,69r9,10l497,89r8,9l512,110r7,11l525,134r5,13l536,160r4,14l543,189r5,16l550,221r2,16l554,255r,18l555,292r,l554,309r,17l552,342r-2,15l546,373r-3,15l539,402r-5,16l528,432r-5,13l516,459r-7,11l501,483r-8,12l484,506r-9,11l465,528r-10,9l444,546r-11,9l422,563r-13,7l397,577r-13,6l370,588r-14,5l342,598r-15,3l313,603r-16,2l282,606r-16,1l266,607xm279,106r,l265,107r-14,1l237,112r-14,5l210,123r-12,9l187,140r-11,12l166,164r-9,14l149,194r-6,18l137,231r-4,21l130,274r,24l130,298r,25l132,344r3,22l139,385r6,19l151,420r8,15l167,448r10,12l188,470r13,9l213,485r15,7l244,495r16,3l278,498r,l293,498r14,-2l322,492r13,-5l348,480r13,-9l371,462r11,-12l392,437r8,-14l408,407r6,-19l420,369r3,-22l425,325r1,-24l426,301r,-24l424,257r-3,-21l418,218r-6,-17l406,185r-8,-15l390,157,380,145,369,135r-12,-9l343,119r-14,-6l313,109r-16,-2l279,106r,xe" fillcolor="#695e4a" stroked="f">
                          <v:path arrowok="t" o:connecttype="custom" o:connectlocs="16421,47942;11447,46511;7974,44603;5053,41820;2763,38401;1184,34108;158,29099;0,23454;553,18445;1974,13914;4105,9779;6947,6281;10421,3498;14447,1511;19026,318;22894,0;31263,1431;34894,3021;37973,5486;40420,8746;42315,12721;43420,17571;43815,23216;43578,27191;42552,31961;40736,36493;38210,40230;35052,43410;31342,45875;27000,47544;22263,48180;22026,8428;17605,9302;13894,12085;11289,16855;10263,23693;10658,29099;12552,34585;15868,38083;20526,39594;24236,39435;28499,37447;31578,33631;33394,27589;33631,22023;32526,15981;29999,11528;25973,8984;22026,8428" o:connectangles="0,0,0,0,0,0,0,0,0,0,0,0,0,0,0,0,0,0,0,0,0,0,0,0,0,0,0,0,0,0,0,0,0,0,0,0,0,0,0,0,0,0,0,0,0,0,0,0,0"/>
                          <o:lock v:ext="edit" verticies="t"/>
                        </v:shape>
                        <v:shape id="Freeform 103" o:spid="_x0000_s1048" style="position:absolute;left:5270;top:5765;width:387;height:470;visibility:visible;mso-wrap-style:square;v-text-anchor:top" coordsize="488,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Lc8EA&#10;AADcAAAADwAAAGRycy9kb3ducmV2LnhtbERPTWsCMRC9F/wPYQpeimZVKLI1igjSXgRrC16HzXSz&#10;dTMJm1HXf2+EQm/zeJ+zWPW+VRfqUhPYwGRcgCKugm24NvD9tR3NQSVBttgGJgM3SrBaDp4WWNpw&#10;5U+6HKRWOYRTiQacSCy1TpUjj2kcInHmfkLnUTLsam07vOZw3+ppUbxqjw3nBoeRNo6q0+HsDdh6&#10;XcSjRDd7l7Sf2R39vpzOxgyf+/UbKKFe/sV/7g+b58+n8HgmX6C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2/y3PBAAAA3AAAAA8AAAAAAAAAAAAAAAAAmAIAAGRycy9kb3du&#10;cmV2LnhtbFBLBQYAAAAABAAEAPUAAACGAwAAAAA=&#10;" path="m364,595r,-376l364,219r,-25l361,182r-1,-11l357,161r-3,-10l351,143r-6,-8l340,128r-5,-6l327,117r-7,-5l310,109r-10,-2l289,105r-11,l278,105r-16,1l245,109r-14,4l216,121r-12,9l191,140r-11,12l169,165r-10,15l151,197r-8,17l137,232r-4,20l128,271r-2,21l125,314r,281l,595,,12r120,l120,12r,26l118,68r-3,30l111,125r2,1l113,126r7,-13l127,99r9,-11l144,76,155,64,166,54,178,44r12,-8l202,27r14,-6l231,14r15,-4l263,6,280,2,297,1,315,r,l339,1r21,3l380,9r18,6l414,23r14,9l440,42r11,13l460,68r8,14l474,97r6,18l483,131r3,18l487,167r1,20l488,595r-124,xe" fillcolor="#695e4a" stroked="f">
                          <v:path arrowok="t" o:connecttype="custom" o:connectlocs="28893,17295;28893,15321;28575,13505;28099,11925;27384,10662;26591,9635;25400,8845;23813,8450;22066,8292;20796,8371;18336,8924;16193,10267;14288,12004;12621,14215;11351,16901;10557,19902;10001,23061;9922,46990;0,948;9525,948;9366,5370;8811,9872;8969,9951;10081,7819;11430,6002;13176,4265;15081,2843;17145,1658;19526,790;22225,158;25003,0;26908,79;30163,711;32861,1816;34925,3317;36513,5370;37624,7661;38338,10346;38656,13189;38735,46990" o:connectangles="0,0,0,0,0,0,0,0,0,0,0,0,0,0,0,0,0,0,0,0,0,0,0,0,0,0,0,0,0,0,0,0,0,0,0,0,0,0,0,0"/>
                        </v:shape>
                        <v:shape id="Freeform 104" o:spid="_x0000_s1049" style="position:absolute;left:5772;top:5765;width:304;height:483;visibility:visible;mso-wrap-style:square;v-text-anchor:top" coordsize="386,6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ffO8EA&#10;AADcAAAADwAAAGRycy9kb3ducmV2LnhtbERPS4vCMBC+C/sfwix403RVRLpGcQXRi4LVwx6HZvrQ&#10;ZlKSqN1/vxEEb/PxPWe+7Ewj7uR8bVnB1zABQZxbXXOp4HzaDGYgfEDW2FgmBX/kYbn46M0x1fbB&#10;R7pnoRQxhH2KCqoQ2lRKn1dk0A9tSxy5wjqDIUJXSu3wEcNNI0dJMpUGa44NFba0rii/Zjej4HJr&#10;cdP9rCfFSk/zw+9kW7j9WKn+Z7f6BhGoC2/xy73Tcf5sDM9n4gVy8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jn3zvBAAAA3AAAAA8AAAAAAAAAAAAAAAAAmAIAAGRycy9kb3du&#10;cmV2LnhtbFBLBQYAAAAABAAEAPUAAACGAwAAAAA=&#10;" path="m133,607r,l101,606,69,604,39,600,11,595,14,489r,l43,495r31,7l107,506r17,1l140,507r,l153,507r12,-1l176,504r11,-2l197,498r10,-3l215,491r8,-4l230,481r7,-5l242,469r4,-7l251,454r2,-7l254,438r1,-9l255,429r-1,-9l252,410r-4,-9l244,394r-6,-8l231,381r-7,-7l215,370,196,360r-22,-7l127,337r-24,-9l81,317,70,311,59,304r-9,-7l40,288r-9,-8l24,269,16,257,11,245,7,231,2,216,,199,,181r,l1,162,3,144,9,126r6,-16l24,94,35,79,46,66,60,53,77,41,95,30r19,-8l136,14,159,8,184,4,211,1,240,r,l266,1r28,3l321,7r27,4l345,112r,l317,106r-28,-5l260,97,231,96r,l219,97r-11,l197,99r-11,3l177,105r-8,3l161,111r-7,5l148,121r-5,5l139,133r-4,6l132,146r-2,7l129,161r-1,9l128,170r1,9l131,188r4,9l140,204r5,8l153,217r7,6l169,229r19,8l210,246r47,17l281,273r23,11l315,290r11,7l336,304r9,9l355,323r7,9l369,344r6,12l379,370r4,14l385,400r1,18l386,418r-1,20l382,457r-6,19l368,493r-10,17l347,525r-14,15l318,553r-17,12l282,576r-22,9l239,592r-25,7l188,603r-27,3l133,607r,xe" fillcolor="#695e4a" stroked="f">
                          <v:path arrowok="t" o:connecttype="custom" o:connectlocs="7975,48180;869,47306;3395,39355;9792,40309;12081,40309;14766,39912;16977,39037;18714,37845;19820,36096;20136,34108;19899,32597;18793,30689;16977,29417;10028,26793;5527,24726;3159,22898;1263,20433;158,17173;0,14391;711,10018;2764,6281;6080,3260;10739,1113;16661,80;21004,80;27479,875;25032,8428;18241,7633;16424,7712;13977,8348;12160,9223;10976,10574;10265,12164;10107,13516;10660,15663;12081,17253;14845,18843;22189,21705;25742,23613;28032,25680;29611,28304;30401,31802;30401,34824;29059,39196;26295,42933;22268,45795;16898,47624;10502,48260" o:connectangles="0,0,0,0,0,0,0,0,0,0,0,0,0,0,0,0,0,0,0,0,0,0,0,0,0,0,0,0,0,0,0,0,0,0,0,0,0,0,0,0,0,0,0,0,0,0,0,0"/>
                        </v:shape>
                        <v:shape id="Freeform 105" o:spid="_x0000_s1050" style="position:absolute;left:6394;top:5607;width:330;height:628;visibility:visible;mso-wrap-style:square;v-text-anchor:top" coordsize="416,7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L7zcMA&#10;AADcAAAADwAAAGRycy9kb3ducmV2LnhtbERPz0vDMBS+D/wfwhO8DJcqo5RuWRFR8CBzTg87PpNn&#10;U2xeShOb+t8bQdjtfXw/37aZXS8mGkPnWcHNqgBBrL3puFXw/vZ4XYEIEdlg75kU/FCAZnex2GJt&#10;fOJXmo6xFTmEQ40KbIxDLWXQlhyGlR+IM/fpR4cxw7GVZsSUw10vb4uilA47zg0WB7q3pL+O307B&#10;nKrlx1KXZXo4nHqr5fPLPlVKXV3OdxsQkeZ4Fv+7n0yeX63h75l8gd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AL7zcMAAADcAAAADwAAAAAAAAAAAAAAAACYAgAAZHJzL2Rv&#10;d25yZXYueG1sUEsFBgAAAAAEAAQA9QAAAIgDAAAAAA==&#10;" path="m,792l,,416,r,107l128,107r,225l402,332r,105l128,437r,245l416,682r,110l,792xe" fillcolor="#695e4a" stroked="f">
                          <v:path arrowok="t" o:connecttype="custom" o:connectlocs="0,62865;0,0;33020,0;33020,8493;10160,8493;10160,26353;31909,26353;31909,34687;10160,34687;10160,54134;33020,54134;33020,62865;0,62865" o:connectangles="0,0,0,0,0,0,0,0,0,0,0,0,0"/>
                        </v:shape>
                        <v:shape id="Freeform 106" o:spid="_x0000_s1051" style="position:absolute;left:6858;top:5765;width:387;height:470;visibility:visible;mso-wrap-style:square;v-text-anchor:top" coordsize="488,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ZTB8EA&#10;AADcAAAADwAAAGRycy9kb3ducmV2LnhtbERPTWsCMRC9F/wPYYReimattMhqFBFKeylYK3gdNuNm&#10;dTMJm1G3/74RCr3N433OYtX7Vl2pS01gA5NxAYq4Crbh2sD++200A5UE2WIbmAz8UILVcvCwwNKG&#10;G3/RdSe1yiGcSjTgRGKpdaoceUzjEIkzdwydR8mwq7Xt8JbDfaufi+JVe2w4NziMtHFUnXcXb8DW&#10;6yIeJLrpu6Tt1H7S6el8MeZx2K/noIR6+Rf/uT9snj97gfsz+QK9/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JWUwfBAAAA3AAAAA8AAAAAAAAAAAAAAAAAmAIAAGRycy9kb3du&#10;cmV2LnhtbFBLBQYAAAAABAAEAPUAAACGAwAAAAA=&#10;" path="m363,595r,-376l363,219r-1,-25l361,182r-2,-11l356,161r-3,-10l350,143r-5,-8l339,128r-6,-6l326,117r-8,-5l309,109r-9,-2l289,105r-12,l277,105r-16,1l245,109r-15,4l216,121r-13,9l190,140r-12,12l167,165r-9,15l150,197r-7,17l136,232r-5,20l128,271r-3,21l124,314r,281l,595,,12r119,l119,12r-1,26l117,68r-2,30l110,125r2,1l112,126r7,-13l127,99r8,-11l144,76,154,64,165,54,176,44r13,-8l202,27r14,-6l231,14r15,-4l262,6,279,2,296,1,315,r,l338,1r22,3l379,9r18,6l412,23r15,9l439,42r11,13l460,68r7,14l474,97r5,18l482,131r3,18l486,167r2,20l488,595r-125,xe" fillcolor="#695e4a" stroked="f">
                          <v:path arrowok="t" o:connecttype="custom" o:connectlocs="28813,17295;28734,15321;28496,13505;28019,11925;27384,10662;26432,9635;25241,8845;23813,8450;21987,8292;20717,8371;18256,8924;16113,10267;14129,12004;12541,14215;11351,16901;10398,19902;9922,23061;9843,46990;0,948;9446,948;9287,5370;8731,9872;8890,9951;10081,7819;11430,6002;13097,4265;15002,2843;17145,1658;19526,790;22146,158;25003,0;26829,79;30083,711;32703,1816;34846,3317;36513,5370;37624,7661;38259,10346;38576,13189;38735,46990" o:connectangles="0,0,0,0,0,0,0,0,0,0,0,0,0,0,0,0,0,0,0,0,0,0,0,0,0,0,0,0,0,0,0,0,0,0,0,0,0,0,0,0"/>
                        </v:shape>
                        <v:shape id="Freeform 107" o:spid="_x0000_s1052" style="position:absolute;left:7315;top:5600;width:305;height:648;visibility:visible;mso-wrap-style:square;v-text-anchor:top" coordsize="388,8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b9TsMA&#10;AADcAAAADwAAAGRycy9kb3ducmV2LnhtbERPzWrCQBC+F3yHZQRvdWORVKKrVKVpDzm0aR9gyI5J&#10;aHY27K5JfHu3UOhtPr7f2R0m04mBnG8tK1gtExDEldUt1wq+v14fNyB8QNbYWSYFN/Jw2M8edphp&#10;O/InDWWoRQxhn6GCJoQ+k9JXDRn0S9sTR+5incEQoauldjjGcNPJpyRJpcGWY0ODPZ0aqn7Kq1FQ&#10;dkW+Lp6De/vAc54f9fFcXielFvPpZQsi0BT+xX/udx3nb1L4fSZeIP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fb9TsMAAADcAAAADwAAAAAAAAAAAAAAAACYAgAAZHJzL2Rv&#10;d25yZXYueG1sUEsFBgAAAAAEAAQA9QAAAIgDAAAAAA==&#10;" path="m273,813r,l251,813r-21,-2l212,809r-17,-4l181,798r-14,-6l156,783,145,773r-8,-12l130,748r-6,-14l120,718r-5,-18l113,681r-1,-22l111,635r,-318l,317,,220r111,l111,35,236,r,220l388,220r,97l237,317r,279l237,596r1,31l239,639r1,11l242,661r3,9l249,677r4,7l257,690r6,5l269,699r8,3l284,704r9,1l302,706r11,l313,706r19,l352,704r19,-3l388,698r,102l388,800r-27,6l332,810r-30,3l273,813r,xe" fillcolor="#695e4a" stroked="f">
                          <v:path arrowok="t" o:connecttype="custom" o:connectlocs="21446,64770;21446,64770;19718,64770;18068,64611;16654,64451;15319,64133;14219,63575;13119,63097;12255,62380;11391,61583;10762,60627;10212,59592;9741,58476;9427,57202;9034,55768;8877,54254;8798,52501;8720,50589;8720,25255;0,25255;0,17527;8720,17527;8720,2788;18539,0;18539,17527;30480,17527;30480,25255;18618,25255;18618,47482;18618,47482;18696,49952;18775,50908;18854,51784;19011,52660;19246,53377;19561,53935;19875,54493;20189,54971;20660,55369;21132,55688;21760,55927;22310,56086;23017,56166;23724,56246;24588,56246;24588,56246;26081,56246;27652,56086;29145,55847;30480,55608;30480,63734;30480,63734;28359,64212;26081,64531;23724,64770;21446,64770;21446,64770" o:connectangles="0,0,0,0,0,0,0,0,0,0,0,0,0,0,0,0,0,0,0,0,0,0,0,0,0,0,0,0,0,0,0,0,0,0,0,0,0,0,0,0,0,0,0,0,0,0,0,0,0,0,0,0,0,0,0,0,0"/>
                        </v:shape>
                        <v:shape id="Freeform 108" o:spid="_x0000_s1053" style="position:absolute;left:7715;top:5581;width:127;height:654;visibility:visible;mso-wrap-style:square;v-text-anchor:top" coordsize="160,8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AcvcIA&#10;AADcAAAADwAAAGRycy9kb3ducmV2LnhtbERPTYvCMBC9L/gfwgheRNNdcJVqFBGEgierHryNzdgU&#10;m0lpotZ/b4SFvc3jfc5i1dlaPKj1lWMF3+MEBHHhdMWlguNhO5qB8AFZY+2YFLzIw2rZ+1pgqt2T&#10;9/TIQyliCPsUFZgQmlRKXxiy6MeuIY7c1bUWQ4RtKXWLzxhua/mTJL/SYsWxwWBDG0PFLb9bBZfb&#10;2dyn8rQbHobbfO8m2fV0zpQa9Lv1HESgLvyL/9yZjvNnU/g8Ey+Qy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cBy9wgAAANwAAAAPAAAAAAAAAAAAAAAAAJgCAABkcnMvZG93&#10;bnJldi54bWxQSwUGAAAAAAQABAD1AAAAhwMAAAAA&#10;" path="m81,157r,l73,157r-8,-1l57,154r-7,-3l43,148r-7,-4l30,140r-6,-6l19,129r-5,-7l10,116,7,109,5,102,3,94,1,87,,78r,l1,71,3,63,5,55,7,48r3,-7l14,35r5,-7l24,23r6,-5l36,13,43,9,50,6,57,4,65,2,73,r8,l81,r9,l97,2r8,2l112,6r7,3l125,13r6,5l137,22r5,6l146,34r5,6l154,48r3,6l159,62r1,9l160,78r,l160,87r-1,7l157,102r-3,7l151,116r-5,6l142,129r-5,5l131,140r-6,4l119,148r-7,3l105,154r-8,2l90,157r-9,l81,157xm18,827r,-583l143,244r,583l18,827xe" fillcolor="#695e4a" stroked="f">
                          <v:path arrowok="t" o:connecttype="custom" o:connectlocs="6429,12417;5159,12338;3969,11942;2858,11389;1905,10598;1111,9649;556,8620;238,7434;0,6169;79,5615;397,4350;794,3243;1508,2214;2381,1424;3413,712;4524,316;5794,0;6429,0;7699,158;8890,475;9922,1028;10874,1740;11589,2689;12224,3796;12621,4903;12700,6169;12700,6881;12462,8067;11986,9174;11271,10202;10398,11072;9446,11705;8334,12179;7144,12417;6429,12417;1429,19297;11351,65405" o:connectangles="0,0,0,0,0,0,0,0,0,0,0,0,0,0,0,0,0,0,0,0,0,0,0,0,0,0,0,0,0,0,0,0,0,0,0,0,0"/>
                          <o:lock v:ext="edit" verticies="t"/>
                        </v:shape>
                        <v:shape id="Freeform 109" o:spid="_x0000_s1054" style="position:absolute;left:7905;top:5600;width:305;height:648;visibility:visible;mso-wrap-style:square;v-text-anchor:top" coordsize="388,8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XMp8QA&#10;AADcAAAADwAAAGRycy9kb3ducmV2LnhtbESPQW/CMAyF75P4D5GRuI0UhDbUEdAA0XHgsBV+gNV4&#10;bbXGqZIA3b+fD0i72XrP731ebQbXqRuF2Ho2MJtmoIgrb1uuDVzOh+clqJiQLXaeycAvRdisR08r&#10;zK2/8xfdylQrCeGYo4EmpT7XOlYNOYxT3xOL9u2DwyRrqLUNeJdw1+l5lr1ohy1LQ4M97Rqqfsqr&#10;M1B2p2Jxek3h4xP3RbG12315HYyZjIf3N1CJhvRvflwfreAvhVaekQn0+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8lzKfEAAAA3AAAAA8AAAAAAAAAAAAAAAAAmAIAAGRycy9k&#10;b3ducmV2LnhtbFBLBQYAAAAABAAEAPUAAACJAwAAAAA=&#10;" path="m273,813r,l250,813r-20,-2l212,809r-17,-4l180,798r-14,-6l156,783,145,773r-9,-12l130,748r-7,-14l119,718r-4,-18l113,681r-1,-22l112,635r,-318l,317,,220r112,l112,35,235,r,220l388,220r,97l236,317r,279l236,596r1,31l238,639r1,11l242,661r3,9l248,677r4,7l257,690r5,5l268,699r8,3l284,704r8,1l302,706r11,l313,706r19,l351,704r20,-3l388,698r,102l388,800r-27,6l332,810r-30,3l273,813r,xe" fillcolor="#695e4a" stroked="f">
                          <v:path arrowok="t" o:connecttype="custom" o:connectlocs="21446,64770;21446,64770;19639,64770;18068,64611;16654,64451;15319,64133;14140,63575;13040,63097;12255,62380;11391,61583;10684,60627;10212,59592;9662,58476;9348,57202;9034,55768;8877,54254;8798,52501;8798,50589;8798,25255;0,25255;0,17527;8798,17527;8798,2788;18461,0;18461,17527;30480,17527;30480,25255;18539,25255;18539,47482;18539,47482;18618,49952;18696,50908;18775,51784;19011,52660;19246,53377;19482,53935;19796,54493;20189,54971;20582,55369;21053,55688;21682,55927;22310,56086;22939,56166;23724,56246;24588,56246;24588,56246;26081,56246;27573,56086;29145,55847;30480,55608;30480,63734;30480,63734;28359,64212;26081,64531;23724,64770;21446,64770;21446,64770" o:connectangles="0,0,0,0,0,0,0,0,0,0,0,0,0,0,0,0,0,0,0,0,0,0,0,0,0,0,0,0,0,0,0,0,0,0,0,0,0,0,0,0,0,0,0,0,0,0,0,0,0,0,0,0,0,0,0,0,0"/>
                        </v:shape>
                        <v:shape id="Freeform 110" o:spid="_x0000_s1055" style="position:absolute;left:8242;top:5772;width:451;height:698;visibility:visible;mso-wrap-style:square;v-text-anchor:top" coordsize="575,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RcScIA&#10;AADcAAAADwAAAGRycy9kb3ducmV2LnhtbERPTWsCMRC9C/6HMIVeRLMVLLo1ihaEak9Vex8242a7&#10;m8mSpO723xtB6G0e73OW69424ko+VI4VvEwyEMSF0xWXCs6n3XgOIkRkjY1jUvBHAdar4WCJuXYd&#10;f9H1GEuRQjjkqMDE2OZShsKQxTBxLXHiLs5bjAn6UmqPXQq3jZxm2au0WHFqMNjSu6GiPv5aBZ/2&#10;+1DXl9Gu83szy37aqd9urVLPT/3mDUSkPv6LH+4PnebPF3B/Jl0gV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xFxJwgAAANwAAAAPAAAAAAAAAAAAAAAAAJgCAABkcnMvZG93&#10;bnJldi54bWxQSwUGAAAAAAQABAD1AAAAhwMAAAAA&#10;" path="m334,640r,l321,672r-11,30l297,729r-13,25l271,775r-13,20l244,812r-14,15l215,839r-16,11l182,860r-18,6l145,871r-20,4l102,877r-23,1l79,878,59,877,39,876,18,872,,869,10,759r,l28,765r19,4l66,771r19,1l85,772r11,l106,771r10,-2l125,766r8,-4l142,758r7,-5l157,746r7,-7l172,729r8,-10l186,707r6,-12l199,679r14,-34l236,583,18,,159,r95,266l254,266r13,39l278,343r11,39l300,419r1,l301,419r11,-40l326,332r16,-48l358,237,441,,575,,334,640xe" fillcolor="#695e4a" stroked="f">
                          <v:path arrowok="t" o:connecttype="custom" o:connectlocs="26189,50916;26189,50916;25169,53462;24307,55848;23287,57996;22268,59985;21249,61656;20229,63247;19132,64599;18034,65793;16858,66747;15603,67622;14270,68418;12859,68895;11369,69293;9801,69611;7998,69770;6194,69850;6194,69850;4626,69770;3058,69691;1411,69373;0,69134;784,60383;784,60383;2195,60860;3685,61178;5175,61338;6665,61417;6665,61417;7527,61417;8311,61338;9095,61178;9801,60940;10428,60622;11134,60303;11683,59906;12310,59349;12859,58792;13486,57996;14114,57201;14584,56246;15054,55291;15603,54018;16701,51313;18504,46381;1411,0;12467,0;19916,21162;19916,21162;20935,24265;21798,27288;22660,30390;23523,33334;23601,33334;23601,33334;24464,30152;25561,26413;26816,22594;28070,18855;34578,0;45085,0;26189,50916" o:connectangles="0,0,0,0,0,0,0,0,0,0,0,0,0,0,0,0,0,0,0,0,0,0,0,0,0,0,0,0,0,0,0,0,0,0,0,0,0,0,0,0,0,0,0,0,0,0,0,0,0,0,0,0,0,0,0,0,0,0,0,0,0,0,0"/>
                        </v:shape>
                        <v:shape id="Freeform 111" o:spid="_x0000_s1056" style="position:absolute;left:8909;top:5549;width:342;height:686;visibility:visible;mso-wrap-style:square;v-text-anchor:top" coordsize="432,8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XguMQA&#10;AADcAAAADwAAAGRycy9kb3ducmV2LnhtbESPT2sCQQzF74V+hyGF3uqMFkq77igqWir1UlvvYSf7&#10;B3cyy86o67dvDoK3hPfy3i/5fPCtOlMfm8AWxiMDirgIruHKwt/v5uUdVEzIDtvAZOFKEeazx4cc&#10;Mxcu/EPnfaqUhHDM0EKdUpdpHYuaPMZR6IhFK0PvMcnaV9r1eJFw3+qJMW/aY8PSUGNHq5qK4/7k&#10;LRy5NAs8mNfvdfzcXrdmd4jLnbXPT8NiCirRkO7m2/WXE/wPwZdnZAI9+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l4LjEAAAA3AAAAA8AAAAAAAAAAAAAAAAAmAIAAGRycy9k&#10;b3ducmV2LnhtbFBLBQYAAAAABAAEAPUAAACJAwAAAAA=&#10;" path="m423,113r,l403,108r-20,-4l363,102r-20,-1l343,101r-14,1l317,103r-11,2l295,110r-11,4l276,119r-8,7l261,133r-7,9l249,152r-4,11l241,174r-3,13l236,202r-1,16l235,234r,47l385,281r,97l235,378r,486l110,864r,-486l,378,,281r110,l110,237r,l111,208r3,-27l119,155r5,-23l133,111,143,91,154,74,167,58,182,44,199,32,218,22r20,-8l261,7,284,3,310,1,337,r,l362,r23,2l409,5r23,5l423,113xe" fillcolor="#695e4a" stroked="f">
                          <v:path arrowok="t" o:connecttype="custom" o:connectlocs="33576,8969;33576,8969;31988,8573;30401,8255;28813,8096;27226,8017;27226,8017;26114,8096;25162,8176;24289,8334;23416,8731;22543,9049;21908,9446;21273,10001;20717,10557;20161,11271;19764,12065;19447,12938;19129,13811;18891,14843;18733,16034;18653,17304;18653,18574;18653,22304;30559,22304;30559,30004;18653,30004;18653,68580;8731,68580;8731,30004;0,30004;0,22304;8731,22304;8731,18812;8731,18812;8811,16510;9049,14367;9446,12303;9843,10478;10557,8811;11351,7223;12224,5874;13256,4604;14446,3493;15796,2540;17304,1746;18891,1111;20717,556;22543,238;24606,79;26749,0;26749,0;28734,0;30559,159;32464,397;34290,794;33576,8969" o:connectangles="0,0,0,0,0,0,0,0,0,0,0,0,0,0,0,0,0,0,0,0,0,0,0,0,0,0,0,0,0,0,0,0,0,0,0,0,0,0,0,0,0,0,0,0,0,0,0,0,0,0,0,0,0,0,0,0,0"/>
                        </v:shape>
                        <v:shape id="Freeform 112" o:spid="_x0000_s1057" style="position:absolute;left:9245;top:5765;width:445;height:483;visibility:visible;mso-wrap-style:square;v-text-anchor:top" coordsize="555,6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eVl8MA&#10;AADcAAAADwAAAGRycy9kb3ducmV2LnhtbERPTWvCQBC9C/0PyxS81Y0KtY3ZSFst9FKhqXoedsck&#10;NTsbsqum/94VBG/zeJ+TLXrbiBN1vnasYDxKQBBrZ2ouFWx+P59eQPiAbLBxTAr+ycMifxhkmBp3&#10;5h86FaEUMYR9igqqENpUSq8rsuhHriWO3N51FkOEXSlNh+cYbhs5SZJnabHm2FBhSx8V6UNxtAq+&#10;J8ut3tldsV69T9eH6d8s6GSm1PCxf5uDCNSHu/jm/jJx/usYrs/EC2R+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jeVl8MAAADcAAAADwAAAAAAAAAAAAAAAACYAgAAZHJzL2Rv&#10;d25yZXYueG1sUEsFBgAAAAAEAAQA9QAAAIgDAAAAAA==&#10;" path="m266,607r,l236,606r-28,-3l182,598r-13,-5l157,589r-12,-4l133,579r-12,-5l111,567r-10,-6l91,553r-9,-8l72,536,64,526r-8,-9l48,506,42,495,35,483,29,470,24,457,18,445,14,429,11,414,8,399,4,383,2,366,1,349,,311r,l,295,1,278,2,262,5,247,8,232r4,-15l15,203r5,-15l26,175r5,-14l38,148r7,-13l53,123r7,-12l69,101,78,90,88,79,99,70r11,-9l120,52r12,-8l144,37r13,-7l170,24r14,-5l198,14r14,-4l227,7,242,4,257,1,273,r17,l290,r28,1l346,5r26,5l396,18r12,4l420,26r11,7l442,38r10,8l462,53r10,8l480,69r9,10l497,89r8,9l512,110r7,11l524,134r7,13l535,160r5,14l544,189r3,16l550,221r2,16l553,255r1,18l555,292r,l554,309r-1,17l552,342r-2,15l547,373r-4,15l539,402r-5,16l529,432r-7,13l516,459r-7,11l502,483r-9,12l485,506r-10,11l465,528r-9,9l445,546r-12,9l421,563r-12,7l396,577r-12,6l371,588r-14,5l343,598r-15,3l313,603r-15,2l283,606r-17,1l266,607xm279,106r,l265,107r-15,1l237,112r-14,5l211,123r-12,9l187,140r-11,12l165,164r-8,14l149,194r-7,18l136,231r-3,21l130,274r-1,24l129,298r1,25l132,344r3,22l139,385r5,19l150,420r9,15l168,448r9,12l188,470r13,9l214,485r14,7l244,495r16,3l278,498r,l293,498r14,-2l321,492r14,-5l348,480r12,-9l372,462r10,-12l392,437r9,-14l408,407r7,-19l420,369r3,-22l425,325r2,-24l427,301r-2,-24l424,257r-3,-21l417,218r-4,-17l406,185r-7,-15l390,157,380,145,370,135r-12,-9l344,119r-14,-6l314,109r-16,-2l279,106r,xe" fillcolor="#695e4a" stroked="f">
                          <v:path arrowok="t" o:connecttype="custom" o:connectlocs="16659,47942;11613,46511;8089,44603;5126,41820;2803,38401;1121,34108;160,29099;0,23454;641,18445;2082,13914;4245,9779;7048,6281;10572,3498;14737,1511;19382,318;23226,0;31716,1431;35400,3021;38443,5486;41006,8746;42848,12721;44050,17571;44450,23216;44210,27191;43169,31961;41326,36493;38844,40230;35640,43410;31716,45875;27471,47544;22665,48180;22345,8428;17860,9302;14096,12085;11373,16855;10332,23693;10812,29099;12734,34585;16098,38083;20823,39594;24588,39435;28832,37447;32116,33631;33878,27589;34038,22023;33077,15981;30434,11528;26430,8984;22345,8428" o:connectangles="0,0,0,0,0,0,0,0,0,0,0,0,0,0,0,0,0,0,0,0,0,0,0,0,0,0,0,0,0,0,0,0,0,0,0,0,0,0,0,0,0,0,0,0,0,0,0,0,0"/>
                          <o:lock v:ext="edit" verticies="t"/>
                        </v:shape>
                        <v:shape id="Freeform 113" o:spid="_x0000_s1058" style="position:absolute;left:9798;top:5765;width:241;height:470;visibility:visible;mso-wrap-style:square;v-text-anchor:top" coordsize="303,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4mvMEA&#10;AADcAAAADwAAAGRycy9kb3ducmV2LnhtbERPPWvDMBDdC/kP4gLZGrkeQu1EMaUhTcfGNmQ9rIvt&#10;1DoZSXXcf18VCt3u8T5vV8xmEBM531tW8LROQBA3VvfcKqir4+MzCB+QNQ6WScE3eSj2i4cd5tre&#10;+UxTGVoRQ9jnqKALYcyl9E1HBv3ajsSRu1pnMEToWqkd3mO4GWSaJBtpsOfY0OFIrx01n+WXUZBk&#10;2XQ4n8r2Wn3UbzeHF5/RSanVcn7Zggg0h3/xn/tdx/lZCr/PxAvk/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eOJrzBAAAA3AAAAA8AAAAAAAAAAAAAAAAAmAIAAGRycy9kb3du&#10;cmV2LnhtbFBLBQYAAAAABAAEAPUAAACGAwAAAAA=&#10;" path="m296,124r,l276,122r-21,-1l237,123r-8,2l221,127r-8,4l205,134r-6,4l191,144r-6,5l178,154r-11,14l158,185r-10,18l142,223r-7,23l131,271r-3,27l126,327r-2,32l124,596,,596,,13r119,l119,13r-1,28l116,74r-3,34l107,143r2,l109,143r6,-16l121,113r7,-14l135,85r9,-13l153,61,163,49,175,38,187,28r14,-7l215,13,230,8,247,3,264,1,282,r21,1l296,124xe" fillcolor="#695e4a" stroked="f">
                          <v:path arrowok="t" o:connecttype="custom" o:connectlocs="23573,9776;23573,9776;21980,9619;20307,9540;18874,9698;18237,9855;17600,10013;16963,10328;16326,10565;15848,10880;15211,11353;14733,11748;14175,12142;13299,13246;12583,14586;11786,16005;11308,17582;10751,19395;10432,21366;10194,23495;10034,25781;9875,28304;9875,46990;0,46990;0,1025;9477,1025;9477,1025;9397,3233;9238,5834;8999,8515;8521,11274;8680,11274;8680,11274;9158,10013;9636,8909;10194,7805;10751,6702;11468,5677;12184,4809;12981,3863;13936,2996;14892,2208;16007,1656;17122,1025;18317,631;19670,237;21024,79;22458,0;24130,79;23573,9776" o:connectangles="0,0,0,0,0,0,0,0,0,0,0,0,0,0,0,0,0,0,0,0,0,0,0,0,0,0,0,0,0,0,0,0,0,0,0,0,0,0,0,0,0,0,0,0,0,0,0,0,0,0"/>
                        </v:shape>
                        <v:shape id="Freeform 114" o:spid="_x0000_s1059" style="position:absolute;left:10293;top:5600;width:521;height:648;visibility:visible;mso-wrap-style:square;v-text-anchor:top" coordsize="660,8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R2VMMA&#10;AADcAAAADwAAAGRycy9kb3ducmV2LnhtbERP22oCMRB9L/QfwhR8q1kVSrsaxQqKKFRcFfo43cxe&#10;6GayJHHd/r0pFPo2h3Od2aI3jejI+dqygtEwAUGcW11zqeB8Wj+/gvABWWNjmRT8kIfF/PFhhqm2&#10;Nz5Sl4VSxBD2KSqoQmhTKX1ekUE/tC1x5ArrDIYIXSm1w1sMN40cJ8mLNFhzbKiwpVVF+Xd2NQou&#10;2XthJ5/77uO42vjS7Yqvw6ZQavDUL6cgAvXhX/zn3uo4/20Cv8/EC+T8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ZR2VMMAAADcAAAADwAAAAAAAAAAAAAAAACYAgAAZHJzL2Rv&#10;d25yZXYueG1sUEsFBgAAAAAEAAQA9QAAAIgDAAAAAA==&#10;" path="m634,153r,l609,144r-26,-8l558,128r-27,-5l504,118r-27,-4l450,112r-27,l423,112r-29,1l365,117r-28,6l325,126r-13,6l299,136r-12,6l274,148r-11,7l251,163r-10,8l230,179r-10,9l211,197r-9,11l193,219r-7,12l178,243r-7,12l164,269r-5,13l154,296r-5,15l146,326r-3,16l140,358r-1,17l138,393r-1,18l137,411r1,33l142,477r2,15l147,506r5,14l156,534r4,13l167,560r5,12l178,584r8,10l193,605r8,10l210,624r9,10l229,642r10,8l249,658r11,6l272,671r12,5l297,682r12,4l322,690r14,3l350,696r14,2l379,700r31,1l410,701r18,l444,700r31,-4l504,690r28,-7l532,395r128,l660,767r,l630,778r-33,9l565,795r-33,7l497,808r-34,4l429,814r-34,1l395,815r-22,-1l350,813r-21,-2l308,808r-20,-3l268,799r-19,-5l230,788r-17,-7l196,773r-18,-8l162,756,147,745,133,734,119,724,106,711,94,698,82,685,71,670,60,655,52,640,42,623,34,606,27,588,22,569,15,551,11,531,7,511,4,490,2,469,,447,,424r,l,401,2,379,4,357,8,336r4,-21l17,293r6,-19l30,255r8,-20l46,217,56,200,66,182,77,166,89,150r13,-15l116,120r14,-13l145,94,161,81,178,70,196,59r18,-9l232,40r21,-7l273,25r20,-7l315,13,337,9,361,6,385,2,408,1,434,r,l462,1r28,1l519,6r27,3l574,14r27,6l627,27r26,8l634,153xe" fillcolor="#695e4a" stroked="f">
                          <v:path arrowok="t" o:connecttype="custom" o:connectlocs="48046,11444;41893,9775;35502,8901;31084,8980;25641,10014;22643,11285;19802,12954;17357,14941;15227,17404;13491,20265;12150,23524;11282,27180;10887,31233;10887,35286;11597,40213;12623,43471;14043,46412;15858,48876;18067,51021;20512,52770;23432,54200;26508,55074;29901,55631;33767,55710;39763,54836;52070,31392;49703,61830;41972,63737;33846,64691;29427,64691;24299,64214;19645,63101;15463,61432;11597,59207;8363,56505;5601,53247;3314,49511;1736,45220;552,40610;0,35524;0,31868;631,26703;1815,21775;3629,17246;6075,13192;9152,9537;12702,6437;16883,3974;21538,1987;26587,715;32189,79;36449,79;43076,715;49467,2146" o:connectangles="0,0,0,0,0,0,0,0,0,0,0,0,0,0,0,0,0,0,0,0,0,0,0,0,0,0,0,0,0,0,0,0,0,0,0,0,0,0,0,0,0,0,0,0,0,0,0,0,0,0,0,0,0,0"/>
                        </v:shape>
                        <v:shape id="Freeform 115" o:spid="_x0000_s1060" style="position:absolute;left:10922;top:5765;width:400;height:483;visibility:visible;mso-wrap-style:square;v-text-anchor:top" coordsize="503,6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3PdW8MA&#10;AADcAAAADwAAAGRycy9kb3ducmV2LnhtbERPTWsCMRC9F/wPYYTealaRpW6NUoXKIrS0Kj0Pm3Gz&#10;NJksSarrv28Khd7m8T5nuR6cFRcKsfOsYDopQBA3XnfcKjgdXx4eQcSErNF6JgU3irBeje6WWGl/&#10;5Q+6HFIrcgjHChWYlPpKytgYchgnvifO3NkHhynD0Eod8JrDnZWzoiilw45zg8Getoaar8O3U7Cb&#10;H219vr3ubV2Xpty/f27C206p+/Hw/AQi0ZD+xX/uWuf5izn8PpMvkK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3PdW8MAAADcAAAADwAAAAAAAAAAAAAAAACYAgAAZHJzL2Rv&#10;d25yZXYueG1sUEsFBgAAAAAEAAQA9QAAAIgDAAAAAA==&#10;" path="m498,311r-370,l128,311r,25l130,358r3,22l137,399r6,17l150,433r9,14l170,460r11,11l194,481r14,8l223,495r17,6l259,504r20,2l300,507r,l322,506r23,-1l367,502r22,-5l410,492r21,-7l451,478r18,-9l481,570r,l459,578r-24,8l410,592r-24,6l360,602r-27,2l307,606r-27,1l280,607r-33,-1l216,602r-15,-2l187,597r-14,-4l160,589r-13,-4l135,579r-12,-6l112,566r-11,-7l91,551,81,543r-9,-9l63,524r-8,-9l47,504,41,493,34,480,28,468,22,455,18,441,14,426,10,411,6,396,4,380,1,345,,308r,l1,275,4,244r6,-30l17,186,27,159r5,-13l39,133r6,-12l52,109,60,98,69,88,77,78,87,68,97,60r9,-9l117,43r12,-7l140,29r12,-5l164,19r13,-6l191,10,205,7,219,4,234,1,249,r16,l265,r15,l295,1r14,3l323,6r13,2l348,12r13,3l372,20r11,5l393,30r11,7l413,43r9,8l431,58r7,8l446,75r14,17l470,111r10,22l489,154r5,24l498,202r4,25l503,253r,l502,280r-4,31l498,311xm260,93r,l247,93r-12,2l223,98r-12,5l201,107r-10,6l181,121r-8,8l165,137r-7,10l151,158r-6,12l141,181r-5,14l133,208r-2,15l377,223r,l377,208r-1,-14l374,181r-4,-11l366,158r-5,-11l354,137r-7,-8l339,120r-9,-7l320,107r-10,-5l299,98,287,95,274,93r-14,l260,93xe" fillcolor="#695e4a" stroked="f">
                          <v:path arrowok="t" o:connecttype="custom" o:connectlocs="10180,24726;10578,30212;11930,34426;14395,37447;17736,39355;22190,40230;25610,40230;30938,39514;35869,38004;38255,45318;32608,47067;26484,48021;22269,48260;15986,47703;12725,46829;9783,45557;7237,43808;5011,41661;3261,39196;1750,36175;795,32677;80,27429;80,21864;1352,14788;3102,10574;4772,7792;6919,5406;9305,3419;12089,1908;15191,795;18611,80;21076,0;24576,318;27677,954;30461,1988;32847,3419;34835,5247;37380,8825;39289,14152;40005,20115;39607,24726;20679,7394;17736,7792;15191,8984;13123,10892;11532,13516;10578,16537;29984,17730;29745,14391;28711,11687;26962,9541;24655,8110;21792,7394" o:connectangles="0,0,0,0,0,0,0,0,0,0,0,0,0,0,0,0,0,0,0,0,0,0,0,0,0,0,0,0,0,0,0,0,0,0,0,0,0,0,0,0,0,0,0,0,0,0,0,0,0,0,0,0,0"/>
                          <o:lock v:ext="edit" verticies="t"/>
                        </v:shape>
                        <v:shape id="Freeform 116" o:spid="_x0000_s1061" style="position:absolute;left:11430;top:5765;width:387;height:470;visibility:visible;mso-wrap-style:square;v-text-anchor:top" coordsize="488,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F2sIA&#10;AADcAAAADwAAAGRycy9kb3ducmV2LnhtbERPTUsDMRC9C/0PYQQvYrO1WHRtWkqh2IvQroLXYTNu&#10;1m4mYTNt13/fCAVv83ifM18OvlMn6lMb2MBkXIAiroNtuTHw+bF5eAaVBNliF5gM/FKC5WJ0M8fS&#10;hjPv6VRJo3IIpxINOJFYap1qRx7TOETizH2H3qNk2Dfa9njO4b7Tj0Ux0x5bzg0OI60d1Yfq6A3Y&#10;ZlXEL4lu+iZpN7Xv9HN/OBpzdzusXkEJDfIvvrq3Ns9/eYK/Z/IFenE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j8XawgAAANwAAAAPAAAAAAAAAAAAAAAAAJgCAABkcnMvZG93&#10;bnJldi54bWxQSwUGAAAAAAQABAD1AAAAhwMAAAAA&#10;" path="m365,595r,-376l365,219r-2,-25l362,182r-2,-11l358,161r-3,-10l351,143r-5,-8l341,128r-7,-6l327,117r-8,-5l311,109r-11,-2l289,105r-11,l278,105r-17,1l246,109r-15,4l217,121r-14,9l192,140r-12,12l169,165r-10,15l151,197r-8,17l137,232r-4,20l128,271r-2,21l126,314r,281l,595,,12r120,l120,12r,26l119,68r-4,30l112,125r1,1l113,126r7,-13l127,99r9,-11l145,76,155,64,166,54,178,44r11,-8l203,27r14,-6l231,14r15,-4l262,6,280,2,297,1,315,r,l339,1r21,3l381,9r17,6l414,23r14,9l441,42r11,13l460,68r8,14l474,97r6,18l484,131r2,18l488,167r,20l488,595r-123,xe" fillcolor="#695e4a" stroked="f">
                          <v:path arrowok="t" o:connecttype="custom" o:connectlocs="28972,17295;28813,15321;28575,13505;28178,11925;27464,10662;26511,9635;25321,8845;23813,8450;22066,8292;20717,8371;18336,8924;16113,10267;14288,12004;12621,14215;11351,16901;10557,19902;10001,23061;10001,46990;0,948;9525,948;9446,5370;8890,9872;8969,9951;10081,7819;11509,6002;13176,4265;15002,2843;17224,1658;19526,790;22225,158;25003,0;26908,79;30242,711;32861,1816;35004,3317;36513,5370;37624,7661;38418,10346;38735,13189;38735,46990" o:connectangles="0,0,0,0,0,0,0,0,0,0,0,0,0,0,0,0,0,0,0,0,0,0,0,0,0,0,0,0,0,0,0,0,0,0,0,0,0,0,0,0"/>
                        </v:shape>
                        <v:shape id="Freeform 117" o:spid="_x0000_s1062" style="position:absolute;left:11925;top:5556;width:413;height:692;visibility:visible;mso-wrap-style:square;v-text-anchor:top" coordsize="516,8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gMB8MA&#10;AADcAAAADwAAAGRycy9kb3ducmV2LnhtbERPTWvCQBC9C/6HZYRexGzqQTS6EW0VCj3V6sHbmB2T&#10;YHY27G407a/vFgq9zeN9zmrdm0bcyfnasoLnJAVBXFhdc6ng+LmfzEH4gKyxsUwKvsjDOh8OVphp&#10;++APuh9CKWII+wwVVCG0mZS+qMigT2xLHLmrdQZDhK6U2uEjhptGTtN0Jg3WHBsqbOmlouJ26IwC&#10;Po277bvvphd/Zvf9ut8d52Gn1NOo3yxBBOrDv/jP/abj/MUMfp+JF8j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YgMB8MAAADcAAAADwAAAAAAAAAAAAAAAACYAgAAZHJzL2Rv&#10;d25yZXYueG1sUEsFBgAAAAAEAAQA9QAAAIgDAAAAAA==&#10;" path="m398,857r,l399,832r1,-28l402,774r5,-27l404,747r,l398,762r-8,11l383,785r-9,12l365,808r-11,10l343,827r-12,8l318,842r-12,8l293,855r-15,5l263,864r-15,2l231,868r-17,1l214,869r-26,-2l177,866r-12,-2l153,862r-11,-5l132,854r-11,-4l111,845r-10,-6l93,833r-9,-7l76,820r-8,-8l54,795,41,777,31,755,22,732,14,709,8,683,4,655,2,626,,594r,l2,576,3,558,4,539,6,522,9,506r3,-16l17,474r5,-15l27,443r7,-14l40,415r8,-14l55,390r9,-13l72,365,82,354,92,344r11,-11l114,325r12,-9l138,308r13,-7l164,294r14,-6l192,283r15,-6l222,274r16,-3l254,268r16,-1l287,264r17,l304,264r22,2l347,267r46,3l393,,516,r,857l398,857xm393,374r,l369,370r-24,-3l323,365r-23,l300,365r-18,l265,367r-17,4l233,377r-16,6l204,392r-13,10l179,414r-10,14l159,444r-7,18l145,482r-5,22l136,528r-2,26l133,583r,l134,604r1,21l137,643r3,17l143,677r6,16l154,705r7,13l168,729r9,10l186,746r11,8l209,758r12,5l235,765r14,1l249,766r8,-1l266,765r15,-5l296,755r14,-9l323,737r12,-11l345,712r10,-14l364,683r7,-17l378,648r5,-18l387,612r3,-19l392,574r1,-18l393,374xe" fillcolor="#695e4a" stroked="f">
                          <v:path arrowok="t" o:connecttype="custom" o:connectlocs="31916,66268;32556,59498;31836,60693;29916,63480;27437,65870;24477,67702;21037,68817;17118,69215;14158,68976;11359,68259;8879,67303;6719,65790;4319,63321;1760,58303;320,52170;0,47312;320,42931;960,39028;2160,35285;3840,31939;5759,29072;8239,26523;11039,24532;14238,22939;17758,21824;21597,21266;24317,21027;31436,21505;41275,68259;31436,29789;25837,29072;22557,29072;18638,30028;15278,32019;12718,35364;11199,40143;10639,46435;10799,49781;11439,53922;12878,57188;14878,59418;17678,60772;19918,61011;22477,60533;25837,58701;28397,55595;30236,51613;31196,47232;31436,29789" o:connectangles="0,0,0,0,0,0,0,0,0,0,0,0,0,0,0,0,0,0,0,0,0,0,0,0,0,0,0,0,0,0,0,0,0,0,0,0,0,0,0,0,0,0,0,0,0,0,0,0,0"/>
                          <o:lock v:ext="edit" verticies="t"/>
                        </v:shape>
                        <v:shape id="Freeform 118" o:spid="_x0000_s1063" style="position:absolute;left:12446;top:5765;width:393;height:483;visibility:visible;mso-wrap-style:square;v-text-anchor:top" coordsize="502,6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cdrcYA&#10;AADcAAAADwAAAGRycy9kb3ducmV2LnhtbERP22rCQBB9L/gPywh9qxsFL42uYpWCWAo1LV7ehuyY&#10;hGZn0+yq0a/vFoS+zeFcZzJrTCnOVLvCsoJuJwJBnFpdcKbg6/P1aQTCeWSNpWVScCUHs2nrYYKx&#10;thfe0DnxmQgh7GJUkHtfxVK6NCeDrmMr4sAdbW3QB1hnUtd4CeGmlL0oGkiDBYeGHCta5JR+Jyej&#10;4NC7nd6TzMn1y66/L39Wy4/t202px3YzH4Pw1Ph/8d290mH+8xD+ngkXyO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fcdrcYAAADcAAAADwAAAAAAAAAAAAAAAACYAgAAZHJz&#10;L2Rvd25yZXYueG1sUEsFBgAAAAAEAAQA9QAAAIsDAAAAAA==&#10;" path="m499,311r-371,l128,311r,25l131,358r2,22l138,399r5,17l151,433r9,14l169,460r12,11l194,481r15,8l224,495r17,6l259,504r20,2l300,507r,l323,506r22,-1l368,502r21,-5l411,492r20,-7l452,478r18,-9l482,570r,l459,578r-23,8l411,592r-25,6l360,602r-26,2l307,606r-26,1l281,607r-33,-1l217,602r-16,-2l188,597r-14,-4l161,589r-13,-4l135,579r-12,-6l112,566r-10,-7l91,551,81,543r-8,-9l64,524r-9,-9l48,504,41,493,35,480,29,468,23,455,19,441,15,426,10,411,7,396,5,380,1,345,,308r,l1,275,5,244r5,-30l18,186r9,-27l33,146r6,-13l46,121r7,-12l61,98,69,88,78,78,87,68r9,-8l107,51r11,-8l128,36r12,-7l152,24r13,-5l178,13r14,-3l206,7,220,4,235,1,250,r15,l265,r16,l295,1r15,3l323,6r13,2l349,12r11,3l372,20r11,5l394,30r9,7l413,43r10,8l430,58r9,8l446,75r13,17l471,111r10,22l489,154r6,24l499,202r3,25l502,253r,l501,280r-2,31l499,311xm261,93r,l248,93r-12,2l224,98r-12,5l201,107r-9,6l182,121r-8,8l165,137r-6,10l151,158r-5,12l140,181r-3,14l134,208r-3,15l378,223r,l378,208r-1,-14l374,181r-4,-11l366,158r-6,-11l355,137r-7,-8l339,120r-9,-7l321,107r-11,-5l299,98,287,95,275,93r-14,l261,93xe" fillcolor="#695e4a" stroked="f">
                          <v:path arrowok="t" o:connecttype="custom" o:connectlocs="10039,24726;10431,30212;11842,34426;14195,37447;17567,39355;21881,40230;25332,40230;30508,39514;35449,38004;37801,45318;32233,47067;26194,48021;22038,48260;15764,47703;12627,46829;9646,45557;7137,43808;5019,41661;3215,39196;1804,36175;784,32677;78,27429;78,21864;1412,14788;3059,10574;4784,7792;6823,5406;9254,3419;11921,1908;15058,795;18430,80;20783,0;24312,318;27371,954;30037,1988;32390,3419;34429,5247;36939,8825;38821,14152;39370,20115;39135,24726;20469,7394;17567,7792;15058,8984;12940,10892;11450,13516;10509,16537;29645,17730;29331,14391;28233,11687;26587,9541;24312,8110;21567,7394" o:connectangles="0,0,0,0,0,0,0,0,0,0,0,0,0,0,0,0,0,0,0,0,0,0,0,0,0,0,0,0,0,0,0,0,0,0,0,0,0,0,0,0,0,0,0,0,0,0,0,0,0,0,0,0,0"/>
                          <o:lock v:ext="edit" verticies="t"/>
                        </v:shape>
                        <v:shape id="Freeform 119" o:spid="_x0000_s1064" style="position:absolute;left:12954;top:5765;width:241;height:470;visibility:visible;mso-wrap-style:square;v-text-anchor:top" coordsize="303,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YRVsMA&#10;AADcAAAADwAAAGRycy9kb3ducmV2LnhtbESPQW/CMAyF75P2HyJP4jZSdkBrISDENNhxFCSuVmPa&#10;QuNUSVbKv58Pk3az9Z7f+7xcj65TA4XYejYwm2agiCtvW64NnI6fr++gYkK22HkmAw+KsF49Py2x&#10;sP7OBxrKVCsJ4ViggSalvtA6Vg05jFPfE4t28cFhkjXU2ga8S7jr9FuWzbXDlqWhwZ62DVW38scZ&#10;yPJ8+Djsy/py/D7trgHPMae9MZOXcbMAlWhM/+a/6y8r+LnQyjMygV7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mYRVsMAAADcAAAADwAAAAAAAAAAAAAAAACYAgAAZHJzL2Rv&#10;d25yZXYueG1sUEsFBgAAAAAEAAQA9QAAAIgDAAAAAA==&#10;" path="m297,124r,l276,122r-19,-1l239,123r-9,2l221,127r-7,4l206,134r-7,4l191,144r-6,5l180,154r-12,14l158,185r-9,18l142,223r-7,23l131,271r-3,27l126,327r-1,32l125,596,,596,,13r119,l119,13r-1,28l116,74r-3,34l108,143r2,l110,143r5,-16l121,113r7,-14l135,85r9,-13l154,61,164,49,175,38,188,28r13,-7l215,13,230,8,247,3,264,1,283,r20,1l297,124xe" fillcolor="#695e4a" stroked="f">
                          <v:path arrowok="t" o:connecttype="custom" o:connectlocs="23652,9776;23652,9776;21980,9619;20467,9540;19033,9698;18317,9855;17600,10013;17042,10328;16405,10565;15848,10880;15211,11353;14733,11748;14335,12142;13379,13246;12583,14586;11866,16005;11308,17582;10751,19395;10432,21366;10194,23495;10034,25781;9955,28304;9955,46990;0,46990;0,1025;9477,1025;9477,1025;9397,3233;9238,5834;8999,8515;8601,11274;8760,11274;8760,11274;9158,10013;9636,8909;10194,7805;10751,6702;11468,5677;12264,4809;13060,3863;13936,2996;14972,2208;16007,1656;17122,1025;18317,631;19670,237;21024,79;22537,0;24130,79;23652,9776" o:connectangles="0,0,0,0,0,0,0,0,0,0,0,0,0,0,0,0,0,0,0,0,0,0,0,0,0,0,0,0,0,0,0,0,0,0,0,0,0,0,0,0,0,0,0,0,0,0,0,0,0,0"/>
                        </v:shape>
                        <v:shape id="Freeform 120" o:spid="_x0000_s1065" style="position:absolute;left:13487;top:5607;width:330;height:628;visibility:visible;mso-wrap-style:square;v-text-anchor:top" coordsize="416,7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rCjsQA&#10;AADcAAAADwAAAGRycy9kb3ducmV2LnhtbERPTUsDMRC9C/6HMIKX0mb1sGzXpkVEwYO0tnrocUzG&#10;zeJmsmxis/33TaHQ2zze5yxWo+vEgYbQelbwMCtAEGtvWm4UfH+9TSsQISIb7DyTgiMFWC1vbxZY&#10;G594S4ddbEQO4VCjAhtjX0sZtCWHYeZ74sz9+sFhzHBopBkw5XDXyceiKKXDlnODxZ5eLOm/3b9T&#10;MKZq8jPRZZleP/ed1fJjs06VUvd34/MTiEhjvIov7neT58/ncH4mXyCX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Pawo7EAAAA3AAAAA8AAAAAAAAAAAAAAAAAmAIAAGRycy9k&#10;b3ducmV2LnhtbFBLBQYAAAAABAAEAPUAAACJAwAAAAA=&#10;" path="m,792l,,416,r,107l127,107r,225l402,332r,105l127,437r,245l416,682r,110l,792xe" fillcolor="#695e4a" stroked="f">
                          <v:path arrowok="t" o:connecttype="custom" o:connectlocs="0,62865;0,0;33020,0;33020,8493;10081,8493;10081,26353;31909,26353;31909,34687;10081,34687;10081,54134;33020,54134;33020,62865;0,62865" o:connectangles="0,0,0,0,0,0,0,0,0,0,0,0,0"/>
                        </v:shape>
                        <v:shape id="Freeform 121" o:spid="_x0000_s1066" style="position:absolute;left:13912;top:5765;width:407;height:699;visibility:visible;mso-wrap-style:square;v-text-anchor:top" coordsize="514,8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IcMIA&#10;AADcAAAADwAAAGRycy9kb3ducmV2LnhtbESPT2vCQBTE7wW/w/KE3pqNEYpEVxFBmqu2xRwf2Zc/&#10;mH0bd7cx/fbdguBxmJnfMJvdZHoxkvOdZQWLJAVBXFndcaPg6/P4tgLhA7LG3jIp+CUPu+3sZYO5&#10;tnc+0XgOjYgQ9jkqaEMYcil91ZJBn9iBOHq1dQZDlK6R2uE9wk0vszR9lwY7jgstDnRoqbqef0wc&#10;cXW2WBVH870s62H6uJWXa1co9Tqf9msQgabwDD/ahVYQifB/Jh4Bu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IhwwgAAANwAAAAPAAAAAAAAAAAAAAAAAJgCAABkcnMvZG93&#10;bnJldi54bWxQSwUGAAAAAAQABAD1AAAAhwMAAAAA&#10;" path="m391,879r,-284l391,595r,-25l392,543r2,-28l398,487r-2,-1l396,486r-6,13l383,512r-8,11l366,535r-9,11l347,556r-11,8l325,573r-13,8l300,586r-14,6l274,597r-14,3l245,603r-15,1l215,605r,l190,604r-24,-3l144,595r-21,-8l114,583r-10,-6l95,572r-8,-7l78,559r-7,-6l63,544r-7,-8l43,518,32,498,22,475,14,450,8,424,3,395,1,364,,331r,l,313,1,295,3,276,5,259,8,242r3,-16l16,210r4,-15l26,179r6,-14l38,151r8,-13l53,126r9,-13l72,102,81,90,91,80r11,-9l114,61r11,-9l138,44r13,-7l165,30r14,-6l193,19r16,-6l224,10,240,7,257,4,275,3,292,r19,l311,r55,2l418,5r49,5l514,17r,862l391,879xm391,109r,l367,105r-23,-3l322,100r-24,l298,100r-18,l262,102r-16,4l230,111r-15,7l202,127r-13,10l177,150r-11,14l158,180r-9,18l143,218r-6,22l134,264r-2,26l131,319r,l131,340r2,21l135,379r2,17l141,413r5,16l152,441r7,13l166,465r9,10l184,482r10,8l206,494r12,5l231,501r15,1l246,502r8,-1l262,501r16,-5l293,491r14,-9l320,473r13,-12l343,448r10,-14l362,418r7,-16l376,383r5,-17l385,347r2,-20l390,309r1,-20l391,109xe" fillcolor="#695e4a" stroked="f">
                          <v:path arrowok="t" o:connecttype="custom" o:connectlocs="30915,47282;31152,40925;31310,38620;29650,41560;27436,44183;24669,46169;21664,47441;18185,47997;15023,47997;9725,46646;7511,45454;5614,43944;3400,41163;1107,35759;79,28925;0,24873;395,20582;1265,16688;2530,13112;4191,10013;6404,7152;9014,4847;11939,2940;15260,1510;18976,556;23087,0;28938,159;40640,1351;30915,8662;27199,8105;23562,7947;19450,8423;15971,10092;13125,13032;11306,17323;10437,23045;10358,27018;10832,31468;12018,35044;13837,37746;16288,39256;19450,39892;20715,39812;24273,38302;27120,35600;29175,31945;30440,27574;30915,22965" o:connectangles="0,0,0,0,0,0,0,0,0,0,0,0,0,0,0,0,0,0,0,0,0,0,0,0,0,0,0,0,0,0,0,0,0,0,0,0,0,0,0,0,0,0,0,0,0,0,0,0"/>
                          <o:lock v:ext="edit" verticies="t"/>
                        </v:shape>
                        <v:shape id="Freeform 122" o:spid="_x0000_s1067" style="position:absolute;left:14465;top:5772;width:387;height:476;visibility:visible;mso-wrap-style:square;v-text-anchor:top" coordsize="487,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PMsQA&#10;AADcAAAADwAAAGRycy9kb3ducmV2LnhtbESPT2sCMRTE74V+h/AKvdVkpYhsjVIK0kJP/jl4fGxe&#10;N1s3L2uSauqnN4LgcZiZ3zCzRXa9OFKInWcN1UiBIG686bjVsN0sX6YgYkI22HsmDf8UYTF/fJhh&#10;bfyJV3Rcp1YUCMcaNdiUhlrK2FhyGEd+IC7ejw8OU5GhlSbgqcBdL8dKTaTDjsuCxYE+LDX79Z/T&#10;kD/jd3W2+40/5Kn5PajdMphXrZ+f8vsbiEQ53cO39pfRMFYVXM+UI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zzLEAAAA3AAAAA8AAAAAAAAAAAAAAAAAmAIAAGRycy9k&#10;b3ducmV2LnhtbFBLBQYAAAAABAAEAPUAAACJAwAAAAA=&#10;" path="m367,583r,l368,558r1,-31l373,496r3,-27l375,468r,l368,482r-7,13l352,508r-9,12l333,531r-11,10l310,551r-13,9l285,567r-14,8l256,580r-15,6l224,590r-16,2l191,594r-18,1l173,595r-24,-1l127,591r-20,-4l90,580,74,573,60,563,47,552,36,540,27,527,19,512,13,497,8,481,4,464,2,445,,427,,409,,,123,r,375l123,375r1,26l126,413r2,11l130,435r3,8l137,452r5,9l147,467r6,6l160,479r9,4l177,486r10,3l198,490r12,1l210,491r17,-1l242,486r15,-5l271,475r12,-10l296,455r12,-12l319,429r10,-14l337,399r8,-17l350,364r5,-20l359,324r2,-21l362,282,362,,487,r,583l367,583xe" fillcolor="#695e4a" stroked="f">
                          <v:path arrowok="t" o:connecttype="custom" o:connectlocs="29190,46664;29350,42182;29906,37540;29827,37460;28713,39621;27282,41622;25611,43303;23623,44824;21555,46024;19169,46905;16544,47385;13760,47625;11851,47545;8511,46985;5886,45864;3738,44183;2148,42182;1034,39781;318,37139;0,34178;0,0;9783,30016;9863,32097;10181,33938;10579,35459;11294,36899;12169,37860;13442,38660;14874,39141;16703,39301;18055,39221;20441,38500;22509,37220;24498,35459;26168,33217;27441,30576;28236,27534;28713,24253;28793,0;38735,46664" o:connectangles="0,0,0,0,0,0,0,0,0,0,0,0,0,0,0,0,0,0,0,0,0,0,0,0,0,0,0,0,0,0,0,0,0,0,0,0,0,0,0,0"/>
                        </v:shape>
                        <v:shape id="Freeform 123" o:spid="_x0000_s1068" style="position:absolute;left:14966;top:5765;width:375;height:483;visibility:visible;mso-wrap-style:square;v-text-anchor:top" coordsize="472,6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k9Y8IA&#10;AADcAAAADwAAAGRycy9kb3ducmV2LnhtbERPz2vCMBS+C/sfwht4EU3swWk1ihMGgmyw6kFvj+bZ&#10;ljUvpclq/e8XQdjx4/u92vS2Fh21vnKsYTpRIIhzZyouNJyOH+M5CB+QDdaOScOdPGzWL4MVpsbd&#10;+Ju6LBQihrBPUUMZQpNK6fOSLPqJa4gjd3WtxRBhW0jT4i2G21omSs2kxYpjQ4kN7UrKf7Jfq2E/&#10;75r3w9viYkdxi1Xb8+nz66z18LXfLkEE6sO/+OneGw2JSuBxJh4Buf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GT1jwgAAANwAAAAPAAAAAAAAAAAAAAAAAJgCAABkcnMvZG93&#10;bnJldi54bWxQSwUGAAAAAAQABAD1AAAAhwMAAAAA&#10;" path="m352,595r,l352,566r1,-27l354,512r3,-24l356,485r,l351,498r-8,13l336,523r-9,11l317,545r-10,10l296,564r-12,9l271,580r-14,7l243,592r-15,6l213,602r-16,2l180,606r-17,1l163,607r-19,-1l127,604r-16,-3l96,597,81,591,68,584,55,576,44,567,35,557,26,546,19,533,12,520,7,506,4,491,1,475,,457r,l,446,2,434,4,422,7,410r3,-11l14,388r5,-9l25,368r5,-9l38,350r7,-9l54,332r9,-8l72,316r10,-7l93,302r23,-13l142,278r29,-9l201,261r32,-6l268,250r36,-3l343,246r,-37l343,209r,-14l342,184r-2,-12l337,161r-4,-10l328,143r-5,-9l316,126r-7,-6l300,115r-10,-5l279,106r-12,-3l253,101,238,99,222,98r,l200,99r-21,3l156,106r-22,5l111,118r-23,7l68,135,49,146,37,39r,l58,30,82,24r25,-8l132,11,158,7,186,4,213,1,241,r,l273,1r29,3l328,8r24,6l372,22r19,10l408,41r13,13l433,67r10,15l452,98r6,18l462,135r4,19l468,175r,23l468,436r,l469,516r3,79l352,595xm343,331r,l311,331r-30,2l255,337r-24,4l211,345r-18,6l177,358r-13,7l152,372r-9,9l136,390r-6,9l126,408r-3,10l122,427r-1,10l121,437r,8l122,452r2,8l126,466r3,7l134,478r3,5l142,489r6,4l154,497r6,4l167,503r7,2l183,507r9,1l200,508r,l216,507r15,-2l245,501r13,-7l271,487r12,-9l294,468r9,-12l313,445r7,-13l327,419r5,-15l337,390r3,-17l342,358r1,-15l343,331xe" fillcolor="#695e4a" stroked="f">
                          <v:path arrowok="t" o:connecttype="custom" o:connectlocs="27940,45000;28337,38799;27861,39594;25956,42456;23495,44841;20399,46670;16907,47862;12938,48260;10081,48021;6429,46988;3493,45080;1508,42377;318,39037;0,36334;318,33551;1111,30848;2381,28543;4286,26396;6509,24567;11271,22103;18494,20274;27226,19558;27226,15504;26749,12800;25638,10654;23813,9143;21193,8189;17621,7792;14208,8110;8811,9382;3889,11608;4604,2385;10478,875;16907,80;21669,80;27940,1113;32385,3260;35163,6519;36671,10733;37148,15742;37227,41025;27226,26316;22304,26475;16748,27429;13018,29020;10795,31007;9763,33233;9604,34744;9843,36573;10636,38004;11748,39196;13256,39991;15240,40389;17145,40309;20479,39276;23336,37209;25400,34346;26749,31007;27226,27270" o:connectangles="0,0,0,0,0,0,0,0,0,0,0,0,0,0,0,0,0,0,0,0,0,0,0,0,0,0,0,0,0,0,0,0,0,0,0,0,0,0,0,0,0,0,0,0,0,0,0,0,0,0,0,0,0,0,0,0,0,0,0"/>
                          <o:lock v:ext="edit" verticies="t"/>
                        </v:shape>
                        <v:rect id="Rectangle 124" o:spid="_x0000_s1069" style="position:absolute;left:15481;top:5556;width:101;height:6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ZCO8UA&#10;AADcAAAADwAAAGRycy9kb3ducmV2LnhtbESPQWsCMRSE7wX/Q3iCl1ITFaSsRhFttTep24PeHpvX&#10;zdbNy7KJuv77Rij0OMzMN8x82blaXKkNlWcNo6ECQVx4U3Gp4St/f3kFESKywdozabhTgOWi9zTH&#10;zPgbf9L1EEuRIBwy1GBjbDIpQ2HJYRj6hjh53751GJNsS2lavCW4q+VYqal0WHFasNjQ2lJxPlyc&#10;Bnw77ipbbCbq+XQ3P9vNPs+Pe60H/W41AxGpi//hv/aH0TBWE3icSUdAL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VkI7xQAAANwAAAAPAAAAAAAAAAAAAAAAAJgCAABkcnMv&#10;ZG93bnJldi54bWxQSwUGAAAAAAQABAD1AAAAigMAAAAA&#10;" fillcolor="#695e4a" stroked="f"/>
                        <v:shape id="Freeform 125" o:spid="_x0000_s1070" style="position:absolute;left:15716;top:5581;width:127;height:654;visibility:visible;mso-wrap-style:square;v-text-anchor:top" coordsize="160,8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Tg7MQA&#10;AADcAAAADwAAAGRycy9kb3ducmV2LnhtbESPQYvCMBSE7wv+h/CEvYimK7sq1SiyIBQ8WfXg7dk8&#10;m2LzUpqo3X9vFgSPw8x8wyxWna3FnVpfOVbwNUpAEBdOV1wqOOw3wxkIH5A11o5JwR95WC17HwtM&#10;tXvwju55KEWEsE9RgQmhSaX0hSGLfuQa4uhdXGsxRNmWUrf4iHBby3GSTKTFiuOCwYZ+DRXX/GYV&#10;nK8nc5vK43awH2zynfvJLsdTptRnv1vPQQTqwjv8amdawTj5hv8z8QjI5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U4OzEAAAA3AAAAA8AAAAAAAAAAAAAAAAAmAIAAGRycy9k&#10;b3ducmV2LnhtbFBLBQYAAAAABAAEAPUAAACJAwAAAAA=&#10;" path="m80,157r,l73,157r-9,-1l56,154r-7,-3l41,148r-6,-4l30,140r-7,-6l18,129r-5,-7l9,116,6,109,4,102,2,94,1,87,,78r,l1,71,2,63,4,55,6,48,9,41r4,-6l18,28r5,-5l30,18r5,-5l41,9,49,6,56,4,64,2,73,r7,l80,r9,l96,2r8,2l111,6r7,3l124,13r7,5l136,22r5,6l146,34r4,6l153,48r3,6l159,62r1,9l160,78r,l160,87r-1,7l156,102r-3,7l150,116r-4,6l141,129r-5,5l131,140r-7,4l118,148r-7,3l104,154r-8,2l89,157r-9,l80,157xm17,827r,-583l142,244r,583l17,827xe" fillcolor="#695e4a" stroked="f">
                          <v:path arrowok="t" o:connecttype="custom" o:connectlocs="6350,12417;5080,12338;3889,11942;2778,11389;1826,10598;1032,9649;476,8620;159,7434;0,6169;79,5615;318,4350;714,3243;1429,2214;2381,1424;3254,712;4445,316;5794,0;6350,0;7620,158;8811,475;9843,1028;10795,1740;11589,2689;12144,3796;12621,4903;12700,6169;12700,6881;12383,8067;11906,9174;11192,10202;10398,11072;9366,11705;8255,12179;7064,12417;6350,12417;1349,19297;11271,65405" o:connectangles="0,0,0,0,0,0,0,0,0,0,0,0,0,0,0,0,0,0,0,0,0,0,0,0,0,0,0,0,0,0,0,0,0,0,0,0,0"/>
                          <o:lock v:ext="edit" verticies="t"/>
                        </v:shape>
                        <v:shape id="Freeform 126" o:spid="_x0000_s1071" style="position:absolute;left:15900;top:5600;width:311;height:648;visibility:visible;mso-wrap-style:square;v-text-anchor:top" coordsize="388,8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IBH8UA&#10;AADcAAAADwAAAGRycy9kb3ducmV2LnhtbESPwW7CMBBE70j9B2sr9UacIkqrEAcVUFMOHGjKB6zi&#10;bRI1Xke2gfTvayQkjqOZeaPJV6PpxZmc7ywreE5SEMS11R03Co7fH9M3ED4ga+wtk4I/8rAqHiY5&#10;Ztpe+IvOVWhEhLDPUEEbwpBJ6euWDPrEDsTR+7HOYIjSNVI7vES46eUsTRfSYMdxocWBNi3Vv9XJ&#10;KKj6fTnfvwb3ecBtWa71eludRqWeHsf3JYhAY7iHb+2dVjBLX+B6Jh4BW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0gEfxQAAANwAAAAPAAAAAAAAAAAAAAAAAJgCAABkcnMv&#10;ZG93bnJldi54bWxQSwUGAAAAAAQABAD1AAAAigMAAAAA&#10;" path="m273,813r,l250,813r-20,-2l212,809r-16,-4l181,798r-14,-6l156,783,145,773r-9,-12l130,748r-6,-14l119,718r-4,-18l113,681r-1,-22l112,635r,-318l,317,,220r112,l112,35,235,r,220l388,220r,97l236,317r,279l236,596r1,31l239,639r1,11l242,661r3,9l248,677r4,7l257,690r5,5l269,699r7,3l284,704r8,1l302,706r11,l313,706r19,l351,704r20,-3l388,698r,102l388,800r-27,6l332,810r-30,3l273,813r,xe" fillcolor="#695e4a" stroked="f">
                          <v:path arrowok="t" o:connecttype="custom" o:connectlocs="21893,64770;21893,64770;20048,64770;18444,64611;17001,64451;15718,64133;14515,63575;13392,63097;12510,62380;11628,61583;10906,60627;10425,59592;9944,58476;9543,57202;9222,55768;9062,54254;8982,52501;8982,50589;8982,25255;0,25255;0,17527;8982,17527;8982,2788;18845,0;18845,17527;31115,17527;31115,25255;18926,25255;18926,47482;18926,47482;19006,49952;19166,50908;19246,51784;19407,52660;19647,53377;19888,53935;20209,54493;20610,54971;21011,55369;21572,55688;22133,55927;22775,56086;23416,56166;24218,56246;25101,56246;25101,56246;26624,56246;28148,56086;29752,55847;31115,55608;31115,63734;31115,63734;28950,64212;26624,64531;24218,64770;21893,64770;21893,64770" o:connectangles="0,0,0,0,0,0,0,0,0,0,0,0,0,0,0,0,0,0,0,0,0,0,0,0,0,0,0,0,0,0,0,0,0,0,0,0,0,0,0,0,0,0,0,0,0,0,0,0,0,0,0,0,0,0,0,0,0"/>
                        </v:shape>
                        <v:shape id="Freeform 127" o:spid="_x0000_s1072" style="position:absolute;left:16236;top:5772;width:458;height:698;visibility:visible;mso-wrap-style:square;v-text-anchor:top" coordsize="575,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2qHcQA&#10;AADcAAAADwAAAGRycy9kb3ducmV2LnhtbESPUUvDMBSF3wX/Q7iCL+ISCxtSlw4nDJw+uen7pblt&#10;apubksS1+/dmIPh4OOd8h7PezG4QJwqx86zhYaFAENfedNxq+Dzu7h9BxIRscPBMGs4UYVNdX62x&#10;NH7iDzodUisyhGOJGmxKYyllrC05jAs/Emev8cFhyjK00gScMtwNslBqJR12nBcsjvRiqe4PP07D&#10;u/t66/vmbjeFvV2q77EI263T+vZmfn4CkWhO/+G/9qvRUKgVXM7kIy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tqh3EAAAA3AAAAA8AAAAAAAAAAAAAAAAAmAIAAGRycy9k&#10;b3ducmV2LnhtbFBLBQYAAAAABAAEAPUAAACJAwAAAAA=&#10;" path="m334,640r,l321,672r-11,30l297,729r-13,25l271,775r-13,20l244,812r-14,15l215,839r-16,11l182,860r-17,6l145,871r-20,4l102,877r-23,1l79,878,59,877,39,876,19,872,,869,10,759r,l28,765r20,4l66,771r19,1l85,772r11,l107,771r9,-2l125,766r8,-4l142,758r8,-5l157,746r8,-7l172,729r8,-10l186,707r7,-12l199,679r14,-34l237,583,19,,159,r95,266l254,266r13,39l278,343r11,39l300,419r1,l301,419r11,-40l326,332r16,-48l358,237,441,,575,,334,640xe" fillcolor="#695e4a" stroked="f">
                          <v:path arrowok="t" o:connecttype="custom" o:connectlocs="26557,50916;26557,50916;25524,53462;24649,55848;23615,57996;22582,59985;21548,61656;20514,63247;19401,64599;18288,65793;17095,66747;15823,67622;14471,68418;13120,68895;11529,69293;9939,69611;8110,69770;6282,69850;6282,69850;4691,69770;3101,69691;1511,69373;0,69134;795,60383;795,60383;2226,60860;3817,61178;5248,61338;6759,61417;6759,61417;7633,61417;8508,61338;9224,61178;9939,60940;10575,60622;11291,60303;11927,59906;12484,59349;13120,58792;13676,57996;14312,57201;14789,56246;15346,55291;15823,54018;16936,51313;18845,46381;1511,0;12643,0;20196,21162;20196,21162;21230,24265;22105,27288;22979,30390;23854,33334;23933,33334;23933,33334;24808,30152;25921,26413;27193,22594;28466,18855;35065,0;45720,0;26557,50916" o:connectangles="0,0,0,0,0,0,0,0,0,0,0,0,0,0,0,0,0,0,0,0,0,0,0,0,0,0,0,0,0,0,0,0,0,0,0,0,0,0,0,0,0,0,0,0,0,0,0,0,0,0,0,0,0,0,0,0,0,0,0,0,0,0,0"/>
                        </v:shape>
                        <v:shape id="Freeform 128" o:spid="_x0000_s1073" style="position:absolute;left:3067;top:6889;width:368;height:483;visibility:visible;mso-wrap-style:square;v-text-anchor:top" coordsize="471,6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prJ8YA&#10;AADcAAAADwAAAGRycy9kb3ducmV2LnhtbESPT2vCQBTE74LfYXlCL6VuTNGW6Cpi6Z+DiDEVr4/s&#10;Mwlm38bsVtNv3xUKHoeZ+Q0zW3SmFhdqXWVZwWgYgSDOra64UPCdvT+9gnAeWWNtmRT8koPFvN+b&#10;YaLtlVO67HwhAoRdggpK75tESpeXZNANbUMcvKNtDfog20LqFq8BbmoZR9FEGqw4LJTY0Kqk/LT7&#10;MQr0eXzUcbbZ1h9va73/5OfsMT0o9TDollMQnjp/D/+3v7SCOHqB25lwBOT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nprJ8YAAADcAAAADwAAAAAAAAAAAAAAAACYAgAAZHJz&#10;L2Rvd25yZXYueG1sUEsFBgAAAAAEAAQA9QAAAIsDAAAAAA==&#10;" path="m350,594r,l350,566r1,-28l353,511r4,-25l356,485r,l349,498r-6,12l335,522r-8,12l317,545r-11,9l295,563r-12,9l270,579r-13,8l243,592r-15,5l212,601r-16,3l179,606r-17,l162,606r-18,l127,604r-16,-3l95,596,81,591,68,583,55,576,44,566,33,556,25,546,17,533,11,520,6,506,3,491,1,474,,457r,l,445,1,432,3,422,6,410r4,-11l14,388r4,-11l24,368r6,-10l38,349r7,-9l53,332r9,-8l72,316r10,-8l92,302r24,-13l142,277r28,-8l201,260r32,-5l268,250r36,-3l343,246r,-38l343,208r-1,-13l341,183r-3,-12l336,161r-4,-10l328,141r-6,-7l316,126r-8,-6l300,114r-11,-5l278,106r-13,-4l253,100,237,99,220,98r,l200,99r-22,2l156,105r-24,5l110,117r-22,8l67,135,47,146,37,39r,l58,30,82,23r24,-7l132,11,158,7,185,2,213,r28,l241,r32,1l302,3r26,5l351,14r21,8l390,30r17,11l421,54r12,13l443,82r7,16l457,115r5,19l465,154r2,21l467,197r,238l467,435r1,80l471,594r-121,xm343,331r,l309,331r-29,2l255,336r-24,4l210,345r-18,5l176,357r-13,8l152,372r-9,9l135,389r-6,9l125,408r-2,9l120,427r,10l120,437r,7l121,452r3,7l126,466r3,6l132,478r4,5l142,489r5,4l153,497r6,3l167,503r7,2l183,507r8,1l200,508r,l215,507r15,-3l245,499r13,-5l271,486r12,-8l293,467r10,-11l312,444r8,-13l327,417r5,-14l336,388r4,-15l342,358r1,-16l343,331xe" fillcolor="#695e4a" stroked="f">
                          <v:path arrowok="t" o:connecttype="custom" o:connectlocs="27368,45075;27916,38704;27290,39659;25570,42526;23068,44836;20096,46747;16577,47862;12668,48260;9931,48101;6334,47065;3441,45075;1329,42447;235,39102;0,36394;235,33607;1095,30899;2346,28510;4144,26439;6412,24528;11104,22059;18220,20307;26821,19591;26743,15529;26274,12822;25179,10671;23459,9079;20722,8123;17203,7804;13919,8043;8601,9318;3675,11627;4535,2389;10322,876;16656,0;21347,80;27447,1115;31825,3265;34641,6530;36126,10671;36517,15688;36595,41013;26821,26360;21895,26519;16421,27475;12746,29067;10556,30979;9618,33209;9383,34801;9696,36553;10322,38066;11495,39261;13059,40057;14935,40456;16812,40376;20174,39341;22911,37190;25023,34324;26274,30899;26821,27236" o:connectangles="0,0,0,0,0,0,0,0,0,0,0,0,0,0,0,0,0,0,0,0,0,0,0,0,0,0,0,0,0,0,0,0,0,0,0,0,0,0,0,0,0,0,0,0,0,0,0,0,0,0,0,0,0,0,0,0,0,0,0"/>
                          <o:lock v:ext="edit" verticies="t"/>
                        </v:shape>
                        <v:shape id="Freeform 129" o:spid="_x0000_s1074" style="position:absolute;left:3581;top:6889;width:387;height:470;visibility:visible;mso-wrap-style:square;v-text-anchor:top" coordsize="488,5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2r1LwA&#10;AADcAAAADwAAAGRycy9kb3ducmV2LnhtbERPvQrCMBDeBd8hnOCmqUVFqlGKoLhaFToezdkWm0tp&#10;ota3N4Pg+PH9b3a9acSLOldbVjCbRiCIC6trLhVcL4fJCoTzyBoby6TgQw522+Fgg4m2bz7TK/Ol&#10;CCHsElRQed8mUrqiIoNualviwN1tZ9AH2JVSd/gO4aaRcRQtpcGaQ0OFLe0rKh7Z0yhI+ZivTjq+&#10;pcs8Oy6KuXV5kys1HvXpGoSn3v/FP/dJK4ijsDacCUdAbr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hnavUvAAAANwAAAAPAAAAAAAAAAAAAAAAAJgCAABkcnMvZG93bnJldi54&#10;bWxQSwUGAAAAAAQABAD1AAAAgQMAAAAA&#10;" path="m363,594r,-375l363,219r,-26l361,181r-1,-11l357,161r-3,-10l350,142r-5,-7l340,127r-6,-5l327,117r-8,-5l310,109r-10,-3l289,105r-12,l277,105r-16,1l245,108r-14,5l216,121r-13,8l190,139r-12,13l169,165r-10,15l151,196r-8,18l137,232r-5,18l128,271r-2,20l125,313r,281l,594,,12r119,l119,12r,26l117,68r-2,30l111,125r1,1l112,126r7,-14l127,99r9,-12l144,74,155,64,166,53r11,-9l189,35r13,-8l216,21r15,-7l246,9,262,5,279,2,297,r18,l315,r24,1l360,3r19,5l398,14r16,9l428,31r12,11l450,54r10,14l467,82r7,15l479,113r4,18l486,149r1,18l488,187r,407l363,594xe" fillcolor="#695e4a" stroked="f">
                          <v:path arrowok="t" o:connecttype="custom" o:connectlocs="28813,17325;28813,15268;28575,13448;28099,11945;27384,10680;26511,9651;25321,8860;23813,8385;21987,8306;20717,8385;18336,8939;16113,10205;14129,12024;12621,14239;11351,16929;10478,19777;10001,23020;9922,46990;0,949;9446,949;9287,5379;8811,9888;8890,9968;10081,7832;11430,5854;13176,4193;15002,2769;17145,1661;19526,712;22146,158;25003,0;26908,79;30083,633;32861,1819;34925,3323;36513,5379;37624,7673;38338,10363;38656,13211;38735,46990" o:connectangles="0,0,0,0,0,0,0,0,0,0,0,0,0,0,0,0,0,0,0,0,0,0,0,0,0,0,0,0,0,0,0,0,0,0,0,0,0,0,0,0"/>
                        </v:shape>
                        <v:shape id="Freeform 130" o:spid="_x0000_s1075" style="position:absolute;left:4076;top:6680;width:407;height:692;visibility:visible;mso-wrap-style:square;v-text-anchor:top" coordsize="516,8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lHKcQA&#10;AADcAAAADwAAAGRycy9kb3ducmV2LnhtbESPzW7CMBCE75V4B2uReisOOVQhYBC/EqrooZQHWMVL&#10;EhKvI9tAeHtcCanH0cx8o5ktetOKGzlfW1YwHiUgiAuray4VnH53HxkIH5A1tpZJwYM8LOaDtxnm&#10;2t75h27HUIoIYZ+jgiqELpfSFxUZ9CPbEUfvbJ3BEKUrpXZ4j3DTyjRJPqXBmuNChR2tKyqa49Uo&#10;WG+2h/Sr0Vf3yLJs9X1pdm6yVep92C+nIAL14T/8au+1gjSZwN+ZeATk/A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ZRynEAAAA3AAAAA8AAAAAAAAAAAAAAAAAmAIAAGRycy9k&#10;b3ducmV2LnhtbFBLBQYAAAAABAAEAPUAAACJAwAAAAA=&#10;" path="m398,856r,l398,831r2,-28l402,774r4,-27l403,747r,l398,760r-8,13l382,785r-9,12l363,808r-9,9l343,826r-12,9l318,842r-13,7l291,855r-14,4l262,864r-15,2l231,868r-17,l214,868r-26,-1l176,866r-11,-2l153,860r-11,-3l131,854r-10,-4l111,844r-10,-5l93,832r-9,-6l75,818r-7,-7l54,795,41,775,30,755,21,732,13,708,8,681,3,655,1,624,,594r,l,575,1,557,3,539,6,522,9,506r3,-18l16,473r6,-16l27,443r5,-15l40,414r6,-13l55,388r9,-12l72,364,82,354,92,343r10,-10l114,325r11,-9l138,307r13,-7l164,293r14,-5l191,283r16,-6l222,273r16,-3l254,267r16,-2l287,264r17,l304,264r22,l347,265r45,4l392,,516,r,856l398,856xm392,374r,l369,370r-24,-3l323,364r-23,-1l300,363r-18,1l263,367r-16,4l231,376r-14,7l203,391r-13,11l179,414r-11,14l159,444r-8,18l144,482r-5,22l136,527r-3,26l132,582r,l132,604r3,19l137,643r2,17l143,676r6,15l154,705r6,12l168,729r8,10l186,746r11,7l208,758r12,4l233,765r15,1l248,766r9,-1l265,763r16,-3l296,754r14,-8l323,736r11,-11l345,712r10,-14l363,681r8,-16l377,648r6,-18l387,611r2,-18l391,574r1,-19l392,374xe" fillcolor="#695e4a" stroked="f">
                          <v:path arrowok="t" o:connecttype="custom" o:connectlocs="31346,66265;31976,59566;31346,60603;29377,63553;27015,65866;24022,67700;20635,68896;16855,69215;13862,69056;11184,68338;8742,67301;6616,65866;4253,63394;1654,58370;236,52230;0,47366;236,42980;945,38914;2127,35325;3623,31976;5671,29026;8033,26554;10869,24480;14019,22965;17485,21769;21265,21131;23943,21052;30874,21450;40640,68258;30874,29823;25439,29026;22210,29026;18193,29983;14964,32056;12523,35405;10948,40189;10396,46409;10633,49679;11263,53905;12602,57174;14649,59487;17327,60762;19532,61081;22131,60603;25439,58689;27960,55659;29692,51672;30638,47286;30874,29823" o:connectangles="0,0,0,0,0,0,0,0,0,0,0,0,0,0,0,0,0,0,0,0,0,0,0,0,0,0,0,0,0,0,0,0,0,0,0,0,0,0,0,0,0,0,0,0,0,0,0,0,0"/>
                          <o:lock v:ext="edit" verticies="t"/>
                        </v:shape>
                        <v:shape id="Freeform 131" o:spid="_x0000_s1076" style="position:absolute;left:4768;top:6724;width:312;height:642;visibility:visible;mso-wrap-style:square;v-text-anchor:top" coordsize="388,8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w0WsAA&#10;AADcAAAADwAAAGRycy9kb3ducmV2LnhtbERPy4rCMBTdD/gP4QruxlSRUapRfGBnFi60+gGX5toW&#10;m5uSRK1/bxYDLg/nvVh1phEPcr62rGA0TEAQF1bXXCq4nPffMxA+IGtsLJOCF3lYLXtfC0y1ffKJ&#10;HnkoRQxhn6KCKoQ2ldIXFRn0Q9sSR+5qncEQoSuldviM4aaR4yT5kQZrjg0VtrStqLjld6Mgbw7Z&#10;5DAN7veIuyzb6M0uv3dKDfrdeg4iUBc+4n/3n1YwHsX58Uw8AnL5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nw0WsAAAADcAAAADwAAAAAAAAAAAAAAAACYAgAAZHJzL2Rvd25y&#10;ZXYueG1sUEsFBgAAAAAEAAQA9QAAAIUDAAAAAA==&#10;" path="m272,813r,l250,813r-20,-2l212,808r-18,-5l180,798r-14,-7l155,783,145,773r-9,-12l129,748r-6,-14l119,718r-4,-18l113,680r-1,-21l111,635r,-318l,317,,220r111,l111,34,235,r,220l388,220r,97l236,317r,279l236,596r1,29l238,638r1,12l242,660r3,10l248,677r4,7l257,690r5,4l268,699r7,3l284,704r8,1l302,706r9,l311,706r21,l351,704r20,-3l388,697r,103l388,800r-27,5l332,810r-30,2l272,813r,xe" fillcolor="#695e4a" stroked="f">
                          <v:path arrowok="t" o:connecttype="custom" o:connectlocs="21813,64135;21813,64135;20048,64135;18444,63977;17001,63741;15557,63346;14435,62952;13312,62399;12430,61768;11628,60980;10906,60033;10345,59007;9864,57903;9543,56641;9222,55221;9062,53643;8982,51986;8901,50093;8901,25007;0,25007;0,17355;8901,17355;8901,2682;18845,0;18845,17355;31115,17355;31115,25007;18926,25007;18926,47017;18926,47017;19006,49304;19086,50330;19166,51276;19407,52065;19647,52854;19888,53406;20209,53959;20610,54432;21011,54747;21492,55142;22053,55379;22775,55536;23416,55615;24218,55694;24940,55694;24940,55694;26624,55694;28148,55536;29752,55300;31115,54984;31115,63109;31115,63109;28950,63504;26624,63898;24218,64056;21813,64135;21813,64135" o:connectangles="0,0,0,0,0,0,0,0,0,0,0,0,0,0,0,0,0,0,0,0,0,0,0,0,0,0,0,0,0,0,0,0,0,0,0,0,0,0,0,0,0,0,0,0,0,0,0,0,0,0,0,0,0,0,0,0,0"/>
                        </v:shape>
                        <v:shape id="Freeform 132" o:spid="_x0000_s1077" style="position:absolute;left:5187;top:6680;width:388;height:679;visibility:visible;mso-wrap-style:square;v-text-anchor:top" coordsize="488,8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WL5sMA&#10;AADcAAAADwAAAGRycy9kb3ducmV2LnhtbESPQYvCMBSE78L+h/AWvGlaQZFqFFEWFoQVqxdvj+bZ&#10;FpuX0KRa/fWbhQWPw8x8wyzXvWnEnVpfW1aQjhMQxIXVNZcKzqev0RyED8gaG8uk4Eke1quPwRIz&#10;bR98pHseShEh7DNUUIXgMil9UZFBP7aOOHpX2xoMUbal1C0+Itw0cpIkM2mw5rhQoaNtRcUt74yC&#10;07l3r/wyt25vp3L36n7MYdcpNfzsNwsQgfrwDv+3v7WCSZrC35l4BO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EWL5sMAAADcAAAADwAAAAAAAAAAAAAAAACYAgAAZHJzL2Rv&#10;d25yZXYueG1sUEsFBgAAAAAEAAQA9QAAAIgDAAAAAA==&#10;" path="m364,856r,-375l364,481r-1,-26l362,443r-2,-11l358,423r-3,-10l350,404r-4,-7l341,389r-7,-5l327,379r-8,-5l311,371r-10,-3l289,367r-12,l277,367r-16,1l246,370r-15,5l217,383r-14,8l191,402r-12,12l169,427r-10,15l150,458r-7,18l136,494r-4,19l129,534r-3,20l126,576r,280l,856,,,126,r,264l126,264r-1,29l124,325r-4,30l118,369r-3,13l117,383r,l124,369r8,-12l140,344r9,-11l159,322r11,-9l182,303r11,-9l206,288r13,-8l234,275r15,-4l264,266r16,-2l298,262r17,l315,262r23,1l360,265r20,5l398,276r16,9l428,293r12,11l451,316r9,14l468,344r7,15l479,375r4,18l486,411r2,18l488,449r,407l364,856xe" fillcolor="#695e4a" stroked="f">
                          <v:path arrowok="t" o:connecttype="custom" o:connectlocs="28893,38179;28813,36116;28575,34290;28178,32782;27464,31512;26511,30480;25321,29686;23892,29210;21987,29131;20717,29210;18336,29766;16113,31036;14208,32861;12621,35084;11351,37783;10478,40719;10001,43974;10001,67945;0,0;10001,20955;9922,23257;9525,28178;9128,30321;9287,30401;10478,28337;11827,26432;13494,24844;15319,23336;17383,22225;19764,21511;22225,20955;25003,20796;26829,20876;30163,21431;32861,22622;34925,24130;36513,26194;37703,28496;38338,31194;38735,34052;38735,67945" o:connectangles="0,0,0,0,0,0,0,0,0,0,0,0,0,0,0,0,0,0,0,0,0,0,0,0,0,0,0,0,0,0,0,0,0,0,0,0,0,0,0,0,0"/>
                        </v:shape>
                        <v:shape id="Freeform 133" o:spid="_x0000_s1078" style="position:absolute;left:5683;top:6889;width:393;height:483;visibility:visible;mso-wrap-style:square;v-text-anchor:top" coordsize="503,6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9at/scA&#10;AADcAAAADwAAAGRycy9kb3ducmV2LnhtbESPT2vCQBTE74V+h+UVeim6MRWR1FVUEAoFwT8Hj8/s&#10;M0mTfRt3tzHtp3cLhR6HmfkNM1v0phEdOV9ZVjAaJiCIc6srLhQcD5vBFIQPyBoby6Tgmzws5o8P&#10;M8y0vfGOun0oRISwz1BBGUKbSenzkgz6oW2Jo3exzmCI0hVSO7xFuGlkmiQTabDiuFBiS+uS8nr/&#10;ZRRsx8t6S+fXurlc3enwsfrcdS8/Sj0/9cs3EIH68B/+a79rBekohd8z8QjI+R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PWrf7HAAAA3AAAAA8AAAAAAAAAAAAAAAAAmAIAAGRy&#10;cy9kb3ducmV2LnhtbFBLBQYAAAAABAAEAPUAAACMAwAAAAA=&#10;" path="m500,311r-371,l129,311r,24l131,358r2,21l139,398r5,18l152,432r8,14l170,459r12,11l195,480r15,9l225,495r17,5l260,504r19,2l301,507r,l324,506r22,-2l369,501r21,-4l412,492r20,-7l451,478r20,-9l483,568r,l460,578r-24,8l412,592r-25,4l361,601r-27,3l307,606r-25,l282,606r-34,-1l217,602r-15,-2l188,596r-14,-3l161,589r-13,-6l135,578r-11,-5l113,566r-11,-7l91,551r-9,-9l73,534,65,524,56,514,48,504,42,492,35,480,29,468,24,454,18,441,14,426,11,411,8,396,6,379,1,344,,307r,l1,275,6,244r5,-30l18,184,28,157r5,-12l40,133r6,-12l54,109,61,98,70,87r9,-9l87,68,97,59r11,-8l118,43r11,-7l141,29r12,-6l166,17r12,-4l192,9,205,5,220,3,235,1,250,r15,l265,r17,l296,1r15,1l324,5r12,3l349,11r12,4l373,19r11,6l394,30r10,7l414,43r8,7l431,57r9,9l447,74r13,18l472,111r9,22l489,154r6,23l500,202r2,24l503,252r,l502,279r-2,32l500,311xm261,93r,l248,93r-13,2l224,98r-11,3l202,107r-10,6l183,120r-9,8l166,137r-7,10l152,157r-6,12l141,181r-3,13l133,208r-2,14l378,222r,l378,208r-1,-14l374,181r-3,-13l366,157r-5,-10l356,137r-8,-10l340,120r-9,-8l321,107r-10,-6l300,97,287,95,275,93r-14,l261,93xe" fillcolor="#695e4a" stroked="f">
                          <v:path arrowok="t" o:connecttype="custom" o:connectlocs="10097,24767;10410,30182;11897,34403;14245,37429;17611,39420;21837,40296;25360,40296;30525,39580;35300,38066;37805,45234;32247,47145;26142,48101;22072,48260;15811,47782;12602,46906;9706,45632;7123,43880;5088,41730;3287,39181;1878,36155;861,32731;78,27395;78,21900;1409,14653;3131,10592;4774,7804;6810,5415;9236,3424;11975,1832;15028,717;18394,80;20742,0;24342,159;27316,876;30056,1991;32404,3424;34439,5256;36944,8840;38744,14096;39370,20069;39135,24767;20429,7406;17533,7804;15028,8999;12993,10910;11427,13459;10410,16564;29586,17679;29273,14414;28256,11707;26612,9556;24342,8043;21524,7406" o:connectangles="0,0,0,0,0,0,0,0,0,0,0,0,0,0,0,0,0,0,0,0,0,0,0,0,0,0,0,0,0,0,0,0,0,0,0,0,0,0,0,0,0,0,0,0,0,0,0,0,0,0,0,0,0"/>
                          <o:lock v:ext="edit" verticies="t"/>
                        </v:shape>
                        <v:shape id="Freeform 134" o:spid="_x0000_s1079" style="position:absolute;left:6394;top:6731;width:330;height:628;visibility:visible;mso-wrap-style:square;v-text-anchor:top" coordsize="417,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jPsQA&#10;AADcAAAADwAAAGRycy9kb3ducmV2LnhtbESPQWvCQBSE7wX/w/KE3urGVKSkriJCxFsxtun1kX1m&#10;U7NvQ3bV9N+7guBxmJlvmMVqsK24UO8bxwqmkwQEceV0w7WC70P+9gHCB2SNrWNS8E8eVsvRywIz&#10;7a68p0sRahEh7DNUYELoMil9Zciin7iOOHpH11sMUfa11D1eI9y2Mk2SubTYcFww2NHGUHUqzlbB&#10;13FbHn7zv9wX+9lmXf4MukuNUq/jYf0JItAQnuFHe6cVpNN3uJ+JR0A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Iz7EAAAA3AAAAA8AAAAAAAAAAAAAAAAAmAIAAGRycy9k&#10;b3ducmV2LnhtbFBLBQYAAAAABAAEAPUAAACJAwAAAAA=&#10;" path="m,791l,,417,r,106l128,106r,226l402,332r,104l128,436r,246l417,682r,109l,791xe" fillcolor="#695e4a" stroked="f">
                          <v:path arrowok="t" o:connecttype="custom" o:connectlocs="0,62865;0,0;33020,0;33020,8424;10136,8424;10136,26386;31832,26386;31832,34651;10136,34651;10136,54202;33020,54202;33020,62865;0,62865" o:connectangles="0,0,0,0,0,0,0,0,0,0,0,0,0"/>
                        </v:shape>
                        <v:shape id="Freeform 135" o:spid="_x0000_s1080" style="position:absolute;left:6858;top:6889;width:666;height:470;visibility:visible;mso-wrap-style:square;v-text-anchor:top" coordsize="838,5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nIGMUA&#10;AADcAAAADwAAAGRycy9kb3ducmV2LnhtbESPQUsDMRSE70L/Q3gFL9Jmu4iWtWkRRfDiwdbS63Pz&#10;3A1uXtbktbv11xtB8DjMzDfMajP6Tp0oJhfYwGJegCKug3XcGHjbPc2WoJIgW+wCk4EzJdisJxcr&#10;rGwY+JVOW2lUhnCq0EAr0ldap7olj2keeuLsfYToUbKMjbYRhwz3nS6L4kZ7dJwXWuzpoaX6c3v0&#10;Bl5u3fu3lI94cOdYf+2PjVyNgzGX0/H+DpTQKP/hv/azNVAuruH3TD4Ce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qcgYxQAAANwAAAAPAAAAAAAAAAAAAAAAAJgCAABkcnMv&#10;ZG93bnJldi54bWxQSwUGAAAAAAQABAD1AAAAigMAAAAA&#10;" path="m714,594r,-372l714,222r-1,-26l712,184r-2,-10l708,163r-4,-10l701,145r-4,-9l691,128r-5,-5l679,117r-8,-5l662,109r-9,-2l642,105r-12,l630,105r-14,l602,108r-14,4l574,119r-13,8l550,137r-12,12l527,162r-11,15l508,192r-8,17l493,229r-6,19l483,270r-2,22l480,315r,279l357,594r,-373l357,221r-1,-24l354,176r-2,-11l349,155r-3,-8l341,138r-4,-7l331,124r-7,-5l315,113r-8,-4l297,107r-12,-2l274,105r,l259,106r-16,2l230,113r-13,7l204,128r-13,11l180,151r-11,13l160,179r-9,16l144,212r-7,19l132,250r-5,22l125,293r-1,22l124,594,,594,,12r119,l119,12r,26l117,67r-2,30l110,125r4,1l114,126r6,-14l127,99r9,-13l146,74r9,-11l166,52r12,-9l190,35r13,-9l217,19r14,-5l246,9,261,4,277,2,293,r16,l309,r22,1l349,3r17,4l382,12r14,6l408,26r12,9l429,43r9,10l445,63r7,10l457,84r6,11l466,105r3,10l471,125r,l476,114r6,-10l488,93r9,-11l506,71r9,-11l526,51,538,41r12,-9l564,25r15,-8l594,12,610,7,627,3,645,r20,l665,r20,l704,2r18,5l739,11r15,6l769,26r13,10l792,46r11,13l813,73r7,15l827,106r4,19l835,146r3,22l838,192r,402l714,594xe" fillcolor="#695e4a" stroked="f">
                          <v:path arrowok="t" o:connecttype="custom" o:connectlocs="56809,17562;56491,13765;55775,11471;54581,9730;52672,8623;50126,8306;47898,8544;44636,10047;41930,12815;39782,16534;38430,21359;38191,46990;28405,17483;28007,13053;27131,10917;25779,9414;23631,8465;21801,8306;18300,8939;15197,10996;12730,14160;10900,18274;9946,23179;0,46990;9468,949;9150,7673;9070,9968;10821,6803;13208,4114;16152,2057;19573,712;23312,0;26336,79;30394,949;33417,2769;35406,4984;36838,7515;37475,9888;38350,8227;40260,5617;42806,3243;46068,1345;49887,237;52910,0;57446,554;61185,2057;63890,4667;65800,8385;66675,13290;56809,46990" o:connectangles="0,0,0,0,0,0,0,0,0,0,0,0,0,0,0,0,0,0,0,0,0,0,0,0,0,0,0,0,0,0,0,0,0,0,0,0,0,0,0,0,0,0,0,0,0,0,0,0,0,0"/>
                        </v:shape>
                        <v:shape id="Freeform 136" o:spid="_x0000_s1081" style="position:absolute;left:7664;top:6889;width:413;height:699;visibility:visible;mso-wrap-style:square;v-text-anchor:top" coordsize="516,8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Qz+MYA&#10;AADcAAAADwAAAGRycy9kb3ducmV2LnhtbESP3WrCQBSE7wt9h+UUelc3sfiXZpUSKBRFrNFCLw/Z&#10;0ySYPRuy2xjf3hWEXg4z8w2TrgbTiJ46V1tWEI8iEMSF1TWXCo6Hj5c5COeRNTaWScGFHKyWjw8p&#10;JtqeeU997ksRIOwSVFB53yZSuqIig25kW+Lg/drOoA+yK6Xu8BzgppHjKJpKgzWHhQpbyioqTvmf&#10;UTDL9nrx87rV2Vfdz+m03uXfm51Sz0/D+xsIT4P/D9/bn1rBOJ7A7Uw4AnJ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1Qz+MYAAADcAAAADwAAAAAAAAAAAAAAAACYAgAAZHJz&#10;L2Rvd25yZXYueG1sUEsFBgAAAAAEAAQA9QAAAIsDAAAAAA==&#10;" path="m213,603r,l189,603r-21,-1l147,600r-22,-4l125,881,,881,,12r118,l118,12r,25l117,66r-2,29l111,121r3,l114,121r7,-14l127,94r9,-12l144,70,154,59r11,-9l175,41r12,-9l199,25r13,-7l226,13,240,9,255,4,270,2,286,r16,l302,r25,1l350,4r23,6l384,14r9,4l403,23r10,5l421,33r9,7l439,47r7,8l460,71r13,19l485,110r9,23l502,157r6,26l513,212r2,31l516,274r,l516,293r-1,19l513,330r-2,17l508,365r-4,16l501,397r-6,15l490,427r-5,14l478,455r-7,13l463,481r-7,12l446,505r-9,10l427,526r-10,10l405,545r-10,8l382,561r-13,7l356,575r-14,5l328,586r-15,4l298,594r-16,3l266,600r-18,2l231,603r-18,l213,603xm269,102r,l260,104r-8,1l237,108r-15,6l208,122r-13,10l183,143r-11,13l162,170r-8,17l146,203r-6,17l135,238r-5,19l128,275r-2,19l125,313r,180l125,493r21,5l168,501r23,3l216,505r,l234,504r19,-3l269,497r16,-4l299,485r14,-8l326,466r12,-12l348,440r9,-16l364,407r8,-21l377,365r4,-24l383,315r1,-29l384,286r,-22l382,245r-3,-20l377,208r-4,-16l368,177r-6,-14l356,151r-8,-12l340,131r-10,-9l320,115r-11,-5l297,106r-13,-2l269,102r,xe" fillcolor="#695e4a" stroked="f">
                          <v:path arrowok="t" o:connecttype="custom" o:connectlocs="15118,47809;9999,47254;0,951;9439,2934;8879,9593;9679,8483;11519,5550;13998,3251;16958,1427;20398,317;24157,0;27997,317;31436,1427;33676,2616;35676,4361;38795,8721;40635,14509;41275,21724;41195,24737;40635,28939;39595,32665;38235,36075;36476,39087;34156,41704;31596,43845;28477,45589;25037,46778;21277,47571;17038,47809;21517,8087;18958,8563;15598,10466;12958,13478;11199,17443;10239,21803;9999,39087;13438,39722;17278,40039;21517,39405;25037,37819;27837,34885;29756,30604;30636,24975;30716,20931;30156,16491;28956,12923;27197,10386;24717,8721;21517,8087" o:connectangles="0,0,0,0,0,0,0,0,0,0,0,0,0,0,0,0,0,0,0,0,0,0,0,0,0,0,0,0,0,0,0,0,0,0,0,0,0,0,0,0,0,0,0,0,0,0,0,0,0"/>
                          <o:lock v:ext="edit" verticies="t"/>
                        </v:shape>
                        <v:shape id="Freeform 137" o:spid="_x0000_s1082" style="position:absolute;left:8147;top:6889;width:438;height:483;visibility:visible;mso-wrap-style:square;v-text-anchor:top" coordsize="554,6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BFMUA&#10;AADcAAAADwAAAGRycy9kb3ducmV2LnhtbESPT2vCQBTE70K/w/IKvenGFKykriKK1B79A8XbI/tM&#10;QrJv4+7WRD99Vyh4HGbmN8xs0ZtGXMn5yrKC8SgBQZxbXXGh4HjYDKcgfEDW2FgmBTfysJi/DGaY&#10;advxjq77UIgIYZ+hgjKENpPS5yUZ9CPbEkfvbJ3BEKUrpHbYRbhpZJokE2mw4rhQYkurkvJ6/2sU&#10;HFLz4+p799Xe15fN9/spuZw+aqXeXvvlJ4hAfXiG/9tbrSAdT+BxJh4BO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4EUxQAAANwAAAAPAAAAAAAAAAAAAAAAAJgCAABkcnMv&#10;ZG93bnJldi54bWxQSwUGAAAAAAQABAD1AAAAigMAAAAA&#10;" path="m266,606r,l236,605r-28,-3l182,596r-13,-3l157,589r-13,-5l133,579r-12,-5l111,567r-10,-7l90,552r-8,-7l72,536,63,526r-7,-9l48,506,41,495,34,483,29,470,24,457,18,443,14,429,11,414,8,399,4,383,2,366,1,348,,311r,l,294,1,278,2,262,4,247,8,232r3,-15l15,202r5,-14l26,174r5,-13l38,148r7,-13l53,123r7,-12l69,100,78,90,88,79,98,69r11,-9l120,52r12,-8l144,37r13,-8l170,24r14,-6l197,13r15,-3l227,5,242,3,257,1,273,r16,l289,r29,1l346,4r26,5l396,16r12,5l420,26r11,5l442,38r10,7l462,52r10,8l480,69r9,9l497,87r8,11l511,109r8,12l524,133r6,13l535,160r4,14l544,189r3,15l550,220r2,17l553,255r1,18l554,292r,l554,308r-1,17l552,341r-3,16l547,372r-4,15l538,402r-4,14l529,430r-7,14l516,457r-7,13l501,482r-8,12l485,506r-10,11l465,526r-11,10l444,546r-11,8l421,562r-12,7l396,576r-12,6l371,588r-14,5l343,596r-15,5l313,603r-15,2l281,606r-15,l266,606xm279,106r,l264,106r-14,2l237,111r-14,6l211,123r-13,8l187,140r-12,11l165,164r-8,14l148,194r-6,17l136,231r-4,20l130,274r-1,24l129,298r1,23l132,344r2,22l139,385r5,17l150,419r8,15l168,448r9,11l188,469r12,10l214,485r14,6l244,495r16,2l278,498r,l292,497r15,-2l321,492r14,-6l348,480r12,-9l372,462r10,-12l392,437r9,-15l408,405r7,-17l419,369r4,-22l425,325r2,-25l427,300r-2,-23l424,256r-3,-20l417,217r-4,-17l406,183r-7,-14l390,156,380,145,370,134r-13,-9l344,119r-14,-7l314,109r-17,-3l279,106r,xe" fillcolor="#695e4a" stroked="f">
                          <v:path arrowok="t" o:connecttype="custom" o:connectlocs="16450,47941;11389,46508;7988,44597;4983,41889;2689,38465;1107,34164;158,29147;0,23413;633,18476;2056,13857;4192,9795;6960,6291;10440,3504;14552,1433;19139,239;22857,0;31319,1274;34957,3026;37962,5495;40414,8680;42312,12742;43499,17520;43815,23254;43657,27156;42550,32014;40810,36394;38358,40296;35115,43482;31319,45871;27127,47464;22224,48260;22066,8442;17637,9318;13840,12025;11231,16803;10202,23732;10598,29147;12496,34562;15818,38146;20563,39580;24280,39420;28472,37509;31714,33607;33454,27634;33613,22059;32664,15927;30054,11547;26099,8919;22066,8442" o:connectangles="0,0,0,0,0,0,0,0,0,0,0,0,0,0,0,0,0,0,0,0,0,0,0,0,0,0,0,0,0,0,0,0,0,0,0,0,0,0,0,0,0,0,0,0,0,0,0,0,0"/>
                          <o:lock v:ext="edit" verticies="t"/>
                        </v:shape>
                        <v:shape id="Freeform 138" o:spid="_x0000_s1083" style="position:absolute;left:8629;top:6896;width:718;height:463;visibility:visible;mso-wrap-style:square;v-text-anchor:top" coordsize="897,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O6t8UA&#10;AADcAAAADwAAAGRycy9kb3ducmV2LnhtbESPQUvEMBSE7wv+h/AEL8tuukFWqU0XWRC8WLDrxdvb&#10;5tkGm5fSxLb6640g7HGYmW+Y4rC4Xkw0ButZw26bgSBuvLHcang7PW3uQYSIbLD3TBq+KcChvFoV&#10;mBs/8ytNdWxFgnDIUUMX45BLGZqOHIatH4iT9+FHhzHJsZVmxDnBXS9Vlu2lQ8tpocOBjh01n/WX&#10;0/Ay39rp/WjnH4fqXLfVulKq0vrmenl8ABFpiZfwf/vZaFC7O/g7k46AL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Q7q3xQAAANwAAAAPAAAAAAAAAAAAAAAAAJgCAABkcnMv&#10;ZG93bnJldi54bWxQSwUGAAAAAAQABAD1AAAAigMAAAAA&#10;" path="m712,582r-138,l473,277r,l464,248r-8,-30l440,154r-1,l439,154r-10,38l419,229r-9,35l399,301,311,582r-132,l,,137,r77,271l214,271r23,82l247,393r10,40l258,433r,l268,391r10,-40l288,313r11,-39l386,,512,r88,269l600,269r15,49l627,359r9,38l645,433r1,l646,433r10,-38l664,356r11,-39l687,275,767,,897,,712,582xe" fillcolor="#695e4a" stroked="f">
                          <v:path arrowok="t" o:connecttype="custom" o:connectlocs="56956,46355;45917,46355;37837,22062;37837,22062;37117,19753;36477,17363;35198,12266;35118,12266;35118,12266;34318,15292;33518,18239;32798,21027;31918,23974;24878,46355;14319,46355;0,0;10959,0;17119,21585;17119,21585;18959,28116;19759,31302;20559,34487;20639,34487;20639,34487;21439,31142;22238,27956;23038,24930;23918,21823;30878,0;40957,0;47997,21425;47997,21425;49197,25328;50157,28594;50876,31620;51596,34487;51676,34487;51676,34487;52476,31461;53116,28355;53996,25248;54956,21903;61356,0;71755,0;56956,46355" o:connectangles="0,0,0,0,0,0,0,0,0,0,0,0,0,0,0,0,0,0,0,0,0,0,0,0,0,0,0,0,0,0,0,0,0,0,0,0,0,0,0,0,0,0,0,0,0"/>
                        </v:shape>
                        <v:shape id="Freeform 139" o:spid="_x0000_s1084" style="position:absolute;left:9385;top:6889;width:400;height:483;visibility:visible;mso-wrap-style:square;v-text-anchor:top" coordsize="503,6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6aFMQA&#10;AADcAAAADwAAAGRycy9kb3ducmV2LnhtbERPy2rCQBTdC/2H4RbciE7UIiV1FCsIhYLgY9HlNXNN&#10;0mTupDNjjH69syi4PJz3fNmZWrTkfGlZwXiUgCDOrC45V3A8bIbvIHxA1lhbJgU38rBcvPTmmGp7&#10;5R21+5CLGMI+RQVFCE0qpc8KMuhHtiGO3Nk6gyFCl0vt8BrDTS0nSTKTBkuODQU2tC4oq/YXo2D7&#10;tqq2dJpW9fnP/Ry+P3937eCuVP+1W32ACNSFp/jf/aUVTMZxbTwTj4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mhTEAAAA3AAAAA8AAAAAAAAAAAAAAAAAmAIAAGRycy9k&#10;b3ducmV2LnhtbFBLBQYAAAAABAAEAPUAAACJAwAAAAA=&#10;" path="m500,311r-371,l129,311r,24l130,358r3,21l138,398r6,18l151,432r9,14l170,459r12,11l194,480r14,9l225,495r17,5l260,504r19,2l301,507r,l323,506r23,-2l367,501r23,-4l411,492r21,-7l451,478r20,-9l481,568r,l459,578r-23,8l411,592r-25,4l360,601r-26,3l307,606r-27,l280,606r-32,-1l217,602r-15,-2l188,596r-14,-3l160,589r-13,-6l135,578r-11,-5l112,566r-11,-7l91,551r-9,-9l72,534,63,524,56,514,48,504,41,492,34,480,29,468,24,454,18,441,14,426,11,411,8,396,4,379,1,344,,307r,l1,275,4,244r6,-30l17,184,28,157r5,-12l40,133r6,-12l54,109,61,98,69,87r9,-9l87,68,97,59r10,-8l118,43r11,-7l141,29r12,-6l165,17r13,-4l191,9,205,5,220,3,234,1,250,r15,l265,r15,l295,1r14,1l323,5r13,3l349,11r12,4l373,19r11,6l394,30r10,7l414,43r8,7l431,57r8,9l446,74r14,18l472,111r9,22l489,154r6,23l500,202r2,24l503,252r,l502,279r-2,32l500,311xm261,93r,l248,93r-13,2l223,98r-10,3l202,107r-11,6l183,120r-9,8l165,137r-7,10l151,157r-5,12l141,181r-5,13l133,208r-2,14l378,222r,l377,208r-1,-14l374,181r-3,-13l366,157r-5,-10l355,137r-7,-10l339,120r-8,-8l321,107r-11,-6l299,97,287,95,274,93r-13,l261,93xe" fillcolor="#695e4a" stroked="f">
                          <v:path arrowok="t" o:connecttype="custom" o:connectlocs="10260,24767;10578,30182;12009,34403;14475,37429;17895,39420;22190,40296;25689,40296;31018,39580;35869,38066;38255,45234;32688,47145;26564,48101;22269,48260;16066,47782;12725,46906;9862,45632;7237,43880;5011,41730;3261,39181;1909,36155;875,32731;80,27395;80,21900;1352,14653;3181,10592;4852,7804;6919,5415;9385,3424;12169,1832;15191,717;18611,80;21076,0;24576,159;27757,876;30541,1991;32927,3424;34915,5256;37539,8840;39369,14096;40005,20069;39766,24767;20758,7406;17736,7804;15191,8999;13123,10910;11612,13459;10578,16564;30063,17679;29745,14414;28711,11707;26962,9556;24655,8043;21792,7406" o:connectangles="0,0,0,0,0,0,0,0,0,0,0,0,0,0,0,0,0,0,0,0,0,0,0,0,0,0,0,0,0,0,0,0,0,0,0,0,0,0,0,0,0,0,0,0,0,0,0,0,0,0,0,0,0"/>
                          <o:lock v:ext="edit" verticies="t"/>
                        </v:shape>
                        <v:shape id="Freeform 140" o:spid="_x0000_s1085" style="position:absolute;left:9899;top:6889;width:235;height:470;visibility:visible;mso-wrap-style:square;v-text-anchor:top" coordsize="301,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cvdsIA&#10;AADcAAAADwAAAGRycy9kb3ducmV2LnhtbESPQYvCMBSE78L+h/AWvGmqomyrURZxYcGTVdjrs3m2&#10;wealNLHWf78RBI/DzHzDrDa9rUVHrTeOFUzGCQjiwmnDpYLT8Wf0BcIHZI21Y1LwIA+b9cdghZl2&#10;dz5Ql4dSRAj7DBVUITSZlL6oyKIfu4Y4ehfXWgxRtqXULd4j3NZymiQLadFwXKiwoW1FxTW/WQVk&#10;531qzAzP3WOvF3/57rYNO6WGn/33EkSgPrzDr/avVjCdpPA8E4+A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ly92wgAAANwAAAAPAAAAAAAAAAAAAAAAAJgCAABkcnMvZG93&#10;bnJldi54bWxQSwUGAAAAAAQABAD1AAAAhwMAAAAA&#10;" path="m296,124r,l275,121r-20,l237,123r-9,2l221,127r-9,3l205,134r-8,4l191,142r-7,6l178,154r-11,14l156,183r-8,19l140,222r-5,23l131,271r-4,27l125,327r-1,32l124,595,,595,,13r119,l119,13r-1,27l116,72r-4,35l107,141r2,l109,141r6,-14l120,112r7,-14l135,85r9,-13l153,59,163,48,175,38,187,28r13,-8l214,13,229,8,246,3,264,1,282,r19,1l296,124xe" fillcolor="#695e4a" stroked="f">
                          <v:path arrowok="t" o:connecttype="custom" o:connectlocs="23105,9793;23105,9793;21466,9556;19904,9556;18499,9714;17797,9872;17250,10030;16548,10267;16002,10583;15377,10899;14909,11214;14362,11688;13894,12162;13035,13268;12177,14452;11552,15953;10928,17532;10538,19349;10225,21402;9913,23534;9757,25825;9679,28352;9679,46990;0,46990;0,1027;9289,1027;9289,1027;9211,3159;9055,5686;8742,8450;8352,11135;8508,11135;8508,11135;8976,10030;9367,8845;9913,7740;10538,6713;11240,5686;11943,4660;12723,3791;13660,3001;14597,2211;15611,1579;16704,1027;17875,632;19202,237;20607,79;22012,0;23495,79;23105,9793" o:connectangles="0,0,0,0,0,0,0,0,0,0,0,0,0,0,0,0,0,0,0,0,0,0,0,0,0,0,0,0,0,0,0,0,0,0,0,0,0,0,0,0,0,0,0,0,0,0,0,0,0,0"/>
                        </v:shape>
                        <v:shape id="Freeform 141" o:spid="_x0000_s1086" style="position:absolute;left:10223;top:6889;width:667;height:470;visibility:visible;mso-wrap-style:square;v-text-anchor:top" coordsize="838,5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4EpsIA&#10;AADcAAAADwAAAGRycy9kb3ducmV2LnhtbERPPU/DMBDdkfgP1iGxoNYhQ1uldSsEQmJhoAV1vcbX&#10;xCI+B/vapPz6ekBifHrfq83oO3WmmFxgA4/TAhRxHazjxsDn7nWyAJUE2WIXmAxcKMFmfXuzwsqG&#10;gT/ovJVG5RBOFRpoRfpK61S35DFNQ0+cuWOIHiXD2GgbccjhvtNlUcy0R8e5ocWenluqv7cnb+B9&#10;7g6/Ur7g3l1i/fN1auRhHIy5vxuflqCERvkX/7nfrIGyzPPzmXwE9Po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gSmwgAAANwAAAAPAAAAAAAAAAAAAAAAAJgCAABkcnMvZG93&#10;bnJldi54bWxQSwUGAAAAAAQABAD1AAAAhwMAAAAA&#10;" path="m715,594r,-372l715,222r-1,-26l713,184r-3,-10l708,163r-3,-10l702,145r-4,-9l692,128r-5,-5l679,117r-7,-5l663,109r-10,-2l643,105r-13,l630,105r-14,l602,108r-13,4l575,119r-13,8l550,137r-11,12l528,162r-11,15l508,192r-8,17l493,229r-5,19l484,270r-2,22l480,315r,279l358,594r,-373l358,221r-1,-24l355,176r-2,-11l349,155r-3,-8l342,138r-4,-7l331,124r-6,-5l316,113r-8,-4l298,107r-12,-2l274,105r,l259,106r-15,2l230,113r-13,7l204,128r-13,11l181,151r-11,13l160,179r-8,16l144,212r-6,19l132,250r-4,22l126,293r-1,22l125,594,,594,,12r120,l120,12r,26l117,67r-2,30l111,125r3,1l114,126r7,-14l128,99r9,-13l146,74,156,63,167,52r12,-9l190,35r13,-9l217,19r14,-5l246,9,261,4,277,2,294,r16,l310,r20,1l349,3r18,4l383,12r14,6l409,26r11,9l430,43r9,10l446,63r7,10l458,84r5,11l467,105r3,10l471,125r,l476,114r7,-10l489,93r9,-11l506,71,516,60r11,-9l539,41r11,-9l564,25r14,-8l594,12,610,7,628,3,646,r19,l665,r21,l705,2r17,5l739,11r15,6l769,26r13,10l793,46r11,13l812,73r9,15l827,106r5,19l835,146r2,22l838,192r,402l715,594xe" fillcolor="#695e4a" stroked="f">
                          <v:path arrowok="t" o:connecttype="custom" o:connectlocs="56889,17562;56491,13765;55854,11471;54661,9730;52751,8623;50126,8306;47898,8544;44715,10047;42010,12815;39782,16534;38509,21359;38191,46990;28484,17483;28086,13053;27211,10917;25858,9414;23710,8465;21801,8306;18300,8939;15197,10996;12730,14160;10980,18274;10025,23179;0,46990;9548,949;9150,7673;9070,9968;10900,6803;13287,4114;16152,2057;19573,712;23392,0;26256,79;30473,949;33417,2769;35486,4984;36838,7515;37475,9888;38430,8227;40260,5617;42885,3243;45988,1345;49966,237;52910,0;57446,554;61185,2057;63970,4667;65800,8385;66595,13290;56889,46990" o:connectangles="0,0,0,0,0,0,0,0,0,0,0,0,0,0,0,0,0,0,0,0,0,0,0,0,0,0,0,0,0,0,0,0,0,0,0,0,0,0,0,0,0,0,0,0,0,0,0,0,0,0"/>
                        </v:shape>
                        <v:shape id="Freeform 142" o:spid="_x0000_s1087" style="position:absolute;left:10998;top:6889;width:400;height:483;visibility:visible;mso-wrap-style:square;v-text-anchor:top" coordsize="502,6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XDSMMA&#10;AADcAAAADwAAAGRycy9kb3ducmV2LnhtbESPQWsCMRSE74X+h/AEbzXrHkrZbhQVClp70bb3x+a5&#10;Wdy8rElc139vBMHjMDPfMOV8sK3oyYfGsYLpJANBXDndcK3g7/fr7QNEiMgaW8ek4EoB5rPXlxIL&#10;7S68o34fa5EgHApUYGLsCilDZchimLiOOHkH5y3GJH0ttcdLgttW5ln2Li02nBYMdrQyVB33Z6vA&#10;9d8ruT35/7VeLLU5dSbb/BilxqNh8Qki0hCf4Ud7rRXk+RTuZ9IRkL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cXDSMMAAADcAAAADwAAAAAAAAAAAAAAAACYAgAAZHJzL2Rv&#10;d25yZXYueG1sUEsFBgAAAAAEAAQA9QAAAIgDAAAAAA==&#10;" path="m499,311r-370,l129,311r,24l131,358r2,21l138,398r6,18l151,432r9,14l169,459r12,11l194,480r15,9l224,495r17,5l260,504r19,2l300,507r,l323,506r23,-2l368,501r22,-4l411,492r20,-7l452,478r18,-9l482,568r,l459,578r-23,8l411,592r-25,4l361,601r-27,3l307,606r-26,l281,606r-33,-1l217,602r-15,-2l188,596r-14,-3l161,589r-13,-6l135,578r-12,-5l112,566r-10,-7l91,551,81,542r-8,-8l64,524,55,514,48,504,42,492,35,480,29,468,23,454,19,441,15,426,10,411,7,396,5,379,2,344,,307r,l1,275,5,244r5,-30l18,184,28,157r5,-12l39,133r7,-12l53,109,61,98,69,87r9,-9l87,68r9,-9l107,51r11,-8l129,36r11,-7l152,23r13,-6l178,13,192,9,206,5,220,3,235,1,250,r15,l265,r16,l295,1r15,1l323,5r13,3l349,11r12,4l372,19r11,6l394,30r10,7l413,43r10,7l430,57r9,9l447,74r12,18l471,111r10,22l489,154r6,23l499,202r3,24l502,252r,l502,279r-3,32l499,311xm261,93r,l248,93r-12,2l224,98r-12,3l202,107r-10,6l182,120r-8,8l165,137r-6,10l152,157r-6,12l140,181r-3,13l134,208r-3,14l378,222r,l378,208r-1,-14l375,181r-5,-13l366,157r-5,-10l355,137r-7,-10l340,120r-10,-8l321,107r-11,-6l299,97,288,95,275,93r-14,l261,93xe" fillcolor="#695e4a" stroked="f">
                          <v:path arrowok="t" o:connecttype="custom" o:connectlocs="10280,24767;10599,30182;12033,34403;14424,37429;17851,39420;22234,40296;25740,40296;31080,39580;36020,38066;38411,45234;32753,47145;26617,48101;22393,48260;16098,47782;12830,46906;9802,45632;7252,43880;5100,41730;3347,39181;1833,36155;797,32731;159,27395;80,21900;1434,14653;3108,10592;4861,7804;6933,5415;9404,3424;12113,1832;15301,717;18727,80;21118,0;24704,159;27812,876;30522,1991;32912,3424;34984,5256;37535,8840;39447,14096;40005,20069;39766,24767;20799,7406;17851,7804;15301,8999;13149,10910;11635,13459;10679,16564;30123,17679;29884,14414;28769,11707;27095,9556;24704,8043;21915,7406" o:connectangles="0,0,0,0,0,0,0,0,0,0,0,0,0,0,0,0,0,0,0,0,0,0,0,0,0,0,0,0,0,0,0,0,0,0,0,0,0,0,0,0,0,0,0,0,0,0,0,0,0,0,0,0,0"/>
                          <o:lock v:ext="edit" verticies="t"/>
                        </v:shape>
                        <v:shape id="Freeform 143" o:spid="_x0000_s1088" style="position:absolute;left:11512;top:6889;width:387;height:470;visibility:visible;mso-wrap-style:square;v-text-anchor:top" coordsize="488,5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DAXsIA&#10;AADcAAAADwAAAGRycy9kb3ducmV2LnhtbESPwWrDMBBE74X8g9hAbrVckYbgWgkmUONr3AZ8XKyt&#10;bWqtjKUk7t9HhUKPw8y8YfLjYkdxo9kPjjW8JCkI4taZgTsNnx/vz3sQPiAbHB2Thh/ycDysnnLM&#10;jLvzmW516ESEsM9QQx/ClEnp254s+sRNxNH7crPFEOXcSTPjPcLtKFWa7qTFgeNCjxOdemq/66vV&#10;UHDZ7CujLsWuqcvXdut8MzZab9ZL8QYi0BL+w3/tymhQSsHvmXgE5OE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wMBewgAAANwAAAAPAAAAAAAAAAAAAAAAAJgCAABkcnMvZG93&#10;bnJldi54bWxQSwUGAAAAAAQABAD1AAAAhwMAAAAA&#10;" path="m363,594r,-375l363,219r-1,-26l361,181r-1,-11l357,161r-3,-10l350,142r-5,-7l340,127r-6,-5l327,117r-8,-5l310,109r-10,-3l289,105r-12,l277,105r-16,1l245,108r-14,5l216,121r-13,8l190,139r-11,13l169,165r-10,15l151,196r-8,18l137,232r-6,18l128,271r-2,20l125,313r,281l,594,,12r119,l119,12r,26l117,68r-2,30l111,125r1,1l112,126r7,-14l127,99r9,-12l144,74,155,64,166,53r11,-9l189,35r13,-8l216,21r15,-7l246,9,262,5,280,2,297,r18,l315,r24,1l360,3r19,5l398,14r16,9l428,31r12,11l450,54r10,14l468,82r6,15l479,113r4,18l486,149r1,18l488,187r,407l363,594xe" fillcolor="#695e4a" stroked="f">
                          <v:path arrowok="t" o:connecttype="custom" o:connectlocs="28813,17325;28734,15268;28575,13448;28099,11945;27384,10680;26511,9651;25321,8860;23813,8385;21987,8306;20717,8385;18336,8939;16113,10205;14208,12024;12621,14239;11351,16929;10398,19777;10001,23020;9922,46990;0,949;9446,949;9287,5379;8811,9888;8890,9968;10081,7832;11430,5854;13176,4193;15002,2769;17145,1661;19526,712;22225,158;25003,0;26908,79;30083,633;32861,1819;34925,3323;36513,5379;37624,7673;38338,10363;38656,13211;38735,46990" o:connectangles="0,0,0,0,0,0,0,0,0,0,0,0,0,0,0,0,0,0,0,0,0,0,0,0,0,0,0,0,0,0,0,0,0,0,0,0,0,0,0,0"/>
                        </v:shape>
                        <v:shape id="Freeform 144" o:spid="_x0000_s1089" style="position:absolute;left:11963;top:6724;width:311;height:642;visibility:visible;mso-wrap-style:square;v-text-anchor:top" coordsize="389,8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MX1MUA&#10;AADcAAAADwAAAGRycy9kb3ducmV2LnhtbESP3WoCMRSE7wu+QzhC72q2W1BZjdIfCq0oou0DHDbH&#10;zeLmZJtE3fr0RhC8HGbmG2Y672wjjuRD7VjB8yADQVw6XXOl4Pfn82kMIkRkjY1jUvBPAeaz3sMU&#10;C+1OvKHjNlYiQTgUqMDE2BZShtKQxTBwLXHyds5bjEn6SmqPpwS3jcyzbCgt1pwWDLb0bqjcbw9W&#10;weENl3543ozO6++PsNqZBbXmT6nHfvc6ARGpi/fwrf2lFeT5C1zPpCMgZ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cxfUxQAAANwAAAAPAAAAAAAAAAAAAAAAAJgCAABkcnMv&#10;ZG93bnJldi54bWxQSwUGAAAAAAQABAD1AAAAigMAAAAA&#10;" path="m273,813r,l250,813r-20,-2l212,808r-17,-5l180,798r-13,-7l156,783,145,773r-9,-12l130,748r-7,-14l119,718r-3,-18l113,680r-1,-21l112,635r,-318l,317,,220r112,l112,34,235,r,220l389,220r,97l236,317r,279l236,596r1,29l238,638r1,12l243,660r2,10l248,677r4,7l257,690r6,4l268,699r8,3l284,704r8,1l302,706r11,l313,706r19,l351,704r20,-3l389,697r,103l389,800r-28,5l332,810r-30,2l273,813r,xe" fillcolor="#695e4a" stroked="f">
                          <v:path arrowok="t" o:connecttype="custom" o:connectlocs="21836,64135;21836,64135;19997,64135;18397,63977;16957,63741;15597,63346;14398,62952;13358,62399;12478,61768;11598,60980;10878,60033;10398,59007;9838,57903;9518,56641;9279,55221;9039,53643;8959,51986;8959,50093;8959,25007;0,25007;0,17355;8959,17355;8959,2682;18797,0;18797,17355;31115,17355;31115,25007;18877,25007;18877,47017;18877,47017;18957,49304;19037,50330;19117,51276;19437,52065;19597,52854;19837,53406;20157,53959;20557,54432;21037,54747;21437,55142;22076,55379;22716,55536;23356,55615;24156,55694;25036,55694;25036,55694;26556,55694;28075,55536;29675,55300;31115,54984;31115,63109;31115,63109;28875,63504;26556,63898;24156,64056;21836,64135;21836,64135" o:connectangles="0,0,0,0,0,0,0,0,0,0,0,0,0,0,0,0,0,0,0,0,0,0,0,0,0,0,0,0,0,0,0,0,0,0,0,0,0,0,0,0,0,0,0,0,0,0,0,0,0,0,0,0,0,0,0,0,0"/>
                        </v:shape>
                        <v:shape id="Freeform 145" o:spid="_x0000_s1090" style="position:absolute;left:12560;top:6889;width:438;height:483;visibility:visible;mso-wrap-style:square;v-text-anchor:top" coordsize="556,6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PMPsUA&#10;AADcAAAADwAAAGRycy9kb3ducmV2LnhtbESPT2sCMRTE74V+h/AEb5p1W4tuN0q7tFTwVPXi7Zm8&#10;/UM3L8sm6vbbN4LQ4zAzv2Hy9WBbcaHeN44VzKYJCGLtTMOVgsP+c7IA4QOywdYxKfglD+vV40OO&#10;mXFX/qbLLlQiQthnqKAOocuk9Lomi37qOuLola63GKLsK2l6vEa4bWWaJC/SYsNxocaOipr0z+5s&#10;FcyHj0J/LY+n93l5fCq2xh/SVis1Hg1vryACDeE/fG9vjII0fYbbmXgE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U8w+xQAAANwAAAAPAAAAAAAAAAAAAAAAAJgCAABkcnMv&#10;ZG93bnJldi54bWxQSwUGAAAAAAQABAD1AAAAigMAAAAA&#10;" path="m267,606r,l238,605r-28,-3l183,596r-13,-3l157,589r-12,-5l134,579r-11,-5l112,567r-11,-7l92,552,82,545r-8,-9l65,526r-8,-9l50,506,42,495,36,483,31,470,25,457,20,443,16,429,11,414,8,399,6,383,4,366,3,348,,311r,l2,294,3,278,4,262,6,247,9,232r3,-15l17,202r4,-14l26,174r7,-13l39,148r7,-13l53,123r9,-12l70,100,80,90,90,79,99,69r11,-9l122,52r12,-8l145,37r13,-8l171,24r13,-6l198,13r15,-3l227,5,243,3,258,1,274,r17,l291,r29,1l346,4r27,5l398,16r12,5l422,26r10,5l443,38r11,7l463,52r10,8l482,69r8,9l499,87r7,11l513,109r6,12l526,133r5,13l537,160r4,14l545,189r3,15l552,220r2,17l555,255r1,18l556,292r,l556,308r-1,17l553,341r-2,16l547,372r-3,15l540,402r-5,14l530,430r-6,14l517,457r-7,13l502,482r-7,12l485,506r-9,11l467,526r-11,10l445,546r-11,8l423,562r-12,7l398,576r-13,6l371,588r-13,5l343,596r-14,5l314,603r-15,2l283,606r-16,l267,606xm280,106r,l266,106r-14,2l238,111r-13,6l212,123r-13,8l187,140r-10,11l167,164r-9,14l150,194r-7,17l138,231r-4,20l132,274r-2,24l130,298r2,23l133,344r3,22l140,385r5,17l152,419r7,15l168,448r11,11l190,469r11,10l215,485r14,6l244,495r18,2l279,498r,l294,497r15,-2l323,492r14,-6l350,480r11,-9l373,462r11,-12l394,437r8,-15l410,405r6,-17l421,369r4,-22l427,325r1,-25l428,300r-1,-23l425,256r-2,-20l418,217r-5,-17l408,183r-8,-14l392,156,382,145,370,134r-12,-9l345,119r-15,-7l315,109r-17,-3l280,106r,xe" fillcolor="#695e4a" stroked="f">
                          <v:path arrowok="t" o:connecttype="custom" o:connectlocs="16549,47941;11427,46508;7959,44597;5122,41889;2837,38465;1261,34164;315,29147;158,23413;709,18476;2049,13857;4177,9795;7092,6291;10560,3504;14500,1433;19149,239;22932,0;31364,1274;34910,3026;37984,5495;40426,8680;42318,12742;43500,17520;43815,23254;43579,27156;42554,32014;40742,36394;38220,40296;35068,43482;31364,45871;27030,47464;22302,48260;22065,8442;17731,9318;13948,12025;11269,16803;10245,23732;10717,29147;12530,34562;15840,38146;20647,39580;24350,39420;28448,37509;31679,33607;33492,27634;33649,22059;32546,15927;30103,11547;26005,8919;22065,8442" o:connectangles="0,0,0,0,0,0,0,0,0,0,0,0,0,0,0,0,0,0,0,0,0,0,0,0,0,0,0,0,0,0,0,0,0,0,0,0,0,0,0,0,0,0,0,0,0,0,0,0,0"/>
                          <o:lock v:ext="edit" verticies="t"/>
                        </v:shape>
                        <v:shape id="Freeform 146" o:spid="_x0000_s1091" style="position:absolute;left:13042;top:6673;width:343;height:686;visibility:visible;mso-wrap-style:square;v-text-anchor:top" coordsize="432,8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Ti/sYA&#10;AADcAAAADwAAAGRycy9kb3ducmV2LnhtbESPQWvCQBSE74X+h+UJvdWNodUas5EgWKRgQe3B4zP7&#10;TILZt2l2Nem/7xaEHoeZ+YZJl4NpxI06V1tWMBlHIIgLq2suFXwd1s9vIJxH1thYJgU/5GCZPT6k&#10;mGjb845ue1+KAGGXoILK+zaR0hUVGXRj2xIH72w7gz7IrpS6wz7ATSPjKJpKgzWHhQpbWlVUXPZX&#10;o+B9e7L9fBO3L9dd/vl93GKdzz6UehoN+QKEp8H/h+/tjVYQx6/wdyYc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WTi/sYAAADcAAAADwAAAAAAAAAAAAAAAACYAgAAZHJz&#10;L2Rvd25yZXYueG1sUEsFBgAAAAAEAAQA9QAAAIsDAAAAAA==&#10;" path="m422,115r,l403,109r-21,-3l363,104r-20,-1l343,103r-13,1l317,105r-12,2l294,110r-9,6l276,121r-9,7l261,135r-6,9l249,154r-4,10l241,176r-3,13l236,203r-1,16l234,235r,48l386,283r,97l234,380r,485l111,865r,-485l,380,,283r111,l111,238r,l112,209r2,-27l118,157r7,-24l133,113,143,93,154,75,167,60,183,46,200,34,218,24r20,-9l260,9,285,5,309,1,337,r,l362,1r24,3l409,7r23,4l422,115xe" fillcolor="#695e4a" stroked="f">
                          <v:path arrowok="t" o:connecttype="custom" o:connectlocs="33496,9118;33496,9118;31988,8642;30321,8404;28813,8245;27226,8166;27226,8166;26194,8245;25162,8325;24209,8483;23336,8721;22622,9197;21908,9593;21193,10148;20717,10703;20241,11417;19764,12210;19447,13002;19129,13954;18891,14985;18733,16094;18653,17363;18574,18632;18574,22437;30639,22437;30639,30128;18574,30128;18574,68580;8811,68580;8811,30128;0,30128;0,22437;8811,22437;8811,18869;8811,18869;8890,16570;9049,14430;9366,12447;9922,10545;10557,8959;11351,7373;12224,5946;13256,4757;14526,3647;15875,2696;17304,1903;18891,1189;20638,714;22622,396;24527,79;26749,0;26749,0;28734,79;30639,317;32464,555;34290,872;33496,9118" o:connectangles="0,0,0,0,0,0,0,0,0,0,0,0,0,0,0,0,0,0,0,0,0,0,0,0,0,0,0,0,0,0,0,0,0,0,0,0,0,0,0,0,0,0,0,0,0,0,0,0,0,0,0,0,0,0,0,0,0"/>
                        </v:shape>
                        <v:shape id="Freeform 147" o:spid="_x0000_s1092" style="position:absolute;left:13557;top:6731;width:825;height:628;visibility:visible;mso-wrap-style:square;v-text-anchor:top" coordsize="1043,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DicQA&#10;AADcAAAADwAAAGRycy9kb3ducmV2LnhtbESPQYvCMBSE74L/ITxhb5puD6LVKGVBFC/rqojHR/Ns&#10;i81LbaKt/vrNwoLHYWa+YebLzlTiQY0rLSv4HEUgiDOrS84VHA+r4QSE88gaK8uk4EkOlot+b46J&#10;ti3/0GPvcxEg7BJUUHhfJ1K6rCCDbmRr4uBdbGPQB9nkUjfYBripZBxFY2mw5LBQYE1fBWXX/d0o&#10;WLmd+X616f22PftJepq2p3W5U+pj0KUzEJ46/w7/tzdaQRyP4e9MOAJ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Gg4nEAAAA3AAAAA8AAAAAAAAAAAAAAAAAmAIAAGRycy9k&#10;b3ducmV2LnhtbFBLBQYAAAAABAAEAPUAAACJAwAAAAA=&#10;" path="m838,791r-156,l548,303r,l538,266r-9,-38l523,192r-7,-39l515,153r,l510,191r-5,35l496,263r-9,36l354,791r-149,l,,135,,257,481r,l267,519r8,39l282,597r6,40l289,637r,l295,598r8,-38l310,523r10,-37l455,,594,,731,488r,l741,522r7,35l757,595r6,39l765,634r,l777,562r7,-34l792,495,915,r128,l838,791xe" fillcolor="#695e4a" stroked="f">
                          <v:path arrowok="t" o:connecttype="custom" o:connectlocs="66325,62865;53978,62865;43372,24081;43372,24081;42581,21140;41869,18120;41394,15259;40840,12160;40761,12160;40761,12160;40365,15180;39969,17961;39257,20902;38544,23763;28018,62865;16225,62865;0,0;10685,0;20341,38228;20341,38228;21132,41248;21765,44347;22319,47447;22794,50626;22873,50626;22873,50626;23348,47526;23981,44506;24535,41566;25327,38625;36012,0;47013,0;57856,38784;57856,38784;58648,41486;59202,44268;59914,47288;60389,50387;60547,50387;60547,50387;61497,44665;62051,41963;62684,39340;72419,0;82550,0;66325,62865" o:connectangles="0,0,0,0,0,0,0,0,0,0,0,0,0,0,0,0,0,0,0,0,0,0,0,0,0,0,0,0,0,0,0,0,0,0,0,0,0,0,0,0,0,0,0,0,0,0"/>
                        </v:shape>
                        <v:shape id="Freeform 148" o:spid="_x0000_s1093" style="position:absolute;left:14408;top:6889;width:438;height:483;visibility:visible;mso-wrap-style:square;v-text-anchor:top" coordsize="555,6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Rdl8IA&#10;AADcAAAADwAAAGRycy9kb3ducmV2LnhtbESP3YrCMBSE7wXfIRzBO5taxV2qUZYFQbzyZx/gbHOa&#10;FpuT0sRa394IC3s5zMw3zGY32Eb01PnasYJ5koIgLpyu2Sj4ue5nnyB8QNbYOCYFT/Kw245HG8y1&#10;e/CZ+kswIkLY56igCqHNpfRFRRZ94lri6JWusxii7IzUHT4i3DYyS9OVtFhzXKiwpe+KitvlbhXc&#10;luVKGvd7PJ30gow59M3xXCo1nQxfaxCBhvAf/msftIIs+4D3mXgE5P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RF2XwgAAANwAAAAPAAAAAAAAAAAAAAAAAJgCAABkcnMvZG93&#10;bnJldi54bWxQSwUGAAAAAAQABAD1AAAAhwMAAAAA&#10;" path="m266,606r,l237,605r-29,-3l181,596r-12,-3l157,589r-12,-5l133,579r-11,-5l111,567r-10,-7l91,552,81,545r-8,-9l64,526r-8,-9l48,506,42,495,35,483,29,470,23,457,19,443,15,429,10,414,7,399,5,383,3,366,1,348,,311r,l,294,1,278,3,262,5,247,8,232r4,-15l16,202r4,-14l26,174r6,-13l38,148r7,-13l52,123r9,-12l70,100,78,90,88,79,99,69r10,-9l120,52r12,-8l145,37r12,-8l169,24r14,-6l197,13r14,-3l226,5,241,3,258,1,274,r16,l290,r29,1l346,4r25,5l397,16r12,5l420,26r12,5l442,38r10,7l462,52r9,8l481,69r9,9l497,87r8,11l512,109r7,12l525,133r5,13l536,160r4,14l544,189r4,15l550,220r2,17l554,255r1,18l555,292r,l555,308r-1,17l552,341r-2,16l547,372r-4,15l539,402r-5,14l528,430r-5,14l516,457r-7,13l501,482r-8,12l484,506r-8,11l465,526r-10,10l445,546r-12,8l422,562r-13,7l397,576r-13,6l370,588r-14,5l342,596r-14,5l313,603r-15,2l282,606r-16,l266,606xm279,106r,l265,106r-14,2l237,111r-13,6l210,123r-12,8l187,140r-11,11l166,164r-9,14l149,194r-6,17l137,231r-4,20l131,274r-1,24l130,298r,23l132,344r3,22l139,385r6,17l151,419r8,15l167,448r10,11l189,469r12,10l214,485r15,6l244,495r17,2l278,498r,l293,497r15,-2l322,492r13,-6l348,480r13,-9l371,462r11,-12l392,437r8,-15l408,405r6,-17l420,369r3,-22l425,325r1,-25l426,300r,-23l424,256r-3,-20l418,217r-6,-17l406,183r-8,-14l390,156,380,145,369,134r-12,-9l345,119r-15,-7l315,109r-18,-3l279,106r,xe" fillcolor="#695e4a" stroked="f">
                          <v:path arrowok="t" o:connecttype="custom" o:connectlocs="16421,47941;11447,46508;7974,44597;5053,41889;2763,38465;1184,34164;237,29147;0,23413;632,18476;2053,13857;4105,9795;6947,6291;10421,3504;14447,1433;19026,239;22894,0;31342,1274;34894,3026;37973,5495;40420,8680;42315,12742;43420,17520;43815,23254;43578,27156;42552,32014;40736,36394;38210,40296;35131,43482;31342,45871;27000,47464;22263,48260;22026,8442;17684,9318;13894,12025;11289,16803;10263,23732;10658,29147;12552,34562;15868,38146;20605,39580;24315,39420;28499,37509;31578,33607;33394,27634;33631,22059;32526,15927;29999,11547;26052,8919;22026,8442" o:connectangles="0,0,0,0,0,0,0,0,0,0,0,0,0,0,0,0,0,0,0,0,0,0,0,0,0,0,0,0,0,0,0,0,0,0,0,0,0,0,0,0,0,0,0,0,0,0,0,0,0"/>
                          <o:lock v:ext="edit" verticies="t"/>
                        </v:shape>
                        <v:shape id="Freeform 149" o:spid="_x0000_s1094" style="position:absolute;left:14954;top:6889;width:667;height:470;visibility:visible;mso-wrap-style:square;v-text-anchor:top" coordsize="838,5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gIoMIA&#10;AADcAAAADwAAAGRycy9kb3ducmV2LnhtbERPPU/DMBDdkfgP1iGxoNYhQ1uldSsEQmJhoAV1vcbX&#10;xCI+B/vapPz6ekBifHrfq83oO3WmmFxgA4/TAhRxHazjxsDn7nWyAJUE2WIXmAxcKMFmfXuzwsqG&#10;gT/ovJVG5RBOFRpoRfpK61S35DFNQ0+cuWOIHiXD2GgbccjhvtNlUcy0R8e5ocWenluqv7cnb+B9&#10;7g6/Ur7g3l1i/fN1auRhHIy5vxuflqCERvkX/7nfrIGyzGvzmXwE9Po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iAigwgAAANwAAAAPAAAAAAAAAAAAAAAAAJgCAABkcnMvZG93&#10;bnJldi54bWxQSwUGAAAAAAQABAD1AAAAhwMAAAAA&#10;" path="m714,594r,-372l714,222r-1,-26l712,184r-1,-10l708,163r-3,-10l701,145r-4,-9l691,128r-5,-5l679,117r-8,-5l662,109r-9,-2l642,105r-12,l630,105r-14,l602,108r-14,4l575,119r-13,8l550,137r-12,12l527,162r-10,15l508,192r-8,17l493,229r-6,19l484,270r-3,22l480,315r,279l357,594r,-373l357,221r-1,-24l354,176r-2,-11l350,155r-5,-8l341,138r-4,-7l330,124r-6,-5l316,113r-9,-4l297,107r-12,-2l273,105r,l258,106r-14,2l231,113r-14,7l204,128r-12,11l180,151r-11,13l160,179r-9,16l143,212r-6,19l132,250r-4,22l125,293r,22l125,594,,594,,12r119,l119,12r,26l117,67r-3,30l111,125r2,1l113,126r7,-14l127,99r9,-13l146,74r9,-11l166,52r12,-9l191,35r13,-9l217,19r14,-5l246,9,261,4,277,2,293,r17,l310,r20,1l349,3r17,4l382,12r14,6l409,26r11,9l429,43r9,10l445,63r7,10l458,84r5,11l466,105r3,10l471,125r,l475,114r7,-10l488,93r9,-11l506,71r9,-11l526,51,538,41r13,-9l564,25r15,-8l594,12,610,7,627,3,645,r20,l665,r20,l704,2r19,5l739,11r15,6l769,26r13,10l793,46r10,13l813,73r7,15l827,106r4,19l835,146r3,22l838,192r,402l714,594xe" fillcolor="#695e4a" stroked="f">
                          <v:path arrowok="t" o:connecttype="custom" o:connectlocs="56809,17562;56570,13765;55775,11471;54581,9730;52672,8623;50126,8306;47898,8544;44715,10047;41930,12815;39782,16534;38509,21359;38191,46990;28405,17483;28007,13053;27131,10917;25779,9414;23631,8465;21721,8306;18379,8939;15276,10996;12730,14160;10900,18274;9946,23179;0,46990;9468,949;9070,7673;8991,9968;10821,6803;13208,4114;16231,2057;19573,712;23312,0;26256,79;30394,949;33417,2769;35406,4984;36838,7515;37475,9888;38350,8227;40260,5617;42806,3243;46068,1345;49887,237;52910,0;57525,554;61185,2057;63890,4667;65800,8385;66675,13290;56809,46990" o:connectangles="0,0,0,0,0,0,0,0,0,0,0,0,0,0,0,0,0,0,0,0,0,0,0,0,0,0,0,0,0,0,0,0,0,0,0,0,0,0,0,0,0,0,0,0,0,0,0,0,0,0"/>
                        </v:shape>
                        <v:shape id="Freeform 150" o:spid="_x0000_s1095" style="position:absolute;left:15728;top:6889;width:401;height:483;visibility:visible;mso-wrap-style:square;v-text-anchor:top" coordsize="503,6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71MsgA&#10;AADcAAAADwAAAGRycy9kb3ducmV2LnhtbESPT0vDQBTE70K/w/IEL9JuGqW0MZtSBUEQCv1z6PGZ&#10;fU1ism/j7ppGP70rCB6HmfkNk69H04mBnG8sK5jPEhDEpdUNVwqOh+fpEoQPyBo7y6Tgizysi8lV&#10;jpm2F97RsA+ViBD2GSqoQ+gzKX1Zk0E/sz1x9M7WGQxRukpqh5cIN51Mk2QhDTYcF2rs6ammst1/&#10;GgXb+027pbe7tjt/uNPh9fF9N9x+K3VzPW4eQAQaw3/4r/2iFaTpCn7PxCMgi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zHvUyyAAAANwAAAAPAAAAAAAAAAAAAAAAAJgCAABk&#10;cnMvZG93bnJldi54bWxQSwUGAAAAAAQABAD1AAAAjQMAAAAA&#10;" path="m498,311r-370,l128,311r,24l130,358r3,21l137,398r6,18l150,432r9,14l170,459r10,11l193,480r15,9l223,495r18,5l259,504r20,2l300,507r,l322,506r23,-2l367,501r22,-4l410,492r21,-7l451,478r18,-9l481,568r,l459,578r-24,8l410,592r-24,4l360,601r-27,3l307,606r-27,l280,606r-33,-1l216,602r-15,-2l187,596r-14,-3l160,589r-13,-6l134,578r-11,-5l112,566r-11,-7l91,551r-9,-9l72,534,63,524,55,514,47,504,41,492,34,480,28,468,23,454,18,441,14,426,10,411,6,396,4,379,1,344,,307r,l1,275,4,244r6,-30l17,184,27,157r5,-12l39,133r6,-12l53,109,60,98,69,87r8,-9l87,68,97,59r9,-8l117,43r11,-7l140,29r11,-6l164,17r13,-4l191,9,205,5,219,3,234,1,249,r16,l265,r15,l295,1r14,1l323,5r13,3l348,11r13,4l372,19r11,6l393,30r11,7l412,43r10,7l431,57r7,9l446,74r14,18l470,111r10,22l489,154r5,23l498,202r4,24l503,252r,l502,279r-4,32l498,311xm260,93r,l247,93r-12,2l223,98r-11,3l201,107r-10,6l182,120r-9,8l165,137r-7,10l151,157r-6,12l141,181r-5,13l133,208r-2,14l377,222r,l377,208r-1,-14l374,181r-3,-13l366,157r-5,-10l354,137r-7,-10l339,120r-9,-8l320,107r-10,-6l299,97,287,95,274,93r-14,l260,93xe" fillcolor="#695e4a" stroked="f">
                          <v:path arrowok="t" o:connecttype="custom" o:connectlocs="10180,24767;10578,30182;11930,34403;14316,37429;17736,39420;22190,40296;25610,40296;30938,39580;35869,38066;38255,45234;32608,47145;26484,48101;22269,48260;15986,47782;12725,46906;9783,45632;7237,43880;5011,41730;3261,39181;1829,36155;795,32731;80,27395;80,21900;1352,14653;3102,10592;4772,7804;6919,5415;9305,3424;12009,1832;15191,717;18611,80;21076,0;24576,159;27677,876;30461,1991;32768,3424;34835,5256;37380,8840;39289,14096;40005,20069;39607,24767;20679,7406;17736,7804;15191,8999;13123,10910;11532,13459;10578,16564;29984,17679;29745,14414;28711,11707;26962,9556;24655,8043;21792,7406" o:connectangles="0,0,0,0,0,0,0,0,0,0,0,0,0,0,0,0,0,0,0,0,0,0,0,0,0,0,0,0,0,0,0,0,0,0,0,0,0,0,0,0,0,0,0,0,0,0,0,0,0,0,0,0,0"/>
                          <o:lock v:ext="edit" verticies="t"/>
                        </v:shape>
                        <v:shape id="Freeform 151" o:spid="_x0000_s1096" style="position:absolute;left:16243;top:6889;width:387;height:470;visibility:visible;mso-wrap-style:square;v-text-anchor:top" coordsize="488,5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dtb74A&#10;AADcAAAADwAAAGRycy9kb3ducmV2LnhtbERPTYvCMBC9C/6HMII3m1pdkWqUIihe7Sr0ODRjW2wm&#10;pYla/705LOzx8b63+8G04kW9aywrmEcxCOLS6oYrBdff42wNwnlkja1lUvAhB/vdeLTFVNs3X+iV&#10;+0qEEHYpKqi971IpXVmTQRfZjjhwd9sb9AH2ldQ9vkO4aWUSxytpsOHQUGNHh5rKR/40CjI+Feuz&#10;Tm7ZqshPP+XSuqItlJpOhmwDwtPg/8V/7rNWkCzC/HAmHAG5+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GHbW++AAAA3AAAAA8AAAAAAAAAAAAAAAAAmAIAAGRycy9kb3ducmV2&#10;LnhtbFBLBQYAAAAABAAEAPUAAACDAwAAAAA=&#10;" path="m365,594r,-375l365,219r-1,-26l363,181r-3,-11l357,161r-2,-10l351,142r-5,-7l341,127r-6,-5l327,117r-7,-5l311,109r-11,-3l289,105r-11,l278,105r-16,1l246,108r-15,5l217,121r-13,8l191,139r-11,13l169,165r-10,15l151,196r-8,18l137,232r-4,18l128,271r-2,20l126,313r,281l,594,,12r120,l120,12r,26l118,68r-3,30l112,125r1,1l113,126r7,-14l127,99r9,-12l145,74,155,64,166,53r12,-9l190,35r14,-8l217,21r14,-7l246,9,263,5,280,2,297,r18,l315,r24,1l360,3r20,5l398,14r16,9l428,31r12,11l452,54r8,14l468,82r6,15l480,113r4,18l486,149r2,18l488,187r,407l365,594xe" fillcolor="#695e4a" stroked="f">
                          <v:path arrowok="t" o:connecttype="custom" o:connectlocs="28972,17325;28893,15268;28575,13448;28178,11945;27464,10680;26591,9651;25400,8860;23813,8385;22066,8306;20796,8385;18336,8939;16193,10205;14288,12024;12621,14239;11351,16929;10557,19777;10001,23020;10001,46990;0,949;9525,949;9366,5379;8890,9888;8969,9968;10081,7832;11509,5854;13176,4193;15081,2769;17224,1661;19526,712;22225,158;25003,0;26908,79;30163,633;32861,1819;34925,3323;36513,5379;37624,7673;38418,10363;38735,13211;38735,46990" o:connectangles="0,0,0,0,0,0,0,0,0,0,0,0,0,0,0,0,0,0,0,0,0,0,0,0,0,0,0,0,0,0,0,0,0,0,0,0,0,0,0,0"/>
                        </v:shape>
                        <v:shape id="Freeform 152" o:spid="_x0000_s1097" style="position:absolute;left:14909;width:794;height:666;visibility:visible;mso-wrap-style:square;v-text-anchor:top" coordsize=",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57iMQA&#10;AADcAAAADwAAAGRycy9kb3ducmV2LnhtbESPS2vDMBCE74H8B7GF3hrZKXngRgkhtFAChbzoebE2&#10;llNr5Vhq5P77qlDIcZj5ZpjFqreNuFHna8cK8lEGgrh0uuZKwen49jQH4QOyxsYxKfghD6vlcLDA&#10;QrvIe7odQiVSCfsCFZgQ2kJKXxqy6EeuJU7e2XUWQ5JdJXWHMZXbRo6zbCot1pwWDLa0MVR+Hb6t&#10;gnE8fsTZLn9twiWPc3O1ky19KvX40K9fQATqwz38T7/rxD3n8HcmHQ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Oe4jEAAAA3AAAAA8AAAAAAAAAAAAAAAAAmAIAAGRycy9k&#10;b3ducmV2LnhtbFBLBQYAAAAABAAEAPUAAACJAwAAAAA=&#10;" path="m,840r,l66,837r67,-5l198,828r65,-5l328,816r64,-7l455,801r64,-8l581,784r62,-10l704,763r61,-10l825,741r59,-13l942,715r58,-14l1000,,,,,840xe" fillcolor="#009ddc" stroked="f">
                          <v:path arrowok="t" o:connecttype="custom" o:connectlocs="0,66675;0,66675;5239,66437;10557,66040;15716,65723;20876,65326;26035,64770;31115,64214;36116,63579;41196,62944;46117,62230;51038,61436;55880,60563;60722,59769;65484,58817;70168,57785;74771,56753;79375,55642;79375,0;0,0;0,66675" o:connectangles="0,0,0,0,0,0,0,0,0,0,0,0,0,0,0,0,0,0,0,0,0"/>
                        </v:shape>
                        <v:shape id="Freeform 153" o:spid="_x0000_s1098" style="position:absolute;left:16046;top:527;width:641;height:908;visibility:visible;mso-wrap-style:square;v-text-anchor:top" coordsize="806,1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VgGMYA&#10;AADcAAAADwAAAGRycy9kb3ducmV2LnhtbESPQWvCQBSE70L/w/IK3urGKG1N3QQRBQ+FWttLb4/s&#10;azaYfRuzq4n/3i0UPA4z8w2zLAbbiAt1vnasYDpJQBCXTtdcKfj+2j69gvABWWPjmBRcyUORP4yW&#10;mGnX8yddDqESEcI+QwUmhDaT0peGLPqJa4mj9+s6iyHKrpK6wz7CbSPTJHmWFmuOCwZbWhsqj4ez&#10;VUD9dv6yOX2YwZ72P+/XfrFYVUGp8eOwegMRaAj38H97pxWksxT+zsQjIP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5VgGMYAAADcAAAADwAAAAAAAAAAAAAAAACYAgAAZHJz&#10;L2Rvd25yZXYueG1sUEsFBgAAAAAEAAQA9QAAAIsDAAAAAA==&#10;" path="m581,129r,l514,161r-68,32l375,225r-72,29l230,283r-75,27l78,337,,362r,776l,1138r61,-47l121,1043r59,-49l237,942r56,-52l347,835r52,-55l451,723r51,-58l550,604r46,-60l641,481r44,-63l727,353r40,-66l806,220,806,r,l752,34,696,66,640,97r-59,32l581,129xe" fillcolor="#009ddc" stroked="f">
                          <v:path arrowok="t" o:connecttype="custom" o:connectlocs="46231,10293;46231,10293;40900,12847;35489,15400;29839,17954;24110,20268;18302,22582;12334,24736;6207,26890;0,28885;0,90805;0,90805;4854,87055;9628,83225;14323,79315;18859,75165;23315,71016;27611,66628;31749,62239;35887,57691;39945,53063;43765,48195;47425,43408;51006,38381;54507,33354;57849,28167;61032,22901;64135,17555;64135,0;64135,0;59838,2713;55382,5266;50926,7740;46231,10293;46231,10293" o:connectangles="0,0,0,0,0,0,0,0,0,0,0,0,0,0,0,0,0,0,0,0,0,0,0,0,0,0,0,0,0,0,0,0,0,0,0"/>
                        </v:shape>
                        <v:shape id="Freeform 154" o:spid="_x0000_s1099" style="position:absolute;left:14909;top:908;width:800;height:958;visibility:visible;mso-wrap-style:square;v-text-anchor:top" coordsize="1001,1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yaVMUA&#10;AADcAAAADwAAAGRycy9kb3ducmV2LnhtbESPQWvCQBSE74X+h+UJvdWNBqqkrtIqxRwUqRbx+Mg+&#10;k9Ds2yW7xvjvu4LQ4zAz3zCzRW8a0VHra8sKRsMEBHFhdc2lgp/D1+sUhA/IGhvLpOBGHhbz56cZ&#10;Ztpe+Zu6fShFhLDPUEEVgsuk9EVFBv3QOuLonW1rMETZllK3eI1w08hxkrxJgzXHhQodLSsqfvcX&#10;o2A7yY8urTe7Gx+7deo2+e5zdVLqZdB/vIMI1If/8KOdawXjNIX7mXgE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zJpUxQAAANwAAAAPAAAAAAAAAAAAAAAAAJgCAABkcnMv&#10;ZG93bnJldi54bWxQSwUGAAAAAAQABAD1AAAAigMAAAAA&#10;" path="m1001,922r,l1000,920,1000,r,l941,13,882,25,822,36,761,47,700,57r-61,9l577,76r-63,7l452,91r-63,7l324,105r-63,5l196,115r-65,5l65,123,,126,,1205r,l66,1198r67,-8l198,1180r65,-12l328,1155r64,-14l455,1125r64,-16l581,1089r62,-19l704,1048r61,-22l825,1002r59,-25l943,950r58,-28l1001,922xe" fillcolor="#009ddc" stroked="f">
                          <v:path arrowok="t" o:connecttype="custom" o:connectlocs="80010,73366;80010,73366;79930,73207;79930,0;79930,0;75214,1034;70498,1989;65703,2865;60827,3740;55951,4536;51075,5252;46120,6048;41084,6605;36128,7241;31093,7798;25897,8355;20862,8753;15666,9151;10471,9549;5195,9787;0,10026;0,95885;0,95885;5275,95328;10631,94691;15826,93896;21022,92941;26217,91906;31333,90792;36368,89519;41484,88246;46439,86655;51395,85143;56271,83392;61147,81642;65942,79732;70658,77742;75374,75594;80010,73366;80010,73366" o:connectangles="0,0,0,0,0,0,0,0,0,0,0,0,0,0,0,0,0,0,0,0,0,0,0,0,0,0,0,0,0,0,0,0,0,0,0,0,0,0,0,0"/>
                        </v:shape>
                        <v:shape id="Freeform 155" o:spid="_x0000_s1100" style="position:absolute;left:16046;width:641;height:450;visibility:visible;mso-wrap-style:square;v-text-anchor:top" coordsize="806,5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ZaWcMA&#10;AADcAAAADwAAAGRycy9kb3ducmV2LnhtbESP0WoCMRRE3wv+Q7iFvhRN1CKyNYoIhQWhUvUDLpvb&#10;zdrNzZJEXf++EQQfh5k5wyxWvWvFhUJsPGsYjxQI4sqbhmsNx8PXcA4iJmSDrWfScKMIq+XgZYGF&#10;8Vf+ocs+1SJDOBaowabUFVLGypLDOPIdcfZ+fXCYsgy1NAGvGe5aOVFqJh02nBcsdrSxVP3tz06D&#10;W6sT7qjcNOrdnrfTsjqF77nWb6/9+hNEoj49w492aTRMph9wP5OP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XZaWcMAAADcAAAADwAAAAAAAAAAAAAAAACYAgAAZHJzL2Rv&#10;d25yZXYueG1sUEsFBgAAAAAEAAQA9QAAAIgDAAAAAA==&#10;" path="m,l,571r,l62,549r60,-23l181,501r57,-24l294,452r55,-26l402,399r51,-27l504,344r48,-28l598,287r45,-29l686,229r42,-31l768,168r38,-31l806,,,xe" fillcolor="#009ddc" stroked="f">
                          <v:path arrowok="t" o:connecttype="custom" o:connectlocs="0,0;0,45085;0,45085;4933,43348;9708,41532;14403,39558;18938,37663;23394,35689;27771,33636;31988,31504;36046,29372;40104,27162;43924,24951;47584,22661;51165,20371;54586,18081;57928,15634;61111,13265;64135,10817;64135,0;0,0" o:connectangles="0,0,0,0,0,0,0,0,0,0,0,0,0,0,0,0,0,0,0,0,0"/>
                        </v:shape>
                        <v:shape id="Freeform 156" o:spid="_x0000_s1101" style="position:absolute;left:13671;width:826;height:666;visibility:visible;mso-wrap-style:square;v-text-anchor:top" coordsize="1046,8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mtYsYA&#10;AADcAAAADwAAAGRycy9kb3ducmV2LnhtbESP0WrCQBRE34X+w3ILvummijaNbkIRRB9CadN+wCV7&#10;TUKzd9PsamK/vlsQfBxm5gyzzUbTigv1rrGs4GkegSAurW64UvD1uZ/FIJxH1thaJgVXcpClD5Mt&#10;JtoO/EGXwlciQNglqKD2vkukdGVNBt3cdsTBO9neoA+yr6TucQhw08pFFK2lwYbDQo0d7Woqv4uz&#10;UfB2yPPdeq/j36J7+Xke3suCrrlS08fxdQPC0+jv4Vv7qBUsliv4PxOOgE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qmtYsYAAADcAAAADwAAAAAAAAAAAAAAAACYAgAAZHJz&#10;L2Rvd25yZXYueG1sUEsFBgAAAAAEAAQA9QAAAIsDAAAAAA==&#10;" path="m1046,l,,,691r,l61,705r60,14l183,733r62,12l309,758r63,11l437,780r65,9l568,798r66,9l702,814r68,7l837,826r69,5l976,836r70,3l1046,xe" fillcolor="#66b7e6" stroked="f">
                          <v:path arrowok="t" o:connecttype="custom" o:connectlocs="82550,0;0,0;0,54913;0,54913;4814,56026;9549,57139;14442,58251;19335,59205;24386,60238;29358,61112;34488,61986;39618,62702;44826,63417;50035,64132;55402,64688;60768,65245;66056,65642;71501,66039;77026,66437;82550,66675;82550,0" o:connectangles="0,0,0,0,0,0,0,0,0,0,0,0,0,0,0,0,0,0,0,0,0"/>
                        </v:shape>
                        <v:shape id="Freeform 157" o:spid="_x0000_s1102" style="position:absolute;left:12725;width:603;height:444;visibility:visible;mso-wrap-style:square;v-text-anchor:top" coordsize="760,5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xXsYA&#10;AADcAAAADwAAAGRycy9kb3ducmV2LnhtbESPW2vCQBSE34X+h+UU+hKajVbERlepQkF8ELy0z4fs&#10;MQlmz6bZzaX/3i0UfBxm5htmuR5MJTpqXGlZwThOQBBnVpecK7icP1/nIJxH1lhZJgW/5GC9ehot&#10;MdW25yN1J5+LAGGXooLC+zqV0mUFGXSxrYmDd7WNQR9kk0vdYB/gppKTJJlJgyWHhQJr2haU3U6t&#10;UZBH42vUyu/DlDb7CA9f+mcXvSv18jx8LEB4Gvwj/N/eaQWTtxn8nQlHQK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0+xXsYAAADcAAAADwAAAAAAAAAAAAAAAACYAgAAZHJz&#10;L2Rvd25yZXYueG1sUEsFBgAAAAAEAAQA9QAAAIsDAAAAAA==&#10;" path="m760,557l760,,,,,137r,l44,174r47,34l140,244r51,34l245,312r56,33l358,377r60,32l418,409r40,20l498,449r42,19l582,486r43,19l669,523r91,34l760,557xe" fillcolor="#66b7e6" stroked="f">
                          <v:path arrowok="t" o:connecttype="custom" o:connectlocs="60325,44450;60325,0;0,0;0,10933;0,10933;3493,13886;7223,16599;11113,19472;15161,22185;19447,24898;23892,27532;28416,30086;33179,32639;33179,32639;36354,34235;39529,35831;42863,37348;46196,38784;49609,40300;53102,41737;60325,44450;60325,44450" o:connectangles="0,0,0,0,0,0,0,0,0,0,0,0,0,0,0,0,0,0,0,0,0,0"/>
                        </v:shape>
                        <v:shape id="Freeform 158" o:spid="_x0000_s1103" style="position:absolute;left:13671;top:901;width:826;height:965;visibility:visible;mso-wrap-style:square;v-text-anchor:top" coordsize="1046,1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6VzsUA&#10;AADcAAAADwAAAGRycy9kb3ducmV2LnhtbESP3WrCQBSE7wu+w3IEb6RuEouW6CqiBJpLfx7gkD0m&#10;0ezZkF1j2qfvCoVeDjPzDbPeDqYRPXWutqwgnkUgiAuray4VXM7Z+ycI55E1NpZJwTc52G5Gb2tM&#10;tX3ykfqTL0WAsEtRQeV9m0rpiooMupltiYN3tZ1BH2RXSt3hM8BNI5MoWkiDNYeFClvaV1TcTw+j&#10;YHo1x5/DLs5dvPwoHodpdsvvsVKT8bBbgfA0+P/wX/tLK0jmS3idCUd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jpXOxQAAANwAAAAPAAAAAAAAAAAAAAAAAJgCAABkcnMv&#10;ZG93bnJldi54bWxQSwUGAAAAAAQABAD1AAAAigMAAAAA&#10;" path="m1046,134r,l976,131r-68,-4l840,122r-67,-5l705,111r-66,-7l572,97,506,88,442,79,376,70,313,60,249,49,186,37,124,25,62,12,,,,911r,l61,941r61,28l183,997r62,26l309,1047r63,22l437,1091r65,20l568,1130r66,17l702,1162r68,13l837,1188r69,9l976,1207r70,7l1046,134xe" fillcolor="#66b7e6" stroked="f">
                          <v:path arrowok="t" o:connecttype="custom" o:connectlocs="82550,10654;82550,10654;77026,10415;71659,10097;66293,9700;61005,9302;55638,8825;50430,8269;45142,7712;39933,6997;34883,6281;29674,5565;24702,4770;19651,3896;14679,2942;9786,1988;4893,954;0,0;0,72430;0,72430;4814,74815;9628,77041;14442,79267;19335,81334;24386,83243;29358,84992;34488,86741;39618,88331;44826,89842;50035,91193;55402,92386;60768,93419;66056,94453;71501,95168;77026,95963;82550,96520;82550,10654" o:connectangles="0,0,0,0,0,0,0,0,0,0,0,0,0,0,0,0,0,0,0,0,0,0,0,0,0,0,0,0,0,0,0,0,0,0,0,0,0"/>
                        </v:shape>
                        <v:shape id="Freeform 159" o:spid="_x0000_s1104" style="position:absolute;left:12725;top:527;width:603;height:882;visibility:visible;mso-wrap-style:square;v-text-anchor:top" coordsize="760,1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6sDcMA&#10;AADcAAAADwAAAGRycy9kb3ducmV2LnhtbERPy2rCQBTdF/yH4Qpuik4aS9DoKEUQ+1gUH7i+ZK5J&#10;NHMnzIwx/fvOotDl4byX6940oiPna8sKXiYJCOLC6ppLBafjdjwD4QOyxsYyKfghD+vV4GmJubYP&#10;3lN3CKWIIexzVFCF0OZS+qIig35iW+LIXawzGCJ0pdQOHzHcNDJNkkwarDk2VNjSpqLidrgbBc+7&#10;1M7nn3V2vpy/X6fXzu0+si+lRsP+bQEiUB/+xX/ud60gnca18Uw8An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B6sDcMAAADcAAAADwAAAAAAAAAAAAAAAACYAgAAZHJzL2Rv&#10;d25yZXYueG1sUEsFBgAAAAAEAAQA9QAAAIgDAAAAAA==&#10;" path="m760,1107r,-756l760,351,706,332,654,314,603,296,552,276,502,256,452,235,404,214,356,192,308,171,262,148,217,124,172,101,128,77,85,52,42,26,,,,226r,l38,289r37,64l115,414r42,61l199,534r44,58l289,649r47,57l385,761r49,52l484,866r53,51l591,967r55,47l701,1061r59,46l760,1107xe" fillcolor="#66b7e6" stroked="f">
                          <v:path arrowok="t" o:connecttype="custom" o:connectlocs="60325,88265;60325,27986;60325,27986;56039,26472;51911,25036;47863,23601;43815,22006;39846,20412;35878,18737;32068,17063;28258,15309;24448,13634;20796,11801;17224,9887;13653,8053;10160,6139;6747,4146;3334,2073;0,0;0,18020;0,18020;3016,23043;5953,28146;9128,33010;12462,37873;15796,42578;19288,47202;22939,51747;26670,56292;30559,60677;34449,64823;38418,69049;42624,73116;46911,77102;51276,80850;55642,84597;60325,88265;60325,88265" o:connectangles="0,0,0,0,0,0,0,0,0,0,0,0,0,0,0,0,0,0,0,0,0,0,0,0,0,0,0,0,0,0,0,0,0,0,0,0,0,0"/>
                        </v:shape>
                        <v:shape id="Freeform 160" o:spid="_x0000_s1105" style="position:absolute;left:12725;top:1308;width:1772;height:3397;visibility:visible;mso-wrap-style:square;v-text-anchor:top" coordsize="2237,4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oKfcUA&#10;AADcAAAADwAAAGRycy9kb3ducmV2LnhtbESPQWvCQBSE7wX/w/IKXopuTCFJU1eRQkEvhRrB62v2&#10;mQSzb0N2TeK/dwuFHoeZ+YZZbyfTioF611hWsFpGIIhLqxuuFJyKz0UGwnlkja1lUnAnB9vN7GmN&#10;ubYjf9Nw9JUIEHY5Kqi973IpXVmTQbe0HXHwLrY36IPsK6l7HAPctDKOokQabDgs1NjRR03l9Xgz&#10;Cg6rS0HpIb2df6rEJ8P1K2uzF6Xmz9PuHYSnyf+H/9p7rSB+fYPfM+EIyM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gp9xQAAANwAAAAPAAAAAAAAAAAAAAAAAJgCAABkcnMv&#10;ZG93bnJldi54bWxQSwUGAAAAAAQABAD1AAAAigMAAAAA&#10;" path="m1187,3436r,-490l2237,2946r,-104l2237,2458r-1051,l1186,1968r1051,l2237,1139r,l2153,1132r-83,-10l1987,1111r-80,-14l1825,1081r-79,-17l1666,1044r-78,-21l1510,999r-77,-25l1357,946r-75,-28l1207,887r-73,-32l1061,820,990,785,920,747,851,708,782,667,714,625,649,581,583,535,520,488,457,439,395,389,335,338,276,285,218,230,162,175,106,118,53,60,,,,4285r2237,l2237,3436r-1050,xe" fillcolor="#66b7e6" stroked="f">
                          <v:path arrowok="t" o:connecttype="custom" o:connectlocs="94008,272414;94008,233566;177165,233566;177165,225321;177165,194876;93928,194876;93928,156028;177165,156028;177165,90303;177165,90303;170512,89748;163939,88955;157366,88083;151030,86973;144536,85704;138279,84356;131943,82771;125766,81106;119588,79203;113490,77221;107471,75001;101531,72781;95591,70323;89810,67786;84029,65012;78406,62237;72862,59224;67397,56132;61933,52881;56547,49551;51399,46063;46172,42416;41183,38690;36193,34805;31283,30841;26531,26797;21859,22595;17265,18235;12830,13874;8395,9355;4197,4757;0,0;0,339725;177165,339725;177165,272414;94008,272414" o:connectangles="0,0,0,0,0,0,0,0,0,0,0,0,0,0,0,0,0,0,0,0,0,0,0,0,0,0,0,0,0,0,0,0,0,0,0,0,0,0,0,0,0,0,0,0,0,0"/>
                        </v:shape>
                        <v:shape id="Freeform 161" o:spid="_x0000_s1106" style="position:absolute;left:14909;top:1308;width:1778;height:3397;visibility:visible;mso-wrap-style:square;v-text-anchor:top" coordsize="2238,42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xdBcIA&#10;AADcAAAADwAAAGRycy9kb3ducmV2LnhtbERPy4rCMBTdD/gP4Qqz01QdVKpRRHFmUFz4BHeX5toW&#10;m5vSZGz9e7MQZnk47+m8MYV4UOVyywp63QgEcWJ1zqmC03HdGYNwHlljYZkUPMnBfNb6mGKsbc17&#10;ehx8KkIIuxgVZN6XsZQuycig69qSOHA3Wxn0AVap1BXWIdwUsh9FQ2kw59CQYUnLjJL74c8o+L4M&#10;HI1+0mu9fW6Ww+Ou4JU+K/XZbhYTEJ4a/y9+u3+1gv5XmB/OhCMgZ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jF0FwgAAANwAAAAPAAAAAAAAAAAAAAAAAJgCAABkcnMvZG93&#10;bnJldi54bWxQSwUGAAAAAAQABAD1AAAAhwMAAAAA&#10;" path="m,1141r,829l1005,1970r,490l,2460r,384l,2948r1005,l1005,3438,,3438r,849l2238,4287,2238,r,l2185,60r-54,58l2076,175r-57,56l1963,285r-60,53l1842,390r-61,50l1719,489r-65,46l1589,582r-66,44l1455,668r-68,41l1318,748r-71,37l1175,821r-72,35l1030,888r-75,31l880,948r-77,27l727,1000r-78,24l570,1045r-79,20l411,1083r-81,16l248,1112r-82,12l84,1134,,1141r,xe" fillcolor="#009ddc" stroked="f">
                          <v:path arrowok="t" o:connecttype="custom" o:connectlocs="0,90419;0,156113;79843,156113;79843,194944;0,194944;0,225374;0,233615;79843,233615;79843,272446;0,272446;0,339725;177800,339725;177800,0;177800,0;173589,4755;169299,9351;164930,13868;160401,18306;155952,22585;151186,26785;146339,30906;141493,34868;136568,38751;131404,42396;126240,46121;120996,49608;115594,52936;110192,56185;104710,59276;99069,62208;93349,65060;87629,67834;81829,70370;75871,72827;69912,75125;63795,77264;57757,79245;51560,81147;45284,82811;39008,84396;32652,85823;26217,87091;19703,88121;13188,89072;6673,89864;0,90419;0,90419" o:connectangles="0,0,0,0,0,0,0,0,0,0,0,0,0,0,0,0,0,0,0,0,0,0,0,0,0,0,0,0,0,0,0,0,0,0,0,0,0,0,0,0,0,0,0,0,0,0,0"/>
                        </v:shape>
                      </v:group>
                    </v:group>
                  </w:pict>
                </mc:Fallback>
              </mc:AlternateContent>
            </w:r>
          </w:p>
        </w:tc>
      </w:tr>
    </w:tbl>
    <w:p w:rsidR="00BD6A45" w:rsidRPr="00170F43" w:rsidRDefault="00FF3A35" w:rsidP="00BD6A45">
      <w:pPr>
        <w:jc w:val="center"/>
        <w:rPr>
          <w:b/>
          <w:sz w:val="28"/>
          <w:szCs w:val="28"/>
          <w:lang w:val="fr-FR"/>
        </w:rPr>
      </w:pPr>
      <w:r w:rsidRPr="00170F43">
        <w:rPr>
          <w:b/>
          <w:sz w:val="28"/>
          <w:szCs w:val="28"/>
          <w:lang w:val="fr-FR"/>
        </w:rPr>
        <w:t>DEMANDE DE COTATION (DDC</w:t>
      </w:r>
      <w:r w:rsidR="00505BA3" w:rsidRPr="00170F43">
        <w:rPr>
          <w:b/>
          <w:sz w:val="28"/>
          <w:szCs w:val="28"/>
          <w:lang w:val="fr-FR"/>
        </w:rPr>
        <w:t xml:space="preserve">) </w:t>
      </w:r>
    </w:p>
    <w:p w:rsidR="00BD6A45" w:rsidRPr="00170F43" w:rsidRDefault="00BD6A45" w:rsidP="00BD6A45">
      <w:pPr>
        <w:jc w:val="center"/>
        <w:rPr>
          <w:b/>
          <w:sz w:val="28"/>
          <w:szCs w:val="28"/>
          <w:lang w:val="fr-FR"/>
        </w:rPr>
      </w:pPr>
      <w:r w:rsidRPr="00170F43">
        <w:rPr>
          <w:b/>
          <w:sz w:val="28"/>
          <w:szCs w:val="28"/>
          <w:lang w:val="fr-FR"/>
        </w:rPr>
        <w:t>(</w:t>
      </w:r>
      <w:r w:rsidR="00E167E8">
        <w:rPr>
          <w:b/>
          <w:sz w:val="28"/>
          <w:szCs w:val="28"/>
          <w:lang w:val="fr-FR"/>
        </w:rPr>
        <w:t>Goods</w:t>
      </w:r>
      <w:r w:rsidRPr="00170F43">
        <w:rPr>
          <w:b/>
          <w:sz w:val="28"/>
          <w:szCs w:val="28"/>
          <w:lang w:val="fr-FR"/>
        </w:rPr>
        <w:t>)</w:t>
      </w:r>
    </w:p>
    <w:p w:rsidR="00BD6A45" w:rsidRPr="00170F43" w:rsidRDefault="00BD6A45" w:rsidP="00BD6A45">
      <w:pPr>
        <w:jc w:val="center"/>
        <w:rPr>
          <w:sz w:val="22"/>
          <w:szCs w:val="22"/>
          <w:lang w:val="fr-FR"/>
        </w:rPr>
      </w:pPr>
    </w:p>
    <w:p w:rsidR="00BD6A45" w:rsidRPr="00170F43" w:rsidRDefault="00BD6A45" w:rsidP="00BD6A45">
      <w:pPr>
        <w:jc w:val="center"/>
        <w:rPr>
          <w:sz w:val="22"/>
          <w:szCs w:val="22"/>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3960"/>
      </w:tblGrid>
      <w:tr w:rsidR="00BD6A45" w:rsidRPr="00170F43" w:rsidTr="005B0821">
        <w:trPr>
          <w:cantSplit/>
        </w:trPr>
        <w:tc>
          <w:tcPr>
            <w:tcW w:w="5400" w:type="dxa"/>
            <w:vMerge w:val="restart"/>
          </w:tcPr>
          <w:p w:rsidR="00BD6A45" w:rsidRPr="00170F43" w:rsidRDefault="00BD6A45" w:rsidP="005B0821">
            <w:pPr>
              <w:jc w:val="center"/>
              <w:rPr>
                <w:color w:val="FF0000"/>
                <w:sz w:val="24"/>
                <w:szCs w:val="24"/>
                <w:lang w:val="fr-FR"/>
              </w:rPr>
            </w:pPr>
          </w:p>
          <w:p w:rsidR="00BD6A45" w:rsidRPr="00170F43" w:rsidRDefault="004137FD" w:rsidP="004137FD">
            <w:pPr>
              <w:rPr>
                <w:color w:val="FF0000"/>
                <w:sz w:val="24"/>
                <w:szCs w:val="24"/>
                <w:lang w:val="fr-FR"/>
              </w:rPr>
            </w:pPr>
            <w:r>
              <w:rPr>
                <w:color w:val="FF0000"/>
                <w:sz w:val="24"/>
                <w:szCs w:val="24"/>
                <w:lang w:val="fr-FR"/>
              </w:rPr>
              <w:t xml:space="preserve"> GALO LO</w:t>
            </w:r>
          </w:p>
        </w:tc>
        <w:tc>
          <w:tcPr>
            <w:tcW w:w="3960" w:type="dxa"/>
          </w:tcPr>
          <w:p w:rsidR="00BD6A45" w:rsidRPr="00170F43" w:rsidRDefault="00BD6A45" w:rsidP="005B0821">
            <w:pPr>
              <w:rPr>
                <w:color w:val="FF0000"/>
                <w:sz w:val="24"/>
                <w:szCs w:val="24"/>
              </w:rPr>
            </w:pPr>
          </w:p>
          <w:p w:rsidR="00BD6A45" w:rsidRPr="00170F43" w:rsidRDefault="00BD6A45" w:rsidP="00DD043B">
            <w:pPr>
              <w:rPr>
                <w:sz w:val="24"/>
                <w:szCs w:val="24"/>
              </w:rPr>
            </w:pPr>
            <w:r w:rsidRPr="00170F43">
              <w:rPr>
                <w:sz w:val="24"/>
                <w:szCs w:val="24"/>
              </w:rPr>
              <w:t xml:space="preserve">DATE: </w:t>
            </w:r>
            <w:r w:rsidR="0028558A">
              <w:rPr>
                <w:rStyle w:val="Textedelespacerserv"/>
              </w:rPr>
              <w:t>31</w:t>
            </w:r>
            <w:r w:rsidR="006F71CF">
              <w:rPr>
                <w:rStyle w:val="Textedelespacerserv"/>
              </w:rPr>
              <w:t>/08</w:t>
            </w:r>
            <w:r w:rsidR="00DD043B" w:rsidRPr="00170F43">
              <w:rPr>
                <w:rStyle w:val="Textedelespacerserv"/>
              </w:rPr>
              <w:t>/2015</w:t>
            </w:r>
          </w:p>
        </w:tc>
      </w:tr>
      <w:tr w:rsidR="00BD6A45" w:rsidRPr="006F71CF" w:rsidTr="005B0821">
        <w:trPr>
          <w:cantSplit/>
          <w:trHeight w:val="460"/>
        </w:trPr>
        <w:tc>
          <w:tcPr>
            <w:tcW w:w="5400" w:type="dxa"/>
            <w:vMerge/>
          </w:tcPr>
          <w:p w:rsidR="00BD6A45" w:rsidRPr="00170F43" w:rsidRDefault="00BD6A45" w:rsidP="005B0821">
            <w:pPr>
              <w:rPr>
                <w:color w:val="FF0000"/>
                <w:sz w:val="24"/>
                <w:szCs w:val="24"/>
              </w:rPr>
            </w:pPr>
          </w:p>
        </w:tc>
        <w:tc>
          <w:tcPr>
            <w:tcW w:w="3960" w:type="dxa"/>
            <w:tcBorders>
              <w:bottom w:val="single" w:sz="4" w:space="0" w:color="auto"/>
            </w:tcBorders>
          </w:tcPr>
          <w:p w:rsidR="00BD6A45" w:rsidRPr="00A77579" w:rsidRDefault="00BD6A45" w:rsidP="005B0821">
            <w:pPr>
              <w:rPr>
                <w:color w:val="FF0000"/>
                <w:sz w:val="24"/>
                <w:szCs w:val="24"/>
                <w:lang w:val="fr-FR"/>
              </w:rPr>
            </w:pPr>
          </w:p>
          <w:p w:rsidR="00585819" w:rsidRPr="006F71CF" w:rsidRDefault="006F71CF" w:rsidP="00AE1501">
            <w:pPr>
              <w:rPr>
                <w:color w:val="595959" w:themeColor="text1" w:themeTint="A6"/>
                <w:sz w:val="24"/>
                <w:szCs w:val="24"/>
                <w:lang w:val="fr-FR"/>
              </w:rPr>
            </w:pPr>
            <w:r>
              <w:rPr>
                <w:color w:val="595959" w:themeColor="text1" w:themeTint="A6"/>
                <w:sz w:val="24"/>
                <w:szCs w:val="24"/>
                <w:lang w:val="fr-FR"/>
              </w:rPr>
              <w:t>REFERENCE:GNB 001 VH</w:t>
            </w:r>
            <w:r w:rsidR="0028558A">
              <w:rPr>
                <w:color w:val="595959" w:themeColor="text1" w:themeTint="A6"/>
                <w:sz w:val="24"/>
                <w:szCs w:val="24"/>
                <w:lang w:val="fr-FR"/>
              </w:rPr>
              <w:t xml:space="preserve"> FRIGO</w:t>
            </w:r>
          </w:p>
        </w:tc>
      </w:tr>
    </w:tbl>
    <w:p w:rsidR="00BD6A45" w:rsidRPr="00A77579" w:rsidRDefault="00BD6A45" w:rsidP="00BD6A45">
      <w:pPr>
        <w:rPr>
          <w:color w:val="FF0000"/>
          <w:sz w:val="22"/>
          <w:szCs w:val="22"/>
          <w:lang w:val="fr-FR"/>
        </w:rPr>
      </w:pPr>
    </w:p>
    <w:p w:rsidR="00BD6A45" w:rsidRPr="00170F43" w:rsidRDefault="00505BA3" w:rsidP="00BD6A45">
      <w:pPr>
        <w:rPr>
          <w:sz w:val="24"/>
          <w:szCs w:val="24"/>
          <w:lang w:val="fr-FR"/>
        </w:rPr>
      </w:pPr>
      <w:r w:rsidRPr="00170F43">
        <w:rPr>
          <w:sz w:val="24"/>
          <w:szCs w:val="24"/>
          <w:lang w:val="fr-FR"/>
        </w:rPr>
        <w:t>Cher Monsieur, Madame</w:t>
      </w:r>
      <w:r w:rsidR="00BD6A45" w:rsidRPr="00170F43">
        <w:rPr>
          <w:sz w:val="24"/>
          <w:szCs w:val="24"/>
          <w:lang w:val="fr-FR"/>
        </w:rPr>
        <w:t>:</w:t>
      </w:r>
    </w:p>
    <w:p w:rsidR="00D76523" w:rsidRPr="00170F43" w:rsidRDefault="00D76523" w:rsidP="00BD6A45">
      <w:pPr>
        <w:rPr>
          <w:sz w:val="24"/>
          <w:szCs w:val="24"/>
          <w:lang w:val="fr-FR"/>
        </w:rPr>
      </w:pPr>
    </w:p>
    <w:p w:rsidR="006F71CF" w:rsidRDefault="00112E91" w:rsidP="0005573C">
      <w:pPr>
        <w:tabs>
          <w:tab w:val="left" w:pos="284"/>
        </w:tabs>
        <w:ind w:right="685"/>
        <w:rPr>
          <w:color w:val="000000"/>
          <w:sz w:val="24"/>
          <w:szCs w:val="24"/>
          <w:lang w:val="fr-FR"/>
        </w:rPr>
      </w:pPr>
      <w:r>
        <w:rPr>
          <w:color w:val="000000"/>
          <w:sz w:val="24"/>
          <w:szCs w:val="24"/>
          <w:lang w:val="fr-FR"/>
        </w:rPr>
        <w:t>L</w:t>
      </w:r>
      <w:r w:rsidR="0005573C" w:rsidRPr="00170F43">
        <w:rPr>
          <w:color w:val="000000"/>
          <w:sz w:val="24"/>
          <w:szCs w:val="24"/>
          <w:lang w:val="fr-FR"/>
        </w:rPr>
        <w:t xml:space="preserve">e bureau régional d’ONUFEMMES a envisagé </w:t>
      </w:r>
      <w:r w:rsidR="006F71CF">
        <w:rPr>
          <w:color w:val="000000"/>
          <w:sz w:val="24"/>
          <w:szCs w:val="24"/>
          <w:lang w:val="fr-FR"/>
        </w:rPr>
        <w:t xml:space="preserve">l’acquisition d’un véhicule frigorifique pour son bureau basé en Guinée Bissau. </w:t>
      </w:r>
    </w:p>
    <w:p w:rsidR="00BD6A45" w:rsidRPr="00170F43" w:rsidRDefault="006F71CF" w:rsidP="0005573C">
      <w:pPr>
        <w:tabs>
          <w:tab w:val="left" w:pos="284"/>
        </w:tabs>
        <w:ind w:right="685"/>
        <w:rPr>
          <w:color w:val="000000"/>
          <w:sz w:val="24"/>
          <w:szCs w:val="24"/>
          <w:lang w:val="fr-FR"/>
        </w:rPr>
      </w:pPr>
      <w:r>
        <w:rPr>
          <w:color w:val="000000"/>
          <w:sz w:val="24"/>
          <w:szCs w:val="24"/>
          <w:lang w:val="fr-FR"/>
        </w:rPr>
        <w:t xml:space="preserve"> </w:t>
      </w:r>
      <w:r w:rsidR="00C26A11" w:rsidRPr="00170F43">
        <w:rPr>
          <w:color w:val="000000"/>
          <w:sz w:val="24"/>
          <w:szCs w:val="24"/>
          <w:lang w:val="fr-FR"/>
        </w:rPr>
        <w:t xml:space="preserve">A </w:t>
      </w:r>
      <w:r w:rsidRPr="00170F43">
        <w:rPr>
          <w:color w:val="000000"/>
          <w:sz w:val="24"/>
          <w:szCs w:val="24"/>
          <w:lang w:val="fr-FR"/>
        </w:rPr>
        <w:t>cet</w:t>
      </w:r>
      <w:r w:rsidR="00C26A11" w:rsidRPr="00170F43">
        <w:rPr>
          <w:color w:val="000000"/>
          <w:sz w:val="24"/>
          <w:szCs w:val="24"/>
          <w:lang w:val="fr-FR"/>
        </w:rPr>
        <w:t xml:space="preserve"> effet, nous vous saurion</w:t>
      </w:r>
      <w:r w:rsidR="00AE1501">
        <w:rPr>
          <w:color w:val="000000"/>
          <w:sz w:val="24"/>
          <w:szCs w:val="24"/>
          <w:lang w:val="fr-FR"/>
        </w:rPr>
        <w:t>s gré de nous faire parvenir votre</w:t>
      </w:r>
      <w:r w:rsidR="00C26A11" w:rsidRPr="00170F43">
        <w:rPr>
          <w:color w:val="000000"/>
          <w:sz w:val="24"/>
          <w:szCs w:val="24"/>
          <w:lang w:val="fr-FR"/>
        </w:rPr>
        <w:t xml:space="preserve"> cotation </w:t>
      </w:r>
      <w:r w:rsidR="00112E91">
        <w:rPr>
          <w:color w:val="000000"/>
          <w:sz w:val="24"/>
          <w:szCs w:val="24"/>
          <w:lang w:val="fr-FR"/>
        </w:rPr>
        <w:t>la meill</w:t>
      </w:r>
      <w:r>
        <w:rPr>
          <w:color w:val="000000"/>
          <w:sz w:val="24"/>
          <w:szCs w:val="24"/>
          <w:lang w:val="fr-FR"/>
        </w:rPr>
        <w:t>eure pour l’acquisition,</w:t>
      </w:r>
      <w:r w:rsidR="00112E91">
        <w:rPr>
          <w:color w:val="000000"/>
          <w:sz w:val="24"/>
          <w:szCs w:val="24"/>
          <w:lang w:val="fr-FR"/>
        </w:rPr>
        <w:t xml:space="preserve"> </w:t>
      </w:r>
    </w:p>
    <w:p w:rsidR="0005573C" w:rsidRPr="00170F43" w:rsidRDefault="0005573C" w:rsidP="00D76523">
      <w:pPr>
        <w:tabs>
          <w:tab w:val="left" w:pos="284"/>
        </w:tabs>
        <w:ind w:left="284" w:right="685"/>
        <w:rPr>
          <w:sz w:val="24"/>
          <w:szCs w:val="24"/>
          <w:lang w:val="fr-FR"/>
        </w:rPr>
      </w:pPr>
    </w:p>
    <w:p w:rsidR="00112E91" w:rsidRPr="00AE1501" w:rsidRDefault="006F71CF" w:rsidP="00AE1501">
      <w:pPr>
        <w:pStyle w:val="Paragraphedeliste"/>
        <w:numPr>
          <w:ilvl w:val="0"/>
          <w:numId w:val="10"/>
        </w:numPr>
        <w:outlineLvl w:val="0"/>
        <w:rPr>
          <w:rFonts w:ascii="Calibri" w:hAnsi="Calibri"/>
          <w:b/>
          <w:sz w:val="24"/>
          <w:lang w:val="fr-FR"/>
        </w:rPr>
      </w:pPr>
      <w:r>
        <w:rPr>
          <w:rFonts w:ascii="Arial" w:hAnsi="Arial" w:cs="Arial"/>
          <w:b/>
          <w:color w:val="222222"/>
          <w:sz w:val="24"/>
          <w:lang w:val="fr-FR" w:eastAsia="fr-FR"/>
        </w:rPr>
        <w:t xml:space="preserve"> UN (01) Camion Frigorifique de 5 tonnes</w:t>
      </w:r>
      <w:r w:rsidR="0028558A">
        <w:rPr>
          <w:rFonts w:ascii="Arial" w:hAnsi="Arial" w:cs="Arial"/>
          <w:b/>
          <w:color w:val="222222"/>
          <w:sz w:val="24"/>
          <w:lang w:val="fr-FR" w:eastAsia="fr-FR"/>
        </w:rPr>
        <w:t xml:space="preserve"> 3,5 à 7 NEUF</w:t>
      </w:r>
      <w:r>
        <w:rPr>
          <w:rFonts w:ascii="Arial" w:hAnsi="Arial" w:cs="Arial"/>
          <w:b/>
          <w:color w:val="222222"/>
          <w:sz w:val="24"/>
          <w:lang w:val="fr-FR" w:eastAsia="fr-FR"/>
        </w:rPr>
        <w:t xml:space="preserve"> </w:t>
      </w:r>
      <w:r w:rsidR="0028558A">
        <w:rPr>
          <w:rFonts w:ascii="Arial" w:hAnsi="Arial" w:cs="Arial"/>
          <w:b/>
          <w:color w:val="222222"/>
          <w:sz w:val="24"/>
          <w:lang w:val="fr-FR" w:eastAsia="fr-FR"/>
        </w:rPr>
        <w:t>prêt à l’utilisation</w:t>
      </w:r>
      <w:r>
        <w:rPr>
          <w:rFonts w:ascii="Arial" w:hAnsi="Arial" w:cs="Arial"/>
          <w:b/>
          <w:color w:val="222222"/>
          <w:sz w:val="24"/>
          <w:lang w:val="fr-FR" w:eastAsia="fr-FR"/>
        </w:rPr>
        <w:t xml:space="preserve"> </w:t>
      </w:r>
      <w:r w:rsidR="0028558A">
        <w:rPr>
          <w:rFonts w:ascii="Arial" w:hAnsi="Arial" w:cs="Arial"/>
          <w:b/>
          <w:color w:val="222222"/>
          <w:sz w:val="24"/>
          <w:lang w:val="fr-FR" w:eastAsia="fr-FR"/>
        </w:rPr>
        <w:t>en</w:t>
      </w:r>
      <w:r>
        <w:rPr>
          <w:rFonts w:ascii="Arial" w:hAnsi="Arial" w:cs="Arial"/>
          <w:b/>
          <w:color w:val="222222"/>
          <w:sz w:val="24"/>
          <w:lang w:val="fr-FR" w:eastAsia="fr-FR"/>
        </w:rPr>
        <w:t xml:space="preserve"> Hors Taxe, Hors Douane (HTVA – HD).</w:t>
      </w:r>
      <w:bookmarkStart w:id="0" w:name="_GoBack"/>
      <w:bookmarkEnd w:id="0"/>
    </w:p>
    <w:p w:rsidR="00AE1501" w:rsidRPr="006F71CF" w:rsidRDefault="00AE1501" w:rsidP="006F71CF">
      <w:pPr>
        <w:ind w:left="720"/>
        <w:outlineLvl w:val="0"/>
        <w:rPr>
          <w:rFonts w:ascii="Calibri" w:hAnsi="Calibri"/>
          <w:b/>
          <w:sz w:val="24"/>
          <w:lang w:val="fr-FR"/>
        </w:rPr>
      </w:pPr>
      <w:r w:rsidRPr="006F71CF">
        <w:rPr>
          <w:rFonts w:ascii="Arial" w:hAnsi="Arial" w:cs="Arial"/>
          <w:color w:val="222222"/>
          <w:sz w:val="24"/>
          <w:lang w:val="fr-FR" w:eastAsia="fr-FR"/>
        </w:rPr>
        <w:t> </w:t>
      </w:r>
    </w:p>
    <w:p w:rsidR="00BE628C" w:rsidRDefault="00BE628C" w:rsidP="00112E91">
      <w:pPr>
        <w:rPr>
          <w:color w:val="222222"/>
          <w:sz w:val="24"/>
          <w:szCs w:val="24"/>
          <w:lang w:val="fr-FR" w:eastAsia="fr-FR"/>
        </w:rPr>
      </w:pPr>
      <w:r>
        <w:rPr>
          <w:color w:val="222222"/>
          <w:sz w:val="24"/>
          <w:szCs w:val="24"/>
          <w:lang w:val="fr-FR" w:eastAsia="fr-FR"/>
        </w:rPr>
        <w:t>Source d’énergie : Diesel</w:t>
      </w:r>
      <w:r w:rsidRPr="006F71CF">
        <w:rPr>
          <w:color w:val="222222"/>
          <w:sz w:val="24"/>
          <w:szCs w:val="24"/>
          <w:lang w:val="fr-FR" w:eastAsia="fr-FR"/>
        </w:rPr>
        <w:t>,</w:t>
      </w:r>
      <w:r>
        <w:rPr>
          <w:color w:val="222222"/>
          <w:sz w:val="24"/>
          <w:szCs w:val="24"/>
          <w:lang w:val="fr-FR" w:eastAsia="fr-FR"/>
        </w:rPr>
        <w:t xml:space="preserve"> </w:t>
      </w:r>
    </w:p>
    <w:p w:rsidR="00112E91" w:rsidRDefault="00BE628C" w:rsidP="00112E91">
      <w:pPr>
        <w:rPr>
          <w:color w:val="222222"/>
          <w:sz w:val="24"/>
          <w:szCs w:val="24"/>
          <w:lang w:val="fr-FR" w:eastAsia="fr-FR"/>
        </w:rPr>
      </w:pPr>
      <w:r>
        <w:rPr>
          <w:color w:val="222222"/>
          <w:sz w:val="24"/>
          <w:szCs w:val="24"/>
          <w:lang w:val="fr-FR" w:eastAsia="fr-FR"/>
        </w:rPr>
        <w:t>Boite à vitesse manuelle,</w:t>
      </w:r>
    </w:p>
    <w:p w:rsidR="00BE628C" w:rsidRDefault="00BE628C" w:rsidP="00112E91">
      <w:pPr>
        <w:rPr>
          <w:color w:val="222222"/>
          <w:sz w:val="24"/>
          <w:szCs w:val="24"/>
          <w:lang w:val="fr-FR" w:eastAsia="fr-FR"/>
        </w:rPr>
      </w:pPr>
      <w:r>
        <w:rPr>
          <w:color w:val="222222"/>
          <w:sz w:val="24"/>
          <w:szCs w:val="24"/>
          <w:lang w:val="fr-FR" w:eastAsia="fr-FR"/>
        </w:rPr>
        <w:t xml:space="preserve">Réfrigérateur capable de marcher avec de l’électricité  secteur  et électricité </w:t>
      </w:r>
      <w:r w:rsidR="0028558A">
        <w:rPr>
          <w:color w:val="222222"/>
          <w:sz w:val="24"/>
          <w:szCs w:val="24"/>
          <w:lang w:val="fr-FR" w:eastAsia="fr-FR"/>
        </w:rPr>
        <w:t xml:space="preserve">du </w:t>
      </w:r>
      <w:r>
        <w:rPr>
          <w:color w:val="222222"/>
          <w:sz w:val="24"/>
          <w:szCs w:val="24"/>
          <w:lang w:val="fr-FR" w:eastAsia="fr-FR"/>
        </w:rPr>
        <w:t>véhicule</w:t>
      </w:r>
    </w:p>
    <w:p w:rsidR="00BE628C" w:rsidRDefault="00BE628C" w:rsidP="00112E91">
      <w:pPr>
        <w:rPr>
          <w:color w:val="222222"/>
          <w:sz w:val="24"/>
          <w:szCs w:val="24"/>
          <w:lang w:val="fr-FR" w:eastAsia="fr-FR"/>
        </w:rPr>
      </w:pPr>
      <w:r>
        <w:rPr>
          <w:color w:val="222222"/>
          <w:sz w:val="24"/>
          <w:szCs w:val="24"/>
          <w:lang w:val="fr-FR" w:eastAsia="fr-FR"/>
        </w:rPr>
        <w:t>Cabine</w:t>
      </w:r>
      <w:r w:rsidR="0028558A">
        <w:rPr>
          <w:color w:val="222222"/>
          <w:sz w:val="24"/>
          <w:szCs w:val="24"/>
          <w:lang w:val="fr-FR" w:eastAsia="fr-FR"/>
        </w:rPr>
        <w:t> :</w:t>
      </w:r>
      <w:r>
        <w:rPr>
          <w:color w:val="222222"/>
          <w:sz w:val="24"/>
          <w:szCs w:val="24"/>
          <w:lang w:val="fr-FR" w:eastAsia="fr-FR"/>
        </w:rPr>
        <w:t xml:space="preserve">  3 places</w:t>
      </w:r>
    </w:p>
    <w:p w:rsidR="00BE628C" w:rsidRPr="006F71CF" w:rsidRDefault="00BE628C" w:rsidP="00112E91">
      <w:pPr>
        <w:rPr>
          <w:color w:val="222222"/>
          <w:sz w:val="24"/>
          <w:szCs w:val="24"/>
          <w:lang w:val="fr-FR" w:eastAsia="fr-FR"/>
        </w:rPr>
      </w:pPr>
    </w:p>
    <w:p w:rsidR="000077CD" w:rsidRDefault="00112E91" w:rsidP="000077CD">
      <w:pPr>
        <w:rPr>
          <w:kern w:val="28"/>
          <w:sz w:val="24"/>
          <w:szCs w:val="24"/>
          <w:lang w:val="fr-FR"/>
        </w:rPr>
      </w:pPr>
      <w:r>
        <w:rPr>
          <w:kern w:val="28"/>
          <w:sz w:val="24"/>
          <w:szCs w:val="24"/>
          <w:lang w:val="fr-FR"/>
        </w:rPr>
        <w:t xml:space="preserve">Les dossiers de cotations doivent comprendre ; </w:t>
      </w:r>
    </w:p>
    <w:p w:rsidR="00112E91" w:rsidRDefault="00112E91" w:rsidP="000077CD">
      <w:pPr>
        <w:rPr>
          <w:kern w:val="28"/>
          <w:sz w:val="24"/>
          <w:szCs w:val="24"/>
          <w:lang w:val="fr-FR"/>
        </w:rPr>
      </w:pPr>
    </w:p>
    <w:p w:rsidR="00BE628C" w:rsidRDefault="00BE628C" w:rsidP="00537CAD">
      <w:pPr>
        <w:pStyle w:val="Paragraphedeliste"/>
        <w:numPr>
          <w:ilvl w:val="0"/>
          <w:numId w:val="8"/>
        </w:numPr>
        <w:rPr>
          <w:sz w:val="24"/>
          <w:lang w:val="fr-FR"/>
        </w:rPr>
      </w:pPr>
      <w:r>
        <w:rPr>
          <w:sz w:val="24"/>
          <w:lang w:val="fr-FR"/>
        </w:rPr>
        <w:t>Une Cotation une cotation en HTVA- HD</w:t>
      </w:r>
    </w:p>
    <w:p w:rsidR="00112E91" w:rsidRPr="00BE628C" w:rsidRDefault="00112E91" w:rsidP="00537CAD">
      <w:pPr>
        <w:pStyle w:val="Paragraphedeliste"/>
        <w:numPr>
          <w:ilvl w:val="0"/>
          <w:numId w:val="8"/>
        </w:numPr>
        <w:rPr>
          <w:sz w:val="24"/>
          <w:lang w:val="fr-FR"/>
        </w:rPr>
      </w:pPr>
      <w:r w:rsidRPr="00BE628C">
        <w:rPr>
          <w:sz w:val="24"/>
          <w:lang w:val="fr-FR"/>
        </w:rPr>
        <w:t>La présentation de l’entreprise</w:t>
      </w:r>
      <w:r w:rsidR="00BE628C">
        <w:rPr>
          <w:sz w:val="24"/>
          <w:lang w:val="fr-FR"/>
        </w:rPr>
        <w:t xml:space="preserve"> ou du particulier </w:t>
      </w:r>
    </w:p>
    <w:p w:rsidR="00BE628C" w:rsidRDefault="00BE628C" w:rsidP="009E19AE">
      <w:pPr>
        <w:pStyle w:val="Paragraphedeliste"/>
        <w:numPr>
          <w:ilvl w:val="0"/>
          <w:numId w:val="8"/>
        </w:numPr>
        <w:rPr>
          <w:sz w:val="24"/>
          <w:lang w:val="fr-FR"/>
        </w:rPr>
      </w:pPr>
      <w:r w:rsidRPr="00BE628C">
        <w:rPr>
          <w:sz w:val="24"/>
          <w:lang w:val="fr-FR"/>
        </w:rPr>
        <w:t xml:space="preserve">Une Fiche  </w:t>
      </w:r>
      <w:r w:rsidR="00112E91" w:rsidRPr="00BE628C">
        <w:rPr>
          <w:sz w:val="24"/>
          <w:lang w:val="fr-FR"/>
        </w:rPr>
        <w:t xml:space="preserve"> </w:t>
      </w:r>
      <w:r w:rsidRPr="00BE628C">
        <w:rPr>
          <w:sz w:val="24"/>
          <w:lang w:val="fr-FR"/>
        </w:rPr>
        <w:t xml:space="preserve">technique du véhicule </w:t>
      </w:r>
    </w:p>
    <w:p w:rsidR="00BE628C" w:rsidRDefault="00BE628C" w:rsidP="009E19AE">
      <w:pPr>
        <w:pStyle w:val="Paragraphedeliste"/>
        <w:numPr>
          <w:ilvl w:val="0"/>
          <w:numId w:val="8"/>
        </w:numPr>
        <w:rPr>
          <w:sz w:val="24"/>
          <w:lang w:val="fr-FR"/>
        </w:rPr>
      </w:pPr>
      <w:r>
        <w:rPr>
          <w:sz w:val="24"/>
          <w:lang w:val="fr-FR"/>
        </w:rPr>
        <w:t>Tous documents pouvant aider à notre appréciation</w:t>
      </w:r>
    </w:p>
    <w:p w:rsidR="005E49BB" w:rsidRPr="00BE628C" w:rsidRDefault="007A4568" w:rsidP="009E19AE">
      <w:pPr>
        <w:pStyle w:val="Paragraphedeliste"/>
        <w:numPr>
          <w:ilvl w:val="0"/>
          <w:numId w:val="8"/>
        </w:numPr>
        <w:rPr>
          <w:sz w:val="24"/>
          <w:lang w:val="fr-FR"/>
        </w:rPr>
      </w:pPr>
      <w:r w:rsidRPr="00BE628C">
        <w:rPr>
          <w:sz w:val="24"/>
          <w:lang w:val="fr-FR"/>
        </w:rPr>
        <w:t xml:space="preserve">Les </w:t>
      </w:r>
      <w:r w:rsidR="00FF3A35" w:rsidRPr="00BE628C">
        <w:rPr>
          <w:sz w:val="24"/>
          <w:lang w:val="fr-FR"/>
        </w:rPr>
        <w:t>C</w:t>
      </w:r>
      <w:r w:rsidR="00505BA3" w:rsidRPr="00BE628C">
        <w:rPr>
          <w:sz w:val="24"/>
          <w:lang w:val="fr-FR"/>
        </w:rPr>
        <w:t xml:space="preserve">otations </w:t>
      </w:r>
      <w:r w:rsidR="00DD043B" w:rsidRPr="00BE628C">
        <w:rPr>
          <w:sz w:val="24"/>
          <w:lang w:val="fr-FR"/>
        </w:rPr>
        <w:t>doivent</w:t>
      </w:r>
      <w:r w:rsidR="00505BA3" w:rsidRPr="00BE628C">
        <w:rPr>
          <w:sz w:val="24"/>
          <w:lang w:val="fr-FR"/>
        </w:rPr>
        <w:t xml:space="preserve"> </w:t>
      </w:r>
      <w:r w:rsidR="00BE628C">
        <w:rPr>
          <w:sz w:val="24"/>
          <w:lang w:val="fr-FR"/>
        </w:rPr>
        <w:t xml:space="preserve">être envoyées au plus tard le </w:t>
      </w:r>
      <w:r w:rsidR="0028558A">
        <w:rPr>
          <w:sz w:val="24"/>
          <w:lang w:val="fr-FR"/>
        </w:rPr>
        <w:t>10/09</w:t>
      </w:r>
      <w:r w:rsidR="005E49BB" w:rsidRPr="00BE628C">
        <w:rPr>
          <w:sz w:val="24"/>
          <w:lang w:val="fr-FR"/>
        </w:rPr>
        <w:t>/2015</w:t>
      </w:r>
      <w:r w:rsidR="00505BA3" w:rsidRPr="00BE628C">
        <w:rPr>
          <w:sz w:val="24"/>
          <w:lang w:val="fr-FR"/>
        </w:rPr>
        <w:t xml:space="preserve"> </w:t>
      </w:r>
      <w:r w:rsidR="005E49BB" w:rsidRPr="00BE628C">
        <w:rPr>
          <w:sz w:val="24"/>
          <w:lang w:val="fr-FR"/>
        </w:rPr>
        <w:t xml:space="preserve">par </w:t>
      </w:r>
      <w:r w:rsidR="00DD043B" w:rsidRPr="00BE628C">
        <w:rPr>
          <w:sz w:val="24"/>
          <w:lang w:val="fr-FR"/>
        </w:rPr>
        <w:t>email</w:t>
      </w:r>
      <w:r w:rsidRPr="00BE628C">
        <w:rPr>
          <w:sz w:val="24"/>
          <w:lang w:val="fr-FR"/>
        </w:rPr>
        <w:t xml:space="preserve"> à l'adresse ci-dessous</w:t>
      </w:r>
      <w:r w:rsidR="00505BA3" w:rsidRPr="00BE628C">
        <w:rPr>
          <w:sz w:val="24"/>
          <w:lang w:val="fr-FR"/>
        </w:rPr>
        <w:t>:</w:t>
      </w:r>
    </w:p>
    <w:p w:rsidR="000077CD" w:rsidRDefault="000077CD" w:rsidP="00DD043B">
      <w:pPr>
        <w:jc w:val="center"/>
        <w:outlineLvl w:val="0"/>
        <w:rPr>
          <w:b/>
          <w:sz w:val="24"/>
          <w:szCs w:val="24"/>
          <w:lang w:val="fr-FR"/>
        </w:rPr>
      </w:pPr>
    </w:p>
    <w:p w:rsidR="00DD043B" w:rsidRPr="00170F43" w:rsidRDefault="005E49BB" w:rsidP="00DD043B">
      <w:pPr>
        <w:jc w:val="center"/>
        <w:outlineLvl w:val="0"/>
        <w:rPr>
          <w:b/>
          <w:sz w:val="24"/>
          <w:szCs w:val="24"/>
          <w:lang w:val="fr-FR"/>
        </w:rPr>
      </w:pPr>
      <w:r w:rsidRPr="00170F43">
        <w:rPr>
          <w:b/>
          <w:sz w:val="24"/>
          <w:szCs w:val="24"/>
          <w:lang w:val="fr-FR"/>
        </w:rPr>
        <w:t>ONU FEMMES</w:t>
      </w:r>
    </w:p>
    <w:p w:rsidR="00FF3A35" w:rsidRPr="00170F43" w:rsidRDefault="00DD043B" w:rsidP="00DD043B">
      <w:pPr>
        <w:jc w:val="center"/>
        <w:outlineLvl w:val="0"/>
        <w:rPr>
          <w:b/>
          <w:sz w:val="24"/>
          <w:szCs w:val="24"/>
          <w:lang w:val="fr-FR"/>
        </w:rPr>
      </w:pPr>
      <w:r w:rsidRPr="00170F43">
        <w:rPr>
          <w:b/>
          <w:sz w:val="24"/>
          <w:szCs w:val="24"/>
          <w:lang w:val="fr-FR"/>
        </w:rPr>
        <w:t>Bureau Régional pour l’Afrique de l’Ouest et du Centre</w:t>
      </w:r>
    </w:p>
    <w:p w:rsidR="0005573C" w:rsidRPr="00C4592F" w:rsidRDefault="0005573C" w:rsidP="00DD043B">
      <w:pPr>
        <w:jc w:val="center"/>
        <w:outlineLvl w:val="0"/>
        <w:rPr>
          <w:b/>
          <w:sz w:val="24"/>
          <w:szCs w:val="24"/>
          <w:lang w:val="pt-PT"/>
        </w:rPr>
      </w:pPr>
      <w:r w:rsidRPr="00C4592F">
        <w:rPr>
          <w:b/>
          <w:sz w:val="24"/>
          <w:szCs w:val="24"/>
          <w:lang w:val="pt-PT"/>
        </w:rPr>
        <w:t xml:space="preserve">Attn : </w:t>
      </w:r>
      <w:r w:rsidR="0028558A">
        <w:rPr>
          <w:b/>
          <w:sz w:val="24"/>
          <w:szCs w:val="24"/>
          <w:lang w:val="pt-PT"/>
        </w:rPr>
        <w:t>M. Assane Ba</w:t>
      </w:r>
    </w:p>
    <w:p w:rsidR="0028558A" w:rsidRPr="00C4592F" w:rsidRDefault="00DD043B" w:rsidP="0028558A">
      <w:pPr>
        <w:jc w:val="center"/>
        <w:outlineLvl w:val="0"/>
        <w:rPr>
          <w:b/>
          <w:sz w:val="24"/>
          <w:szCs w:val="24"/>
          <w:lang w:val="pt-PT"/>
        </w:rPr>
      </w:pPr>
      <w:r w:rsidRPr="00C4592F">
        <w:rPr>
          <w:b/>
          <w:sz w:val="24"/>
          <w:szCs w:val="24"/>
          <w:lang w:val="fr-FR"/>
        </w:rPr>
        <w:t xml:space="preserve">Email : </w:t>
      </w:r>
      <w:r w:rsidR="0028558A">
        <w:rPr>
          <w:b/>
          <w:sz w:val="24"/>
          <w:szCs w:val="24"/>
          <w:lang w:val="pt-PT"/>
        </w:rPr>
        <w:t>assane.ba@unwomen.org</w:t>
      </w:r>
    </w:p>
    <w:p w:rsidR="00DD043B" w:rsidRDefault="00DD043B" w:rsidP="004F3FCF">
      <w:pPr>
        <w:jc w:val="center"/>
        <w:outlineLvl w:val="0"/>
        <w:rPr>
          <w:b/>
          <w:sz w:val="24"/>
          <w:szCs w:val="24"/>
          <w:lang w:val="fr-FR"/>
        </w:rPr>
      </w:pPr>
    </w:p>
    <w:p w:rsidR="0005573C" w:rsidRPr="00C4592F" w:rsidRDefault="0005573C" w:rsidP="00FF3A35">
      <w:pPr>
        <w:outlineLvl w:val="0"/>
        <w:rPr>
          <w:sz w:val="16"/>
          <w:szCs w:val="24"/>
          <w:lang w:val="fr-FR"/>
        </w:rPr>
      </w:pPr>
    </w:p>
    <w:p w:rsidR="00E167E8" w:rsidRPr="00C4592F" w:rsidRDefault="00E167E8" w:rsidP="00FF3A35">
      <w:pPr>
        <w:outlineLvl w:val="0"/>
        <w:rPr>
          <w:sz w:val="16"/>
          <w:szCs w:val="24"/>
          <w:lang w:val="fr-FR"/>
        </w:rPr>
      </w:pPr>
    </w:p>
    <w:tbl>
      <w:tblPr>
        <w:tblpPr w:leftFromText="180" w:rightFromText="180" w:vertAnchor="text" w:horzAnchor="margin" w:tblpXSpec="center" w:tblpY="149"/>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6804"/>
      </w:tblGrid>
      <w:tr w:rsidR="0005573C" w:rsidRPr="00A77579" w:rsidTr="0005573C">
        <w:trPr>
          <w:cantSplit/>
          <w:trHeight w:val="274"/>
        </w:trPr>
        <w:tc>
          <w:tcPr>
            <w:tcW w:w="10173" w:type="dxa"/>
            <w:gridSpan w:val="2"/>
          </w:tcPr>
          <w:p w:rsidR="0005573C" w:rsidRPr="00A77579" w:rsidRDefault="0005573C" w:rsidP="00844185">
            <w:pPr>
              <w:jc w:val="center"/>
              <w:rPr>
                <w:b/>
                <w:sz w:val="24"/>
                <w:szCs w:val="24"/>
                <w:lang w:val="fr-FR"/>
              </w:rPr>
            </w:pPr>
            <w:r w:rsidRPr="00A77579">
              <w:rPr>
                <w:b/>
                <w:sz w:val="24"/>
                <w:szCs w:val="24"/>
                <w:lang w:val="fr-FR"/>
              </w:rPr>
              <w:lastRenderedPageBreak/>
              <w:t>Conditions</w:t>
            </w:r>
          </w:p>
        </w:tc>
      </w:tr>
      <w:tr w:rsidR="0005573C" w:rsidRPr="00A77579" w:rsidTr="0005573C">
        <w:tc>
          <w:tcPr>
            <w:tcW w:w="3369" w:type="dxa"/>
          </w:tcPr>
          <w:p w:rsidR="0005573C" w:rsidRPr="00A77579" w:rsidRDefault="0005573C" w:rsidP="00844185">
            <w:pPr>
              <w:rPr>
                <w:sz w:val="24"/>
                <w:szCs w:val="24"/>
                <w:lang w:val="fr-FR"/>
              </w:rPr>
            </w:pPr>
            <w:r w:rsidRPr="00A77579">
              <w:rPr>
                <w:sz w:val="24"/>
                <w:szCs w:val="24"/>
                <w:lang w:val="fr-FR"/>
              </w:rPr>
              <w:t>Conditions de paiement</w:t>
            </w:r>
          </w:p>
        </w:tc>
        <w:tc>
          <w:tcPr>
            <w:tcW w:w="6804" w:type="dxa"/>
          </w:tcPr>
          <w:p w:rsidR="0005573C" w:rsidRPr="00A77579" w:rsidRDefault="0005573C" w:rsidP="00844185">
            <w:pPr>
              <w:rPr>
                <w:sz w:val="24"/>
                <w:szCs w:val="24"/>
                <w:lang w:val="fr-FR"/>
              </w:rPr>
            </w:pPr>
            <w:r w:rsidRPr="00A77579">
              <w:rPr>
                <w:sz w:val="24"/>
                <w:szCs w:val="24"/>
                <w:lang w:val="fr-FR"/>
              </w:rPr>
              <w:t>30 jours à la facture</w:t>
            </w:r>
          </w:p>
        </w:tc>
      </w:tr>
      <w:tr w:rsidR="0005573C" w:rsidRPr="00170F43" w:rsidTr="0005573C">
        <w:trPr>
          <w:trHeight w:val="414"/>
        </w:trPr>
        <w:tc>
          <w:tcPr>
            <w:tcW w:w="3369" w:type="dxa"/>
          </w:tcPr>
          <w:p w:rsidR="0005573C" w:rsidRPr="00A77579" w:rsidRDefault="0005573C" w:rsidP="00844185">
            <w:pPr>
              <w:rPr>
                <w:sz w:val="24"/>
                <w:szCs w:val="24"/>
                <w:lang w:val="fr-FR"/>
              </w:rPr>
            </w:pPr>
            <w:r w:rsidRPr="00A77579">
              <w:rPr>
                <w:sz w:val="24"/>
                <w:szCs w:val="24"/>
                <w:lang w:val="fr-FR"/>
              </w:rPr>
              <w:t>Validité des devis</w:t>
            </w:r>
          </w:p>
        </w:tc>
        <w:tc>
          <w:tcPr>
            <w:tcW w:w="6804" w:type="dxa"/>
          </w:tcPr>
          <w:p w:rsidR="0005573C" w:rsidRPr="00170F43" w:rsidRDefault="0005573C" w:rsidP="00844185">
            <w:pPr>
              <w:rPr>
                <w:sz w:val="24"/>
                <w:szCs w:val="24"/>
              </w:rPr>
            </w:pPr>
            <w:r w:rsidRPr="00A77579">
              <w:rPr>
                <w:b/>
                <w:sz w:val="24"/>
                <w:szCs w:val="24"/>
                <w:lang w:val="fr-FR"/>
              </w:rPr>
              <w:t xml:space="preserve">            </w:t>
            </w:r>
            <w:r w:rsidRPr="00170F43">
              <w:rPr>
                <w:b/>
                <w:i/>
                <w:sz w:val="24"/>
                <w:szCs w:val="24"/>
                <w:u w:val="single"/>
              </w:rPr>
              <w:sym w:font="Marlett" w:char="F031"/>
            </w:r>
            <w:r w:rsidRPr="00A77579">
              <w:rPr>
                <w:b/>
                <w:i/>
                <w:sz w:val="24"/>
                <w:szCs w:val="24"/>
                <w:u w:val="single"/>
                <w:lang w:val="fr-FR"/>
              </w:rPr>
              <w:t>X      90 JOURS</w:t>
            </w:r>
            <w:r w:rsidRPr="00A77579">
              <w:rPr>
                <w:sz w:val="24"/>
                <w:szCs w:val="24"/>
                <w:lang w:val="fr-FR"/>
              </w:rPr>
              <w:t xml:space="preserve">            </w:t>
            </w:r>
            <w:r w:rsidRPr="00170F43">
              <w:rPr>
                <w:sz w:val="24"/>
                <w:szCs w:val="24"/>
              </w:rPr>
              <w:sym w:font="Marlett" w:char="F031"/>
            </w:r>
            <w:r w:rsidRPr="00A77579">
              <w:rPr>
                <w:sz w:val="24"/>
                <w:szCs w:val="24"/>
                <w:lang w:val="fr-FR"/>
              </w:rPr>
              <w:t xml:space="preserve">          </w:t>
            </w:r>
            <w:r w:rsidRPr="00170F43">
              <w:rPr>
                <w:sz w:val="24"/>
                <w:szCs w:val="24"/>
              </w:rPr>
              <w:t>120 JOURS</w:t>
            </w:r>
          </w:p>
        </w:tc>
      </w:tr>
      <w:tr w:rsidR="0005573C" w:rsidRPr="0028558A" w:rsidTr="0005573C">
        <w:trPr>
          <w:trHeight w:val="562"/>
        </w:trPr>
        <w:tc>
          <w:tcPr>
            <w:tcW w:w="3369" w:type="dxa"/>
          </w:tcPr>
          <w:p w:rsidR="0005573C" w:rsidRPr="00170F43" w:rsidRDefault="0005573C" w:rsidP="00844185">
            <w:pPr>
              <w:rPr>
                <w:sz w:val="24"/>
                <w:szCs w:val="24"/>
                <w:lang w:val="fr-FR"/>
              </w:rPr>
            </w:pPr>
            <w:r w:rsidRPr="00170F43">
              <w:rPr>
                <w:sz w:val="24"/>
                <w:szCs w:val="24"/>
                <w:lang w:val="fr-FR"/>
              </w:rPr>
              <w:t>Examen préliminaire -</w:t>
            </w:r>
          </w:p>
          <w:p w:rsidR="0005573C" w:rsidRPr="00170F43" w:rsidRDefault="0005573C" w:rsidP="00844185">
            <w:pPr>
              <w:rPr>
                <w:sz w:val="24"/>
                <w:szCs w:val="24"/>
                <w:lang w:val="fr-FR"/>
              </w:rPr>
            </w:pPr>
            <w:r w:rsidRPr="00170F43">
              <w:rPr>
                <w:sz w:val="24"/>
                <w:szCs w:val="24"/>
                <w:lang w:val="fr-FR"/>
              </w:rPr>
              <w:t>Exhaustivité de la citation.</w:t>
            </w:r>
          </w:p>
        </w:tc>
        <w:tc>
          <w:tcPr>
            <w:tcW w:w="6804" w:type="dxa"/>
          </w:tcPr>
          <w:p w:rsidR="0005573C" w:rsidRPr="00170F43" w:rsidRDefault="0005573C" w:rsidP="0005573C">
            <w:pPr>
              <w:rPr>
                <w:sz w:val="24"/>
                <w:szCs w:val="24"/>
                <w:lang w:val="fr-FR"/>
              </w:rPr>
            </w:pPr>
            <w:r w:rsidRPr="00170F43">
              <w:rPr>
                <w:sz w:val="24"/>
                <w:szCs w:val="24"/>
                <w:lang w:val="fr-FR"/>
              </w:rPr>
              <w:t xml:space="preserve">  </w:t>
            </w:r>
            <w:r w:rsidRPr="00170F43">
              <w:rPr>
                <w:sz w:val="24"/>
                <w:szCs w:val="24"/>
              </w:rPr>
              <w:sym w:font="Marlett" w:char="F031"/>
            </w:r>
            <w:r w:rsidRPr="00170F43">
              <w:rPr>
                <w:lang w:val="fr-FR"/>
              </w:rPr>
              <w:t xml:space="preserve"> </w:t>
            </w:r>
            <w:r w:rsidRPr="00170F43">
              <w:rPr>
                <w:sz w:val="24"/>
                <w:szCs w:val="24"/>
                <w:lang w:val="fr-FR"/>
              </w:rPr>
              <w:t xml:space="preserve">Offres partielles autorisées.     </w:t>
            </w:r>
            <w:r w:rsidR="00C4592F" w:rsidRPr="00C4592F">
              <w:rPr>
                <w:b/>
                <w:sz w:val="24"/>
                <w:szCs w:val="24"/>
                <w:lang w:val="fr-FR"/>
              </w:rPr>
              <w:t>X</w:t>
            </w:r>
            <w:r w:rsidRPr="00C4592F">
              <w:rPr>
                <w:b/>
                <w:sz w:val="24"/>
                <w:szCs w:val="24"/>
                <w:lang w:val="fr-FR"/>
              </w:rPr>
              <w:t xml:space="preserve"> </w:t>
            </w:r>
            <w:r w:rsidRPr="00C4592F">
              <w:rPr>
                <w:b/>
                <w:lang w:val="fr-FR"/>
              </w:rPr>
              <w:t>O</w:t>
            </w:r>
            <w:r w:rsidRPr="00C4592F">
              <w:rPr>
                <w:b/>
                <w:sz w:val="24"/>
                <w:szCs w:val="24"/>
                <w:lang w:val="fr-FR"/>
              </w:rPr>
              <w:t>ffres partielles non autorisées</w:t>
            </w:r>
          </w:p>
        </w:tc>
      </w:tr>
      <w:tr w:rsidR="0005573C" w:rsidRPr="0028558A" w:rsidTr="0005573C">
        <w:tc>
          <w:tcPr>
            <w:tcW w:w="3369" w:type="dxa"/>
          </w:tcPr>
          <w:p w:rsidR="0005573C" w:rsidRPr="00170F43" w:rsidRDefault="0005573C" w:rsidP="00844185">
            <w:pPr>
              <w:rPr>
                <w:sz w:val="24"/>
                <w:szCs w:val="24"/>
                <w:lang w:val="fr-FR"/>
              </w:rPr>
            </w:pPr>
            <w:r w:rsidRPr="00170F43">
              <w:rPr>
                <w:sz w:val="24"/>
                <w:szCs w:val="24"/>
                <w:lang w:val="fr-FR"/>
              </w:rPr>
              <w:t>Value Taxe sur Demande de prix</w:t>
            </w:r>
          </w:p>
        </w:tc>
        <w:tc>
          <w:tcPr>
            <w:tcW w:w="6804" w:type="dxa"/>
          </w:tcPr>
          <w:p w:rsidR="0005573C" w:rsidRPr="00170F43" w:rsidRDefault="0005573C" w:rsidP="0005573C">
            <w:pPr>
              <w:rPr>
                <w:sz w:val="24"/>
                <w:szCs w:val="24"/>
                <w:lang w:val="fr-FR"/>
              </w:rPr>
            </w:pPr>
            <w:r w:rsidRPr="00170F43">
              <w:rPr>
                <w:sz w:val="24"/>
                <w:szCs w:val="24"/>
                <w:lang w:val="fr-FR"/>
              </w:rPr>
              <w:t>Doit être exempt de la TVA et d'autres impôts indirects applicable</w:t>
            </w:r>
          </w:p>
        </w:tc>
      </w:tr>
      <w:tr w:rsidR="0005573C" w:rsidRPr="0028558A" w:rsidTr="0005573C">
        <w:tc>
          <w:tcPr>
            <w:tcW w:w="3369" w:type="dxa"/>
          </w:tcPr>
          <w:p w:rsidR="0005573C" w:rsidRPr="00170F43" w:rsidRDefault="004F3FCF" w:rsidP="004F3FCF">
            <w:pPr>
              <w:rPr>
                <w:sz w:val="24"/>
                <w:szCs w:val="24"/>
                <w:lang w:val="fr-FR"/>
              </w:rPr>
            </w:pPr>
            <w:r>
              <w:rPr>
                <w:sz w:val="24"/>
                <w:szCs w:val="24"/>
                <w:lang w:val="fr-FR"/>
              </w:rPr>
              <w:t xml:space="preserve">Personne à contacter pour </w:t>
            </w:r>
            <w:r w:rsidR="0005573C" w:rsidRPr="00170F43">
              <w:rPr>
                <w:sz w:val="24"/>
                <w:szCs w:val="24"/>
                <w:lang w:val="fr-FR"/>
              </w:rPr>
              <w:t>renseignements</w:t>
            </w:r>
          </w:p>
        </w:tc>
        <w:tc>
          <w:tcPr>
            <w:tcW w:w="6804" w:type="dxa"/>
          </w:tcPr>
          <w:p w:rsidR="00DD043B" w:rsidRPr="00170F43" w:rsidRDefault="00DD043B" w:rsidP="00DD043B">
            <w:pPr>
              <w:jc w:val="center"/>
              <w:outlineLvl w:val="0"/>
              <w:rPr>
                <w:sz w:val="24"/>
                <w:szCs w:val="24"/>
                <w:lang w:val="fr-FR"/>
              </w:rPr>
            </w:pPr>
            <w:r w:rsidRPr="00170F43">
              <w:rPr>
                <w:sz w:val="24"/>
                <w:szCs w:val="24"/>
                <w:lang w:val="fr-FR"/>
              </w:rPr>
              <w:t>Assane BA, Associé aux Achats</w:t>
            </w:r>
          </w:p>
          <w:p w:rsidR="0005573C" w:rsidRPr="00170F43" w:rsidRDefault="00DD043B" w:rsidP="00DD043B">
            <w:pPr>
              <w:jc w:val="center"/>
              <w:outlineLvl w:val="0"/>
              <w:rPr>
                <w:b/>
                <w:sz w:val="24"/>
                <w:szCs w:val="24"/>
                <w:lang w:val="fr-FR"/>
              </w:rPr>
            </w:pPr>
            <w:r w:rsidRPr="00170F43">
              <w:rPr>
                <w:sz w:val="24"/>
                <w:szCs w:val="24"/>
                <w:lang w:val="fr-FR"/>
              </w:rPr>
              <w:t>Email : assane.ba@unwomen.org</w:t>
            </w:r>
          </w:p>
        </w:tc>
      </w:tr>
      <w:tr w:rsidR="0005573C" w:rsidRPr="00170F43" w:rsidTr="0005573C">
        <w:tc>
          <w:tcPr>
            <w:tcW w:w="3369" w:type="dxa"/>
          </w:tcPr>
          <w:p w:rsidR="0005573C" w:rsidRPr="00170F43" w:rsidRDefault="0005573C" w:rsidP="00844185">
            <w:pPr>
              <w:rPr>
                <w:sz w:val="24"/>
                <w:szCs w:val="24"/>
              </w:rPr>
            </w:pPr>
            <w:r w:rsidRPr="00170F43">
              <w:rPr>
                <w:sz w:val="24"/>
                <w:szCs w:val="24"/>
              </w:rPr>
              <w:t xml:space="preserve">Conditions Générales du </w:t>
            </w:r>
            <w:r w:rsidRPr="00170F43">
              <w:rPr>
                <w:sz w:val="24"/>
                <w:szCs w:val="24"/>
                <w:lang w:val="fr-FR"/>
              </w:rPr>
              <w:t>C</w:t>
            </w:r>
            <w:r w:rsidR="00C4592F">
              <w:rPr>
                <w:sz w:val="24"/>
                <w:szCs w:val="24"/>
              </w:rPr>
              <w:t>ontrat</w:t>
            </w:r>
          </w:p>
        </w:tc>
        <w:tc>
          <w:tcPr>
            <w:tcW w:w="6804" w:type="dxa"/>
          </w:tcPr>
          <w:p w:rsidR="0005573C" w:rsidRPr="00170F43" w:rsidRDefault="00C4592F" w:rsidP="00E167E8">
            <w:pPr>
              <w:pStyle w:val="Paragraphedeliste"/>
              <w:widowControl/>
              <w:numPr>
                <w:ilvl w:val="1"/>
                <w:numId w:val="4"/>
              </w:numPr>
              <w:overflowPunct/>
              <w:adjustRightInd/>
              <w:spacing w:line="240" w:lineRule="auto"/>
              <w:rPr>
                <w:i/>
              </w:rPr>
            </w:pPr>
            <w:r>
              <w:rPr>
                <w:i/>
              </w:rPr>
              <w:t>Goods</w:t>
            </w:r>
          </w:p>
        </w:tc>
      </w:tr>
    </w:tbl>
    <w:p w:rsidR="0005573C" w:rsidRPr="00170F43" w:rsidRDefault="0005573C" w:rsidP="00FF3A35">
      <w:pPr>
        <w:outlineLvl w:val="0"/>
        <w:rPr>
          <w:sz w:val="24"/>
          <w:szCs w:val="24"/>
          <w:lang w:val="fr-FR"/>
        </w:rPr>
      </w:pPr>
    </w:p>
    <w:p w:rsidR="0005573C" w:rsidRPr="00170F43" w:rsidRDefault="0005573C" w:rsidP="0005573C">
      <w:pPr>
        <w:ind w:firstLine="720"/>
        <w:outlineLvl w:val="0"/>
        <w:rPr>
          <w:color w:val="222222"/>
          <w:sz w:val="22"/>
          <w:szCs w:val="22"/>
          <w:lang w:val="fr-FR" w:eastAsia="fr-FR"/>
        </w:rPr>
      </w:pPr>
      <w:r w:rsidRPr="00170F43">
        <w:rPr>
          <w:color w:val="222222"/>
          <w:sz w:val="22"/>
          <w:szCs w:val="22"/>
          <w:lang w:val="fr-FR" w:eastAsia="fr-FR"/>
        </w:rPr>
        <w:t>Il est de la responsabilité du soumissionnaire de s’assurer que sa proposition arrive à l’adresse indiquée et déchargée par le réceptionnaire avant la fin du délai.</w:t>
      </w:r>
    </w:p>
    <w:p w:rsidR="0005573C" w:rsidRPr="00170F43" w:rsidRDefault="0005573C" w:rsidP="0005573C">
      <w:pPr>
        <w:rPr>
          <w:sz w:val="22"/>
          <w:szCs w:val="22"/>
          <w:lang w:val="fr-FR"/>
        </w:rPr>
      </w:pPr>
    </w:p>
    <w:p w:rsidR="0005573C" w:rsidRPr="00170F43" w:rsidRDefault="0005573C" w:rsidP="0005573C">
      <w:pPr>
        <w:ind w:firstLine="720"/>
        <w:rPr>
          <w:sz w:val="22"/>
          <w:szCs w:val="22"/>
          <w:lang w:val="fr-FR"/>
        </w:rPr>
      </w:pPr>
      <w:r w:rsidRPr="00170F43">
        <w:rPr>
          <w:sz w:val="22"/>
          <w:szCs w:val="22"/>
          <w:lang w:val="fr-FR"/>
        </w:rPr>
        <w:t>A tout moment durant la validité de l’offre, aucune variation de prix du fait d’inflation, de fluctuation des taux de change ou de tout autre facteur commercial ne sera acceptée par ONUFEMMES après réception de l’offre. Au moment d’émettre un contrat ou un bon de commande, ONUFEMMES se réservera le droit de varier (augmenter ou diminuer) de 25% au maximum la quantité de services et/ou de biens sans que les prix unitaires ou les autres termes et conditions de l’offre ne changent.</w:t>
      </w:r>
    </w:p>
    <w:p w:rsidR="0005573C" w:rsidRPr="00170F43" w:rsidRDefault="0005573C" w:rsidP="0005573C">
      <w:pPr>
        <w:ind w:firstLine="720"/>
        <w:rPr>
          <w:sz w:val="22"/>
          <w:szCs w:val="22"/>
          <w:lang w:val="fr-FR"/>
        </w:rPr>
      </w:pPr>
    </w:p>
    <w:p w:rsidR="0005573C" w:rsidRPr="00170F43" w:rsidRDefault="0005573C" w:rsidP="0005573C">
      <w:pPr>
        <w:ind w:firstLine="720"/>
        <w:rPr>
          <w:sz w:val="22"/>
          <w:szCs w:val="22"/>
          <w:lang w:val="fr-FR"/>
        </w:rPr>
      </w:pPr>
      <w:r w:rsidRPr="00170F43">
        <w:rPr>
          <w:sz w:val="22"/>
          <w:szCs w:val="22"/>
          <w:lang w:val="fr-FR"/>
        </w:rPr>
        <w:t>Tout contrat ou bon de commande qui sera émis suivant cette demande sera soumis aux Conditions générales jointes en annexe. Le fait de soumettre une offre implique que le soumissionnaire accepte ces termes.</w:t>
      </w:r>
    </w:p>
    <w:p w:rsidR="0005573C" w:rsidRPr="00170F43" w:rsidRDefault="0005573C" w:rsidP="0005573C">
      <w:pPr>
        <w:ind w:firstLine="720"/>
        <w:rPr>
          <w:sz w:val="22"/>
          <w:szCs w:val="22"/>
          <w:lang w:val="fr-FR"/>
        </w:rPr>
      </w:pPr>
      <w:r w:rsidRPr="00170F43">
        <w:rPr>
          <w:sz w:val="22"/>
          <w:szCs w:val="22"/>
          <w:lang w:val="fr-FR"/>
        </w:rPr>
        <w:t>Il est de la responsabilité du soumissionnaire de traduire les conditions générales standardisées élaborées en anglais.</w:t>
      </w:r>
    </w:p>
    <w:p w:rsidR="0005573C" w:rsidRPr="00170F43" w:rsidRDefault="0005573C" w:rsidP="0005573C">
      <w:pPr>
        <w:rPr>
          <w:sz w:val="22"/>
          <w:szCs w:val="22"/>
          <w:lang w:val="fr-FR"/>
        </w:rPr>
      </w:pPr>
    </w:p>
    <w:p w:rsidR="0005573C" w:rsidRPr="00170F43" w:rsidRDefault="0005573C" w:rsidP="0005573C">
      <w:pPr>
        <w:ind w:left="720"/>
        <w:rPr>
          <w:rStyle w:val="lev"/>
          <w:b w:val="0"/>
          <w:iCs/>
          <w:sz w:val="22"/>
          <w:szCs w:val="22"/>
          <w:lang w:val="fr-FR"/>
        </w:rPr>
      </w:pPr>
      <w:r w:rsidRPr="00170F43">
        <w:rPr>
          <w:rStyle w:val="lev"/>
          <w:b w:val="0"/>
          <w:iCs/>
          <w:sz w:val="22"/>
          <w:szCs w:val="22"/>
          <w:lang w:val="fr-FR"/>
        </w:rPr>
        <w:t>Nous vous remercions d’avance en espérant recevoir votre offre.</w:t>
      </w:r>
    </w:p>
    <w:p w:rsidR="001A0459" w:rsidRPr="00170F43" w:rsidRDefault="001A0459" w:rsidP="001A0459">
      <w:pPr>
        <w:ind w:firstLine="720"/>
        <w:jc w:val="both"/>
        <w:rPr>
          <w:sz w:val="24"/>
          <w:szCs w:val="24"/>
          <w:lang w:val="fr-FR"/>
        </w:rPr>
      </w:pPr>
    </w:p>
    <w:p w:rsidR="00BD6A45" w:rsidRPr="00170F43" w:rsidRDefault="00BD6A45" w:rsidP="00BD6A45">
      <w:pPr>
        <w:ind w:firstLine="720"/>
        <w:jc w:val="both"/>
        <w:rPr>
          <w:sz w:val="24"/>
          <w:szCs w:val="24"/>
          <w:lang w:val="fr-FR"/>
        </w:rPr>
      </w:pPr>
    </w:p>
    <w:p w:rsidR="005106BE" w:rsidRPr="00170F43" w:rsidRDefault="00D83D89" w:rsidP="0005573C">
      <w:pPr>
        <w:ind w:left="720"/>
        <w:rPr>
          <w:rStyle w:val="lev"/>
          <w:b w:val="0"/>
          <w:iCs/>
          <w:sz w:val="24"/>
          <w:szCs w:val="24"/>
          <w:lang w:val="fr-FR"/>
        </w:rPr>
      </w:pPr>
      <w:r w:rsidRPr="00170F43">
        <w:rPr>
          <w:rStyle w:val="lev"/>
          <w:b w:val="0"/>
          <w:iCs/>
          <w:sz w:val="24"/>
          <w:szCs w:val="24"/>
          <w:lang w:val="fr-FR"/>
        </w:rPr>
        <w:t xml:space="preserve">À tout moment pendant la validité de la citation, la variation des prix en raison de </w:t>
      </w:r>
    </w:p>
    <w:p w:rsidR="005106BE" w:rsidRPr="00170F43" w:rsidRDefault="005106BE" w:rsidP="00D83D89">
      <w:pPr>
        <w:ind w:left="720"/>
        <w:rPr>
          <w:rStyle w:val="lev"/>
          <w:b w:val="0"/>
          <w:iCs/>
          <w:sz w:val="24"/>
          <w:szCs w:val="24"/>
          <w:lang w:val="fr-FR"/>
        </w:rPr>
      </w:pPr>
    </w:p>
    <w:p w:rsidR="00880D8A" w:rsidRPr="00170F43" w:rsidRDefault="007A4568" w:rsidP="00072184">
      <w:pPr>
        <w:jc w:val="both"/>
        <w:rPr>
          <w:iCs/>
          <w:snapToGrid w:val="0"/>
          <w:sz w:val="24"/>
          <w:szCs w:val="24"/>
          <w:lang w:val="fr-FR"/>
        </w:rPr>
      </w:pPr>
      <w:r w:rsidRPr="00170F43">
        <w:rPr>
          <w:rStyle w:val="lev"/>
          <w:b w:val="0"/>
          <w:iCs/>
          <w:sz w:val="24"/>
          <w:szCs w:val="24"/>
          <w:lang w:val="fr-FR"/>
        </w:rPr>
        <w:t xml:space="preserve">              </w:t>
      </w:r>
      <w:r w:rsidR="00D83D89" w:rsidRPr="00170F43">
        <w:rPr>
          <w:rStyle w:val="lev"/>
          <w:b w:val="0"/>
          <w:iCs/>
          <w:sz w:val="24"/>
          <w:szCs w:val="24"/>
          <w:lang w:val="fr-FR"/>
        </w:rPr>
        <w:t>Cordialement</w:t>
      </w:r>
      <w:r w:rsidR="00880D8A" w:rsidRPr="00170F43">
        <w:rPr>
          <w:rStyle w:val="lev"/>
          <w:b w:val="0"/>
          <w:iCs/>
          <w:sz w:val="24"/>
          <w:szCs w:val="24"/>
          <w:lang w:val="fr-FR"/>
        </w:rPr>
        <w:t>,</w:t>
      </w:r>
    </w:p>
    <w:p w:rsidR="00880D8A" w:rsidRPr="00170F43" w:rsidRDefault="00880D8A" w:rsidP="00880D8A">
      <w:pPr>
        <w:ind w:left="5760" w:firstLine="720"/>
        <w:jc w:val="both"/>
        <w:rPr>
          <w:iCs/>
          <w:snapToGrid w:val="0"/>
          <w:color w:val="FF0000"/>
          <w:sz w:val="24"/>
          <w:szCs w:val="24"/>
          <w:lang w:val="fr-FR"/>
        </w:rPr>
      </w:pPr>
    </w:p>
    <w:p w:rsidR="001A0459" w:rsidRPr="00170F43" w:rsidRDefault="001A0459" w:rsidP="00880D8A">
      <w:pPr>
        <w:ind w:left="5760" w:firstLine="720"/>
        <w:jc w:val="both"/>
        <w:rPr>
          <w:iCs/>
          <w:snapToGrid w:val="0"/>
          <w:color w:val="FF0000"/>
          <w:sz w:val="24"/>
          <w:szCs w:val="24"/>
          <w:lang w:val="fr-FR"/>
        </w:rPr>
      </w:pPr>
    </w:p>
    <w:p w:rsidR="00C438A3" w:rsidRDefault="0028558A" w:rsidP="00DD043B">
      <w:pPr>
        <w:ind w:left="5760" w:firstLine="720"/>
        <w:jc w:val="both"/>
        <w:rPr>
          <w:sz w:val="24"/>
          <w:szCs w:val="24"/>
          <w:lang w:val="fr-FR"/>
        </w:rPr>
      </w:pPr>
      <w:r>
        <w:rPr>
          <w:sz w:val="24"/>
          <w:szCs w:val="24"/>
          <w:lang w:val="fr-FR"/>
        </w:rPr>
        <w:t>Assane BA</w:t>
      </w:r>
    </w:p>
    <w:p w:rsidR="0028558A" w:rsidRDefault="0028558A" w:rsidP="00DD043B">
      <w:pPr>
        <w:ind w:left="5760" w:firstLine="720"/>
        <w:jc w:val="both"/>
        <w:rPr>
          <w:sz w:val="24"/>
          <w:szCs w:val="24"/>
          <w:lang w:val="fr-FR"/>
        </w:rPr>
      </w:pPr>
      <w:r>
        <w:rPr>
          <w:sz w:val="24"/>
          <w:szCs w:val="24"/>
          <w:lang w:val="fr-FR"/>
        </w:rPr>
        <w:t>Associé aux Achats</w:t>
      </w:r>
    </w:p>
    <w:p w:rsidR="00C4592F" w:rsidRPr="00170F43" w:rsidRDefault="00C4592F" w:rsidP="00DD043B">
      <w:pPr>
        <w:ind w:left="5760" w:firstLine="720"/>
        <w:jc w:val="both"/>
        <w:rPr>
          <w:sz w:val="24"/>
          <w:szCs w:val="24"/>
          <w:lang w:val="fr-FR"/>
        </w:rPr>
      </w:pPr>
      <w:r>
        <w:rPr>
          <w:sz w:val="24"/>
          <w:szCs w:val="24"/>
          <w:lang w:val="fr-FR"/>
        </w:rPr>
        <w:t>UNWOMEN</w:t>
      </w:r>
    </w:p>
    <w:sectPr w:rsidR="00C4592F" w:rsidRPr="00170F43" w:rsidSect="00C912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25E2" w:rsidRDefault="002425E2" w:rsidP="00C42EAC">
      <w:r>
        <w:separator/>
      </w:r>
    </w:p>
  </w:endnote>
  <w:endnote w:type="continuationSeparator" w:id="0">
    <w:p w:rsidR="002425E2" w:rsidRDefault="002425E2" w:rsidP="00C42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arlett">
    <w:panose1 w:val="00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25E2" w:rsidRDefault="002425E2" w:rsidP="00C42EAC">
      <w:r>
        <w:separator/>
      </w:r>
    </w:p>
  </w:footnote>
  <w:footnote w:type="continuationSeparator" w:id="0">
    <w:p w:rsidR="002425E2" w:rsidRDefault="002425E2" w:rsidP="00C42E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2787A"/>
    <w:multiLevelType w:val="hybridMultilevel"/>
    <w:tmpl w:val="4AC838AC"/>
    <w:lvl w:ilvl="0" w:tplc="DA36E7BA">
      <w:start w:val="3"/>
      <w:numFmt w:val="bullet"/>
      <w:lvlText w:val="-"/>
      <w:lvlJc w:val="left"/>
      <w:pPr>
        <w:ind w:left="1080" w:hanging="360"/>
      </w:pPr>
      <w:rPr>
        <w:rFonts w:ascii="Arial" w:eastAsia="Times New Roman" w:hAnsi="Arial" w:cs="Arial" w:hint="default"/>
        <w:color w:val="222222"/>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28E92C9C"/>
    <w:multiLevelType w:val="hybridMultilevel"/>
    <w:tmpl w:val="ACB088D8"/>
    <w:lvl w:ilvl="0" w:tplc="D374962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D5E2D92"/>
    <w:multiLevelType w:val="hybridMultilevel"/>
    <w:tmpl w:val="45E8620E"/>
    <w:lvl w:ilvl="0" w:tplc="2A74F088">
      <w:numFmt w:val="bullet"/>
      <w:lvlText w:val="-"/>
      <w:lvlJc w:val="left"/>
      <w:pPr>
        <w:ind w:left="644" w:hanging="360"/>
      </w:pPr>
      <w:rPr>
        <w:rFonts w:ascii="Times New Roman" w:eastAsia="Times New Roman" w:hAnsi="Times New Roman"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 w15:restartNumberingAfterBreak="0">
    <w:nsid w:val="32BB6B2E"/>
    <w:multiLevelType w:val="hybridMultilevel"/>
    <w:tmpl w:val="E9E23A02"/>
    <w:lvl w:ilvl="0" w:tplc="04090017">
      <w:start w:val="1"/>
      <w:numFmt w:val="lowerLetter"/>
      <w:lvlText w:val="%1)"/>
      <w:lvlJc w:val="left"/>
      <w:pPr>
        <w:ind w:left="720" w:hanging="360"/>
      </w:pPr>
    </w:lvl>
    <w:lvl w:ilvl="1" w:tplc="C6785D8E">
      <w:start w:val="3"/>
      <w:numFmt w:val="bullet"/>
      <w:lvlText w:val="-"/>
      <w:lvlJc w:val="left"/>
      <w:pPr>
        <w:ind w:left="1440" w:hanging="360"/>
      </w:pPr>
      <w:rPr>
        <w:rFonts w:ascii="Times New Roman" w:eastAsia="Times New Roman" w:hAnsi="Times New Roman" w:cs="Times New Roman" w:hint="default"/>
      </w:rPr>
    </w:lvl>
    <w:lvl w:ilvl="2" w:tplc="34C26548">
      <w:start w:val="7"/>
      <w:numFmt w:val="bullet"/>
      <w:lvlText w:val="-"/>
      <w:lvlJc w:val="left"/>
      <w:pPr>
        <w:ind w:left="2340" w:hanging="360"/>
      </w:pPr>
      <w:rPr>
        <w:rFonts w:ascii="Times New Roman" w:eastAsia="Times New Roman" w:hAnsi="Times New Roman" w:cs="Times New Roman" w:hint="default"/>
      </w:rPr>
    </w:lvl>
    <w:lvl w:ilvl="3" w:tplc="D7F4652E">
      <w:start w:val="1"/>
      <w:numFmt w:val="lowerLetter"/>
      <w:lvlText w:val="%4)"/>
      <w:lvlJc w:val="left"/>
      <w:pPr>
        <w:ind w:left="2880" w:hanging="360"/>
      </w:pPr>
    </w:lvl>
    <w:lvl w:ilvl="4" w:tplc="E7182574">
      <w:start w:val="1"/>
      <w:numFmt w:val="decimal"/>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D2F761F"/>
    <w:multiLevelType w:val="hybridMultilevel"/>
    <w:tmpl w:val="A28EC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B03B2D"/>
    <w:multiLevelType w:val="hybridMultilevel"/>
    <w:tmpl w:val="3B825900"/>
    <w:lvl w:ilvl="0" w:tplc="6320449A">
      <w:start w:val="3"/>
      <w:numFmt w:val="bullet"/>
      <w:lvlText w:val="-"/>
      <w:lvlJc w:val="left"/>
      <w:pPr>
        <w:ind w:left="1080" w:hanging="360"/>
      </w:pPr>
      <w:rPr>
        <w:rFonts w:ascii="Calibri" w:eastAsia="Times New Roman" w:hAnsi="Calibri"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4E792CA1"/>
    <w:multiLevelType w:val="hybridMultilevel"/>
    <w:tmpl w:val="B5B8DD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3DF3933"/>
    <w:multiLevelType w:val="hybridMultilevel"/>
    <w:tmpl w:val="FF90C7C0"/>
    <w:lvl w:ilvl="0" w:tplc="93E071AA">
      <w:numFmt w:val="bullet"/>
      <w:lvlText w:val="-"/>
      <w:lvlJc w:val="left"/>
      <w:pPr>
        <w:ind w:left="644" w:hanging="360"/>
      </w:pPr>
      <w:rPr>
        <w:rFonts w:ascii="Times New Roman" w:eastAsia="Times New Roman" w:hAnsi="Times New Roman" w:cs="Times New Roman" w:hint="default"/>
        <w:b/>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8" w15:restartNumberingAfterBreak="0">
    <w:nsid w:val="666B7383"/>
    <w:multiLevelType w:val="hybridMultilevel"/>
    <w:tmpl w:val="A9D25F8C"/>
    <w:lvl w:ilvl="0" w:tplc="D34A70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D643559"/>
    <w:multiLevelType w:val="hybridMultilevel"/>
    <w:tmpl w:val="C7E8849C"/>
    <w:lvl w:ilvl="0" w:tplc="0409000F">
      <w:start w:val="1"/>
      <w:numFmt w:val="decimal"/>
      <w:lvlText w:val="%1."/>
      <w:lvlJc w:val="left"/>
      <w:pPr>
        <w:ind w:left="1080" w:hanging="360"/>
      </w:p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6"/>
  </w:num>
  <w:num w:numId="2">
    <w:abstractNumId w:val="4"/>
  </w:num>
  <w:num w:numId="3">
    <w:abstractNumId w:val="9"/>
    <w:lvlOverride w:ilvl="0">
      <w:startOverride w:val="1"/>
    </w:lvlOverride>
    <w:lvlOverride w:ilvl="1"/>
    <w:lvlOverride w:ilvl="2"/>
    <w:lvlOverride w:ilvl="3"/>
    <w:lvlOverride w:ilvl="4"/>
    <w:lvlOverride w:ilvl="5"/>
    <w:lvlOverride w:ilvl="6"/>
    <w:lvlOverride w:ilvl="7"/>
    <w:lvlOverride w:ilvl="8"/>
  </w:num>
  <w:num w:numId="4">
    <w:abstractNumId w:val="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
  </w:num>
  <w:num w:numId="7">
    <w:abstractNumId w:val="8"/>
  </w:num>
  <w:num w:numId="8">
    <w:abstractNumId w:val="1"/>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196"/>
    <w:rsid w:val="000077CD"/>
    <w:rsid w:val="000140DE"/>
    <w:rsid w:val="000170DE"/>
    <w:rsid w:val="0005573C"/>
    <w:rsid w:val="00072184"/>
    <w:rsid w:val="000732CF"/>
    <w:rsid w:val="00073E44"/>
    <w:rsid w:val="00074468"/>
    <w:rsid w:val="00085740"/>
    <w:rsid w:val="00092014"/>
    <w:rsid w:val="0010537B"/>
    <w:rsid w:val="00112E91"/>
    <w:rsid w:val="0012141F"/>
    <w:rsid w:val="0014069B"/>
    <w:rsid w:val="00170F43"/>
    <w:rsid w:val="001A0459"/>
    <w:rsid w:val="001B0506"/>
    <w:rsid w:val="001D0196"/>
    <w:rsid w:val="00202C9F"/>
    <w:rsid w:val="00240D05"/>
    <w:rsid w:val="002425E2"/>
    <w:rsid w:val="00253FD8"/>
    <w:rsid w:val="00280296"/>
    <w:rsid w:val="0028558A"/>
    <w:rsid w:val="002B6632"/>
    <w:rsid w:val="002B76B6"/>
    <w:rsid w:val="002D2B5C"/>
    <w:rsid w:val="00364A0C"/>
    <w:rsid w:val="003D43D6"/>
    <w:rsid w:val="003E6FEC"/>
    <w:rsid w:val="003F1AAD"/>
    <w:rsid w:val="004137FD"/>
    <w:rsid w:val="004240AC"/>
    <w:rsid w:val="00426284"/>
    <w:rsid w:val="004339D6"/>
    <w:rsid w:val="004D0959"/>
    <w:rsid w:val="004F3FCF"/>
    <w:rsid w:val="004F72D8"/>
    <w:rsid w:val="00505BA3"/>
    <w:rsid w:val="00507AA4"/>
    <w:rsid w:val="005106BE"/>
    <w:rsid w:val="0054149A"/>
    <w:rsid w:val="00547579"/>
    <w:rsid w:val="0056645F"/>
    <w:rsid w:val="00575095"/>
    <w:rsid w:val="00585819"/>
    <w:rsid w:val="005B0821"/>
    <w:rsid w:val="005B3C3D"/>
    <w:rsid w:val="005E49BB"/>
    <w:rsid w:val="005F43AD"/>
    <w:rsid w:val="00651AB1"/>
    <w:rsid w:val="0066692E"/>
    <w:rsid w:val="006C36A4"/>
    <w:rsid w:val="006D3123"/>
    <w:rsid w:val="006E4751"/>
    <w:rsid w:val="006F71CF"/>
    <w:rsid w:val="00731A4E"/>
    <w:rsid w:val="00760C5C"/>
    <w:rsid w:val="007A4568"/>
    <w:rsid w:val="00880D8A"/>
    <w:rsid w:val="008E20E6"/>
    <w:rsid w:val="008F2DE4"/>
    <w:rsid w:val="009313B7"/>
    <w:rsid w:val="009727EA"/>
    <w:rsid w:val="00985267"/>
    <w:rsid w:val="009857F3"/>
    <w:rsid w:val="009C5A66"/>
    <w:rsid w:val="009E7319"/>
    <w:rsid w:val="00A11950"/>
    <w:rsid w:val="00A70825"/>
    <w:rsid w:val="00A73F3A"/>
    <w:rsid w:val="00A74E7F"/>
    <w:rsid w:val="00A77579"/>
    <w:rsid w:val="00A855CC"/>
    <w:rsid w:val="00AA2617"/>
    <w:rsid w:val="00AC6FB0"/>
    <w:rsid w:val="00AE1501"/>
    <w:rsid w:val="00B859F9"/>
    <w:rsid w:val="00B94798"/>
    <w:rsid w:val="00BB336A"/>
    <w:rsid w:val="00BD341E"/>
    <w:rsid w:val="00BD39D2"/>
    <w:rsid w:val="00BD4DCD"/>
    <w:rsid w:val="00BD6A45"/>
    <w:rsid w:val="00BE628C"/>
    <w:rsid w:val="00C26A11"/>
    <w:rsid w:val="00C42EAC"/>
    <w:rsid w:val="00C438A3"/>
    <w:rsid w:val="00C4592F"/>
    <w:rsid w:val="00C7314A"/>
    <w:rsid w:val="00C84443"/>
    <w:rsid w:val="00C872B0"/>
    <w:rsid w:val="00C91215"/>
    <w:rsid w:val="00CA5DB6"/>
    <w:rsid w:val="00D13109"/>
    <w:rsid w:val="00D522E5"/>
    <w:rsid w:val="00D76523"/>
    <w:rsid w:val="00D83D89"/>
    <w:rsid w:val="00DA5088"/>
    <w:rsid w:val="00DA7BE4"/>
    <w:rsid w:val="00DD01C1"/>
    <w:rsid w:val="00DD043B"/>
    <w:rsid w:val="00E167E8"/>
    <w:rsid w:val="00E27361"/>
    <w:rsid w:val="00E51B73"/>
    <w:rsid w:val="00E5434C"/>
    <w:rsid w:val="00E7454A"/>
    <w:rsid w:val="00E82329"/>
    <w:rsid w:val="00E947E6"/>
    <w:rsid w:val="00F27C91"/>
    <w:rsid w:val="00F32781"/>
    <w:rsid w:val="00F55372"/>
    <w:rsid w:val="00FA75EE"/>
    <w:rsid w:val="00FE3262"/>
    <w:rsid w:val="00FF3A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5EC11B-AEBF-4D31-92DD-358FBCABB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6A45"/>
    <w:rPr>
      <w:rFonts w:ascii="Times New Roman" w:eastAsia="Times New Roman" w:hAnsi="Times New Roman"/>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yle5">
    <w:name w:val="Style5"/>
    <w:basedOn w:val="Policepardfaut"/>
    <w:rsid w:val="00BD6A45"/>
  </w:style>
  <w:style w:type="paragraph" w:styleId="Textedebulles">
    <w:name w:val="Balloon Text"/>
    <w:basedOn w:val="Normal"/>
    <w:link w:val="TextedebullesCar"/>
    <w:uiPriority w:val="99"/>
    <w:semiHidden/>
    <w:unhideWhenUsed/>
    <w:rsid w:val="00BD6A45"/>
    <w:rPr>
      <w:rFonts w:ascii="Tahoma" w:hAnsi="Tahoma" w:cs="Tahoma"/>
      <w:sz w:val="16"/>
      <w:szCs w:val="16"/>
    </w:rPr>
  </w:style>
  <w:style w:type="character" w:customStyle="1" w:styleId="TextedebullesCar">
    <w:name w:val="Texte de bulles Car"/>
    <w:link w:val="Textedebulles"/>
    <w:uiPriority w:val="99"/>
    <w:semiHidden/>
    <w:rsid w:val="00BD6A45"/>
    <w:rPr>
      <w:rFonts w:ascii="Tahoma" w:eastAsia="Times New Roman" w:hAnsi="Tahoma" w:cs="Tahoma"/>
      <w:sz w:val="16"/>
      <w:szCs w:val="16"/>
    </w:rPr>
  </w:style>
  <w:style w:type="paragraph" w:styleId="Paragraphedeliste">
    <w:name w:val="List Paragraph"/>
    <w:basedOn w:val="Normal"/>
    <w:link w:val="ParagraphedelisteCar"/>
    <w:uiPriority w:val="34"/>
    <w:qFormat/>
    <w:rsid w:val="00BD6A45"/>
    <w:pPr>
      <w:widowControl w:val="0"/>
      <w:overflowPunct w:val="0"/>
      <w:adjustRightInd w:val="0"/>
      <w:spacing w:line="360" w:lineRule="auto"/>
      <w:ind w:left="720"/>
      <w:contextualSpacing/>
    </w:pPr>
    <w:rPr>
      <w:kern w:val="28"/>
      <w:sz w:val="22"/>
      <w:szCs w:val="24"/>
    </w:rPr>
  </w:style>
  <w:style w:type="character" w:styleId="lev">
    <w:name w:val="Strong"/>
    <w:uiPriority w:val="22"/>
    <w:qFormat/>
    <w:rsid w:val="00880D8A"/>
    <w:rPr>
      <w:b/>
      <w:bCs/>
    </w:rPr>
  </w:style>
  <w:style w:type="character" w:styleId="Textedelespacerserv">
    <w:name w:val="Placeholder Text"/>
    <w:uiPriority w:val="99"/>
    <w:semiHidden/>
    <w:rsid w:val="00880D8A"/>
    <w:rPr>
      <w:color w:val="808080"/>
    </w:rPr>
  </w:style>
  <w:style w:type="character" w:styleId="Appelnotedebasdep">
    <w:name w:val="footnote reference"/>
    <w:semiHidden/>
    <w:rsid w:val="00C42EAC"/>
    <w:rPr>
      <w:vertAlign w:val="superscript"/>
    </w:rPr>
  </w:style>
  <w:style w:type="paragraph" w:styleId="Notedebasdepage">
    <w:name w:val="footnote text"/>
    <w:basedOn w:val="Normal"/>
    <w:link w:val="NotedebasdepageCar"/>
    <w:uiPriority w:val="99"/>
    <w:semiHidden/>
    <w:unhideWhenUsed/>
    <w:rsid w:val="00C42EAC"/>
  </w:style>
  <w:style w:type="character" w:customStyle="1" w:styleId="NotedebasdepageCar">
    <w:name w:val="Note de bas de page Car"/>
    <w:link w:val="Notedebasdepage"/>
    <w:uiPriority w:val="99"/>
    <w:semiHidden/>
    <w:rsid w:val="00C42EAC"/>
    <w:rPr>
      <w:rFonts w:ascii="Times New Roman" w:eastAsia="Times New Roman" w:hAnsi="Times New Roman" w:cs="Times New Roman"/>
      <w:sz w:val="20"/>
      <w:szCs w:val="20"/>
    </w:rPr>
  </w:style>
  <w:style w:type="table" w:styleId="Grilledutableau">
    <w:name w:val="Table Grid"/>
    <w:basedOn w:val="TableauNormal"/>
    <w:rsid w:val="00B9479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unhideWhenUsed/>
    <w:rsid w:val="00B94798"/>
    <w:rPr>
      <w:color w:val="0000FF"/>
      <w:u w:val="single"/>
    </w:rPr>
  </w:style>
  <w:style w:type="character" w:customStyle="1" w:styleId="ParagraphedelisteCar">
    <w:name w:val="Paragraphe de liste Car"/>
    <w:link w:val="Paragraphedeliste"/>
    <w:uiPriority w:val="34"/>
    <w:locked/>
    <w:rsid w:val="00B94798"/>
    <w:rPr>
      <w:rFonts w:ascii="Times New Roman" w:eastAsia="Times New Roman" w:hAnsi="Times New Roman"/>
      <w:kern w:val="28"/>
      <w:sz w:val="22"/>
      <w:szCs w:val="24"/>
    </w:rPr>
  </w:style>
  <w:style w:type="character" w:styleId="Lienhypertextesuivivisit">
    <w:name w:val="FollowedHyperlink"/>
    <w:uiPriority w:val="99"/>
    <w:semiHidden/>
    <w:unhideWhenUsed/>
    <w:rsid w:val="00C438A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363560">
      <w:bodyDiv w:val="1"/>
      <w:marLeft w:val="0"/>
      <w:marRight w:val="0"/>
      <w:marTop w:val="0"/>
      <w:marBottom w:val="0"/>
      <w:divBdr>
        <w:top w:val="none" w:sz="0" w:space="0" w:color="auto"/>
        <w:left w:val="none" w:sz="0" w:space="0" w:color="auto"/>
        <w:bottom w:val="none" w:sz="0" w:space="0" w:color="auto"/>
        <w:right w:val="none" w:sz="0" w:space="0" w:color="auto"/>
      </w:divBdr>
    </w:div>
    <w:div w:id="993990878">
      <w:bodyDiv w:val="1"/>
      <w:marLeft w:val="0"/>
      <w:marRight w:val="0"/>
      <w:marTop w:val="0"/>
      <w:marBottom w:val="0"/>
      <w:divBdr>
        <w:top w:val="none" w:sz="0" w:space="0" w:color="auto"/>
        <w:left w:val="none" w:sz="0" w:space="0" w:color="auto"/>
        <w:bottom w:val="none" w:sz="0" w:space="0" w:color="auto"/>
        <w:right w:val="none" w:sz="0" w:space="0" w:color="auto"/>
      </w:divBdr>
    </w:div>
    <w:div w:id="1831554067">
      <w:bodyDiv w:val="1"/>
      <w:marLeft w:val="0"/>
      <w:marRight w:val="0"/>
      <w:marTop w:val="0"/>
      <w:marBottom w:val="0"/>
      <w:divBdr>
        <w:top w:val="none" w:sz="0" w:space="0" w:color="auto"/>
        <w:left w:val="none" w:sz="0" w:space="0" w:color="auto"/>
        <w:bottom w:val="none" w:sz="0" w:space="0" w:color="auto"/>
        <w:right w:val="none" w:sz="0" w:space="0" w:color="auto"/>
      </w:divBdr>
    </w:div>
    <w:div w:id="188953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IOUNE\Documents\Procurement\RFQ\RFQ%20-%20EDITING-PRIME%20PRODUC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RFQ - EDITING-PRIME PRODUCTION</Template>
  <TotalTime>1</TotalTime>
  <Pages>2</Pages>
  <Words>428</Words>
  <Characters>2356</Characters>
  <Application>Microsoft Office Word</Application>
  <DocSecurity>0</DocSecurity>
  <Lines>19</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RFQ FOR SIMPLE SERVICES</vt:lpstr>
      <vt:lpstr>RFQ FOR SIMPLE SERVICES</vt:lpstr>
    </vt:vector>
  </TitlesOfParts>
  <Company/>
  <LinksUpToDate>false</LinksUpToDate>
  <CharactersWithSpaces>2779</CharactersWithSpaces>
  <SharedDoc>false</SharedDoc>
  <HLinks>
    <vt:vector size="12" baseType="variant">
      <vt:variant>
        <vt:i4>3801140</vt:i4>
      </vt:variant>
      <vt:variant>
        <vt:i4>3</vt:i4>
      </vt:variant>
      <vt:variant>
        <vt:i4>0</vt:i4>
      </vt:variant>
      <vt:variant>
        <vt:i4>5</vt:i4>
      </vt:variant>
      <vt:variant>
        <vt:lpwstr>http://www.unwomen.org/en/about-us/procurement/vendor-protest-procedure</vt:lpwstr>
      </vt:variant>
      <vt:variant>
        <vt:lpwstr/>
      </vt:variant>
      <vt:variant>
        <vt:i4>1835036</vt:i4>
      </vt:variant>
      <vt:variant>
        <vt:i4>0</vt:i4>
      </vt:variant>
      <vt:variant>
        <vt:i4>0</vt:i4>
      </vt:variant>
      <vt:variant>
        <vt:i4>5</vt:i4>
      </vt:variant>
      <vt:variant>
        <vt:lpwstr>http://www.unwomen.org/~/media/Headquarters/Attachments/Sections/About Us/Procurement/UNwomen-GeneralConditionsOfContract-Services-en.pdf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SIMPLE SERVICES</dc:title>
  <dc:creator>HP</dc:creator>
  <cp:lastModifiedBy>Assane Ba</cp:lastModifiedBy>
  <cp:revision>2</cp:revision>
  <dcterms:created xsi:type="dcterms:W3CDTF">2015-08-31T13:12:00Z</dcterms:created>
  <dcterms:modified xsi:type="dcterms:W3CDTF">2015-08-31T13:12:00Z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