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BC76B" w14:textId="250E0850" w:rsidR="008E19EB" w:rsidRDefault="003532E6" w:rsidP="008E19EB">
      <w:pPr>
        <w:pStyle w:val="Footer"/>
        <w:jc w:val="center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DECLARATION OF INTEREST</w:t>
      </w:r>
      <w:r w:rsidR="00FE71BF">
        <w:rPr>
          <w:b/>
          <w:bCs/>
          <w:sz w:val="24"/>
          <w:szCs w:val="24"/>
          <w:lang w:val="en-GB"/>
        </w:rPr>
        <w:t>S</w:t>
      </w:r>
      <w:r>
        <w:rPr>
          <w:b/>
          <w:bCs/>
          <w:sz w:val="24"/>
          <w:szCs w:val="24"/>
          <w:lang w:val="en-GB"/>
        </w:rPr>
        <w:t xml:space="preserve"> FOR </w:t>
      </w:r>
      <w:r w:rsidR="00813464">
        <w:rPr>
          <w:b/>
          <w:bCs/>
          <w:sz w:val="24"/>
          <w:szCs w:val="24"/>
          <w:lang w:val="en-GB"/>
        </w:rPr>
        <w:t>BUSINESS ENTITIES</w:t>
      </w:r>
    </w:p>
    <w:p w14:paraId="099894BF" w14:textId="3586CCCB" w:rsidR="008E19EB" w:rsidRPr="008E19EB" w:rsidRDefault="008E19EB" w:rsidP="008E19EB">
      <w:pPr>
        <w:pStyle w:val="Footer"/>
        <w:jc w:val="center"/>
        <w:rPr>
          <w:b/>
          <w:bCs/>
          <w:sz w:val="24"/>
          <w:szCs w:val="24"/>
          <w:lang w:val="en-GB"/>
        </w:rPr>
      </w:pPr>
      <w:r w:rsidRPr="008E19EB">
        <w:rPr>
          <w:b/>
          <w:bCs/>
          <w:sz w:val="24"/>
          <w:szCs w:val="24"/>
          <w:lang w:val="en-GB"/>
        </w:rPr>
        <w:t>(including entities which are part of a consortium)</w:t>
      </w:r>
    </w:p>
    <w:p w14:paraId="4DC6537C" w14:textId="77777777" w:rsidR="003532E6" w:rsidRDefault="003532E6" w:rsidP="00D43CCC">
      <w:pPr>
        <w:pStyle w:val="Footer"/>
        <w:rPr>
          <w:b/>
          <w:bCs/>
          <w:sz w:val="24"/>
          <w:szCs w:val="24"/>
          <w:lang w:val="en-GB"/>
        </w:rPr>
      </w:pPr>
    </w:p>
    <w:p w14:paraId="68811C1D" w14:textId="607E17A5" w:rsidR="008713DB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proofErr w:type="spellStart"/>
      <w:r w:rsidRPr="008713D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is committed to ensuring the highest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level of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 xml:space="preserve"> integrity and public confidence in its work on public health and global market issues, as well as the perception by others of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its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.  </w:t>
      </w:r>
      <w:proofErr w:type="spell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’s</w:t>
      </w:r>
      <w:proofErr w:type="spell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work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requires the assistance of external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.  Such experts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or service providers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may be individuals or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entities</w:t>
      </w:r>
      <w:r w:rsidR="00585891">
        <w:rPr>
          <w:rFonts w:ascii="Times New (W1)" w:hAnsi="Times New (W1)" w:cs="Times New (W1)"/>
          <w:sz w:val="22"/>
          <w:szCs w:val="22"/>
          <w:lang w:val="en-GB"/>
        </w:rPr>
        <w:t>, including consortiums of business entities.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This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Declaration of Interest</w:t>
      </w:r>
      <w:r w:rsidR="003A5096">
        <w:rPr>
          <w:rFonts w:ascii="Times New (W1)" w:hAnsi="Times New (W1)" w:cs="Times New (W1)"/>
          <w:sz w:val="22"/>
          <w:szCs w:val="22"/>
          <w:lang w:val="en-GB"/>
        </w:rPr>
        <w:t>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(DOI)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form is intended</w:t>
      </w:r>
      <w:r w:rsidR="00695D50">
        <w:rPr>
          <w:rFonts w:ascii="Times New (W1)" w:hAnsi="Times New (W1)" w:cs="Times New (W1)"/>
          <w:sz w:val="22"/>
          <w:szCs w:val="22"/>
          <w:lang w:val="en-GB"/>
        </w:rPr>
        <w:t xml:space="preserve"> for business entities.  </w:t>
      </w:r>
    </w:p>
    <w:p w14:paraId="41C5AF8E" w14:textId="77777777" w:rsidR="008713DB" w:rsidRDefault="008713DB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3E6D59E" w14:textId="11F11A0D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Who should complete this declaration?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This form should be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completed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by the Authorized Representatives of each business entity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intending to undertake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contractual work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or activities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for </w:t>
      </w:r>
      <w:proofErr w:type="spellStart"/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, whether alone or together with other entities, as part of a consortium.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A separate form should be completed by each of </w:t>
      </w:r>
      <w:r w:rsidRPr="008713DB">
        <w:rPr>
          <w:rFonts w:ascii="Times New (W1)" w:hAnsi="Times New (W1)" w:cs="Times New (W1)"/>
          <w:sz w:val="22"/>
          <w:szCs w:val="22"/>
          <w:lang w:val="en-GB"/>
        </w:rPr>
        <w:t>the Authorized Representatives of each of the individual business entities within a consortium</w:t>
      </w:r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E6D4D73" w14:textId="77777777" w:rsidR="003C42DC" w:rsidRDefault="003C42DC" w:rsidP="003C42DC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9569FAF" w14:textId="19A3E187" w:rsidR="004E7F3A" w:rsidRDefault="003C42DC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</w:pP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Definition</w:t>
      </w:r>
      <w:r w:rsidR="008713DB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 xml:space="preserve"> of “business entity”</w:t>
      </w:r>
      <w:r w:rsidRPr="003C42D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: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For the purposes of this form, a “business entity” is defined broadly and includes, but is not limited to, all catego</w:t>
      </w:r>
      <w:r>
        <w:rPr>
          <w:rFonts w:ascii="Times New (W1)" w:hAnsi="Times New (W1)" w:cs="Times New (W1)"/>
          <w:sz w:val="22"/>
          <w:szCs w:val="22"/>
          <w:lang w:val="en-GB"/>
        </w:rPr>
        <w:t>ries of companies, partnerships and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“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>sole traders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”</w:t>
      </w:r>
      <w:r>
        <w:rPr>
          <w:rFonts w:ascii="Times New (W1)" w:hAnsi="Times New (W1)" w:cs="Times New (W1)"/>
          <w:sz w:val="22"/>
          <w:szCs w:val="22"/>
          <w:lang w:val="en-GB"/>
        </w:rPr>
        <w:t>, as well as</w:t>
      </w:r>
      <w:r w:rsidRPr="003C42DC">
        <w:rPr>
          <w:rFonts w:ascii="Times New (W1)" w:hAnsi="Times New (W1)" w:cs="Times New (W1)"/>
          <w:sz w:val="22"/>
          <w:szCs w:val="22"/>
          <w:lang w:val="en-GB"/>
        </w:rPr>
        <w:t xml:space="preserve"> not-for-profit or other organizations.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  The </w:t>
      </w:r>
      <w:proofErr w:type="spellStart"/>
      <w:r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is available to provide further guidance on the scope of application of the form.</w:t>
      </w:r>
    </w:p>
    <w:p w14:paraId="6B38D9EF" w14:textId="77777777" w:rsidR="004E7F3A" w:rsidRPr="003C42DC" w:rsidRDefault="004E7F3A" w:rsidP="00D43CC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6607AF9" w14:textId="74746D0C" w:rsidR="003C42DC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What type of interest needs to be declared?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A business entity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’s</w:t>
      </w:r>
      <w:r w:rsidR="000B7447">
        <w:rPr>
          <w:rFonts w:ascii="Times New (W1)" w:hAnsi="Times New (W1)" w:cs="Times New (W1)"/>
          <w:sz w:val="22"/>
          <w:szCs w:val="22"/>
          <w:lang w:val="en-GB"/>
        </w:rPr>
        <w:t xml:space="preserve"> team members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441873">
        <w:rPr>
          <w:rFonts w:ascii="Times New (W1)" w:hAnsi="Times New (W1)" w:cs="Times New (W1)"/>
          <w:sz w:val="22"/>
          <w:szCs w:val="22"/>
          <w:lang w:val="en-GB"/>
        </w:rPr>
        <w:t>may have interests related to their expertise.</w:t>
      </w:r>
      <w:r w:rsidR="003532E6" w:rsidRPr="00871CAA"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proofErr w:type="spellStart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01706B">
        <w:rPr>
          <w:rFonts w:ascii="Times New (W1)" w:hAnsi="Times New (W1)" w:cs="Times New (W1)"/>
          <w:sz w:val="22"/>
          <w:szCs w:val="22"/>
          <w:lang w:val="en-GB"/>
        </w:rPr>
        <w:t xml:space="preserve"> therefore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requires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all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serving in an advisory role </w:t>
      </w:r>
      <w:r w:rsidR="00BE563A">
        <w:rPr>
          <w:rFonts w:ascii="Times New (W1)" w:hAnsi="Times New (W1)" w:cs="Times New (W1)"/>
          <w:sz w:val="22"/>
          <w:szCs w:val="22"/>
          <w:lang w:val="en-GB"/>
        </w:rPr>
        <w:t>to</w:t>
      </w:r>
      <w:r w:rsidR="004372D7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disclose any potential conflict of interest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related to the subject of the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work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activity in which they will be involved.</w:t>
      </w:r>
      <w:r w:rsidR="003532E6" w:rsidRPr="00871CAA">
        <w:rPr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Any interest that may affect, or may reasonably be perceived to affect, the </w:t>
      </w:r>
      <w:r w:rsidR="00813464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’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objectivity and independence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must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therefore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be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 disclosed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with respect to</w:t>
      </w:r>
      <w:r w:rsidR="004E7F3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>ll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team members who would be performing the work or carrying out activities </w:t>
      </w:r>
      <w:r w:rsidR="006E02FC">
        <w:rPr>
          <w:rFonts w:ascii="Times New (W1)" w:hAnsi="Times New (W1)" w:cs="Times New (W1)"/>
          <w:sz w:val="22"/>
          <w:szCs w:val="22"/>
          <w:lang w:val="en-GB"/>
        </w:rPr>
        <w:t xml:space="preserve">for </w:t>
      </w:r>
      <w:proofErr w:type="spellStart"/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C42DC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3C42DC" w:rsidRP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</w:p>
    <w:p w14:paraId="6079201E" w14:textId="77777777" w:rsidR="003C42DC" w:rsidRDefault="003C42DC" w:rsidP="003C42DC">
      <w:pPr>
        <w:ind w:left="108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0F41D473" w14:textId="2391E3C1" w:rsidR="003532E6" w:rsidRPr="00871CAA" w:rsidRDefault="008713DB" w:rsidP="00FE6C09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How to complete this declaration: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The Authorized Representative</w:t>
      </w:r>
      <w:r w:rsidR="00365A9D" w:rsidRPr="00365A9D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of each business entity should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complete 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and submit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this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DOI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form to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proofErr w:type="spellStart"/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Secretariat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undertaking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any contractual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activity on behalf of </w:t>
      </w:r>
      <w:proofErr w:type="spellStart"/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business entity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also promptly inform the </w:t>
      </w:r>
      <w:proofErr w:type="spellStart"/>
      <w:r w:rsid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Secretariat if there is any change in th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>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information </w:t>
      </w:r>
      <w:r w:rsidR="00365A9D">
        <w:rPr>
          <w:rFonts w:ascii="Times New (W1)" w:hAnsi="Times New (W1)" w:cs="Times New (W1)"/>
          <w:sz w:val="22"/>
          <w:szCs w:val="22"/>
          <w:lang w:val="en-GB"/>
        </w:rPr>
        <w:t xml:space="preserve">provided on this form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prior to, or during the course of,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6C0175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work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or any other activity carried out </w:t>
      </w:r>
      <w:r w:rsidR="00070BE5">
        <w:rPr>
          <w:rFonts w:ascii="Times New (W1)" w:hAnsi="Times New (W1)" w:cs="Times New (W1)"/>
          <w:sz w:val="22"/>
          <w:szCs w:val="22"/>
          <w:lang w:val="en-GB"/>
        </w:rPr>
        <w:t>for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proofErr w:type="spellStart"/>
      <w:r w:rsidR="001060FB" w:rsidRPr="001060FB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. </w:t>
      </w:r>
    </w:p>
    <w:p w14:paraId="6B7FF3C6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7E6122B6" w14:textId="296A7409" w:rsidR="007C05FC" w:rsidRPr="00D43CCC" w:rsidRDefault="008713DB" w:rsidP="00FE6C09">
      <w:pPr>
        <w:jc w:val="both"/>
        <w:rPr>
          <w:rFonts w:ascii="Times New (W1)" w:hAnsi="Times New (W1)" w:cs="Times New (W1)"/>
          <w:b/>
          <w:bCs/>
          <w:sz w:val="22"/>
          <w:szCs w:val="22"/>
          <w:lang w:val="en-GB"/>
        </w:rPr>
      </w:pPr>
      <w:r w:rsidRPr="00D43CCC">
        <w:rPr>
          <w:rFonts w:ascii="Times New (W1)" w:hAnsi="Times New (W1)" w:cs="Times New (W1)"/>
          <w:b/>
          <w:bCs/>
          <w:sz w:val="22"/>
          <w:szCs w:val="22"/>
          <w:u w:val="single"/>
          <w:lang w:val="en-GB"/>
        </w:rPr>
        <w:t>Assessment and outcome:</w:t>
      </w:r>
      <w:r>
        <w:rPr>
          <w:rFonts w:ascii="Times New (W1)" w:hAnsi="Times New (W1)" w:cs="Times New (W1)"/>
          <w:b/>
          <w:bCs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Answering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“No” to question no. 1, or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"Yes" to question </w:t>
      </w:r>
      <w:r w:rsidR="00EA3400">
        <w:rPr>
          <w:rFonts w:ascii="Times New (W1)" w:hAnsi="Times New (W1)" w:cs="Times New (W1)"/>
          <w:sz w:val="22"/>
          <w:szCs w:val="22"/>
          <w:lang w:val="en-GB"/>
        </w:rPr>
        <w:t xml:space="preserve">no. 2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on this form does not automatically disqualify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business </w:t>
      </w:r>
      <w:r w:rsidR="00721152">
        <w:rPr>
          <w:rFonts w:ascii="Times New (W1)" w:hAnsi="Times New (W1)" w:cs="Times New (W1)"/>
          <w:sz w:val="22"/>
          <w:szCs w:val="22"/>
          <w:lang w:val="en-GB"/>
        </w:rPr>
        <w:t xml:space="preserve">entity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or the consortium to which it belongs (if applicable),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or limit 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the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participation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of the business entity or the consortium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in a </w:t>
      </w:r>
      <w:proofErr w:type="spellStart"/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activity.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A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nswers will be reviewed by the </w:t>
      </w:r>
      <w:proofErr w:type="spellStart"/>
      <w:r w:rsidR="003C42DC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3C42DC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to determine whether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there is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a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relevant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conflict of interest.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>T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he outcome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will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depend on the circumstances (</w:t>
      </w:r>
      <w:r w:rsidR="00B220C1" w:rsidRPr="00871CAA">
        <w:rPr>
          <w:rFonts w:ascii="Times New (W1)" w:hAnsi="Times New (W1)" w:cs="Times New (W1)"/>
          <w:sz w:val="22"/>
          <w:szCs w:val="22"/>
          <w:lang w:val="en-GB"/>
        </w:rPr>
        <w:t>e.g.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, nature and magnitude of the interest, timeframe and duration of the interest). The Secretariat may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: </w:t>
      </w:r>
    </w:p>
    <w:p w14:paraId="3FFB0CDE" w14:textId="77777777" w:rsidR="007C05FC" w:rsidRDefault="007C05FC" w:rsidP="007C05FC">
      <w:pPr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58CEBBCB" w14:textId="47168B15" w:rsidR="007C05FC" w:rsidRDefault="003532E6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>conclude that no potential conflict exists or that the interest is irrelevant or insignificant</w:t>
      </w:r>
      <w:r w:rsidR="008D64C2">
        <w:rPr>
          <w:rFonts w:ascii="Times New (W1)" w:hAnsi="Times New (W1)" w:cs="Times New (W1)"/>
          <w:sz w:val="22"/>
          <w:szCs w:val="22"/>
          <w:lang w:val="en-GB"/>
        </w:rPr>
        <w:t xml:space="preserve">; </w:t>
      </w:r>
    </w:p>
    <w:p w14:paraId="06E6E4D9" w14:textId="691FF286" w:rsidR="003C42DC" w:rsidRDefault="008D64C2" w:rsidP="00D43CCC">
      <w:pPr>
        <w:numPr>
          <w:ilvl w:val="0"/>
          <w:numId w:val="39"/>
        </w:numPr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>determine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the declared interest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to be potentially or clearly significant, 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in which case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>one or more of the following three measures for managing the conflict of interest may be applied. The Secretariat</w:t>
      </w:r>
      <w:r w:rsidR="007C05FC">
        <w:rPr>
          <w:rFonts w:ascii="Times New (W1)" w:hAnsi="Times New (W1)" w:cs="Times New (W1)"/>
          <w:sz w:val="22"/>
          <w:szCs w:val="22"/>
          <w:lang w:val="en-GB"/>
        </w:rPr>
        <w:t xml:space="preserve"> may</w:t>
      </w:r>
      <w:r w:rsidR="003C42DC">
        <w:rPr>
          <w:rFonts w:ascii="Times New (W1)" w:hAnsi="Times New (W1)" w:cs="Times New (W1)"/>
          <w:sz w:val="22"/>
          <w:szCs w:val="22"/>
          <w:lang w:val="en-GB"/>
        </w:rPr>
        <w:t>:</w:t>
      </w:r>
    </w:p>
    <w:p w14:paraId="7858EF27" w14:textId="77777777" w:rsidR="003C42DC" w:rsidRDefault="003C42DC" w:rsidP="00302C6D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EEC3585" w14:textId="76D37A43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allow full participation, with public disclosure of 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entities</w:t>
      </w:r>
      <w:r w:rsidR="00B37762">
        <w:rPr>
          <w:rFonts w:ascii="Times New (W1)" w:hAnsi="Times New (W1)" w:cs="Times New (W1)"/>
          <w:sz w:val="22"/>
          <w:szCs w:val="22"/>
          <w:lang w:val="en-GB"/>
        </w:rPr>
        <w:t>’</w:t>
      </w:r>
      <w:r w:rsidR="00B37762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Pr="00871CAA">
        <w:rPr>
          <w:rFonts w:ascii="Times New (W1)" w:hAnsi="Times New (W1)" w:cs="Times New (W1)"/>
          <w:sz w:val="22"/>
          <w:szCs w:val="22"/>
          <w:lang w:val="en-GB"/>
        </w:rPr>
        <w:t xml:space="preserve">interest; </w:t>
      </w:r>
    </w:p>
    <w:p w14:paraId="7226F9CD" w14:textId="77777777" w:rsid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partial exclusion (i.e.,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</w:t>
      </w:r>
      <w:r w:rsidR="003C42DC" w:rsidRPr="005A4F5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be excluded from that portion of the work related to the declared interest and from the corresponding </w:t>
      </w:r>
      <w:proofErr w:type="gramStart"/>
      <w:r w:rsidRPr="005A4F5A">
        <w:rPr>
          <w:rFonts w:ascii="Times New (W1)" w:hAnsi="Times New (W1)" w:cs="Times New (W1)"/>
          <w:sz w:val="22"/>
          <w:szCs w:val="22"/>
          <w:lang w:val="en-GB"/>
        </w:rPr>
        <w:t>decision making</w:t>
      </w:r>
      <w:proofErr w:type="gramEnd"/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 process); or </w:t>
      </w:r>
    </w:p>
    <w:p w14:paraId="0763D52A" w14:textId="2A06568D" w:rsidR="003532E6" w:rsidRPr="005A4F5A" w:rsidRDefault="003532E6" w:rsidP="00D43CCC">
      <w:pPr>
        <w:numPr>
          <w:ilvl w:val="1"/>
          <w:numId w:val="39"/>
        </w:numPr>
        <w:ind w:left="1843"/>
        <w:jc w:val="both"/>
        <w:rPr>
          <w:rFonts w:ascii="Times New (W1)" w:hAnsi="Times New (W1)" w:cs="Times New (W1)"/>
          <w:sz w:val="22"/>
          <w:szCs w:val="22"/>
          <w:lang w:val="en-GB"/>
        </w:rPr>
      </w:pP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mandate total exclusion (i.e., </w:t>
      </w:r>
      <w:r w:rsidR="008713DB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entire consortium, the business entity </w:t>
      </w:r>
      <w:proofErr w:type="gramStart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>concerned</w:t>
      </w:r>
      <w:proofErr w:type="gramEnd"/>
      <w:r w:rsidR="001060FB" w:rsidRPr="005A4F5A">
        <w:rPr>
          <w:rFonts w:ascii="Times New (W1)" w:hAnsi="Times New (W1)" w:cs="Times New (W1)"/>
          <w:sz w:val="22"/>
          <w:szCs w:val="22"/>
          <w:lang w:val="en-GB"/>
        </w:rPr>
        <w:t xml:space="preserve"> or the </w:t>
      </w:r>
      <w:r w:rsidR="00611266" w:rsidRPr="005A4F5A">
        <w:rPr>
          <w:rFonts w:ascii="Times New (W1)" w:hAnsi="Times New (W1)" w:cs="Times New (W1)"/>
          <w:sz w:val="22"/>
          <w:szCs w:val="22"/>
          <w:lang w:val="en-GB"/>
        </w:rPr>
        <w:t xml:space="preserve">individual team member </w:t>
      </w:r>
      <w:r w:rsidRPr="005A4F5A">
        <w:rPr>
          <w:rFonts w:ascii="Times New (W1)" w:hAnsi="Times New (W1)" w:cs="Times New (W1)"/>
          <w:sz w:val="22"/>
          <w:szCs w:val="22"/>
          <w:lang w:val="en-GB"/>
        </w:rPr>
        <w:t xml:space="preserve">will not be able to participate in any part of the meeting or work). </w:t>
      </w:r>
    </w:p>
    <w:p w14:paraId="1BF55B3E" w14:textId="77777777" w:rsidR="003532E6" w:rsidRPr="00871CAA" w:rsidRDefault="003532E6" w:rsidP="003532E6">
      <w:pPr>
        <w:ind w:firstLine="720"/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1EDB20B" w14:textId="77777777" w:rsidR="003532E6" w:rsidRPr="00871CAA" w:rsidRDefault="003532E6" w:rsidP="003532E6">
      <w:pPr>
        <w:tabs>
          <w:tab w:val="left" w:pos="720"/>
        </w:tabs>
        <w:jc w:val="both"/>
        <w:rPr>
          <w:b/>
          <w:bCs/>
          <w:sz w:val="22"/>
          <w:szCs w:val="22"/>
          <w:lang w:val="en-GB"/>
        </w:rPr>
      </w:pPr>
    </w:p>
    <w:p w14:paraId="40EF26E5" w14:textId="30FF3620" w:rsidR="002A4ED5" w:rsidRDefault="004372D7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b/>
          <w:bCs/>
          <w:sz w:val="22"/>
          <w:szCs w:val="22"/>
          <w:u w:val="single"/>
          <w:lang w:val="en-GB"/>
        </w:rPr>
        <w:br w:type="page"/>
      </w:r>
      <w:r w:rsidR="002A4ED5">
        <w:rPr>
          <w:b/>
          <w:bCs/>
          <w:sz w:val="22"/>
          <w:szCs w:val="22"/>
          <w:u w:val="single"/>
          <w:lang w:val="en-GB"/>
        </w:rPr>
        <w:lastRenderedPageBreak/>
        <w:t xml:space="preserve">Undisclosed interests: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If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5A4F5A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>is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unable or unwilling to disclose the details of an interest that may pose a real or perceived conflict,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must disclose that a conflict of interest may exist and the </w:t>
      </w:r>
      <w:proofErr w:type="spellStart"/>
      <w:r w:rsidR="002725D0"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 w:rsidR="002725D0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Secretariat may decide that </w:t>
      </w:r>
      <w:r w:rsidR="000C1003">
        <w:rPr>
          <w:rFonts w:ascii="Times New (W1)" w:hAnsi="Times New (W1)" w:cs="Times New (W1)"/>
          <w:sz w:val="22"/>
          <w:szCs w:val="22"/>
          <w:lang w:val="en-GB"/>
        </w:rPr>
        <w:t>the business entity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 xml:space="preserve">or the entire consortium </w:t>
      </w:r>
      <w:r w:rsidR="003532E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be totally recused from the work concerned, after consulting with </w:t>
      </w:r>
      <w:r w:rsidR="00611266" w:rsidRPr="00871CAA"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r w:rsidR="001060FB">
        <w:rPr>
          <w:rFonts w:ascii="Times New (W1)" w:hAnsi="Times New (W1)" w:cs="Times New (W1)"/>
          <w:sz w:val="22"/>
          <w:szCs w:val="22"/>
          <w:lang w:val="en-GB"/>
        </w:rPr>
        <w:t>business entity</w:t>
      </w:r>
      <w:r w:rsidR="00302C6D" w:rsidRPr="00871CAA">
        <w:rPr>
          <w:rFonts w:ascii="Times New (W1)" w:hAnsi="Times New (W1)" w:cs="Times New (W1)"/>
          <w:sz w:val="22"/>
          <w:szCs w:val="22"/>
          <w:lang w:val="en-GB"/>
        </w:rPr>
        <w:t>.</w:t>
      </w:r>
      <w:r w:rsidR="002A4ED5">
        <w:rPr>
          <w:rFonts w:ascii="Times New (W1)" w:hAnsi="Times New (W1)" w:cs="Times New (W1)"/>
          <w:sz w:val="22"/>
          <w:szCs w:val="22"/>
          <w:lang w:val="en-GB"/>
        </w:rPr>
        <w:t xml:space="preserve">  </w:t>
      </w:r>
    </w:p>
    <w:p w14:paraId="254A6C8E" w14:textId="77777777" w:rsidR="002725D0" w:rsidRDefault="002725D0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33335C4D" w14:textId="1C68BF2D" w:rsidR="002725D0" w:rsidRDefault="002725D0" w:rsidP="00FE6C09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t xml:space="preserve">The </w:t>
      </w:r>
      <w:proofErr w:type="spellStart"/>
      <w:r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>
        <w:rPr>
          <w:rFonts w:ascii="Times New (W1)" w:hAnsi="Times New (W1)" w:cs="Times New (W1)"/>
          <w:sz w:val="22"/>
          <w:szCs w:val="22"/>
          <w:lang w:val="en-GB"/>
        </w:rPr>
        <w:t xml:space="preserve"> Secretariat may also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 xml:space="preserve">decide that the business entity or the entire consortium 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must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 totally r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ecused from the work concerned if it </w:t>
      </w:r>
      <w:r w:rsidRPr="002725D0">
        <w:rPr>
          <w:rFonts w:ascii="Times New (W1)" w:hAnsi="Times New (W1)" w:cs="Times New (W1)"/>
          <w:sz w:val="22"/>
          <w:szCs w:val="22"/>
          <w:lang w:val="en-GB"/>
        </w:rPr>
        <w:t>becomes aware through other sources of an undisclosed conflict of interest</w:t>
      </w:r>
      <w:r>
        <w:rPr>
          <w:rFonts w:ascii="Times New (W1)" w:hAnsi="Times New (W1)" w:cs="Times New (W1)"/>
          <w:sz w:val="22"/>
          <w:szCs w:val="22"/>
          <w:lang w:val="en-GB"/>
        </w:rPr>
        <w:t xml:space="preserve">.  The failure to disclose a conflict of interest may also represent grounds for termination of contract by </w:t>
      </w:r>
      <w:proofErr w:type="spellStart"/>
      <w:r>
        <w:rPr>
          <w:rFonts w:ascii="Times New (W1)" w:hAnsi="Times New (W1)" w:cs="Times New (W1)"/>
          <w:sz w:val="22"/>
          <w:szCs w:val="22"/>
          <w:lang w:val="en-GB"/>
        </w:rPr>
        <w:t>U</w:t>
      </w:r>
      <w:r w:rsidR="00FE6C09">
        <w:rPr>
          <w:rFonts w:ascii="Times New (W1)" w:hAnsi="Times New (W1)" w:cs="Times New (W1)"/>
          <w:sz w:val="22"/>
          <w:szCs w:val="22"/>
          <w:lang w:val="en-GB"/>
        </w:rPr>
        <w:t>nitaid</w:t>
      </w:r>
      <w:proofErr w:type="spellEnd"/>
      <w:r>
        <w:rPr>
          <w:rFonts w:ascii="Times New (W1)" w:hAnsi="Times New (W1)" w:cs="Times New (W1)"/>
          <w:sz w:val="22"/>
          <w:szCs w:val="22"/>
          <w:lang w:val="en-GB"/>
        </w:rPr>
        <w:t>.</w:t>
      </w:r>
    </w:p>
    <w:p w14:paraId="627C2186" w14:textId="77777777" w:rsidR="002A4ED5" w:rsidRDefault="002A4ED5" w:rsidP="002A4ED5">
      <w:pPr>
        <w:tabs>
          <w:tab w:val="left" w:pos="720"/>
        </w:tabs>
        <w:jc w:val="both"/>
        <w:rPr>
          <w:rFonts w:ascii="Times New (W1)" w:hAnsi="Times New (W1)" w:cs="Times New (W1)"/>
          <w:sz w:val="22"/>
          <w:szCs w:val="22"/>
          <w:lang w:val="en-GB"/>
        </w:rPr>
      </w:pPr>
    </w:p>
    <w:p w14:paraId="11714455" w14:textId="53BD6D3E" w:rsidR="0010459C" w:rsidRPr="00E56AA4" w:rsidRDefault="008713DB" w:rsidP="00FA1357">
      <w:pPr>
        <w:ind w:left="2835" w:hanging="2835"/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="Times New (W1)" w:hAnsi="Times New (W1)" w:cs="Times New (W1)"/>
          <w:sz w:val="22"/>
          <w:szCs w:val="22"/>
          <w:lang w:val="en-GB"/>
        </w:rPr>
        <w:br w:type="page"/>
      </w:r>
      <w:r w:rsidR="00E56AA4"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lastRenderedPageBreak/>
        <w:t>PROJECT TITLE: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b/>
            <w:bCs/>
            <w:color w:val="0070C0"/>
            <w:sz w:val="24"/>
            <w:szCs w:val="28"/>
          </w:rPr>
          <w:id w:val="1162506421"/>
          <w:placeholder>
            <w:docPart w:val="CF41D09E6B534DF78307132468384484"/>
          </w:placeholder>
          <w:text/>
        </w:sdtPr>
        <w:sdtContent>
          <w:r w:rsidR="002C24DF" w:rsidRPr="002C24DF">
            <w:rPr>
              <w:b/>
              <w:bCs/>
              <w:color w:val="0070C0"/>
              <w:sz w:val="24"/>
              <w:szCs w:val="28"/>
            </w:rPr>
            <w:t>Consultancy for experts to support landscape assessment for clinical trials and bio-analytical (including BA/BE trials) capabilities/opportunities in Africa</w:t>
          </w:r>
        </w:sdtContent>
      </w:sdt>
    </w:p>
    <w:p w14:paraId="15DAF53D" w14:textId="3F7298FD" w:rsidR="00E70FE8" w:rsidRDefault="00E56AA4" w:rsidP="003504AE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E56AA4">
        <w:rPr>
          <w:rFonts w:asciiTheme="majorBidi" w:hAnsiTheme="majorBidi" w:cstheme="majorBidi"/>
          <w:b/>
          <w:bCs/>
          <w:sz w:val="28"/>
          <w:szCs w:val="28"/>
          <w:lang w:val="en-GB"/>
        </w:rPr>
        <w:t>DATES: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Fonts w:asciiTheme="majorBidi" w:hAnsiTheme="majorBidi" w:cstheme="majorBidi"/>
            <w:sz w:val="24"/>
            <w:szCs w:val="24"/>
            <w:lang w:val="en-GB"/>
          </w:rPr>
          <w:id w:val="889389216"/>
          <w:placeholder>
            <w:docPart w:val="137335B101864CA58EBC327CAB6E06B8"/>
          </w:placeholder>
          <w:text/>
        </w:sdtPr>
        <w:sdtContent>
          <w:r w:rsidR="002C24DF">
            <w:rPr>
              <w:rFonts w:asciiTheme="majorBidi" w:hAnsiTheme="majorBidi" w:cstheme="majorBidi"/>
              <w:sz w:val="24"/>
              <w:szCs w:val="24"/>
              <w:lang w:val="en-GB"/>
            </w:rPr>
            <w:t>April</w:t>
          </w:r>
          <w:r w:rsidR="000E1452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FA1357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to </w:t>
          </w:r>
          <w:r w:rsidR="002C24DF">
            <w:rPr>
              <w:rFonts w:asciiTheme="majorBidi" w:hAnsiTheme="majorBidi" w:cstheme="majorBidi"/>
              <w:sz w:val="24"/>
              <w:szCs w:val="24"/>
              <w:lang w:val="en-GB"/>
            </w:rPr>
            <w:t>July</w:t>
          </w:r>
          <w:r w:rsidR="005B123B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</w:t>
          </w:r>
          <w:r w:rsidR="007D3743">
            <w:rPr>
              <w:rFonts w:asciiTheme="majorBidi" w:hAnsiTheme="majorBidi" w:cstheme="majorBidi"/>
              <w:sz w:val="24"/>
              <w:szCs w:val="24"/>
              <w:lang w:val="en-GB"/>
            </w:rPr>
            <w:t>202</w:t>
          </w:r>
          <w:r w:rsidR="00947163">
            <w:rPr>
              <w:rFonts w:asciiTheme="majorBidi" w:hAnsiTheme="majorBidi" w:cstheme="majorBidi"/>
              <w:sz w:val="24"/>
              <w:szCs w:val="24"/>
              <w:lang w:val="en-GB"/>
            </w:rPr>
            <w:t>4</w:t>
          </w:r>
          <w:r w:rsidR="000E1452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 (and extension thereof</w:t>
          </w:r>
          <w:r w:rsidR="00947163">
            <w:rPr>
              <w:rFonts w:asciiTheme="majorBidi" w:hAnsiTheme="majorBidi" w:cstheme="majorBidi"/>
              <w:sz w:val="24"/>
              <w:szCs w:val="24"/>
              <w:lang w:val="en-GB"/>
            </w:rPr>
            <w:t>, if any</w:t>
          </w:r>
          <w:r w:rsidR="000E1452">
            <w:rPr>
              <w:rFonts w:asciiTheme="majorBidi" w:hAnsiTheme="majorBidi" w:cstheme="majorBidi"/>
              <w:sz w:val="24"/>
              <w:szCs w:val="24"/>
              <w:lang w:val="en-GB"/>
            </w:rPr>
            <w:t xml:space="preserve">) </w:t>
          </w:r>
        </w:sdtContent>
      </w:sdt>
      <w:r w:rsidR="000639D3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7CB62A48" w14:textId="63A67C6C" w:rsidR="00871CAA" w:rsidRDefault="00FE71BF" w:rsidP="009B49E4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BUSINESS ENTITY:</w:t>
      </w:r>
      <w:r w:rsidR="00E70FE8">
        <w:rPr>
          <w:rFonts w:asciiTheme="majorBidi" w:hAnsiTheme="majorBidi" w:cstheme="majorBidi"/>
          <w:b/>
          <w:bCs/>
          <w:sz w:val="28"/>
          <w:szCs w:val="28"/>
          <w:lang w:val="en-GB"/>
        </w:rPr>
        <w:tab/>
      </w:r>
      <w:sdt>
        <w:sdtPr>
          <w:rPr>
            <w:rStyle w:val="PlaceholderText"/>
          </w:rPr>
          <w:id w:val="1177922917"/>
          <w:placeholder>
            <w:docPart w:val="ECE66C9CF1BF417BA48B5BD6A29B6449"/>
          </w:placeholder>
          <w:text/>
        </w:sdtPr>
        <w:sdtContent>
          <w:r w:rsidR="000639D3">
            <w:rPr>
              <w:rStyle w:val="PlaceholderText"/>
            </w:rPr>
            <w:t>E</w:t>
          </w:r>
          <w:r w:rsidR="000639D3" w:rsidRPr="00FE71BF">
            <w:rPr>
              <w:rStyle w:val="PlaceholderText"/>
            </w:rPr>
            <w:t>nter name of business entity being represented</w:t>
          </w:r>
        </w:sdtContent>
      </w:sdt>
      <w:r w:rsidR="000639D3" w:rsidRPr="00712006" w:rsidDel="009B49E4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</w:p>
    <w:p w14:paraId="4B9EDD74" w14:textId="77777777" w:rsidR="00712006" w:rsidRDefault="00712006" w:rsidP="00712006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2885C98C" w14:textId="1F8103B8" w:rsidR="0062711C" w:rsidRDefault="00871CA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>P</w:t>
      </w:r>
      <w:r w:rsidR="0062711C" w:rsidRPr="00D43CCC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lease </w:t>
      </w:r>
      <w:r w:rsidR="002A4ED5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respond to the following request for information: </w:t>
      </w:r>
    </w:p>
    <w:p w14:paraId="106B0CA5" w14:textId="77777777" w:rsidR="00BE563A" w:rsidRDefault="00BE563A" w:rsidP="00D43CCC">
      <w:pPr>
        <w:jc w:val="bot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14:paraId="75D0DA7F" w14:textId="1789526C" w:rsidR="00BE563A" w:rsidRDefault="00BE563A" w:rsidP="0001706B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right" w:pos="709"/>
          <w:tab w:val="left" w:pos="878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AB7F5B">
        <w:rPr>
          <w:rFonts w:asciiTheme="majorBidi" w:hAnsiTheme="majorBidi" w:cstheme="majorBidi"/>
          <w:sz w:val="22"/>
          <w:szCs w:val="22"/>
          <w:lang w:val="en-GB"/>
        </w:rPr>
        <w:tab/>
        <w:t>Can you confirm that you have performed an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>I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nternal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onflict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>C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heck </w:t>
      </w:r>
      <w:r w:rsidR="004E7F3A">
        <w:rPr>
          <w:rFonts w:asciiTheme="majorBidi" w:hAnsiTheme="majorBidi" w:cstheme="majorBidi"/>
          <w:sz w:val="22"/>
          <w:szCs w:val="22"/>
          <w:lang w:val="en-GB"/>
        </w:rPr>
        <w:t xml:space="preserve">with respect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 xml:space="preserve">to this project and that no conflicts 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of interest 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were detected or that appropriate action has been taken to address any conflicts</w:t>
      </w:r>
      <w:r w:rsidR="006E02FC">
        <w:rPr>
          <w:rFonts w:asciiTheme="majorBidi" w:hAnsiTheme="majorBidi" w:cstheme="majorBidi"/>
          <w:sz w:val="22"/>
          <w:szCs w:val="22"/>
          <w:lang w:val="en-GB"/>
        </w:rPr>
        <w:t xml:space="preserve"> of interest</w:t>
      </w:r>
      <w:r w:rsidRPr="00AB7F5B">
        <w:rPr>
          <w:rFonts w:asciiTheme="majorBidi" w:hAnsiTheme="majorBidi" w:cstheme="majorBidi"/>
          <w:sz w:val="22"/>
          <w:szCs w:val="22"/>
          <w:lang w:val="en-GB"/>
        </w:rPr>
        <w:t>?</w:t>
      </w:r>
    </w:p>
    <w:p w14:paraId="7F9F94F3" w14:textId="77777777" w:rsidR="00BE563A" w:rsidRDefault="00BE563A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</w:p>
    <w:p w14:paraId="28221FF2" w14:textId="442F9D36" w:rsidR="00BE563A" w:rsidRPr="00AB7F5B" w:rsidRDefault="00BE563A" w:rsidP="00AB7F5B">
      <w:pPr>
        <w:pStyle w:val="Footer"/>
        <w:tabs>
          <w:tab w:val="clear" w:pos="4320"/>
          <w:tab w:val="clear" w:pos="8640"/>
          <w:tab w:val="right" w:pos="709"/>
          <w:tab w:val="left" w:pos="8789"/>
          <w:tab w:val="right" w:pos="10206"/>
        </w:tabs>
        <w:ind w:left="720"/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07748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56AA4"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-1186593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71CAA">
            <w:rPr>
              <w:rFonts w:ascii="MS Mincho" w:eastAsia="MS Mincho" w:hAnsi="MS Mincho" w:cs="MS Mincho" w:hint="eastAsia"/>
              <w:sz w:val="22"/>
              <w:szCs w:val="22"/>
              <w:lang w:val="en-GB"/>
            </w:rPr>
            <w:t>☐</w:t>
          </w:r>
        </w:sdtContent>
      </w:sdt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B9547D" w14:textId="77777777" w:rsidR="00B37762" w:rsidRDefault="00B37762" w:rsidP="00D43CCC">
      <w:pPr>
        <w:pStyle w:val="Footer"/>
        <w:rPr>
          <w:rFonts w:asciiTheme="majorBidi" w:hAnsiTheme="majorBidi" w:cstheme="majorBidi"/>
          <w:sz w:val="22"/>
          <w:szCs w:val="22"/>
          <w:lang w:val="en-GB"/>
        </w:rPr>
      </w:pPr>
    </w:p>
    <w:p w14:paraId="0846F914" w14:textId="2F3B1098" w:rsidR="00616D6E" w:rsidRPr="00D43CCC" w:rsidRDefault="00D43CCC" w:rsidP="00FE6C09">
      <w:pPr>
        <w:pStyle w:val="Footer"/>
        <w:numPr>
          <w:ilvl w:val="0"/>
          <w:numId w:val="41"/>
        </w:numPr>
        <w:tabs>
          <w:tab w:val="clear" w:pos="4320"/>
          <w:tab w:val="clear" w:pos="8640"/>
          <w:tab w:val="left" w:pos="709"/>
          <w:tab w:val="right" w:pos="10206"/>
        </w:tabs>
        <w:rPr>
          <w:rFonts w:asciiTheme="majorBidi" w:hAnsiTheme="majorBidi" w:cstheme="majorBidi"/>
          <w:sz w:val="22"/>
          <w:szCs w:val="22"/>
          <w:lang w:val="en-GB"/>
        </w:rPr>
      </w:pPr>
      <w:r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Ha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ve</w:t>
      </w:r>
      <w:r w:rsidR="00616D6E" w:rsidRPr="004372D7">
        <w:rPr>
          <w:rFonts w:asciiTheme="majorBidi" w:hAnsiTheme="majorBidi" w:cstheme="majorBidi"/>
          <w:sz w:val="22"/>
          <w:szCs w:val="22"/>
          <w:lang w:val="en-GB"/>
        </w:rPr>
        <w:t xml:space="preserve"> any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of your business entity’s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team member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>s</w:t>
      </w:r>
      <w:r w:rsidR="00616D6E" w:rsidRPr="00AB7F5B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2A4ED5" w:rsidRPr="00AB7F5B">
        <w:rPr>
          <w:rFonts w:asciiTheme="majorBidi" w:hAnsiTheme="majorBidi" w:cstheme="majorBidi"/>
          <w:sz w:val="22"/>
          <w:szCs w:val="22"/>
          <w:lang w:val="en-GB"/>
        </w:rPr>
        <w:t xml:space="preserve">who would be performing the work or carrying out activities </w:t>
      </w:r>
      <w:r w:rsidR="00FE6738" w:rsidRPr="00AB7F5B">
        <w:rPr>
          <w:rFonts w:asciiTheme="majorBidi" w:hAnsiTheme="majorBidi" w:cstheme="majorBidi"/>
          <w:sz w:val="22"/>
          <w:szCs w:val="22"/>
          <w:lang w:val="en-GB"/>
        </w:rPr>
        <w:t>for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proofErr w:type="spellStart"/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proofErr w:type="spellEnd"/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previously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had any employment or other professional relationship with</w:t>
      </w:r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proofErr w:type="spellStart"/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proofErr w:type="spellEnd"/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or any entity which is known to be the subject of or connected to the work or activities which will be carried out for </w:t>
      </w:r>
      <w:proofErr w:type="spellStart"/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>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proofErr w:type="spellEnd"/>
      <w:r w:rsidR="00616D6E" w:rsidRPr="00FE6738">
        <w:rPr>
          <w:rFonts w:asciiTheme="majorBidi" w:hAnsiTheme="majorBidi" w:cstheme="majorBidi"/>
          <w:sz w:val="22"/>
          <w:szCs w:val="22"/>
          <w:lang w:val="en-GB"/>
        </w:rPr>
        <w:t>?</w:t>
      </w:r>
      <w:r w:rsidR="002A4ED5" w:rsidRPr="00FE6738">
        <w:rPr>
          <w:rFonts w:asciiTheme="majorBidi" w:hAnsiTheme="majorBidi" w:cstheme="majorBidi"/>
          <w:sz w:val="22"/>
          <w:szCs w:val="22"/>
          <w:lang w:val="en-GB"/>
        </w:rPr>
        <w:t xml:space="preserve">  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>Is there anything else that could affect the objectivity or independence of your business entity</w:t>
      </w:r>
      <w:r w:rsidR="004D6EC1">
        <w:rPr>
          <w:rFonts w:asciiTheme="majorBidi" w:hAnsiTheme="majorBidi" w:cstheme="majorBidi"/>
          <w:sz w:val="22"/>
          <w:szCs w:val="22"/>
          <w:lang w:val="en-GB"/>
        </w:rPr>
        <w:t>’s</w:t>
      </w:r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 individual team members in the performance of the work or activities for </w:t>
      </w:r>
      <w:proofErr w:type="spellStart"/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>U</w:t>
      </w:r>
      <w:r w:rsidR="00FE6C09">
        <w:rPr>
          <w:rFonts w:asciiTheme="majorBidi" w:hAnsiTheme="majorBidi" w:cstheme="majorBidi"/>
          <w:sz w:val="22"/>
          <w:szCs w:val="22"/>
          <w:lang w:val="en-GB"/>
        </w:rPr>
        <w:t>nitaid</w:t>
      </w:r>
      <w:proofErr w:type="spellEnd"/>
      <w:r w:rsidR="002A4ED5" w:rsidRPr="00D43CCC">
        <w:rPr>
          <w:rFonts w:asciiTheme="majorBidi" w:hAnsiTheme="majorBidi" w:cstheme="majorBidi"/>
          <w:sz w:val="22"/>
          <w:szCs w:val="22"/>
          <w:lang w:val="en-GB"/>
        </w:rPr>
        <w:t xml:space="preserve">, or the perception of others of their objectivity and independence? </w:t>
      </w:r>
    </w:p>
    <w:p w14:paraId="0152F0D7" w14:textId="77777777" w:rsidR="00616D6E" w:rsidRDefault="00616D6E" w:rsidP="00D43CCC">
      <w:pPr>
        <w:pStyle w:val="Footer"/>
        <w:tabs>
          <w:tab w:val="clear" w:pos="8640"/>
          <w:tab w:val="left" w:pos="8789"/>
          <w:tab w:val="right" w:pos="10065"/>
        </w:tabs>
        <w:rPr>
          <w:rFonts w:asciiTheme="majorBidi" w:hAnsiTheme="majorBidi" w:cstheme="majorBidi"/>
          <w:sz w:val="22"/>
          <w:szCs w:val="22"/>
          <w:lang w:val="en-GB"/>
        </w:rPr>
      </w:pPr>
      <w:r w:rsidRPr="00D43CCC">
        <w:rPr>
          <w:rFonts w:asciiTheme="majorBidi" w:hAnsiTheme="majorBidi" w:cstheme="majorBidi"/>
          <w:sz w:val="22"/>
          <w:szCs w:val="22"/>
          <w:lang w:val="en-GB"/>
        </w:rPr>
        <w:tab/>
      </w:r>
      <w:r>
        <w:rPr>
          <w:rFonts w:asciiTheme="majorBidi" w:hAnsiTheme="majorBidi" w:cstheme="majorBidi"/>
          <w:sz w:val="22"/>
          <w:szCs w:val="22"/>
          <w:lang w:val="en-GB"/>
        </w:rPr>
        <w:tab/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135924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ajorBidi" w:hint="eastAsia"/>
              <w:sz w:val="22"/>
              <w:szCs w:val="22"/>
              <w:lang w:val="en-GB"/>
            </w:rPr>
            <w:t>☐</w:t>
          </w:r>
        </w:sdtContent>
      </w:sdt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Yes </w:t>
      </w:r>
      <w:sdt>
        <w:sdtPr>
          <w:rPr>
            <w:rFonts w:asciiTheme="majorBidi" w:hAnsiTheme="majorBidi" w:cstheme="majorBidi"/>
            <w:sz w:val="22"/>
            <w:szCs w:val="22"/>
            <w:lang w:val="en-GB"/>
          </w:rPr>
          <w:id w:val="484060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71CAA">
            <w:rPr>
              <w:rFonts w:ascii="MS Mincho" w:eastAsia="MS Mincho" w:hAnsi="MS Mincho" w:cs="MS Mincho" w:hint="eastAsia"/>
              <w:sz w:val="22"/>
              <w:szCs w:val="22"/>
              <w:lang w:val="en-GB"/>
            </w:rPr>
            <w:t>☐</w:t>
          </w:r>
        </w:sdtContent>
      </w:sdt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No</w:t>
      </w:r>
    </w:p>
    <w:p w14:paraId="4FA32810" w14:textId="77777777" w:rsidR="0062711C" w:rsidRPr="00871CAA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p w14:paraId="51C99130" w14:textId="6FA56687" w:rsidR="0062711C" w:rsidRPr="00871CAA" w:rsidRDefault="00820B73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>
        <w:rPr>
          <w:rFonts w:asciiTheme="majorBidi" w:hAnsiTheme="majorBidi" w:cstheme="majorBidi"/>
          <w:i/>
          <w:iCs/>
          <w:sz w:val="22"/>
          <w:szCs w:val="22"/>
          <w:lang w:val="en-GB"/>
        </w:rPr>
        <w:t>If appropriate, p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>lease provide brief details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below</w:t>
      </w:r>
      <w:r w:rsidR="00D43CCC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or on a separate page</w:t>
      </w:r>
      <w:r w:rsidR="0062711C"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>:</w:t>
      </w:r>
    </w:p>
    <w:p w14:paraId="204319A0" w14:textId="77777777" w:rsidR="0062711C" w:rsidRPr="00871CAA" w:rsidRDefault="0062711C" w:rsidP="006C0175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37"/>
      </w:tblGrid>
      <w:tr w:rsidR="0062711C" w:rsidRPr="00871CAA" w14:paraId="5618D949" w14:textId="77777777" w:rsidTr="001D1512">
        <w:trPr>
          <w:trHeight w:val="2509"/>
        </w:trPr>
        <w:tc>
          <w:tcPr>
            <w:tcW w:w="10763" w:type="dxa"/>
          </w:tcPr>
          <w:p w14:paraId="048BA72F" w14:textId="77777777" w:rsidR="0062711C" w:rsidRDefault="0062711C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C996C1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4D4D380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13C295DE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5264876D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AC53C2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7543C465" w14:textId="77777777" w:rsidR="004E7F3A" w:rsidRDefault="004E7F3A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427148CA" w14:textId="0A6D8214" w:rsidR="00D43CCC" w:rsidRDefault="00D43CCC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2623E147" w14:textId="49863A7B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D7E6AC8" w14:textId="35D35C4A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0888505D" w14:textId="77777777" w:rsidR="001E6246" w:rsidRDefault="001E6246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355B0898" w14:textId="77777777" w:rsidR="002A4ED5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  <w:p w14:paraId="62223A06" w14:textId="77777777" w:rsidR="002A4ED5" w:rsidRPr="00871CAA" w:rsidRDefault="002A4ED5" w:rsidP="0062711C">
            <w:pPr>
              <w:jc w:val="both"/>
              <w:rPr>
                <w:rFonts w:asciiTheme="majorBidi" w:hAnsiTheme="majorBidi" w:cstheme="majorBidi"/>
                <w:i/>
                <w:iCs/>
                <w:sz w:val="22"/>
                <w:szCs w:val="22"/>
                <w:lang w:val="en-GB"/>
              </w:rPr>
            </w:pPr>
          </w:p>
        </w:tc>
      </w:tr>
    </w:tbl>
    <w:p w14:paraId="6F9A8FF9" w14:textId="34970E45" w:rsidR="006C0175" w:rsidRPr="00D43CCC" w:rsidRDefault="0062711C" w:rsidP="00D43CCC">
      <w:pPr>
        <w:jc w:val="both"/>
        <w:rPr>
          <w:rFonts w:asciiTheme="majorBidi" w:hAnsiTheme="majorBidi" w:cstheme="majorBidi"/>
          <w:i/>
          <w:iCs/>
          <w:sz w:val="22"/>
          <w:szCs w:val="22"/>
          <w:lang w:val="en-GB"/>
        </w:rPr>
      </w:pPr>
      <w:r w:rsidRPr="00871CAA">
        <w:rPr>
          <w:rFonts w:asciiTheme="majorBidi" w:hAnsiTheme="majorBidi" w:cstheme="majorBidi"/>
          <w:i/>
          <w:iCs/>
          <w:sz w:val="22"/>
          <w:szCs w:val="22"/>
          <w:lang w:val="en-GB"/>
        </w:rPr>
        <w:t xml:space="preserve"> </w:t>
      </w:r>
    </w:p>
    <w:p w14:paraId="3E645E68" w14:textId="50331C97" w:rsidR="00A02DE8" w:rsidRPr="00C451E3" w:rsidRDefault="00A02DE8" w:rsidP="00AB7F5B">
      <w:pPr>
        <w:tabs>
          <w:tab w:val="left" w:pos="720"/>
        </w:tabs>
        <w:jc w:val="both"/>
        <w:rPr>
          <w:b/>
          <w:bCs/>
          <w:sz w:val="22"/>
          <w:lang w:val="en-GB"/>
        </w:rPr>
      </w:pPr>
      <w:r w:rsidRPr="00D32EC6">
        <w:rPr>
          <w:sz w:val="22"/>
          <w:u w:val="single"/>
          <w:lang w:val="en-GB"/>
        </w:rPr>
        <w:t>CONSENT TO DISCLOSURE</w:t>
      </w:r>
      <w:r>
        <w:rPr>
          <w:sz w:val="22"/>
          <w:lang w:val="en-GB"/>
        </w:rPr>
        <w:t xml:space="preserve">. </w:t>
      </w:r>
      <w:r>
        <w:rPr>
          <w:rFonts w:ascii="Times New (W1)" w:hAnsi="Times New (W1)" w:cs="Times New (W1)"/>
          <w:sz w:val="22"/>
          <w:lang w:val="en-GB"/>
        </w:rPr>
        <w:t xml:space="preserve">By completing and signing this form, </w:t>
      </w:r>
      <w:r w:rsidRPr="008D6F37">
        <w:rPr>
          <w:rFonts w:ascii="Times New (W1)" w:hAnsi="Times New (W1)" w:cs="Times New (W1)"/>
          <w:sz w:val="22"/>
          <w:lang w:val="en-GB"/>
        </w:rPr>
        <w:t>you</w:t>
      </w:r>
      <w:r>
        <w:rPr>
          <w:rFonts w:ascii="Times New (W1)" w:hAnsi="Times New (W1)" w:cs="Times New (W1)"/>
          <w:sz w:val="22"/>
          <w:lang w:val="en-GB"/>
        </w:rPr>
        <w:t xml:space="preserve">, as the </w:t>
      </w:r>
      <w:r w:rsidR="002D331D">
        <w:rPr>
          <w:rFonts w:ascii="Times New (W1)" w:hAnsi="Times New (W1)" w:cs="Times New (W1)"/>
          <w:sz w:val="22"/>
          <w:lang w:val="en-GB"/>
        </w:rPr>
        <w:t>business entit</w:t>
      </w:r>
      <w:r w:rsidR="002A4ED5">
        <w:rPr>
          <w:rFonts w:ascii="Times New (W1)" w:hAnsi="Times New (W1)" w:cs="Times New (W1)"/>
          <w:sz w:val="22"/>
          <w:lang w:val="en-GB"/>
        </w:rPr>
        <w:t>y’s</w:t>
      </w:r>
      <w:r>
        <w:rPr>
          <w:rFonts w:ascii="Times New (W1)" w:hAnsi="Times New (W1)" w:cs="Times New (W1)"/>
          <w:sz w:val="22"/>
          <w:lang w:val="en-GB"/>
        </w:rPr>
        <w:t xml:space="preserve"> </w:t>
      </w:r>
      <w:r w:rsidR="00071156">
        <w:rPr>
          <w:rFonts w:ascii="Times New (W1)" w:hAnsi="Times New (W1)" w:cs="Times New (W1)"/>
          <w:sz w:val="22"/>
          <w:lang w:val="en-GB"/>
        </w:rPr>
        <w:t>A</w:t>
      </w:r>
      <w:r>
        <w:rPr>
          <w:rFonts w:ascii="Times New (W1)" w:hAnsi="Times New (W1)" w:cs="Times New (W1)"/>
          <w:sz w:val="22"/>
          <w:lang w:val="en-GB"/>
        </w:rPr>
        <w:t xml:space="preserve">uthorized </w:t>
      </w:r>
      <w:r w:rsidR="00071156">
        <w:rPr>
          <w:rFonts w:ascii="Times New (W1)" w:hAnsi="Times New (W1)" w:cs="Times New (W1)"/>
          <w:sz w:val="22"/>
          <w:lang w:val="en-GB"/>
        </w:rPr>
        <w:t>R</w:t>
      </w:r>
      <w:r>
        <w:rPr>
          <w:rFonts w:ascii="Times New (W1)" w:hAnsi="Times New (W1)" w:cs="Times New (W1)"/>
          <w:sz w:val="22"/>
          <w:lang w:val="en-GB"/>
        </w:rPr>
        <w:t>epresentative</w:t>
      </w:r>
      <w:r w:rsidRPr="008D6F37">
        <w:rPr>
          <w:rFonts w:ascii="Times New (W1)" w:hAnsi="Times New (W1)" w:cs="Times New (W1)"/>
          <w:sz w:val="22"/>
          <w:lang w:val="en-GB"/>
        </w:rPr>
        <w:t xml:space="preserve"> consent to </w:t>
      </w:r>
      <w:r>
        <w:rPr>
          <w:rFonts w:ascii="Times New (W1)" w:hAnsi="Times New (W1)" w:cs="Times New (W1)"/>
          <w:sz w:val="22"/>
          <w:lang w:val="en-GB"/>
        </w:rPr>
        <w:t>the disclosure of</w:t>
      </w:r>
      <w:r w:rsidR="00616D6E">
        <w:rPr>
          <w:rFonts w:ascii="Times New (W1)" w:hAnsi="Times New (W1)" w:cs="Times New (W1)"/>
          <w:sz w:val="22"/>
          <w:lang w:val="en-GB"/>
        </w:rPr>
        <w:t xml:space="preserve"> the contents of this form</w:t>
      </w:r>
      <w:r w:rsidR="002A4ED5">
        <w:rPr>
          <w:rFonts w:ascii="Times New (W1)" w:hAnsi="Times New (W1)" w:cs="Times New (W1)"/>
          <w:sz w:val="22"/>
          <w:lang w:val="en-GB"/>
        </w:rPr>
        <w:t>,</w:t>
      </w:r>
      <w:r w:rsidR="00616D6E">
        <w:rPr>
          <w:rFonts w:ascii="Times New (W1)" w:hAnsi="Times New (W1)" w:cs="Times New (W1)"/>
          <w:sz w:val="22"/>
          <w:lang w:val="en-GB"/>
        </w:rPr>
        <w:t xml:space="preserve"> together with any additional required information </w:t>
      </w:r>
      <w:r w:rsidR="002A4ED5">
        <w:rPr>
          <w:rFonts w:ascii="Times New (W1)" w:hAnsi="Times New (W1)" w:cs="Times New (W1)"/>
          <w:sz w:val="22"/>
          <w:lang w:val="en-GB"/>
        </w:rPr>
        <w:t>provided subsequently in relation to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 xml:space="preserve">relevant conflicts </w:t>
      </w:r>
      <w:r w:rsidR="00616D6E">
        <w:rPr>
          <w:rFonts w:ascii="Times New (W1)" w:hAnsi="Times New (W1)" w:cs="Times New (W1)"/>
          <w:sz w:val="22"/>
          <w:lang w:val="en-GB"/>
        </w:rPr>
        <w:t>of interest</w:t>
      </w:r>
      <w:r w:rsidR="002A4ED5">
        <w:rPr>
          <w:rFonts w:ascii="Times New (W1)" w:hAnsi="Times New (W1)" w:cs="Times New (W1)"/>
          <w:sz w:val="22"/>
          <w:lang w:val="en-GB"/>
        </w:rPr>
        <w:t>.  I acknowledge that a summary of all declarations and action taken to manage any decla</w:t>
      </w:r>
      <w:r w:rsidR="002725D0">
        <w:rPr>
          <w:rFonts w:ascii="Times New (W1)" w:hAnsi="Times New (W1)" w:cs="Times New (W1)"/>
          <w:sz w:val="22"/>
          <w:lang w:val="en-GB"/>
        </w:rPr>
        <w:t>red interests will be published</w:t>
      </w:r>
      <w:r w:rsidR="00616D6E">
        <w:rPr>
          <w:rFonts w:ascii="Times New (W1)" w:hAnsi="Times New (W1)" w:cs="Times New (W1)"/>
          <w:sz w:val="22"/>
          <w:lang w:val="en-GB"/>
        </w:rPr>
        <w:t xml:space="preserve"> </w:t>
      </w:r>
      <w:r w:rsidRPr="008D6F37">
        <w:rPr>
          <w:rFonts w:ascii="Times New (W1)" w:hAnsi="Times New (W1)" w:cs="Times New (W1)"/>
          <w:sz w:val="22"/>
          <w:lang w:val="en-GB"/>
        </w:rPr>
        <w:t>in the resulting report</w:t>
      </w:r>
      <w:r>
        <w:rPr>
          <w:rFonts w:ascii="Times New (W1)" w:hAnsi="Times New (W1)" w:cs="Times New (W1)"/>
          <w:sz w:val="22"/>
          <w:lang w:val="en-GB"/>
        </w:rPr>
        <w:t xml:space="preserve"> or work product.</w:t>
      </w:r>
    </w:p>
    <w:p w14:paraId="2B86A030" w14:textId="77777777" w:rsidR="00A02DE8" w:rsidRPr="00831545" w:rsidRDefault="00A02DE8" w:rsidP="00A02DE8">
      <w:pPr>
        <w:ind w:firstLine="720"/>
        <w:jc w:val="both"/>
        <w:rPr>
          <w:sz w:val="22"/>
          <w:lang w:val="en-GB"/>
        </w:rPr>
      </w:pPr>
    </w:p>
    <w:p w14:paraId="66BC1432" w14:textId="355230AF" w:rsidR="00A02DE8" w:rsidRDefault="00A02DE8" w:rsidP="00D43CCC">
      <w:pPr>
        <w:jc w:val="both"/>
        <w:rPr>
          <w:b/>
          <w:bCs/>
          <w:sz w:val="22"/>
          <w:lang w:val="en-GB"/>
        </w:rPr>
      </w:pPr>
      <w:r w:rsidRPr="00000F53">
        <w:rPr>
          <w:b/>
          <w:bCs/>
          <w:sz w:val="22"/>
          <w:u w:val="single"/>
          <w:lang w:val="en-GB"/>
        </w:rPr>
        <w:t>D</w:t>
      </w:r>
      <w:r>
        <w:rPr>
          <w:b/>
          <w:bCs/>
          <w:sz w:val="22"/>
          <w:u w:val="single"/>
          <w:lang w:val="en-GB"/>
        </w:rPr>
        <w:t>ECLARATION</w:t>
      </w:r>
      <w:r>
        <w:rPr>
          <w:b/>
          <w:bCs/>
          <w:sz w:val="22"/>
          <w:lang w:val="en-GB"/>
        </w:rPr>
        <w:t xml:space="preserve">. </w:t>
      </w:r>
      <w:r w:rsidRPr="00000F53">
        <w:rPr>
          <w:b/>
          <w:bCs/>
          <w:sz w:val="22"/>
          <w:lang w:val="en-GB"/>
        </w:rPr>
        <w:t>I hereby</w:t>
      </w:r>
      <w:r w:rsidR="00616D6E">
        <w:rPr>
          <w:b/>
          <w:bCs/>
          <w:sz w:val="22"/>
          <w:lang w:val="en-GB"/>
        </w:rPr>
        <w:t xml:space="preserve"> confirm that the business entity has made best efforts to ensure the accurac</w:t>
      </w:r>
      <w:r w:rsidR="002725D0">
        <w:rPr>
          <w:b/>
          <w:bCs/>
          <w:sz w:val="22"/>
          <w:lang w:val="en-GB"/>
        </w:rPr>
        <w:t>y of the information provided on behalf of</w:t>
      </w:r>
      <w:r w:rsidR="00616D6E">
        <w:rPr>
          <w:b/>
          <w:bCs/>
          <w:sz w:val="22"/>
          <w:lang w:val="en-GB"/>
        </w:rPr>
        <w:t xml:space="preserve"> all team member</w:t>
      </w:r>
      <w:r w:rsidR="002A4ED5">
        <w:rPr>
          <w:b/>
          <w:bCs/>
          <w:sz w:val="22"/>
          <w:lang w:val="en-GB"/>
        </w:rPr>
        <w:t>s</w:t>
      </w:r>
      <w:r w:rsidR="002725D0">
        <w:rPr>
          <w:b/>
          <w:bCs/>
          <w:sz w:val="22"/>
          <w:lang w:val="en-GB"/>
        </w:rPr>
        <w:t>.</w:t>
      </w:r>
      <w:r w:rsidR="00616D6E">
        <w:rPr>
          <w:b/>
          <w:bCs/>
          <w:sz w:val="22"/>
          <w:lang w:val="en-GB"/>
        </w:rPr>
        <w:t xml:space="preserve"> </w:t>
      </w:r>
      <w:r w:rsidR="002A4ED5">
        <w:rPr>
          <w:b/>
          <w:bCs/>
          <w:sz w:val="22"/>
          <w:lang w:val="en-GB"/>
        </w:rPr>
        <w:t xml:space="preserve">I </w:t>
      </w:r>
      <w:r w:rsidRPr="00000F53">
        <w:rPr>
          <w:b/>
          <w:bCs/>
          <w:sz w:val="22"/>
          <w:lang w:val="en-GB"/>
        </w:rPr>
        <w:t xml:space="preserve">declare that the disclosed information is </w:t>
      </w:r>
      <w:r>
        <w:rPr>
          <w:b/>
          <w:bCs/>
          <w:sz w:val="22"/>
          <w:lang w:val="en-GB"/>
        </w:rPr>
        <w:t xml:space="preserve">true and complete to the best of my knowledge. </w:t>
      </w:r>
    </w:p>
    <w:p w14:paraId="585FBC4C" w14:textId="77777777" w:rsidR="00A02DE8" w:rsidRDefault="00A02DE8" w:rsidP="00A02DE8">
      <w:pPr>
        <w:ind w:firstLine="720"/>
        <w:jc w:val="both"/>
        <w:rPr>
          <w:b/>
          <w:bCs/>
          <w:sz w:val="22"/>
          <w:lang w:val="en-GB"/>
        </w:rPr>
      </w:pPr>
    </w:p>
    <w:p w14:paraId="6BC78C4B" w14:textId="5DB4E50C" w:rsidR="00A02DE8" w:rsidRDefault="00A02DE8" w:rsidP="00FE6C09">
      <w:pPr>
        <w:jc w:val="both"/>
        <w:rPr>
          <w:b/>
          <w:bCs/>
          <w:sz w:val="22"/>
          <w:lang w:val="en-GB"/>
        </w:rPr>
      </w:pPr>
      <w:r>
        <w:rPr>
          <w:b/>
          <w:bCs/>
          <w:sz w:val="22"/>
          <w:lang w:val="en-GB"/>
        </w:rPr>
        <w:t xml:space="preserve">Should there be any change to the above information, </w:t>
      </w:r>
      <w:r w:rsidRPr="00000F53">
        <w:rPr>
          <w:b/>
          <w:bCs/>
          <w:sz w:val="22"/>
          <w:lang w:val="en-GB"/>
        </w:rPr>
        <w:t xml:space="preserve">I </w:t>
      </w:r>
      <w:r>
        <w:rPr>
          <w:b/>
          <w:bCs/>
          <w:sz w:val="22"/>
          <w:lang w:val="en-GB"/>
        </w:rPr>
        <w:t xml:space="preserve">will promptly notify </w:t>
      </w:r>
      <w:r w:rsidRPr="00000F53">
        <w:rPr>
          <w:b/>
          <w:bCs/>
          <w:sz w:val="22"/>
          <w:lang w:val="en-GB"/>
        </w:rPr>
        <w:t xml:space="preserve">the responsible staff </w:t>
      </w:r>
      <w:r w:rsidR="002D331D">
        <w:rPr>
          <w:b/>
          <w:bCs/>
          <w:sz w:val="22"/>
          <w:lang w:val="en-GB"/>
        </w:rPr>
        <w:t xml:space="preserve">within the </w:t>
      </w:r>
      <w:proofErr w:type="spellStart"/>
      <w:r>
        <w:rPr>
          <w:b/>
          <w:bCs/>
          <w:sz w:val="22"/>
          <w:lang w:val="en-GB"/>
        </w:rPr>
        <w:t>U</w:t>
      </w:r>
      <w:r w:rsidR="00FE6C09">
        <w:rPr>
          <w:b/>
          <w:bCs/>
          <w:sz w:val="22"/>
          <w:lang w:val="en-GB"/>
        </w:rPr>
        <w:t>nitaid</w:t>
      </w:r>
      <w:proofErr w:type="spellEnd"/>
      <w:r>
        <w:rPr>
          <w:b/>
          <w:bCs/>
          <w:sz w:val="22"/>
          <w:lang w:val="en-GB"/>
        </w:rPr>
        <w:t xml:space="preserve"> </w:t>
      </w:r>
      <w:r w:rsidR="002D331D">
        <w:rPr>
          <w:b/>
          <w:bCs/>
          <w:sz w:val="22"/>
          <w:lang w:val="en-GB"/>
        </w:rPr>
        <w:t xml:space="preserve">Secretariat </w:t>
      </w:r>
      <w:r>
        <w:rPr>
          <w:b/>
          <w:bCs/>
          <w:sz w:val="22"/>
          <w:lang w:val="en-GB"/>
        </w:rPr>
        <w:t xml:space="preserve">and complete a new </w:t>
      </w:r>
      <w:r w:rsidR="007C05FC">
        <w:rPr>
          <w:b/>
          <w:bCs/>
          <w:sz w:val="22"/>
          <w:lang w:val="en-GB"/>
        </w:rPr>
        <w:t>D</w:t>
      </w:r>
      <w:r>
        <w:rPr>
          <w:b/>
          <w:bCs/>
          <w:sz w:val="22"/>
          <w:lang w:val="en-GB"/>
        </w:rPr>
        <w:t xml:space="preserve">eclaration of </w:t>
      </w:r>
      <w:r w:rsidR="007C05FC">
        <w:rPr>
          <w:b/>
          <w:bCs/>
          <w:sz w:val="22"/>
          <w:lang w:val="en-GB"/>
        </w:rPr>
        <w:t>I</w:t>
      </w:r>
      <w:r>
        <w:rPr>
          <w:b/>
          <w:bCs/>
          <w:sz w:val="22"/>
          <w:lang w:val="en-GB"/>
        </w:rPr>
        <w:t>nterest</w:t>
      </w:r>
      <w:r w:rsidR="007A6C56">
        <w:rPr>
          <w:b/>
          <w:bCs/>
          <w:sz w:val="22"/>
          <w:lang w:val="en-GB"/>
        </w:rPr>
        <w:t>s</w:t>
      </w:r>
      <w:r>
        <w:rPr>
          <w:b/>
          <w:bCs/>
          <w:sz w:val="22"/>
          <w:lang w:val="en-GB"/>
        </w:rPr>
        <w:t xml:space="preserve"> form that describes the changes. This includes </w:t>
      </w:r>
      <w:r w:rsidRPr="00000F53">
        <w:rPr>
          <w:b/>
          <w:bCs/>
          <w:sz w:val="22"/>
          <w:lang w:val="en-GB"/>
        </w:rPr>
        <w:t xml:space="preserve">any change </w:t>
      </w:r>
      <w:r>
        <w:rPr>
          <w:b/>
          <w:bCs/>
          <w:sz w:val="22"/>
          <w:lang w:val="en-GB"/>
        </w:rPr>
        <w:t>that occurs</w:t>
      </w:r>
      <w:r w:rsidRPr="00000F53">
        <w:rPr>
          <w:b/>
          <w:bCs/>
          <w:sz w:val="22"/>
          <w:lang w:val="en-GB"/>
        </w:rPr>
        <w:t xml:space="preserve"> before or during work itself </w:t>
      </w:r>
      <w:r>
        <w:rPr>
          <w:b/>
          <w:bCs/>
          <w:sz w:val="22"/>
          <w:lang w:val="en-GB"/>
        </w:rPr>
        <w:t>and through</w:t>
      </w:r>
      <w:r w:rsidRPr="00000F53">
        <w:rPr>
          <w:b/>
          <w:bCs/>
          <w:sz w:val="22"/>
          <w:lang w:val="en-GB"/>
        </w:rPr>
        <w:t xml:space="preserve"> the period up to the publication of the </w:t>
      </w:r>
      <w:r>
        <w:rPr>
          <w:b/>
          <w:bCs/>
          <w:sz w:val="22"/>
          <w:lang w:val="en-GB"/>
        </w:rPr>
        <w:t xml:space="preserve">final </w:t>
      </w:r>
      <w:r w:rsidRPr="00000F53">
        <w:rPr>
          <w:b/>
          <w:bCs/>
          <w:sz w:val="22"/>
          <w:lang w:val="en-GB"/>
        </w:rPr>
        <w:t>results</w:t>
      </w:r>
      <w:r>
        <w:rPr>
          <w:b/>
          <w:bCs/>
          <w:sz w:val="22"/>
          <w:lang w:val="en-GB"/>
        </w:rPr>
        <w:t xml:space="preserve"> or completion of the activity concerned.</w:t>
      </w:r>
    </w:p>
    <w:p w14:paraId="6C208A2F" w14:textId="77777777" w:rsidR="00616D6E" w:rsidRPr="00000F53" w:rsidRDefault="00616D6E" w:rsidP="00A02DE8">
      <w:pPr>
        <w:ind w:firstLine="720"/>
        <w:jc w:val="both"/>
        <w:rPr>
          <w:b/>
          <w:bCs/>
          <w:sz w:val="22"/>
          <w:lang w:val="en-GB"/>
        </w:rPr>
      </w:pPr>
    </w:p>
    <w:p w14:paraId="48378CFE" w14:textId="77777777" w:rsidR="0062711C" w:rsidRDefault="0062711C" w:rsidP="006C0175">
      <w:pPr>
        <w:pStyle w:val="Footer"/>
        <w:tabs>
          <w:tab w:val="clear" w:pos="8640"/>
          <w:tab w:val="left" w:pos="8789"/>
          <w:tab w:val="right" w:pos="10065"/>
        </w:tabs>
        <w:jc w:val="left"/>
        <w:rPr>
          <w:sz w:val="24"/>
          <w:szCs w:val="24"/>
          <w:u w:val="single"/>
          <w:lang w:val="en-GB"/>
        </w:rPr>
      </w:pPr>
    </w:p>
    <w:p w14:paraId="0E306E7E" w14:textId="2D228B5B" w:rsidR="00A02DE8" w:rsidRPr="002725D0" w:rsidRDefault="00A02DE8" w:rsidP="002725D0">
      <w:pPr>
        <w:rPr>
          <w:rFonts w:asciiTheme="majorBidi" w:hAnsiTheme="majorBidi" w:cstheme="majorBidi"/>
          <w:sz w:val="22"/>
          <w:szCs w:val="22"/>
        </w:rPr>
      </w:pPr>
      <w:r w:rsidRPr="00871CAA">
        <w:rPr>
          <w:rFonts w:asciiTheme="majorBidi" w:hAnsiTheme="majorBidi" w:cstheme="majorBidi"/>
          <w:sz w:val="22"/>
          <w:szCs w:val="22"/>
        </w:rPr>
        <w:t>Date: ________________________________</w:t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</w:rPr>
        <w:tab/>
      </w:r>
      <w:r w:rsidRPr="00871CAA">
        <w:rPr>
          <w:rFonts w:asciiTheme="majorBidi" w:hAnsiTheme="majorBidi" w:cstheme="majorBidi"/>
          <w:sz w:val="22"/>
          <w:szCs w:val="22"/>
          <w:lang w:val="en-GB"/>
        </w:rPr>
        <w:t xml:space="preserve"> </w:t>
      </w:r>
      <w:r w:rsidRPr="00871CAA">
        <w:rPr>
          <w:rFonts w:asciiTheme="majorBidi" w:hAnsiTheme="majorBidi" w:cstheme="majorBidi"/>
          <w:sz w:val="22"/>
          <w:szCs w:val="22"/>
        </w:rPr>
        <w:t>Signature________________________________</w:t>
      </w:r>
    </w:p>
    <w:sectPr w:rsidR="00A02DE8" w:rsidRPr="002725D0" w:rsidSect="00526F30">
      <w:headerReference w:type="default" r:id="rId11"/>
      <w:footerReference w:type="default" r:id="rId12"/>
      <w:footerReference w:type="first" r:id="rId13"/>
      <w:pgSz w:w="11907" w:h="16840" w:code="9"/>
      <w:pgMar w:top="709" w:right="680" w:bottom="426" w:left="680" w:header="0" w:footer="57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ED7" w14:textId="77777777" w:rsidR="0048642C" w:rsidRDefault="0048642C">
      <w:r>
        <w:separator/>
      </w:r>
    </w:p>
  </w:endnote>
  <w:endnote w:type="continuationSeparator" w:id="0">
    <w:p w14:paraId="2C44411B" w14:textId="77777777" w:rsidR="0048642C" w:rsidRDefault="0048642C">
      <w:r>
        <w:continuationSeparator/>
      </w:r>
    </w:p>
  </w:endnote>
  <w:endnote w:type="continuationNotice" w:id="1">
    <w:p w14:paraId="13825285" w14:textId="77777777" w:rsidR="0048642C" w:rsidRDefault="00486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B6E3A" w14:textId="62E3B01D" w:rsidR="005C2A31" w:rsidRPr="00666EE2" w:rsidRDefault="004372D7" w:rsidP="00C33728">
    <w:pPr>
      <w:pStyle w:val="Footer"/>
      <w:tabs>
        <w:tab w:val="clear" w:pos="4320"/>
        <w:tab w:val="clear" w:pos="8640"/>
        <w:tab w:val="center" w:pos="4680"/>
        <w:tab w:val="right" w:pos="12960"/>
      </w:tabs>
      <w:jc w:val="left"/>
      <w:rPr>
        <w:rFonts w:asciiTheme="minorHAnsi" w:hAnsiTheme="minorHAnsi" w:cstheme="minorHAnsi"/>
        <w:sz w:val="16"/>
        <w:szCs w:val="16"/>
      </w:rPr>
    </w:pPr>
    <w:r w:rsidRPr="00666EE2">
      <w:rPr>
        <w:rFonts w:asciiTheme="minorHAnsi" w:hAnsiTheme="minorHAnsi" w:cstheme="minorHAnsi"/>
        <w:sz w:val="16"/>
        <w:szCs w:val="16"/>
      </w:rPr>
      <w:tab/>
    </w:r>
  </w:p>
  <w:p w14:paraId="6C45D199" w14:textId="04F82117" w:rsidR="004372D7" w:rsidRDefault="004372D7" w:rsidP="00666EE2">
    <w:pPr>
      <w:pStyle w:val="Footer"/>
      <w:tabs>
        <w:tab w:val="clear" w:pos="4320"/>
        <w:tab w:val="clear" w:pos="8640"/>
        <w:tab w:val="center" w:pos="4680"/>
        <w:tab w:val="right" w:pos="12960"/>
      </w:tabs>
      <w:jc w:val="center"/>
      <w:rPr>
        <w:rFonts w:ascii="Arial" w:hAnsi="Arial" w:cs="Arial"/>
        <w:szCs w:val="16"/>
      </w:rPr>
    </w:pPr>
    <w:r w:rsidRPr="007D5482">
      <w:rPr>
        <w:rFonts w:ascii="Arial" w:hAnsi="Arial" w:cs="Arial"/>
        <w:szCs w:val="16"/>
      </w:rPr>
      <w:t xml:space="preserve">Page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PAGE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  <w:r w:rsidRPr="007D5482">
      <w:rPr>
        <w:rFonts w:ascii="Arial" w:hAnsi="Arial" w:cs="Arial"/>
        <w:szCs w:val="16"/>
      </w:rPr>
      <w:t xml:space="preserve"> of </w:t>
    </w:r>
    <w:r w:rsidRPr="007D5482">
      <w:rPr>
        <w:rFonts w:ascii="Arial" w:hAnsi="Arial" w:cs="Arial"/>
        <w:szCs w:val="16"/>
      </w:rPr>
      <w:fldChar w:fldCharType="begin"/>
    </w:r>
    <w:r w:rsidRPr="007D5482">
      <w:rPr>
        <w:rFonts w:ascii="Arial" w:hAnsi="Arial" w:cs="Arial"/>
        <w:szCs w:val="16"/>
      </w:rPr>
      <w:instrText xml:space="preserve"> NUMPAGES </w:instrText>
    </w:r>
    <w:r w:rsidRPr="007D5482">
      <w:rPr>
        <w:rFonts w:ascii="Arial" w:hAnsi="Arial" w:cs="Arial"/>
        <w:szCs w:val="16"/>
      </w:rPr>
      <w:fldChar w:fldCharType="separate"/>
    </w:r>
    <w:r w:rsidR="009D5C92">
      <w:rPr>
        <w:rFonts w:ascii="Arial" w:hAnsi="Arial" w:cs="Arial"/>
        <w:noProof/>
        <w:szCs w:val="16"/>
      </w:rPr>
      <w:t>3</w:t>
    </w:r>
    <w:r w:rsidRPr="007D5482">
      <w:rPr>
        <w:rFonts w:ascii="Arial" w:hAnsi="Arial" w:cs="Arial"/>
        <w:szCs w:val="16"/>
      </w:rPr>
      <w:fldChar w:fldCharType="end"/>
    </w:r>
  </w:p>
  <w:p w14:paraId="6C45D19A" w14:textId="77777777" w:rsidR="004372D7" w:rsidRDefault="004372D7" w:rsidP="007D5482">
    <w:pPr>
      <w:pStyle w:val="Footer"/>
      <w:tabs>
        <w:tab w:val="clear" w:pos="8640"/>
        <w:tab w:val="right" w:pos="10260"/>
      </w:tabs>
      <w:rPr>
        <w:rFonts w:ascii="Arial" w:hAnsi="Arial" w:cs="Arial"/>
        <w:sz w:val="18"/>
      </w:rPr>
    </w:pPr>
    <w:r>
      <w:rPr>
        <w:rFonts w:ascii="Arial" w:hAnsi="Arial" w:cs="Arial"/>
        <w:color w:val="808080"/>
        <w:sz w:val="16"/>
      </w:rPr>
      <w:tab/>
    </w:r>
    <w:r>
      <w:rPr>
        <w:rFonts w:ascii="Arial" w:hAnsi="Arial" w:cs="Arial"/>
        <w:color w:val="808080"/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D19B" w14:textId="77777777" w:rsidR="004372D7" w:rsidRDefault="004372D7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400"/>
        <w:tab w:val="right" w:pos="10800"/>
        <w:tab w:val="right" w:pos="12960"/>
      </w:tabs>
    </w:pPr>
    <w:r>
      <w:rPr>
        <w:i/>
        <w:sz w:val="18"/>
      </w:rPr>
      <w:t>PMM0501</w:t>
    </w:r>
    <w:r>
      <w:rPr>
        <w:sz w:val="18"/>
      </w:rPr>
      <w:tab/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  <w:r>
      <w:rPr>
        <w:sz w:val="18"/>
      </w:rPr>
      <w:tab/>
    </w:r>
    <w:r>
      <w:rPr>
        <w:i/>
        <w:sz w:val="18"/>
      </w:rPr>
      <w:t>Project Plan 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5F223" w14:textId="77777777" w:rsidR="0048642C" w:rsidRDefault="0048642C">
      <w:r>
        <w:separator/>
      </w:r>
    </w:p>
  </w:footnote>
  <w:footnote w:type="continuationSeparator" w:id="0">
    <w:p w14:paraId="169E53C7" w14:textId="77777777" w:rsidR="0048642C" w:rsidRDefault="0048642C">
      <w:r>
        <w:continuationSeparator/>
      </w:r>
    </w:p>
  </w:footnote>
  <w:footnote w:type="continuationNotice" w:id="1">
    <w:p w14:paraId="5E57F790" w14:textId="77777777" w:rsidR="0048642C" w:rsidRDefault="00486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D194" w14:textId="38E731D7" w:rsidR="004372D7" w:rsidRDefault="004372D7" w:rsidP="00C55827">
    <w:pPr>
      <w:pStyle w:val="Header"/>
      <w:ind w:left="-709"/>
    </w:pPr>
  </w:p>
  <w:p w14:paraId="6C45D195" w14:textId="0886B75D" w:rsidR="004372D7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  <w:rPr>
        <w:b/>
        <w:bCs/>
      </w:rPr>
    </w:pPr>
    <w:r>
      <w:rPr>
        <w:noProof/>
      </w:rPr>
      <w:drawing>
        <wp:inline distT="0" distB="0" distL="0" distR="0" wp14:anchorId="74B98A03" wp14:editId="0CF09D2A">
          <wp:extent cx="1543050" cy="587829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587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26F30">
      <w:tab/>
    </w:r>
    <w:r w:rsidR="004372D7">
      <w:tab/>
    </w:r>
    <w:r w:rsidRPr="000E1452">
      <w:rPr>
        <w:b/>
        <w:bCs/>
      </w:rPr>
      <w:t xml:space="preserve">    RFP </w:t>
    </w:r>
    <w:r w:rsidR="00E158F2" w:rsidRPr="000E1452">
      <w:rPr>
        <w:b/>
        <w:bCs/>
      </w:rPr>
      <w:t>202</w:t>
    </w:r>
    <w:r w:rsidRPr="000E1452">
      <w:rPr>
        <w:b/>
        <w:bCs/>
      </w:rPr>
      <w:t>4.</w:t>
    </w:r>
    <w:r w:rsidR="002C24DF">
      <w:rPr>
        <w:b/>
        <w:bCs/>
      </w:rPr>
      <w:t>10</w:t>
    </w:r>
  </w:p>
  <w:p w14:paraId="37AA51F1" w14:textId="77777777" w:rsidR="000E1452" w:rsidRDefault="000E1452" w:rsidP="00FE6C09">
    <w:pPr>
      <w:pStyle w:val="Footer"/>
      <w:tabs>
        <w:tab w:val="clear" w:pos="8640"/>
        <w:tab w:val="right" w:pos="9781"/>
        <w:tab w:val="right" w:pos="10547"/>
      </w:tabs>
      <w:jc w:val="left"/>
    </w:pPr>
  </w:p>
  <w:p w14:paraId="6C45D197" w14:textId="2E19B046" w:rsidR="004372D7" w:rsidRPr="00526F30" w:rsidRDefault="00526F30" w:rsidP="00526F30">
    <w:pPr>
      <w:pStyle w:val="Footer"/>
      <w:tabs>
        <w:tab w:val="clear" w:pos="4320"/>
        <w:tab w:val="clear" w:pos="8640"/>
        <w:tab w:val="left" w:pos="63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EC594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" w15:restartNumberingAfterBreak="0">
    <w:nsid w:val="0EFF7B25"/>
    <w:multiLevelType w:val="hybridMultilevel"/>
    <w:tmpl w:val="370AFB7C"/>
    <w:lvl w:ilvl="0" w:tplc="49F8443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36FF0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3B125C9"/>
    <w:multiLevelType w:val="hybridMultilevel"/>
    <w:tmpl w:val="D7DE082E"/>
    <w:lvl w:ilvl="0" w:tplc="C02256A2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7E3FD3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9E52E8"/>
    <w:multiLevelType w:val="hybridMultilevel"/>
    <w:tmpl w:val="A8AA02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F15FFA"/>
    <w:multiLevelType w:val="hybridMultilevel"/>
    <w:tmpl w:val="9D7A013E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381EF0"/>
    <w:multiLevelType w:val="hybridMultilevel"/>
    <w:tmpl w:val="C4765A4A"/>
    <w:lvl w:ilvl="0" w:tplc="CB80A35A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07FE"/>
    <w:multiLevelType w:val="hybridMultilevel"/>
    <w:tmpl w:val="9136475C"/>
    <w:lvl w:ilvl="0" w:tplc="B8BED338">
      <w:start w:val="1"/>
      <w:numFmt w:val="lowerRoman"/>
      <w:lvlText w:val="(%1)"/>
      <w:lvlJc w:val="left"/>
      <w:pPr>
        <w:ind w:left="1684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7162ED7"/>
    <w:multiLevelType w:val="hybridMultilevel"/>
    <w:tmpl w:val="5B9AA9B8"/>
    <w:lvl w:ilvl="0" w:tplc="D60C0F1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7F211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2" w15:restartNumberingAfterBreak="0">
    <w:nsid w:val="32D978F6"/>
    <w:multiLevelType w:val="hybridMultilevel"/>
    <w:tmpl w:val="89924A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C7BBB"/>
    <w:multiLevelType w:val="hybridMultilevel"/>
    <w:tmpl w:val="8AE4EF38"/>
    <w:lvl w:ilvl="0" w:tplc="47340808">
      <w:start w:val="5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6037A5"/>
    <w:multiLevelType w:val="hybridMultilevel"/>
    <w:tmpl w:val="FDDA4006"/>
    <w:lvl w:ilvl="0" w:tplc="7A3CB8FA">
      <w:start w:val="1"/>
      <w:numFmt w:val="lowerRoman"/>
      <w:lvlText w:val="(%1)"/>
      <w:lvlJc w:val="left"/>
      <w:pPr>
        <w:ind w:left="1440" w:hanging="360"/>
      </w:pPr>
      <w:rPr>
        <w:rFonts w:ascii="Times New (W1)" w:eastAsia="Times New Roman" w:hAnsi="Times New (W1)" w:cs="Times New (W1)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27636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16" w15:restartNumberingAfterBreak="0">
    <w:nsid w:val="38903906"/>
    <w:multiLevelType w:val="hybridMultilevel"/>
    <w:tmpl w:val="D750A4E6"/>
    <w:lvl w:ilvl="0" w:tplc="0874A9D0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FD331D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AA7F35"/>
    <w:multiLevelType w:val="hybridMultilevel"/>
    <w:tmpl w:val="10526F06"/>
    <w:lvl w:ilvl="0" w:tplc="50727D2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01F7E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0" w15:restartNumberingAfterBreak="0">
    <w:nsid w:val="4816299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21" w15:restartNumberingAfterBreak="0">
    <w:nsid w:val="4A83544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2622E2A"/>
    <w:multiLevelType w:val="hybridMultilevel"/>
    <w:tmpl w:val="B88EBAFA"/>
    <w:lvl w:ilvl="0" w:tplc="3280E32C">
      <w:start w:val="2"/>
      <w:numFmt w:val="lowerLetter"/>
      <w:lvlText w:val="(%1)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56415030"/>
    <w:multiLevelType w:val="hybridMultilevel"/>
    <w:tmpl w:val="176C0B9C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20F6A"/>
    <w:multiLevelType w:val="hybridMultilevel"/>
    <w:tmpl w:val="FC3657EA"/>
    <w:lvl w:ilvl="0" w:tplc="2ADEFE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B2BE6"/>
    <w:multiLevelType w:val="hybridMultilevel"/>
    <w:tmpl w:val="CF28EC70"/>
    <w:lvl w:ilvl="0" w:tplc="9C9C80EE">
      <w:start w:val="3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311017"/>
    <w:multiLevelType w:val="hybridMultilevel"/>
    <w:tmpl w:val="39A86C4C"/>
    <w:lvl w:ilvl="0" w:tplc="967A378A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D8F135F"/>
    <w:multiLevelType w:val="multilevel"/>
    <w:tmpl w:val="3048B89E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BC473D"/>
    <w:multiLevelType w:val="hybridMultilevel"/>
    <w:tmpl w:val="4972FEA2"/>
    <w:lvl w:ilvl="0" w:tplc="2CD695C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8179C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0" w15:restartNumberingAfterBreak="0">
    <w:nsid w:val="65036D40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1" w15:restartNumberingAfterBreak="0">
    <w:nsid w:val="65A666D8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2" w15:restartNumberingAfterBreak="0">
    <w:nsid w:val="6BE03332"/>
    <w:multiLevelType w:val="hybridMultilevel"/>
    <w:tmpl w:val="79A2B298"/>
    <w:lvl w:ilvl="0" w:tplc="F5CC47BE">
      <w:start w:val="1"/>
      <w:numFmt w:val="upperLetter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91E15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4" w15:restartNumberingAfterBreak="0">
    <w:nsid w:val="71FE785C"/>
    <w:multiLevelType w:val="hybridMultilevel"/>
    <w:tmpl w:val="4FD4F47E"/>
    <w:lvl w:ilvl="0" w:tplc="B186FA7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05AD3"/>
    <w:multiLevelType w:val="hybridMultilevel"/>
    <w:tmpl w:val="B4C0CEE8"/>
    <w:lvl w:ilvl="0" w:tplc="5284E0E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7F0422"/>
    <w:multiLevelType w:val="hybridMultilevel"/>
    <w:tmpl w:val="78143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87D81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38" w15:restartNumberingAfterBreak="0">
    <w:nsid w:val="7D62712A"/>
    <w:multiLevelType w:val="hybridMultilevel"/>
    <w:tmpl w:val="5712D65C"/>
    <w:lvl w:ilvl="0" w:tplc="30CC4E8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9B7903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abstractNum w:abstractNumId="40" w15:restartNumberingAfterBreak="0">
    <w:nsid w:val="7FD44389"/>
    <w:multiLevelType w:val="singleLevel"/>
    <w:tmpl w:val="2E84E7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0"/>
      </w:rPr>
    </w:lvl>
  </w:abstractNum>
  <w:num w:numId="1" w16cid:durableId="15599410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882" w:hanging="360"/>
        </w:pPr>
        <w:rPr>
          <w:rFonts w:ascii="Symbol" w:hAnsi="Symbol" w:hint="default"/>
        </w:rPr>
      </w:lvl>
    </w:lvlOverride>
  </w:num>
  <w:num w:numId="2" w16cid:durableId="1328704156">
    <w:abstractNumId w:val="39"/>
  </w:num>
  <w:num w:numId="3" w16cid:durableId="1419131998">
    <w:abstractNumId w:val="20"/>
  </w:num>
  <w:num w:numId="4" w16cid:durableId="2117747792">
    <w:abstractNumId w:val="30"/>
  </w:num>
  <w:num w:numId="5" w16cid:durableId="595138858">
    <w:abstractNumId w:val="37"/>
  </w:num>
  <w:num w:numId="6" w16cid:durableId="1676424004">
    <w:abstractNumId w:val="40"/>
  </w:num>
  <w:num w:numId="7" w16cid:durableId="1606841870">
    <w:abstractNumId w:val="11"/>
  </w:num>
  <w:num w:numId="8" w16cid:durableId="696540709">
    <w:abstractNumId w:val="19"/>
  </w:num>
  <w:num w:numId="9" w16cid:durableId="499858978">
    <w:abstractNumId w:val="31"/>
  </w:num>
  <w:num w:numId="10" w16cid:durableId="1469008001">
    <w:abstractNumId w:val="5"/>
  </w:num>
  <w:num w:numId="11" w16cid:durableId="289438373">
    <w:abstractNumId w:val="15"/>
  </w:num>
  <w:num w:numId="12" w16cid:durableId="1158889261">
    <w:abstractNumId w:val="29"/>
  </w:num>
  <w:num w:numId="13" w16cid:durableId="1275869802">
    <w:abstractNumId w:val="1"/>
  </w:num>
  <w:num w:numId="14" w16cid:durableId="1536774156">
    <w:abstractNumId w:val="33"/>
  </w:num>
  <w:num w:numId="15" w16cid:durableId="392779514">
    <w:abstractNumId w:val="17"/>
  </w:num>
  <w:num w:numId="16" w16cid:durableId="1511720411">
    <w:abstractNumId w:val="3"/>
  </w:num>
  <w:num w:numId="17" w16cid:durableId="906918275">
    <w:abstractNumId w:val="8"/>
  </w:num>
  <w:num w:numId="18" w16cid:durableId="1346831428">
    <w:abstractNumId w:val="4"/>
  </w:num>
  <w:num w:numId="19" w16cid:durableId="549464330">
    <w:abstractNumId w:val="27"/>
  </w:num>
  <w:num w:numId="20" w16cid:durableId="1458644609">
    <w:abstractNumId w:val="10"/>
  </w:num>
  <w:num w:numId="21" w16cid:durableId="767577749">
    <w:abstractNumId w:val="25"/>
  </w:num>
  <w:num w:numId="22" w16cid:durableId="1389912764">
    <w:abstractNumId w:val="35"/>
  </w:num>
  <w:num w:numId="23" w16cid:durableId="1464230445">
    <w:abstractNumId w:val="13"/>
  </w:num>
  <w:num w:numId="24" w16cid:durableId="361518117">
    <w:abstractNumId w:val="32"/>
  </w:num>
  <w:num w:numId="25" w16cid:durableId="714619640">
    <w:abstractNumId w:val="28"/>
  </w:num>
  <w:num w:numId="26" w16cid:durableId="1370304367">
    <w:abstractNumId w:val="16"/>
  </w:num>
  <w:num w:numId="27" w16cid:durableId="1322932641">
    <w:abstractNumId w:val="21"/>
  </w:num>
  <w:num w:numId="28" w16cid:durableId="149057759">
    <w:abstractNumId w:val="24"/>
  </w:num>
  <w:num w:numId="29" w16cid:durableId="963197122">
    <w:abstractNumId w:val="38"/>
  </w:num>
  <w:num w:numId="30" w16cid:durableId="388655163">
    <w:abstractNumId w:val="18"/>
  </w:num>
  <w:num w:numId="31" w16cid:durableId="1118452715">
    <w:abstractNumId w:val="12"/>
  </w:num>
  <w:num w:numId="32" w16cid:durableId="851459926">
    <w:abstractNumId w:val="6"/>
  </w:num>
  <w:num w:numId="33" w16cid:durableId="214464359">
    <w:abstractNumId w:val="7"/>
  </w:num>
  <w:num w:numId="34" w16cid:durableId="1345476969">
    <w:abstractNumId w:val="14"/>
  </w:num>
  <w:num w:numId="35" w16cid:durableId="1992245145">
    <w:abstractNumId w:val="26"/>
  </w:num>
  <w:num w:numId="36" w16cid:durableId="1784229964">
    <w:abstractNumId w:val="9"/>
  </w:num>
  <w:num w:numId="37" w16cid:durableId="1878544763">
    <w:abstractNumId w:val="22"/>
  </w:num>
  <w:num w:numId="38" w16cid:durableId="1276060257">
    <w:abstractNumId w:val="2"/>
  </w:num>
  <w:num w:numId="39" w16cid:durableId="1496535916">
    <w:abstractNumId w:val="34"/>
  </w:num>
  <w:num w:numId="40" w16cid:durableId="1489780764">
    <w:abstractNumId w:val="23"/>
  </w:num>
  <w:num w:numId="41" w16cid:durableId="20814380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51"/>
    <w:rsid w:val="00000085"/>
    <w:rsid w:val="0001706B"/>
    <w:rsid w:val="00022C4C"/>
    <w:rsid w:val="00024B02"/>
    <w:rsid w:val="00031427"/>
    <w:rsid w:val="00040DFF"/>
    <w:rsid w:val="00042461"/>
    <w:rsid w:val="00057D23"/>
    <w:rsid w:val="000639D3"/>
    <w:rsid w:val="00070BE5"/>
    <w:rsid w:val="00071156"/>
    <w:rsid w:val="000738DD"/>
    <w:rsid w:val="00093C1D"/>
    <w:rsid w:val="000B7447"/>
    <w:rsid w:val="000C1003"/>
    <w:rsid w:val="000C6A23"/>
    <w:rsid w:val="000D2E13"/>
    <w:rsid w:val="000D649B"/>
    <w:rsid w:val="000D7148"/>
    <w:rsid w:val="000E1448"/>
    <w:rsid w:val="000E1452"/>
    <w:rsid w:val="000E538F"/>
    <w:rsid w:val="000F073E"/>
    <w:rsid w:val="000F408F"/>
    <w:rsid w:val="0010459C"/>
    <w:rsid w:val="001060FB"/>
    <w:rsid w:val="00114C47"/>
    <w:rsid w:val="00120BDA"/>
    <w:rsid w:val="00134238"/>
    <w:rsid w:val="00144B50"/>
    <w:rsid w:val="001465CC"/>
    <w:rsid w:val="00150E35"/>
    <w:rsid w:val="00163942"/>
    <w:rsid w:val="001919CF"/>
    <w:rsid w:val="00193C21"/>
    <w:rsid w:val="00195C50"/>
    <w:rsid w:val="001A0E9A"/>
    <w:rsid w:val="001A31D9"/>
    <w:rsid w:val="001B3D1B"/>
    <w:rsid w:val="001B5F91"/>
    <w:rsid w:val="001C27F3"/>
    <w:rsid w:val="001C5345"/>
    <w:rsid w:val="001C55C3"/>
    <w:rsid w:val="001D1512"/>
    <w:rsid w:val="001E2BD6"/>
    <w:rsid w:val="001E6246"/>
    <w:rsid w:val="001F3B57"/>
    <w:rsid w:val="001F488C"/>
    <w:rsid w:val="00206BDF"/>
    <w:rsid w:val="00216A8B"/>
    <w:rsid w:val="002307B0"/>
    <w:rsid w:val="0023468E"/>
    <w:rsid w:val="00236442"/>
    <w:rsid w:val="0024252F"/>
    <w:rsid w:val="00262022"/>
    <w:rsid w:val="00267A0A"/>
    <w:rsid w:val="002725D0"/>
    <w:rsid w:val="002777AF"/>
    <w:rsid w:val="00285368"/>
    <w:rsid w:val="002937D7"/>
    <w:rsid w:val="002A44F2"/>
    <w:rsid w:val="002A4E11"/>
    <w:rsid w:val="002A4ED5"/>
    <w:rsid w:val="002B17AA"/>
    <w:rsid w:val="002B33EE"/>
    <w:rsid w:val="002C1234"/>
    <w:rsid w:val="002C1D58"/>
    <w:rsid w:val="002C24DF"/>
    <w:rsid w:val="002D1581"/>
    <w:rsid w:val="002D228F"/>
    <w:rsid w:val="002D331D"/>
    <w:rsid w:val="002D6F1A"/>
    <w:rsid w:val="002E1372"/>
    <w:rsid w:val="002E1E81"/>
    <w:rsid w:val="002E3F3F"/>
    <w:rsid w:val="002E6169"/>
    <w:rsid w:val="002E69D4"/>
    <w:rsid w:val="002E6BCF"/>
    <w:rsid w:val="002F6B05"/>
    <w:rsid w:val="003025A3"/>
    <w:rsid w:val="00302C6D"/>
    <w:rsid w:val="003032C3"/>
    <w:rsid w:val="00306003"/>
    <w:rsid w:val="003131D5"/>
    <w:rsid w:val="00314898"/>
    <w:rsid w:val="00315B1A"/>
    <w:rsid w:val="003313D5"/>
    <w:rsid w:val="00331B41"/>
    <w:rsid w:val="00333DC5"/>
    <w:rsid w:val="00337F5E"/>
    <w:rsid w:val="003504AE"/>
    <w:rsid w:val="003514AF"/>
    <w:rsid w:val="003532E6"/>
    <w:rsid w:val="00354F26"/>
    <w:rsid w:val="00354FA6"/>
    <w:rsid w:val="00365A9D"/>
    <w:rsid w:val="003726AC"/>
    <w:rsid w:val="00381D88"/>
    <w:rsid w:val="003909CD"/>
    <w:rsid w:val="00392EFC"/>
    <w:rsid w:val="003A5096"/>
    <w:rsid w:val="003C42DC"/>
    <w:rsid w:val="003D09B1"/>
    <w:rsid w:val="003E4C73"/>
    <w:rsid w:val="003F4CBF"/>
    <w:rsid w:val="003F5E4A"/>
    <w:rsid w:val="00403DAC"/>
    <w:rsid w:val="004171B4"/>
    <w:rsid w:val="00435A51"/>
    <w:rsid w:val="004372D7"/>
    <w:rsid w:val="00437B73"/>
    <w:rsid w:val="00437B9A"/>
    <w:rsid w:val="00441873"/>
    <w:rsid w:val="00456236"/>
    <w:rsid w:val="0045639F"/>
    <w:rsid w:val="00470E75"/>
    <w:rsid w:val="0048642C"/>
    <w:rsid w:val="0049218A"/>
    <w:rsid w:val="004955B3"/>
    <w:rsid w:val="004B3325"/>
    <w:rsid w:val="004B3EF1"/>
    <w:rsid w:val="004C3261"/>
    <w:rsid w:val="004D129E"/>
    <w:rsid w:val="004D1F19"/>
    <w:rsid w:val="004D6EC1"/>
    <w:rsid w:val="004E3D54"/>
    <w:rsid w:val="004E7F3A"/>
    <w:rsid w:val="004F2590"/>
    <w:rsid w:val="004F7396"/>
    <w:rsid w:val="0050575A"/>
    <w:rsid w:val="00513FBD"/>
    <w:rsid w:val="005204BF"/>
    <w:rsid w:val="00520EAA"/>
    <w:rsid w:val="00521CE3"/>
    <w:rsid w:val="00522A0B"/>
    <w:rsid w:val="00524E6A"/>
    <w:rsid w:val="00524FE8"/>
    <w:rsid w:val="00526F30"/>
    <w:rsid w:val="00532576"/>
    <w:rsid w:val="005436EF"/>
    <w:rsid w:val="00546395"/>
    <w:rsid w:val="00560729"/>
    <w:rsid w:val="00563A0E"/>
    <w:rsid w:val="00575EEB"/>
    <w:rsid w:val="005770C3"/>
    <w:rsid w:val="00585891"/>
    <w:rsid w:val="00587344"/>
    <w:rsid w:val="00587BE0"/>
    <w:rsid w:val="00591034"/>
    <w:rsid w:val="005976E0"/>
    <w:rsid w:val="005A29C0"/>
    <w:rsid w:val="005A2BA0"/>
    <w:rsid w:val="005A3C2B"/>
    <w:rsid w:val="005A4F5A"/>
    <w:rsid w:val="005A6B4C"/>
    <w:rsid w:val="005B123B"/>
    <w:rsid w:val="005B18E0"/>
    <w:rsid w:val="005B4CBF"/>
    <w:rsid w:val="005B60CA"/>
    <w:rsid w:val="005C2A31"/>
    <w:rsid w:val="005D5A3E"/>
    <w:rsid w:val="005F3E1B"/>
    <w:rsid w:val="005F4F77"/>
    <w:rsid w:val="0061007A"/>
    <w:rsid w:val="00611266"/>
    <w:rsid w:val="00616D6E"/>
    <w:rsid w:val="00620ED9"/>
    <w:rsid w:val="0062711C"/>
    <w:rsid w:val="00636B3A"/>
    <w:rsid w:val="00640085"/>
    <w:rsid w:val="00652DBC"/>
    <w:rsid w:val="00656D65"/>
    <w:rsid w:val="00664CD5"/>
    <w:rsid w:val="00665280"/>
    <w:rsid w:val="00666EE2"/>
    <w:rsid w:val="006700AB"/>
    <w:rsid w:val="0067011F"/>
    <w:rsid w:val="0068135E"/>
    <w:rsid w:val="00682D16"/>
    <w:rsid w:val="006854C5"/>
    <w:rsid w:val="00690C86"/>
    <w:rsid w:val="00693CBE"/>
    <w:rsid w:val="00695772"/>
    <w:rsid w:val="00695D50"/>
    <w:rsid w:val="006A0FC1"/>
    <w:rsid w:val="006A2E74"/>
    <w:rsid w:val="006B3B0A"/>
    <w:rsid w:val="006B44BD"/>
    <w:rsid w:val="006C0130"/>
    <w:rsid w:val="006C0175"/>
    <w:rsid w:val="006C41EB"/>
    <w:rsid w:val="006C55E2"/>
    <w:rsid w:val="006C5B47"/>
    <w:rsid w:val="006E02FC"/>
    <w:rsid w:val="006E1AE3"/>
    <w:rsid w:val="006E57FB"/>
    <w:rsid w:val="006E62CC"/>
    <w:rsid w:val="006F5CF8"/>
    <w:rsid w:val="007024F0"/>
    <w:rsid w:val="00710CFD"/>
    <w:rsid w:val="00712006"/>
    <w:rsid w:val="00721152"/>
    <w:rsid w:val="00724DF4"/>
    <w:rsid w:val="00734D76"/>
    <w:rsid w:val="00734EE4"/>
    <w:rsid w:val="00736186"/>
    <w:rsid w:val="0073634F"/>
    <w:rsid w:val="007552E5"/>
    <w:rsid w:val="0076203F"/>
    <w:rsid w:val="00777906"/>
    <w:rsid w:val="00780C49"/>
    <w:rsid w:val="007819C0"/>
    <w:rsid w:val="007A6C56"/>
    <w:rsid w:val="007B52E1"/>
    <w:rsid w:val="007C05FC"/>
    <w:rsid w:val="007C08DB"/>
    <w:rsid w:val="007D3743"/>
    <w:rsid w:val="007D3F43"/>
    <w:rsid w:val="007D5482"/>
    <w:rsid w:val="007E3E50"/>
    <w:rsid w:val="007F0E5D"/>
    <w:rsid w:val="007F5C7E"/>
    <w:rsid w:val="0080328B"/>
    <w:rsid w:val="008034D8"/>
    <w:rsid w:val="00813464"/>
    <w:rsid w:val="00820B73"/>
    <w:rsid w:val="00823818"/>
    <w:rsid w:val="00834FAB"/>
    <w:rsid w:val="0083569A"/>
    <w:rsid w:val="008509BD"/>
    <w:rsid w:val="00855B2D"/>
    <w:rsid w:val="00861CB9"/>
    <w:rsid w:val="00870050"/>
    <w:rsid w:val="008713DB"/>
    <w:rsid w:val="00871CAA"/>
    <w:rsid w:val="00871E2C"/>
    <w:rsid w:val="00874A3F"/>
    <w:rsid w:val="008A2980"/>
    <w:rsid w:val="008A7E9B"/>
    <w:rsid w:val="008B19F6"/>
    <w:rsid w:val="008D64C2"/>
    <w:rsid w:val="008E19EB"/>
    <w:rsid w:val="008E704E"/>
    <w:rsid w:val="008E7087"/>
    <w:rsid w:val="008F0739"/>
    <w:rsid w:val="008F1790"/>
    <w:rsid w:val="00912006"/>
    <w:rsid w:val="009160A2"/>
    <w:rsid w:val="009209BE"/>
    <w:rsid w:val="0092641A"/>
    <w:rsid w:val="00934374"/>
    <w:rsid w:val="009353C0"/>
    <w:rsid w:val="00943EDA"/>
    <w:rsid w:val="00947163"/>
    <w:rsid w:val="00957216"/>
    <w:rsid w:val="009652F2"/>
    <w:rsid w:val="0097162E"/>
    <w:rsid w:val="00972BAB"/>
    <w:rsid w:val="00976110"/>
    <w:rsid w:val="00985706"/>
    <w:rsid w:val="0099508A"/>
    <w:rsid w:val="009B4438"/>
    <w:rsid w:val="009B49E4"/>
    <w:rsid w:val="009B56B0"/>
    <w:rsid w:val="009C2DF5"/>
    <w:rsid w:val="009C55C3"/>
    <w:rsid w:val="009C5CCF"/>
    <w:rsid w:val="009D5C92"/>
    <w:rsid w:val="00A00878"/>
    <w:rsid w:val="00A02086"/>
    <w:rsid w:val="00A02DE8"/>
    <w:rsid w:val="00A11065"/>
    <w:rsid w:val="00A138B3"/>
    <w:rsid w:val="00A13C2F"/>
    <w:rsid w:val="00A23C6B"/>
    <w:rsid w:val="00A27799"/>
    <w:rsid w:val="00A40400"/>
    <w:rsid w:val="00A57627"/>
    <w:rsid w:val="00A62167"/>
    <w:rsid w:val="00A6328D"/>
    <w:rsid w:val="00A81993"/>
    <w:rsid w:val="00A84809"/>
    <w:rsid w:val="00A940C2"/>
    <w:rsid w:val="00A9575A"/>
    <w:rsid w:val="00AA38AA"/>
    <w:rsid w:val="00AB00FB"/>
    <w:rsid w:val="00AB7F5B"/>
    <w:rsid w:val="00AC4D37"/>
    <w:rsid w:val="00AE16B6"/>
    <w:rsid w:val="00AF217D"/>
    <w:rsid w:val="00B1148C"/>
    <w:rsid w:val="00B16CCD"/>
    <w:rsid w:val="00B220C1"/>
    <w:rsid w:val="00B30BFD"/>
    <w:rsid w:val="00B360DD"/>
    <w:rsid w:val="00B3666D"/>
    <w:rsid w:val="00B37762"/>
    <w:rsid w:val="00B575A7"/>
    <w:rsid w:val="00B579BC"/>
    <w:rsid w:val="00B61131"/>
    <w:rsid w:val="00B626CB"/>
    <w:rsid w:val="00B646C0"/>
    <w:rsid w:val="00B76142"/>
    <w:rsid w:val="00B861F8"/>
    <w:rsid w:val="00B92F74"/>
    <w:rsid w:val="00B94B2A"/>
    <w:rsid w:val="00B97824"/>
    <w:rsid w:val="00BB2FCC"/>
    <w:rsid w:val="00BB799E"/>
    <w:rsid w:val="00BC533D"/>
    <w:rsid w:val="00BC708C"/>
    <w:rsid w:val="00BD1EE2"/>
    <w:rsid w:val="00BD7136"/>
    <w:rsid w:val="00BE44DA"/>
    <w:rsid w:val="00BE563A"/>
    <w:rsid w:val="00C078A7"/>
    <w:rsid w:val="00C07C97"/>
    <w:rsid w:val="00C31C68"/>
    <w:rsid w:val="00C33728"/>
    <w:rsid w:val="00C36C3E"/>
    <w:rsid w:val="00C376DD"/>
    <w:rsid w:val="00C37FAD"/>
    <w:rsid w:val="00C42091"/>
    <w:rsid w:val="00C4256A"/>
    <w:rsid w:val="00C52A37"/>
    <w:rsid w:val="00C55827"/>
    <w:rsid w:val="00C603AB"/>
    <w:rsid w:val="00C90C5B"/>
    <w:rsid w:val="00C94446"/>
    <w:rsid w:val="00CA16C7"/>
    <w:rsid w:val="00CA1D71"/>
    <w:rsid w:val="00CB0F01"/>
    <w:rsid w:val="00CB5FA6"/>
    <w:rsid w:val="00CC0441"/>
    <w:rsid w:val="00CC4A1D"/>
    <w:rsid w:val="00CD0F05"/>
    <w:rsid w:val="00CD4294"/>
    <w:rsid w:val="00CD70CD"/>
    <w:rsid w:val="00CE2BFF"/>
    <w:rsid w:val="00CF6CC8"/>
    <w:rsid w:val="00D00E40"/>
    <w:rsid w:val="00D06B59"/>
    <w:rsid w:val="00D1460D"/>
    <w:rsid w:val="00D21D0F"/>
    <w:rsid w:val="00D43477"/>
    <w:rsid w:val="00D43CCC"/>
    <w:rsid w:val="00D70768"/>
    <w:rsid w:val="00D74FC1"/>
    <w:rsid w:val="00D91649"/>
    <w:rsid w:val="00D958EB"/>
    <w:rsid w:val="00DA1F07"/>
    <w:rsid w:val="00DA3087"/>
    <w:rsid w:val="00DA65B8"/>
    <w:rsid w:val="00DB0DF9"/>
    <w:rsid w:val="00DB1A65"/>
    <w:rsid w:val="00DD02CC"/>
    <w:rsid w:val="00DE02D7"/>
    <w:rsid w:val="00DE7CC5"/>
    <w:rsid w:val="00E042A1"/>
    <w:rsid w:val="00E124A5"/>
    <w:rsid w:val="00E14AF2"/>
    <w:rsid w:val="00E158F2"/>
    <w:rsid w:val="00E15AD5"/>
    <w:rsid w:val="00E25940"/>
    <w:rsid w:val="00E3290E"/>
    <w:rsid w:val="00E46683"/>
    <w:rsid w:val="00E56AA4"/>
    <w:rsid w:val="00E577AE"/>
    <w:rsid w:val="00E64972"/>
    <w:rsid w:val="00E70FE8"/>
    <w:rsid w:val="00E765B9"/>
    <w:rsid w:val="00EA0152"/>
    <w:rsid w:val="00EA3400"/>
    <w:rsid w:val="00EA66EF"/>
    <w:rsid w:val="00EB00E8"/>
    <w:rsid w:val="00EB267D"/>
    <w:rsid w:val="00EC1C21"/>
    <w:rsid w:val="00ED3A89"/>
    <w:rsid w:val="00ED521A"/>
    <w:rsid w:val="00ED6118"/>
    <w:rsid w:val="00EE3BBB"/>
    <w:rsid w:val="00EF29A9"/>
    <w:rsid w:val="00F01191"/>
    <w:rsid w:val="00F02091"/>
    <w:rsid w:val="00F0333F"/>
    <w:rsid w:val="00F15B6C"/>
    <w:rsid w:val="00F31D30"/>
    <w:rsid w:val="00F34DD6"/>
    <w:rsid w:val="00F37DE1"/>
    <w:rsid w:val="00F40780"/>
    <w:rsid w:val="00F577BB"/>
    <w:rsid w:val="00F664AF"/>
    <w:rsid w:val="00F712EC"/>
    <w:rsid w:val="00F719D7"/>
    <w:rsid w:val="00F7365A"/>
    <w:rsid w:val="00F73889"/>
    <w:rsid w:val="00F83441"/>
    <w:rsid w:val="00FA1357"/>
    <w:rsid w:val="00FA389F"/>
    <w:rsid w:val="00FD04F3"/>
    <w:rsid w:val="00FD47BE"/>
    <w:rsid w:val="00FD6A26"/>
    <w:rsid w:val="00FE2BB0"/>
    <w:rsid w:val="00FE3019"/>
    <w:rsid w:val="00FE6738"/>
    <w:rsid w:val="00FE6C09"/>
    <w:rsid w:val="00FE71BF"/>
    <w:rsid w:val="00FF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45D0BE"/>
  <w15:docId w15:val="{696B289C-2C02-4766-8C1A-B6DCFFE7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qFormat/>
    <w:pPr>
      <w:keepNext/>
      <w:spacing w:before="20" w:after="20"/>
      <w:ind w:left="1962" w:right="432" w:hanging="900"/>
      <w:outlineLvl w:val="2"/>
    </w:pPr>
    <w:rPr>
      <w:i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right" w:pos="12960"/>
      </w:tabs>
      <w:jc w:val="center"/>
      <w:outlineLvl w:val="3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MainSectText">
    <w:name w:val="Main SectText"/>
    <w:basedOn w:val="Normal"/>
    <w:pPr>
      <w:jc w:val="both"/>
    </w:pPr>
  </w:style>
  <w:style w:type="paragraph" w:customStyle="1" w:styleId="SectionHeading">
    <w:name w:val="Section Heading"/>
    <w:basedOn w:val="Normal"/>
    <w:rPr>
      <w:rFonts w:ascii="Book Antiqua" w:hAnsi="Book Antiqua"/>
      <w:b/>
      <w:sz w:val="24"/>
    </w:rPr>
  </w:style>
  <w:style w:type="paragraph" w:customStyle="1" w:styleId="narratstyle">
    <w:name w:val="narrat style"/>
    <w:basedOn w:val="SectionHeading"/>
    <w:pPr>
      <w:spacing w:before="120"/>
      <w:ind w:left="720" w:right="86"/>
    </w:pPr>
    <w:rPr>
      <w:rFonts w:ascii="Times New Roman" w:hAnsi="Times New Roman"/>
      <w:b w:val="0"/>
      <w:sz w:val="20"/>
    </w:rPr>
  </w:style>
  <w:style w:type="paragraph" w:customStyle="1" w:styleId="formtext">
    <w:name w:val="form text"/>
    <w:basedOn w:val="MainSectionText"/>
    <w:pPr>
      <w:spacing w:before="120"/>
    </w:pPr>
    <w:rPr>
      <w:rFonts w:ascii="Times New Roman" w:hAnsi="Times New Roman"/>
      <w:b/>
      <w:i/>
      <w:noProof w:val="0"/>
    </w:rPr>
  </w:style>
  <w:style w:type="paragraph" w:customStyle="1" w:styleId="MainSectionText">
    <w:name w:val="Main Section Text"/>
    <w:rPr>
      <w:rFonts w:ascii="Palatino" w:hAnsi="Palatino"/>
      <w:noProof/>
      <w:sz w:val="22"/>
      <w:lang w:val="en-US" w:eastAsia="en-US"/>
    </w:rPr>
  </w:style>
  <w:style w:type="paragraph" w:customStyle="1" w:styleId="tableheading">
    <w:name w:val="table heading"/>
    <w:basedOn w:val="formtext-small"/>
    <w:pPr>
      <w:spacing w:before="60"/>
    </w:pPr>
    <w:rPr>
      <w:b/>
    </w:rPr>
  </w:style>
  <w:style w:type="paragraph" w:customStyle="1" w:styleId="formtext-small">
    <w:name w:val="form text - small"/>
    <w:basedOn w:val="MainSectionText"/>
    <w:pPr>
      <w:spacing w:before="240"/>
    </w:pPr>
    <w:rPr>
      <w:rFonts w:ascii="Times New Roman" w:hAnsi="Times New Roman"/>
      <w:noProof w:val="0"/>
      <w:sz w:val="20"/>
    </w:rPr>
  </w:style>
  <w:style w:type="paragraph" w:customStyle="1" w:styleId="Instructions">
    <w:name w:val="Instructions"/>
    <w:basedOn w:val="Normal"/>
    <w:autoRedefine/>
    <w:pPr>
      <w:pBdr>
        <w:top w:val="single" w:sz="4" w:space="1" w:color="auto"/>
        <w:left w:val="single" w:sz="4" w:space="0" w:color="auto"/>
        <w:bottom w:val="single" w:sz="4" w:space="18" w:color="auto"/>
        <w:right w:val="single" w:sz="4" w:space="2" w:color="auto"/>
      </w:pBdr>
      <w:shd w:val="pct15" w:color="auto" w:fill="FFFFFF"/>
    </w:pPr>
  </w:style>
  <w:style w:type="paragraph" w:customStyle="1" w:styleId="table">
    <w:name w:val="table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540"/>
      </w:tabs>
      <w:spacing w:after="120"/>
      <w:ind w:left="180" w:right="360"/>
    </w:pPr>
    <w:rPr>
      <w:i/>
    </w:rPr>
  </w:style>
  <w:style w:type="paragraph" w:styleId="BodyText2">
    <w:name w:val="Body Text 2"/>
    <w:basedOn w:val="Normal"/>
  </w:style>
  <w:style w:type="paragraph" w:styleId="Title">
    <w:name w:val="Title"/>
    <w:basedOn w:val="Normal"/>
    <w:qFormat/>
    <w:pPr>
      <w:spacing w:after="120"/>
      <w:jc w:val="center"/>
    </w:pPr>
    <w:rPr>
      <w:b/>
      <w:sz w:val="52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widowControl w:val="0"/>
      <w:tabs>
        <w:tab w:val="center" w:pos="4320"/>
        <w:tab w:val="right" w:pos="8640"/>
      </w:tabs>
      <w:spacing w:line="0" w:lineRule="atLeast"/>
      <w:jc w:val="both"/>
    </w:pPr>
    <w:rPr>
      <w:rFonts w:ascii="Times" w:hAnsi="Times"/>
    </w:rPr>
  </w:style>
  <w:style w:type="paragraph" w:customStyle="1" w:styleId="Indentwbullet">
    <w:name w:val="Indent w/bullet"/>
    <w:basedOn w:val="Normal"/>
    <w:pPr>
      <w:tabs>
        <w:tab w:val="left" w:pos="1440"/>
      </w:tabs>
      <w:spacing w:before="60" w:after="60"/>
      <w:ind w:left="882" w:right="360" w:hanging="360"/>
      <w:jc w:val="both"/>
    </w:pPr>
  </w:style>
  <w:style w:type="paragraph" w:customStyle="1" w:styleId="BoxedHeads">
    <w:name w:val="BoxedHeads"/>
    <w:basedOn w:val="Normal"/>
    <w:pPr>
      <w:shd w:val="pct60" w:color="C0C0C0" w:fill="auto"/>
      <w:tabs>
        <w:tab w:val="left" w:pos="720"/>
        <w:tab w:val="right" w:pos="6120"/>
      </w:tabs>
      <w:spacing w:before="240" w:after="60"/>
      <w:jc w:val="both"/>
    </w:pPr>
    <w:rPr>
      <w:b/>
    </w:rPr>
  </w:style>
  <w:style w:type="paragraph" w:customStyle="1" w:styleId="MPtext">
    <w:name w:val="MPtext"/>
    <w:basedOn w:val="Normal"/>
    <w:pPr>
      <w:spacing w:after="60"/>
      <w:ind w:left="1440" w:hanging="720"/>
      <w:jc w:val="both"/>
    </w:pPr>
    <w:rPr>
      <w:i/>
    </w:rPr>
  </w:style>
  <w:style w:type="paragraph" w:customStyle="1" w:styleId="Subheads">
    <w:name w:val="Subheads"/>
    <w:basedOn w:val="Normal"/>
    <w:pPr>
      <w:spacing w:after="60"/>
      <w:jc w:val="both"/>
    </w:pPr>
    <w:rPr>
      <w:b/>
    </w:rPr>
  </w:style>
  <w:style w:type="paragraph" w:customStyle="1" w:styleId="MPtxt2">
    <w:name w:val="MPtxt2"/>
    <w:basedOn w:val="MPtext"/>
    <w:pPr>
      <w:ind w:firstLine="0"/>
    </w:pPr>
  </w:style>
  <w:style w:type="paragraph" w:customStyle="1" w:styleId="BlurbHeads">
    <w:name w:val="Blurb Heads"/>
    <w:rPr>
      <w:b/>
      <w:i/>
      <w:noProof/>
      <w:sz w:val="24"/>
      <w:lang w:val="en-US" w:eastAsia="en-US"/>
    </w:rPr>
  </w:style>
  <w:style w:type="paragraph" w:customStyle="1" w:styleId="indent2-bullet">
    <w:name w:val="indent 2 -bullet"/>
    <w:basedOn w:val="Indentwbullet"/>
    <w:pPr>
      <w:spacing w:before="20" w:after="0"/>
      <w:ind w:left="1440"/>
    </w:pPr>
  </w:style>
  <w:style w:type="paragraph" w:customStyle="1" w:styleId="tesxtindent">
    <w:name w:val="tesxt indent"/>
    <w:basedOn w:val="Heading3"/>
    <w:pPr>
      <w:tabs>
        <w:tab w:val="left" w:pos="5742"/>
      </w:tabs>
      <w:ind w:left="1242" w:right="972" w:firstLine="0"/>
      <w:outlineLvl w:val="9"/>
    </w:pPr>
  </w:style>
  <w:style w:type="paragraph" w:customStyle="1" w:styleId="Indenthead3">
    <w:name w:val="Indent@head3"/>
    <w:basedOn w:val="Normal"/>
    <w:pPr>
      <w:spacing w:before="20" w:after="20"/>
      <w:ind w:left="1958"/>
      <w:jc w:val="both"/>
    </w:pPr>
    <w:rPr>
      <w:i/>
      <w:sz w:val="18"/>
    </w:rPr>
  </w:style>
  <w:style w:type="paragraph" w:styleId="TOC3">
    <w:name w:val="toc 3"/>
    <w:basedOn w:val="Normal"/>
    <w:autoRedefine/>
    <w:semiHidden/>
    <w:rPr>
      <w:bCs/>
    </w:rPr>
  </w:style>
  <w:style w:type="paragraph" w:styleId="BodyText">
    <w:name w:val="Body Text"/>
    <w:basedOn w:val="Normal"/>
    <w:rPr>
      <w:i/>
      <w:iCs/>
    </w:rPr>
  </w:style>
  <w:style w:type="table" w:styleId="TableGrid">
    <w:name w:val="Table Grid"/>
    <w:basedOn w:val="TableNormal"/>
    <w:rsid w:val="007D5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4347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3025A3"/>
  </w:style>
  <w:style w:type="character" w:styleId="FootnoteReference">
    <w:name w:val="footnote reference"/>
    <w:semiHidden/>
    <w:rsid w:val="003025A3"/>
    <w:rPr>
      <w:vertAlign w:val="superscript"/>
    </w:rPr>
  </w:style>
  <w:style w:type="character" w:styleId="CommentReference">
    <w:name w:val="annotation reference"/>
    <w:semiHidden/>
    <w:rsid w:val="003032C3"/>
    <w:rPr>
      <w:sz w:val="16"/>
      <w:szCs w:val="16"/>
    </w:rPr>
  </w:style>
  <w:style w:type="paragraph" w:styleId="CommentText">
    <w:name w:val="annotation text"/>
    <w:basedOn w:val="Normal"/>
    <w:semiHidden/>
    <w:rsid w:val="003032C3"/>
  </w:style>
  <w:style w:type="paragraph" w:styleId="CommentSubject">
    <w:name w:val="annotation subject"/>
    <w:basedOn w:val="CommentText"/>
    <w:next w:val="CommentText"/>
    <w:semiHidden/>
    <w:rsid w:val="003032C3"/>
    <w:rPr>
      <w:b/>
      <w:bCs/>
    </w:rPr>
  </w:style>
  <w:style w:type="paragraph" w:styleId="ListParagraph">
    <w:name w:val="List Paragraph"/>
    <w:basedOn w:val="Normal"/>
    <w:uiPriority w:val="34"/>
    <w:qFormat/>
    <w:rsid w:val="002307B0"/>
    <w:pPr>
      <w:ind w:left="720"/>
    </w:pPr>
  </w:style>
  <w:style w:type="character" w:styleId="PlaceholderText">
    <w:name w:val="Placeholder Text"/>
    <w:basedOn w:val="DefaultParagraphFont"/>
    <w:uiPriority w:val="99"/>
    <w:semiHidden/>
    <w:rsid w:val="00934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0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ichard\State%20of%20MN\Project_Plan_Format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41D09E6B534DF78307132468384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72AF6-E9E1-4DB4-B7D0-EF725B26FCFA}"/>
      </w:docPartPr>
      <w:docPartBody>
        <w:p w:rsidR="004242EB" w:rsidRDefault="004B1982" w:rsidP="004B1982">
          <w:pPr>
            <w:pStyle w:val="CF41D09E6B534DF78307132468384484"/>
          </w:pPr>
          <w:r>
            <w:rPr>
              <w:rStyle w:val="PlaceholderText"/>
            </w:rPr>
            <w:t>Enter Project Title</w:t>
          </w:r>
        </w:p>
      </w:docPartBody>
    </w:docPart>
    <w:docPart>
      <w:docPartPr>
        <w:name w:val="137335B101864CA58EBC327CAB6E06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1686-2AF8-4592-B240-977BB05E661E}"/>
      </w:docPartPr>
      <w:docPartBody>
        <w:p w:rsidR="006F7D0A" w:rsidRDefault="00CE0463" w:rsidP="00CE0463">
          <w:pPr>
            <w:pStyle w:val="137335B101864CA58EBC327CAB6E06B8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  <w:docPart>
      <w:docPartPr>
        <w:name w:val="ECE66C9CF1BF417BA48B5BD6A29B6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2EB7BD-E9BB-437B-8122-2092A79642C0}"/>
      </w:docPartPr>
      <w:docPartBody>
        <w:p w:rsidR="006F7D0A" w:rsidRDefault="00CE0463" w:rsidP="00CE0463">
          <w:pPr>
            <w:pStyle w:val="ECE66C9CF1BF417BA48B5BD6A29B6449"/>
          </w:pPr>
          <w:r>
            <w:rPr>
              <w:rStyle w:val="PlaceholderText"/>
            </w:rPr>
            <w:t>Enter proposed timeline for the project</w:t>
          </w:r>
          <w:r w:rsidRPr="00D7221B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982"/>
    <w:rsid w:val="003A3D0E"/>
    <w:rsid w:val="004242EB"/>
    <w:rsid w:val="004B1982"/>
    <w:rsid w:val="00566BA8"/>
    <w:rsid w:val="005D44D5"/>
    <w:rsid w:val="006F7D0A"/>
    <w:rsid w:val="009B3751"/>
    <w:rsid w:val="00A403C8"/>
    <w:rsid w:val="00C0504D"/>
    <w:rsid w:val="00C147C0"/>
    <w:rsid w:val="00CB6E65"/>
    <w:rsid w:val="00CE0463"/>
    <w:rsid w:val="00E6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A6E8E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E0463"/>
    <w:rPr>
      <w:color w:val="808080"/>
    </w:rPr>
  </w:style>
  <w:style w:type="paragraph" w:customStyle="1" w:styleId="CF41D09E6B534DF78307132468384484">
    <w:name w:val="CF41D09E6B534DF78307132468384484"/>
    <w:rsid w:val="004B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137335B101864CA58EBC327CAB6E06B8">
    <w:name w:val="137335B101864CA58EBC327CAB6E06B8"/>
    <w:rsid w:val="00CE0463"/>
  </w:style>
  <w:style w:type="paragraph" w:customStyle="1" w:styleId="ECE66C9CF1BF417BA48B5BD6A29B6449">
    <w:name w:val="ECE66C9CF1BF417BA48B5BD6A29B6449"/>
    <w:rsid w:val="00CE04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FFC41F44E9A142A4FD86D229EA4AEC" ma:contentTypeVersion="15" ma:contentTypeDescription="Create a new document." ma:contentTypeScope="" ma:versionID="e703f784bde6c6533af49a4271410990">
  <xsd:schema xmlns:xsd="http://www.w3.org/2001/XMLSchema" xmlns:xs="http://www.w3.org/2001/XMLSchema" xmlns:p="http://schemas.microsoft.com/office/2006/metadata/properties" xmlns:ns2="62a303f5-03b3-4a82-ae7f-e08e7da73113" xmlns:ns3="2fedab5a-0fd9-4bf6-8b38-49469df3621a" targetNamespace="http://schemas.microsoft.com/office/2006/metadata/properties" ma:root="true" ma:fieldsID="f49e02612f15a0c5abc4b1fc681a46e9" ns2:_="" ns3:_="">
    <xsd:import namespace="62a303f5-03b3-4a82-ae7f-e08e7da73113"/>
    <xsd:import namespace="2fedab5a-0fd9-4bf6-8b38-49469df36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303f5-03b3-4a82-ae7f-e08e7da731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dab5a-0fd9-4bf6-8b38-49469df36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8a47f48-4375-4cd7-b0ec-7f43473154f0}" ma:internalName="TaxCatchAll" ma:showField="CatchAllData" ma:web="2fedab5a-0fd9-4bf6-8b38-49469df36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fedab5a-0fd9-4bf6-8b38-49469df3621a" xsi:nil="true"/>
    <lcf76f155ced4ddcb4097134ff3c332f xmlns="62a303f5-03b3-4a82-ae7f-e08e7da7311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3213E9-CD4D-4669-B4A2-24E2AFEF36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F33A5-CE85-4C7D-B664-3C309F4B9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303f5-03b3-4a82-ae7f-e08e7da73113"/>
    <ds:schemaRef ds:uri="2fedab5a-0fd9-4bf6-8b38-49469df36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92344D-1099-45B6-8EAA-9421EC2B6E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BCDBE0-368E-4624-99EE-0F3B02E3BFAE}">
  <ds:schemaRefs>
    <ds:schemaRef ds:uri="http://schemas.microsoft.com/office/2006/metadata/properties"/>
    <ds:schemaRef ds:uri="http://schemas.microsoft.com/office/infopath/2007/PartnerControls"/>
    <ds:schemaRef ds:uri="2fedab5a-0fd9-4bf6-8b38-49469df3621a"/>
    <ds:schemaRef ds:uri="62a303f5-03b3-4a82-ae7f-e08e7da731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Project_Plan_Format.dot</Template>
  <TotalTime>13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 for Business Entities</vt:lpstr>
    </vt:vector>
  </TitlesOfParts>
  <Company>State of Minnesota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 for Business Entities</dc:title>
  <dc:creator>Enterprise Project Management Office</dc:creator>
  <cp:lastModifiedBy>HUSAIN, Mohd Afifi</cp:lastModifiedBy>
  <cp:revision>12</cp:revision>
  <cp:lastPrinted>2012-06-20T14:13:00Z</cp:lastPrinted>
  <dcterms:created xsi:type="dcterms:W3CDTF">2022-05-30T14:50:00Z</dcterms:created>
  <dcterms:modified xsi:type="dcterms:W3CDTF">2024-03-25T15:57:00Z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0x0101006DFFC41F44E9A142A4FD86D229EA4AEC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Order0">
    <vt:lpwstr>1</vt:lpwstr>
  </property>
</Properties>
</file>