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05C37" w14:textId="1DB3BDDD" w:rsidR="00960923" w:rsidRPr="00D17A24" w:rsidRDefault="00CF77AA" w:rsidP="00D17A24">
      <w:pPr>
        <w:pStyle w:val="Heading1"/>
        <w:spacing w:before="0" w:after="240" w:line="276" w:lineRule="auto"/>
        <w:rPr>
          <w:rFonts w:asciiTheme="minorHAnsi" w:hAnsiTheme="minorHAnsi" w:cstheme="minorHAnsi"/>
          <w:b/>
          <w:bCs/>
          <w:color w:val="auto"/>
          <w:sz w:val="22"/>
          <w:szCs w:val="22"/>
        </w:rPr>
      </w:pPr>
      <w:r w:rsidRPr="00D17A24">
        <w:rPr>
          <w:rFonts w:asciiTheme="minorHAnsi" w:hAnsiTheme="minorHAnsi" w:cstheme="minorHAnsi"/>
          <w:b/>
          <w:bCs/>
          <w:color w:val="auto"/>
          <w:sz w:val="22"/>
          <w:szCs w:val="22"/>
        </w:rPr>
        <w:t>INVITATION TO SUBMIT EXPRESSION OF INTER</w:t>
      </w:r>
      <w:r w:rsidR="00E71CCD" w:rsidRPr="00D17A24">
        <w:rPr>
          <w:rFonts w:asciiTheme="minorHAnsi" w:hAnsiTheme="minorHAnsi" w:cstheme="minorHAnsi"/>
          <w:b/>
          <w:bCs/>
          <w:color w:val="auto"/>
          <w:sz w:val="22"/>
          <w:szCs w:val="22"/>
        </w:rPr>
        <w:t xml:space="preserve">EST FOR </w:t>
      </w:r>
      <w:bookmarkStart w:id="0" w:name="_Hlk140153596"/>
      <w:r w:rsidR="00E71CCD" w:rsidRPr="00D17A24">
        <w:rPr>
          <w:rFonts w:asciiTheme="minorHAnsi" w:hAnsiTheme="minorHAnsi" w:cstheme="minorHAnsi"/>
          <w:b/>
          <w:bCs/>
          <w:color w:val="auto"/>
          <w:sz w:val="22"/>
          <w:szCs w:val="22"/>
        </w:rPr>
        <w:t>DESIGN AND DEVELOPMENT OF INNOVATIVE SANITATION SOLUTIONS FOR INCONTINENT PEOPLE AND YOUNG CHILDREN AGED BELOW 3 YEARS</w:t>
      </w:r>
      <w:r w:rsidR="00D17A24" w:rsidRPr="00D17A24">
        <w:rPr>
          <w:rFonts w:asciiTheme="minorHAnsi" w:hAnsiTheme="minorHAnsi" w:cstheme="minorHAnsi"/>
          <w:b/>
          <w:bCs/>
          <w:color w:val="auto"/>
          <w:sz w:val="22"/>
          <w:szCs w:val="22"/>
        </w:rPr>
        <w:t>.</w:t>
      </w:r>
      <w:bookmarkEnd w:id="0"/>
    </w:p>
    <w:tbl>
      <w:tblPr>
        <w:tblStyle w:val="TableGrid"/>
        <w:tblW w:w="9715" w:type="dxa"/>
        <w:tblLook w:val="04A0" w:firstRow="1" w:lastRow="0" w:firstColumn="1" w:lastColumn="0" w:noHBand="0" w:noVBand="1"/>
      </w:tblPr>
      <w:tblGrid>
        <w:gridCol w:w="5949"/>
        <w:gridCol w:w="3766"/>
      </w:tblGrid>
      <w:tr w:rsidR="004470F1" w:rsidRPr="00A46D3C" w14:paraId="4F2BACE6" w14:textId="77777777" w:rsidTr="00F71F2B">
        <w:trPr>
          <w:trHeight w:val="521"/>
        </w:trPr>
        <w:tc>
          <w:tcPr>
            <w:tcW w:w="5949" w:type="dxa"/>
            <w:vAlign w:val="center"/>
          </w:tcPr>
          <w:p w14:paraId="0B32D1A7" w14:textId="5806A119" w:rsidR="004470F1" w:rsidRPr="00A46D3C" w:rsidRDefault="000A0A21" w:rsidP="00F71F2B">
            <w:pPr>
              <w:spacing w:line="276" w:lineRule="auto"/>
              <w:jc w:val="both"/>
              <w:rPr>
                <w:sz w:val="20"/>
                <w:szCs w:val="20"/>
              </w:rPr>
            </w:pPr>
            <w:r w:rsidRPr="00A46D3C">
              <w:rPr>
                <w:sz w:val="20"/>
                <w:szCs w:val="20"/>
              </w:rPr>
              <w:t>REOI Reference</w:t>
            </w:r>
            <w:r w:rsidR="004470F1" w:rsidRPr="00A46D3C">
              <w:rPr>
                <w:sz w:val="20"/>
                <w:szCs w:val="20"/>
              </w:rPr>
              <w:t xml:space="preserve">: </w:t>
            </w:r>
            <w:sdt>
              <w:sdtPr>
                <w:rPr>
                  <w:sz w:val="20"/>
                  <w:szCs w:val="20"/>
                </w:rPr>
                <w:id w:val="877204737"/>
                <w:placeholder>
                  <w:docPart w:val="9D136C65EC144633A303F0E9D392AA44"/>
                </w:placeholder>
                <w:text/>
              </w:sdtPr>
              <w:sdtEndPr/>
              <w:sdtContent>
                <w:r w:rsidR="009A3731">
                  <w:rPr>
                    <w:sz w:val="20"/>
                    <w:szCs w:val="20"/>
                  </w:rPr>
                  <w:t>R</w:t>
                </w:r>
                <w:r w:rsidR="00AF4759" w:rsidRPr="00AF4759">
                  <w:rPr>
                    <w:sz w:val="20"/>
                    <w:szCs w:val="20"/>
                  </w:rPr>
                  <w:t>EOI-ET10-0</w:t>
                </w:r>
                <w:r w:rsidR="00E05E4C">
                  <w:rPr>
                    <w:sz w:val="20"/>
                    <w:szCs w:val="20"/>
                  </w:rPr>
                  <w:t>3</w:t>
                </w:r>
                <w:r w:rsidR="00AF4759" w:rsidRPr="00AF4759">
                  <w:rPr>
                    <w:sz w:val="20"/>
                    <w:szCs w:val="20"/>
                  </w:rPr>
                  <w:t>-2023</w:t>
                </w:r>
              </w:sdtContent>
            </w:sdt>
            <w:r w:rsidR="00ED0943">
              <w:rPr>
                <w:sz w:val="20"/>
                <w:szCs w:val="20"/>
              </w:rPr>
              <w:t xml:space="preserve">                     </w:t>
            </w:r>
            <w:r w:rsidR="00ED0943" w:rsidRPr="00ED0943">
              <w:rPr>
                <w:sz w:val="20"/>
                <w:szCs w:val="20"/>
              </w:rPr>
              <w:t>Country: Ethiopia</w:t>
            </w:r>
          </w:p>
        </w:tc>
        <w:tc>
          <w:tcPr>
            <w:tcW w:w="3766" w:type="dxa"/>
            <w:vAlign w:val="center"/>
          </w:tcPr>
          <w:p w14:paraId="37A1A45F" w14:textId="343CF094" w:rsidR="004470F1" w:rsidRPr="00A46D3C" w:rsidRDefault="004470F1" w:rsidP="00F71F2B">
            <w:pPr>
              <w:spacing w:line="276" w:lineRule="auto"/>
              <w:jc w:val="both"/>
              <w:rPr>
                <w:sz w:val="20"/>
                <w:szCs w:val="20"/>
              </w:rPr>
            </w:pPr>
            <w:r w:rsidRPr="00A46D3C">
              <w:rPr>
                <w:sz w:val="20"/>
                <w:szCs w:val="20"/>
              </w:rPr>
              <w:t xml:space="preserve">Date: </w:t>
            </w:r>
            <w:sdt>
              <w:sdtPr>
                <w:rPr>
                  <w:sz w:val="20"/>
                  <w:szCs w:val="20"/>
                </w:rPr>
                <w:id w:val="1787006972"/>
                <w:placeholder>
                  <w:docPart w:val="DBBE797C03AF477B8BC6C5859F2828D1"/>
                </w:placeholder>
                <w:date w:fullDate="2023-07-13T00:00:00Z">
                  <w:dateFormat w:val="dd MMMM yyyy"/>
                  <w:lid w:val="en-GB"/>
                  <w:storeMappedDataAs w:val="dateTime"/>
                  <w:calendar w:val="gregorian"/>
                </w:date>
              </w:sdtPr>
              <w:sdtEndPr/>
              <w:sdtContent>
                <w:r w:rsidR="00E05E4C" w:rsidRPr="00E05E4C">
                  <w:rPr>
                    <w:sz w:val="20"/>
                    <w:szCs w:val="20"/>
                  </w:rPr>
                  <w:t>13 July 2023</w:t>
                </w:r>
              </w:sdtContent>
            </w:sdt>
          </w:p>
        </w:tc>
      </w:tr>
    </w:tbl>
    <w:p w14:paraId="73533716" w14:textId="2F5439CB" w:rsidR="00445620" w:rsidRDefault="00937281" w:rsidP="00F71F2B">
      <w:pPr>
        <w:spacing w:before="120" w:after="120" w:line="276" w:lineRule="auto"/>
        <w:jc w:val="both"/>
        <w:rPr>
          <w:sz w:val="20"/>
          <w:szCs w:val="20"/>
        </w:rPr>
      </w:pPr>
      <w:sdt>
        <w:sdtPr>
          <w:rPr>
            <w:sz w:val="20"/>
            <w:szCs w:val="20"/>
          </w:rPr>
          <w:alias w:val="Name of procuring organisation"/>
          <w:tag w:val="Name of procuring organisation"/>
          <w:id w:val="411618144"/>
          <w:placeholder>
            <w:docPart w:val="F1DD26D4C1F7404A9F1CAF984F809988"/>
          </w:placeholder>
        </w:sdtPr>
        <w:sdtEndPr/>
        <w:sdtContent>
          <w:r w:rsidR="0061450B" w:rsidRPr="0061450B">
            <w:rPr>
              <w:sz w:val="20"/>
              <w:szCs w:val="20"/>
            </w:rPr>
            <w:t>The International Organization for Migration (IOM) is an intergovernmental humanitarian organization established in 1951 and is committed to the principle that humane and orderly migration benefits both migrants and society.</w:t>
          </w:r>
          <w:r w:rsidR="0061450B">
            <w:rPr>
              <w:sz w:val="20"/>
              <w:szCs w:val="20"/>
            </w:rPr>
            <w:t xml:space="preserve"> </w:t>
          </w:r>
          <w:r w:rsidR="00F836F9">
            <w:rPr>
              <w:sz w:val="20"/>
              <w:szCs w:val="20"/>
            </w:rPr>
            <w:t xml:space="preserve"> </w:t>
          </w:r>
        </w:sdtContent>
      </w:sdt>
      <w:r w:rsidR="190F0155" w:rsidRPr="6A9B78A7">
        <w:rPr>
          <w:sz w:val="20"/>
          <w:szCs w:val="20"/>
        </w:rPr>
        <w:t xml:space="preserve">The International Organization for Migration (IOM) </w:t>
      </w:r>
      <w:r w:rsidR="00F61BB6" w:rsidRPr="6A9B78A7">
        <w:rPr>
          <w:sz w:val="20"/>
          <w:szCs w:val="20"/>
        </w:rPr>
        <w:t>invites interested</w:t>
      </w:r>
      <w:r w:rsidR="008C4766">
        <w:rPr>
          <w:sz w:val="20"/>
          <w:szCs w:val="20"/>
        </w:rPr>
        <w:t xml:space="preserve"> p</w:t>
      </w:r>
      <w:r w:rsidR="008C4766" w:rsidRPr="008C4766">
        <w:rPr>
          <w:sz w:val="20"/>
          <w:szCs w:val="20"/>
        </w:rPr>
        <w:t>rivate sector companies</w:t>
      </w:r>
      <w:r w:rsidR="00F61BB6" w:rsidRPr="6A9B78A7">
        <w:rPr>
          <w:sz w:val="20"/>
          <w:szCs w:val="20"/>
        </w:rPr>
        <w:t xml:space="preserve"> to submit Expressions of Interest (EOIs) </w:t>
      </w:r>
      <w:r w:rsidR="00445620">
        <w:rPr>
          <w:sz w:val="20"/>
          <w:szCs w:val="20"/>
        </w:rPr>
        <w:t xml:space="preserve">for the </w:t>
      </w:r>
      <w:r w:rsidR="00445620" w:rsidRPr="6A9B78A7">
        <w:rPr>
          <w:sz w:val="20"/>
          <w:szCs w:val="20"/>
        </w:rPr>
        <w:t>Design</w:t>
      </w:r>
      <w:r w:rsidR="00445620" w:rsidRPr="00597D7F">
        <w:rPr>
          <w:sz w:val="20"/>
          <w:szCs w:val="20"/>
        </w:rPr>
        <w:t xml:space="preserve"> and Development of Innovative Sanitation solutions for Incontinent People and Young Children</w:t>
      </w:r>
      <w:r w:rsidR="00445620" w:rsidRPr="6A9B78A7">
        <w:rPr>
          <w:sz w:val="20"/>
          <w:szCs w:val="20"/>
        </w:rPr>
        <w:t>.</w:t>
      </w:r>
      <w:r w:rsidR="00445620">
        <w:rPr>
          <w:sz w:val="20"/>
          <w:szCs w:val="20"/>
        </w:rPr>
        <w:t xml:space="preserve"> The purpose of REOI is to pre-qualify </w:t>
      </w:r>
      <w:r w:rsidR="008C4766">
        <w:rPr>
          <w:sz w:val="20"/>
          <w:szCs w:val="20"/>
        </w:rPr>
        <w:t>firms</w:t>
      </w:r>
      <w:r w:rsidR="00445620">
        <w:rPr>
          <w:sz w:val="20"/>
          <w:szCs w:val="20"/>
        </w:rPr>
        <w:t xml:space="preserve"> </w:t>
      </w:r>
      <w:r w:rsidR="00445620" w:rsidRPr="6A9B78A7">
        <w:rPr>
          <w:sz w:val="20"/>
          <w:szCs w:val="20"/>
        </w:rPr>
        <w:t>that wish to participate in a forthcoming solicitation process</w:t>
      </w:r>
      <w:r w:rsidR="00445620">
        <w:rPr>
          <w:sz w:val="20"/>
          <w:szCs w:val="20"/>
        </w:rPr>
        <w:t xml:space="preserve">. </w:t>
      </w:r>
    </w:p>
    <w:p w14:paraId="3DCA9804" w14:textId="77777777" w:rsidR="00015F58" w:rsidRDefault="00015F58" w:rsidP="00F71F2B">
      <w:pPr>
        <w:spacing w:line="276" w:lineRule="auto"/>
        <w:jc w:val="both"/>
        <w:rPr>
          <w:sz w:val="20"/>
          <w:szCs w:val="20"/>
        </w:rPr>
      </w:pPr>
    </w:p>
    <w:p w14:paraId="6978B065" w14:textId="617EFBBE" w:rsidR="009A3731" w:rsidRPr="005C6918" w:rsidRDefault="001852CF" w:rsidP="005C6918">
      <w:pPr>
        <w:rPr>
          <w:rFonts w:ascii="inherit" w:eastAsia="Times New Roman" w:hAnsi="inherit" w:cs="Segoe UI"/>
          <w:sz w:val="21"/>
          <w:szCs w:val="21"/>
        </w:rPr>
      </w:pPr>
      <w:r w:rsidRPr="007945B9">
        <w:rPr>
          <w:sz w:val="20"/>
          <w:szCs w:val="20"/>
        </w:rPr>
        <w:t xml:space="preserve">Interested Vendors can find </w:t>
      </w:r>
      <w:r w:rsidR="00683F8E">
        <w:rPr>
          <w:sz w:val="20"/>
          <w:szCs w:val="20"/>
        </w:rPr>
        <w:t xml:space="preserve">this REOI </w:t>
      </w:r>
      <w:r w:rsidR="009A3731">
        <w:rPr>
          <w:sz w:val="20"/>
          <w:szCs w:val="20"/>
        </w:rPr>
        <w:t>on</w:t>
      </w:r>
      <w:r w:rsidR="009A3731" w:rsidRPr="009A3731">
        <w:rPr>
          <w:sz w:val="20"/>
          <w:szCs w:val="20"/>
        </w:rPr>
        <w:t xml:space="preserve"> the IOM website</w:t>
      </w:r>
      <w:r w:rsidR="005C6918">
        <w:rPr>
          <w:sz w:val="20"/>
          <w:szCs w:val="20"/>
        </w:rPr>
        <w:t xml:space="preserve"> </w:t>
      </w:r>
      <w:hyperlink r:id="rId11" w:history="1">
        <w:r w:rsidR="005C6918">
          <w:rPr>
            <w:rStyle w:val="Hyperlink"/>
            <w:rFonts w:ascii="inherit" w:eastAsia="Times New Roman" w:hAnsi="inherit" w:cs="Segoe UI"/>
            <w:sz w:val="21"/>
            <w:szCs w:val="21"/>
          </w:rPr>
          <w:t>https://www.iom.int/design-and-development-innovative-sanitation-solutions-incontinent-people-and-young-children</w:t>
        </w:r>
      </w:hyperlink>
      <w:r w:rsidR="005C6918">
        <w:rPr>
          <w:rFonts w:ascii="inherit" w:eastAsia="Times New Roman" w:hAnsi="inherit" w:cs="Segoe UI"/>
          <w:sz w:val="21"/>
          <w:szCs w:val="21"/>
        </w:rPr>
        <w:t xml:space="preserve"> </w:t>
      </w:r>
      <w:r w:rsidR="005C6918">
        <w:rPr>
          <w:rFonts w:ascii="inherit" w:eastAsia="Times New Roman" w:hAnsi="inherit" w:cs="Segoe UI"/>
          <w:sz w:val="21"/>
          <w:szCs w:val="21"/>
        </w:rPr>
        <w:t xml:space="preserve"> and </w:t>
      </w:r>
      <w:r w:rsidR="009A3731" w:rsidRPr="009A3731">
        <w:rPr>
          <w:sz w:val="20"/>
          <w:szCs w:val="20"/>
        </w:rPr>
        <w:t>The UN Global Market Place</w:t>
      </w:r>
      <w:r w:rsidR="002D2571">
        <w:rPr>
          <w:sz w:val="20"/>
          <w:szCs w:val="20"/>
        </w:rPr>
        <w:t xml:space="preserve"> </w:t>
      </w:r>
      <w:r w:rsidR="005C6918" w:rsidRPr="005C6918">
        <w:rPr>
          <w:sz w:val="20"/>
          <w:szCs w:val="20"/>
        </w:rPr>
        <w:t xml:space="preserve">link: </w:t>
      </w:r>
      <w:hyperlink r:id="rId12" w:history="1">
        <w:r w:rsidR="005C6918" w:rsidRPr="00DC37CB">
          <w:rPr>
            <w:rStyle w:val="Hyperlink"/>
            <w:sz w:val="20"/>
            <w:szCs w:val="20"/>
          </w:rPr>
          <w:t>https://www.ungm.org/Public/Notice/206941</w:t>
        </w:r>
      </w:hyperlink>
      <w:r w:rsidR="005C6918">
        <w:rPr>
          <w:sz w:val="20"/>
          <w:szCs w:val="20"/>
        </w:rPr>
        <w:t xml:space="preserve">; </w:t>
      </w:r>
    </w:p>
    <w:p w14:paraId="46C04765" w14:textId="1021B10F" w:rsidR="001852CF" w:rsidRPr="007945B9" w:rsidRDefault="001852CF" w:rsidP="00F71F2B">
      <w:pPr>
        <w:spacing w:line="276" w:lineRule="auto"/>
        <w:jc w:val="both"/>
        <w:rPr>
          <w:sz w:val="20"/>
          <w:szCs w:val="20"/>
        </w:rPr>
      </w:pPr>
      <w:r w:rsidRPr="007945B9">
        <w:rPr>
          <w:sz w:val="20"/>
          <w:szCs w:val="20"/>
        </w:rPr>
        <w:t xml:space="preserve">To enable you to submit an EOI, please </w:t>
      </w:r>
      <w:r w:rsidR="002D2CA9">
        <w:rPr>
          <w:sz w:val="20"/>
          <w:szCs w:val="20"/>
        </w:rPr>
        <w:t xml:space="preserve">carefully </w:t>
      </w:r>
      <w:r w:rsidRPr="007945B9">
        <w:rPr>
          <w:sz w:val="20"/>
          <w:szCs w:val="20"/>
        </w:rPr>
        <w:t xml:space="preserve">read the below sections of </w:t>
      </w:r>
      <w:r w:rsidR="001A0DA3" w:rsidRPr="00E50A0E">
        <w:rPr>
          <w:sz w:val="20"/>
          <w:szCs w:val="20"/>
        </w:rPr>
        <w:t>this R</w:t>
      </w:r>
      <w:r w:rsidRPr="007945B9">
        <w:rPr>
          <w:sz w:val="20"/>
          <w:szCs w:val="20"/>
        </w:rPr>
        <w:t xml:space="preserve">EOI. </w:t>
      </w:r>
    </w:p>
    <w:p w14:paraId="597FC9DA" w14:textId="77777777" w:rsidR="001852CF" w:rsidRPr="00E50A0E" w:rsidRDefault="001852CF" w:rsidP="00F71F2B">
      <w:pPr>
        <w:pStyle w:val="ListParagraph"/>
        <w:numPr>
          <w:ilvl w:val="0"/>
          <w:numId w:val="16"/>
        </w:numPr>
        <w:spacing w:line="276" w:lineRule="auto"/>
        <w:jc w:val="both"/>
        <w:rPr>
          <w:sz w:val="20"/>
          <w:szCs w:val="20"/>
        </w:rPr>
      </w:pPr>
      <w:r w:rsidRPr="00E50A0E">
        <w:rPr>
          <w:sz w:val="20"/>
          <w:szCs w:val="20"/>
        </w:rPr>
        <w:t xml:space="preserve">Section 1: Instruction to Vendors </w:t>
      </w:r>
    </w:p>
    <w:p w14:paraId="6AB9D230" w14:textId="73C73BC2" w:rsidR="00EA20DB" w:rsidRPr="00E50A0E" w:rsidRDefault="001852CF" w:rsidP="00F71F2B">
      <w:pPr>
        <w:pStyle w:val="ListParagraph"/>
        <w:numPr>
          <w:ilvl w:val="0"/>
          <w:numId w:val="16"/>
        </w:numPr>
        <w:spacing w:line="276" w:lineRule="auto"/>
        <w:jc w:val="both"/>
        <w:rPr>
          <w:sz w:val="20"/>
          <w:szCs w:val="20"/>
        </w:rPr>
      </w:pPr>
      <w:r w:rsidRPr="000D7815">
        <w:rPr>
          <w:sz w:val="20"/>
          <w:szCs w:val="20"/>
        </w:rPr>
        <w:t xml:space="preserve">Section 2: </w:t>
      </w:r>
      <w:r w:rsidR="00211286" w:rsidRPr="00211286">
        <w:rPr>
          <w:sz w:val="20"/>
          <w:szCs w:val="20"/>
        </w:rPr>
        <w:t>Eligibility</w:t>
      </w:r>
      <w:r w:rsidR="009A3731">
        <w:rPr>
          <w:sz w:val="20"/>
          <w:szCs w:val="20"/>
        </w:rPr>
        <w:t xml:space="preserve"> and Qualification </w:t>
      </w:r>
      <w:r w:rsidR="00211286" w:rsidRPr="00211286">
        <w:rPr>
          <w:sz w:val="20"/>
          <w:szCs w:val="20"/>
        </w:rPr>
        <w:t>Requirement</w:t>
      </w:r>
    </w:p>
    <w:p w14:paraId="76A65B9D" w14:textId="2F95B559" w:rsidR="009A3731" w:rsidRPr="009A3731" w:rsidRDefault="001852CF" w:rsidP="009A3731">
      <w:pPr>
        <w:spacing w:line="276" w:lineRule="auto"/>
        <w:jc w:val="both"/>
        <w:rPr>
          <w:b/>
          <w:bCs/>
          <w:sz w:val="20"/>
          <w:szCs w:val="20"/>
          <w:u w:val="single"/>
        </w:rPr>
      </w:pPr>
      <w:r w:rsidRPr="007945B9">
        <w:rPr>
          <w:sz w:val="20"/>
          <w:szCs w:val="20"/>
        </w:rPr>
        <w:t>If you are interested in submitting an EOI, please prepare your Interest in accordance with the requirements and procedure as set out in this R</w:t>
      </w:r>
      <w:r w:rsidR="00E50A0E">
        <w:rPr>
          <w:sz w:val="20"/>
          <w:szCs w:val="20"/>
        </w:rPr>
        <w:t>E</w:t>
      </w:r>
      <w:r w:rsidRPr="007945B9">
        <w:rPr>
          <w:sz w:val="20"/>
          <w:szCs w:val="20"/>
        </w:rPr>
        <w:t xml:space="preserve">OI and submit </w:t>
      </w:r>
      <w:r w:rsidRPr="009A3731">
        <w:rPr>
          <w:b/>
          <w:bCs/>
          <w:sz w:val="20"/>
          <w:szCs w:val="20"/>
          <w:u w:val="single"/>
        </w:rPr>
        <w:t>on</w:t>
      </w:r>
      <w:r w:rsidR="006E1488" w:rsidRPr="009A3731">
        <w:rPr>
          <w:b/>
          <w:bCs/>
          <w:sz w:val="20"/>
          <w:szCs w:val="20"/>
          <w:u w:val="single"/>
        </w:rPr>
        <w:t xml:space="preserve"> or before </w:t>
      </w:r>
      <w:r w:rsidR="00E05E4C">
        <w:rPr>
          <w:b/>
          <w:bCs/>
          <w:sz w:val="20"/>
          <w:szCs w:val="20"/>
          <w:u w:val="single"/>
        </w:rPr>
        <w:t xml:space="preserve">07 </w:t>
      </w:r>
      <w:r w:rsidR="00E05E4C" w:rsidRPr="00E05E4C">
        <w:rPr>
          <w:b/>
          <w:bCs/>
          <w:sz w:val="20"/>
          <w:szCs w:val="20"/>
          <w:u w:val="single"/>
        </w:rPr>
        <w:t>August</w:t>
      </w:r>
      <w:r w:rsidR="006E1488" w:rsidRPr="00E05E4C">
        <w:rPr>
          <w:b/>
          <w:bCs/>
          <w:sz w:val="20"/>
          <w:szCs w:val="20"/>
          <w:u w:val="single"/>
        </w:rPr>
        <w:t xml:space="preserve"> 2023</w:t>
      </w:r>
      <w:r w:rsidR="009A3731" w:rsidRPr="00E05E4C">
        <w:rPr>
          <w:b/>
          <w:bCs/>
          <w:sz w:val="20"/>
          <w:szCs w:val="20"/>
          <w:u w:val="single"/>
        </w:rPr>
        <w:t xml:space="preserve"> 4:00 </w:t>
      </w:r>
      <w:r w:rsidR="00597D7F" w:rsidRPr="00E05E4C">
        <w:rPr>
          <w:b/>
          <w:bCs/>
          <w:sz w:val="20"/>
          <w:szCs w:val="20"/>
          <w:u w:val="single"/>
        </w:rPr>
        <w:t xml:space="preserve">PM </w:t>
      </w:r>
      <w:r w:rsidR="00597D7F">
        <w:rPr>
          <w:b/>
          <w:bCs/>
          <w:sz w:val="20"/>
          <w:szCs w:val="20"/>
          <w:u w:val="single"/>
        </w:rPr>
        <w:t>(</w:t>
      </w:r>
      <w:r w:rsidR="009A3731" w:rsidRPr="009A3731">
        <w:rPr>
          <w:b/>
          <w:bCs/>
          <w:sz w:val="20"/>
          <w:szCs w:val="20"/>
          <w:u w:val="single"/>
        </w:rPr>
        <w:t>East African Time</w:t>
      </w:r>
      <w:r w:rsidR="00E05E4C">
        <w:rPr>
          <w:b/>
          <w:bCs/>
          <w:sz w:val="20"/>
          <w:szCs w:val="20"/>
          <w:u w:val="single"/>
        </w:rPr>
        <w:t xml:space="preserve">) </w:t>
      </w:r>
    </w:p>
    <w:p w14:paraId="53A697FE" w14:textId="510F7B63" w:rsidR="00597D7F" w:rsidRPr="007945B9" w:rsidRDefault="00597D7F" w:rsidP="00597D7F">
      <w:pPr>
        <w:spacing w:line="276" w:lineRule="auto"/>
        <w:jc w:val="both"/>
        <w:rPr>
          <w:sz w:val="20"/>
          <w:szCs w:val="20"/>
        </w:rPr>
      </w:pPr>
      <w:r w:rsidRPr="002D2571">
        <w:rPr>
          <w:sz w:val="20"/>
          <w:szCs w:val="20"/>
        </w:rPr>
        <w:t>IOM</w:t>
      </w:r>
      <w:r>
        <w:rPr>
          <w:sz w:val="20"/>
          <w:szCs w:val="20"/>
        </w:rPr>
        <w:t xml:space="preserve"> will hold an information session on </w:t>
      </w:r>
      <w:r w:rsidRPr="00445620">
        <w:rPr>
          <w:sz w:val="20"/>
          <w:szCs w:val="20"/>
          <w:u w:val="single"/>
        </w:rPr>
        <w:t>24 July, 11.00 am (</w:t>
      </w:r>
      <w:r w:rsidR="008C4766" w:rsidRPr="009A3731">
        <w:rPr>
          <w:b/>
          <w:bCs/>
          <w:sz w:val="20"/>
          <w:szCs w:val="20"/>
          <w:u w:val="single"/>
        </w:rPr>
        <w:t>East African Time</w:t>
      </w:r>
      <w:r w:rsidRPr="00445620">
        <w:rPr>
          <w:sz w:val="20"/>
          <w:szCs w:val="20"/>
          <w:u w:val="single"/>
        </w:rPr>
        <w:t>)</w:t>
      </w:r>
      <w:r>
        <w:rPr>
          <w:sz w:val="20"/>
          <w:szCs w:val="20"/>
        </w:rPr>
        <w:t xml:space="preserve"> </w:t>
      </w:r>
      <w:r w:rsidRPr="002D2571">
        <w:rPr>
          <w:sz w:val="20"/>
          <w:szCs w:val="20"/>
        </w:rPr>
        <w:t xml:space="preserve">which will explain the </w:t>
      </w:r>
      <w:r>
        <w:rPr>
          <w:sz w:val="20"/>
          <w:szCs w:val="20"/>
        </w:rPr>
        <w:t xml:space="preserve">EOI </w:t>
      </w:r>
      <w:r w:rsidRPr="002D2571">
        <w:rPr>
          <w:sz w:val="20"/>
          <w:szCs w:val="20"/>
        </w:rPr>
        <w:t xml:space="preserve">in more detail. </w:t>
      </w:r>
      <w:r>
        <w:rPr>
          <w:sz w:val="20"/>
          <w:szCs w:val="20"/>
        </w:rPr>
        <w:t>Interested vendors</w:t>
      </w:r>
      <w:r w:rsidRPr="002D2571">
        <w:rPr>
          <w:sz w:val="20"/>
          <w:szCs w:val="20"/>
        </w:rPr>
        <w:t xml:space="preserve"> should send names and email addresses of all participating individuals from their organization</w:t>
      </w:r>
      <w:r>
        <w:rPr>
          <w:sz w:val="20"/>
          <w:szCs w:val="20"/>
        </w:rPr>
        <w:t>/company</w:t>
      </w:r>
      <w:r w:rsidRPr="002D2571">
        <w:rPr>
          <w:sz w:val="20"/>
          <w:szCs w:val="20"/>
        </w:rPr>
        <w:t xml:space="preserve"> to </w:t>
      </w:r>
      <w:hyperlink r:id="rId13" w:history="1">
        <w:r w:rsidRPr="00314242">
          <w:rPr>
            <w:rStyle w:val="Hyperlink"/>
          </w:rPr>
          <w:t>iomethiopiatender@iom.int</w:t>
        </w:r>
      </w:hyperlink>
      <w:r>
        <w:rPr>
          <w:rStyle w:val="Hyperlink"/>
          <w:rFonts w:cstheme="minorHAnsi"/>
          <w:sz w:val="20"/>
          <w:szCs w:val="20"/>
        </w:rPr>
        <w:t xml:space="preserve">. </w:t>
      </w:r>
      <w:r>
        <w:rPr>
          <w:sz w:val="20"/>
          <w:szCs w:val="20"/>
        </w:rPr>
        <w:t xml:space="preserve">by </w:t>
      </w:r>
      <w:r w:rsidRPr="00EE32A9">
        <w:rPr>
          <w:sz w:val="20"/>
          <w:szCs w:val="20"/>
          <w:u w:val="single"/>
        </w:rPr>
        <w:t>2</w:t>
      </w:r>
      <w:r w:rsidR="008A5D39">
        <w:rPr>
          <w:sz w:val="20"/>
          <w:szCs w:val="20"/>
          <w:u w:val="single"/>
        </w:rPr>
        <w:t>1</w:t>
      </w:r>
      <w:r w:rsidRPr="00EE32A9">
        <w:rPr>
          <w:sz w:val="20"/>
          <w:szCs w:val="20"/>
          <w:u w:val="single"/>
        </w:rPr>
        <w:t xml:space="preserve"> July 2023.</w:t>
      </w:r>
      <w:r>
        <w:rPr>
          <w:sz w:val="20"/>
          <w:szCs w:val="20"/>
        </w:rPr>
        <w:t xml:space="preserve">  Attendance to this information session is not mandatory for an organization </w:t>
      </w:r>
      <w:r w:rsidRPr="002D2571">
        <w:rPr>
          <w:sz w:val="20"/>
          <w:szCs w:val="20"/>
        </w:rPr>
        <w:t xml:space="preserve">to apply </w:t>
      </w:r>
      <w:r>
        <w:rPr>
          <w:sz w:val="20"/>
          <w:szCs w:val="20"/>
        </w:rPr>
        <w:t xml:space="preserve">for </w:t>
      </w:r>
      <w:r w:rsidRPr="002D2571">
        <w:rPr>
          <w:sz w:val="20"/>
          <w:szCs w:val="20"/>
        </w:rPr>
        <w:t xml:space="preserve">the </w:t>
      </w:r>
      <w:r>
        <w:rPr>
          <w:sz w:val="20"/>
          <w:szCs w:val="20"/>
        </w:rPr>
        <w:t>EOI.</w:t>
      </w:r>
    </w:p>
    <w:p w14:paraId="2C974951" w14:textId="28D2A433" w:rsidR="001852CF" w:rsidRDefault="009A3731" w:rsidP="009A3731">
      <w:pPr>
        <w:spacing w:line="276" w:lineRule="auto"/>
        <w:jc w:val="both"/>
        <w:rPr>
          <w:sz w:val="20"/>
          <w:szCs w:val="20"/>
        </w:rPr>
      </w:pPr>
      <w:r>
        <w:rPr>
          <w:sz w:val="20"/>
          <w:szCs w:val="20"/>
        </w:rPr>
        <w:t>IOM appreciates your interest in participating and looks forward to receiving EOIs</w:t>
      </w:r>
      <w:r w:rsidR="002D2571">
        <w:rPr>
          <w:sz w:val="20"/>
          <w:szCs w:val="20"/>
        </w:rPr>
        <w:t>.</w:t>
      </w:r>
    </w:p>
    <w:p w14:paraId="4474CC8D" w14:textId="77777777" w:rsidR="002D2571" w:rsidRDefault="002D2571" w:rsidP="009A3731">
      <w:pPr>
        <w:spacing w:line="276" w:lineRule="auto"/>
        <w:jc w:val="both"/>
        <w:rPr>
          <w:sz w:val="20"/>
          <w:szCs w:val="20"/>
        </w:rPr>
      </w:pPr>
    </w:p>
    <w:p w14:paraId="75E0AAE6" w14:textId="4C75861B" w:rsidR="001852CF" w:rsidRDefault="001852CF" w:rsidP="00F71F2B">
      <w:pPr>
        <w:spacing w:line="276" w:lineRule="auto"/>
        <w:jc w:val="both"/>
        <w:rPr>
          <w:sz w:val="20"/>
          <w:szCs w:val="20"/>
        </w:rPr>
      </w:pPr>
    </w:p>
    <w:p w14:paraId="5BF8EFD8" w14:textId="77777777" w:rsidR="00015F58" w:rsidRDefault="00015F58" w:rsidP="00F71F2B">
      <w:pPr>
        <w:spacing w:line="276" w:lineRule="auto"/>
        <w:jc w:val="both"/>
        <w:rPr>
          <w:rFonts w:ascii="Calibri" w:eastAsia="Calibri" w:hAnsi="Calibri" w:cs="Calibri"/>
          <w:b/>
          <w:sz w:val="20"/>
          <w:szCs w:val="20"/>
        </w:rPr>
      </w:pPr>
    </w:p>
    <w:p w14:paraId="014F40C8" w14:textId="77777777" w:rsidR="00015F58" w:rsidRDefault="00015F58" w:rsidP="00F71F2B">
      <w:pPr>
        <w:spacing w:line="276" w:lineRule="auto"/>
        <w:jc w:val="both"/>
        <w:rPr>
          <w:rFonts w:ascii="Calibri" w:eastAsia="Calibri" w:hAnsi="Calibri" w:cs="Calibri"/>
          <w:b/>
          <w:sz w:val="20"/>
          <w:szCs w:val="20"/>
        </w:rPr>
      </w:pPr>
    </w:p>
    <w:p w14:paraId="15C5065C" w14:textId="77777777" w:rsidR="00015F58" w:rsidRDefault="00015F58" w:rsidP="00F71F2B">
      <w:pPr>
        <w:spacing w:line="276" w:lineRule="auto"/>
        <w:jc w:val="both"/>
        <w:rPr>
          <w:rFonts w:ascii="Calibri" w:eastAsia="Calibri" w:hAnsi="Calibri" w:cs="Calibri"/>
          <w:b/>
          <w:sz w:val="20"/>
          <w:szCs w:val="20"/>
        </w:rPr>
      </w:pPr>
    </w:p>
    <w:p w14:paraId="6A27E1C9" w14:textId="77777777" w:rsidR="00015F58" w:rsidRDefault="00015F58" w:rsidP="00F71F2B">
      <w:pPr>
        <w:spacing w:line="276" w:lineRule="auto"/>
        <w:jc w:val="both"/>
        <w:rPr>
          <w:rFonts w:ascii="Calibri" w:eastAsia="Calibri" w:hAnsi="Calibri" w:cs="Calibri"/>
          <w:b/>
          <w:sz w:val="20"/>
          <w:szCs w:val="20"/>
        </w:rPr>
      </w:pPr>
    </w:p>
    <w:p w14:paraId="04DE20E6" w14:textId="77777777" w:rsidR="00015F58" w:rsidRDefault="00015F58" w:rsidP="00F71F2B">
      <w:pPr>
        <w:spacing w:line="276" w:lineRule="auto"/>
        <w:jc w:val="both"/>
        <w:rPr>
          <w:rFonts w:ascii="Calibri" w:eastAsia="Calibri" w:hAnsi="Calibri" w:cs="Calibri"/>
          <w:b/>
          <w:sz w:val="20"/>
          <w:szCs w:val="20"/>
        </w:rPr>
      </w:pPr>
    </w:p>
    <w:p w14:paraId="2B35281B" w14:textId="77777777" w:rsidR="00015F58" w:rsidRDefault="00015F58" w:rsidP="00F71F2B">
      <w:pPr>
        <w:spacing w:line="276" w:lineRule="auto"/>
        <w:jc w:val="both"/>
        <w:rPr>
          <w:rFonts w:ascii="Calibri" w:eastAsia="Calibri" w:hAnsi="Calibri" w:cs="Calibri"/>
          <w:b/>
          <w:sz w:val="20"/>
          <w:szCs w:val="20"/>
        </w:rPr>
      </w:pPr>
    </w:p>
    <w:p w14:paraId="74187BA8" w14:textId="77777777" w:rsidR="00015F58" w:rsidRDefault="00015F58" w:rsidP="00F71F2B">
      <w:pPr>
        <w:spacing w:line="276" w:lineRule="auto"/>
        <w:jc w:val="both"/>
        <w:rPr>
          <w:rFonts w:ascii="Calibri" w:eastAsia="Calibri" w:hAnsi="Calibri" w:cs="Calibri"/>
          <w:b/>
          <w:sz w:val="20"/>
          <w:szCs w:val="20"/>
        </w:rPr>
      </w:pPr>
    </w:p>
    <w:p w14:paraId="20C6A5B0" w14:textId="77777777" w:rsidR="00015F58" w:rsidRDefault="00015F58" w:rsidP="00F71F2B">
      <w:pPr>
        <w:spacing w:line="276" w:lineRule="auto"/>
        <w:jc w:val="both"/>
        <w:rPr>
          <w:rFonts w:ascii="Calibri" w:eastAsia="Calibri" w:hAnsi="Calibri" w:cs="Calibri"/>
          <w:b/>
          <w:sz w:val="20"/>
          <w:szCs w:val="20"/>
        </w:rPr>
      </w:pPr>
    </w:p>
    <w:p w14:paraId="1EF3535F" w14:textId="77777777" w:rsidR="00050361" w:rsidRDefault="00050361" w:rsidP="00F71F2B">
      <w:pPr>
        <w:spacing w:line="276" w:lineRule="auto"/>
        <w:jc w:val="both"/>
        <w:rPr>
          <w:rFonts w:ascii="Calibri" w:eastAsia="Calibri" w:hAnsi="Calibri" w:cs="Calibri"/>
          <w:b/>
          <w:sz w:val="20"/>
          <w:szCs w:val="20"/>
        </w:rPr>
      </w:pPr>
    </w:p>
    <w:p w14:paraId="51E5784A" w14:textId="77777777" w:rsidR="00050361" w:rsidRDefault="00050361" w:rsidP="00F71F2B">
      <w:pPr>
        <w:spacing w:line="276" w:lineRule="auto"/>
        <w:jc w:val="both"/>
        <w:rPr>
          <w:rFonts w:ascii="Calibri" w:eastAsia="Calibri" w:hAnsi="Calibri" w:cs="Calibri"/>
          <w:b/>
          <w:sz w:val="20"/>
          <w:szCs w:val="20"/>
        </w:rPr>
      </w:pPr>
    </w:p>
    <w:p w14:paraId="491D2E95" w14:textId="77777777" w:rsidR="00D56F66" w:rsidRDefault="00D56F66" w:rsidP="00F71F2B">
      <w:pPr>
        <w:spacing w:line="276" w:lineRule="auto"/>
        <w:jc w:val="both"/>
        <w:rPr>
          <w:rFonts w:ascii="Calibri" w:eastAsia="Calibri" w:hAnsi="Calibri" w:cs="Calibri"/>
          <w:b/>
          <w:sz w:val="20"/>
          <w:szCs w:val="20"/>
        </w:rPr>
      </w:pPr>
    </w:p>
    <w:p w14:paraId="46A3A8C1" w14:textId="77777777" w:rsidR="00015F58" w:rsidRDefault="00015F58" w:rsidP="00F71F2B">
      <w:pPr>
        <w:spacing w:line="276" w:lineRule="auto"/>
        <w:jc w:val="both"/>
        <w:rPr>
          <w:rFonts w:ascii="Calibri" w:eastAsia="Calibri" w:hAnsi="Calibri" w:cs="Calibri"/>
          <w:b/>
          <w:sz w:val="20"/>
          <w:szCs w:val="20"/>
        </w:rPr>
      </w:pPr>
    </w:p>
    <w:p w14:paraId="7905D37F" w14:textId="77777777" w:rsidR="00015F58" w:rsidRDefault="00015F58" w:rsidP="00F71F2B">
      <w:pPr>
        <w:spacing w:line="276" w:lineRule="auto"/>
        <w:jc w:val="both"/>
        <w:rPr>
          <w:rFonts w:ascii="Calibri" w:eastAsia="Calibri" w:hAnsi="Calibri" w:cs="Calibri"/>
          <w:b/>
          <w:sz w:val="20"/>
          <w:szCs w:val="20"/>
        </w:rPr>
      </w:pPr>
      <w:r w:rsidRPr="003A0288">
        <w:rPr>
          <w:rFonts w:ascii="Calibri" w:eastAsia="Calibri" w:hAnsi="Calibri" w:cs="Calibri"/>
          <w:b/>
          <w:sz w:val="20"/>
          <w:szCs w:val="20"/>
        </w:rPr>
        <w:t>S</w:t>
      </w:r>
      <w:r>
        <w:rPr>
          <w:rFonts w:ascii="Calibri" w:eastAsia="Calibri" w:hAnsi="Calibri" w:cs="Calibri"/>
          <w:b/>
          <w:sz w:val="20"/>
          <w:szCs w:val="20"/>
        </w:rPr>
        <w:t>ECTION 1:</w:t>
      </w:r>
      <w:r w:rsidRPr="003A0288">
        <w:rPr>
          <w:rFonts w:ascii="Calibri" w:eastAsia="Calibri" w:hAnsi="Calibri" w:cs="Calibri"/>
          <w:b/>
          <w:sz w:val="20"/>
          <w:szCs w:val="20"/>
        </w:rPr>
        <w:t xml:space="preserve"> INSTRUCTION TO VENDORS  </w:t>
      </w:r>
    </w:p>
    <w:tbl>
      <w:tblPr>
        <w:tblStyle w:val="TableGrid"/>
        <w:tblW w:w="9715" w:type="dxa"/>
        <w:tblLook w:val="04A0" w:firstRow="1" w:lastRow="0" w:firstColumn="1" w:lastColumn="0" w:noHBand="0" w:noVBand="1"/>
      </w:tblPr>
      <w:tblGrid>
        <w:gridCol w:w="2689"/>
        <w:gridCol w:w="7026"/>
      </w:tblGrid>
      <w:tr w:rsidR="00F0185A" w:rsidRPr="00A46D3C" w14:paraId="1E2132B9" w14:textId="77777777" w:rsidTr="00EE3AA3">
        <w:trPr>
          <w:trHeight w:val="8306"/>
        </w:trPr>
        <w:tc>
          <w:tcPr>
            <w:tcW w:w="2689" w:type="dxa"/>
          </w:tcPr>
          <w:p w14:paraId="3C61CFD2" w14:textId="43FF6F8D" w:rsidR="00F0185A" w:rsidRPr="00A46D3C" w:rsidRDefault="000C0072" w:rsidP="00F71F2B">
            <w:pPr>
              <w:spacing w:after="120" w:line="276" w:lineRule="auto"/>
              <w:jc w:val="both"/>
              <w:rPr>
                <w:b/>
                <w:bCs/>
                <w:snapToGrid w:val="0"/>
                <w:color w:val="000000" w:themeColor="text1"/>
                <w:sz w:val="20"/>
                <w:szCs w:val="20"/>
                <w:lang w:val="en-US"/>
              </w:rPr>
            </w:pPr>
            <w:r>
              <w:rPr>
                <w:b/>
                <w:bCs/>
                <w:sz w:val="20"/>
                <w:szCs w:val="20"/>
              </w:rPr>
              <w:t xml:space="preserve">Purpose of the </w:t>
            </w:r>
            <w:r w:rsidR="008C1C38">
              <w:rPr>
                <w:b/>
                <w:bCs/>
                <w:sz w:val="20"/>
                <w:szCs w:val="20"/>
              </w:rPr>
              <w:t>Invitation</w:t>
            </w:r>
            <w:r>
              <w:rPr>
                <w:b/>
                <w:bCs/>
                <w:sz w:val="20"/>
                <w:szCs w:val="20"/>
              </w:rPr>
              <w:t xml:space="preserve"> </w:t>
            </w:r>
          </w:p>
        </w:tc>
        <w:tc>
          <w:tcPr>
            <w:tcW w:w="7026" w:type="dxa"/>
          </w:tcPr>
          <w:p w14:paraId="578F427C" w14:textId="77777777" w:rsidR="009711E2" w:rsidRPr="009711E2" w:rsidRDefault="009711E2" w:rsidP="00F71F2B">
            <w:pPr>
              <w:spacing w:line="276" w:lineRule="auto"/>
              <w:jc w:val="both"/>
              <w:rPr>
                <w:sz w:val="20"/>
                <w:szCs w:val="20"/>
              </w:rPr>
            </w:pPr>
            <w:r w:rsidRPr="009711E2">
              <w:rPr>
                <w:sz w:val="20"/>
                <w:szCs w:val="20"/>
              </w:rPr>
              <w:t xml:space="preserve">IOM seeks to form strategic partnerships with legal entities including private sector companies and/or social enterprises, with the aim of developing sanitation solutions for people with special needs in Ethiopia i.e., people suffering from incontinence and children aged below 3 years who are not able to use toilets independently. The solutions being sought should contribute to reduction of health and environmental risks associated with open defecation and challenging disposal of used materials for managing incontinence and young children’s feces. </w:t>
            </w:r>
          </w:p>
          <w:p w14:paraId="621CB2E2" w14:textId="77777777" w:rsidR="009711E2" w:rsidRDefault="009711E2" w:rsidP="00F71F2B">
            <w:pPr>
              <w:spacing w:line="276" w:lineRule="auto"/>
              <w:jc w:val="both"/>
              <w:rPr>
                <w:sz w:val="20"/>
                <w:szCs w:val="20"/>
              </w:rPr>
            </w:pPr>
            <w:r w:rsidRPr="009711E2">
              <w:rPr>
                <w:sz w:val="20"/>
                <w:szCs w:val="20"/>
              </w:rPr>
              <w:t xml:space="preserve">IOM is seeking one or more </w:t>
            </w:r>
            <w:r w:rsidRPr="007B1A8D">
              <w:rPr>
                <w:b/>
                <w:bCs/>
                <w:sz w:val="20"/>
                <w:szCs w:val="20"/>
              </w:rPr>
              <w:t>private sector companies</w:t>
            </w:r>
            <w:r w:rsidRPr="009711E2">
              <w:rPr>
                <w:sz w:val="20"/>
                <w:szCs w:val="20"/>
              </w:rPr>
              <w:t xml:space="preserve"> to partner with in delivering the following three key functions of the Sanitation for All project:</w:t>
            </w:r>
          </w:p>
          <w:p w14:paraId="6449EF34" w14:textId="77777777" w:rsidR="00216275" w:rsidRPr="009711E2" w:rsidRDefault="00216275" w:rsidP="00F71F2B">
            <w:pPr>
              <w:spacing w:line="276" w:lineRule="auto"/>
              <w:jc w:val="both"/>
              <w:rPr>
                <w:sz w:val="20"/>
                <w:szCs w:val="20"/>
              </w:rPr>
            </w:pPr>
          </w:p>
          <w:p w14:paraId="10FDB781" w14:textId="77777777" w:rsidR="00B62357" w:rsidRDefault="009711E2" w:rsidP="00F71F2B">
            <w:pPr>
              <w:pStyle w:val="ListParagraph"/>
              <w:numPr>
                <w:ilvl w:val="0"/>
                <w:numId w:val="14"/>
              </w:numPr>
              <w:spacing w:after="160" w:line="276" w:lineRule="auto"/>
              <w:jc w:val="both"/>
              <w:rPr>
                <w:sz w:val="20"/>
                <w:szCs w:val="20"/>
              </w:rPr>
            </w:pPr>
            <w:r w:rsidRPr="007B1A8D">
              <w:rPr>
                <w:sz w:val="20"/>
                <w:szCs w:val="20"/>
              </w:rPr>
              <w:tab/>
              <w:t xml:space="preserve">Design innovative solution(s) that are affordable, acceptable to users and are environment friendly to help people suffering from light, moderate and heavy incontinence (Urinary and Faecal) to better manage their condition. </w:t>
            </w:r>
          </w:p>
          <w:p w14:paraId="6A27D0A6" w14:textId="77777777" w:rsidR="00B62357" w:rsidRDefault="00B62357" w:rsidP="00F71F2B">
            <w:pPr>
              <w:pStyle w:val="ListParagraph"/>
              <w:spacing w:after="160" w:line="276" w:lineRule="auto"/>
              <w:ind w:left="718"/>
              <w:jc w:val="both"/>
              <w:rPr>
                <w:sz w:val="20"/>
                <w:szCs w:val="20"/>
              </w:rPr>
            </w:pPr>
          </w:p>
          <w:p w14:paraId="17AAB6FB" w14:textId="77777777" w:rsidR="00BC127E" w:rsidRDefault="009711E2" w:rsidP="00F71F2B">
            <w:pPr>
              <w:pStyle w:val="ListParagraph"/>
              <w:numPr>
                <w:ilvl w:val="0"/>
                <w:numId w:val="14"/>
              </w:numPr>
              <w:spacing w:after="160" w:line="276" w:lineRule="auto"/>
              <w:jc w:val="both"/>
              <w:rPr>
                <w:sz w:val="20"/>
                <w:szCs w:val="20"/>
              </w:rPr>
            </w:pPr>
            <w:r w:rsidRPr="00B62357">
              <w:rPr>
                <w:sz w:val="20"/>
                <w:szCs w:val="20"/>
              </w:rPr>
              <w:t>Design innovative solution(s) that are affordable, acceptable to users and are environment friendly to help mothers and caregivers of children aged below 3 years who are unable to independently use toilets to better manage the children’s feces.</w:t>
            </w:r>
          </w:p>
          <w:p w14:paraId="0B3A746F" w14:textId="77777777" w:rsidR="00BC127E" w:rsidRPr="00BC127E" w:rsidRDefault="00BC127E" w:rsidP="00F71F2B">
            <w:pPr>
              <w:pStyle w:val="ListParagraph"/>
              <w:spacing w:line="276" w:lineRule="auto"/>
              <w:jc w:val="both"/>
              <w:rPr>
                <w:sz w:val="20"/>
                <w:szCs w:val="20"/>
              </w:rPr>
            </w:pPr>
          </w:p>
          <w:p w14:paraId="250FFFAA" w14:textId="4C37E721" w:rsidR="009711E2" w:rsidRPr="00BC127E" w:rsidRDefault="009711E2" w:rsidP="00F71F2B">
            <w:pPr>
              <w:pStyle w:val="ListParagraph"/>
              <w:numPr>
                <w:ilvl w:val="0"/>
                <w:numId w:val="14"/>
              </w:numPr>
              <w:spacing w:line="276" w:lineRule="auto"/>
              <w:jc w:val="both"/>
              <w:rPr>
                <w:sz w:val="20"/>
                <w:szCs w:val="20"/>
              </w:rPr>
            </w:pPr>
            <w:r w:rsidRPr="00BC127E">
              <w:rPr>
                <w:sz w:val="20"/>
                <w:szCs w:val="20"/>
              </w:rPr>
              <w:t>Capacity building of local groups to produce the sanitary solutions for the two vulnerable groups in the targeted areas by the project in Ethiopia.</w:t>
            </w:r>
          </w:p>
          <w:p w14:paraId="4A9B5B1B" w14:textId="77777777" w:rsidR="00216275" w:rsidRDefault="00216275" w:rsidP="00F71F2B">
            <w:pPr>
              <w:spacing w:after="120" w:line="276" w:lineRule="auto"/>
              <w:jc w:val="both"/>
              <w:rPr>
                <w:sz w:val="20"/>
                <w:szCs w:val="20"/>
              </w:rPr>
            </w:pPr>
          </w:p>
          <w:p w14:paraId="0F6E8641" w14:textId="6F4BD0EF" w:rsidR="00F0185A" w:rsidRPr="009711E2" w:rsidRDefault="009711E2" w:rsidP="00F71F2B">
            <w:pPr>
              <w:spacing w:after="120" w:line="276" w:lineRule="auto"/>
              <w:jc w:val="both"/>
              <w:rPr>
                <w:rStyle w:val="PlaceholderText"/>
                <w:sz w:val="20"/>
                <w:szCs w:val="20"/>
              </w:rPr>
            </w:pPr>
            <w:r w:rsidRPr="009711E2">
              <w:rPr>
                <w:sz w:val="20"/>
                <w:szCs w:val="20"/>
              </w:rPr>
              <w:t>Interested entities can bid for at least two of the functions i.e., either 1 and 3 or 2 and 3 or all the three functions. Upon selection, partners will be expected to contribute to the development and pilot the innovative solutions using their expertise, networks, and resources (in-kind and/or financial). It is expected that entities delivering either function 1 or 2, will also collaborate with IOM and its partners involved in the project to support the empowerment of local groups through capacity building to produce selected solutions/products. It is anticipated that successful delivery of the three functions will benefit the successful partners, the targeted users of the innovative solutions and the local groups that will be empowered.</w:t>
            </w:r>
          </w:p>
        </w:tc>
      </w:tr>
      <w:tr w:rsidR="00F0185A" w:rsidRPr="00A46D3C" w14:paraId="612BE43F" w14:textId="77777777" w:rsidTr="53437217">
        <w:tc>
          <w:tcPr>
            <w:tcW w:w="2689" w:type="dxa"/>
          </w:tcPr>
          <w:p w14:paraId="7AA3A524" w14:textId="77777777" w:rsidR="00F0185A" w:rsidRPr="00A46D3C" w:rsidRDefault="00F0185A" w:rsidP="00F71F2B">
            <w:pPr>
              <w:spacing w:after="120" w:line="276" w:lineRule="auto"/>
              <w:jc w:val="both"/>
              <w:rPr>
                <w:sz w:val="20"/>
                <w:szCs w:val="20"/>
              </w:rPr>
            </w:pPr>
            <w:r w:rsidRPr="63A687BC">
              <w:rPr>
                <w:b/>
                <w:bCs/>
                <w:sz w:val="20"/>
                <w:szCs w:val="20"/>
              </w:rPr>
              <w:t>UNSPSC code(s)</w:t>
            </w:r>
          </w:p>
        </w:tc>
        <w:tc>
          <w:tcPr>
            <w:tcW w:w="7026" w:type="dxa"/>
          </w:tcPr>
          <w:p w14:paraId="73035049" w14:textId="1647D944" w:rsidR="00F0185A" w:rsidRPr="00A46D3C" w:rsidRDefault="00F0185A" w:rsidP="00F71F2B">
            <w:pPr>
              <w:spacing w:after="120" w:line="276" w:lineRule="auto"/>
              <w:jc w:val="both"/>
              <w:rPr>
                <w:rFonts w:cstheme="minorHAnsi"/>
                <w:sz w:val="20"/>
                <w:szCs w:val="20"/>
              </w:rPr>
            </w:pPr>
            <w:r w:rsidRPr="00F0185A">
              <w:rPr>
                <w:rFonts w:cstheme="minorHAnsi"/>
                <w:sz w:val="20"/>
                <w:szCs w:val="20"/>
              </w:rPr>
              <w:t>42143900 and 76120000 but not limited to specified category</w:t>
            </w:r>
          </w:p>
        </w:tc>
      </w:tr>
      <w:tr w:rsidR="00F0185A" w:rsidRPr="00A46D3C" w14:paraId="21BDB476" w14:textId="77777777" w:rsidTr="53437217">
        <w:tc>
          <w:tcPr>
            <w:tcW w:w="2689" w:type="dxa"/>
          </w:tcPr>
          <w:p w14:paraId="6BE03C18" w14:textId="77777777" w:rsidR="00F0185A" w:rsidRPr="00A46D3C" w:rsidRDefault="00F0185A" w:rsidP="00F71F2B">
            <w:pPr>
              <w:spacing w:after="120" w:line="276" w:lineRule="auto"/>
              <w:jc w:val="both"/>
              <w:rPr>
                <w:b/>
                <w:bCs/>
                <w:sz w:val="20"/>
                <w:szCs w:val="20"/>
              </w:rPr>
            </w:pPr>
            <w:r w:rsidRPr="00A46D3C">
              <w:rPr>
                <w:sz w:val="20"/>
                <w:szCs w:val="20"/>
              </w:rPr>
              <w:br w:type="page"/>
            </w:r>
            <w:r w:rsidRPr="00A46D3C">
              <w:rPr>
                <w:b/>
                <w:bCs/>
                <w:sz w:val="20"/>
                <w:szCs w:val="20"/>
              </w:rPr>
              <w:t>Deadline for the Submission of EOI</w:t>
            </w:r>
          </w:p>
        </w:tc>
        <w:tc>
          <w:tcPr>
            <w:tcW w:w="7026" w:type="dxa"/>
          </w:tcPr>
          <w:p w14:paraId="146E648D" w14:textId="0C863359" w:rsidR="00F0185A" w:rsidRPr="00445620" w:rsidRDefault="00937281" w:rsidP="00F71F2B">
            <w:pPr>
              <w:spacing w:after="120" w:line="276" w:lineRule="auto"/>
              <w:jc w:val="both"/>
              <w:rPr>
                <w:b/>
                <w:bCs/>
                <w:sz w:val="20"/>
                <w:szCs w:val="20"/>
              </w:rPr>
            </w:pPr>
            <w:sdt>
              <w:sdtPr>
                <w:rPr>
                  <w:b/>
                  <w:bCs/>
                  <w:sz w:val="20"/>
                  <w:szCs w:val="20"/>
                  <w:highlight w:val="yellow"/>
                </w:rPr>
                <w:alias w:val="Insert date, time and time zone"/>
                <w:tag w:val="Insert date, time and time zone"/>
                <w:id w:val="-2134322383"/>
                <w:placeholder>
                  <w:docPart w:val="F4B7D10280EF452DA0336BCE7E3895CC"/>
                </w:placeholder>
                <w:text/>
              </w:sdtPr>
              <w:sdtEndPr/>
              <w:sdtContent>
                <w:r w:rsidR="00445620" w:rsidRPr="00445620">
                  <w:rPr>
                    <w:b/>
                    <w:bCs/>
                    <w:sz w:val="20"/>
                    <w:szCs w:val="20"/>
                    <w:highlight w:val="yellow"/>
                  </w:rPr>
                  <w:t>7</w:t>
                </w:r>
                <w:r w:rsidR="00380C0D" w:rsidRPr="00445620">
                  <w:rPr>
                    <w:b/>
                    <w:bCs/>
                    <w:sz w:val="20"/>
                    <w:szCs w:val="20"/>
                    <w:highlight w:val="yellow"/>
                  </w:rPr>
                  <w:t xml:space="preserve"> </w:t>
                </w:r>
                <w:r w:rsidR="00202212" w:rsidRPr="00445620">
                  <w:rPr>
                    <w:b/>
                    <w:bCs/>
                    <w:sz w:val="20"/>
                    <w:szCs w:val="20"/>
                    <w:highlight w:val="yellow"/>
                  </w:rPr>
                  <w:t>August</w:t>
                </w:r>
                <w:r w:rsidR="00380C0D" w:rsidRPr="00445620">
                  <w:rPr>
                    <w:b/>
                    <w:bCs/>
                    <w:sz w:val="20"/>
                    <w:szCs w:val="20"/>
                    <w:highlight w:val="yellow"/>
                  </w:rPr>
                  <w:t xml:space="preserve"> 2023, </w:t>
                </w:r>
                <w:r w:rsidR="00445B5F">
                  <w:rPr>
                    <w:b/>
                    <w:bCs/>
                    <w:sz w:val="20"/>
                    <w:szCs w:val="20"/>
                    <w:highlight w:val="yellow"/>
                  </w:rPr>
                  <w:t>04:00</w:t>
                </w:r>
                <w:r w:rsidR="00380C0D" w:rsidRPr="00445620">
                  <w:rPr>
                    <w:b/>
                    <w:bCs/>
                    <w:sz w:val="20"/>
                    <w:szCs w:val="20"/>
                    <w:highlight w:val="yellow"/>
                  </w:rPr>
                  <w:t xml:space="preserve"> pm (</w:t>
                </w:r>
                <w:r w:rsidR="00445B5F">
                  <w:rPr>
                    <w:b/>
                    <w:bCs/>
                    <w:sz w:val="20"/>
                    <w:szCs w:val="20"/>
                    <w:highlight w:val="yellow"/>
                  </w:rPr>
                  <w:t>EA</w:t>
                </w:r>
                <w:r w:rsidR="00380C0D" w:rsidRPr="00445620">
                  <w:rPr>
                    <w:b/>
                    <w:bCs/>
                    <w:sz w:val="20"/>
                    <w:szCs w:val="20"/>
                    <w:highlight w:val="yellow"/>
                  </w:rPr>
                  <w:t>T).</w:t>
                </w:r>
              </w:sdtContent>
            </w:sdt>
          </w:p>
          <w:p w14:paraId="6A142433" w14:textId="77777777" w:rsidR="00F0185A" w:rsidRPr="00A46D3C" w:rsidRDefault="00F0185A" w:rsidP="00F71F2B">
            <w:pPr>
              <w:spacing w:after="120" w:line="276" w:lineRule="auto"/>
              <w:jc w:val="both"/>
              <w:rPr>
                <w:rFonts w:cstheme="minorHAnsi"/>
                <w:sz w:val="20"/>
                <w:szCs w:val="20"/>
              </w:rPr>
            </w:pPr>
            <w:r w:rsidRPr="00A46D3C">
              <w:rPr>
                <w:rFonts w:eastAsia="Times New Roman" w:cstheme="minorHAnsi"/>
                <w:bCs/>
                <w:sz w:val="20"/>
                <w:szCs w:val="20"/>
              </w:rPr>
              <w:t xml:space="preserve">If any doubt exists as to the time zone, refer to </w:t>
            </w:r>
            <w:hyperlink r:id="rId14" w:history="1">
              <w:r w:rsidRPr="00A46D3C">
                <w:rPr>
                  <w:rStyle w:val="Hyperlink"/>
                  <w:rFonts w:eastAsia="Times New Roman" w:cstheme="minorHAnsi"/>
                  <w:bCs/>
                  <w:sz w:val="20"/>
                  <w:szCs w:val="20"/>
                </w:rPr>
                <w:t>http://www.timeanddate.com/worldclock/</w:t>
              </w:r>
            </w:hyperlink>
            <w:r w:rsidRPr="00A46D3C">
              <w:rPr>
                <w:rStyle w:val="Hyperlink"/>
                <w:rFonts w:eastAsia="Times New Roman" w:cstheme="minorHAnsi"/>
                <w:bCs/>
                <w:sz w:val="20"/>
                <w:szCs w:val="20"/>
              </w:rPr>
              <w:t>.</w:t>
            </w:r>
          </w:p>
        </w:tc>
      </w:tr>
      <w:tr w:rsidR="00F0185A" w:rsidRPr="00A46D3C" w14:paraId="463D974F" w14:textId="77777777" w:rsidTr="53437217">
        <w:tc>
          <w:tcPr>
            <w:tcW w:w="2689" w:type="dxa"/>
          </w:tcPr>
          <w:p w14:paraId="05C0D6FB" w14:textId="77777777" w:rsidR="00F0185A" w:rsidRPr="00A46D3C" w:rsidRDefault="00F0185A" w:rsidP="00F71F2B">
            <w:pPr>
              <w:spacing w:after="120" w:line="276" w:lineRule="auto"/>
              <w:jc w:val="both"/>
              <w:rPr>
                <w:b/>
                <w:bCs/>
                <w:sz w:val="20"/>
                <w:szCs w:val="20"/>
              </w:rPr>
            </w:pPr>
            <w:r w:rsidRPr="00A46D3C">
              <w:rPr>
                <w:b/>
                <w:bCs/>
                <w:sz w:val="20"/>
                <w:szCs w:val="20"/>
              </w:rPr>
              <w:t>Content of EOI</w:t>
            </w:r>
          </w:p>
        </w:tc>
        <w:tc>
          <w:tcPr>
            <w:tcW w:w="7026" w:type="dxa"/>
          </w:tcPr>
          <w:p w14:paraId="240A03D5" w14:textId="2437D85B" w:rsidR="00F0185A" w:rsidRPr="00EE3AA3" w:rsidRDefault="00F0185A" w:rsidP="00F71F2B">
            <w:pPr>
              <w:spacing w:before="60" w:after="60" w:line="276" w:lineRule="auto"/>
              <w:jc w:val="both"/>
              <w:rPr>
                <w:rFonts w:cstheme="minorHAnsi"/>
                <w:sz w:val="20"/>
                <w:szCs w:val="20"/>
                <w:lang w:val="en-US"/>
              </w:rPr>
            </w:pPr>
            <w:r w:rsidRPr="00EE3AA3">
              <w:rPr>
                <w:rFonts w:cstheme="minorHAnsi"/>
                <w:sz w:val="20"/>
                <w:szCs w:val="20"/>
                <w:lang w:val="en-US"/>
              </w:rPr>
              <w:t xml:space="preserve">This request for Expression of Interest (REOI) is aimed at </w:t>
            </w:r>
            <w:r w:rsidR="006B13DE">
              <w:rPr>
                <w:rFonts w:cstheme="minorHAnsi"/>
                <w:sz w:val="20"/>
                <w:szCs w:val="20"/>
                <w:lang w:val="en-US"/>
              </w:rPr>
              <w:t>pre-qualifying</w:t>
            </w:r>
            <w:r w:rsidR="006B13DE" w:rsidRPr="00EE3AA3">
              <w:rPr>
                <w:rFonts w:cstheme="minorHAnsi"/>
                <w:sz w:val="20"/>
                <w:szCs w:val="20"/>
                <w:lang w:val="en-US"/>
              </w:rPr>
              <w:t xml:space="preserve"> </w:t>
            </w:r>
            <w:r w:rsidRPr="00EE3AA3">
              <w:rPr>
                <w:rFonts w:cstheme="minorHAnsi"/>
                <w:sz w:val="20"/>
                <w:szCs w:val="20"/>
                <w:lang w:val="en-US"/>
              </w:rPr>
              <w:t xml:space="preserve">potential private sector entities to work with IOM on the works described in the section above. </w:t>
            </w:r>
            <w:r w:rsidR="00612352">
              <w:rPr>
                <w:rFonts w:cstheme="minorHAnsi"/>
                <w:sz w:val="20"/>
                <w:szCs w:val="20"/>
                <w:lang w:val="en-US"/>
              </w:rPr>
              <w:t>E</w:t>
            </w:r>
            <w:r w:rsidRPr="00EE3AA3">
              <w:rPr>
                <w:rFonts w:cstheme="minorHAnsi"/>
                <w:sz w:val="20"/>
                <w:szCs w:val="20"/>
                <w:lang w:val="en-US"/>
              </w:rPr>
              <w:t xml:space="preserve">ligible </w:t>
            </w:r>
            <w:r w:rsidR="00612352">
              <w:rPr>
                <w:rFonts w:cstheme="minorHAnsi"/>
                <w:sz w:val="20"/>
                <w:szCs w:val="20"/>
                <w:lang w:val="en-US"/>
              </w:rPr>
              <w:t>and pre</w:t>
            </w:r>
            <w:r w:rsidR="006725C1">
              <w:rPr>
                <w:rFonts w:cstheme="minorHAnsi"/>
                <w:sz w:val="20"/>
                <w:szCs w:val="20"/>
                <w:lang w:val="en-US"/>
              </w:rPr>
              <w:t>-</w:t>
            </w:r>
            <w:r w:rsidR="00612352">
              <w:rPr>
                <w:rFonts w:cstheme="minorHAnsi"/>
                <w:sz w:val="20"/>
                <w:szCs w:val="20"/>
                <w:lang w:val="en-US"/>
              </w:rPr>
              <w:t xml:space="preserve">qualified </w:t>
            </w:r>
            <w:r w:rsidRPr="00EE3AA3">
              <w:rPr>
                <w:rFonts w:cstheme="minorHAnsi"/>
                <w:sz w:val="20"/>
                <w:szCs w:val="20"/>
                <w:lang w:val="en-US"/>
              </w:rPr>
              <w:t xml:space="preserve">entities </w:t>
            </w:r>
            <w:r w:rsidR="00F125DB">
              <w:rPr>
                <w:rFonts w:cstheme="minorHAnsi"/>
                <w:sz w:val="20"/>
                <w:szCs w:val="20"/>
                <w:lang w:val="en-US"/>
              </w:rPr>
              <w:t xml:space="preserve">will be invited </w:t>
            </w:r>
            <w:r w:rsidRPr="00EE3AA3">
              <w:rPr>
                <w:rFonts w:cstheme="minorHAnsi"/>
                <w:sz w:val="20"/>
                <w:szCs w:val="20"/>
                <w:lang w:val="en-US"/>
              </w:rPr>
              <w:t>to participate in the forthcoming solicitation process.</w:t>
            </w:r>
          </w:p>
          <w:p w14:paraId="20F06962" w14:textId="50FCBF71" w:rsidR="00F0185A" w:rsidRPr="00202212" w:rsidRDefault="00F0185A" w:rsidP="009A3731">
            <w:pPr>
              <w:pStyle w:val="pf0"/>
              <w:rPr>
                <w:rFonts w:asciiTheme="minorHAnsi" w:eastAsiaTheme="minorHAnsi" w:hAnsiTheme="minorHAnsi" w:cstheme="minorHAnsi"/>
              </w:rPr>
            </w:pPr>
            <w:r w:rsidRPr="00202212">
              <w:rPr>
                <w:rFonts w:asciiTheme="minorHAnsi" w:eastAsiaTheme="minorHAnsi" w:hAnsiTheme="minorHAnsi" w:cstheme="minorHAnsi"/>
                <w:sz w:val="20"/>
                <w:szCs w:val="20"/>
              </w:rPr>
              <w:t>The EOI should include the information</w:t>
            </w:r>
            <w:r w:rsidR="00675591" w:rsidRPr="00202212">
              <w:rPr>
                <w:rFonts w:asciiTheme="minorHAnsi" w:eastAsiaTheme="minorHAnsi" w:hAnsiTheme="minorHAnsi" w:cstheme="minorHAnsi"/>
                <w:sz w:val="20"/>
                <w:szCs w:val="20"/>
              </w:rPr>
              <w:t xml:space="preserve"> as stipulated in Annex 2: Eligibility Requirement</w:t>
            </w:r>
          </w:p>
          <w:p w14:paraId="32FA4533" w14:textId="7FD255E8" w:rsidR="009A3731" w:rsidRPr="009A3731" w:rsidRDefault="009A3731" w:rsidP="009A3731">
            <w:pPr>
              <w:pStyle w:val="pf0"/>
              <w:rPr>
                <w:rFonts w:ascii="Arial" w:hAnsi="Arial" w:cs="Arial"/>
                <w:sz w:val="20"/>
                <w:szCs w:val="20"/>
              </w:rPr>
            </w:pPr>
          </w:p>
        </w:tc>
      </w:tr>
      <w:tr w:rsidR="00F0185A" w:rsidRPr="00A46D3C" w14:paraId="646F3B75" w14:textId="77777777" w:rsidTr="53437217">
        <w:tc>
          <w:tcPr>
            <w:tcW w:w="2689" w:type="dxa"/>
          </w:tcPr>
          <w:p w14:paraId="43E28D1D" w14:textId="77777777" w:rsidR="00F0185A" w:rsidRPr="00A46D3C" w:rsidRDefault="00F0185A" w:rsidP="00F71F2B">
            <w:pPr>
              <w:spacing w:after="120" w:line="276" w:lineRule="auto"/>
              <w:jc w:val="both"/>
              <w:rPr>
                <w:b/>
                <w:bCs/>
                <w:sz w:val="20"/>
                <w:szCs w:val="20"/>
              </w:rPr>
            </w:pPr>
            <w:r w:rsidRPr="00A46D3C">
              <w:rPr>
                <w:b/>
                <w:bCs/>
                <w:sz w:val="20"/>
                <w:szCs w:val="20"/>
              </w:rPr>
              <w:t>Method of Submission</w:t>
            </w:r>
          </w:p>
        </w:tc>
        <w:tc>
          <w:tcPr>
            <w:tcW w:w="7026" w:type="dxa"/>
          </w:tcPr>
          <w:p w14:paraId="6EC05101" w14:textId="77777777" w:rsidR="00F0185A" w:rsidRPr="00260675" w:rsidRDefault="00F0185A" w:rsidP="00F71F2B">
            <w:pPr>
              <w:spacing w:line="276" w:lineRule="auto"/>
              <w:jc w:val="both"/>
              <w:rPr>
                <w:rFonts w:cstheme="minorHAnsi"/>
                <w:sz w:val="20"/>
                <w:szCs w:val="20"/>
              </w:rPr>
            </w:pPr>
            <w:r>
              <w:rPr>
                <w:rFonts w:cstheme="minorHAnsi"/>
                <w:sz w:val="20"/>
                <w:szCs w:val="20"/>
              </w:rPr>
              <w:t>EOI</w:t>
            </w:r>
            <w:r w:rsidRPr="00260675">
              <w:rPr>
                <w:rFonts w:cstheme="minorHAnsi"/>
                <w:sz w:val="20"/>
                <w:szCs w:val="20"/>
              </w:rPr>
              <w:t xml:space="preserve"> must be submitted as follows: </w:t>
            </w:r>
          </w:p>
          <w:p w14:paraId="62F0778A" w14:textId="77777777" w:rsidR="00F0185A" w:rsidRPr="00260675" w:rsidRDefault="00937281" w:rsidP="00F71F2B">
            <w:pPr>
              <w:spacing w:line="276" w:lineRule="auto"/>
              <w:jc w:val="both"/>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F0185A" w:rsidRPr="00260675">
                  <w:rPr>
                    <w:rFonts w:ascii="Segoe UI Symbol" w:eastAsia="MS Gothic" w:hAnsi="Segoe UI Symbol" w:cs="Segoe UI Symbol"/>
                    <w:sz w:val="20"/>
                    <w:szCs w:val="20"/>
                  </w:rPr>
                  <w:t>☐</w:t>
                </w:r>
              </w:sdtContent>
            </w:sdt>
            <w:r w:rsidR="00F0185A" w:rsidRPr="00260675">
              <w:rPr>
                <w:rFonts w:cstheme="minorHAnsi"/>
                <w:sz w:val="20"/>
                <w:szCs w:val="20"/>
              </w:rPr>
              <w:t xml:space="preserve"> E-tendering</w:t>
            </w:r>
          </w:p>
          <w:p w14:paraId="3E26E3CA" w14:textId="77777777" w:rsidR="00F0185A" w:rsidRDefault="00937281" w:rsidP="00F71F2B">
            <w:pPr>
              <w:spacing w:line="276" w:lineRule="auto"/>
              <w:jc w:val="both"/>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F0185A">
                  <w:rPr>
                    <w:rFonts w:ascii="MS Gothic" w:eastAsia="MS Gothic" w:hAnsi="MS Gothic" w:cstheme="minorHAnsi" w:hint="eastAsia"/>
                    <w:sz w:val="20"/>
                    <w:szCs w:val="20"/>
                  </w:rPr>
                  <w:t>☒</w:t>
                </w:r>
              </w:sdtContent>
            </w:sdt>
            <w:r w:rsidR="00F0185A" w:rsidRPr="00260675">
              <w:rPr>
                <w:rFonts w:cstheme="minorHAnsi"/>
                <w:sz w:val="20"/>
                <w:szCs w:val="20"/>
              </w:rPr>
              <w:t xml:space="preserve"> Email</w:t>
            </w:r>
          </w:p>
          <w:p w14:paraId="74FDA37B" w14:textId="77777777" w:rsidR="00F0185A" w:rsidRPr="00260675" w:rsidRDefault="00937281" w:rsidP="00F71F2B">
            <w:pPr>
              <w:spacing w:line="276" w:lineRule="auto"/>
              <w:jc w:val="both"/>
              <w:rPr>
                <w:rFonts w:cstheme="minorHAnsi"/>
                <w:sz w:val="20"/>
                <w:szCs w:val="20"/>
              </w:rPr>
            </w:pPr>
            <w:sdt>
              <w:sdtPr>
                <w:rPr>
                  <w:rFonts w:cstheme="minorHAnsi"/>
                  <w:sz w:val="20"/>
                  <w:szCs w:val="20"/>
                </w:rPr>
                <w:id w:val="1530838430"/>
                <w14:checkbox>
                  <w14:checked w14:val="1"/>
                  <w14:checkedState w14:val="2612" w14:font="MS Gothic"/>
                  <w14:uncheckedState w14:val="2610" w14:font="MS Gothic"/>
                </w14:checkbox>
              </w:sdtPr>
              <w:sdtEndPr/>
              <w:sdtContent>
                <w:r w:rsidR="00F0185A">
                  <w:rPr>
                    <w:rFonts w:ascii="MS Gothic" w:eastAsia="MS Gothic" w:hAnsi="MS Gothic" w:cstheme="minorHAnsi" w:hint="eastAsia"/>
                    <w:sz w:val="20"/>
                    <w:szCs w:val="20"/>
                  </w:rPr>
                  <w:t>☒</w:t>
                </w:r>
              </w:sdtContent>
            </w:sdt>
            <w:r w:rsidR="00F0185A" w:rsidRPr="00260675">
              <w:rPr>
                <w:rFonts w:cstheme="minorHAnsi"/>
                <w:sz w:val="20"/>
                <w:szCs w:val="20"/>
              </w:rPr>
              <w:t xml:space="preserve"> Courier / Hand delivery</w:t>
            </w:r>
          </w:p>
          <w:p w14:paraId="79D780E2" w14:textId="5BF7BA3C" w:rsidR="00F0185A" w:rsidRDefault="00937281" w:rsidP="00F71F2B">
            <w:pPr>
              <w:spacing w:after="120" w:line="276" w:lineRule="auto"/>
              <w:jc w:val="both"/>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F0185A" w:rsidRPr="00260675">
                  <w:rPr>
                    <w:rFonts w:ascii="Segoe UI Symbol" w:eastAsia="MS Gothic" w:hAnsi="Segoe UI Symbol" w:cs="Segoe UI Symbol"/>
                    <w:sz w:val="20"/>
                    <w:szCs w:val="20"/>
                  </w:rPr>
                  <w:t>☐</w:t>
                </w:r>
              </w:sdtContent>
            </w:sdt>
            <w:r w:rsidR="00F0185A" w:rsidRPr="00260675">
              <w:rPr>
                <w:rFonts w:cstheme="minorHAnsi"/>
                <w:sz w:val="20"/>
                <w:szCs w:val="20"/>
              </w:rPr>
              <w:t xml:space="preserve"> Other </w:t>
            </w:r>
          </w:p>
          <w:p w14:paraId="654C5C16" w14:textId="51991C17" w:rsidR="00F0185A" w:rsidRPr="00A46D3C" w:rsidRDefault="00F0185A" w:rsidP="00F71F2B">
            <w:pPr>
              <w:spacing w:after="120" w:line="276" w:lineRule="auto"/>
              <w:jc w:val="both"/>
              <w:rPr>
                <w:rFonts w:cstheme="minorHAnsi"/>
                <w:sz w:val="20"/>
                <w:szCs w:val="20"/>
              </w:rPr>
            </w:pPr>
            <w:r w:rsidRPr="00A46D3C">
              <w:rPr>
                <w:rFonts w:cstheme="minorHAnsi"/>
                <w:sz w:val="20"/>
                <w:szCs w:val="20"/>
              </w:rPr>
              <w:t>Expressions of interest shall be sent by email as follows:</w:t>
            </w:r>
          </w:p>
          <w:p w14:paraId="3D75ADEE" w14:textId="1162C5FF" w:rsidR="00F0185A" w:rsidRPr="00A46D3C" w:rsidRDefault="00F0185A" w:rsidP="00F71F2B">
            <w:pPr>
              <w:spacing w:before="60" w:after="60" w:line="276" w:lineRule="auto"/>
              <w:jc w:val="both"/>
              <w:rPr>
                <w:rFonts w:cstheme="minorHAnsi"/>
                <w:sz w:val="20"/>
                <w:szCs w:val="20"/>
              </w:rPr>
            </w:pPr>
            <w:r w:rsidRPr="00A46D3C">
              <w:rPr>
                <w:rFonts w:cstheme="minorHAnsi"/>
                <w:sz w:val="20"/>
                <w:szCs w:val="20"/>
              </w:rPr>
              <w:t>Email address:</w:t>
            </w:r>
            <w:r>
              <w:rPr>
                <w:rFonts w:cstheme="minorHAnsi"/>
                <w:sz w:val="20"/>
                <w:szCs w:val="20"/>
              </w:rPr>
              <w:t xml:space="preserve"> </w:t>
            </w:r>
            <w:r w:rsidRPr="00526517">
              <w:rPr>
                <w:rFonts w:cstheme="minorHAnsi"/>
                <w:sz w:val="20"/>
                <w:szCs w:val="20"/>
              </w:rPr>
              <w:t xml:space="preserve">All e-mailed submissions must be sent </w:t>
            </w:r>
            <w:r w:rsidR="008C4766" w:rsidRPr="00526517">
              <w:rPr>
                <w:rFonts w:cstheme="minorHAnsi"/>
                <w:sz w:val="20"/>
                <w:szCs w:val="20"/>
              </w:rPr>
              <w:t>to:</w:t>
            </w:r>
            <w:r w:rsidRPr="00526517">
              <w:rPr>
                <w:rFonts w:cstheme="minorHAnsi"/>
                <w:sz w:val="20"/>
                <w:szCs w:val="20"/>
              </w:rPr>
              <w:t xml:space="preserve"> </w:t>
            </w:r>
            <w:hyperlink r:id="rId15" w:history="1">
              <w:r w:rsidR="008C4766" w:rsidRPr="00327870">
                <w:rPr>
                  <w:rStyle w:val="Hyperlink"/>
                </w:rPr>
                <w:t>iomethiopiatender@iom.int</w:t>
              </w:r>
            </w:hyperlink>
            <w:r>
              <w:rPr>
                <w:rFonts w:cstheme="minorHAnsi"/>
                <w:sz w:val="20"/>
                <w:szCs w:val="20"/>
              </w:rPr>
              <w:t xml:space="preserve"> </w:t>
            </w:r>
            <w:r w:rsidR="008C4766">
              <w:rPr>
                <w:rFonts w:cstheme="minorHAnsi"/>
                <w:sz w:val="20"/>
                <w:szCs w:val="20"/>
              </w:rPr>
              <w:t xml:space="preserve">copying </w:t>
            </w:r>
            <w:r w:rsidRPr="00526517">
              <w:rPr>
                <w:rFonts w:cstheme="minorHAnsi"/>
                <w:sz w:val="20"/>
                <w:szCs w:val="20"/>
              </w:rPr>
              <w:t xml:space="preserve"> </w:t>
            </w:r>
            <w:hyperlink r:id="rId16" w:history="1">
              <w:r w:rsidRPr="00654B02">
                <w:rPr>
                  <w:rStyle w:val="Hyperlink"/>
                  <w:rFonts w:cstheme="minorHAnsi"/>
                  <w:sz w:val="20"/>
                  <w:szCs w:val="20"/>
                </w:rPr>
                <w:t>egalang@iom.int</w:t>
              </w:r>
            </w:hyperlink>
            <w:r>
              <w:rPr>
                <w:rFonts w:cstheme="minorHAnsi"/>
                <w:sz w:val="20"/>
                <w:szCs w:val="20"/>
              </w:rPr>
              <w:t>.</w:t>
            </w:r>
            <w:r w:rsidRPr="00526517">
              <w:rPr>
                <w:rFonts w:cstheme="minorHAnsi"/>
                <w:sz w:val="20"/>
                <w:szCs w:val="20"/>
              </w:rPr>
              <w:t xml:space="preserve"> No other recipient should be "Cc" or "Bcc" in the e-mail submission.</w:t>
            </w:r>
            <w:r w:rsidRPr="00A46D3C">
              <w:rPr>
                <w:rFonts w:cstheme="minorHAnsi"/>
                <w:sz w:val="20"/>
                <w:szCs w:val="20"/>
              </w:rPr>
              <w:t xml:space="preserve"> </w:t>
            </w:r>
          </w:p>
          <w:p w14:paraId="669E598D" w14:textId="403C3D45" w:rsidR="00F0185A" w:rsidRPr="00A46D3C"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A46D3C">
              <w:rPr>
                <w:rFonts w:eastAsia="Times New Roman" w:cstheme="minorHAnsi"/>
                <w:color w:val="000000"/>
                <w:sz w:val="20"/>
                <w:szCs w:val="20"/>
              </w:rPr>
              <w:t xml:space="preserve">File Format: </w:t>
            </w:r>
            <w:r>
              <w:rPr>
                <w:rFonts w:eastAsia="Times New Roman" w:cstheme="minorHAnsi"/>
                <w:color w:val="000000"/>
                <w:sz w:val="20"/>
                <w:szCs w:val="20"/>
              </w:rPr>
              <w:t>PDF</w:t>
            </w:r>
          </w:p>
          <w:p w14:paraId="63DE6B1C" w14:textId="77777777" w:rsidR="00F0185A" w:rsidRPr="00A46D3C"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A46D3C">
              <w:rPr>
                <w:rFonts w:eastAsia="Times New Roman" w:cstheme="minorHAnsi"/>
                <w:color w:val="000000"/>
                <w:sz w:val="20"/>
                <w:szCs w:val="20"/>
              </w:rPr>
              <w:t>File names must be maximum 60 characters long and must not contain any letter or special character other than from Latin alphabet/keyboard.</w:t>
            </w:r>
          </w:p>
          <w:p w14:paraId="4C408CC1" w14:textId="77777777" w:rsidR="00F0185A" w:rsidRPr="00862FE5"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A46D3C">
              <w:rPr>
                <w:rFonts w:eastAsia="Times New Roman" w:cstheme="minorHAnsi"/>
                <w:color w:val="000000"/>
                <w:sz w:val="20"/>
                <w:szCs w:val="20"/>
              </w:rPr>
              <w:t>All files must be free of viruses and not corrupted</w:t>
            </w:r>
            <w:r w:rsidRPr="00A46D3C">
              <w:rPr>
                <w:rFonts w:eastAsia="Times New Roman" w:cstheme="minorHAnsi"/>
                <w:i/>
                <w:color w:val="000000"/>
                <w:sz w:val="20"/>
                <w:szCs w:val="20"/>
              </w:rPr>
              <w:t>.</w:t>
            </w:r>
          </w:p>
          <w:p w14:paraId="00A37E30" w14:textId="0E929106" w:rsidR="00F0185A" w:rsidRPr="00862FE5"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862FE5">
              <w:rPr>
                <w:rFonts w:eastAsia="Times New Roman" w:cstheme="minorHAnsi"/>
                <w:color w:val="000000"/>
                <w:sz w:val="20"/>
                <w:szCs w:val="20"/>
              </w:rPr>
              <w:t>Max. File Size per transmission: 20MB</w:t>
            </w:r>
            <w:r>
              <w:rPr>
                <w:rFonts w:eastAsia="Times New Roman" w:cstheme="minorHAnsi"/>
                <w:color w:val="000000"/>
                <w:sz w:val="20"/>
                <w:szCs w:val="20"/>
              </w:rPr>
              <w:t xml:space="preserve"> per e-mail</w:t>
            </w:r>
            <w:r w:rsidRPr="00862FE5">
              <w:rPr>
                <w:rFonts w:eastAsia="Times New Roman" w:cstheme="minorHAnsi"/>
                <w:color w:val="000000"/>
                <w:sz w:val="20"/>
                <w:szCs w:val="20"/>
              </w:rPr>
              <w:t>. If the bid consists of large files, it is recommended that these files be sent in separate emails prior to the submission deadline</w:t>
            </w:r>
            <w:r>
              <w:rPr>
                <w:rFonts w:eastAsia="Times New Roman" w:cstheme="minorHAnsi"/>
                <w:color w:val="000000"/>
                <w:sz w:val="20"/>
                <w:szCs w:val="20"/>
              </w:rPr>
              <w:t>.</w:t>
            </w:r>
          </w:p>
          <w:p w14:paraId="776CB636" w14:textId="77777777" w:rsidR="00F0185A"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A46D3C">
              <w:rPr>
                <w:rFonts w:eastAsia="Times New Roman" w:cstheme="minorHAnsi"/>
                <w:color w:val="000000"/>
                <w:sz w:val="20"/>
                <w:szCs w:val="20"/>
              </w:rPr>
              <w:t>Mandatory subject of email:</w:t>
            </w:r>
            <w:r>
              <w:rPr>
                <w:rFonts w:eastAsia="Times New Roman" w:cstheme="minorHAnsi"/>
                <w:color w:val="000000"/>
                <w:sz w:val="20"/>
                <w:szCs w:val="20"/>
              </w:rPr>
              <w:t xml:space="preserve"> </w:t>
            </w:r>
            <w:r w:rsidRPr="004178C8">
              <w:rPr>
                <w:rFonts w:eastAsia="Times New Roman" w:cstheme="minorHAnsi"/>
                <w:color w:val="000000"/>
                <w:sz w:val="20"/>
                <w:szCs w:val="20"/>
              </w:rPr>
              <w:t xml:space="preserve">All e-mail communication in relation to the submission must clearly indicate </w:t>
            </w:r>
            <w:r w:rsidRPr="004178C8">
              <w:rPr>
                <w:rFonts w:eastAsia="Times New Roman" w:cstheme="minorHAnsi"/>
                <w:b/>
                <w:bCs/>
                <w:color w:val="000000"/>
                <w:sz w:val="20"/>
                <w:szCs w:val="20"/>
              </w:rPr>
              <w:t>“EOI for Design and Development of Innovative Sanitation solutions for Incontinent People and young children aged below 3 years”</w:t>
            </w:r>
            <w:r w:rsidRPr="004178C8">
              <w:rPr>
                <w:rFonts w:eastAsia="Times New Roman" w:cstheme="minorHAnsi"/>
                <w:color w:val="000000"/>
                <w:sz w:val="20"/>
                <w:szCs w:val="20"/>
              </w:rPr>
              <w:t xml:space="preserve"> in the "Subject" line of the e-mail</w:t>
            </w:r>
            <w:r>
              <w:rPr>
                <w:rFonts w:eastAsia="Times New Roman" w:cstheme="minorHAnsi"/>
                <w:color w:val="000000"/>
                <w:sz w:val="20"/>
                <w:szCs w:val="20"/>
              </w:rPr>
              <w:t>.</w:t>
            </w:r>
          </w:p>
          <w:p w14:paraId="017650AD" w14:textId="6571DFE3" w:rsidR="00F0185A" w:rsidRPr="005D4A9F"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5D4A9F">
              <w:rPr>
                <w:rFonts w:eastAsia="Times New Roman" w:cstheme="minorHAnsi"/>
                <w:color w:val="000000"/>
                <w:sz w:val="20"/>
                <w:szCs w:val="20"/>
              </w:rPr>
              <w:t xml:space="preserve">It is recommended that the entire </w:t>
            </w:r>
            <w:r w:rsidR="00D73C14">
              <w:rPr>
                <w:rFonts w:eastAsia="Times New Roman" w:cstheme="minorHAnsi"/>
                <w:color w:val="000000"/>
                <w:sz w:val="20"/>
                <w:szCs w:val="20"/>
              </w:rPr>
              <w:t>application</w:t>
            </w:r>
            <w:r w:rsidR="00D73C14" w:rsidRPr="005D4A9F">
              <w:rPr>
                <w:rFonts w:eastAsia="Times New Roman" w:cstheme="minorHAnsi"/>
                <w:color w:val="000000"/>
                <w:sz w:val="20"/>
                <w:szCs w:val="20"/>
              </w:rPr>
              <w:t xml:space="preserve"> </w:t>
            </w:r>
            <w:r w:rsidRPr="005D4A9F">
              <w:rPr>
                <w:rFonts w:eastAsia="Times New Roman" w:cstheme="minorHAnsi"/>
                <w:color w:val="000000"/>
                <w:sz w:val="20"/>
                <w:szCs w:val="20"/>
              </w:rPr>
              <w:t xml:space="preserve">be consolidated into as few attachments as possible. </w:t>
            </w:r>
          </w:p>
          <w:p w14:paraId="7DD9D00A" w14:textId="77777777" w:rsidR="00F0185A" w:rsidRPr="00A46D3C"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A46D3C">
              <w:rPr>
                <w:rFonts w:eastAsia="Times New Roman" w:cstheme="minorHAnsi"/>
                <w:color w:val="000000"/>
                <w:sz w:val="20"/>
                <w:szCs w:val="20"/>
              </w:rPr>
              <w:t>Multiple emails must be clearly identified by indicating in the subject line “email no. X of Y”, and the final “email no. Y of Y.</w:t>
            </w:r>
          </w:p>
          <w:p w14:paraId="6DCB1F1D" w14:textId="77777777" w:rsidR="00F0185A" w:rsidRDefault="00F0185A" w:rsidP="00F71F2B">
            <w:pPr>
              <w:numPr>
                <w:ilvl w:val="0"/>
                <w:numId w:val="7"/>
              </w:numPr>
              <w:tabs>
                <w:tab w:val="right" w:pos="7218"/>
              </w:tabs>
              <w:spacing w:before="60" w:after="60" w:line="276" w:lineRule="auto"/>
              <w:ind w:left="389"/>
              <w:jc w:val="both"/>
              <w:rPr>
                <w:rFonts w:eastAsia="Times New Roman" w:cstheme="minorHAnsi"/>
                <w:color w:val="000000"/>
                <w:sz w:val="20"/>
                <w:szCs w:val="20"/>
              </w:rPr>
            </w:pPr>
            <w:r w:rsidRPr="00A46D3C">
              <w:rPr>
                <w:rFonts w:eastAsia="Times New Roman" w:cstheme="minorHAnsi"/>
                <w:color w:val="000000"/>
                <w:sz w:val="20"/>
                <w:szCs w:val="20"/>
              </w:rPr>
              <w:t>You should receive an email acknowledging receipt.</w:t>
            </w:r>
          </w:p>
          <w:p w14:paraId="07943039" w14:textId="3A29EA9E" w:rsidR="00F0185A" w:rsidRDefault="00F0185A" w:rsidP="00F71F2B">
            <w:pPr>
              <w:spacing w:before="120" w:after="120" w:line="276" w:lineRule="auto"/>
              <w:jc w:val="both"/>
              <w:rPr>
                <w:rFonts w:cstheme="minorHAnsi"/>
                <w:sz w:val="20"/>
                <w:szCs w:val="20"/>
              </w:rPr>
            </w:pPr>
            <w:r w:rsidRPr="00260675">
              <w:rPr>
                <w:rFonts w:cstheme="minorHAnsi"/>
                <w:sz w:val="20"/>
                <w:szCs w:val="20"/>
              </w:rPr>
              <w:t>Courier / Hand delivery</w:t>
            </w:r>
            <w:r>
              <w:rPr>
                <w:rFonts w:cstheme="minorHAnsi"/>
                <w:sz w:val="20"/>
                <w:szCs w:val="20"/>
              </w:rPr>
              <w:t xml:space="preserve"> Address: </w:t>
            </w:r>
          </w:p>
          <w:p w14:paraId="5B0AB8AC" w14:textId="77777777" w:rsidR="00F0185A" w:rsidRPr="008C5715" w:rsidRDefault="00F0185A" w:rsidP="00F71F2B">
            <w:pPr>
              <w:numPr>
                <w:ilvl w:val="0"/>
                <w:numId w:val="7"/>
              </w:numPr>
              <w:tabs>
                <w:tab w:val="right" w:pos="7218"/>
              </w:tabs>
              <w:spacing w:before="60" w:after="60" w:line="276" w:lineRule="auto"/>
              <w:ind w:left="720"/>
              <w:jc w:val="both"/>
              <w:rPr>
                <w:rFonts w:eastAsia="Times New Roman" w:cstheme="minorHAnsi"/>
                <w:color w:val="000000"/>
                <w:sz w:val="20"/>
                <w:szCs w:val="20"/>
              </w:rPr>
            </w:pPr>
            <w:r w:rsidRPr="008C5715">
              <w:rPr>
                <w:rFonts w:eastAsia="Times New Roman" w:cstheme="minorHAnsi"/>
                <w:color w:val="000000"/>
                <w:sz w:val="20"/>
                <w:szCs w:val="20"/>
              </w:rPr>
              <w:t>International Organization for Migration (IOM) Office in Ethiopia</w:t>
            </w:r>
          </w:p>
          <w:p w14:paraId="455B80A4" w14:textId="77777777" w:rsidR="00F0185A" w:rsidRPr="008C5715" w:rsidRDefault="00F0185A" w:rsidP="00F71F2B">
            <w:pPr>
              <w:numPr>
                <w:ilvl w:val="0"/>
                <w:numId w:val="7"/>
              </w:numPr>
              <w:tabs>
                <w:tab w:val="right" w:pos="7218"/>
              </w:tabs>
              <w:spacing w:before="60" w:after="60" w:line="276" w:lineRule="auto"/>
              <w:ind w:left="720"/>
              <w:jc w:val="both"/>
              <w:rPr>
                <w:rFonts w:eastAsia="Times New Roman" w:cstheme="minorHAnsi"/>
                <w:color w:val="000000"/>
                <w:sz w:val="20"/>
                <w:szCs w:val="20"/>
              </w:rPr>
            </w:pPr>
            <w:r w:rsidRPr="008C5715">
              <w:rPr>
                <w:rFonts w:eastAsia="Times New Roman" w:cstheme="minorHAnsi"/>
                <w:color w:val="000000"/>
                <w:sz w:val="20"/>
                <w:szCs w:val="20"/>
              </w:rPr>
              <w:t xml:space="preserve">Kirkos Sub-City, Wereda 8, </w:t>
            </w:r>
            <w:r w:rsidRPr="00C834AF">
              <w:rPr>
                <w:sz w:val="20"/>
                <w:szCs w:val="20"/>
                <w:lang w:val="en-US"/>
              </w:rPr>
              <w:t xml:space="preserve">Kazanchis behind Zequala Complex near UNECA </w:t>
            </w:r>
            <w:r w:rsidRPr="008C5715">
              <w:rPr>
                <w:rFonts w:eastAsia="Times New Roman" w:cstheme="minorHAnsi"/>
                <w:color w:val="000000"/>
                <w:sz w:val="20"/>
                <w:szCs w:val="20"/>
              </w:rPr>
              <w:t xml:space="preserve">YeMez Building </w:t>
            </w:r>
          </w:p>
          <w:p w14:paraId="280F0CEA" w14:textId="185F8E13" w:rsidR="00F0185A" w:rsidRPr="00A12DCB" w:rsidRDefault="00F0185A" w:rsidP="00F71F2B">
            <w:pPr>
              <w:numPr>
                <w:ilvl w:val="0"/>
                <w:numId w:val="7"/>
              </w:numPr>
              <w:tabs>
                <w:tab w:val="right" w:pos="7218"/>
              </w:tabs>
              <w:spacing w:before="60" w:after="60" w:line="276" w:lineRule="auto"/>
              <w:ind w:left="720"/>
              <w:jc w:val="both"/>
              <w:rPr>
                <w:rFonts w:eastAsia="Times New Roman" w:cstheme="minorHAnsi"/>
                <w:color w:val="000000"/>
                <w:sz w:val="20"/>
                <w:szCs w:val="20"/>
              </w:rPr>
            </w:pPr>
            <w:r w:rsidRPr="008C5715">
              <w:rPr>
                <w:rFonts w:eastAsia="Times New Roman" w:cstheme="minorHAnsi"/>
                <w:color w:val="000000"/>
                <w:sz w:val="20"/>
                <w:szCs w:val="20"/>
              </w:rPr>
              <w:t>P.O.Box: 25283, Code 1000, Addis Ababa, Ethiopia</w:t>
            </w:r>
            <w:r>
              <w:rPr>
                <w:rFonts w:eastAsia="Times New Roman" w:cstheme="minorHAnsi"/>
                <w:color w:val="000000"/>
                <w:sz w:val="20"/>
                <w:szCs w:val="20"/>
              </w:rPr>
              <w:t>.</w:t>
            </w:r>
          </w:p>
        </w:tc>
      </w:tr>
      <w:tr w:rsidR="00F0185A" w:rsidRPr="00A46D3C" w14:paraId="14CE94C6" w14:textId="77777777" w:rsidTr="53437217">
        <w:tc>
          <w:tcPr>
            <w:tcW w:w="2689" w:type="dxa"/>
          </w:tcPr>
          <w:p w14:paraId="1A48D82A" w14:textId="31570188" w:rsidR="00F0185A" w:rsidRPr="00A46D3C" w:rsidRDefault="00F0185A" w:rsidP="00F71F2B">
            <w:pPr>
              <w:spacing w:after="120" w:line="276" w:lineRule="auto"/>
              <w:jc w:val="both"/>
              <w:rPr>
                <w:b/>
                <w:bCs/>
                <w:sz w:val="20"/>
                <w:szCs w:val="20"/>
              </w:rPr>
            </w:pPr>
            <w:r w:rsidRPr="00A46D3C">
              <w:rPr>
                <w:b/>
                <w:bCs/>
                <w:sz w:val="20"/>
                <w:szCs w:val="20"/>
              </w:rPr>
              <w:t>Contact Person</w:t>
            </w:r>
            <w:r>
              <w:rPr>
                <w:b/>
                <w:bCs/>
                <w:sz w:val="20"/>
                <w:szCs w:val="20"/>
              </w:rPr>
              <w:t>s</w:t>
            </w:r>
            <w:r w:rsidRPr="00A46D3C">
              <w:rPr>
                <w:b/>
                <w:bCs/>
                <w:sz w:val="20"/>
                <w:szCs w:val="20"/>
              </w:rPr>
              <w:t xml:space="preserve"> for correspondence and clarifications</w:t>
            </w:r>
          </w:p>
        </w:tc>
        <w:tc>
          <w:tcPr>
            <w:tcW w:w="7026" w:type="dxa"/>
          </w:tcPr>
          <w:p w14:paraId="573E8704" w14:textId="263AB8B1" w:rsidR="00F0185A" w:rsidRPr="00A46D3C" w:rsidRDefault="00937281" w:rsidP="00F71F2B">
            <w:pPr>
              <w:spacing w:line="276" w:lineRule="auto"/>
              <w:jc w:val="both"/>
              <w:rPr>
                <w:rFonts w:cstheme="minorHAnsi"/>
                <w:sz w:val="20"/>
                <w:szCs w:val="20"/>
              </w:rPr>
            </w:pPr>
            <w:hyperlink r:id="rId17" w:history="1">
              <w:r w:rsidR="00445620" w:rsidRPr="00314242">
                <w:rPr>
                  <w:rStyle w:val="Hyperlink"/>
                </w:rPr>
                <w:t>iomethiopiatender@iom.int</w:t>
              </w:r>
            </w:hyperlink>
            <w:r w:rsidR="00445620">
              <w:rPr>
                <w:rStyle w:val="Hyperlink"/>
                <w:rFonts w:cstheme="minorHAnsi"/>
                <w:sz w:val="20"/>
                <w:szCs w:val="20"/>
              </w:rPr>
              <w:t>.;</w:t>
            </w:r>
            <w:r w:rsidR="00445620">
              <w:rPr>
                <w:rStyle w:val="Hyperlink"/>
                <w:rFonts w:cstheme="minorHAnsi"/>
              </w:rPr>
              <w:t xml:space="preserve">  </w:t>
            </w:r>
            <w:r w:rsidR="00445B5F">
              <w:rPr>
                <w:rStyle w:val="Hyperlink"/>
                <w:rFonts w:cstheme="minorHAnsi"/>
              </w:rPr>
              <w:t xml:space="preserve">  </w:t>
            </w:r>
          </w:p>
        </w:tc>
      </w:tr>
      <w:tr w:rsidR="00F0185A" w:rsidRPr="00A46D3C" w14:paraId="0A1F47E6" w14:textId="77777777" w:rsidTr="53437217">
        <w:tc>
          <w:tcPr>
            <w:tcW w:w="2689" w:type="dxa"/>
          </w:tcPr>
          <w:p w14:paraId="542E2E1F" w14:textId="77777777" w:rsidR="00F0185A" w:rsidRPr="00A46D3C" w:rsidRDefault="00F0185A" w:rsidP="00F71F2B">
            <w:pPr>
              <w:spacing w:after="120" w:line="276" w:lineRule="auto"/>
              <w:jc w:val="both"/>
              <w:rPr>
                <w:b/>
                <w:bCs/>
                <w:sz w:val="20"/>
                <w:szCs w:val="20"/>
              </w:rPr>
            </w:pPr>
            <w:r w:rsidRPr="00A46D3C">
              <w:rPr>
                <w:b/>
                <w:bCs/>
                <w:sz w:val="20"/>
                <w:szCs w:val="20"/>
              </w:rPr>
              <w:t>REOI Conditions</w:t>
            </w:r>
          </w:p>
        </w:tc>
        <w:tc>
          <w:tcPr>
            <w:tcW w:w="7026" w:type="dxa"/>
          </w:tcPr>
          <w:p w14:paraId="0AAC2BF7" w14:textId="76AE9B9C" w:rsidR="00F0185A" w:rsidRPr="00A46D3C" w:rsidRDefault="00F0185A" w:rsidP="00F71F2B">
            <w:pPr>
              <w:spacing w:after="120" w:line="276" w:lineRule="auto"/>
              <w:jc w:val="both"/>
              <w:rPr>
                <w:sz w:val="20"/>
                <w:szCs w:val="20"/>
              </w:rPr>
            </w:pPr>
            <w:r w:rsidRPr="6A9B78A7">
              <w:rPr>
                <w:sz w:val="20"/>
                <w:szCs w:val="20"/>
              </w:rPr>
              <w:t xml:space="preserve">This Request for Expression of Interest does not constitute a solicitation. IOM reserves the right to change or cancel the requirement at any time during the EOI and/or subsequent solicitation process. </w:t>
            </w:r>
            <w:sdt>
              <w:sdtPr>
                <w:rPr>
                  <w:sz w:val="20"/>
                  <w:szCs w:val="20"/>
                </w:rPr>
                <w:alias w:val="Name of organisation"/>
                <w:tag w:val="Name of organisation"/>
                <w:id w:val="1550783061"/>
                <w:placeholder>
                  <w:docPart w:val="1F5FF15E64744D42B14825DE0DE6F084"/>
                </w:placeholder>
              </w:sdtPr>
              <w:sdtEndPr/>
              <w:sdtContent>
                <w:r>
                  <w:rPr>
                    <w:sz w:val="20"/>
                    <w:szCs w:val="20"/>
                  </w:rPr>
                  <w:t>IOM</w:t>
                </w:r>
              </w:sdtContent>
            </w:sdt>
            <w:r w:rsidRPr="6A9B78A7">
              <w:rPr>
                <w:sz w:val="20"/>
                <w:szCs w:val="20"/>
              </w:rPr>
              <w:t xml:space="preserve"> also reserves the right to require compliance with additional conditions as and when issuing the final solicitation documents. Submitting an EOI does not automatically guarantee receipt of the solicitation documents when issued. Invitations to bid or requests for proposals and any subsequent purchase order or contract will be issue</w:t>
            </w:r>
            <w:r w:rsidRPr="3AC8442F">
              <w:rPr>
                <w:sz w:val="20"/>
                <w:szCs w:val="20"/>
              </w:rPr>
              <w:t>d</w:t>
            </w:r>
            <w:r w:rsidRPr="6A9B78A7">
              <w:rPr>
                <w:sz w:val="20"/>
                <w:szCs w:val="20"/>
              </w:rPr>
              <w:t xml:space="preserve"> in accordance with the rules and procedures of IOM</w:t>
            </w:r>
            <w:r>
              <w:rPr>
                <w:sz w:val="20"/>
                <w:szCs w:val="20"/>
              </w:rPr>
              <w:t>.</w:t>
            </w:r>
          </w:p>
        </w:tc>
      </w:tr>
    </w:tbl>
    <w:p w14:paraId="2EE151C9" w14:textId="77777777" w:rsidR="00663BE5" w:rsidRDefault="00663BE5" w:rsidP="00F71F2B">
      <w:pPr>
        <w:spacing w:line="276" w:lineRule="auto"/>
        <w:jc w:val="both"/>
        <w:rPr>
          <w:rFonts w:ascii="Calibri" w:eastAsia="Calibri" w:hAnsi="Calibri" w:cs="Calibri"/>
          <w:b/>
          <w:sz w:val="20"/>
          <w:szCs w:val="20"/>
        </w:rPr>
      </w:pPr>
    </w:p>
    <w:p w14:paraId="4F526E3F" w14:textId="1595B62C" w:rsidR="00823EAA" w:rsidRDefault="009A3731" w:rsidP="00823EAA">
      <w:pPr>
        <w:spacing w:line="276" w:lineRule="auto"/>
        <w:jc w:val="both"/>
        <w:rPr>
          <w:rFonts w:ascii="Calibri" w:eastAsia="Calibri" w:hAnsi="Calibri" w:cs="Calibri"/>
          <w:b/>
          <w:sz w:val="20"/>
          <w:szCs w:val="20"/>
        </w:rPr>
      </w:pPr>
      <w:bookmarkStart w:id="1" w:name="_Hlk138255056"/>
      <w:r>
        <w:rPr>
          <w:rFonts w:ascii="Calibri" w:eastAsia="Calibri" w:hAnsi="Calibri" w:cs="Calibri"/>
          <w:b/>
          <w:sz w:val="20"/>
          <w:szCs w:val="20"/>
        </w:rPr>
        <w:t xml:space="preserve">SECTION 2: </w:t>
      </w:r>
      <w:r w:rsidR="00CF07A7">
        <w:rPr>
          <w:rFonts w:ascii="Calibri" w:eastAsia="Calibri" w:hAnsi="Calibri" w:cs="Calibri"/>
          <w:b/>
          <w:sz w:val="20"/>
          <w:szCs w:val="20"/>
        </w:rPr>
        <w:t xml:space="preserve"> </w:t>
      </w:r>
      <w:r w:rsidR="00823EAA" w:rsidRPr="003A0288">
        <w:rPr>
          <w:rFonts w:ascii="Calibri" w:eastAsia="Calibri" w:hAnsi="Calibri" w:cs="Calibri"/>
          <w:b/>
          <w:sz w:val="20"/>
          <w:szCs w:val="20"/>
        </w:rPr>
        <w:t xml:space="preserve">ELIGIBILITY </w:t>
      </w:r>
      <w:r>
        <w:rPr>
          <w:rFonts w:ascii="Calibri" w:eastAsia="Calibri" w:hAnsi="Calibri" w:cs="Calibri"/>
          <w:b/>
          <w:sz w:val="20"/>
          <w:szCs w:val="20"/>
        </w:rPr>
        <w:t xml:space="preserve">AND QUALIFICATION </w:t>
      </w:r>
      <w:r w:rsidR="00823EAA" w:rsidRPr="003A0288">
        <w:rPr>
          <w:rFonts w:ascii="Calibri" w:eastAsia="Calibri" w:hAnsi="Calibri" w:cs="Calibri"/>
          <w:b/>
          <w:sz w:val="20"/>
          <w:szCs w:val="20"/>
        </w:rPr>
        <w:t>REQUIREMENT</w:t>
      </w:r>
    </w:p>
    <w:p w14:paraId="6085709C" w14:textId="1D1822B9" w:rsidR="00823EAA" w:rsidRPr="00B17CCD" w:rsidRDefault="009A3731" w:rsidP="00F71F2B">
      <w:pPr>
        <w:spacing w:line="276" w:lineRule="auto"/>
        <w:jc w:val="both"/>
        <w:rPr>
          <w:rFonts w:ascii="Calibri" w:eastAsia="Calibri" w:hAnsi="Calibri" w:cs="Calibri"/>
          <w:b/>
          <w:sz w:val="20"/>
          <w:szCs w:val="20"/>
        </w:rPr>
      </w:pPr>
      <w:r>
        <w:rPr>
          <w:rFonts w:ascii="Calibri" w:eastAsia="Calibri" w:hAnsi="Calibri" w:cs="Calibri"/>
          <w:b/>
          <w:sz w:val="20"/>
          <w:szCs w:val="20"/>
        </w:rPr>
        <w:t xml:space="preserve">Kindly submit the following mandatory </w:t>
      </w:r>
      <w:r w:rsidRPr="00445B5F">
        <w:rPr>
          <w:rFonts w:ascii="Calibri" w:eastAsia="Calibri" w:hAnsi="Calibri" w:cs="Calibri"/>
          <w:b/>
          <w:sz w:val="20"/>
          <w:szCs w:val="20"/>
        </w:rPr>
        <w:t xml:space="preserve">documents </w:t>
      </w:r>
      <w:r w:rsidR="00202212" w:rsidRPr="00445B5F">
        <w:rPr>
          <w:rFonts w:ascii="Calibri" w:eastAsia="Calibri" w:hAnsi="Calibri" w:cs="Calibri"/>
          <w:b/>
          <w:sz w:val="20"/>
          <w:szCs w:val="20"/>
        </w:rPr>
        <w:t>in respect of</w:t>
      </w:r>
      <w:r w:rsidR="00202212">
        <w:rPr>
          <w:rFonts w:ascii="Calibri" w:eastAsia="Calibri" w:hAnsi="Calibri" w:cs="Calibri"/>
          <w:b/>
          <w:sz w:val="20"/>
          <w:szCs w:val="20"/>
        </w:rPr>
        <w:t xml:space="preserve"> the </w:t>
      </w:r>
      <w:r w:rsidRPr="009A3731">
        <w:rPr>
          <w:rFonts w:ascii="Calibri" w:eastAsia="Calibri" w:hAnsi="Calibri" w:cs="Calibri"/>
          <w:b/>
          <w:sz w:val="20"/>
          <w:szCs w:val="20"/>
        </w:rPr>
        <w:t>requirements</w:t>
      </w:r>
      <w:r>
        <w:rPr>
          <w:rFonts w:ascii="Calibri" w:eastAsia="Calibri" w:hAnsi="Calibri" w:cs="Calibri"/>
          <w:b/>
          <w:sz w:val="20"/>
          <w:szCs w:val="20"/>
        </w:rPr>
        <w:t>. T</w:t>
      </w:r>
      <w:r w:rsidRPr="009A3731">
        <w:rPr>
          <w:rFonts w:ascii="Calibri" w:eastAsia="Calibri" w:hAnsi="Calibri" w:cs="Calibri"/>
          <w:b/>
          <w:sz w:val="20"/>
          <w:szCs w:val="20"/>
        </w:rPr>
        <w:t>hese documents will help us assess</w:t>
      </w:r>
      <w:r>
        <w:rPr>
          <w:rFonts w:ascii="Calibri" w:eastAsia="Calibri" w:hAnsi="Calibri" w:cs="Calibri"/>
          <w:b/>
          <w:sz w:val="20"/>
          <w:szCs w:val="20"/>
        </w:rPr>
        <w:t xml:space="preserve"> and establish </w:t>
      </w:r>
      <w:r w:rsidRPr="009A3731">
        <w:rPr>
          <w:rFonts w:ascii="Calibri" w:eastAsia="Calibri" w:hAnsi="Calibri" w:cs="Calibri"/>
          <w:b/>
          <w:sz w:val="20"/>
          <w:szCs w:val="20"/>
        </w:rPr>
        <w:t xml:space="preserve">eligibility </w:t>
      </w:r>
      <w:r>
        <w:rPr>
          <w:rFonts w:ascii="Calibri" w:eastAsia="Calibri" w:hAnsi="Calibri" w:cs="Calibri"/>
          <w:b/>
          <w:sz w:val="20"/>
          <w:szCs w:val="20"/>
        </w:rPr>
        <w:t xml:space="preserve">and qualification to solicit similar opportunities in the future. </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5940"/>
      </w:tblGrid>
      <w:tr w:rsidR="009A3731" w:rsidRPr="00B17CCD" w14:paraId="08F90FDB" w14:textId="77777777" w:rsidTr="009A3731">
        <w:trPr>
          <w:trHeight w:val="509"/>
        </w:trPr>
        <w:tc>
          <w:tcPr>
            <w:tcW w:w="3145" w:type="dxa"/>
            <w:shd w:val="clear" w:color="auto" w:fill="D0CECE" w:themeFill="background2" w:themeFillShade="E6"/>
          </w:tcPr>
          <w:p w14:paraId="7A3DF1B3" w14:textId="58BBFCF5" w:rsidR="009A3731" w:rsidRPr="00B17CCD" w:rsidRDefault="009A3731" w:rsidP="00823EAA">
            <w:pPr>
              <w:spacing w:line="276" w:lineRule="auto"/>
              <w:jc w:val="both"/>
              <w:rPr>
                <w:rFonts w:ascii="Calibri" w:eastAsia="Calibri" w:hAnsi="Calibri" w:cs="Calibri"/>
                <w:b/>
                <w:iCs/>
                <w:sz w:val="20"/>
                <w:szCs w:val="20"/>
                <w:u w:val="single"/>
              </w:rPr>
            </w:pPr>
            <w:bookmarkStart w:id="2" w:name="_Hlk138259481"/>
            <w:r w:rsidRPr="00B17CCD">
              <w:rPr>
                <w:rFonts w:ascii="Calibri" w:eastAsia="Calibri" w:hAnsi="Calibri" w:cs="Calibri"/>
                <w:b/>
                <w:iCs/>
                <w:sz w:val="20"/>
                <w:szCs w:val="20"/>
              </w:rPr>
              <w:t>Requirement</w:t>
            </w:r>
            <w:r w:rsidRPr="00B17CCD">
              <w:rPr>
                <w:rFonts w:ascii="Calibri" w:eastAsia="Calibri" w:hAnsi="Calibri" w:cs="Calibri"/>
                <w:b/>
                <w:iCs/>
                <w:sz w:val="20"/>
                <w:szCs w:val="20"/>
              </w:rPr>
              <w:tab/>
            </w:r>
          </w:p>
        </w:tc>
        <w:tc>
          <w:tcPr>
            <w:tcW w:w="5940" w:type="dxa"/>
            <w:shd w:val="clear" w:color="auto" w:fill="D0CECE" w:themeFill="background2" w:themeFillShade="E6"/>
          </w:tcPr>
          <w:p w14:paraId="356E68D9" w14:textId="53DFFF52" w:rsidR="009A3731" w:rsidRPr="00B17CCD" w:rsidRDefault="009A3731" w:rsidP="00823EAA">
            <w:pPr>
              <w:spacing w:line="276" w:lineRule="auto"/>
              <w:jc w:val="both"/>
              <w:rPr>
                <w:rFonts w:ascii="Calibri" w:eastAsia="Calibri" w:hAnsi="Calibri" w:cs="Calibri"/>
                <w:b/>
                <w:iCs/>
                <w:sz w:val="20"/>
                <w:szCs w:val="20"/>
              </w:rPr>
            </w:pPr>
            <w:r>
              <w:rPr>
                <w:rFonts w:ascii="Calibri" w:eastAsia="Calibri" w:hAnsi="Calibri" w:cs="Calibri"/>
                <w:b/>
                <w:sz w:val="20"/>
                <w:szCs w:val="20"/>
              </w:rPr>
              <w:t>Mandatory information</w:t>
            </w:r>
            <w:r w:rsidRPr="00B17CCD">
              <w:rPr>
                <w:rFonts w:ascii="Calibri" w:eastAsia="Calibri" w:hAnsi="Calibri" w:cs="Calibri"/>
                <w:b/>
                <w:sz w:val="20"/>
                <w:szCs w:val="20"/>
              </w:rPr>
              <w:t xml:space="preserve"> </w:t>
            </w:r>
            <w:r>
              <w:rPr>
                <w:rFonts w:ascii="Calibri" w:eastAsia="Calibri" w:hAnsi="Calibri" w:cs="Calibri"/>
                <w:b/>
                <w:sz w:val="20"/>
                <w:szCs w:val="20"/>
              </w:rPr>
              <w:t xml:space="preserve">needed </w:t>
            </w:r>
          </w:p>
        </w:tc>
      </w:tr>
      <w:tr w:rsidR="009A3731" w:rsidRPr="00823EAA" w14:paraId="4B04A633" w14:textId="77777777" w:rsidTr="009A3731">
        <w:trPr>
          <w:trHeight w:val="524"/>
        </w:trPr>
        <w:tc>
          <w:tcPr>
            <w:tcW w:w="3145" w:type="dxa"/>
          </w:tcPr>
          <w:p w14:paraId="55E1FBB4" w14:textId="59CD52F6" w:rsidR="009A3731" w:rsidRPr="00D56F66" w:rsidRDefault="009A3731" w:rsidP="00823EAA">
            <w:pPr>
              <w:spacing w:line="276" w:lineRule="auto"/>
              <w:jc w:val="both"/>
              <w:rPr>
                <w:rFonts w:ascii="Calibri" w:eastAsia="Calibri" w:hAnsi="Calibri" w:cs="Calibri"/>
                <w:bCs/>
                <w:iCs/>
                <w:sz w:val="20"/>
                <w:szCs w:val="20"/>
              </w:rPr>
            </w:pPr>
            <w:r>
              <w:rPr>
                <w:rFonts w:ascii="Calibri" w:eastAsia="Calibri" w:hAnsi="Calibri" w:cs="Calibri"/>
                <w:bCs/>
                <w:iCs/>
                <w:sz w:val="20"/>
                <w:szCs w:val="20"/>
              </w:rPr>
              <w:t>L</w:t>
            </w:r>
            <w:r w:rsidRPr="00D56F66">
              <w:rPr>
                <w:rFonts w:ascii="Calibri" w:eastAsia="Calibri" w:hAnsi="Calibri" w:cs="Calibri"/>
                <w:bCs/>
                <w:iCs/>
                <w:sz w:val="20"/>
                <w:szCs w:val="20"/>
              </w:rPr>
              <w:t>egally registered entity</w:t>
            </w:r>
          </w:p>
        </w:tc>
        <w:tc>
          <w:tcPr>
            <w:tcW w:w="5940" w:type="dxa"/>
          </w:tcPr>
          <w:p w14:paraId="59821C9A" w14:textId="77777777" w:rsidR="009A3731" w:rsidRPr="00D56F66" w:rsidRDefault="009A3731" w:rsidP="00823EAA">
            <w:pPr>
              <w:spacing w:line="276" w:lineRule="auto"/>
              <w:jc w:val="both"/>
              <w:rPr>
                <w:rFonts w:ascii="Calibri" w:eastAsia="Calibri" w:hAnsi="Calibri" w:cs="Calibri"/>
                <w:bCs/>
                <w:iCs/>
                <w:sz w:val="20"/>
                <w:szCs w:val="20"/>
              </w:rPr>
            </w:pPr>
            <w:r w:rsidRPr="00D56F66">
              <w:rPr>
                <w:rFonts w:ascii="Calibri" w:eastAsia="Calibri" w:hAnsi="Calibri" w:cs="Calibri"/>
                <w:bCs/>
                <w:iCs/>
                <w:sz w:val="20"/>
                <w:szCs w:val="20"/>
              </w:rPr>
              <w:t xml:space="preserve">(Attach, Valid Certificate of Registration (Certificate of Incorporation) or other applicable license/ documentation </w:t>
            </w:r>
          </w:p>
        </w:tc>
      </w:tr>
      <w:tr w:rsidR="009A3731" w:rsidRPr="00823EAA" w14:paraId="45063ADB" w14:textId="77777777" w:rsidTr="009A3731">
        <w:trPr>
          <w:trHeight w:val="594"/>
        </w:trPr>
        <w:tc>
          <w:tcPr>
            <w:tcW w:w="3145" w:type="dxa"/>
          </w:tcPr>
          <w:p w14:paraId="2E57C296" w14:textId="77777777" w:rsidR="009A3731" w:rsidRPr="00D56F66" w:rsidRDefault="009A3731" w:rsidP="00823EAA">
            <w:pPr>
              <w:spacing w:line="276" w:lineRule="auto"/>
              <w:jc w:val="both"/>
              <w:rPr>
                <w:rFonts w:ascii="Calibri" w:eastAsia="Calibri" w:hAnsi="Calibri" w:cs="Calibri"/>
                <w:bCs/>
                <w:sz w:val="20"/>
                <w:szCs w:val="20"/>
              </w:rPr>
            </w:pPr>
            <w:r w:rsidRPr="00D56F66">
              <w:rPr>
                <w:rFonts w:ascii="Calibri" w:eastAsia="Calibri" w:hAnsi="Calibri" w:cs="Calibri"/>
                <w:bCs/>
                <w:sz w:val="20"/>
                <w:szCs w:val="20"/>
              </w:rPr>
              <w:t>Letter of Expression of Interest: duly completed and signed</w:t>
            </w:r>
          </w:p>
        </w:tc>
        <w:tc>
          <w:tcPr>
            <w:tcW w:w="5940" w:type="dxa"/>
          </w:tcPr>
          <w:p w14:paraId="469EC578" w14:textId="75D35746" w:rsidR="009A3731" w:rsidRDefault="009A3731" w:rsidP="00823EAA">
            <w:pPr>
              <w:spacing w:line="276" w:lineRule="auto"/>
              <w:jc w:val="both"/>
              <w:rPr>
                <w:rFonts w:ascii="Calibri" w:eastAsia="Calibri" w:hAnsi="Calibri" w:cs="Calibri"/>
                <w:bCs/>
                <w:iCs/>
                <w:sz w:val="20"/>
                <w:szCs w:val="20"/>
              </w:rPr>
            </w:pPr>
            <w:r w:rsidRPr="00D56F66">
              <w:rPr>
                <w:rFonts w:ascii="Calibri" w:eastAsia="Calibri" w:hAnsi="Calibri" w:cs="Calibri"/>
                <w:bCs/>
                <w:iCs/>
                <w:sz w:val="20"/>
                <w:szCs w:val="20"/>
              </w:rPr>
              <w:t>Letter of Expression of Interest</w:t>
            </w:r>
            <w:r>
              <w:rPr>
                <w:rFonts w:ascii="Calibri" w:eastAsia="Calibri" w:hAnsi="Calibri" w:cs="Calibri"/>
                <w:bCs/>
                <w:iCs/>
                <w:sz w:val="20"/>
                <w:szCs w:val="20"/>
              </w:rPr>
              <w:t xml:space="preserve"> should</w:t>
            </w:r>
            <w:r w:rsidRPr="00D56F66">
              <w:rPr>
                <w:rFonts w:ascii="Calibri" w:eastAsia="Calibri" w:hAnsi="Calibri" w:cs="Calibri"/>
                <w:bCs/>
                <w:iCs/>
                <w:sz w:val="20"/>
                <w:szCs w:val="20"/>
              </w:rPr>
              <w:t xml:space="preserve"> </w:t>
            </w:r>
            <w:r>
              <w:rPr>
                <w:rFonts w:ascii="Calibri" w:eastAsia="Calibri" w:hAnsi="Calibri" w:cs="Calibri"/>
                <w:bCs/>
                <w:iCs/>
                <w:sz w:val="20"/>
                <w:szCs w:val="20"/>
              </w:rPr>
              <w:t xml:space="preserve">include.  </w:t>
            </w:r>
          </w:p>
          <w:p w14:paraId="3E36A59A" w14:textId="61076DF7" w:rsidR="009A3731" w:rsidRPr="005F621E" w:rsidRDefault="009A3731" w:rsidP="009A3731">
            <w:pPr>
              <w:pStyle w:val="ListParagraph"/>
              <w:numPr>
                <w:ilvl w:val="0"/>
                <w:numId w:val="12"/>
              </w:numPr>
              <w:spacing w:before="60" w:after="60" w:line="276" w:lineRule="auto"/>
              <w:jc w:val="both"/>
              <w:rPr>
                <w:rFonts w:cstheme="minorHAnsi"/>
                <w:sz w:val="20"/>
                <w:szCs w:val="20"/>
              </w:rPr>
            </w:pPr>
            <w:r w:rsidRPr="005F621E">
              <w:rPr>
                <w:rFonts w:cstheme="minorHAnsi"/>
                <w:sz w:val="20"/>
                <w:szCs w:val="20"/>
              </w:rPr>
              <w:t xml:space="preserve">Brief presentation of </w:t>
            </w:r>
            <w:r>
              <w:rPr>
                <w:rFonts w:cstheme="minorHAnsi"/>
                <w:sz w:val="20"/>
                <w:szCs w:val="20"/>
              </w:rPr>
              <w:t xml:space="preserve">the </w:t>
            </w:r>
            <w:r w:rsidRPr="005F621E">
              <w:rPr>
                <w:rFonts w:cstheme="minorHAnsi"/>
                <w:sz w:val="20"/>
                <w:szCs w:val="20"/>
              </w:rPr>
              <w:t xml:space="preserve">company including nature of </w:t>
            </w:r>
            <w:r>
              <w:rPr>
                <w:rFonts w:cstheme="minorHAnsi"/>
                <w:sz w:val="20"/>
                <w:szCs w:val="20"/>
              </w:rPr>
              <w:t>solutions/</w:t>
            </w:r>
            <w:r w:rsidRPr="005F621E">
              <w:rPr>
                <w:rFonts w:cstheme="minorHAnsi"/>
                <w:sz w:val="20"/>
                <w:szCs w:val="20"/>
              </w:rPr>
              <w:t>products, number of staff, turnover, years in business.</w:t>
            </w:r>
          </w:p>
          <w:p w14:paraId="517BE8E6" w14:textId="77777777" w:rsidR="009A3731" w:rsidRPr="005F621E" w:rsidRDefault="009A3731" w:rsidP="009A3731">
            <w:pPr>
              <w:pStyle w:val="ListParagraph"/>
              <w:numPr>
                <w:ilvl w:val="0"/>
                <w:numId w:val="12"/>
              </w:numPr>
              <w:spacing w:before="60" w:after="60" w:line="276" w:lineRule="auto"/>
              <w:jc w:val="both"/>
              <w:rPr>
                <w:rFonts w:cstheme="minorHAnsi"/>
                <w:sz w:val="20"/>
                <w:szCs w:val="20"/>
              </w:rPr>
            </w:pPr>
            <w:r w:rsidRPr="005F621E">
              <w:rPr>
                <w:rFonts w:cstheme="minorHAnsi"/>
                <w:sz w:val="20"/>
                <w:szCs w:val="20"/>
              </w:rPr>
              <w:t>Reference list demonstrating qualifications for participating in this upcoming bidding process.</w:t>
            </w:r>
          </w:p>
          <w:p w14:paraId="7C71BBF9" w14:textId="77777777" w:rsidR="009A3731" w:rsidRDefault="009A3731" w:rsidP="009A3731">
            <w:pPr>
              <w:pStyle w:val="ListParagraph"/>
              <w:numPr>
                <w:ilvl w:val="0"/>
                <w:numId w:val="12"/>
              </w:numPr>
              <w:spacing w:before="60" w:after="60" w:line="276" w:lineRule="auto"/>
              <w:jc w:val="both"/>
              <w:rPr>
                <w:rFonts w:cstheme="minorHAnsi"/>
                <w:sz w:val="20"/>
                <w:szCs w:val="20"/>
              </w:rPr>
            </w:pPr>
            <w:r w:rsidRPr="005F621E">
              <w:rPr>
                <w:rFonts w:cstheme="minorHAnsi"/>
                <w:sz w:val="20"/>
                <w:szCs w:val="20"/>
              </w:rPr>
              <w:t>Contact information: full name and address, country, telephone number, e-mail address, website, and contact person.</w:t>
            </w:r>
          </w:p>
          <w:p w14:paraId="752EA56C" w14:textId="1B554D52" w:rsidR="009A3731" w:rsidRDefault="00202212" w:rsidP="00823EAA">
            <w:pPr>
              <w:pStyle w:val="ListParagraph"/>
              <w:numPr>
                <w:ilvl w:val="0"/>
                <w:numId w:val="12"/>
              </w:numPr>
              <w:spacing w:before="60" w:after="60" w:line="276" w:lineRule="auto"/>
              <w:jc w:val="both"/>
              <w:rPr>
                <w:rFonts w:cstheme="minorHAnsi"/>
                <w:sz w:val="20"/>
                <w:szCs w:val="20"/>
              </w:rPr>
            </w:pPr>
            <w:r>
              <w:rPr>
                <w:rFonts w:cstheme="minorHAnsi"/>
                <w:sz w:val="20"/>
                <w:szCs w:val="20"/>
              </w:rPr>
              <w:t>S</w:t>
            </w:r>
            <w:r w:rsidR="009A3731" w:rsidRPr="009A3731">
              <w:rPr>
                <w:rFonts w:cstheme="minorHAnsi"/>
                <w:sz w:val="20"/>
                <w:szCs w:val="20"/>
              </w:rPr>
              <w:t xml:space="preserve">pecifications of which of the three functions of the Sanitation project outlined above, the entity intends to deliver, and all the information required as per the selection criteria. </w:t>
            </w:r>
          </w:p>
          <w:p w14:paraId="77D0B693" w14:textId="328405B4" w:rsidR="009A3731" w:rsidRPr="009A3731" w:rsidRDefault="009A3731" w:rsidP="009A3731">
            <w:pPr>
              <w:pStyle w:val="ListParagraph"/>
              <w:numPr>
                <w:ilvl w:val="0"/>
                <w:numId w:val="12"/>
              </w:numPr>
              <w:spacing w:before="60" w:after="60" w:line="276" w:lineRule="auto"/>
              <w:jc w:val="both"/>
              <w:rPr>
                <w:rFonts w:cstheme="minorHAnsi"/>
                <w:sz w:val="20"/>
                <w:szCs w:val="20"/>
              </w:rPr>
            </w:pPr>
            <w:r w:rsidRPr="009A3731">
              <w:rPr>
                <w:rFonts w:ascii="Calibri" w:eastAsia="Calibri" w:hAnsi="Calibri" w:cs="Calibri"/>
                <w:bCs/>
                <w:iCs/>
                <w:sz w:val="20"/>
                <w:szCs w:val="20"/>
              </w:rPr>
              <w:t xml:space="preserve"> </w:t>
            </w:r>
            <w:r w:rsidR="00202212">
              <w:rPr>
                <w:rFonts w:ascii="Calibri" w:eastAsia="Calibri" w:hAnsi="Calibri" w:cs="Calibri"/>
                <w:bCs/>
                <w:iCs/>
                <w:sz w:val="20"/>
                <w:szCs w:val="20"/>
              </w:rPr>
              <w:t>A</w:t>
            </w:r>
            <w:r w:rsidR="00202212" w:rsidRPr="009A3731">
              <w:rPr>
                <w:rFonts w:ascii="Calibri" w:eastAsia="Calibri" w:hAnsi="Calibri" w:cs="Calibri"/>
                <w:bCs/>
                <w:iCs/>
                <w:sz w:val="20"/>
                <w:szCs w:val="20"/>
              </w:rPr>
              <w:t xml:space="preserve">bility </w:t>
            </w:r>
            <w:r w:rsidRPr="009A3731">
              <w:rPr>
                <w:rFonts w:ascii="Calibri" w:eastAsia="Calibri" w:hAnsi="Calibri" w:cs="Calibri"/>
                <w:bCs/>
                <w:iCs/>
                <w:sz w:val="20"/>
                <w:szCs w:val="20"/>
              </w:rPr>
              <w:t xml:space="preserve">to work in Ethiopia </w:t>
            </w:r>
          </w:p>
        </w:tc>
      </w:tr>
      <w:tr w:rsidR="009A3731" w:rsidRPr="00823EAA" w14:paraId="4A06835E" w14:textId="77777777" w:rsidTr="009A3731">
        <w:trPr>
          <w:trHeight w:val="594"/>
        </w:trPr>
        <w:tc>
          <w:tcPr>
            <w:tcW w:w="3145" w:type="dxa"/>
          </w:tcPr>
          <w:p w14:paraId="51C3754D" w14:textId="1B288681" w:rsidR="009A3731" w:rsidRDefault="009A3731" w:rsidP="009A3731">
            <w:pPr>
              <w:tabs>
                <w:tab w:val="left" w:pos="840"/>
              </w:tabs>
              <w:spacing w:after="120" w:line="276" w:lineRule="auto"/>
              <w:jc w:val="both"/>
              <w:rPr>
                <w:rFonts w:cstheme="minorHAnsi"/>
                <w:sz w:val="20"/>
                <w:szCs w:val="20"/>
              </w:rPr>
            </w:pPr>
            <w:r w:rsidRPr="006428AA">
              <w:rPr>
                <w:rFonts w:cstheme="minorHAnsi"/>
                <w:sz w:val="20"/>
                <w:szCs w:val="20"/>
              </w:rPr>
              <w:t>Company profile</w:t>
            </w:r>
          </w:p>
          <w:p w14:paraId="0EDE3C84" w14:textId="36FAEF0D" w:rsidR="009A3731" w:rsidRPr="00D56F66" w:rsidRDefault="009A3731" w:rsidP="009A3731">
            <w:pPr>
              <w:spacing w:line="276" w:lineRule="auto"/>
              <w:jc w:val="both"/>
              <w:rPr>
                <w:rFonts w:ascii="Calibri" w:eastAsia="Calibri" w:hAnsi="Calibri" w:cs="Calibri"/>
                <w:bCs/>
                <w:sz w:val="20"/>
                <w:szCs w:val="20"/>
              </w:rPr>
            </w:pPr>
          </w:p>
        </w:tc>
        <w:tc>
          <w:tcPr>
            <w:tcW w:w="5940" w:type="dxa"/>
          </w:tcPr>
          <w:p w14:paraId="79F039C2" w14:textId="77777777" w:rsidR="009A3731" w:rsidRPr="009A3731" w:rsidRDefault="009A3731" w:rsidP="009A3731">
            <w:pPr>
              <w:pStyle w:val="ListParagraph"/>
              <w:numPr>
                <w:ilvl w:val="0"/>
                <w:numId w:val="17"/>
              </w:numPr>
              <w:spacing w:line="276" w:lineRule="auto"/>
              <w:jc w:val="both"/>
              <w:rPr>
                <w:rFonts w:eastAsia="Arial" w:cstheme="minorHAnsi"/>
                <w:iCs/>
                <w:sz w:val="20"/>
                <w:szCs w:val="20"/>
              </w:rPr>
            </w:pPr>
            <w:r w:rsidRPr="009A3731">
              <w:rPr>
                <w:rFonts w:cstheme="minorHAnsi"/>
                <w:sz w:val="20"/>
                <w:szCs w:val="20"/>
              </w:rPr>
              <w:t>Company profile and management structure (including owners, key, and technical personnel)</w:t>
            </w:r>
            <w:r w:rsidRPr="009A3731">
              <w:rPr>
                <w:rFonts w:eastAsia="Arial" w:cstheme="minorHAnsi"/>
                <w:iCs/>
                <w:sz w:val="20"/>
                <w:szCs w:val="20"/>
              </w:rPr>
              <w:t xml:space="preserve"> </w:t>
            </w:r>
          </w:p>
          <w:p w14:paraId="7EC44135" w14:textId="50E4F0A1" w:rsidR="009A3731" w:rsidRPr="009A3731" w:rsidRDefault="009A3731" w:rsidP="009A3731">
            <w:pPr>
              <w:pStyle w:val="ListParagraph"/>
              <w:numPr>
                <w:ilvl w:val="0"/>
                <w:numId w:val="17"/>
              </w:numPr>
              <w:spacing w:line="276" w:lineRule="auto"/>
              <w:jc w:val="both"/>
              <w:rPr>
                <w:rFonts w:ascii="Calibri" w:eastAsia="Calibri" w:hAnsi="Calibri" w:cs="Calibri"/>
                <w:bCs/>
                <w:iCs/>
                <w:sz w:val="20"/>
                <w:szCs w:val="20"/>
              </w:rPr>
            </w:pPr>
            <w:r w:rsidRPr="009A3731">
              <w:rPr>
                <w:rFonts w:eastAsia="Arial" w:cstheme="minorHAnsi"/>
                <w:iCs/>
                <w:sz w:val="20"/>
                <w:szCs w:val="20"/>
              </w:rPr>
              <w:t>Curricula Vitae (CVs) and documentation supporting the experience and qualifications of the technical personnel</w:t>
            </w:r>
          </w:p>
        </w:tc>
      </w:tr>
      <w:tr w:rsidR="009A3731" w:rsidRPr="00823EAA" w14:paraId="46A0C051" w14:textId="77777777" w:rsidTr="009A3731">
        <w:trPr>
          <w:trHeight w:val="1439"/>
        </w:trPr>
        <w:tc>
          <w:tcPr>
            <w:tcW w:w="3145" w:type="dxa"/>
          </w:tcPr>
          <w:p w14:paraId="543077EA" w14:textId="6EBC0C9F" w:rsidR="009A3731" w:rsidRPr="00D56F66" w:rsidRDefault="009A3731" w:rsidP="009A3731">
            <w:pPr>
              <w:pStyle w:val="Default"/>
              <w:spacing w:line="276" w:lineRule="auto"/>
              <w:rPr>
                <w:rFonts w:eastAsia="Calibri"/>
                <w:bCs/>
                <w:sz w:val="20"/>
                <w:szCs w:val="20"/>
              </w:rPr>
            </w:pPr>
            <w:r w:rsidRPr="00586615">
              <w:rPr>
                <w:rFonts w:asciiTheme="minorHAnsi" w:hAnsiTheme="minorHAnsi" w:cstheme="minorHAnsi"/>
                <w:sz w:val="20"/>
                <w:szCs w:val="20"/>
              </w:rPr>
              <w:t>Previous experience</w:t>
            </w:r>
          </w:p>
        </w:tc>
        <w:tc>
          <w:tcPr>
            <w:tcW w:w="5940" w:type="dxa"/>
          </w:tcPr>
          <w:p w14:paraId="103D0D24" w14:textId="2F78474E" w:rsidR="009A3731" w:rsidRDefault="009A3731" w:rsidP="009A3731">
            <w:pPr>
              <w:pStyle w:val="Default"/>
              <w:spacing w:line="276" w:lineRule="auto"/>
              <w:jc w:val="both"/>
              <w:rPr>
                <w:rFonts w:asciiTheme="minorHAnsi" w:hAnsiTheme="minorHAnsi" w:cstheme="minorHAnsi"/>
                <w:sz w:val="20"/>
                <w:szCs w:val="20"/>
              </w:rPr>
            </w:pPr>
            <w:r w:rsidRPr="00586615">
              <w:rPr>
                <w:rFonts w:asciiTheme="minorHAnsi" w:hAnsiTheme="minorHAnsi" w:cstheme="minorHAnsi"/>
                <w:sz w:val="20"/>
                <w:szCs w:val="20"/>
              </w:rPr>
              <w:tab/>
            </w:r>
            <w:r w:rsidR="00797D13">
              <w:rPr>
                <w:rFonts w:asciiTheme="minorHAnsi" w:hAnsiTheme="minorHAnsi" w:cstheme="minorHAnsi"/>
                <w:sz w:val="20"/>
                <w:szCs w:val="20"/>
              </w:rPr>
              <w:t>W</w:t>
            </w:r>
            <w:r w:rsidR="00797D13" w:rsidRPr="00586615">
              <w:rPr>
                <w:rFonts w:asciiTheme="minorHAnsi" w:hAnsiTheme="minorHAnsi" w:cstheme="minorHAnsi"/>
                <w:sz w:val="20"/>
                <w:szCs w:val="20"/>
              </w:rPr>
              <w:t xml:space="preserve">orking </w:t>
            </w:r>
            <w:r w:rsidRPr="00586615">
              <w:rPr>
                <w:rFonts w:asciiTheme="minorHAnsi" w:hAnsiTheme="minorHAnsi" w:cstheme="minorHAnsi"/>
                <w:sz w:val="20"/>
                <w:szCs w:val="20"/>
              </w:rPr>
              <w:t>on sanitation solutions for people suffering from incontinence and sanitary solutions for young children or similar solutions</w:t>
            </w:r>
            <w:r>
              <w:rPr>
                <w:rFonts w:asciiTheme="minorHAnsi" w:hAnsiTheme="minorHAnsi" w:cstheme="minorHAnsi"/>
                <w:sz w:val="20"/>
                <w:szCs w:val="20"/>
              </w:rPr>
              <w:t>.</w:t>
            </w:r>
          </w:p>
          <w:p w14:paraId="62753C8C" w14:textId="4AC7AB68" w:rsidR="009A3731" w:rsidRPr="009A3731" w:rsidRDefault="009A3731" w:rsidP="009A3731">
            <w:pPr>
              <w:pStyle w:val="Default"/>
              <w:numPr>
                <w:ilvl w:val="0"/>
                <w:numId w:val="15"/>
              </w:numPr>
              <w:spacing w:line="276" w:lineRule="auto"/>
              <w:jc w:val="both"/>
              <w:rPr>
                <w:rFonts w:asciiTheme="minorHAnsi" w:hAnsiTheme="minorHAnsi" w:cstheme="minorHAnsi"/>
                <w:sz w:val="20"/>
                <w:szCs w:val="20"/>
              </w:rPr>
            </w:pPr>
            <w:r w:rsidRPr="00EE3AA3">
              <w:rPr>
                <w:rFonts w:asciiTheme="minorHAnsi" w:hAnsiTheme="minorHAnsi" w:cstheme="minorHAnsi"/>
                <w:sz w:val="20"/>
                <w:szCs w:val="20"/>
              </w:rPr>
              <w:t xml:space="preserve">At least </w:t>
            </w:r>
            <w:r>
              <w:rPr>
                <w:rFonts w:asciiTheme="minorHAnsi" w:hAnsiTheme="minorHAnsi" w:cstheme="minorHAnsi"/>
                <w:sz w:val="20"/>
                <w:szCs w:val="20"/>
              </w:rPr>
              <w:t>3</w:t>
            </w:r>
            <w:r w:rsidRPr="00EE3AA3">
              <w:rPr>
                <w:rFonts w:asciiTheme="minorHAnsi" w:hAnsiTheme="minorHAnsi" w:cstheme="minorHAnsi"/>
                <w:sz w:val="20"/>
                <w:szCs w:val="20"/>
              </w:rPr>
              <w:t xml:space="preserve"> years of relevant experience working on similar </w:t>
            </w:r>
            <w:r w:rsidRPr="000774EB">
              <w:rPr>
                <w:rFonts w:asciiTheme="minorHAnsi" w:hAnsiTheme="minorHAnsi" w:cstheme="minorHAnsi"/>
                <w:sz w:val="20"/>
                <w:szCs w:val="20"/>
              </w:rPr>
              <w:t>assignments</w:t>
            </w:r>
            <w:r w:rsidRPr="00EE3AA3">
              <w:rPr>
                <w:rFonts w:asciiTheme="minorHAnsi" w:hAnsiTheme="minorHAnsi" w:cstheme="minorHAnsi"/>
                <w:sz w:val="20"/>
                <w:szCs w:val="20"/>
              </w:rPr>
              <w:t xml:space="preserve">. </w:t>
            </w:r>
          </w:p>
        </w:tc>
      </w:tr>
      <w:tr w:rsidR="009A3731" w:rsidRPr="00823EAA" w14:paraId="3B507950" w14:textId="77777777" w:rsidTr="009A3731">
        <w:trPr>
          <w:trHeight w:val="1421"/>
        </w:trPr>
        <w:tc>
          <w:tcPr>
            <w:tcW w:w="3145" w:type="dxa"/>
          </w:tcPr>
          <w:p w14:paraId="7E016C73" w14:textId="5A8BC84F" w:rsidR="009A3731" w:rsidRDefault="009A3731" w:rsidP="009A3731">
            <w:pPr>
              <w:spacing w:line="276" w:lineRule="auto"/>
              <w:jc w:val="both"/>
              <w:rPr>
                <w:rFonts w:eastAsia="Arial" w:cstheme="minorHAnsi"/>
                <w:iCs/>
                <w:sz w:val="20"/>
                <w:szCs w:val="20"/>
              </w:rPr>
            </w:pPr>
            <w:r w:rsidRPr="000D3E80">
              <w:rPr>
                <w:rFonts w:eastAsia="Arial" w:cstheme="minorHAnsi"/>
                <w:iCs/>
                <w:sz w:val="20"/>
                <w:szCs w:val="20"/>
              </w:rPr>
              <w:t xml:space="preserve">Statements of </w:t>
            </w:r>
            <w:r>
              <w:rPr>
                <w:rFonts w:eastAsia="Arial" w:cstheme="minorHAnsi"/>
                <w:iCs/>
                <w:sz w:val="20"/>
                <w:szCs w:val="20"/>
              </w:rPr>
              <w:t>s</w:t>
            </w:r>
            <w:r w:rsidRPr="000D3E80">
              <w:rPr>
                <w:rFonts w:eastAsia="Arial" w:cstheme="minorHAnsi"/>
                <w:iCs/>
                <w:sz w:val="20"/>
                <w:szCs w:val="20"/>
              </w:rPr>
              <w:t xml:space="preserve">atisfactory </w:t>
            </w:r>
            <w:r>
              <w:rPr>
                <w:rFonts w:eastAsia="Arial" w:cstheme="minorHAnsi"/>
                <w:iCs/>
                <w:sz w:val="20"/>
                <w:szCs w:val="20"/>
              </w:rPr>
              <w:t>p</w:t>
            </w:r>
            <w:r w:rsidRPr="000D3E80">
              <w:rPr>
                <w:rFonts w:eastAsia="Arial" w:cstheme="minorHAnsi"/>
                <w:iCs/>
                <w:sz w:val="20"/>
                <w:szCs w:val="20"/>
              </w:rPr>
              <w:t>erformance of similar service</w:t>
            </w:r>
            <w:r>
              <w:rPr>
                <w:rFonts w:eastAsia="Arial" w:cstheme="minorHAnsi"/>
                <w:iCs/>
                <w:sz w:val="20"/>
                <w:szCs w:val="20"/>
              </w:rPr>
              <w:t>s</w:t>
            </w:r>
            <w:r w:rsidRPr="000D3E80">
              <w:rPr>
                <w:sz w:val="20"/>
                <w:szCs w:val="20"/>
              </w:rPr>
              <w:t xml:space="preserve"> </w:t>
            </w:r>
          </w:p>
          <w:p w14:paraId="7C316CA9" w14:textId="235F6BBB" w:rsidR="009A3731" w:rsidRPr="00D56F66" w:rsidRDefault="009A3731" w:rsidP="009A3731">
            <w:pPr>
              <w:spacing w:line="276" w:lineRule="auto"/>
              <w:jc w:val="both"/>
              <w:rPr>
                <w:rFonts w:ascii="Calibri" w:eastAsia="Calibri" w:hAnsi="Calibri" w:cs="Calibri"/>
                <w:bCs/>
                <w:sz w:val="20"/>
                <w:szCs w:val="20"/>
              </w:rPr>
            </w:pPr>
          </w:p>
        </w:tc>
        <w:tc>
          <w:tcPr>
            <w:tcW w:w="5940" w:type="dxa"/>
          </w:tcPr>
          <w:p w14:paraId="0F228B8E" w14:textId="0DDB85BD" w:rsidR="009A3731" w:rsidRPr="00D56F66" w:rsidRDefault="009A3731" w:rsidP="009A3731">
            <w:pPr>
              <w:spacing w:line="276" w:lineRule="auto"/>
              <w:jc w:val="both"/>
              <w:rPr>
                <w:rFonts w:ascii="Calibri" w:eastAsia="Calibri" w:hAnsi="Calibri" w:cs="Calibri"/>
                <w:bCs/>
                <w:iCs/>
                <w:sz w:val="20"/>
                <w:szCs w:val="20"/>
              </w:rPr>
            </w:pPr>
            <w:r>
              <w:rPr>
                <w:rFonts w:cstheme="minorHAnsi"/>
                <w:sz w:val="20"/>
                <w:szCs w:val="20"/>
              </w:rPr>
              <w:t>Letters indicating sa</w:t>
            </w:r>
            <w:r w:rsidRPr="00640A2F">
              <w:rPr>
                <w:rFonts w:cstheme="minorHAnsi"/>
                <w:sz w:val="20"/>
                <w:szCs w:val="20"/>
              </w:rPr>
              <w:t xml:space="preserve">tisfactory Performance of similar service (delivering/receiving and/or managing a grant/funds related </w:t>
            </w:r>
            <w:r w:rsidR="002D2571">
              <w:rPr>
                <w:rFonts w:cstheme="minorHAnsi"/>
                <w:sz w:val="20"/>
                <w:szCs w:val="20"/>
              </w:rPr>
              <w:t xml:space="preserve">to </w:t>
            </w:r>
            <w:r w:rsidRPr="00640A2F">
              <w:rPr>
                <w:rFonts w:cstheme="minorHAnsi"/>
                <w:sz w:val="20"/>
                <w:szCs w:val="20"/>
              </w:rPr>
              <w:t xml:space="preserve">hygiene and sanitary solution of minimum USD 50,000) from the </w:t>
            </w:r>
            <w:r w:rsidRPr="009A3731">
              <w:rPr>
                <w:rFonts w:cstheme="minorHAnsi"/>
                <w:sz w:val="20"/>
                <w:szCs w:val="20"/>
                <w:u w:val="single"/>
              </w:rPr>
              <w:t>Top 3 (three) Clients or more</w:t>
            </w:r>
            <w:r w:rsidR="002D2571">
              <w:rPr>
                <w:rFonts w:cstheme="minorHAnsi"/>
                <w:sz w:val="20"/>
                <w:szCs w:val="20"/>
                <w:u w:val="single"/>
              </w:rPr>
              <w:t>.</w:t>
            </w:r>
          </w:p>
        </w:tc>
      </w:tr>
      <w:bookmarkEnd w:id="2"/>
    </w:tbl>
    <w:p w14:paraId="263EF071" w14:textId="77777777" w:rsidR="001132FF" w:rsidRDefault="001132FF" w:rsidP="00F71F2B">
      <w:pPr>
        <w:spacing w:line="276" w:lineRule="auto"/>
        <w:jc w:val="both"/>
        <w:rPr>
          <w:sz w:val="20"/>
          <w:szCs w:val="20"/>
        </w:rPr>
      </w:pPr>
    </w:p>
    <w:p w14:paraId="01317AF4" w14:textId="77777777" w:rsidR="009A3731" w:rsidRDefault="009A3731" w:rsidP="00F71F2B">
      <w:pPr>
        <w:spacing w:line="276" w:lineRule="auto"/>
        <w:jc w:val="both"/>
        <w:rPr>
          <w:sz w:val="20"/>
          <w:szCs w:val="20"/>
        </w:rPr>
      </w:pPr>
    </w:p>
    <w:bookmarkEnd w:id="1"/>
    <w:p w14:paraId="4C2629C1" w14:textId="77777777" w:rsidR="00893F9E" w:rsidRPr="000D3E80" w:rsidRDefault="00893F9E" w:rsidP="001974F4">
      <w:pPr>
        <w:spacing w:line="276" w:lineRule="auto"/>
        <w:jc w:val="both"/>
        <w:rPr>
          <w:b/>
          <w:bCs/>
          <w:sz w:val="20"/>
          <w:szCs w:val="20"/>
        </w:rPr>
      </w:pPr>
    </w:p>
    <w:sectPr w:rsidR="00893F9E" w:rsidRPr="000D3E80" w:rsidSect="000C3E5F">
      <w:headerReference w:type="default" r:id="rId18"/>
      <w:footerReference w:type="default" r:id="rId1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62DA2" w14:textId="77777777" w:rsidR="00937281" w:rsidRDefault="00937281" w:rsidP="00E56798">
      <w:pPr>
        <w:spacing w:after="0" w:line="240" w:lineRule="auto"/>
      </w:pPr>
      <w:r>
        <w:separator/>
      </w:r>
    </w:p>
  </w:endnote>
  <w:endnote w:type="continuationSeparator" w:id="0">
    <w:p w14:paraId="4E0AD1BE" w14:textId="77777777" w:rsidR="00937281" w:rsidRDefault="00937281" w:rsidP="00E56798">
      <w:pPr>
        <w:spacing w:after="0" w:line="240" w:lineRule="auto"/>
      </w:pPr>
      <w:r>
        <w:continuationSeparator/>
      </w:r>
    </w:p>
  </w:endnote>
  <w:endnote w:type="continuationNotice" w:id="1">
    <w:p w14:paraId="4BF160EC" w14:textId="77777777" w:rsidR="00937281" w:rsidRDefault="009372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Layout w:type="fixed"/>
      <w:tblLook w:val="06A0" w:firstRow="1" w:lastRow="0" w:firstColumn="1" w:lastColumn="0" w:noHBand="1" w:noVBand="1"/>
    </w:tblPr>
    <w:tblGrid>
      <w:gridCol w:w="2437"/>
      <w:gridCol w:w="7514"/>
    </w:tblGrid>
    <w:tr w:rsidR="00AB2033" w14:paraId="15280B35" w14:textId="77777777" w:rsidTr="00975693">
      <w:tc>
        <w:tcPr>
          <w:tcW w:w="1701" w:type="dxa"/>
        </w:tcPr>
        <w:p w14:paraId="3D12D17F" w14:textId="77777777" w:rsidR="00AB2033" w:rsidRDefault="00AB2033" w:rsidP="00AB2033">
          <w:pPr>
            <w:pStyle w:val="Header"/>
            <w:ind w:left="-115"/>
          </w:pPr>
          <w:r>
            <w:rPr>
              <w:noProof/>
            </w:rPr>
            <w:drawing>
              <wp:anchor distT="0" distB="0" distL="114300" distR="114300" simplePos="0" relativeHeight="251658240" behindDoc="1" locked="0" layoutInCell="1" allowOverlap="1" wp14:anchorId="3C42A202" wp14:editId="634DF194">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779F25BB" w14:textId="5308839A" w:rsidR="00AB2033" w:rsidRDefault="00AB2033" w:rsidP="009D623D">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14_ effective on 17 March 2023</w:t>
          </w:r>
        </w:p>
        <w:p w14:paraId="2F777749" w14:textId="77777777" w:rsidR="00AB2033" w:rsidRDefault="00AB2033" w:rsidP="00AB2033">
          <w:pPr>
            <w:pStyle w:val="Header"/>
            <w:jc w:val="center"/>
          </w:pPr>
        </w:p>
      </w:tc>
    </w:tr>
  </w:tbl>
  <w:p w14:paraId="02E9ADF6" w14:textId="0E6E7391" w:rsidR="00F61BB6" w:rsidRPr="00596C96" w:rsidRDefault="00F61BB6">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2133A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E83AC" w14:textId="77777777" w:rsidR="00937281" w:rsidRDefault="00937281" w:rsidP="00E56798">
      <w:pPr>
        <w:spacing w:after="0" w:line="240" w:lineRule="auto"/>
      </w:pPr>
      <w:r>
        <w:separator/>
      </w:r>
    </w:p>
  </w:footnote>
  <w:footnote w:type="continuationSeparator" w:id="0">
    <w:p w14:paraId="3C17F536" w14:textId="77777777" w:rsidR="00937281" w:rsidRDefault="00937281" w:rsidP="00E56798">
      <w:pPr>
        <w:spacing w:after="0" w:line="240" w:lineRule="auto"/>
      </w:pPr>
      <w:r>
        <w:continuationSeparator/>
      </w:r>
    </w:p>
  </w:footnote>
  <w:footnote w:type="continuationNotice" w:id="1">
    <w:p w14:paraId="362D8FD1" w14:textId="77777777" w:rsidR="00937281" w:rsidRDefault="009372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79B95" w14:textId="7B090667" w:rsidR="00024F09" w:rsidRDefault="00024F09" w:rsidP="00024F09">
    <w:pPr>
      <w:pStyle w:val="Header"/>
      <w:jc w:val="center"/>
    </w:pPr>
    <w:r>
      <w:rPr>
        <w:noProof/>
      </w:rPr>
      <w:drawing>
        <wp:inline distT="0" distB="0" distL="0" distR="0" wp14:anchorId="24479CCC" wp14:editId="6A570FDB">
          <wp:extent cx="1168400" cy="438150"/>
          <wp:effectExtent l="0" t="0" r="0" b="0"/>
          <wp:docPr id="4" name="Picture 4"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1168400" cy="438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C6442"/>
    <w:multiLevelType w:val="hybridMultilevel"/>
    <w:tmpl w:val="007E2068"/>
    <w:lvl w:ilvl="0" w:tplc="1000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1" w15:restartNumberingAfterBreak="0">
    <w:nsid w:val="137949C9"/>
    <w:multiLevelType w:val="hybridMultilevel"/>
    <w:tmpl w:val="AD38BC8E"/>
    <w:lvl w:ilvl="0" w:tplc="04090005">
      <w:start w:val="1"/>
      <w:numFmt w:val="bullet"/>
      <w:lvlText w:val=""/>
      <w:lvlJc w:val="left"/>
      <w:pPr>
        <w:ind w:left="364" w:hanging="360"/>
      </w:pPr>
      <w:rPr>
        <w:rFonts w:ascii="Wingdings" w:hAnsi="Wingdings"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2" w15:restartNumberingAfterBreak="0">
    <w:nsid w:val="15742661"/>
    <w:multiLevelType w:val="hybridMultilevel"/>
    <w:tmpl w:val="3B3264B6"/>
    <w:lvl w:ilvl="0" w:tplc="1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E19D0"/>
    <w:multiLevelType w:val="multilevel"/>
    <w:tmpl w:val="DC540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811076"/>
    <w:multiLevelType w:val="hybridMultilevel"/>
    <w:tmpl w:val="CC2A0C8A"/>
    <w:lvl w:ilvl="0" w:tplc="1000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 w15:restartNumberingAfterBreak="0">
    <w:nsid w:val="19A16096"/>
    <w:multiLevelType w:val="hybridMultilevel"/>
    <w:tmpl w:val="5BB6C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228A4A8A"/>
    <w:multiLevelType w:val="hybridMultilevel"/>
    <w:tmpl w:val="83723336"/>
    <w:lvl w:ilvl="0" w:tplc="04090001">
      <w:start w:val="1"/>
      <w:numFmt w:val="bullet"/>
      <w:lvlText w:val=""/>
      <w:lvlJc w:val="left"/>
      <w:pPr>
        <w:ind w:left="718" w:hanging="360"/>
      </w:pPr>
      <w:rPr>
        <w:rFonts w:ascii="Symbol" w:hAnsi="Symbol" w:hint="default"/>
      </w:rPr>
    </w:lvl>
    <w:lvl w:ilvl="1" w:tplc="04090003">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9"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78F35FC3"/>
    <w:multiLevelType w:val="hybridMultilevel"/>
    <w:tmpl w:val="9C9EFE1E"/>
    <w:lvl w:ilvl="0" w:tplc="0409000F">
      <w:start w:val="1"/>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6" w15:restartNumberingAfterBreak="0">
    <w:nsid w:val="7E251F1D"/>
    <w:multiLevelType w:val="hybridMultilevel"/>
    <w:tmpl w:val="C438534A"/>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num w:numId="1" w16cid:durableId="924457366">
    <w:abstractNumId w:val="7"/>
  </w:num>
  <w:num w:numId="2" w16cid:durableId="1673944643">
    <w:abstractNumId w:val="10"/>
  </w:num>
  <w:num w:numId="3" w16cid:durableId="624579764">
    <w:abstractNumId w:val="11"/>
  </w:num>
  <w:num w:numId="4" w16cid:durableId="1444764157">
    <w:abstractNumId w:val="12"/>
  </w:num>
  <w:num w:numId="5" w16cid:durableId="496263022">
    <w:abstractNumId w:val="9"/>
  </w:num>
  <w:num w:numId="6" w16cid:durableId="1956138567">
    <w:abstractNumId w:val="14"/>
  </w:num>
  <w:num w:numId="7" w16cid:durableId="1147286150">
    <w:abstractNumId w:val="1"/>
  </w:num>
  <w:num w:numId="8" w16cid:durableId="1952856992">
    <w:abstractNumId w:val="13"/>
  </w:num>
  <w:num w:numId="9" w16cid:durableId="104614168">
    <w:abstractNumId w:val="4"/>
  </w:num>
  <w:num w:numId="10" w16cid:durableId="1380128229">
    <w:abstractNumId w:val="16"/>
  </w:num>
  <w:num w:numId="11" w16cid:durableId="1669669869">
    <w:abstractNumId w:val="3"/>
  </w:num>
  <w:num w:numId="12" w16cid:durableId="2078431391">
    <w:abstractNumId w:val="8"/>
  </w:num>
  <w:num w:numId="13" w16cid:durableId="965551780">
    <w:abstractNumId w:val="5"/>
  </w:num>
  <w:num w:numId="14" w16cid:durableId="1098329592">
    <w:abstractNumId w:val="15"/>
  </w:num>
  <w:num w:numId="15" w16cid:durableId="435178000">
    <w:abstractNumId w:val="2"/>
  </w:num>
  <w:num w:numId="16" w16cid:durableId="1410149348">
    <w:abstractNumId w:val="0"/>
  </w:num>
  <w:num w:numId="17" w16cid:durableId="17074104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defaultTabStop w:val="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C0"/>
    <w:rsid w:val="00000252"/>
    <w:rsid w:val="000021F4"/>
    <w:rsid w:val="00002895"/>
    <w:rsid w:val="000044DA"/>
    <w:rsid w:val="000059E8"/>
    <w:rsid w:val="00011311"/>
    <w:rsid w:val="000119BE"/>
    <w:rsid w:val="00015F58"/>
    <w:rsid w:val="000179B8"/>
    <w:rsid w:val="0002237E"/>
    <w:rsid w:val="00022F87"/>
    <w:rsid w:val="00024F09"/>
    <w:rsid w:val="0002541A"/>
    <w:rsid w:val="00025EF8"/>
    <w:rsid w:val="0002658F"/>
    <w:rsid w:val="0002758E"/>
    <w:rsid w:val="000302FC"/>
    <w:rsid w:val="00031859"/>
    <w:rsid w:val="00034018"/>
    <w:rsid w:val="0003549D"/>
    <w:rsid w:val="00037253"/>
    <w:rsid w:val="00042341"/>
    <w:rsid w:val="00050361"/>
    <w:rsid w:val="00051EC5"/>
    <w:rsid w:val="00052F19"/>
    <w:rsid w:val="00054884"/>
    <w:rsid w:val="000578F0"/>
    <w:rsid w:val="000609A7"/>
    <w:rsid w:val="000621AA"/>
    <w:rsid w:val="000642F9"/>
    <w:rsid w:val="00071971"/>
    <w:rsid w:val="00072CFD"/>
    <w:rsid w:val="00073831"/>
    <w:rsid w:val="000738C3"/>
    <w:rsid w:val="00076FF8"/>
    <w:rsid w:val="000774EB"/>
    <w:rsid w:val="0008394B"/>
    <w:rsid w:val="00090AEC"/>
    <w:rsid w:val="00091767"/>
    <w:rsid w:val="00095ABA"/>
    <w:rsid w:val="00095F03"/>
    <w:rsid w:val="000A0A21"/>
    <w:rsid w:val="000A11A3"/>
    <w:rsid w:val="000A1CCA"/>
    <w:rsid w:val="000A4D13"/>
    <w:rsid w:val="000A704A"/>
    <w:rsid w:val="000B01A8"/>
    <w:rsid w:val="000B0A17"/>
    <w:rsid w:val="000B1B11"/>
    <w:rsid w:val="000B2D14"/>
    <w:rsid w:val="000B4D5B"/>
    <w:rsid w:val="000B5FEB"/>
    <w:rsid w:val="000C0072"/>
    <w:rsid w:val="000C3E5F"/>
    <w:rsid w:val="000C5538"/>
    <w:rsid w:val="000C61D2"/>
    <w:rsid w:val="000C6786"/>
    <w:rsid w:val="000D3E80"/>
    <w:rsid w:val="000D590A"/>
    <w:rsid w:val="000D7815"/>
    <w:rsid w:val="000E1ED5"/>
    <w:rsid w:val="000E61E4"/>
    <w:rsid w:val="001057A7"/>
    <w:rsid w:val="00106E93"/>
    <w:rsid w:val="001073ED"/>
    <w:rsid w:val="00110231"/>
    <w:rsid w:val="00112CC1"/>
    <w:rsid w:val="001132FF"/>
    <w:rsid w:val="00116258"/>
    <w:rsid w:val="0011796D"/>
    <w:rsid w:val="001179D7"/>
    <w:rsid w:val="0012076B"/>
    <w:rsid w:val="001214B5"/>
    <w:rsid w:val="00121FFB"/>
    <w:rsid w:val="00123E3B"/>
    <w:rsid w:val="0012752D"/>
    <w:rsid w:val="001315D4"/>
    <w:rsid w:val="0013185F"/>
    <w:rsid w:val="00132D0F"/>
    <w:rsid w:val="00134C2E"/>
    <w:rsid w:val="001353CB"/>
    <w:rsid w:val="00135D0A"/>
    <w:rsid w:val="0014220C"/>
    <w:rsid w:val="00142B00"/>
    <w:rsid w:val="001451FE"/>
    <w:rsid w:val="00145F09"/>
    <w:rsid w:val="00146F13"/>
    <w:rsid w:val="00147DC6"/>
    <w:rsid w:val="00147DFB"/>
    <w:rsid w:val="00150752"/>
    <w:rsid w:val="00150B4F"/>
    <w:rsid w:val="001518C7"/>
    <w:rsid w:val="00152204"/>
    <w:rsid w:val="0015243C"/>
    <w:rsid w:val="00152C86"/>
    <w:rsid w:val="00161223"/>
    <w:rsid w:val="0016477C"/>
    <w:rsid w:val="00177AD6"/>
    <w:rsid w:val="00181C79"/>
    <w:rsid w:val="00181FF8"/>
    <w:rsid w:val="001826F0"/>
    <w:rsid w:val="001852CF"/>
    <w:rsid w:val="001869FF"/>
    <w:rsid w:val="001878DE"/>
    <w:rsid w:val="00193AF9"/>
    <w:rsid w:val="00195258"/>
    <w:rsid w:val="001974F4"/>
    <w:rsid w:val="001A0DA3"/>
    <w:rsid w:val="001A0F39"/>
    <w:rsid w:val="001A1A5C"/>
    <w:rsid w:val="001A1BBF"/>
    <w:rsid w:val="001A1E8C"/>
    <w:rsid w:val="001A1EBF"/>
    <w:rsid w:val="001A1FE7"/>
    <w:rsid w:val="001A24F1"/>
    <w:rsid w:val="001A2961"/>
    <w:rsid w:val="001A29CD"/>
    <w:rsid w:val="001A5437"/>
    <w:rsid w:val="001A5D38"/>
    <w:rsid w:val="001B007D"/>
    <w:rsid w:val="001B0FE6"/>
    <w:rsid w:val="001B2266"/>
    <w:rsid w:val="001B2994"/>
    <w:rsid w:val="001B31E7"/>
    <w:rsid w:val="001C0317"/>
    <w:rsid w:val="001C496C"/>
    <w:rsid w:val="001D0714"/>
    <w:rsid w:val="001D2ACD"/>
    <w:rsid w:val="001D3801"/>
    <w:rsid w:val="001D6253"/>
    <w:rsid w:val="001D6B74"/>
    <w:rsid w:val="001D72B1"/>
    <w:rsid w:val="001E57CF"/>
    <w:rsid w:val="001E5E96"/>
    <w:rsid w:val="001E7003"/>
    <w:rsid w:val="001F0B2A"/>
    <w:rsid w:val="001F100C"/>
    <w:rsid w:val="00202212"/>
    <w:rsid w:val="00204847"/>
    <w:rsid w:val="002073C2"/>
    <w:rsid w:val="00211286"/>
    <w:rsid w:val="00211809"/>
    <w:rsid w:val="002132C6"/>
    <w:rsid w:val="002133A8"/>
    <w:rsid w:val="00214ED6"/>
    <w:rsid w:val="00215DDA"/>
    <w:rsid w:val="00216275"/>
    <w:rsid w:val="0021666C"/>
    <w:rsid w:val="0022078F"/>
    <w:rsid w:val="00223337"/>
    <w:rsid w:val="002318F3"/>
    <w:rsid w:val="002321CB"/>
    <w:rsid w:val="00232CFC"/>
    <w:rsid w:val="00233BAA"/>
    <w:rsid w:val="0023537E"/>
    <w:rsid w:val="002402B7"/>
    <w:rsid w:val="00247B3F"/>
    <w:rsid w:val="00252112"/>
    <w:rsid w:val="002562B1"/>
    <w:rsid w:val="002562C6"/>
    <w:rsid w:val="00256E62"/>
    <w:rsid w:val="002602D2"/>
    <w:rsid w:val="00260675"/>
    <w:rsid w:val="002609ED"/>
    <w:rsid w:val="00260A25"/>
    <w:rsid w:val="00261453"/>
    <w:rsid w:val="00272436"/>
    <w:rsid w:val="00275B33"/>
    <w:rsid w:val="00276C77"/>
    <w:rsid w:val="0027798A"/>
    <w:rsid w:val="00280F36"/>
    <w:rsid w:val="0028194B"/>
    <w:rsid w:val="00282830"/>
    <w:rsid w:val="00282C62"/>
    <w:rsid w:val="002847FB"/>
    <w:rsid w:val="00290C96"/>
    <w:rsid w:val="00290D72"/>
    <w:rsid w:val="00294E50"/>
    <w:rsid w:val="00295C25"/>
    <w:rsid w:val="002A3496"/>
    <w:rsid w:val="002A363E"/>
    <w:rsid w:val="002A69A9"/>
    <w:rsid w:val="002A6BBE"/>
    <w:rsid w:val="002A7A2D"/>
    <w:rsid w:val="002B27A5"/>
    <w:rsid w:val="002B3A37"/>
    <w:rsid w:val="002B646E"/>
    <w:rsid w:val="002C1D68"/>
    <w:rsid w:val="002C39EA"/>
    <w:rsid w:val="002C52E0"/>
    <w:rsid w:val="002C6D90"/>
    <w:rsid w:val="002C7168"/>
    <w:rsid w:val="002C7D62"/>
    <w:rsid w:val="002D0353"/>
    <w:rsid w:val="002D0AD2"/>
    <w:rsid w:val="002D2571"/>
    <w:rsid w:val="002D2CA9"/>
    <w:rsid w:val="002E03B2"/>
    <w:rsid w:val="002E25A3"/>
    <w:rsid w:val="002E6E28"/>
    <w:rsid w:val="002E6F2C"/>
    <w:rsid w:val="002F455C"/>
    <w:rsid w:val="002F5EAE"/>
    <w:rsid w:val="00300031"/>
    <w:rsid w:val="00301099"/>
    <w:rsid w:val="003012F5"/>
    <w:rsid w:val="00302BA8"/>
    <w:rsid w:val="003035FD"/>
    <w:rsid w:val="003042D9"/>
    <w:rsid w:val="00314E79"/>
    <w:rsid w:val="003159C8"/>
    <w:rsid w:val="0032217D"/>
    <w:rsid w:val="003241FD"/>
    <w:rsid w:val="00331699"/>
    <w:rsid w:val="00335361"/>
    <w:rsid w:val="00335737"/>
    <w:rsid w:val="00342231"/>
    <w:rsid w:val="00342CD3"/>
    <w:rsid w:val="00345536"/>
    <w:rsid w:val="00353C5E"/>
    <w:rsid w:val="0035424B"/>
    <w:rsid w:val="00366EB9"/>
    <w:rsid w:val="003750EB"/>
    <w:rsid w:val="003753D9"/>
    <w:rsid w:val="003760F4"/>
    <w:rsid w:val="00376426"/>
    <w:rsid w:val="00380C0D"/>
    <w:rsid w:val="003826B3"/>
    <w:rsid w:val="00385689"/>
    <w:rsid w:val="0038671C"/>
    <w:rsid w:val="00387B24"/>
    <w:rsid w:val="003927DF"/>
    <w:rsid w:val="00392B2B"/>
    <w:rsid w:val="003A3B17"/>
    <w:rsid w:val="003A4652"/>
    <w:rsid w:val="003A5CF0"/>
    <w:rsid w:val="003B0F1D"/>
    <w:rsid w:val="003C0045"/>
    <w:rsid w:val="003C41D4"/>
    <w:rsid w:val="003C4C21"/>
    <w:rsid w:val="003C56F9"/>
    <w:rsid w:val="003C73FD"/>
    <w:rsid w:val="003D02EC"/>
    <w:rsid w:val="003D154F"/>
    <w:rsid w:val="003D36D0"/>
    <w:rsid w:val="003D49CA"/>
    <w:rsid w:val="003D5ECB"/>
    <w:rsid w:val="003E252E"/>
    <w:rsid w:val="003E3A88"/>
    <w:rsid w:val="003E3CBD"/>
    <w:rsid w:val="003E4DD8"/>
    <w:rsid w:val="003E51DC"/>
    <w:rsid w:val="003F16DE"/>
    <w:rsid w:val="003F320F"/>
    <w:rsid w:val="003F5D11"/>
    <w:rsid w:val="003F61A3"/>
    <w:rsid w:val="003F76A3"/>
    <w:rsid w:val="0041215C"/>
    <w:rsid w:val="00415030"/>
    <w:rsid w:val="004178C8"/>
    <w:rsid w:val="00420DE8"/>
    <w:rsid w:val="00423E19"/>
    <w:rsid w:val="00426A89"/>
    <w:rsid w:val="00430359"/>
    <w:rsid w:val="00432291"/>
    <w:rsid w:val="00435080"/>
    <w:rsid w:val="00436D77"/>
    <w:rsid w:val="00445620"/>
    <w:rsid w:val="00445B5F"/>
    <w:rsid w:val="004470F1"/>
    <w:rsid w:val="004513F7"/>
    <w:rsid w:val="00454A96"/>
    <w:rsid w:val="00454B19"/>
    <w:rsid w:val="004614A7"/>
    <w:rsid w:val="004635B4"/>
    <w:rsid w:val="00476FEA"/>
    <w:rsid w:val="00482DC5"/>
    <w:rsid w:val="00484BFE"/>
    <w:rsid w:val="004878D6"/>
    <w:rsid w:val="00487B57"/>
    <w:rsid w:val="0049275C"/>
    <w:rsid w:val="004943F0"/>
    <w:rsid w:val="004A4DF8"/>
    <w:rsid w:val="004A5D68"/>
    <w:rsid w:val="004A7DA5"/>
    <w:rsid w:val="004B1037"/>
    <w:rsid w:val="004B1266"/>
    <w:rsid w:val="004B2686"/>
    <w:rsid w:val="004B5399"/>
    <w:rsid w:val="004B5C52"/>
    <w:rsid w:val="004B7426"/>
    <w:rsid w:val="004B7586"/>
    <w:rsid w:val="004B758E"/>
    <w:rsid w:val="004C36AF"/>
    <w:rsid w:val="004C5DD2"/>
    <w:rsid w:val="004D04A2"/>
    <w:rsid w:val="004D0B03"/>
    <w:rsid w:val="004D37AD"/>
    <w:rsid w:val="004D3C14"/>
    <w:rsid w:val="004D435C"/>
    <w:rsid w:val="004D5EB0"/>
    <w:rsid w:val="004E2B5A"/>
    <w:rsid w:val="004E2CB4"/>
    <w:rsid w:val="004E2FD1"/>
    <w:rsid w:val="004E30CF"/>
    <w:rsid w:val="004F17C1"/>
    <w:rsid w:val="004F1C96"/>
    <w:rsid w:val="004F4517"/>
    <w:rsid w:val="004F7563"/>
    <w:rsid w:val="00501622"/>
    <w:rsid w:val="0050561A"/>
    <w:rsid w:val="005061B5"/>
    <w:rsid w:val="005072EB"/>
    <w:rsid w:val="00511B1D"/>
    <w:rsid w:val="00512801"/>
    <w:rsid w:val="00513C1C"/>
    <w:rsid w:val="005215D7"/>
    <w:rsid w:val="00521A2B"/>
    <w:rsid w:val="00521C5D"/>
    <w:rsid w:val="0052329E"/>
    <w:rsid w:val="00526517"/>
    <w:rsid w:val="005269EB"/>
    <w:rsid w:val="00527ADD"/>
    <w:rsid w:val="00527D1E"/>
    <w:rsid w:val="00527ED4"/>
    <w:rsid w:val="00530829"/>
    <w:rsid w:val="005309FB"/>
    <w:rsid w:val="005332F5"/>
    <w:rsid w:val="00535D97"/>
    <w:rsid w:val="0054122B"/>
    <w:rsid w:val="00541B34"/>
    <w:rsid w:val="00542762"/>
    <w:rsid w:val="00542B1D"/>
    <w:rsid w:val="0054386D"/>
    <w:rsid w:val="0054618C"/>
    <w:rsid w:val="0055187C"/>
    <w:rsid w:val="0055201C"/>
    <w:rsid w:val="00553EA9"/>
    <w:rsid w:val="0056051C"/>
    <w:rsid w:val="005626B7"/>
    <w:rsid w:val="00562CFC"/>
    <w:rsid w:val="0056325E"/>
    <w:rsid w:val="005652F9"/>
    <w:rsid w:val="0056596A"/>
    <w:rsid w:val="005712F2"/>
    <w:rsid w:val="005760DE"/>
    <w:rsid w:val="005763D9"/>
    <w:rsid w:val="00580A1B"/>
    <w:rsid w:val="0058239D"/>
    <w:rsid w:val="00585AA5"/>
    <w:rsid w:val="005860A4"/>
    <w:rsid w:val="00586615"/>
    <w:rsid w:val="0058685D"/>
    <w:rsid w:val="00586BEB"/>
    <w:rsid w:val="00590049"/>
    <w:rsid w:val="00590774"/>
    <w:rsid w:val="005936AA"/>
    <w:rsid w:val="00596AAE"/>
    <w:rsid w:val="00596C96"/>
    <w:rsid w:val="00597D7F"/>
    <w:rsid w:val="005A29B2"/>
    <w:rsid w:val="005A2B3F"/>
    <w:rsid w:val="005A2D80"/>
    <w:rsid w:val="005A4307"/>
    <w:rsid w:val="005A47DB"/>
    <w:rsid w:val="005A68E8"/>
    <w:rsid w:val="005A6D64"/>
    <w:rsid w:val="005A6F50"/>
    <w:rsid w:val="005B0FB5"/>
    <w:rsid w:val="005B2245"/>
    <w:rsid w:val="005B4D67"/>
    <w:rsid w:val="005B6E3B"/>
    <w:rsid w:val="005B6E77"/>
    <w:rsid w:val="005B701C"/>
    <w:rsid w:val="005C1CEC"/>
    <w:rsid w:val="005C291E"/>
    <w:rsid w:val="005C6918"/>
    <w:rsid w:val="005C729F"/>
    <w:rsid w:val="005C75A9"/>
    <w:rsid w:val="005D4A9F"/>
    <w:rsid w:val="005E5F03"/>
    <w:rsid w:val="005E7281"/>
    <w:rsid w:val="005F3427"/>
    <w:rsid w:val="005F621E"/>
    <w:rsid w:val="00603864"/>
    <w:rsid w:val="006055EF"/>
    <w:rsid w:val="00607E15"/>
    <w:rsid w:val="00607E53"/>
    <w:rsid w:val="006107AF"/>
    <w:rsid w:val="00612352"/>
    <w:rsid w:val="0061450B"/>
    <w:rsid w:val="0061634F"/>
    <w:rsid w:val="00617A28"/>
    <w:rsid w:val="006203AA"/>
    <w:rsid w:val="00622819"/>
    <w:rsid w:val="00622AC8"/>
    <w:rsid w:val="006235E7"/>
    <w:rsid w:val="00625F80"/>
    <w:rsid w:val="006276D7"/>
    <w:rsid w:val="00632614"/>
    <w:rsid w:val="00632BB7"/>
    <w:rsid w:val="0063438C"/>
    <w:rsid w:val="00640A2F"/>
    <w:rsid w:val="006428AA"/>
    <w:rsid w:val="0064327D"/>
    <w:rsid w:val="00645FF9"/>
    <w:rsid w:val="00646FCF"/>
    <w:rsid w:val="006470E1"/>
    <w:rsid w:val="006514DD"/>
    <w:rsid w:val="006538C4"/>
    <w:rsid w:val="006632A4"/>
    <w:rsid w:val="00663BE5"/>
    <w:rsid w:val="006717F3"/>
    <w:rsid w:val="006725C1"/>
    <w:rsid w:val="0067484C"/>
    <w:rsid w:val="00675591"/>
    <w:rsid w:val="00675963"/>
    <w:rsid w:val="00683F8E"/>
    <w:rsid w:val="00684FAA"/>
    <w:rsid w:val="00685E4B"/>
    <w:rsid w:val="0068706A"/>
    <w:rsid w:val="006930F1"/>
    <w:rsid w:val="00693225"/>
    <w:rsid w:val="006964A1"/>
    <w:rsid w:val="006A1AFC"/>
    <w:rsid w:val="006A3F16"/>
    <w:rsid w:val="006A55D1"/>
    <w:rsid w:val="006A7CE7"/>
    <w:rsid w:val="006B13DE"/>
    <w:rsid w:val="006B4265"/>
    <w:rsid w:val="006B43E9"/>
    <w:rsid w:val="006B4418"/>
    <w:rsid w:val="006B565B"/>
    <w:rsid w:val="006B5A31"/>
    <w:rsid w:val="006C1DB5"/>
    <w:rsid w:val="006C3C1D"/>
    <w:rsid w:val="006D09D2"/>
    <w:rsid w:val="006D0D21"/>
    <w:rsid w:val="006D18C0"/>
    <w:rsid w:val="006D6F3D"/>
    <w:rsid w:val="006E0C01"/>
    <w:rsid w:val="006E1488"/>
    <w:rsid w:val="006E59D6"/>
    <w:rsid w:val="006F140F"/>
    <w:rsid w:val="007002DF"/>
    <w:rsid w:val="00701FD3"/>
    <w:rsid w:val="00704795"/>
    <w:rsid w:val="00704D27"/>
    <w:rsid w:val="00711920"/>
    <w:rsid w:val="00712649"/>
    <w:rsid w:val="0071500A"/>
    <w:rsid w:val="00715EF4"/>
    <w:rsid w:val="007204F0"/>
    <w:rsid w:val="00722DFD"/>
    <w:rsid w:val="00725DC3"/>
    <w:rsid w:val="0073130B"/>
    <w:rsid w:val="00732053"/>
    <w:rsid w:val="00732F17"/>
    <w:rsid w:val="0073499C"/>
    <w:rsid w:val="007352E1"/>
    <w:rsid w:val="00737917"/>
    <w:rsid w:val="00742D68"/>
    <w:rsid w:val="00747272"/>
    <w:rsid w:val="007576AB"/>
    <w:rsid w:val="0076411F"/>
    <w:rsid w:val="0076751F"/>
    <w:rsid w:val="00767D56"/>
    <w:rsid w:val="007762AB"/>
    <w:rsid w:val="007807C6"/>
    <w:rsid w:val="007945B9"/>
    <w:rsid w:val="00797D13"/>
    <w:rsid w:val="007A0E29"/>
    <w:rsid w:val="007A230D"/>
    <w:rsid w:val="007A4DBF"/>
    <w:rsid w:val="007A4F1E"/>
    <w:rsid w:val="007A5589"/>
    <w:rsid w:val="007A6B33"/>
    <w:rsid w:val="007B0A75"/>
    <w:rsid w:val="007B1A8D"/>
    <w:rsid w:val="007C5485"/>
    <w:rsid w:val="007D376B"/>
    <w:rsid w:val="007D5971"/>
    <w:rsid w:val="007D6389"/>
    <w:rsid w:val="007D6B30"/>
    <w:rsid w:val="007F056A"/>
    <w:rsid w:val="007F1D64"/>
    <w:rsid w:val="007F27FB"/>
    <w:rsid w:val="007F6D62"/>
    <w:rsid w:val="00800A6B"/>
    <w:rsid w:val="0080296B"/>
    <w:rsid w:val="00804689"/>
    <w:rsid w:val="00806875"/>
    <w:rsid w:val="008070E6"/>
    <w:rsid w:val="00812EA7"/>
    <w:rsid w:val="008164B1"/>
    <w:rsid w:val="00822901"/>
    <w:rsid w:val="00823CA5"/>
    <w:rsid w:val="00823EAA"/>
    <w:rsid w:val="00827052"/>
    <w:rsid w:val="00830521"/>
    <w:rsid w:val="00833FE2"/>
    <w:rsid w:val="00835A11"/>
    <w:rsid w:val="00836B87"/>
    <w:rsid w:val="0083700A"/>
    <w:rsid w:val="008374E3"/>
    <w:rsid w:val="00841213"/>
    <w:rsid w:val="008429BC"/>
    <w:rsid w:val="00852E3F"/>
    <w:rsid w:val="00856530"/>
    <w:rsid w:val="00856962"/>
    <w:rsid w:val="00857738"/>
    <w:rsid w:val="00860A51"/>
    <w:rsid w:val="00862FE5"/>
    <w:rsid w:val="00864EC5"/>
    <w:rsid w:val="00865C88"/>
    <w:rsid w:val="00865D80"/>
    <w:rsid w:val="00866F7E"/>
    <w:rsid w:val="00867572"/>
    <w:rsid w:val="00871A22"/>
    <w:rsid w:val="00872C67"/>
    <w:rsid w:val="00874EA5"/>
    <w:rsid w:val="00880888"/>
    <w:rsid w:val="00881162"/>
    <w:rsid w:val="00881CBD"/>
    <w:rsid w:val="00884FA5"/>
    <w:rsid w:val="00887CFF"/>
    <w:rsid w:val="00890B9E"/>
    <w:rsid w:val="00893F9E"/>
    <w:rsid w:val="0089750E"/>
    <w:rsid w:val="00897FDA"/>
    <w:rsid w:val="008A0C91"/>
    <w:rsid w:val="008A2BF6"/>
    <w:rsid w:val="008A5D39"/>
    <w:rsid w:val="008A77FB"/>
    <w:rsid w:val="008B2691"/>
    <w:rsid w:val="008B4BDF"/>
    <w:rsid w:val="008B55E4"/>
    <w:rsid w:val="008B5F5D"/>
    <w:rsid w:val="008B723C"/>
    <w:rsid w:val="008C1C38"/>
    <w:rsid w:val="008C4680"/>
    <w:rsid w:val="008C4766"/>
    <w:rsid w:val="008C59DB"/>
    <w:rsid w:val="008C64CA"/>
    <w:rsid w:val="008D4100"/>
    <w:rsid w:val="008D4CC5"/>
    <w:rsid w:val="008E153C"/>
    <w:rsid w:val="008E1FAF"/>
    <w:rsid w:val="008E32FE"/>
    <w:rsid w:val="008E5932"/>
    <w:rsid w:val="008F16BD"/>
    <w:rsid w:val="009002F9"/>
    <w:rsid w:val="00901A0B"/>
    <w:rsid w:val="00903277"/>
    <w:rsid w:val="009048DA"/>
    <w:rsid w:val="0090546D"/>
    <w:rsid w:val="009103FC"/>
    <w:rsid w:val="00910F00"/>
    <w:rsid w:val="009127CC"/>
    <w:rsid w:val="0091314C"/>
    <w:rsid w:val="00913AE4"/>
    <w:rsid w:val="00914B18"/>
    <w:rsid w:val="00914DA1"/>
    <w:rsid w:val="009207A9"/>
    <w:rsid w:val="00920DFA"/>
    <w:rsid w:val="009225D7"/>
    <w:rsid w:val="00922776"/>
    <w:rsid w:val="009236D0"/>
    <w:rsid w:val="00924A40"/>
    <w:rsid w:val="00926A44"/>
    <w:rsid w:val="00931616"/>
    <w:rsid w:val="00931B4F"/>
    <w:rsid w:val="00932FD1"/>
    <w:rsid w:val="00934F2F"/>
    <w:rsid w:val="00937281"/>
    <w:rsid w:val="00942985"/>
    <w:rsid w:val="00943EB5"/>
    <w:rsid w:val="009533E2"/>
    <w:rsid w:val="00960923"/>
    <w:rsid w:val="00967B7D"/>
    <w:rsid w:val="009711E2"/>
    <w:rsid w:val="00975693"/>
    <w:rsid w:val="009809F5"/>
    <w:rsid w:val="00983433"/>
    <w:rsid w:val="009843BF"/>
    <w:rsid w:val="00990048"/>
    <w:rsid w:val="009A297C"/>
    <w:rsid w:val="009A3731"/>
    <w:rsid w:val="009A523E"/>
    <w:rsid w:val="009B07D7"/>
    <w:rsid w:val="009B2097"/>
    <w:rsid w:val="009B546D"/>
    <w:rsid w:val="009B7516"/>
    <w:rsid w:val="009C1685"/>
    <w:rsid w:val="009C2742"/>
    <w:rsid w:val="009C2DDE"/>
    <w:rsid w:val="009C2F65"/>
    <w:rsid w:val="009C3A76"/>
    <w:rsid w:val="009D3089"/>
    <w:rsid w:val="009D48B4"/>
    <w:rsid w:val="009D578B"/>
    <w:rsid w:val="009D623D"/>
    <w:rsid w:val="009E00E3"/>
    <w:rsid w:val="009E09A7"/>
    <w:rsid w:val="009E123F"/>
    <w:rsid w:val="009E27EB"/>
    <w:rsid w:val="009E5037"/>
    <w:rsid w:val="009E62C1"/>
    <w:rsid w:val="009F0608"/>
    <w:rsid w:val="009F20F1"/>
    <w:rsid w:val="009F2610"/>
    <w:rsid w:val="009F36DB"/>
    <w:rsid w:val="009F37C1"/>
    <w:rsid w:val="009F5F91"/>
    <w:rsid w:val="00A000F9"/>
    <w:rsid w:val="00A02389"/>
    <w:rsid w:val="00A03CD2"/>
    <w:rsid w:val="00A10868"/>
    <w:rsid w:val="00A10E29"/>
    <w:rsid w:val="00A12DCB"/>
    <w:rsid w:val="00A2324C"/>
    <w:rsid w:val="00A24EE4"/>
    <w:rsid w:val="00A25C1C"/>
    <w:rsid w:val="00A311B3"/>
    <w:rsid w:val="00A37731"/>
    <w:rsid w:val="00A378B2"/>
    <w:rsid w:val="00A45610"/>
    <w:rsid w:val="00A46D3C"/>
    <w:rsid w:val="00A51079"/>
    <w:rsid w:val="00A57ADF"/>
    <w:rsid w:val="00A60AFE"/>
    <w:rsid w:val="00A67F4B"/>
    <w:rsid w:val="00A74226"/>
    <w:rsid w:val="00A744E2"/>
    <w:rsid w:val="00A80089"/>
    <w:rsid w:val="00A91E98"/>
    <w:rsid w:val="00A929DC"/>
    <w:rsid w:val="00A9581B"/>
    <w:rsid w:val="00A969F9"/>
    <w:rsid w:val="00AA1E20"/>
    <w:rsid w:val="00AA3398"/>
    <w:rsid w:val="00AA3C6A"/>
    <w:rsid w:val="00AA437F"/>
    <w:rsid w:val="00AB2033"/>
    <w:rsid w:val="00AB2B73"/>
    <w:rsid w:val="00AB4A9A"/>
    <w:rsid w:val="00AB567C"/>
    <w:rsid w:val="00AB688D"/>
    <w:rsid w:val="00AC1043"/>
    <w:rsid w:val="00AC12AD"/>
    <w:rsid w:val="00AC57ED"/>
    <w:rsid w:val="00AC6C41"/>
    <w:rsid w:val="00AC6CED"/>
    <w:rsid w:val="00AD024C"/>
    <w:rsid w:val="00AD207E"/>
    <w:rsid w:val="00AD242C"/>
    <w:rsid w:val="00AD4E90"/>
    <w:rsid w:val="00AD6D13"/>
    <w:rsid w:val="00AD6DB0"/>
    <w:rsid w:val="00AD6DD3"/>
    <w:rsid w:val="00AE4435"/>
    <w:rsid w:val="00AF1CF3"/>
    <w:rsid w:val="00AF4759"/>
    <w:rsid w:val="00B057FF"/>
    <w:rsid w:val="00B05B20"/>
    <w:rsid w:val="00B067D3"/>
    <w:rsid w:val="00B07053"/>
    <w:rsid w:val="00B07BA8"/>
    <w:rsid w:val="00B11946"/>
    <w:rsid w:val="00B11E55"/>
    <w:rsid w:val="00B12253"/>
    <w:rsid w:val="00B17CCD"/>
    <w:rsid w:val="00B21D66"/>
    <w:rsid w:val="00B3151D"/>
    <w:rsid w:val="00B40D3E"/>
    <w:rsid w:val="00B42F77"/>
    <w:rsid w:val="00B4372A"/>
    <w:rsid w:val="00B47E82"/>
    <w:rsid w:val="00B50FAF"/>
    <w:rsid w:val="00B51572"/>
    <w:rsid w:val="00B5325A"/>
    <w:rsid w:val="00B54CAB"/>
    <w:rsid w:val="00B559A7"/>
    <w:rsid w:val="00B60750"/>
    <w:rsid w:val="00B60B0A"/>
    <w:rsid w:val="00B62357"/>
    <w:rsid w:val="00B7524A"/>
    <w:rsid w:val="00B817CE"/>
    <w:rsid w:val="00B81DC5"/>
    <w:rsid w:val="00B82652"/>
    <w:rsid w:val="00B8618A"/>
    <w:rsid w:val="00B87083"/>
    <w:rsid w:val="00B9544A"/>
    <w:rsid w:val="00B95852"/>
    <w:rsid w:val="00B96CE1"/>
    <w:rsid w:val="00B97AD3"/>
    <w:rsid w:val="00BA0480"/>
    <w:rsid w:val="00BA183B"/>
    <w:rsid w:val="00BA450E"/>
    <w:rsid w:val="00BA75F3"/>
    <w:rsid w:val="00BB3E44"/>
    <w:rsid w:val="00BB480D"/>
    <w:rsid w:val="00BC127E"/>
    <w:rsid w:val="00BC12D1"/>
    <w:rsid w:val="00BC1A8C"/>
    <w:rsid w:val="00BC2EBB"/>
    <w:rsid w:val="00BC3B10"/>
    <w:rsid w:val="00BD1760"/>
    <w:rsid w:val="00BD4489"/>
    <w:rsid w:val="00BD60A2"/>
    <w:rsid w:val="00BE2305"/>
    <w:rsid w:val="00BE2E87"/>
    <w:rsid w:val="00BF0FD5"/>
    <w:rsid w:val="00BF1D1D"/>
    <w:rsid w:val="00BF2F90"/>
    <w:rsid w:val="00BF6863"/>
    <w:rsid w:val="00C0603E"/>
    <w:rsid w:val="00C0726F"/>
    <w:rsid w:val="00C10552"/>
    <w:rsid w:val="00C204CF"/>
    <w:rsid w:val="00C266DD"/>
    <w:rsid w:val="00C31203"/>
    <w:rsid w:val="00C3142D"/>
    <w:rsid w:val="00C33323"/>
    <w:rsid w:val="00C41374"/>
    <w:rsid w:val="00C417F0"/>
    <w:rsid w:val="00C428BD"/>
    <w:rsid w:val="00C44EA3"/>
    <w:rsid w:val="00C52A79"/>
    <w:rsid w:val="00C5571C"/>
    <w:rsid w:val="00C625BE"/>
    <w:rsid w:val="00C64116"/>
    <w:rsid w:val="00C705BB"/>
    <w:rsid w:val="00C70DB3"/>
    <w:rsid w:val="00C73C4E"/>
    <w:rsid w:val="00C80D4F"/>
    <w:rsid w:val="00C819BC"/>
    <w:rsid w:val="00C8218E"/>
    <w:rsid w:val="00C92C2E"/>
    <w:rsid w:val="00C92E27"/>
    <w:rsid w:val="00C939DC"/>
    <w:rsid w:val="00C96885"/>
    <w:rsid w:val="00C97163"/>
    <w:rsid w:val="00CA3641"/>
    <w:rsid w:val="00CA38D9"/>
    <w:rsid w:val="00CA69EE"/>
    <w:rsid w:val="00CB0E1B"/>
    <w:rsid w:val="00CB28DB"/>
    <w:rsid w:val="00CB2A5F"/>
    <w:rsid w:val="00CB2D11"/>
    <w:rsid w:val="00CB42E6"/>
    <w:rsid w:val="00CB48D8"/>
    <w:rsid w:val="00CC00FF"/>
    <w:rsid w:val="00CC51B4"/>
    <w:rsid w:val="00CD14BF"/>
    <w:rsid w:val="00CD47C0"/>
    <w:rsid w:val="00CE041D"/>
    <w:rsid w:val="00CE3633"/>
    <w:rsid w:val="00CE7DF1"/>
    <w:rsid w:val="00CF07A7"/>
    <w:rsid w:val="00CF2785"/>
    <w:rsid w:val="00CF3282"/>
    <w:rsid w:val="00CF3DCD"/>
    <w:rsid w:val="00CF7513"/>
    <w:rsid w:val="00CF77AA"/>
    <w:rsid w:val="00D02600"/>
    <w:rsid w:val="00D04A84"/>
    <w:rsid w:val="00D1347D"/>
    <w:rsid w:val="00D14871"/>
    <w:rsid w:val="00D17A24"/>
    <w:rsid w:val="00D2043A"/>
    <w:rsid w:val="00D22976"/>
    <w:rsid w:val="00D24D1A"/>
    <w:rsid w:val="00D335DD"/>
    <w:rsid w:val="00D41333"/>
    <w:rsid w:val="00D421C6"/>
    <w:rsid w:val="00D42BC9"/>
    <w:rsid w:val="00D456F2"/>
    <w:rsid w:val="00D459A2"/>
    <w:rsid w:val="00D46EA3"/>
    <w:rsid w:val="00D527E1"/>
    <w:rsid w:val="00D535C9"/>
    <w:rsid w:val="00D56F66"/>
    <w:rsid w:val="00D57CF3"/>
    <w:rsid w:val="00D61D81"/>
    <w:rsid w:val="00D62D8E"/>
    <w:rsid w:val="00D642BC"/>
    <w:rsid w:val="00D7211D"/>
    <w:rsid w:val="00D73C14"/>
    <w:rsid w:val="00D77266"/>
    <w:rsid w:val="00D77D84"/>
    <w:rsid w:val="00D8194C"/>
    <w:rsid w:val="00D831F7"/>
    <w:rsid w:val="00D83507"/>
    <w:rsid w:val="00D84343"/>
    <w:rsid w:val="00D84D64"/>
    <w:rsid w:val="00D867EA"/>
    <w:rsid w:val="00D873AA"/>
    <w:rsid w:val="00D87A06"/>
    <w:rsid w:val="00D91816"/>
    <w:rsid w:val="00D9196B"/>
    <w:rsid w:val="00D93696"/>
    <w:rsid w:val="00D9587F"/>
    <w:rsid w:val="00D964F2"/>
    <w:rsid w:val="00D9710D"/>
    <w:rsid w:val="00DA13B6"/>
    <w:rsid w:val="00DB35CF"/>
    <w:rsid w:val="00DB5A31"/>
    <w:rsid w:val="00DC4648"/>
    <w:rsid w:val="00DC5748"/>
    <w:rsid w:val="00DD0689"/>
    <w:rsid w:val="00DD46EB"/>
    <w:rsid w:val="00DD62F0"/>
    <w:rsid w:val="00DD7BEB"/>
    <w:rsid w:val="00DE158E"/>
    <w:rsid w:val="00DE1ADA"/>
    <w:rsid w:val="00DE38EE"/>
    <w:rsid w:val="00DE5A3A"/>
    <w:rsid w:val="00DF6061"/>
    <w:rsid w:val="00E00858"/>
    <w:rsid w:val="00E028D0"/>
    <w:rsid w:val="00E04491"/>
    <w:rsid w:val="00E04616"/>
    <w:rsid w:val="00E05E4C"/>
    <w:rsid w:val="00E10A71"/>
    <w:rsid w:val="00E10E50"/>
    <w:rsid w:val="00E11D2F"/>
    <w:rsid w:val="00E12049"/>
    <w:rsid w:val="00E143B8"/>
    <w:rsid w:val="00E15BE0"/>
    <w:rsid w:val="00E2233D"/>
    <w:rsid w:val="00E2657A"/>
    <w:rsid w:val="00E3278A"/>
    <w:rsid w:val="00E35157"/>
    <w:rsid w:val="00E36ED3"/>
    <w:rsid w:val="00E41297"/>
    <w:rsid w:val="00E41426"/>
    <w:rsid w:val="00E43434"/>
    <w:rsid w:val="00E43F4E"/>
    <w:rsid w:val="00E46BAC"/>
    <w:rsid w:val="00E47887"/>
    <w:rsid w:val="00E5027E"/>
    <w:rsid w:val="00E50A0E"/>
    <w:rsid w:val="00E5262A"/>
    <w:rsid w:val="00E52F10"/>
    <w:rsid w:val="00E56798"/>
    <w:rsid w:val="00E6576F"/>
    <w:rsid w:val="00E65AF3"/>
    <w:rsid w:val="00E66EA8"/>
    <w:rsid w:val="00E67D42"/>
    <w:rsid w:val="00E7119E"/>
    <w:rsid w:val="00E71CCD"/>
    <w:rsid w:val="00E725CF"/>
    <w:rsid w:val="00E7272C"/>
    <w:rsid w:val="00E7512F"/>
    <w:rsid w:val="00E766D4"/>
    <w:rsid w:val="00E869E2"/>
    <w:rsid w:val="00E87A59"/>
    <w:rsid w:val="00E913A3"/>
    <w:rsid w:val="00EA12AE"/>
    <w:rsid w:val="00EA20DB"/>
    <w:rsid w:val="00EA46AB"/>
    <w:rsid w:val="00EA4B8F"/>
    <w:rsid w:val="00EA50A0"/>
    <w:rsid w:val="00EA6E36"/>
    <w:rsid w:val="00EB30D5"/>
    <w:rsid w:val="00EC30DA"/>
    <w:rsid w:val="00EC4A3E"/>
    <w:rsid w:val="00ED0943"/>
    <w:rsid w:val="00ED2DEB"/>
    <w:rsid w:val="00ED3BDE"/>
    <w:rsid w:val="00ED785A"/>
    <w:rsid w:val="00ED79C3"/>
    <w:rsid w:val="00EE32A9"/>
    <w:rsid w:val="00EE3AA3"/>
    <w:rsid w:val="00EE44B3"/>
    <w:rsid w:val="00EE4CC4"/>
    <w:rsid w:val="00EF35CB"/>
    <w:rsid w:val="00F0185A"/>
    <w:rsid w:val="00F03621"/>
    <w:rsid w:val="00F03B94"/>
    <w:rsid w:val="00F048F9"/>
    <w:rsid w:val="00F108C7"/>
    <w:rsid w:val="00F125DB"/>
    <w:rsid w:val="00F1523C"/>
    <w:rsid w:val="00F17890"/>
    <w:rsid w:val="00F20E74"/>
    <w:rsid w:val="00F2296D"/>
    <w:rsid w:val="00F25CC6"/>
    <w:rsid w:val="00F262DB"/>
    <w:rsid w:val="00F272A2"/>
    <w:rsid w:val="00F279E0"/>
    <w:rsid w:val="00F31AC5"/>
    <w:rsid w:val="00F33279"/>
    <w:rsid w:val="00F34C4F"/>
    <w:rsid w:val="00F35DB0"/>
    <w:rsid w:val="00F4197C"/>
    <w:rsid w:val="00F41B67"/>
    <w:rsid w:val="00F47108"/>
    <w:rsid w:val="00F50E15"/>
    <w:rsid w:val="00F52526"/>
    <w:rsid w:val="00F57932"/>
    <w:rsid w:val="00F603D6"/>
    <w:rsid w:val="00F61BB6"/>
    <w:rsid w:val="00F61FBB"/>
    <w:rsid w:val="00F634D0"/>
    <w:rsid w:val="00F65AE6"/>
    <w:rsid w:val="00F70173"/>
    <w:rsid w:val="00F71F2B"/>
    <w:rsid w:val="00F72104"/>
    <w:rsid w:val="00F73E05"/>
    <w:rsid w:val="00F76089"/>
    <w:rsid w:val="00F836F9"/>
    <w:rsid w:val="00F90FA2"/>
    <w:rsid w:val="00F93C5E"/>
    <w:rsid w:val="00F9639E"/>
    <w:rsid w:val="00F9770E"/>
    <w:rsid w:val="00F97DDB"/>
    <w:rsid w:val="00FA194C"/>
    <w:rsid w:val="00FA1B12"/>
    <w:rsid w:val="00FA37D5"/>
    <w:rsid w:val="00FA62C3"/>
    <w:rsid w:val="00FA7DC9"/>
    <w:rsid w:val="00FB2F14"/>
    <w:rsid w:val="00FB3BE7"/>
    <w:rsid w:val="00FB5A5B"/>
    <w:rsid w:val="00FC1394"/>
    <w:rsid w:val="00FC2A31"/>
    <w:rsid w:val="00FD48BB"/>
    <w:rsid w:val="00FD48F4"/>
    <w:rsid w:val="00FD584A"/>
    <w:rsid w:val="00FD7B84"/>
    <w:rsid w:val="00FE10DB"/>
    <w:rsid w:val="00FE2BA7"/>
    <w:rsid w:val="00FE458B"/>
    <w:rsid w:val="00FE4DCB"/>
    <w:rsid w:val="00FE6DA6"/>
    <w:rsid w:val="00FE746C"/>
    <w:rsid w:val="00FF0060"/>
    <w:rsid w:val="00FF10FE"/>
    <w:rsid w:val="00FF6BD3"/>
    <w:rsid w:val="00FF7641"/>
    <w:rsid w:val="02DB61AC"/>
    <w:rsid w:val="0CD7FB1B"/>
    <w:rsid w:val="0DD3FED3"/>
    <w:rsid w:val="0E1D3189"/>
    <w:rsid w:val="1251B641"/>
    <w:rsid w:val="15B5B785"/>
    <w:rsid w:val="190F0155"/>
    <w:rsid w:val="22C65876"/>
    <w:rsid w:val="2488D1EF"/>
    <w:rsid w:val="2946229B"/>
    <w:rsid w:val="2A0C3E06"/>
    <w:rsid w:val="2EFB9B5D"/>
    <w:rsid w:val="385B51D6"/>
    <w:rsid w:val="3923B0DE"/>
    <w:rsid w:val="3AC8442F"/>
    <w:rsid w:val="3B1624C3"/>
    <w:rsid w:val="3BF5C295"/>
    <w:rsid w:val="3C53C644"/>
    <w:rsid w:val="40F5F15C"/>
    <w:rsid w:val="44C4B7F0"/>
    <w:rsid w:val="44E80E5A"/>
    <w:rsid w:val="47C0F44C"/>
    <w:rsid w:val="4A541189"/>
    <w:rsid w:val="5090059D"/>
    <w:rsid w:val="53437217"/>
    <w:rsid w:val="56F1DE48"/>
    <w:rsid w:val="5D6E562B"/>
    <w:rsid w:val="5E62298E"/>
    <w:rsid w:val="63A687BC"/>
    <w:rsid w:val="652769A4"/>
    <w:rsid w:val="6723523E"/>
    <w:rsid w:val="69AFA33A"/>
    <w:rsid w:val="6A9B78A7"/>
    <w:rsid w:val="6BDFDEB3"/>
    <w:rsid w:val="70742B1B"/>
    <w:rsid w:val="72BECFAE"/>
    <w:rsid w:val="7358FD8F"/>
    <w:rsid w:val="7F7E159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EE68A"/>
  <w15:chartTrackingRefBased/>
  <w15:docId w15:val="{AE20D114-0811-49FB-9F7B-D37336401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styleId="Revision">
    <w:name w:val="Revision"/>
    <w:hidden/>
    <w:uiPriority w:val="99"/>
    <w:semiHidden/>
    <w:rsid w:val="00E5262A"/>
    <w:pPr>
      <w:spacing w:after="0" w:line="240" w:lineRule="auto"/>
    </w:pPr>
  </w:style>
  <w:style w:type="paragraph" w:customStyle="1" w:styleId="Default">
    <w:name w:val="Default"/>
    <w:rsid w:val="0055201C"/>
    <w:pPr>
      <w:autoSpaceDE w:val="0"/>
      <w:autoSpaceDN w:val="0"/>
      <w:adjustRightInd w:val="0"/>
      <w:spacing w:after="0" w:line="240" w:lineRule="auto"/>
    </w:pPr>
    <w:rPr>
      <w:rFonts w:ascii="Calibri" w:hAnsi="Calibri" w:cs="Calibri"/>
      <w:color w:val="000000"/>
      <w:sz w:val="24"/>
      <w:szCs w:val="24"/>
      <w:lang w:val="en-US"/>
    </w:rPr>
  </w:style>
  <w:style w:type="character" w:styleId="Mention">
    <w:name w:val="Mention"/>
    <w:basedOn w:val="DefaultParagraphFont"/>
    <w:uiPriority w:val="99"/>
    <w:unhideWhenUsed/>
    <w:rsid w:val="00AB4A9A"/>
    <w:rPr>
      <w:color w:val="2B579A"/>
      <w:shd w:val="clear" w:color="auto" w:fill="E1DFDD"/>
    </w:rPr>
  </w:style>
  <w:style w:type="character" w:styleId="UnresolvedMention">
    <w:name w:val="Unresolved Mention"/>
    <w:basedOn w:val="DefaultParagraphFont"/>
    <w:uiPriority w:val="99"/>
    <w:semiHidden/>
    <w:unhideWhenUsed/>
    <w:rsid w:val="00526517"/>
    <w:rPr>
      <w:color w:val="605E5C"/>
      <w:shd w:val="clear" w:color="auto" w:fill="E1DFDD"/>
    </w:rPr>
  </w:style>
  <w:style w:type="paragraph" w:customStyle="1" w:styleId="pf0">
    <w:name w:val="pf0"/>
    <w:basedOn w:val="Normal"/>
    <w:rsid w:val="0067559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675591"/>
    <w:rPr>
      <w:rFonts w:ascii="Segoe UI" w:hAnsi="Segoe UI" w:cs="Segoe UI" w:hint="default"/>
      <w:sz w:val="18"/>
      <w:szCs w:val="18"/>
    </w:rPr>
  </w:style>
  <w:style w:type="character" w:customStyle="1" w:styleId="ui-provider">
    <w:name w:val="ui-provider"/>
    <w:basedOn w:val="DefaultParagraphFont"/>
    <w:rsid w:val="00E05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399792144">
      <w:bodyDiv w:val="1"/>
      <w:marLeft w:val="0"/>
      <w:marRight w:val="0"/>
      <w:marTop w:val="0"/>
      <w:marBottom w:val="0"/>
      <w:divBdr>
        <w:top w:val="none" w:sz="0" w:space="0" w:color="auto"/>
        <w:left w:val="none" w:sz="0" w:space="0" w:color="auto"/>
        <w:bottom w:val="none" w:sz="0" w:space="0" w:color="auto"/>
        <w:right w:val="none" w:sz="0" w:space="0" w:color="auto"/>
      </w:divBdr>
    </w:div>
    <w:div w:id="472715359">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01454756">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methiopiatender@iom.in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ungm.org/Public/Notice/206941" TargetMode="External"/><Relationship Id="rId17" Type="http://schemas.openxmlformats.org/officeDocument/2006/relationships/hyperlink" Target="mailto:iomethiopiatender@iom.int" TargetMode="External"/><Relationship Id="rId2" Type="http://schemas.openxmlformats.org/officeDocument/2006/relationships/customXml" Target="../customXml/item2.xml"/><Relationship Id="rId16" Type="http://schemas.openxmlformats.org/officeDocument/2006/relationships/hyperlink" Target="mailto:egalang@iom.i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2.safelinks.protection.outlook.com/?url=https%3A%2F%2Fwww.iom.int%2Fdesign-and-development-innovative-sanitation-solutions-incontinent-people-and-young-children&amp;data=05%7C01%7Ctabebaw%40iom.int%7Cd971964500a9418c5cc208db845af9a1%7C1588262d23fb43b4bd6ebce49c8e6186%7C1%7C0%7C638249298494033189%7CUnknown%7CTWFpbGZsb3d8eyJWIjoiMC4wLjAwMDAiLCJQIjoiV2luMzIiLCJBTiI6Ik1haWwiLCJXVCI6Mn0%3D%7C3000%7C%7C%7C&amp;sdata=g4JTyccMoFJN2RsI%2B4UhgRPScrhCmL7Zx0ug5L3g0X0%3D&amp;reserved=0" TargetMode="External"/><Relationship Id="rId5" Type="http://schemas.openxmlformats.org/officeDocument/2006/relationships/numbering" Target="numbering.xml"/><Relationship Id="rId15" Type="http://schemas.openxmlformats.org/officeDocument/2006/relationships/hyperlink" Target="mailto:iomethiopiatender@iom.in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imeanddate.com/worldclock/"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EOI%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136C65EC144633A303F0E9D392AA44"/>
        <w:category>
          <w:name w:val="General"/>
          <w:gallery w:val="placeholder"/>
        </w:category>
        <w:types>
          <w:type w:val="bbPlcHdr"/>
        </w:types>
        <w:behaviors>
          <w:behavior w:val="content"/>
        </w:behaviors>
        <w:guid w:val="{D0C7E90D-6F87-4CF5-9B53-F230887094DE}"/>
      </w:docPartPr>
      <w:docPartBody>
        <w:p w:rsidR="009F227E" w:rsidRDefault="004635B4">
          <w:pPr>
            <w:pStyle w:val="9D136C65EC144633A303F0E9D392AA44"/>
          </w:pPr>
          <w:r w:rsidRPr="0048490F">
            <w:rPr>
              <w:rStyle w:val="PlaceholderText"/>
            </w:rPr>
            <w:t>Click or tap here to enter text.</w:t>
          </w:r>
        </w:p>
      </w:docPartBody>
    </w:docPart>
    <w:docPart>
      <w:docPartPr>
        <w:name w:val="DBBE797C03AF477B8BC6C5859F2828D1"/>
        <w:category>
          <w:name w:val="General"/>
          <w:gallery w:val="placeholder"/>
        </w:category>
        <w:types>
          <w:type w:val="bbPlcHdr"/>
        </w:types>
        <w:behaviors>
          <w:behavior w:val="content"/>
        </w:behaviors>
        <w:guid w:val="{7D9B3A7F-D3F1-40CA-A0A2-CCAC9364DAAE}"/>
      </w:docPartPr>
      <w:docPartBody>
        <w:p w:rsidR="009F227E" w:rsidRDefault="004635B4">
          <w:pPr>
            <w:pStyle w:val="DBBE797C03AF477B8BC6C5859F2828D1"/>
          </w:pPr>
          <w:r w:rsidRPr="0048490F">
            <w:rPr>
              <w:rStyle w:val="PlaceholderText"/>
            </w:rPr>
            <w:t>Click or tap to enter a date.</w:t>
          </w:r>
        </w:p>
      </w:docPartBody>
    </w:docPart>
    <w:docPart>
      <w:docPartPr>
        <w:name w:val="F1DD26D4C1F7404A9F1CAF984F809988"/>
        <w:category>
          <w:name w:val="General"/>
          <w:gallery w:val="placeholder"/>
        </w:category>
        <w:types>
          <w:type w:val="bbPlcHdr"/>
        </w:types>
        <w:behaviors>
          <w:behavior w:val="content"/>
        </w:behaviors>
        <w:guid w:val="{A64963BD-4F58-428D-B258-BA3835A7D376}"/>
      </w:docPartPr>
      <w:docPartBody>
        <w:p w:rsidR="009F227E" w:rsidRDefault="004635B4">
          <w:pPr>
            <w:pStyle w:val="F1DD26D4C1F7404A9F1CAF984F809988"/>
          </w:pPr>
          <w:r w:rsidRPr="0048490F">
            <w:rPr>
              <w:rStyle w:val="PlaceholderText"/>
            </w:rPr>
            <w:t>Click or tap here to enter text.</w:t>
          </w:r>
        </w:p>
      </w:docPartBody>
    </w:docPart>
    <w:docPart>
      <w:docPartPr>
        <w:name w:val="F4B7D10280EF452DA0336BCE7E3895CC"/>
        <w:category>
          <w:name w:val="General"/>
          <w:gallery w:val="placeholder"/>
        </w:category>
        <w:types>
          <w:type w:val="bbPlcHdr"/>
        </w:types>
        <w:behaviors>
          <w:behavior w:val="content"/>
        </w:behaviors>
        <w:guid w:val="{853ADA40-4171-49EC-81E8-F25F8406F3EE}"/>
      </w:docPartPr>
      <w:docPartBody>
        <w:p w:rsidR="00C6253F" w:rsidRDefault="00D726B7" w:rsidP="00D726B7">
          <w:pPr>
            <w:pStyle w:val="F4B7D10280EF452DA0336BCE7E3895CC"/>
          </w:pPr>
          <w:r w:rsidRPr="00260675">
            <w:rPr>
              <w:rStyle w:val="PlaceholderText"/>
              <w:rFonts w:cstheme="minorHAnsi"/>
              <w:sz w:val="20"/>
              <w:szCs w:val="20"/>
            </w:rPr>
            <w:t>Click or tap here to enter text.</w:t>
          </w:r>
        </w:p>
      </w:docPartBody>
    </w:docPart>
    <w:docPart>
      <w:docPartPr>
        <w:name w:val="1F5FF15E64744D42B14825DE0DE6F084"/>
        <w:category>
          <w:name w:val="General"/>
          <w:gallery w:val="placeholder"/>
        </w:category>
        <w:types>
          <w:type w:val="bbPlcHdr"/>
        </w:types>
        <w:behaviors>
          <w:behavior w:val="content"/>
        </w:behaviors>
        <w:guid w:val="{E49CC288-858F-4F56-8987-671C8DF6F73E}"/>
      </w:docPartPr>
      <w:docPartBody>
        <w:p w:rsidR="00C6253F" w:rsidRDefault="00D726B7" w:rsidP="00D726B7">
          <w:pPr>
            <w:pStyle w:val="1F5FF15E64744D42B14825DE0DE6F084"/>
          </w:pPr>
          <w:r w:rsidRPr="007D6389">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27E"/>
    <w:rsid w:val="00043E32"/>
    <w:rsid w:val="00181C31"/>
    <w:rsid w:val="001D37C3"/>
    <w:rsid w:val="001F6717"/>
    <w:rsid w:val="00201B99"/>
    <w:rsid w:val="002224A0"/>
    <w:rsid w:val="00291BF1"/>
    <w:rsid w:val="002D16B8"/>
    <w:rsid w:val="003B6965"/>
    <w:rsid w:val="004500B0"/>
    <w:rsid w:val="004635B4"/>
    <w:rsid w:val="006B292A"/>
    <w:rsid w:val="006C4012"/>
    <w:rsid w:val="007E5A9F"/>
    <w:rsid w:val="008740B1"/>
    <w:rsid w:val="00930DE6"/>
    <w:rsid w:val="009F227E"/>
    <w:rsid w:val="00A07234"/>
    <w:rsid w:val="00A52CF5"/>
    <w:rsid w:val="00BB602A"/>
    <w:rsid w:val="00C45BB1"/>
    <w:rsid w:val="00C6253F"/>
    <w:rsid w:val="00D726B7"/>
    <w:rsid w:val="00DD22EC"/>
    <w:rsid w:val="00EF1DE0"/>
    <w:rsid w:val="00FD3C8B"/>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726B7"/>
    <w:rPr>
      <w:color w:val="808080"/>
    </w:rPr>
  </w:style>
  <w:style w:type="paragraph" w:customStyle="1" w:styleId="9D136C65EC144633A303F0E9D392AA44">
    <w:name w:val="9D136C65EC144633A303F0E9D392AA44"/>
  </w:style>
  <w:style w:type="paragraph" w:customStyle="1" w:styleId="DBBE797C03AF477B8BC6C5859F2828D1">
    <w:name w:val="DBBE797C03AF477B8BC6C5859F2828D1"/>
  </w:style>
  <w:style w:type="paragraph" w:customStyle="1" w:styleId="F1DD26D4C1F7404A9F1CAF984F809988">
    <w:name w:val="F1DD26D4C1F7404A9F1CAF984F809988"/>
  </w:style>
  <w:style w:type="paragraph" w:customStyle="1" w:styleId="F4B7D10280EF452DA0336BCE7E3895CC">
    <w:name w:val="F4B7D10280EF452DA0336BCE7E3895CC"/>
    <w:rsid w:val="00D726B7"/>
    <w:rPr>
      <w:kern w:val="2"/>
      <w:lang w:val="en-US" w:eastAsia="en-US"/>
      <w14:ligatures w14:val="standardContextual"/>
    </w:rPr>
  </w:style>
  <w:style w:type="paragraph" w:customStyle="1" w:styleId="1F5FF15E64744D42B14825DE0DE6F084">
    <w:name w:val="1F5FF15E64744D42B14825DE0DE6F084"/>
    <w:rsid w:val="00D726B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2dd38dd-a24c-45cf-8056-43116fa8d5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9EBAA3482D2E43AA86DAA5B5C6F6F1" ma:contentTypeVersion="15" ma:contentTypeDescription="Create a new document." ma:contentTypeScope="" ma:versionID="ada1efa6bf722b0d3124dfb06567be37">
  <xsd:schema xmlns:xsd="http://www.w3.org/2001/XMLSchema" xmlns:xs="http://www.w3.org/2001/XMLSchema" xmlns:p="http://schemas.microsoft.com/office/2006/metadata/properties" xmlns:ns3="42dd38dd-a24c-45cf-8056-43116fa8d586" xmlns:ns4="507ec56a-e624-44c7-ab41-bb985363f3a0" targetNamespace="http://schemas.microsoft.com/office/2006/metadata/properties" ma:root="true" ma:fieldsID="d141553d47497d4d5f82cffbdbb8cb02" ns3:_="" ns4:_="">
    <xsd:import namespace="42dd38dd-a24c-45cf-8056-43116fa8d586"/>
    <xsd:import namespace="507ec56a-e624-44c7-ab41-bb985363f3a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dd38dd-a24c-45cf-8056-43116fa8d5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7ec56a-e624-44c7-ab41-bb985363f3a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9FC75-F45F-4B91-AD20-04678C2B792D}">
  <ds:schemaRefs>
    <ds:schemaRef ds:uri="http://schemas.microsoft.com/sharepoint/v3/contenttype/forms"/>
  </ds:schemaRefs>
</ds:datastoreItem>
</file>

<file path=customXml/itemProps2.xml><?xml version="1.0" encoding="utf-8"?>
<ds:datastoreItem xmlns:ds="http://schemas.openxmlformats.org/officeDocument/2006/customXml" ds:itemID="{C33828EC-CD20-49A8-9E84-CF5FAE163DFC}">
  <ds:schemaRefs>
    <ds:schemaRef ds:uri="http://schemas.microsoft.com/office/2006/metadata/properties"/>
    <ds:schemaRef ds:uri="http://schemas.microsoft.com/office/infopath/2007/PartnerControls"/>
    <ds:schemaRef ds:uri="42dd38dd-a24c-45cf-8056-43116fa8d586"/>
  </ds:schemaRefs>
</ds:datastoreItem>
</file>

<file path=customXml/itemProps3.xml><?xml version="1.0" encoding="utf-8"?>
<ds:datastoreItem xmlns:ds="http://schemas.openxmlformats.org/officeDocument/2006/customXml" ds:itemID="{FBCAA401-E852-4061-918A-A4EC07C31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dd38dd-a24c-45cf-8056-43116fa8d586"/>
    <ds:schemaRef ds:uri="507ec56a-e624-44c7-ab41-bb985363f3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B8B88C-2456-4F0A-B46B-B8ECEECDD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REOI V1 Oct 2019 (002).dotx</Template>
  <TotalTime>6</TotalTime>
  <Pages>2</Pages>
  <Words>1363</Words>
  <Characters>8247</Characters>
  <Application>Microsoft Office Word</Application>
  <DocSecurity>0</DocSecurity>
  <Lines>329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TEFERA Abebaw</cp:lastModifiedBy>
  <cp:revision>3</cp:revision>
  <cp:lastPrinted>2019-03-29T00:15:00Z</cp:lastPrinted>
  <dcterms:created xsi:type="dcterms:W3CDTF">2023-07-13T15:38:00Z</dcterms:created>
  <dcterms:modified xsi:type="dcterms:W3CDTF">2023-07-13T15:43:00Z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2021-12-03T07:08:07Z</vt:lpwstr>
  </property>
  <property fmtid="{D5CDD505-2E9C-101B-9397-08002B2CF9AE}" pid="4" name="MSIP_Label_2059aa38-f392-4105-be92-628035578272_Method">
    <vt:lpwstr>Privileged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ce73049d-0920-4912-977a-2811128ff628</vt:lpwstr>
  </property>
  <property fmtid="{D5CDD505-2E9C-101B-9397-08002B2CF9AE}" pid="8" name="MSIP_Label_2059aa38-f392-4105-be92-628035578272_ContentBits">
    <vt:lpwstr>0</vt:lpwstr>
  </property>
  <property fmtid="{D5CDD505-2E9C-101B-9397-08002B2CF9AE}" pid="9" name="ContentTypeId">
    <vt:lpwstr>0x010100269EBAA3482D2E43AA86DAA5B5C6F6F1</vt:lpwstr>
  </property>
  <property fmtid="{D5CDD505-2E9C-101B-9397-08002B2CF9AE}" pid="10" name="MediaServiceImageTags">
    <vt:lpwstr/>
  </property>
  <property fmtid="{D5CDD505-2E9C-101B-9397-08002B2CF9AE}" pid="11" name="GrammarlyDocumentId">
    <vt:lpwstr>031ea22cd9795e02b96bd6bc4a1c37e61485d00e9f758e20f1035e0f70451f3b</vt:lpwstr>
  </property>
</Properties>
</file>