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004C2" w14:textId="3B378154" w:rsidR="00B00256" w:rsidRPr="00551B0F" w:rsidRDefault="00551B0F" w:rsidP="00563670">
      <w:pPr>
        <w:pStyle w:val="Heading1"/>
      </w:pPr>
      <w:bookmarkStart w:id="0" w:name="_Toc8131476"/>
      <w:r w:rsidRPr="00551B0F">
        <w:t xml:space="preserve">SECTION 6: </w:t>
      </w:r>
      <w:r w:rsidR="005B6C0D">
        <w:t xml:space="preserve">CONDITIONS OF CONTRACT AND </w:t>
      </w:r>
      <w:r w:rsidRPr="00551B0F">
        <w:t>CONTRACT FORMS</w:t>
      </w:r>
      <w:bookmarkEnd w:id="0"/>
    </w:p>
    <w:p w14:paraId="23533289" w14:textId="77777777" w:rsidR="001A4F40" w:rsidRPr="001A4F40" w:rsidRDefault="001A4F40" w:rsidP="002E5247">
      <w:pPr>
        <w:pStyle w:val="Heading2"/>
        <w:rPr>
          <w:rFonts w:eastAsia="Times New Roman"/>
        </w:rPr>
      </w:pPr>
      <w:bookmarkStart w:id="1" w:name="_Toc8131477"/>
      <w:r w:rsidRPr="001A4F40">
        <w:rPr>
          <w:rFonts w:eastAsia="Times New Roman"/>
        </w:rPr>
        <w:t>6.1 General Conditions of Contract</w:t>
      </w:r>
      <w:bookmarkEnd w:id="1"/>
    </w:p>
    <w:p w14:paraId="2FBED8C2" w14:textId="7218D6D0" w:rsidR="00070C2B" w:rsidRDefault="00551B0F" w:rsidP="00144F16">
      <w:pPr>
        <w:rPr>
          <w:rFonts w:eastAsia="Times New Roman" w:cs="Arial"/>
          <w:bCs/>
          <w:sz w:val="20"/>
          <w:szCs w:val="20"/>
        </w:rPr>
      </w:pPr>
      <w:r>
        <w:rPr>
          <w:rFonts w:eastAsia="Times New Roman" w:cs="Arial"/>
          <w:bCs/>
          <w:sz w:val="20"/>
          <w:szCs w:val="20"/>
        </w:rPr>
        <w:t>In the event of a Contract</w:t>
      </w:r>
      <w:r w:rsidR="001A4F40">
        <w:rPr>
          <w:rFonts w:eastAsia="Times New Roman" w:cs="Arial"/>
          <w:bCs/>
          <w:sz w:val="20"/>
          <w:szCs w:val="20"/>
        </w:rPr>
        <w:t>,</w:t>
      </w:r>
      <w:r>
        <w:rPr>
          <w:rFonts w:eastAsia="Times New Roman" w:cs="Arial"/>
          <w:bCs/>
          <w:sz w:val="20"/>
          <w:szCs w:val="20"/>
        </w:rPr>
        <w:t xml:space="preserve"> the following General Conditions of Contract</w:t>
      </w:r>
      <w:r w:rsidR="00932E19">
        <w:rPr>
          <w:rFonts w:eastAsia="Times New Roman" w:cs="Arial"/>
          <w:bCs/>
          <w:sz w:val="20"/>
          <w:szCs w:val="20"/>
        </w:rPr>
        <w:t xml:space="preserve"> (GCC)</w:t>
      </w:r>
      <w:r>
        <w:rPr>
          <w:rFonts w:eastAsia="Times New Roman" w:cs="Arial"/>
          <w:bCs/>
          <w:sz w:val="20"/>
          <w:szCs w:val="20"/>
        </w:rPr>
        <w:t xml:space="preserve"> will apply:</w:t>
      </w:r>
      <w:r w:rsidR="001A4F40">
        <w:rPr>
          <w:rFonts w:eastAsia="Times New Roman" w:cs="Arial"/>
          <w:bCs/>
          <w:sz w:val="20"/>
          <w:szCs w:val="20"/>
        </w:rPr>
        <w:t xml:space="preserve"> </w:t>
      </w:r>
      <w:hyperlink r:id="rId11" w:history="1">
        <w:r w:rsidR="00070C2B" w:rsidRPr="00070C2B">
          <w:rPr>
            <w:rFonts w:eastAsia="Times New Roman"/>
            <w:bCs/>
            <w:sz w:val="20"/>
            <w:szCs w:val="20"/>
          </w:rPr>
          <w:t>General Terms and Conditions for contracts (goods and/or services)</w:t>
        </w:r>
      </w:hyperlink>
      <w:r w:rsidR="00070C2B">
        <w:rPr>
          <w:rFonts w:eastAsia="Times New Roman" w:cs="Arial"/>
          <w:bCs/>
          <w:sz w:val="20"/>
          <w:szCs w:val="20"/>
        </w:rPr>
        <w:t xml:space="preserve"> </w:t>
      </w:r>
    </w:p>
    <w:p w14:paraId="79ACF94A" w14:textId="1A7904EE" w:rsidR="00551B0F" w:rsidRDefault="00551B0F" w:rsidP="00144F16">
      <w:pPr>
        <w:rPr>
          <w:rFonts w:eastAsia="Times New Roman" w:cs="Arial"/>
          <w:bCs/>
          <w:sz w:val="20"/>
          <w:szCs w:val="20"/>
        </w:rPr>
      </w:pPr>
      <w:r>
        <w:rPr>
          <w:rFonts w:eastAsia="Times New Roman" w:cs="Arial"/>
          <w:bCs/>
          <w:sz w:val="20"/>
          <w:szCs w:val="20"/>
        </w:rPr>
        <w:t xml:space="preserve">The conditions are available at: </w:t>
      </w:r>
      <w:sdt>
        <w:sdtPr>
          <w:rPr>
            <w:rFonts w:eastAsia="Times New Roman" w:cs="Arial"/>
            <w:bCs/>
            <w:sz w:val="20"/>
            <w:szCs w:val="20"/>
          </w:rPr>
          <w:alias w:val="Insert link to GCC"/>
          <w:tag w:val="Insert link to GCC"/>
          <w:id w:val="1861001990"/>
          <w:placeholder>
            <w:docPart w:val="96FE405EEA754099AA8DE1DCD4F44A5F"/>
          </w:placeholder>
          <w:text/>
        </w:sdtPr>
        <w:sdtEndPr/>
        <w:sdtContent>
          <w:r w:rsidR="00B56558" w:rsidRPr="00B56558">
            <w:rPr>
              <w:rFonts w:eastAsia="Times New Roman" w:cs="Arial"/>
              <w:bCs/>
              <w:sz w:val="20"/>
              <w:szCs w:val="20"/>
            </w:rPr>
            <w:t>https://www.undp.org/sites/g/files/zskgke326/files/procurement/pdf/3.%20UNDP%20GTCs%20for%20Contracts%20(Goods%20and-or%20Services)%20-%20Sept%202017_0.pdf</w:t>
          </w:r>
        </w:sdtContent>
      </w:sdt>
    </w:p>
    <w:p w14:paraId="7BE4815E" w14:textId="77777777" w:rsidR="00C62DD2" w:rsidRDefault="00C62DD2" w:rsidP="00144F16">
      <w:pPr>
        <w:rPr>
          <w:rFonts w:eastAsia="Times New Roman" w:cs="Arial"/>
          <w:bCs/>
          <w:sz w:val="20"/>
          <w:szCs w:val="20"/>
        </w:rPr>
      </w:pPr>
    </w:p>
    <w:p w14:paraId="45F2BE07" w14:textId="2E00FCE6" w:rsidR="00932E19" w:rsidRPr="00B64450" w:rsidRDefault="00932E19" w:rsidP="002E5247">
      <w:pPr>
        <w:pStyle w:val="Heading2"/>
        <w:rPr>
          <w:rFonts w:eastAsia="Times New Roman"/>
        </w:rPr>
      </w:pPr>
      <w:bookmarkStart w:id="2" w:name="_Toc8131479"/>
      <w:r w:rsidRPr="00B64450">
        <w:rPr>
          <w:rFonts w:eastAsia="Times New Roman"/>
        </w:rPr>
        <w:t>6.</w:t>
      </w:r>
      <w:r w:rsidR="00070C2B">
        <w:rPr>
          <w:rFonts w:eastAsia="Times New Roman"/>
        </w:rPr>
        <w:t>2</w:t>
      </w:r>
      <w:r w:rsidR="004D68DA" w:rsidRPr="00B64450">
        <w:rPr>
          <w:rFonts w:eastAsia="Times New Roman"/>
        </w:rPr>
        <w:t xml:space="preserve"> Contract Form</w:t>
      </w:r>
      <w:bookmarkEnd w:id="2"/>
    </w:p>
    <w:p w14:paraId="611A443F" w14:textId="77777777" w:rsidR="00070C2B" w:rsidRDefault="00070C2B" w:rsidP="009F02BA">
      <w:pPr>
        <w:rPr>
          <w:rFonts w:eastAsia="Times New Roman" w:cs="Arial"/>
          <w:bCs/>
          <w:sz w:val="20"/>
          <w:szCs w:val="20"/>
        </w:rPr>
      </w:pPr>
    </w:p>
    <w:p w14:paraId="64D58A00" w14:textId="7B9AC15D" w:rsidR="009F02BA" w:rsidRDefault="009F02BA" w:rsidP="009F02BA">
      <w:pPr>
        <w:rPr>
          <w:rFonts w:eastAsia="Times New Roman" w:cs="Arial"/>
          <w:bCs/>
          <w:sz w:val="20"/>
          <w:szCs w:val="20"/>
        </w:rPr>
      </w:pPr>
      <w:r>
        <w:rPr>
          <w:rFonts w:eastAsia="Times New Roman" w:cs="Arial"/>
          <w:bCs/>
          <w:sz w:val="20"/>
          <w:szCs w:val="20"/>
        </w:rPr>
        <w:t xml:space="preserve">In the event of an award, the following sample Contract will </w:t>
      </w:r>
      <w:r w:rsidR="00245B04">
        <w:rPr>
          <w:rFonts w:eastAsia="Times New Roman" w:cs="Arial"/>
          <w:bCs/>
          <w:sz w:val="20"/>
          <w:szCs w:val="20"/>
        </w:rPr>
        <w:t xml:space="preserve">be used: </w:t>
      </w:r>
      <w:sdt>
        <w:sdtPr>
          <w:alias w:val="Name of appropriate Contract"/>
          <w:tag w:val="Name of appropriate Contract"/>
          <w:id w:val="436646605"/>
          <w:placeholder>
            <w:docPart w:val="2E29695B8735412282F45D05A51DAAA7"/>
          </w:placeholder>
          <w:text/>
        </w:sdtPr>
        <w:sdtEndPr/>
        <w:sdtContent>
          <w:r w:rsidR="00F51BAC" w:rsidRPr="00F51BAC">
            <w:t>Contract Face Sheet (Goods and-or Services)</w:t>
          </w:r>
        </w:sdtContent>
      </w:sdt>
    </w:p>
    <w:p w14:paraId="6F1C2187" w14:textId="42BC4FDA" w:rsidR="009F02BA" w:rsidRDefault="009F02BA" w:rsidP="009F02BA">
      <w:pPr>
        <w:rPr>
          <w:rFonts w:eastAsia="Times New Roman" w:cs="Arial"/>
          <w:bCs/>
          <w:sz w:val="20"/>
          <w:szCs w:val="20"/>
        </w:rPr>
      </w:pPr>
      <w:r>
        <w:rPr>
          <w:rFonts w:eastAsia="Times New Roman" w:cs="Arial"/>
          <w:bCs/>
          <w:sz w:val="20"/>
          <w:szCs w:val="20"/>
        </w:rPr>
        <w:t xml:space="preserve">The </w:t>
      </w:r>
      <w:r w:rsidR="00B56A7C">
        <w:rPr>
          <w:rFonts w:eastAsia="Times New Roman" w:cs="Arial"/>
          <w:bCs/>
          <w:sz w:val="20"/>
          <w:szCs w:val="20"/>
        </w:rPr>
        <w:t>template</w:t>
      </w:r>
      <w:r>
        <w:rPr>
          <w:rFonts w:eastAsia="Times New Roman" w:cs="Arial"/>
          <w:bCs/>
          <w:sz w:val="20"/>
          <w:szCs w:val="20"/>
        </w:rPr>
        <w:t xml:space="preserve"> </w:t>
      </w:r>
      <w:r w:rsidR="00B56A7C">
        <w:rPr>
          <w:rFonts w:eastAsia="Times New Roman" w:cs="Arial"/>
          <w:bCs/>
          <w:sz w:val="20"/>
          <w:szCs w:val="20"/>
        </w:rPr>
        <w:t>is</w:t>
      </w:r>
      <w:r>
        <w:rPr>
          <w:rFonts w:eastAsia="Times New Roman" w:cs="Arial"/>
          <w:bCs/>
          <w:sz w:val="20"/>
          <w:szCs w:val="20"/>
        </w:rPr>
        <w:t xml:space="preserve"> available at: </w:t>
      </w:r>
      <w:sdt>
        <w:sdtPr>
          <w:rPr>
            <w:rFonts w:eastAsia="Times New Roman" w:cs="Arial"/>
            <w:bCs/>
            <w:sz w:val="20"/>
            <w:szCs w:val="20"/>
          </w:rPr>
          <w:alias w:val="Insert link to Contract"/>
          <w:tag w:val="Insert link to Contract"/>
          <w:id w:val="-793595668"/>
          <w:placeholder>
            <w:docPart w:val="2E29695B8735412282F45D05A51DAAA7"/>
          </w:placeholder>
          <w:text/>
        </w:sdtPr>
        <w:sdtEndPr/>
        <w:sdtContent>
          <w:r w:rsidR="00F51BAC" w:rsidRPr="00F51BAC">
            <w:rPr>
              <w:rFonts w:eastAsia="Times New Roman" w:cs="Arial"/>
              <w:bCs/>
              <w:sz w:val="20"/>
              <w:szCs w:val="20"/>
            </w:rPr>
            <w:t>https://www.undp.org/sites/g/files/zskgke326/files/procurement/pdf/1%20%20Contract%20Face%20Sheet%20(Goods%20and-or%20Services)%20UNDP%20-%20Sept%202017_0.doc</w:t>
          </w:r>
        </w:sdtContent>
      </w:sdt>
    </w:p>
    <w:p w14:paraId="423C1FC7" w14:textId="77777777" w:rsidR="00BE4C9B" w:rsidRDefault="00BE4C9B">
      <w:pPr>
        <w:rPr>
          <w:rFonts w:eastAsia="Times New Roman" w:cs="Arial"/>
          <w:bCs/>
          <w:sz w:val="20"/>
          <w:szCs w:val="20"/>
        </w:rPr>
      </w:pPr>
    </w:p>
    <w:sectPr w:rsidR="00BE4C9B" w:rsidSect="00E52F69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type w:val="continuous"/>
      <w:pgSz w:w="11906" w:h="16838" w:code="9"/>
      <w:pgMar w:top="1440" w:right="1259" w:bottom="720" w:left="1259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747C8" w14:textId="77777777" w:rsidR="00935668" w:rsidRDefault="00935668" w:rsidP="00F91091">
      <w:pPr>
        <w:spacing w:after="0" w:line="240" w:lineRule="auto"/>
      </w:pPr>
      <w:r>
        <w:separator/>
      </w:r>
    </w:p>
  </w:endnote>
  <w:endnote w:type="continuationSeparator" w:id="0">
    <w:p w14:paraId="00FC1479" w14:textId="77777777" w:rsidR="00935668" w:rsidRDefault="00935668" w:rsidP="00F91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B3E1" w14:textId="77777777" w:rsidR="00680C1D" w:rsidRDefault="00680C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E421D" w14:textId="77777777" w:rsidR="00680C1D" w:rsidRDefault="00680C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B87F7" w14:textId="77777777" w:rsidR="00935668" w:rsidRDefault="00935668" w:rsidP="00F91091">
      <w:pPr>
        <w:spacing w:after="0" w:line="240" w:lineRule="auto"/>
      </w:pPr>
      <w:r>
        <w:separator/>
      </w:r>
    </w:p>
  </w:footnote>
  <w:footnote w:type="continuationSeparator" w:id="0">
    <w:p w14:paraId="4A1AACE4" w14:textId="77777777" w:rsidR="00935668" w:rsidRDefault="00935668" w:rsidP="00F910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97D11" w14:textId="77777777" w:rsidR="00680C1D" w:rsidRDefault="00680C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A143D" w14:textId="77777777" w:rsidR="00680C1D" w:rsidRDefault="00680C1D">
    <w:pPr>
      <w:pStyle w:val="Header"/>
    </w:pPr>
    <w:r w:rsidRPr="004E5033">
      <w:rPr>
        <w:rFonts w:ascii="Century Gothic" w:hAnsi="Century Gothic"/>
        <w:b/>
        <w:noProof/>
        <w:color w:val="8EAADB" w:themeColor="accent1" w:themeTint="99"/>
        <w:lang w:eastAsia="en-GB"/>
      </w:rPr>
      <w:drawing>
        <wp:anchor distT="0" distB="0" distL="114300" distR="114300" simplePos="0" relativeHeight="251658240" behindDoc="1" locked="0" layoutInCell="1" allowOverlap="1" wp14:anchorId="57F47C3C" wp14:editId="594EE821">
          <wp:simplePos x="0" y="0"/>
          <wp:positionH relativeFrom="column">
            <wp:posOffset>5627993</wp:posOffset>
          </wp:positionH>
          <wp:positionV relativeFrom="paragraph">
            <wp:posOffset>25400</wp:posOffset>
          </wp:positionV>
          <wp:extent cx="660400" cy="443345"/>
          <wp:effectExtent l="0" t="0" r="6350" b="0"/>
          <wp:wrapNone/>
          <wp:docPr id="3" name="Picture 3" descr="http://www.britishcouncil.org/learnenglish-central-magazine-united-nations-330x2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britishcouncil.org/learnenglish-central-magazine-united-nations-330x22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400" cy="443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B2AEA" w14:textId="77777777" w:rsidR="00680C1D" w:rsidRDefault="00680C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EE6"/>
    <w:multiLevelType w:val="hybridMultilevel"/>
    <w:tmpl w:val="1D6C0F5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0B368C"/>
    <w:multiLevelType w:val="hybridMultilevel"/>
    <w:tmpl w:val="A33CB3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5F560D"/>
    <w:multiLevelType w:val="hybridMultilevel"/>
    <w:tmpl w:val="E140F5BA"/>
    <w:lvl w:ilvl="0" w:tplc="1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A561CD"/>
    <w:multiLevelType w:val="hybridMultilevel"/>
    <w:tmpl w:val="8E0E333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FF9780B"/>
    <w:multiLevelType w:val="hybridMultilevel"/>
    <w:tmpl w:val="0D12AA12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949C9"/>
    <w:multiLevelType w:val="hybridMultilevel"/>
    <w:tmpl w:val="AD38BC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F40C22"/>
    <w:multiLevelType w:val="multilevel"/>
    <w:tmpl w:val="A3187F42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Segoe UI" w:hAnsi="Segoe UI" w:cs="Segoe U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</w:abstractNum>
  <w:abstractNum w:abstractNumId="8" w15:restartNumberingAfterBreak="0">
    <w:nsid w:val="168224AE"/>
    <w:multiLevelType w:val="multilevel"/>
    <w:tmpl w:val="A66CF8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815151C"/>
    <w:multiLevelType w:val="hybridMultilevel"/>
    <w:tmpl w:val="F4CE40CA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925E26"/>
    <w:multiLevelType w:val="hybridMultilevel"/>
    <w:tmpl w:val="193A1A3A"/>
    <w:lvl w:ilvl="0" w:tplc="A3C2CADC">
      <w:start w:val="1"/>
      <w:numFmt w:val="lowerLetter"/>
      <w:lvlText w:val="%1)"/>
      <w:lvlJc w:val="left"/>
      <w:pPr>
        <w:ind w:left="3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8" w:hanging="360"/>
      </w:pPr>
    </w:lvl>
    <w:lvl w:ilvl="2" w:tplc="0409001B" w:tentative="1">
      <w:start w:val="1"/>
      <w:numFmt w:val="lowerRoman"/>
      <w:lvlText w:val="%3."/>
      <w:lvlJc w:val="right"/>
      <w:pPr>
        <w:ind w:left="1778" w:hanging="180"/>
      </w:pPr>
    </w:lvl>
    <w:lvl w:ilvl="3" w:tplc="0409000F" w:tentative="1">
      <w:start w:val="1"/>
      <w:numFmt w:val="decimal"/>
      <w:lvlText w:val="%4."/>
      <w:lvlJc w:val="left"/>
      <w:pPr>
        <w:ind w:left="2498" w:hanging="360"/>
      </w:pPr>
    </w:lvl>
    <w:lvl w:ilvl="4" w:tplc="04090019" w:tentative="1">
      <w:start w:val="1"/>
      <w:numFmt w:val="lowerLetter"/>
      <w:lvlText w:val="%5."/>
      <w:lvlJc w:val="left"/>
      <w:pPr>
        <w:ind w:left="3218" w:hanging="360"/>
      </w:pPr>
    </w:lvl>
    <w:lvl w:ilvl="5" w:tplc="0409001B" w:tentative="1">
      <w:start w:val="1"/>
      <w:numFmt w:val="lowerRoman"/>
      <w:lvlText w:val="%6."/>
      <w:lvlJc w:val="right"/>
      <w:pPr>
        <w:ind w:left="3938" w:hanging="180"/>
      </w:pPr>
    </w:lvl>
    <w:lvl w:ilvl="6" w:tplc="0409000F" w:tentative="1">
      <w:start w:val="1"/>
      <w:numFmt w:val="decimal"/>
      <w:lvlText w:val="%7."/>
      <w:lvlJc w:val="left"/>
      <w:pPr>
        <w:ind w:left="4658" w:hanging="360"/>
      </w:pPr>
    </w:lvl>
    <w:lvl w:ilvl="7" w:tplc="04090019" w:tentative="1">
      <w:start w:val="1"/>
      <w:numFmt w:val="lowerLetter"/>
      <w:lvlText w:val="%8."/>
      <w:lvlJc w:val="left"/>
      <w:pPr>
        <w:ind w:left="5378" w:hanging="360"/>
      </w:pPr>
    </w:lvl>
    <w:lvl w:ilvl="8" w:tplc="0409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1" w15:restartNumberingAfterBreak="0">
    <w:nsid w:val="20B2145B"/>
    <w:multiLevelType w:val="hybridMultilevel"/>
    <w:tmpl w:val="FDECE022"/>
    <w:lvl w:ilvl="0" w:tplc="1D7C64A4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111115"/>
    <w:multiLevelType w:val="hybridMultilevel"/>
    <w:tmpl w:val="102821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D26CE6"/>
    <w:multiLevelType w:val="hybridMultilevel"/>
    <w:tmpl w:val="FD70576C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7F2EBB"/>
    <w:multiLevelType w:val="hybridMultilevel"/>
    <w:tmpl w:val="09DCA314"/>
    <w:lvl w:ilvl="0" w:tplc="1000000F">
      <w:start w:val="1"/>
      <w:numFmt w:val="decimal"/>
      <w:lvlText w:val="%1."/>
      <w:lvlJc w:val="left"/>
      <w:pPr>
        <w:ind w:left="360" w:hanging="360"/>
      </w:pPr>
    </w:lvl>
    <w:lvl w:ilvl="1" w:tplc="10000019" w:tentative="1">
      <w:start w:val="1"/>
      <w:numFmt w:val="lowerLetter"/>
      <w:lvlText w:val="%2."/>
      <w:lvlJc w:val="left"/>
      <w:pPr>
        <w:ind w:left="1080" w:hanging="360"/>
      </w:pPr>
    </w:lvl>
    <w:lvl w:ilvl="2" w:tplc="1000001B" w:tentative="1">
      <w:start w:val="1"/>
      <w:numFmt w:val="lowerRoman"/>
      <w:lvlText w:val="%3."/>
      <w:lvlJc w:val="right"/>
      <w:pPr>
        <w:ind w:left="1800" w:hanging="180"/>
      </w:pPr>
    </w:lvl>
    <w:lvl w:ilvl="3" w:tplc="1000000F" w:tentative="1">
      <w:start w:val="1"/>
      <w:numFmt w:val="decimal"/>
      <w:lvlText w:val="%4."/>
      <w:lvlJc w:val="left"/>
      <w:pPr>
        <w:ind w:left="2520" w:hanging="360"/>
      </w:pPr>
    </w:lvl>
    <w:lvl w:ilvl="4" w:tplc="10000019" w:tentative="1">
      <w:start w:val="1"/>
      <w:numFmt w:val="lowerLetter"/>
      <w:lvlText w:val="%5."/>
      <w:lvlJc w:val="left"/>
      <w:pPr>
        <w:ind w:left="3240" w:hanging="360"/>
      </w:pPr>
    </w:lvl>
    <w:lvl w:ilvl="5" w:tplc="1000001B" w:tentative="1">
      <w:start w:val="1"/>
      <w:numFmt w:val="lowerRoman"/>
      <w:lvlText w:val="%6."/>
      <w:lvlJc w:val="right"/>
      <w:pPr>
        <w:ind w:left="3960" w:hanging="180"/>
      </w:pPr>
    </w:lvl>
    <w:lvl w:ilvl="6" w:tplc="1000000F" w:tentative="1">
      <w:start w:val="1"/>
      <w:numFmt w:val="decimal"/>
      <w:lvlText w:val="%7."/>
      <w:lvlJc w:val="left"/>
      <w:pPr>
        <w:ind w:left="4680" w:hanging="360"/>
      </w:pPr>
    </w:lvl>
    <w:lvl w:ilvl="7" w:tplc="10000019" w:tentative="1">
      <w:start w:val="1"/>
      <w:numFmt w:val="lowerLetter"/>
      <w:lvlText w:val="%8."/>
      <w:lvlJc w:val="left"/>
      <w:pPr>
        <w:ind w:left="5400" w:hanging="360"/>
      </w:pPr>
    </w:lvl>
    <w:lvl w:ilvl="8" w:tplc="1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63001B"/>
    <w:multiLevelType w:val="hybridMultilevel"/>
    <w:tmpl w:val="3D24F684"/>
    <w:lvl w:ilvl="0" w:tplc="EBD602D2">
      <w:start w:val="1"/>
      <w:numFmt w:val="upperLetter"/>
      <w:lvlText w:val="%1."/>
      <w:lvlJc w:val="left"/>
      <w:pPr>
        <w:ind w:left="720" w:hanging="360"/>
      </w:pPr>
      <w:rPr>
        <w:rFonts w:asciiTheme="majorHAnsi" w:hAnsiTheme="majorHAnsi" w:cs="Times New Roman" w:hint="default"/>
        <w:b/>
        <w:sz w:val="22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BBE092C">
      <w:start w:val="3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31AA9"/>
    <w:multiLevelType w:val="hybridMultilevel"/>
    <w:tmpl w:val="E2C8C88E"/>
    <w:lvl w:ilvl="0" w:tplc="1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ABE3E91"/>
    <w:multiLevelType w:val="multilevel"/>
    <w:tmpl w:val="E55694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C136660"/>
    <w:multiLevelType w:val="hybridMultilevel"/>
    <w:tmpl w:val="97BA4E5C"/>
    <w:lvl w:ilvl="0" w:tplc="04090017">
      <w:start w:val="1"/>
      <w:numFmt w:val="lowerLetter"/>
      <w:lvlText w:val="%1)"/>
      <w:lvlJc w:val="left"/>
      <w:pPr>
        <w:ind w:left="348" w:hanging="360"/>
      </w:pPr>
    </w:lvl>
    <w:lvl w:ilvl="1" w:tplc="04090019" w:tentative="1">
      <w:start w:val="1"/>
      <w:numFmt w:val="lowerLetter"/>
      <w:lvlText w:val="%2."/>
      <w:lvlJc w:val="left"/>
      <w:pPr>
        <w:ind w:left="1068" w:hanging="360"/>
      </w:pPr>
    </w:lvl>
    <w:lvl w:ilvl="2" w:tplc="0409001B" w:tentative="1">
      <w:start w:val="1"/>
      <w:numFmt w:val="lowerRoman"/>
      <w:lvlText w:val="%3."/>
      <w:lvlJc w:val="right"/>
      <w:pPr>
        <w:ind w:left="1788" w:hanging="180"/>
      </w:pPr>
    </w:lvl>
    <w:lvl w:ilvl="3" w:tplc="0409000F" w:tentative="1">
      <w:start w:val="1"/>
      <w:numFmt w:val="decimal"/>
      <w:lvlText w:val="%4."/>
      <w:lvlJc w:val="left"/>
      <w:pPr>
        <w:ind w:left="2508" w:hanging="360"/>
      </w:pPr>
    </w:lvl>
    <w:lvl w:ilvl="4" w:tplc="04090019" w:tentative="1">
      <w:start w:val="1"/>
      <w:numFmt w:val="lowerLetter"/>
      <w:lvlText w:val="%5."/>
      <w:lvlJc w:val="left"/>
      <w:pPr>
        <w:ind w:left="3228" w:hanging="360"/>
      </w:pPr>
    </w:lvl>
    <w:lvl w:ilvl="5" w:tplc="0409001B" w:tentative="1">
      <w:start w:val="1"/>
      <w:numFmt w:val="lowerRoman"/>
      <w:lvlText w:val="%6."/>
      <w:lvlJc w:val="right"/>
      <w:pPr>
        <w:ind w:left="3948" w:hanging="180"/>
      </w:pPr>
    </w:lvl>
    <w:lvl w:ilvl="6" w:tplc="0409000F" w:tentative="1">
      <w:start w:val="1"/>
      <w:numFmt w:val="decimal"/>
      <w:lvlText w:val="%7."/>
      <w:lvlJc w:val="left"/>
      <w:pPr>
        <w:ind w:left="4668" w:hanging="360"/>
      </w:pPr>
    </w:lvl>
    <w:lvl w:ilvl="7" w:tplc="04090019" w:tentative="1">
      <w:start w:val="1"/>
      <w:numFmt w:val="lowerLetter"/>
      <w:lvlText w:val="%8."/>
      <w:lvlJc w:val="left"/>
      <w:pPr>
        <w:ind w:left="5388" w:hanging="360"/>
      </w:pPr>
    </w:lvl>
    <w:lvl w:ilvl="8" w:tplc="0409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9" w15:restartNumberingAfterBreak="0">
    <w:nsid w:val="3C9C74F1"/>
    <w:multiLevelType w:val="hybridMultilevel"/>
    <w:tmpl w:val="90441840"/>
    <w:lvl w:ilvl="0" w:tplc="808288C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080" w:hanging="360"/>
      </w:pPr>
    </w:lvl>
    <w:lvl w:ilvl="2" w:tplc="1000001B" w:tentative="1">
      <w:start w:val="1"/>
      <w:numFmt w:val="lowerRoman"/>
      <w:lvlText w:val="%3."/>
      <w:lvlJc w:val="right"/>
      <w:pPr>
        <w:ind w:left="1800" w:hanging="180"/>
      </w:pPr>
    </w:lvl>
    <w:lvl w:ilvl="3" w:tplc="1000000F" w:tentative="1">
      <w:start w:val="1"/>
      <w:numFmt w:val="decimal"/>
      <w:lvlText w:val="%4."/>
      <w:lvlJc w:val="left"/>
      <w:pPr>
        <w:ind w:left="2520" w:hanging="360"/>
      </w:pPr>
    </w:lvl>
    <w:lvl w:ilvl="4" w:tplc="10000019" w:tentative="1">
      <w:start w:val="1"/>
      <w:numFmt w:val="lowerLetter"/>
      <w:lvlText w:val="%5."/>
      <w:lvlJc w:val="left"/>
      <w:pPr>
        <w:ind w:left="3240" w:hanging="360"/>
      </w:pPr>
    </w:lvl>
    <w:lvl w:ilvl="5" w:tplc="1000001B" w:tentative="1">
      <w:start w:val="1"/>
      <w:numFmt w:val="lowerRoman"/>
      <w:lvlText w:val="%6."/>
      <w:lvlJc w:val="right"/>
      <w:pPr>
        <w:ind w:left="3960" w:hanging="180"/>
      </w:pPr>
    </w:lvl>
    <w:lvl w:ilvl="6" w:tplc="1000000F" w:tentative="1">
      <w:start w:val="1"/>
      <w:numFmt w:val="decimal"/>
      <w:lvlText w:val="%7."/>
      <w:lvlJc w:val="left"/>
      <w:pPr>
        <w:ind w:left="4680" w:hanging="360"/>
      </w:pPr>
    </w:lvl>
    <w:lvl w:ilvl="7" w:tplc="10000019" w:tentative="1">
      <w:start w:val="1"/>
      <w:numFmt w:val="lowerLetter"/>
      <w:lvlText w:val="%8."/>
      <w:lvlJc w:val="left"/>
      <w:pPr>
        <w:ind w:left="5400" w:hanging="360"/>
      </w:pPr>
    </w:lvl>
    <w:lvl w:ilvl="8" w:tplc="1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FC4780F"/>
    <w:multiLevelType w:val="hybridMultilevel"/>
    <w:tmpl w:val="AE102E0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808080" w:themeColor="background1" w:themeShade="8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3944226"/>
    <w:multiLevelType w:val="hybridMultilevel"/>
    <w:tmpl w:val="C3B6D97A"/>
    <w:lvl w:ilvl="0" w:tplc="04090001">
      <w:start w:val="1"/>
      <w:numFmt w:val="bullet"/>
      <w:lvlText w:val=""/>
      <w:lvlJc w:val="left"/>
      <w:pPr>
        <w:ind w:left="6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2" w15:restartNumberingAfterBreak="0">
    <w:nsid w:val="43A37916"/>
    <w:multiLevelType w:val="hybridMultilevel"/>
    <w:tmpl w:val="4232088E"/>
    <w:lvl w:ilvl="0" w:tplc="1000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3" w15:restartNumberingAfterBreak="0">
    <w:nsid w:val="49CA7F8A"/>
    <w:multiLevelType w:val="hybridMultilevel"/>
    <w:tmpl w:val="69601622"/>
    <w:lvl w:ilvl="0" w:tplc="04090017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700" w:hanging="360"/>
      </w:pPr>
    </w:lvl>
    <w:lvl w:ilvl="2" w:tplc="1000001B" w:tentative="1">
      <w:start w:val="1"/>
      <w:numFmt w:val="lowerRoman"/>
      <w:lvlText w:val="%3."/>
      <w:lvlJc w:val="right"/>
      <w:pPr>
        <w:ind w:left="1420" w:hanging="180"/>
      </w:pPr>
    </w:lvl>
    <w:lvl w:ilvl="3" w:tplc="1000000F" w:tentative="1">
      <w:start w:val="1"/>
      <w:numFmt w:val="decimal"/>
      <w:lvlText w:val="%4."/>
      <w:lvlJc w:val="left"/>
      <w:pPr>
        <w:ind w:left="2140" w:hanging="360"/>
      </w:pPr>
    </w:lvl>
    <w:lvl w:ilvl="4" w:tplc="10000019" w:tentative="1">
      <w:start w:val="1"/>
      <w:numFmt w:val="lowerLetter"/>
      <w:lvlText w:val="%5."/>
      <w:lvlJc w:val="left"/>
      <w:pPr>
        <w:ind w:left="2860" w:hanging="360"/>
      </w:pPr>
    </w:lvl>
    <w:lvl w:ilvl="5" w:tplc="1000001B" w:tentative="1">
      <w:start w:val="1"/>
      <w:numFmt w:val="lowerRoman"/>
      <w:lvlText w:val="%6."/>
      <w:lvlJc w:val="right"/>
      <w:pPr>
        <w:ind w:left="3580" w:hanging="180"/>
      </w:pPr>
    </w:lvl>
    <w:lvl w:ilvl="6" w:tplc="1000000F" w:tentative="1">
      <w:start w:val="1"/>
      <w:numFmt w:val="decimal"/>
      <w:lvlText w:val="%7."/>
      <w:lvlJc w:val="left"/>
      <w:pPr>
        <w:ind w:left="4300" w:hanging="360"/>
      </w:pPr>
    </w:lvl>
    <w:lvl w:ilvl="7" w:tplc="10000019" w:tentative="1">
      <w:start w:val="1"/>
      <w:numFmt w:val="lowerLetter"/>
      <w:lvlText w:val="%8."/>
      <w:lvlJc w:val="left"/>
      <w:pPr>
        <w:ind w:left="5020" w:hanging="360"/>
      </w:pPr>
    </w:lvl>
    <w:lvl w:ilvl="8" w:tplc="1000001B" w:tentative="1">
      <w:start w:val="1"/>
      <w:numFmt w:val="lowerRoman"/>
      <w:lvlText w:val="%9."/>
      <w:lvlJc w:val="right"/>
      <w:pPr>
        <w:ind w:left="5740" w:hanging="180"/>
      </w:pPr>
    </w:lvl>
  </w:abstractNum>
  <w:abstractNum w:abstractNumId="24" w15:restartNumberingAfterBreak="0">
    <w:nsid w:val="503A1960"/>
    <w:multiLevelType w:val="hybridMultilevel"/>
    <w:tmpl w:val="C272415C"/>
    <w:lvl w:ilvl="0" w:tplc="5054F80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BD1690"/>
    <w:multiLevelType w:val="hybridMultilevel"/>
    <w:tmpl w:val="6B807640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0B0A51"/>
    <w:multiLevelType w:val="hybridMultilevel"/>
    <w:tmpl w:val="2624B87E"/>
    <w:lvl w:ilvl="0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3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1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835" w:hanging="360"/>
      </w:pPr>
      <w:rPr>
        <w:rFonts w:ascii="Wingdings" w:hAnsi="Wingdings" w:hint="default"/>
      </w:rPr>
    </w:lvl>
  </w:abstractNum>
  <w:abstractNum w:abstractNumId="27" w15:restartNumberingAfterBreak="0">
    <w:nsid w:val="5B18675F"/>
    <w:multiLevelType w:val="hybridMultilevel"/>
    <w:tmpl w:val="E63409F4"/>
    <w:lvl w:ilvl="0" w:tplc="1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F1D1531"/>
    <w:multiLevelType w:val="hybridMultilevel"/>
    <w:tmpl w:val="68089050"/>
    <w:lvl w:ilvl="0" w:tplc="1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67F75C6"/>
    <w:multiLevelType w:val="hybridMultilevel"/>
    <w:tmpl w:val="7958BED8"/>
    <w:lvl w:ilvl="0" w:tplc="DC60D728">
      <w:start w:val="1"/>
      <w:numFmt w:val="upperLetter"/>
      <w:lvlText w:val="%1."/>
      <w:lvlJc w:val="left"/>
      <w:pPr>
        <w:ind w:left="720" w:hanging="360"/>
      </w:pPr>
      <w:rPr>
        <w:rFonts w:ascii="Segoe UI" w:hAnsi="Segoe UI" w:cs="Segoe UI" w:hint="default"/>
        <w:b/>
        <w:sz w:val="22"/>
      </w:rPr>
    </w:lvl>
    <w:lvl w:ilvl="1" w:tplc="2702E1EA">
      <w:start w:val="1"/>
      <w:numFmt w:val="lowerLetter"/>
      <w:lvlText w:val="%2)"/>
      <w:lvlJc w:val="left"/>
      <w:pPr>
        <w:ind w:left="1440" w:hanging="360"/>
      </w:pPr>
    </w:lvl>
    <w:lvl w:ilvl="2" w:tplc="BBBE092C">
      <w:start w:val="34"/>
      <w:numFmt w:val="decimal"/>
      <w:lvlText w:val="%3."/>
      <w:lvlJc w:val="left"/>
      <w:pPr>
        <w:ind w:left="234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0E64E5"/>
    <w:multiLevelType w:val="hybridMultilevel"/>
    <w:tmpl w:val="25BAAE84"/>
    <w:lvl w:ilvl="0" w:tplc="7CBA58FC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6C123182"/>
    <w:multiLevelType w:val="hybridMultilevel"/>
    <w:tmpl w:val="29CE1B4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808080" w:themeColor="background1" w:themeShade="8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D0F3989"/>
    <w:multiLevelType w:val="multilevel"/>
    <w:tmpl w:val="4620AC5A"/>
    <w:lvl w:ilvl="0">
      <w:start w:val="1"/>
      <w:numFmt w:val="decimal"/>
      <w:pStyle w:val="Heading3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88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1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16" w:hanging="1440"/>
      </w:pPr>
      <w:rPr>
        <w:rFonts w:hint="default"/>
      </w:rPr>
    </w:lvl>
  </w:abstractNum>
  <w:abstractNum w:abstractNumId="33" w15:restartNumberingAfterBreak="0">
    <w:nsid w:val="6DF77B78"/>
    <w:multiLevelType w:val="multilevel"/>
    <w:tmpl w:val="CD0CF7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4" w15:restartNumberingAfterBreak="0">
    <w:nsid w:val="70204CE1"/>
    <w:multiLevelType w:val="hybridMultilevel"/>
    <w:tmpl w:val="2E6C5F1C"/>
    <w:lvl w:ilvl="0" w:tplc="1000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5" w15:restartNumberingAfterBreak="0">
    <w:nsid w:val="703163FF"/>
    <w:multiLevelType w:val="hybridMultilevel"/>
    <w:tmpl w:val="66AC722A"/>
    <w:lvl w:ilvl="0" w:tplc="13808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900B2C">
      <w:start w:val="1"/>
      <w:numFmt w:val="lowerLetter"/>
      <w:lvlText w:val="%2)"/>
      <w:lvlJc w:val="left"/>
      <w:pPr>
        <w:ind w:left="1905" w:hanging="82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483EFA"/>
    <w:multiLevelType w:val="hybridMultilevel"/>
    <w:tmpl w:val="6C9E7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093878"/>
    <w:multiLevelType w:val="hybridMultilevel"/>
    <w:tmpl w:val="52724CB4"/>
    <w:lvl w:ilvl="0" w:tplc="984AB51E">
      <w:start w:val="1"/>
      <w:numFmt w:val="lowerRoman"/>
      <w:lvlText w:val="%1."/>
      <w:lvlJc w:val="right"/>
      <w:pPr>
        <w:ind w:left="720" w:hanging="360"/>
      </w:pPr>
    </w:lvl>
    <w:lvl w:ilvl="1" w:tplc="2E3ACA1C">
      <w:start w:val="1"/>
      <w:numFmt w:val="lowerRoman"/>
      <w:lvlText w:val="(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9001B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0E7B2C"/>
    <w:multiLevelType w:val="hybridMultilevel"/>
    <w:tmpl w:val="89D07084"/>
    <w:lvl w:ilvl="0" w:tplc="1000000F">
      <w:start w:val="1"/>
      <w:numFmt w:val="decimal"/>
      <w:lvlText w:val="%1."/>
      <w:lvlJc w:val="left"/>
      <w:pPr>
        <w:ind w:left="360" w:hanging="360"/>
      </w:pPr>
    </w:lvl>
    <w:lvl w:ilvl="1" w:tplc="10000019" w:tentative="1">
      <w:start w:val="1"/>
      <w:numFmt w:val="lowerLetter"/>
      <w:lvlText w:val="%2."/>
      <w:lvlJc w:val="left"/>
      <w:pPr>
        <w:ind w:left="1080" w:hanging="360"/>
      </w:pPr>
    </w:lvl>
    <w:lvl w:ilvl="2" w:tplc="1000001B" w:tentative="1">
      <w:start w:val="1"/>
      <w:numFmt w:val="lowerRoman"/>
      <w:lvlText w:val="%3."/>
      <w:lvlJc w:val="right"/>
      <w:pPr>
        <w:ind w:left="1800" w:hanging="180"/>
      </w:pPr>
    </w:lvl>
    <w:lvl w:ilvl="3" w:tplc="1000000F" w:tentative="1">
      <w:start w:val="1"/>
      <w:numFmt w:val="decimal"/>
      <w:lvlText w:val="%4."/>
      <w:lvlJc w:val="left"/>
      <w:pPr>
        <w:ind w:left="2520" w:hanging="360"/>
      </w:pPr>
    </w:lvl>
    <w:lvl w:ilvl="4" w:tplc="10000019" w:tentative="1">
      <w:start w:val="1"/>
      <w:numFmt w:val="lowerLetter"/>
      <w:lvlText w:val="%5."/>
      <w:lvlJc w:val="left"/>
      <w:pPr>
        <w:ind w:left="3240" w:hanging="360"/>
      </w:pPr>
    </w:lvl>
    <w:lvl w:ilvl="5" w:tplc="1000001B" w:tentative="1">
      <w:start w:val="1"/>
      <w:numFmt w:val="lowerRoman"/>
      <w:lvlText w:val="%6."/>
      <w:lvlJc w:val="right"/>
      <w:pPr>
        <w:ind w:left="3960" w:hanging="180"/>
      </w:pPr>
    </w:lvl>
    <w:lvl w:ilvl="6" w:tplc="1000000F" w:tentative="1">
      <w:start w:val="1"/>
      <w:numFmt w:val="decimal"/>
      <w:lvlText w:val="%7."/>
      <w:lvlJc w:val="left"/>
      <w:pPr>
        <w:ind w:left="4680" w:hanging="360"/>
      </w:pPr>
    </w:lvl>
    <w:lvl w:ilvl="7" w:tplc="10000019" w:tentative="1">
      <w:start w:val="1"/>
      <w:numFmt w:val="lowerLetter"/>
      <w:lvlText w:val="%8."/>
      <w:lvlJc w:val="left"/>
      <w:pPr>
        <w:ind w:left="5400" w:hanging="360"/>
      </w:pPr>
    </w:lvl>
    <w:lvl w:ilvl="8" w:tplc="1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3AE3884"/>
    <w:multiLevelType w:val="hybridMultilevel"/>
    <w:tmpl w:val="AFEEAB10"/>
    <w:lvl w:ilvl="0" w:tplc="1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3FB467A"/>
    <w:multiLevelType w:val="hybridMultilevel"/>
    <w:tmpl w:val="0B225BD6"/>
    <w:lvl w:ilvl="0" w:tplc="1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4CE4C55"/>
    <w:multiLevelType w:val="hybridMultilevel"/>
    <w:tmpl w:val="1CBA9540"/>
    <w:lvl w:ilvl="0" w:tplc="EBD602D2">
      <w:start w:val="1"/>
      <w:numFmt w:val="upperLetter"/>
      <w:lvlText w:val="%1."/>
      <w:lvlJc w:val="left"/>
      <w:pPr>
        <w:ind w:left="720" w:hanging="360"/>
      </w:pPr>
      <w:rPr>
        <w:rFonts w:asciiTheme="majorHAnsi" w:hAnsiTheme="majorHAnsi" w:cs="Times New Roman" w:hint="default"/>
        <w:b/>
        <w:sz w:val="22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BBE092C">
      <w:start w:val="3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4A6E51"/>
    <w:multiLevelType w:val="hybridMultilevel"/>
    <w:tmpl w:val="B6824808"/>
    <w:lvl w:ilvl="0" w:tplc="1000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10000003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43" w15:restartNumberingAfterBreak="0">
    <w:nsid w:val="7F6C2A23"/>
    <w:multiLevelType w:val="hybridMultilevel"/>
    <w:tmpl w:val="8D46432A"/>
    <w:lvl w:ilvl="0" w:tplc="DC60D728">
      <w:start w:val="1"/>
      <w:numFmt w:val="upperLetter"/>
      <w:lvlText w:val="%1."/>
      <w:lvlJc w:val="left"/>
      <w:pPr>
        <w:ind w:left="720" w:hanging="360"/>
      </w:pPr>
      <w:rPr>
        <w:rFonts w:ascii="Segoe UI" w:hAnsi="Segoe UI" w:cs="Segoe UI" w:hint="default"/>
        <w:b/>
        <w:sz w:val="22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BBE092C">
      <w:start w:val="3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40"/>
  </w:num>
  <w:num w:numId="4">
    <w:abstractNumId w:val="13"/>
  </w:num>
  <w:num w:numId="5">
    <w:abstractNumId w:val="6"/>
  </w:num>
  <w:num w:numId="6">
    <w:abstractNumId w:val="5"/>
  </w:num>
  <w:num w:numId="7">
    <w:abstractNumId w:val="42"/>
  </w:num>
  <w:num w:numId="8">
    <w:abstractNumId w:val="37"/>
  </w:num>
  <w:num w:numId="9">
    <w:abstractNumId w:val="25"/>
  </w:num>
  <w:num w:numId="10">
    <w:abstractNumId w:val="15"/>
  </w:num>
  <w:num w:numId="11">
    <w:abstractNumId w:val="41"/>
  </w:num>
  <w:num w:numId="12">
    <w:abstractNumId w:val="4"/>
  </w:num>
  <w:num w:numId="13">
    <w:abstractNumId w:val="43"/>
  </w:num>
  <w:num w:numId="14">
    <w:abstractNumId w:val="18"/>
  </w:num>
  <w:num w:numId="15">
    <w:abstractNumId w:val="26"/>
  </w:num>
  <w:num w:numId="16">
    <w:abstractNumId w:val="19"/>
  </w:num>
  <w:num w:numId="17">
    <w:abstractNumId w:val="23"/>
  </w:num>
  <w:num w:numId="18">
    <w:abstractNumId w:val="38"/>
  </w:num>
  <w:num w:numId="19">
    <w:abstractNumId w:val="14"/>
  </w:num>
  <w:num w:numId="20">
    <w:abstractNumId w:val="39"/>
  </w:num>
  <w:num w:numId="21">
    <w:abstractNumId w:val="30"/>
  </w:num>
  <w:num w:numId="22">
    <w:abstractNumId w:val="36"/>
  </w:num>
  <w:num w:numId="23">
    <w:abstractNumId w:val="20"/>
  </w:num>
  <w:num w:numId="24">
    <w:abstractNumId w:val="31"/>
  </w:num>
  <w:num w:numId="25">
    <w:abstractNumId w:val="11"/>
  </w:num>
  <w:num w:numId="26">
    <w:abstractNumId w:val="0"/>
  </w:num>
  <w:num w:numId="27">
    <w:abstractNumId w:val="35"/>
  </w:num>
  <w:num w:numId="28">
    <w:abstractNumId w:val="12"/>
  </w:num>
  <w:num w:numId="29">
    <w:abstractNumId w:val="34"/>
  </w:num>
  <w:num w:numId="30">
    <w:abstractNumId w:val="16"/>
  </w:num>
  <w:num w:numId="31">
    <w:abstractNumId w:val="32"/>
  </w:num>
  <w:num w:numId="32">
    <w:abstractNumId w:val="22"/>
  </w:num>
  <w:num w:numId="33">
    <w:abstractNumId w:val="9"/>
  </w:num>
  <w:num w:numId="34">
    <w:abstractNumId w:val="28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3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3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</w:num>
  <w:num w:numId="39">
    <w:abstractNumId w:val="24"/>
  </w:num>
  <w:num w:numId="40">
    <w:abstractNumId w:val="1"/>
  </w:num>
  <w:num w:numId="4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1"/>
  </w:num>
  <w:num w:numId="43">
    <w:abstractNumId w:val="10"/>
  </w:num>
  <w:num w:numId="44">
    <w:abstractNumId w:val="3"/>
  </w:num>
  <w:num w:numId="45">
    <w:abstractNumId w:val="17"/>
  </w:num>
  <w:num w:numId="46">
    <w:abstractNumId w:val="8"/>
  </w:num>
  <w:num w:numId="47">
    <w:abstractNumId w:val="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34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B39"/>
    <w:rsid w:val="0000076E"/>
    <w:rsid w:val="00000962"/>
    <w:rsid w:val="00002FB4"/>
    <w:rsid w:val="00006AC6"/>
    <w:rsid w:val="000166FB"/>
    <w:rsid w:val="00024E38"/>
    <w:rsid w:val="00024EA4"/>
    <w:rsid w:val="00030F49"/>
    <w:rsid w:val="00033EC1"/>
    <w:rsid w:val="0003605B"/>
    <w:rsid w:val="00040FA0"/>
    <w:rsid w:val="0004308B"/>
    <w:rsid w:val="00045155"/>
    <w:rsid w:val="00050840"/>
    <w:rsid w:val="000512E3"/>
    <w:rsid w:val="00052D15"/>
    <w:rsid w:val="00054F25"/>
    <w:rsid w:val="00055A55"/>
    <w:rsid w:val="00060203"/>
    <w:rsid w:val="0006144D"/>
    <w:rsid w:val="000618EC"/>
    <w:rsid w:val="000620EE"/>
    <w:rsid w:val="0006327F"/>
    <w:rsid w:val="00065A7F"/>
    <w:rsid w:val="00065D25"/>
    <w:rsid w:val="000662D1"/>
    <w:rsid w:val="00066B22"/>
    <w:rsid w:val="00066FEA"/>
    <w:rsid w:val="00070C2B"/>
    <w:rsid w:val="000725D4"/>
    <w:rsid w:val="00075355"/>
    <w:rsid w:val="00081A47"/>
    <w:rsid w:val="000831F4"/>
    <w:rsid w:val="00083C1A"/>
    <w:rsid w:val="00084BDD"/>
    <w:rsid w:val="00090F5C"/>
    <w:rsid w:val="00092DB1"/>
    <w:rsid w:val="000949B8"/>
    <w:rsid w:val="00096A7B"/>
    <w:rsid w:val="000A24F3"/>
    <w:rsid w:val="000A2E15"/>
    <w:rsid w:val="000A3070"/>
    <w:rsid w:val="000A439E"/>
    <w:rsid w:val="000A4D4E"/>
    <w:rsid w:val="000A53C1"/>
    <w:rsid w:val="000A63BB"/>
    <w:rsid w:val="000B3F49"/>
    <w:rsid w:val="000C0C6B"/>
    <w:rsid w:val="000C1233"/>
    <w:rsid w:val="000C1926"/>
    <w:rsid w:val="000C2930"/>
    <w:rsid w:val="000C3258"/>
    <w:rsid w:val="000C41C0"/>
    <w:rsid w:val="000C6B6A"/>
    <w:rsid w:val="000C7288"/>
    <w:rsid w:val="000D006A"/>
    <w:rsid w:val="000D118B"/>
    <w:rsid w:val="000D2403"/>
    <w:rsid w:val="000D28AB"/>
    <w:rsid w:val="000D419E"/>
    <w:rsid w:val="000E29F8"/>
    <w:rsid w:val="000E313B"/>
    <w:rsid w:val="000E470A"/>
    <w:rsid w:val="000E4C9F"/>
    <w:rsid w:val="000E4D21"/>
    <w:rsid w:val="000E5E83"/>
    <w:rsid w:val="000E60A3"/>
    <w:rsid w:val="000F0B68"/>
    <w:rsid w:val="000F3A9B"/>
    <w:rsid w:val="000F67D6"/>
    <w:rsid w:val="000F74D0"/>
    <w:rsid w:val="00100955"/>
    <w:rsid w:val="00101400"/>
    <w:rsid w:val="00101688"/>
    <w:rsid w:val="001037CE"/>
    <w:rsid w:val="00104BCB"/>
    <w:rsid w:val="00110EB0"/>
    <w:rsid w:val="00111B12"/>
    <w:rsid w:val="0011266E"/>
    <w:rsid w:val="0011562B"/>
    <w:rsid w:val="00117547"/>
    <w:rsid w:val="001201E4"/>
    <w:rsid w:val="0012139B"/>
    <w:rsid w:val="0012250F"/>
    <w:rsid w:val="00122EF2"/>
    <w:rsid w:val="00124AE9"/>
    <w:rsid w:val="0012510F"/>
    <w:rsid w:val="00131388"/>
    <w:rsid w:val="001321E3"/>
    <w:rsid w:val="0013297A"/>
    <w:rsid w:val="00137E0D"/>
    <w:rsid w:val="00141C03"/>
    <w:rsid w:val="00141DA2"/>
    <w:rsid w:val="00142AEC"/>
    <w:rsid w:val="00142C58"/>
    <w:rsid w:val="00144F16"/>
    <w:rsid w:val="001471CD"/>
    <w:rsid w:val="001501D9"/>
    <w:rsid w:val="00150C31"/>
    <w:rsid w:val="00150E4C"/>
    <w:rsid w:val="00151BCC"/>
    <w:rsid w:val="00152E9B"/>
    <w:rsid w:val="00153276"/>
    <w:rsid w:val="00153420"/>
    <w:rsid w:val="00167053"/>
    <w:rsid w:val="0017437A"/>
    <w:rsid w:val="0017776E"/>
    <w:rsid w:val="00177FC0"/>
    <w:rsid w:val="00181BC6"/>
    <w:rsid w:val="001820A8"/>
    <w:rsid w:val="00184000"/>
    <w:rsid w:val="00184197"/>
    <w:rsid w:val="00187E54"/>
    <w:rsid w:val="001908DE"/>
    <w:rsid w:val="00193F0B"/>
    <w:rsid w:val="00196E8C"/>
    <w:rsid w:val="001A0510"/>
    <w:rsid w:val="001A1257"/>
    <w:rsid w:val="001A4DB1"/>
    <w:rsid w:val="001A4F40"/>
    <w:rsid w:val="001A5258"/>
    <w:rsid w:val="001A5E3A"/>
    <w:rsid w:val="001A7EA6"/>
    <w:rsid w:val="001B1768"/>
    <w:rsid w:val="001B224E"/>
    <w:rsid w:val="001B313D"/>
    <w:rsid w:val="001B4852"/>
    <w:rsid w:val="001C1BEE"/>
    <w:rsid w:val="001C2CC8"/>
    <w:rsid w:val="001C349F"/>
    <w:rsid w:val="001C77A4"/>
    <w:rsid w:val="001D212A"/>
    <w:rsid w:val="001D3648"/>
    <w:rsid w:val="001D5AEB"/>
    <w:rsid w:val="001E0676"/>
    <w:rsid w:val="001E0FB0"/>
    <w:rsid w:val="001E12DA"/>
    <w:rsid w:val="001E1452"/>
    <w:rsid w:val="001E14F2"/>
    <w:rsid w:val="001E3B28"/>
    <w:rsid w:val="001E4FA2"/>
    <w:rsid w:val="001E54F2"/>
    <w:rsid w:val="001F0453"/>
    <w:rsid w:val="001F0783"/>
    <w:rsid w:val="001F2AF2"/>
    <w:rsid w:val="001F3EB6"/>
    <w:rsid w:val="001F4243"/>
    <w:rsid w:val="0020221C"/>
    <w:rsid w:val="002050A7"/>
    <w:rsid w:val="0020670D"/>
    <w:rsid w:val="00207489"/>
    <w:rsid w:val="00210B6E"/>
    <w:rsid w:val="00214F6B"/>
    <w:rsid w:val="002176FB"/>
    <w:rsid w:val="00225428"/>
    <w:rsid w:val="00225735"/>
    <w:rsid w:val="0023184D"/>
    <w:rsid w:val="00233F4C"/>
    <w:rsid w:val="00235B60"/>
    <w:rsid w:val="00236082"/>
    <w:rsid w:val="00241135"/>
    <w:rsid w:val="00242485"/>
    <w:rsid w:val="00243353"/>
    <w:rsid w:val="00243854"/>
    <w:rsid w:val="00244032"/>
    <w:rsid w:val="00245662"/>
    <w:rsid w:val="00245B04"/>
    <w:rsid w:val="00255090"/>
    <w:rsid w:val="00255774"/>
    <w:rsid w:val="00256512"/>
    <w:rsid w:val="00262FDD"/>
    <w:rsid w:val="002637CB"/>
    <w:rsid w:val="00265D1C"/>
    <w:rsid w:val="00266FA7"/>
    <w:rsid w:val="00273A74"/>
    <w:rsid w:val="00274001"/>
    <w:rsid w:val="00274C6F"/>
    <w:rsid w:val="00274EFB"/>
    <w:rsid w:val="0028068C"/>
    <w:rsid w:val="00282161"/>
    <w:rsid w:val="0028262D"/>
    <w:rsid w:val="00286346"/>
    <w:rsid w:val="00286388"/>
    <w:rsid w:val="00286CF3"/>
    <w:rsid w:val="00292603"/>
    <w:rsid w:val="002951F5"/>
    <w:rsid w:val="00295840"/>
    <w:rsid w:val="00297D9F"/>
    <w:rsid w:val="002A151B"/>
    <w:rsid w:val="002A5B2A"/>
    <w:rsid w:val="002B14E8"/>
    <w:rsid w:val="002B33B6"/>
    <w:rsid w:val="002B4592"/>
    <w:rsid w:val="002B4948"/>
    <w:rsid w:val="002C498B"/>
    <w:rsid w:val="002D5B00"/>
    <w:rsid w:val="002D63B1"/>
    <w:rsid w:val="002D6B33"/>
    <w:rsid w:val="002E14E6"/>
    <w:rsid w:val="002E1BB7"/>
    <w:rsid w:val="002E1BF5"/>
    <w:rsid w:val="002E283A"/>
    <w:rsid w:val="002E38E9"/>
    <w:rsid w:val="002E396F"/>
    <w:rsid w:val="002E51AC"/>
    <w:rsid w:val="002E5247"/>
    <w:rsid w:val="002E7C5C"/>
    <w:rsid w:val="002F70DC"/>
    <w:rsid w:val="002F793C"/>
    <w:rsid w:val="002F7D8F"/>
    <w:rsid w:val="0030229A"/>
    <w:rsid w:val="00304E28"/>
    <w:rsid w:val="003068A8"/>
    <w:rsid w:val="00311C06"/>
    <w:rsid w:val="003127E5"/>
    <w:rsid w:val="00315048"/>
    <w:rsid w:val="00317E6D"/>
    <w:rsid w:val="00324186"/>
    <w:rsid w:val="00325753"/>
    <w:rsid w:val="00327A3E"/>
    <w:rsid w:val="00327EE5"/>
    <w:rsid w:val="003424AE"/>
    <w:rsid w:val="00343DAB"/>
    <w:rsid w:val="00343E76"/>
    <w:rsid w:val="00343EFD"/>
    <w:rsid w:val="00345465"/>
    <w:rsid w:val="00345C32"/>
    <w:rsid w:val="00350E64"/>
    <w:rsid w:val="003528F3"/>
    <w:rsid w:val="0036147C"/>
    <w:rsid w:val="00371E96"/>
    <w:rsid w:val="0037201A"/>
    <w:rsid w:val="00372B57"/>
    <w:rsid w:val="00373952"/>
    <w:rsid w:val="0037465E"/>
    <w:rsid w:val="00375B00"/>
    <w:rsid w:val="00376ABE"/>
    <w:rsid w:val="00380487"/>
    <w:rsid w:val="003847CF"/>
    <w:rsid w:val="00386701"/>
    <w:rsid w:val="00386E00"/>
    <w:rsid w:val="003871EC"/>
    <w:rsid w:val="00387E8E"/>
    <w:rsid w:val="003910F8"/>
    <w:rsid w:val="00393C59"/>
    <w:rsid w:val="00393E11"/>
    <w:rsid w:val="003979DF"/>
    <w:rsid w:val="003A0006"/>
    <w:rsid w:val="003A0061"/>
    <w:rsid w:val="003A37AA"/>
    <w:rsid w:val="003A39DC"/>
    <w:rsid w:val="003A418C"/>
    <w:rsid w:val="003A53A4"/>
    <w:rsid w:val="003B2364"/>
    <w:rsid w:val="003B46CA"/>
    <w:rsid w:val="003B4E47"/>
    <w:rsid w:val="003B4F11"/>
    <w:rsid w:val="003C0B90"/>
    <w:rsid w:val="003C0D25"/>
    <w:rsid w:val="003C28F4"/>
    <w:rsid w:val="003C38C1"/>
    <w:rsid w:val="003D1922"/>
    <w:rsid w:val="003D731C"/>
    <w:rsid w:val="003E1828"/>
    <w:rsid w:val="003E24FD"/>
    <w:rsid w:val="003E2F64"/>
    <w:rsid w:val="003E3F94"/>
    <w:rsid w:val="003E4E00"/>
    <w:rsid w:val="003F176E"/>
    <w:rsid w:val="003F1AAE"/>
    <w:rsid w:val="003F5305"/>
    <w:rsid w:val="003F73E0"/>
    <w:rsid w:val="00404C01"/>
    <w:rsid w:val="004135E7"/>
    <w:rsid w:val="00415D45"/>
    <w:rsid w:val="00416267"/>
    <w:rsid w:val="004166F4"/>
    <w:rsid w:val="004178F2"/>
    <w:rsid w:val="00422183"/>
    <w:rsid w:val="0042540C"/>
    <w:rsid w:val="00427722"/>
    <w:rsid w:val="00432953"/>
    <w:rsid w:val="004362C6"/>
    <w:rsid w:val="00436F6A"/>
    <w:rsid w:val="00437041"/>
    <w:rsid w:val="00446092"/>
    <w:rsid w:val="004468E0"/>
    <w:rsid w:val="00447F02"/>
    <w:rsid w:val="00450C50"/>
    <w:rsid w:val="00456ACC"/>
    <w:rsid w:val="00460BF1"/>
    <w:rsid w:val="00461D7B"/>
    <w:rsid w:val="00462937"/>
    <w:rsid w:val="004707E1"/>
    <w:rsid w:val="0047082C"/>
    <w:rsid w:val="0047171B"/>
    <w:rsid w:val="00471A8B"/>
    <w:rsid w:val="00473843"/>
    <w:rsid w:val="00473F55"/>
    <w:rsid w:val="0047428F"/>
    <w:rsid w:val="00474E93"/>
    <w:rsid w:val="00490CA1"/>
    <w:rsid w:val="004949D9"/>
    <w:rsid w:val="004A03C7"/>
    <w:rsid w:val="004A0D75"/>
    <w:rsid w:val="004A0FEE"/>
    <w:rsid w:val="004A1DD4"/>
    <w:rsid w:val="004A1FC0"/>
    <w:rsid w:val="004A5CD1"/>
    <w:rsid w:val="004B5D3B"/>
    <w:rsid w:val="004C3CA9"/>
    <w:rsid w:val="004C4847"/>
    <w:rsid w:val="004C55AB"/>
    <w:rsid w:val="004C5CA9"/>
    <w:rsid w:val="004C6A99"/>
    <w:rsid w:val="004D1220"/>
    <w:rsid w:val="004D52BF"/>
    <w:rsid w:val="004D5988"/>
    <w:rsid w:val="004D68DA"/>
    <w:rsid w:val="004D69D6"/>
    <w:rsid w:val="004E0F14"/>
    <w:rsid w:val="004E193A"/>
    <w:rsid w:val="004E2486"/>
    <w:rsid w:val="004E6BB0"/>
    <w:rsid w:val="004F1634"/>
    <w:rsid w:val="004F598B"/>
    <w:rsid w:val="004F6888"/>
    <w:rsid w:val="005004C6"/>
    <w:rsid w:val="00502111"/>
    <w:rsid w:val="0051163B"/>
    <w:rsid w:val="005138AF"/>
    <w:rsid w:val="0051451C"/>
    <w:rsid w:val="005156AE"/>
    <w:rsid w:val="00522758"/>
    <w:rsid w:val="0053620A"/>
    <w:rsid w:val="00537C3A"/>
    <w:rsid w:val="0054028E"/>
    <w:rsid w:val="0054154F"/>
    <w:rsid w:val="00541FB9"/>
    <w:rsid w:val="00543A5D"/>
    <w:rsid w:val="00544255"/>
    <w:rsid w:val="00544715"/>
    <w:rsid w:val="00544EED"/>
    <w:rsid w:val="005502B7"/>
    <w:rsid w:val="00551B0F"/>
    <w:rsid w:val="00553C2A"/>
    <w:rsid w:val="00553D66"/>
    <w:rsid w:val="00555E84"/>
    <w:rsid w:val="00563670"/>
    <w:rsid w:val="005657A0"/>
    <w:rsid w:val="00566838"/>
    <w:rsid w:val="00567905"/>
    <w:rsid w:val="005714D5"/>
    <w:rsid w:val="0057274A"/>
    <w:rsid w:val="005824AE"/>
    <w:rsid w:val="0058408C"/>
    <w:rsid w:val="005859E1"/>
    <w:rsid w:val="00591B91"/>
    <w:rsid w:val="00591EE7"/>
    <w:rsid w:val="0059582B"/>
    <w:rsid w:val="00595D85"/>
    <w:rsid w:val="00596841"/>
    <w:rsid w:val="005A0CCA"/>
    <w:rsid w:val="005A7512"/>
    <w:rsid w:val="005B2FD0"/>
    <w:rsid w:val="005B534A"/>
    <w:rsid w:val="005B5F93"/>
    <w:rsid w:val="005B6C0D"/>
    <w:rsid w:val="005B7B30"/>
    <w:rsid w:val="005C148F"/>
    <w:rsid w:val="005C1A42"/>
    <w:rsid w:val="005C27EE"/>
    <w:rsid w:val="005C437E"/>
    <w:rsid w:val="005C6C80"/>
    <w:rsid w:val="005C772E"/>
    <w:rsid w:val="005D3840"/>
    <w:rsid w:val="005E3520"/>
    <w:rsid w:val="005E621F"/>
    <w:rsid w:val="005E6D14"/>
    <w:rsid w:val="005F13F7"/>
    <w:rsid w:val="005F1BF2"/>
    <w:rsid w:val="005F1D4C"/>
    <w:rsid w:val="005F4E9F"/>
    <w:rsid w:val="005F59E8"/>
    <w:rsid w:val="005F6DD2"/>
    <w:rsid w:val="006004D2"/>
    <w:rsid w:val="0060156E"/>
    <w:rsid w:val="00603E95"/>
    <w:rsid w:val="00604A71"/>
    <w:rsid w:val="00605933"/>
    <w:rsid w:val="00616E46"/>
    <w:rsid w:val="006177C6"/>
    <w:rsid w:val="006179AE"/>
    <w:rsid w:val="00622D4A"/>
    <w:rsid w:val="00624C0D"/>
    <w:rsid w:val="006261A1"/>
    <w:rsid w:val="00627AE4"/>
    <w:rsid w:val="0063023D"/>
    <w:rsid w:val="00632071"/>
    <w:rsid w:val="00632C3D"/>
    <w:rsid w:val="006338A5"/>
    <w:rsid w:val="00636D75"/>
    <w:rsid w:val="00640120"/>
    <w:rsid w:val="0064212A"/>
    <w:rsid w:val="00642E87"/>
    <w:rsid w:val="006446FE"/>
    <w:rsid w:val="00646312"/>
    <w:rsid w:val="0065352B"/>
    <w:rsid w:val="00656B73"/>
    <w:rsid w:val="00656D70"/>
    <w:rsid w:val="00661CF0"/>
    <w:rsid w:val="006645F6"/>
    <w:rsid w:val="00665E76"/>
    <w:rsid w:val="00666A84"/>
    <w:rsid w:val="00674CA2"/>
    <w:rsid w:val="00676E31"/>
    <w:rsid w:val="00680C1D"/>
    <w:rsid w:val="006824BD"/>
    <w:rsid w:val="006827D5"/>
    <w:rsid w:val="006831BF"/>
    <w:rsid w:val="00684AF9"/>
    <w:rsid w:val="00686860"/>
    <w:rsid w:val="0069528B"/>
    <w:rsid w:val="006957D4"/>
    <w:rsid w:val="00697824"/>
    <w:rsid w:val="006A3E8C"/>
    <w:rsid w:val="006A554B"/>
    <w:rsid w:val="006A64BB"/>
    <w:rsid w:val="006A64FB"/>
    <w:rsid w:val="006A66BD"/>
    <w:rsid w:val="006B274F"/>
    <w:rsid w:val="006B4579"/>
    <w:rsid w:val="006B5E6C"/>
    <w:rsid w:val="006C314E"/>
    <w:rsid w:val="006C4661"/>
    <w:rsid w:val="006C4813"/>
    <w:rsid w:val="006C48B3"/>
    <w:rsid w:val="006C5D95"/>
    <w:rsid w:val="006C7166"/>
    <w:rsid w:val="006D0CBC"/>
    <w:rsid w:val="006D459E"/>
    <w:rsid w:val="006D6FDF"/>
    <w:rsid w:val="006D794A"/>
    <w:rsid w:val="006E00B6"/>
    <w:rsid w:val="006E0F3E"/>
    <w:rsid w:val="006E175E"/>
    <w:rsid w:val="006E3A3B"/>
    <w:rsid w:val="006E502F"/>
    <w:rsid w:val="006E5043"/>
    <w:rsid w:val="006E7B4E"/>
    <w:rsid w:val="006F27CA"/>
    <w:rsid w:val="006F6127"/>
    <w:rsid w:val="006F616D"/>
    <w:rsid w:val="006F68A6"/>
    <w:rsid w:val="00707B7B"/>
    <w:rsid w:val="00713303"/>
    <w:rsid w:val="00714354"/>
    <w:rsid w:val="00721512"/>
    <w:rsid w:val="00721815"/>
    <w:rsid w:val="0072253C"/>
    <w:rsid w:val="00724724"/>
    <w:rsid w:val="00725214"/>
    <w:rsid w:val="00725E5B"/>
    <w:rsid w:val="0073429C"/>
    <w:rsid w:val="00734E62"/>
    <w:rsid w:val="00735B74"/>
    <w:rsid w:val="0073795C"/>
    <w:rsid w:val="00737D5A"/>
    <w:rsid w:val="0074344B"/>
    <w:rsid w:val="0074671F"/>
    <w:rsid w:val="00746E20"/>
    <w:rsid w:val="00747857"/>
    <w:rsid w:val="00747997"/>
    <w:rsid w:val="00750868"/>
    <w:rsid w:val="0075133D"/>
    <w:rsid w:val="0075135A"/>
    <w:rsid w:val="00755CFA"/>
    <w:rsid w:val="00757865"/>
    <w:rsid w:val="00760096"/>
    <w:rsid w:val="00770084"/>
    <w:rsid w:val="00771513"/>
    <w:rsid w:val="0077313C"/>
    <w:rsid w:val="00774932"/>
    <w:rsid w:val="00777A0C"/>
    <w:rsid w:val="00780CC7"/>
    <w:rsid w:val="00782FFE"/>
    <w:rsid w:val="0078489E"/>
    <w:rsid w:val="0078588A"/>
    <w:rsid w:val="00794E99"/>
    <w:rsid w:val="00795A1D"/>
    <w:rsid w:val="00795EFF"/>
    <w:rsid w:val="00797DAA"/>
    <w:rsid w:val="007A0501"/>
    <w:rsid w:val="007A1054"/>
    <w:rsid w:val="007A16B4"/>
    <w:rsid w:val="007A3F92"/>
    <w:rsid w:val="007A3FD3"/>
    <w:rsid w:val="007A6CA4"/>
    <w:rsid w:val="007B367D"/>
    <w:rsid w:val="007B6523"/>
    <w:rsid w:val="007C0692"/>
    <w:rsid w:val="007C4152"/>
    <w:rsid w:val="007C776A"/>
    <w:rsid w:val="007C7DAB"/>
    <w:rsid w:val="007D043A"/>
    <w:rsid w:val="007D0672"/>
    <w:rsid w:val="007D2770"/>
    <w:rsid w:val="007D4369"/>
    <w:rsid w:val="007E0D30"/>
    <w:rsid w:val="007E15BE"/>
    <w:rsid w:val="007E1CD1"/>
    <w:rsid w:val="007E1FA0"/>
    <w:rsid w:val="007E48C6"/>
    <w:rsid w:val="007E60D6"/>
    <w:rsid w:val="007E752A"/>
    <w:rsid w:val="007F0300"/>
    <w:rsid w:val="007F2AC6"/>
    <w:rsid w:val="007F41FD"/>
    <w:rsid w:val="007F660E"/>
    <w:rsid w:val="007F7F08"/>
    <w:rsid w:val="00800B87"/>
    <w:rsid w:val="0080291B"/>
    <w:rsid w:val="00804DB6"/>
    <w:rsid w:val="008058AB"/>
    <w:rsid w:val="00807E22"/>
    <w:rsid w:val="00814B38"/>
    <w:rsid w:val="00817E21"/>
    <w:rsid w:val="008219C3"/>
    <w:rsid w:val="008274D9"/>
    <w:rsid w:val="00831B3D"/>
    <w:rsid w:val="00841DC2"/>
    <w:rsid w:val="0084250E"/>
    <w:rsid w:val="00842E32"/>
    <w:rsid w:val="00843D46"/>
    <w:rsid w:val="008447A0"/>
    <w:rsid w:val="00855787"/>
    <w:rsid w:val="00861076"/>
    <w:rsid w:val="008616D3"/>
    <w:rsid w:val="0086238A"/>
    <w:rsid w:val="00864593"/>
    <w:rsid w:val="0086481C"/>
    <w:rsid w:val="00864FF9"/>
    <w:rsid w:val="00870182"/>
    <w:rsid w:val="00870AD6"/>
    <w:rsid w:val="00871CCE"/>
    <w:rsid w:val="00875D79"/>
    <w:rsid w:val="00884871"/>
    <w:rsid w:val="00885352"/>
    <w:rsid w:val="00890146"/>
    <w:rsid w:val="008904AC"/>
    <w:rsid w:val="0089250A"/>
    <w:rsid w:val="00895DA8"/>
    <w:rsid w:val="008A2811"/>
    <w:rsid w:val="008A5691"/>
    <w:rsid w:val="008A5CE0"/>
    <w:rsid w:val="008A7BC6"/>
    <w:rsid w:val="008B2541"/>
    <w:rsid w:val="008B3F06"/>
    <w:rsid w:val="008B568C"/>
    <w:rsid w:val="008C0EFD"/>
    <w:rsid w:val="008C2A27"/>
    <w:rsid w:val="008C460D"/>
    <w:rsid w:val="008C4B23"/>
    <w:rsid w:val="008D081E"/>
    <w:rsid w:val="008D0F85"/>
    <w:rsid w:val="008D30B2"/>
    <w:rsid w:val="008D42D0"/>
    <w:rsid w:val="008D4897"/>
    <w:rsid w:val="008E7513"/>
    <w:rsid w:val="008E7F4A"/>
    <w:rsid w:val="008F1CAB"/>
    <w:rsid w:val="008F3060"/>
    <w:rsid w:val="008F412C"/>
    <w:rsid w:val="008F43FA"/>
    <w:rsid w:val="008F4561"/>
    <w:rsid w:val="008F4A9F"/>
    <w:rsid w:val="008F5ED8"/>
    <w:rsid w:val="008F6AC3"/>
    <w:rsid w:val="00900C5B"/>
    <w:rsid w:val="00902A1E"/>
    <w:rsid w:val="009037C2"/>
    <w:rsid w:val="00903D7D"/>
    <w:rsid w:val="00905466"/>
    <w:rsid w:val="0090728D"/>
    <w:rsid w:val="009103CF"/>
    <w:rsid w:val="00912D5C"/>
    <w:rsid w:val="009164D2"/>
    <w:rsid w:val="009201DB"/>
    <w:rsid w:val="00921829"/>
    <w:rsid w:val="00924D6E"/>
    <w:rsid w:val="00925658"/>
    <w:rsid w:val="00932E19"/>
    <w:rsid w:val="00935668"/>
    <w:rsid w:val="0093606B"/>
    <w:rsid w:val="00940543"/>
    <w:rsid w:val="00941237"/>
    <w:rsid w:val="009420E9"/>
    <w:rsid w:val="009426A6"/>
    <w:rsid w:val="00943304"/>
    <w:rsid w:val="00952549"/>
    <w:rsid w:val="00952CA4"/>
    <w:rsid w:val="00952D33"/>
    <w:rsid w:val="00953194"/>
    <w:rsid w:val="009531C8"/>
    <w:rsid w:val="009533DC"/>
    <w:rsid w:val="00954810"/>
    <w:rsid w:val="00956880"/>
    <w:rsid w:val="009608EC"/>
    <w:rsid w:val="009617B5"/>
    <w:rsid w:val="00961CB8"/>
    <w:rsid w:val="00965A67"/>
    <w:rsid w:val="00965EA3"/>
    <w:rsid w:val="00966138"/>
    <w:rsid w:val="009708AA"/>
    <w:rsid w:val="009716BF"/>
    <w:rsid w:val="00980170"/>
    <w:rsid w:val="00984C36"/>
    <w:rsid w:val="00984C72"/>
    <w:rsid w:val="009902FC"/>
    <w:rsid w:val="00993AB3"/>
    <w:rsid w:val="00994A85"/>
    <w:rsid w:val="009958BF"/>
    <w:rsid w:val="00997450"/>
    <w:rsid w:val="009A2AF9"/>
    <w:rsid w:val="009A30C6"/>
    <w:rsid w:val="009A5559"/>
    <w:rsid w:val="009A5928"/>
    <w:rsid w:val="009A5D93"/>
    <w:rsid w:val="009A6CCA"/>
    <w:rsid w:val="009A71C2"/>
    <w:rsid w:val="009A7977"/>
    <w:rsid w:val="009B0E21"/>
    <w:rsid w:val="009B1398"/>
    <w:rsid w:val="009B1694"/>
    <w:rsid w:val="009B195B"/>
    <w:rsid w:val="009B346A"/>
    <w:rsid w:val="009B34C7"/>
    <w:rsid w:val="009B50A7"/>
    <w:rsid w:val="009B651D"/>
    <w:rsid w:val="009C6638"/>
    <w:rsid w:val="009D38C7"/>
    <w:rsid w:val="009D464E"/>
    <w:rsid w:val="009D7C72"/>
    <w:rsid w:val="009E2179"/>
    <w:rsid w:val="009F02BA"/>
    <w:rsid w:val="009F211E"/>
    <w:rsid w:val="00A01D52"/>
    <w:rsid w:val="00A05E44"/>
    <w:rsid w:val="00A05F7B"/>
    <w:rsid w:val="00A06808"/>
    <w:rsid w:val="00A06B79"/>
    <w:rsid w:val="00A118BC"/>
    <w:rsid w:val="00A12244"/>
    <w:rsid w:val="00A14C9B"/>
    <w:rsid w:val="00A1545D"/>
    <w:rsid w:val="00A16F14"/>
    <w:rsid w:val="00A17CA8"/>
    <w:rsid w:val="00A20148"/>
    <w:rsid w:val="00A20277"/>
    <w:rsid w:val="00A26BA3"/>
    <w:rsid w:val="00A26C77"/>
    <w:rsid w:val="00A26ED0"/>
    <w:rsid w:val="00A32B8D"/>
    <w:rsid w:val="00A33D30"/>
    <w:rsid w:val="00A3483C"/>
    <w:rsid w:val="00A41D8A"/>
    <w:rsid w:val="00A4487B"/>
    <w:rsid w:val="00A47817"/>
    <w:rsid w:val="00A478E6"/>
    <w:rsid w:val="00A55C19"/>
    <w:rsid w:val="00A60336"/>
    <w:rsid w:val="00A603FE"/>
    <w:rsid w:val="00A611AE"/>
    <w:rsid w:val="00A6335D"/>
    <w:rsid w:val="00A66C2C"/>
    <w:rsid w:val="00A674F4"/>
    <w:rsid w:val="00A67DDA"/>
    <w:rsid w:val="00A723AB"/>
    <w:rsid w:val="00A728A3"/>
    <w:rsid w:val="00A72E64"/>
    <w:rsid w:val="00A738EF"/>
    <w:rsid w:val="00A801CE"/>
    <w:rsid w:val="00A817DD"/>
    <w:rsid w:val="00A87D93"/>
    <w:rsid w:val="00A92F0E"/>
    <w:rsid w:val="00A94CDC"/>
    <w:rsid w:val="00A977C0"/>
    <w:rsid w:val="00AA0724"/>
    <w:rsid w:val="00AA172E"/>
    <w:rsid w:val="00AA3A9C"/>
    <w:rsid w:val="00AA417C"/>
    <w:rsid w:val="00AA481A"/>
    <w:rsid w:val="00AB5CFD"/>
    <w:rsid w:val="00AC33E4"/>
    <w:rsid w:val="00AD1062"/>
    <w:rsid w:val="00AD1AA2"/>
    <w:rsid w:val="00AD7386"/>
    <w:rsid w:val="00AE0DDE"/>
    <w:rsid w:val="00AE1385"/>
    <w:rsid w:val="00AE1AB6"/>
    <w:rsid w:val="00AE64AF"/>
    <w:rsid w:val="00AE6FC0"/>
    <w:rsid w:val="00AF5312"/>
    <w:rsid w:val="00B00256"/>
    <w:rsid w:val="00B00841"/>
    <w:rsid w:val="00B02E02"/>
    <w:rsid w:val="00B03C13"/>
    <w:rsid w:val="00B04732"/>
    <w:rsid w:val="00B05C85"/>
    <w:rsid w:val="00B12948"/>
    <w:rsid w:val="00B16037"/>
    <w:rsid w:val="00B20E89"/>
    <w:rsid w:val="00B21258"/>
    <w:rsid w:val="00B25E95"/>
    <w:rsid w:val="00B265DB"/>
    <w:rsid w:val="00B33E38"/>
    <w:rsid w:val="00B410B6"/>
    <w:rsid w:val="00B416B9"/>
    <w:rsid w:val="00B44BCC"/>
    <w:rsid w:val="00B46357"/>
    <w:rsid w:val="00B535BC"/>
    <w:rsid w:val="00B5531B"/>
    <w:rsid w:val="00B56558"/>
    <w:rsid w:val="00B56A7C"/>
    <w:rsid w:val="00B60252"/>
    <w:rsid w:val="00B63D99"/>
    <w:rsid w:val="00B64450"/>
    <w:rsid w:val="00B645C4"/>
    <w:rsid w:val="00B65CFB"/>
    <w:rsid w:val="00B71A8D"/>
    <w:rsid w:val="00B7356B"/>
    <w:rsid w:val="00B74B53"/>
    <w:rsid w:val="00B7521D"/>
    <w:rsid w:val="00B76513"/>
    <w:rsid w:val="00B77024"/>
    <w:rsid w:val="00B80449"/>
    <w:rsid w:val="00B8241A"/>
    <w:rsid w:val="00B82AC4"/>
    <w:rsid w:val="00B92AF9"/>
    <w:rsid w:val="00BA07A9"/>
    <w:rsid w:val="00BA18E7"/>
    <w:rsid w:val="00BA3FE5"/>
    <w:rsid w:val="00BA40D2"/>
    <w:rsid w:val="00BB2EB7"/>
    <w:rsid w:val="00BB3CD1"/>
    <w:rsid w:val="00BC1B37"/>
    <w:rsid w:val="00BC2688"/>
    <w:rsid w:val="00BC44F2"/>
    <w:rsid w:val="00BC55B7"/>
    <w:rsid w:val="00BC595D"/>
    <w:rsid w:val="00BC6B7A"/>
    <w:rsid w:val="00BD0C23"/>
    <w:rsid w:val="00BD170A"/>
    <w:rsid w:val="00BD26A6"/>
    <w:rsid w:val="00BD4991"/>
    <w:rsid w:val="00BE010A"/>
    <w:rsid w:val="00BE1D5A"/>
    <w:rsid w:val="00BE21DA"/>
    <w:rsid w:val="00BE2589"/>
    <w:rsid w:val="00BE4C9B"/>
    <w:rsid w:val="00BF39F1"/>
    <w:rsid w:val="00BF3B02"/>
    <w:rsid w:val="00BF652A"/>
    <w:rsid w:val="00BF6839"/>
    <w:rsid w:val="00C00988"/>
    <w:rsid w:val="00C01A7B"/>
    <w:rsid w:val="00C01E9B"/>
    <w:rsid w:val="00C06647"/>
    <w:rsid w:val="00C06BD5"/>
    <w:rsid w:val="00C07604"/>
    <w:rsid w:val="00C10233"/>
    <w:rsid w:val="00C103EC"/>
    <w:rsid w:val="00C11D59"/>
    <w:rsid w:val="00C14D01"/>
    <w:rsid w:val="00C151E0"/>
    <w:rsid w:val="00C162EB"/>
    <w:rsid w:val="00C20DD7"/>
    <w:rsid w:val="00C21D82"/>
    <w:rsid w:val="00C24B6E"/>
    <w:rsid w:val="00C268B3"/>
    <w:rsid w:val="00C27076"/>
    <w:rsid w:val="00C3008F"/>
    <w:rsid w:val="00C37668"/>
    <w:rsid w:val="00C421AD"/>
    <w:rsid w:val="00C4259D"/>
    <w:rsid w:val="00C46B49"/>
    <w:rsid w:val="00C51587"/>
    <w:rsid w:val="00C524B7"/>
    <w:rsid w:val="00C53A4A"/>
    <w:rsid w:val="00C53E25"/>
    <w:rsid w:val="00C55BFD"/>
    <w:rsid w:val="00C60D40"/>
    <w:rsid w:val="00C62167"/>
    <w:rsid w:val="00C62DD2"/>
    <w:rsid w:val="00C63432"/>
    <w:rsid w:val="00C64126"/>
    <w:rsid w:val="00C647DD"/>
    <w:rsid w:val="00C66424"/>
    <w:rsid w:val="00C670B7"/>
    <w:rsid w:val="00C712F6"/>
    <w:rsid w:val="00C71340"/>
    <w:rsid w:val="00C713EE"/>
    <w:rsid w:val="00C72D57"/>
    <w:rsid w:val="00C74BCE"/>
    <w:rsid w:val="00C80305"/>
    <w:rsid w:val="00C81F56"/>
    <w:rsid w:val="00C82068"/>
    <w:rsid w:val="00C8440D"/>
    <w:rsid w:val="00C85129"/>
    <w:rsid w:val="00C8571F"/>
    <w:rsid w:val="00C8774F"/>
    <w:rsid w:val="00C90181"/>
    <w:rsid w:val="00C9166D"/>
    <w:rsid w:val="00C95290"/>
    <w:rsid w:val="00C9675D"/>
    <w:rsid w:val="00C97F57"/>
    <w:rsid w:val="00CA0F67"/>
    <w:rsid w:val="00CA1BE7"/>
    <w:rsid w:val="00CA2B01"/>
    <w:rsid w:val="00CA2FB4"/>
    <w:rsid w:val="00CA539E"/>
    <w:rsid w:val="00CB1F6D"/>
    <w:rsid w:val="00CB2B66"/>
    <w:rsid w:val="00CB46B9"/>
    <w:rsid w:val="00CB4E0D"/>
    <w:rsid w:val="00CB59E1"/>
    <w:rsid w:val="00CB7DCD"/>
    <w:rsid w:val="00CC3F1D"/>
    <w:rsid w:val="00CC4794"/>
    <w:rsid w:val="00CC685A"/>
    <w:rsid w:val="00CC6FCC"/>
    <w:rsid w:val="00CD3B5A"/>
    <w:rsid w:val="00CD5F79"/>
    <w:rsid w:val="00CE06CA"/>
    <w:rsid w:val="00CE4070"/>
    <w:rsid w:val="00CE40E7"/>
    <w:rsid w:val="00CE459A"/>
    <w:rsid w:val="00CE4985"/>
    <w:rsid w:val="00CE580E"/>
    <w:rsid w:val="00CE5DC4"/>
    <w:rsid w:val="00CE605D"/>
    <w:rsid w:val="00CE63C6"/>
    <w:rsid w:val="00CE6C59"/>
    <w:rsid w:val="00CE701E"/>
    <w:rsid w:val="00CE776F"/>
    <w:rsid w:val="00CF2154"/>
    <w:rsid w:val="00CF2414"/>
    <w:rsid w:val="00CF395D"/>
    <w:rsid w:val="00CF442C"/>
    <w:rsid w:val="00CF788F"/>
    <w:rsid w:val="00D00150"/>
    <w:rsid w:val="00D05CC3"/>
    <w:rsid w:val="00D060F5"/>
    <w:rsid w:val="00D06ED3"/>
    <w:rsid w:val="00D13577"/>
    <w:rsid w:val="00D14674"/>
    <w:rsid w:val="00D1577E"/>
    <w:rsid w:val="00D20828"/>
    <w:rsid w:val="00D22A93"/>
    <w:rsid w:val="00D245CD"/>
    <w:rsid w:val="00D2468F"/>
    <w:rsid w:val="00D27B06"/>
    <w:rsid w:val="00D35186"/>
    <w:rsid w:val="00D3535C"/>
    <w:rsid w:val="00D35B97"/>
    <w:rsid w:val="00D36674"/>
    <w:rsid w:val="00D47F4F"/>
    <w:rsid w:val="00D50491"/>
    <w:rsid w:val="00D508E3"/>
    <w:rsid w:val="00D52E3E"/>
    <w:rsid w:val="00D5330D"/>
    <w:rsid w:val="00D54212"/>
    <w:rsid w:val="00D548EC"/>
    <w:rsid w:val="00D629D0"/>
    <w:rsid w:val="00D670D5"/>
    <w:rsid w:val="00D77326"/>
    <w:rsid w:val="00D83F71"/>
    <w:rsid w:val="00D85F1A"/>
    <w:rsid w:val="00D870A0"/>
    <w:rsid w:val="00D90776"/>
    <w:rsid w:val="00D971BE"/>
    <w:rsid w:val="00DA0D32"/>
    <w:rsid w:val="00DA1E97"/>
    <w:rsid w:val="00DA65D5"/>
    <w:rsid w:val="00DA732D"/>
    <w:rsid w:val="00DB4C41"/>
    <w:rsid w:val="00DC066C"/>
    <w:rsid w:val="00DC1003"/>
    <w:rsid w:val="00DC4E49"/>
    <w:rsid w:val="00DC64D7"/>
    <w:rsid w:val="00DC6E1F"/>
    <w:rsid w:val="00DC73EE"/>
    <w:rsid w:val="00DD07C1"/>
    <w:rsid w:val="00DD0BDF"/>
    <w:rsid w:val="00DD0EA7"/>
    <w:rsid w:val="00DD2769"/>
    <w:rsid w:val="00DD32F5"/>
    <w:rsid w:val="00DD3BED"/>
    <w:rsid w:val="00DD5148"/>
    <w:rsid w:val="00DD5D58"/>
    <w:rsid w:val="00DE0B2C"/>
    <w:rsid w:val="00DE550C"/>
    <w:rsid w:val="00DE5D5E"/>
    <w:rsid w:val="00DF4DD7"/>
    <w:rsid w:val="00DF5C2C"/>
    <w:rsid w:val="00E04FAB"/>
    <w:rsid w:val="00E070BB"/>
    <w:rsid w:val="00E07708"/>
    <w:rsid w:val="00E10310"/>
    <w:rsid w:val="00E10A31"/>
    <w:rsid w:val="00E112DD"/>
    <w:rsid w:val="00E1141C"/>
    <w:rsid w:val="00E132E7"/>
    <w:rsid w:val="00E15F2B"/>
    <w:rsid w:val="00E17F25"/>
    <w:rsid w:val="00E2042E"/>
    <w:rsid w:val="00E21797"/>
    <w:rsid w:val="00E219B2"/>
    <w:rsid w:val="00E23A66"/>
    <w:rsid w:val="00E2621B"/>
    <w:rsid w:val="00E3006D"/>
    <w:rsid w:val="00E30C56"/>
    <w:rsid w:val="00E32723"/>
    <w:rsid w:val="00E32A97"/>
    <w:rsid w:val="00E409F7"/>
    <w:rsid w:val="00E4417A"/>
    <w:rsid w:val="00E452C8"/>
    <w:rsid w:val="00E50A23"/>
    <w:rsid w:val="00E52B07"/>
    <w:rsid w:val="00E52F69"/>
    <w:rsid w:val="00E538D6"/>
    <w:rsid w:val="00E53BC1"/>
    <w:rsid w:val="00E53C23"/>
    <w:rsid w:val="00E56389"/>
    <w:rsid w:val="00E574E7"/>
    <w:rsid w:val="00E57B39"/>
    <w:rsid w:val="00E60843"/>
    <w:rsid w:val="00E66E00"/>
    <w:rsid w:val="00E73BC2"/>
    <w:rsid w:val="00E7401D"/>
    <w:rsid w:val="00E80110"/>
    <w:rsid w:val="00E80400"/>
    <w:rsid w:val="00E86F2F"/>
    <w:rsid w:val="00E90ECD"/>
    <w:rsid w:val="00E958DA"/>
    <w:rsid w:val="00EA28F1"/>
    <w:rsid w:val="00EA3A7B"/>
    <w:rsid w:val="00EA7CF9"/>
    <w:rsid w:val="00EB4F5E"/>
    <w:rsid w:val="00EB59CB"/>
    <w:rsid w:val="00EB61B5"/>
    <w:rsid w:val="00EB621D"/>
    <w:rsid w:val="00EC0A2A"/>
    <w:rsid w:val="00EC4674"/>
    <w:rsid w:val="00EC4C48"/>
    <w:rsid w:val="00ED008A"/>
    <w:rsid w:val="00ED33D7"/>
    <w:rsid w:val="00ED35FC"/>
    <w:rsid w:val="00ED422E"/>
    <w:rsid w:val="00ED4F1C"/>
    <w:rsid w:val="00EE133D"/>
    <w:rsid w:val="00EE47E9"/>
    <w:rsid w:val="00EF25E7"/>
    <w:rsid w:val="00EF7216"/>
    <w:rsid w:val="00F00FC6"/>
    <w:rsid w:val="00F024DA"/>
    <w:rsid w:val="00F1044C"/>
    <w:rsid w:val="00F12015"/>
    <w:rsid w:val="00F13294"/>
    <w:rsid w:val="00F13A79"/>
    <w:rsid w:val="00F16EF5"/>
    <w:rsid w:val="00F20C16"/>
    <w:rsid w:val="00F213A6"/>
    <w:rsid w:val="00F2585F"/>
    <w:rsid w:val="00F265F0"/>
    <w:rsid w:val="00F31E3D"/>
    <w:rsid w:val="00F32125"/>
    <w:rsid w:val="00F32192"/>
    <w:rsid w:val="00F328E6"/>
    <w:rsid w:val="00F33BA2"/>
    <w:rsid w:val="00F4025A"/>
    <w:rsid w:val="00F4033E"/>
    <w:rsid w:val="00F47F91"/>
    <w:rsid w:val="00F5055D"/>
    <w:rsid w:val="00F51BAC"/>
    <w:rsid w:val="00F5260C"/>
    <w:rsid w:val="00F60736"/>
    <w:rsid w:val="00F62044"/>
    <w:rsid w:val="00F62F9D"/>
    <w:rsid w:val="00F6521A"/>
    <w:rsid w:val="00F654E6"/>
    <w:rsid w:val="00F65950"/>
    <w:rsid w:val="00F661B0"/>
    <w:rsid w:val="00F72FF7"/>
    <w:rsid w:val="00F745CF"/>
    <w:rsid w:val="00F75240"/>
    <w:rsid w:val="00F75A45"/>
    <w:rsid w:val="00F75C78"/>
    <w:rsid w:val="00F7734F"/>
    <w:rsid w:val="00F77400"/>
    <w:rsid w:val="00F802DD"/>
    <w:rsid w:val="00F81B20"/>
    <w:rsid w:val="00F81DAB"/>
    <w:rsid w:val="00F8242D"/>
    <w:rsid w:val="00F827BD"/>
    <w:rsid w:val="00F8439D"/>
    <w:rsid w:val="00F853CC"/>
    <w:rsid w:val="00F855D4"/>
    <w:rsid w:val="00F87BDC"/>
    <w:rsid w:val="00F91091"/>
    <w:rsid w:val="00F93AF9"/>
    <w:rsid w:val="00F93BA3"/>
    <w:rsid w:val="00F94FF7"/>
    <w:rsid w:val="00F9545F"/>
    <w:rsid w:val="00F95B3D"/>
    <w:rsid w:val="00F965AC"/>
    <w:rsid w:val="00FA021E"/>
    <w:rsid w:val="00FA1714"/>
    <w:rsid w:val="00FA1FBE"/>
    <w:rsid w:val="00FA3DF4"/>
    <w:rsid w:val="00FA62F5"/>
    <w:rsid w:val="00FA6ACF"/>
    <w:rsid w:val="00FB0299"/>
    <w:rsid w:val="00FB22DE"/>
    <w:rsid w:val="00FB4FDF"/>
    <w:rsid w:val="00FB7939"/>
    <w:rsid w:val="00FC0658"/>
    <w:rsid w:val="00FC2D54"/>
    <w:rsid w:val="00FC50C7"/>
    <w:rsid w:val="00FC5A6B"/>
    <w:rsid w:val="00FC7DC1"/>
    <w:rsid w:val="00FD35A2"/>
    <w:rsid w:val="00FD5939"/>
    <w:rsid w:val="00FD6176"/>
    <w:rsid w:val="00FE15B9"/>
    <w:rsid w:val="00FE18B3"/>
    <w:rsid w:val="00FE2A0C"/>
    <w:rsid w:val="00FE3E0A"/>
    <w:rsid w:val="00FE49F7"/>
    <w:rsid w:val="00FE4AB6"/>
    <w:rsid w:val="00FE55DF"/>
    <w:rsid w:val="00FE786E"/>
    <w:rsid w:val="00FE7B3C"/>
    <w:rsid w:val="00FF19CD"/>
    <w:rsid w:val="00FF200F"/>
    <w:rsid w:val="00FF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476B5A"/>
  <w15:docId w15:val="{3C677B66-2A0E-43EF-AB7D-2DA5993AD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3670"/>
    <w:pPr>
      <w:outlineLvl w:val="0"/>
    </w:pPr>
    <w:rPr>
      <w:rFonts w:cstheme="minorHAnsi"/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35E7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inorHAnsi"/>
      <w:b/>
      <w:sz w:val="20"/>
      <w:szCs w:val="20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E32A97"/>
    <w:pPr>
      <w:numPr>
        <w:numId w:val="31"/>
      </w:numPr>
      <w:spacing w:after="120" w:line="240" w:lineRule="auto"/>
      <w:outlineLvl w:val="2"/>
    </w:pPr>
    <w:rPr>
      <w:rFonts w:cstheme="minorHAnsi"/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autoRedefine/>
    <w:qFormat/>
    <w:rsid w:val="003D731C"/>
    <w:pPr>
      <w:keepNext/>
      <w:widowControl w:val="0"/>
      <w:overflowPunct w:val="0"/>
      <w:adjustRightInd w:val="0"/>
      <w:spacing w:after="0" w:line="280" w:lineRule="atLeast"/>
      <w:outlineLvl w:val="6"/>
    </w:pPr>
    <w:rPr>
      <w:rFonts w:ascii="Arial" w:eastAsiaTheme="minorEastAsia" w:hAnsi="Arial" w:cs="Times New Roman"/>
      <w:bCs/>
      <w:color w:val="000080"/>
      <w:kern w:val="28"/>
      <w:sz w:val="16"/>
      <w:szCs w:val="1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10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1091"/>
  </w:style>
  <w:style w:type="paragraph" w:styleId="Footer">
    <w:name w:val="footer"/>
    <w:basedOn w:val="Normal"/>
    <w:link w:val="FooterChar"/>
    <w:uiPriority w:val="99"/>
    <w:unhideWhenUsed/>
    <w:rsid w:val="00F910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1091"/>
  </w:style>
  <w:style w:type="table" w:styleId="TableGrid">
    <w:name w:val="Table Grid"/>
    <w:basedOn w:val="TableNormal"/>
    <w:rsid w:val="005145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4135E7"/>
    <w:rPr>
      <w:rFonts w:asciiTheme="majorHAnsi" w:eastAsiaTheme="majorEastAsia" w:hAnsiTheme="majorHAnsi" w:cstheme="minorHAnsi"/>
      <w:b/>
      <w:sz w:val="20"/>
      <w:szCs w:val="20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066B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D043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043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51587"/>
    <w:rPr>
      <w:color w:val="954F72" w:themeColor="followed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74CA2"/>
    <w:rPr>
      <w:lang w:val="en-GB"/>
    </w:rPr>
  </w:style>
  <w:style w:type="paragraph" w:styleId="CommentText">
    <w:name w:val="annotation text"/>
    <w:basedOn w:val="Normal"/>
    <w:link w:val="CommentTextChar"/>
    <w:rsid w:val="00674CA2"/>
    <w:pPr>
      <w:spacing w:after="0" w:line="240" w:lineRule="auto"/>
    </w:pPr>
    <w:rPr>
      <w:rFonts w:ascii="Verdana" w:eastAsia="Times New Roman" w:hAnsi="Verdana" w:cs="Arial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rsid w:val="00674CA2"/>
    <w:rPr>
      <w:rFonts w:ascii="Verdana" w:eastAsia="Times New Roman" w:hAnsi="Verdana" w:cs="Arial"/>
      <w:sz w:val="20"/>
      <w:szCs w:val="20"/>
      <w:lang w:val="en-GB" w:eastAsia="en-GB"/>
    </w:rPr>
  </w:style>
  <w:style w:type="character" w:customStyle="1" w:styleId="apple-converted-space">
    <w:name w:val="apple-converted-space"/>
    <w:basedOn w:val="DefaultParagraphFont"/>
    <w:rsid w:val="00674CA2"/>
  </w:style>
  <w:style w:type="character" w:styleId="CommentReference">
    <w:name w:val="annotation reference"/>
    <w:basedOn w:val="DefaultParagraphFont"/>
    <w:uiPriority w:val="99"/>
    <w:semiHidden/>
    <w:unhideWhenUsed/>
    <w:rsid w:val="00E53C2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3C23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3C23"/>
    <w:rPr>
      <w:rFonts w:ascii="Verdana" w:eastAsia="Times New Roman" w:hAnsi="Verdana" w:cs="Arial"/>
      <w:b/>
      <w:bCs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3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3C23"/>
    <w:rPr>
      <w:rFonts w:ascii="Segoe UI" w:hAnsi="Segoe UI" w:cs="Segoe UI"/>
      <w:sz w:val="18"/>
      <w:szCs w:val="18"/>
      <w:lang w:val="en-GB"/>
    </w:rPr>
  </w:style>
  <w:style w:type="paragraph" w:customStyle="1" w:styleId="Sub-ClauseText">
    <w:name w:val="Sub-Clause Text"/>
    <w:basedOn w:val="Normal"/>
    <w:link w:val="Sub-ClauseTextChar"/>
    <w:rsid w:val="00D52E3E"/>
    <w:pPr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</w:rPr>
  </w:style>
  <w:style w:type="character" w:customStyle="1" w:styleId="Sub-ClauseTextChar">
    <w:name w:val="Sub-Clause Text Char"/>
    <w:basedOn w:val="DefaultParagraphFont"/>
    <w:link w:val="Sub-ClauseText"/>
    <w:rsid w:val="00D52E3E"/>
    <w:rPr>
      <w:rFonts w:ascii="Times New Roman" w:eastAsia="Times New Roman" w:hAnsi="Times New Roman" w:cs="Times New Roman"/>
      <w:spacing w:val="-4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3D731C"/>
    <w:rPr>
      <w:rFonts w:ascii="Arial" w:eastAsiaTheme="minorEastAsia" w:hAnsi="Arial" w:cs="Times New Roman"/>
      <w:bCs/>
      <w:color w:val="000080"/>
      <w:kern w:val="28"/>
      <w:sz w:val="16"/>
      <w:szCs w:val="16"/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C53E25"/>
    <w:pPr>
      <w:spacing w:after="120" w:line="480" w:lineRule="auto"/>
      <w:ind w:left="283"/>
    </w:pPr>
    <w:rPr>
      <w:rFonts w:ascii="Verdana" w:eastAsia="Times New Roman" w:hAnsi="Verdana" w:cs="Arial"/>
      <w:sz w:val="20"/>
      <w:szCs w:val="20"/>
      <w:lang w:eastAsia="en-GB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C53E25"/>
    <w:rPr>
      <w:rFonts w:ascii="Verdana" w:eastAsia="Times New Roman" w:hAnsi="Verdana" w:cs="Arial"/>
      <w:sz w:val="20"/>
      <w:szCs w:val="20"/>
      <w:lang w:val="en-GB" w:eastAsia="en-GB"/>
    </w:rPr>
  </w:style>
  <w:style w:type="paragraph" w:customStyle="1" w:styleId="Headingwithnumbers">
    <w:name w:val="Heading with numbers"/>
    <w:basedOn w:val="Heading1"/>
    <w:qFormat/>
    <w:rsid w:val="000A439E"/>
    <w:pPr>
      <w:numPr>
        <w:numId w:val="12"/>
      </w:numPr>
      <w:spacing w:before="360" w:after="120" w:line="240" w:lineRule="auto"/>
      <w:ind w:left="720"/>
    </w:pPr>
    <w:rPr>
      <w:rFonts w:ascii="Arial" w:eastAsia="Times New Roman" w:hAnsi="Arial" w:cs="Arial"/>
      <w:b w:val="0"/>
      <w:bCs/>
      <w:color w:val="5292C9"/>
      <w:sz w:val="28"/>
      <w:szCs w:val="28"/>
      <w:lang w:eastAsia="en-GB"/>
    </w:rPr>
  </w:style>
  <w:style w:type="paragraph" w:customStyle="1" w:styleId="Sub-heading">
    <w:name w:val="Sub-heading"/>
    <w:basedOn w:val="ListParagraph"/>
    <w:link w:val="Sub-headingChar"/>
    <w:qFormat/>
    <w:rsid w:val="000A439E"/>
    <w:pPr>
      <w:numPr>
        <w:ilvl w:val="1"/>
        <w:numId w:val="12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eastAsia="Calibri" w:hAnsi="Arial" w:cs="Arial"/>
      <w:spacing w:val="-3"/>
      <w:sz w:val="20"/>
      <w:lang w:eastAsia="en-GB"/>
    </w:rPr>
  </w:style>
  <w:style w:type="character" w:customStyle="1" w:styleId="Sub-headingChar">
    <w:name w:val="Sub-heading Char"/>
    <w:basedOn w:val="ListParagraphChar"/>
    <w:link w:val="Sub-heading"/>
    <w:rsid w:val="000A439E"/>
    <w:rPr>
      <w:rFonts w:ascii="Arial" w:eastAsia="Calibri" w:hAnsi="Arial" w:cs="Arial"/>
      <w:spacing w:val="-3"/>
      <w:sz w:val="20"/>
      <w:lang w:val="en-GB" w:eastAsia="en-GB"/>
    </w:rPr>
  </w:style>
  <w:style w:type="paragraph" w:customStyle="1" w:styleId="Sub-sub-heading">
    <w:name w:val="Sub-sub-heading"/>
    <w:basedOn w:val="Normal"/>
    <w:qFormat/>
    <w:rsid w:val="000A439E"/>
    <w:pPr>
      <w:numPr>
        <w:ilvl w:val="2"/>
        <w:numId w:val="12"/>
      </w:numPr>
      <w:tabs>
        <w:tab w:val="left" w:pos="-1440"/>
      </w:tabs>
      <w:suppressAutoHyphens/>
      <w:spacing w:after="120" w:line="240" w:lineRule="auto"/>
    </w:pPr>
    <w:rPr>
      <w:rFonts w:ascii="Arial" w:eastAsia="Calibri" w:hAnsi="Arial" w:cs="Arial"/>
      <w:spacing w:val="-3"/>
      <w:sz w:val="20"/>
      <w:lang w:eastAsia="en-GB"/>
    </w:rPr>
  </w:style>
  <w:style w:type="paragraph" w:customStyle="1" w:styleId="Sub-sub-sub-heading">
    <w:name w:val="Sub-sub-sub-heading"/>
    <w:basedOn w:val="ListParagraph"/>
    <w:qFormat/>
    <w:rsid w:val="000A439E"/>
    <w:pPr>
      <w:numPr>
        <w:ilvl w:val="3"/>
        <w:numId w:val="12"/>
      </w:numPr>
      <w:tabs>
        <w:tab w:val="left" w:pos="-1440"/>
      </w:tabs>
      <w:suppressAutoHyphens/>
      <w:spacing w:after="120" w:line="276" w:lineRule="auto"/>
    </w:pPr>
    <w:rPr>
      <w:rFonts w:ascii="Arial" w:eastAsia="Calibri" w:hAnsi="Arial" w:cs="Arial"/>
      <w:sz w:val="20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563670"/>
    <w:rPr>
      <w:rFonts w:cstheme="minorHAnsi"/>
      <w:b/>
      <w:sz w:val="24"/>
      <w:szCs w:val="24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2F70D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F70DC"/>
    <w:rPr>
      <w:lang w:val="en-GB"/>
    </w:rPr>
  </w:style>
  <w:style w:type="character" w:styleId="Emphasis">
    <w:name w:val="Emphasis"/>
    <w:qFormat/>
    <w:rsid w:val="003F5305"/>
    <w:rPr>
      <w:i/>
      <w:iCs/>
    </w:rPr>
  </w:style>
  <w:style w:type="paragraph" w:customStyle="1" w:styleId="BankNormal">
    <w:name w:val="BankNormal"/>
    <w:basedOn w:val="Normal"/>
    <w:link w:val="BankNormalChar"/>
    <w:rsid w:val="00450C50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BankNormalChar">
    <w:name w:val="BankNormal Char"/>
    <w:basedOn w:val="DefaultParagraphFont"/>
    <w:link w:val="BankNormal"/>
    <w:rsid w:val="00450C50"/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PlaceholderText">
    <w:name w:val="Placeholder Text"/>
    <w:basedOn w:val="DefaultParagraphFont"/>
    <w:rsid w:val="00CB1F6D"/>
    <w:rPr>
      <w:color w:val="808080"/>
      <w:sz w:val="20"/>
    </w:rPr>
  </w:style>
  <w:style w:type="paragraph" w:customStyle="1" w:styleId="Projectsubtitle">
    <w:name w:val="Project subtitle"/>
    <w:basedOn w:val="Normal"/>
    <w:qFormat/>
    <w:rsid w:val="00794E99"/>
    <w:pPr>
      <w:spacing w:after="0" w:line="240" w:lineRule="auto"/>
    </w:pPr>
    <w:rPr>
      <w:rFonts w:ascii="Arial" w:hAnsi="Arial" w:cstheme="minorHAnsi"/>
      <w:color w:val="000000" w:themeColor="text1" w:themeShade="80"/>
      <w:sz w:val="20"/>
      <w:szCs w:val="24"/>
      <w:lang w:val="en-US"/>
    </w:rPr>
  </w:style>
  <w:style w:type="character" w:customStyle="1" w:styleId="Documenttitle">
    <w:name w:val="Document title"/>
    <w:basedOn w:val="DefaultParagraphFont"/>
    <w:uiPriority w:val="1"/>
    <w:qFormat/>
    <w:rsid w:val="00794E99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paragraph" w:customStyle="1" w:styleId="Headingblue">
    <w:name w:val="Heading blue"/>
    <w:basedOn w:val="Header"/>
    <w:link w:val="HeadingblueChar"/>
    <w:qFormat/>
    <w:rsid w:val="00997450"/>
    <w:pPr>
      <w:tabs>
        <w:tab w:val="clear" w:pos="4513"/>
        <w:tab w:val="clear" w:pos="9026"/>
        <w:tab w:val="center" w:pos="4320"/>
        <w:tab w:val="right" w:pos="8640"/>
      </w:tabs>
    </w:pPr>
    <w:rPr>
      <w:rFonts w:ascii="Arial" w:eastAsia="Times New Roman" w:hAnsi="Arial" w:cs="Arial"/>
      <w:b/>
      <w:color w:val="528CC9"/>
      <w:sz w:val="28"/>
      <w:szCs w:val="28"/>
    </w:rPr>
  </w:style>
  <w:style w:type="character" w:customStyle="1" w:styleId="HeadingblueChar">
    <w:name w:val="Heading blue Char"/>
    <w:basedOn w:val="DefaultParagraphFont"/>
    <w:link w:val="Headingblue"/>
    <w:rsid w:val="00997450"/>
    <w:rPr>
      <w:rFonts w:ascii="Arial" w:eastAsia="Times New Roman" w:hAnsi="Arial" w:cs="Arial"/>
      <w:b/>
      <w:color w:val="528CC9"/>
      <w:sz w:val="28"/>
      <w:szCs w:val="28"/>
      <w:lang w:val="en-GB"/>
    </w:rPr>
  </w:style>
  <w:style w:type="paragraph" w:customStyle="1" w:styleId="Formbox">
    <w:name w:val="Form box"/>
    <w:basedOn w:val="Normal"/>
    <w:link w:val="FormboxChar"/>
    <w:rsid w:val="00052D15"/>
    <w:pPr>
      <w:tabs>
        <w:tab w:val="left" w:pos="2250"/>
      </w:tabs>
      <w:ind w:left="1170"/>
    </w:pPr>
  </w:style>
  <w:style w:type="paragraph" w:customStyle="1" w:styleId="Formtext">
    <w:name w:val="Form text"/>
    <w:basedOn w:val="Normal"/>
    <w:link w:val="FormtextChar"/>
    <w:rsid w:val="00BC55B7"/>
    <w:pPr>
      <w:jc w:val="both"/>
    </w:pPr>
    <w:rPr>
      <w:rFonts w:cstheme="minorHAnsi"/>
      <w:color w:val="808080" w:themeColor="background1" w:themeShade="80"/>
    </w:rPr>
  </w:style>
  <w:style w:type="character" w:customStyle="1" w:styleId="FormboxChar">
    <w:name w:val="Form box Char"/>
    <w:basedOn w:val="DefaultParagraphFont"/>
    <w:link w:val="Formbox"/>
    <w:rsid w:val="00052D15"/>
    <w:rPr>
      <w:lang w:val="en-GB"/>
    </w:rPr>
  </w:style>
  <w:style w:type="character" w:customStyle="1" w:styleId="FormtextChar">
    <w:name w:val="Form text Char"/>
    <w:basedOn w:val="DefaultParagraphFont"/>
    <w:link w:val="Formtext"/>
    <w:rsid w:val="00BC55B7"/>
    <w:rPr>
      <w:rFonts w:cstheme="minorHAnsi"/>
      <w:color w:val="808080" w:themeColor="background1" w:themeShade="80"/>
      <w:lang w:val="en-GB"/>
    </w:rPr>
  </w:style>
  <w:style w:type="paragraph" w:customStyle="1" w:styleId="Single">
    <w:name w:val="Single"/>
    <w:basedOn w:val="Normal"/>
    <w:rsid w:val="00632C3D"/>
    <w:pPr>
      <w:tabs>
        <w:tab w:val="left" w:pos="-720"/>
        <w:tab w:val="left" w:pos="0"/>
        <w:tab w:val="left" w:pos="720"/>
      </w:tabs>
      <w:suppressAutoHyphens/>
      <w:spacing w:after="0" w:line="240" w:lineRule="auto"/>
      <w:ind w:left="2160" w:hanging="720"/>
      <w:jc w:val="both"/>
    </w:pPr>
    <w:rPr>
      <w:rFonts w:ascii="Times New Roman" w:eastAsia="Times New Roman" w:hAnsi="Times New Roman" w:cs="Times New Roman"/>
      <w:spacing w:val="-2"/>
      <w:sz w:val="24"/>
      <w:szCs w:val="20"/>
    </w:rPr>
  </w:style>
  <w:style w:type="paragraph" w:customStyle="1" w:styleId="SchHead">
    <w:name w:val="SchHead"/>
    <w:basedOn w:val="Normal"/>
    <w:next w:val="Normal"/>
    <w:rsid w:val="00EC4674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eastAsia="Times New Roman" w:hAnsi="Times New Roman" w:cs="Times New Roman"/>
      <w:b/>
      <w:caps/>
      <w:szCs w:val="20"/>
    </w:rPr>
  </w:style>
  <w:style w:type="paragraph" w:customStyle="1" w:styleId="Outline">
    <w:name w:val="Outline"/>
    <w:basedOn w:val="Normal"/>
    <w:rsid w:val="00184197"/>
    <w:pPr>
      <w:spacing w:before="240" w:after="0" w:line="240" w:lineRule="auto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Outline1">
    <w:name w:val="Outline1"/>
    <w:basedOn w:val="Outline"/>
    <w:next w:val="Normal"/>
    <w:rsid w:val="00184197"/>
    <w:pPr>
      <w:keepNext/>
      <w:tabs>
        <w:tab w:val="num" w:pos="360"/>
      </w:tabs>
      <w:ind w:left="360" w:hanging="360"/>
    </w:pPr>
  </w:style>
  <w:style w:type="paragraph" w:customStyle="1" w:styleId="MarginText">
    <w:name w:val="Margin Text"/>
    <w:basedOn w:val="BodyText"/>
    <w:rsid w:val="001C349F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C148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C148F"/>
    <w:rPr>
      <w:sz w:val="16"/>
      <w:szCs w:val="16"/>
      <w:lang w:val="en-GB"/>
    </w:rPr>
  </w:style>
  <w:style w:type="paragraph" w:customStyle="1" w:styleId="Section3-Heading1">
    <w:name w:val="Section 3 - Heading 1"/>
    <w:basedOn w:val="Normal"/>
    <w:rsid w:val="00E04FAB"/>
    <w:pPr>
      <w:pBdr>
        <w:bottom w:val="single" w:sz="4" w:space="1" w:color="auto"/>
      </w:pBdr>
      <w:spacing w:after="240" w:line="240" w:lineRule="auto"/>
      <w:jc w:val="center"/>
    </w:pPr>
    <w:rPr>
      <w:rFonts w:ascii="Times New Roman Bold" w:eastAsia="Times New Roman" w:hAnsi="Times New Roman Bold" w:cs="Times New Roman"/>
      <w:b/>
      <w:sz w:val="32"/>
      <w:szCs w:val="24"/>
      <w:lang w:val="en-US"/>
    </w:rPr>
  </w:style>
  <w:style w:type="paragraph" w:styleId="FootnoteText">
    <w:name w:val="footnote text"/>
    <w:basedOn w:val="Normal"/>
    <w:link w:val="FootnoteTextChar"/>
    <w:semiHidden/>
    <w:rsid w:val="00006AC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006AC6"/>
    <w:rPr>
      <w:rFonts w:ascii="Times New Roman" w:eastAsia="Times New Roman" w:hAnsi="Times New Roman" w:cs="Times New Roman"/>
      <w:sz w:val="20"/>
      <w:szCs w:val="20"/>
      <w:lang w:val="en-US" w:eastAsia="en-GB"/>
    </w:rPr>
  </w:style>
  <w:style w:type="character" w:styleId="FootnoteReference">
    <w:name w:val="footnote reference"/>
    <w:basedOn w:val="DefaultParagraphFont"/>
    <w:semiHidden/>
    <w:rsid w:val="00006AC6"/>
    <w:rPr>
      <w:rFonts w:ascii="Times New Roman" w:hAnsi="Times New Roman" w:cs="Times New Roman"/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74344B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74344B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74344B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74344B"/>
    <w:pPr>
      <w:spacing w:after="100"/>
      <w:ind w:left="440"/>
    </w:pPr>
    <w:rPr>
      <w:rFonts w:eastAsiaTheme="minorEastAsia" w:cs="Times New Roman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E32A97"/>
    <w:rPr>
      <w:rFonts w:cstheme="minorHAnsi"/>
      <w:b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20670D"/>
    <w:rPr>
      <w:color w:val="605E5C"/>
      <w:shd w:val="clear" w:color="auto" w:fill="E1DFDD"/>
    </w:rPr>
  </w:style>
  <w:style w:type="table" w:customStyle="1" w:styleId="TableGrid2">
    <w:name w:val="Table Grid2"/>
    <w:basedOn w:val="TableNormal"/>
    <w:next w:val="TableGrid"/>
    <w:uiPriority w:val="59"/>
    <w:rsid w:val="0010168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4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5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ndp.org/sites/g/files/zskgke326/files/procurement/pdf/3.%20UNDP%20GTCs%20for%20Contracts%20(Goods%20and-or%20Services)%20-%20Sept%202017_0.pdf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http://www.britishcouncil.org/learnenglish-central-magazine-united-nations-330x220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rryk\AppData\Local\Microsoft\Windows\INetCache\Content.Outlook\F19FRMRS\HLCM-PN%20ITB%20V1%20Oct%202019%20(00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FE405EEA754099AA8DE1DCD4F44A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57CD31-6BD6-48C4-B477-4CD6DFFEE35C}"/>
      </w:docPartPr>
      <w:docPartBody>
        <w:p w:rsidR="007531EE" w:rsidRDefault="007531EE">
          <w:pPr>
            <w:pStyle w:val="96FE405EEA754099AA8DE1DCD4F44A5F"/>
          </w:pPr>
          <w:r w:rsidRPr="00F504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E29695B8735412282F45D05A51DAA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DB7B76-FEEF-4679-A978-99A08D1ADD65}"/>
      </w:docPartPr>
      <w:docPartBody>
        <w:p w:rsidR="007531EE" w:rsidRDefault="007531EE">
          <w:pPr>
            <w:pStyle w:val="2E29695B8735412282F45D05A51DAAA7"/>
          </w:pPr>
          <w:r w:rsidRPr="00F50432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1EE"/>
    <w:rsid w:val="0009638E"/>
    <w:rsid w:val="001A144A"/>
    <w:rsid w:val="00312E74"/>
    <w:rsid w:val="003910DF"/>
    <w:rsid w:val="00513653"/>
    <w:rsid w:val="007531EE"/>
    <w:rsid w:val="007B4C0D"/>
    <w:rsid w:val="008D2154"/>
    <w:rsid w:val="009D049E"/>
    <w:rsid w:val="00A956FC"/>
    <w:rsid w:val="00AE40E5"/>
    <w:rsid w:val="00C129B6"/>
    <w:rsid w:val="00C753EF"/>
    <w:rsid w:val="00E2053A"/>
    <w:rsid w:val="00E819A7"/>
    <w:rsid w:val="00FB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FB7C32"/>
    <w:rPr>
      <w:color w:val="808080"/>
    </w:rPr>
  </w:style>
  <w:style w:type="paragraph" w:customStyle="1" w:styleId="96FE405EEA754099AA8DE1DCD4F44A5F">
    <w:name w:val="96FE405EEA754099AA8DE1DCD4F44A5F"/>
  </w:style>
  <w:style w:type="paragraph" w:customStyle="1" w:styleId="2E29695B8735412282F45D05A51DAAA7">
    <w:name w:val="2E29695B8735412282F45D05A51DAAA7"/>
  </w:style>
  <w:style w:type="paragraph" w:customStyle="1" w:styleId="81529B838CC1406197E642840335F79F">
    <w:name w:val="81529B838CC1406197E642840335F79F"/>
    <w:rsid w:val="00FB7C32"/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vil Works Contract" ma:contentTypeID="0x0101005D1732F72A487648B65596CBF19553A80600BB6AC216449E234B97E5A0B2B2B7EB09" ma:contentTypeVersion="22" ma:contentTypeDescription="" ma:contentTypeScope="" ma:versionID="7708d50b0a5a4d51a4eecea59e24a9da">
  <xsd:schema xmlns:xsd="http://www.w3.org/2001/XMLSchema" xmlns:xs="http://www.w3.org/2001/XMLSchema" xmlns:p="http://schemas.microsoft.com/office/2006/metadata/properties" xmlns:ns2="0124b8df-39c7-408d-b94b-f1b19326dac9" xmlns:ns3="b854302c-0219-4935-b33c-b846e77a2852" targetNamespace="http://schemas.microsoft.com/office/2006/metadata/properties" ma:root="true" ma:fieldsID="612b8c4b08b5f5917a67feb586f5cfd4" ns2:_="" ns3:_="">
    <xsd:import namespace="0124b8df-39c7-408d-b94b-f1b19326dac9"/>
    <xsd:import namespace="b854302c-0219-4935-b33c-b846e77a2852"/>
    <xsd:element name="properties">
      <xsd:complexType>
        <xsd:sequence>
          <xsd:element name="documentManagement">
            <xsd:complexType>
              <xsd:all>
                <xsd:element ref="ns2:Year" minOccurs="0"/>
                <xsd:element ref="ns2:ib25375c54994a098f0afea097860041" minOccurs="0"/>
                <xsd:element ref="ns2:TaxCatchAll" minOccurs="0"/>
                <xsd:element ref="ns2:TaxCatchAllLabel" minOccurs="0"/>
                <xsd:element ref="ns2:Procurement_x0020_Plan_x0020_nr" minOccurs="0"/>
                <xsd:element ref="ns2:k0db2613b3b04255b3dcf11d9a5bd48c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4b8df-39c7-408d-b94b-f1b19326dac9" elementFormDefault="qualified">
    <xsd:import namespace="http://schemas.microsoft.com/office/2006/documentManagement/types"/>
    <xsd:import namespace="http://schemas.microsoft.com/office/infopath/2007/PartnerControls"/>
    <xsd:element name="Year" ma:index="8" nillable="true" ma:displayName="Year" ma:internalName="Year">
      <xsd:simpleType>
        <xsd:restriction base="dms:Text">
          <xsd:maxLength value="255"/>
        </xsd:restriction>
      </xsd:simpleType>
    </xsd:element>
    <xsd:element name="ib25375c54994a098f0afea097860041" ma:index="9" nillable="true" ma:taxonomy="true" ma:internalName="ib25375c54994a098f0afea097860041" ma:taxonomyFieldName="Procurement_x0020_modality" ma:displayName="Procurement modality" ma:readOnly="false" ma:default="" ma:fieldId="{2b25375c-5499-4a09-8f0a-fea097860041}" ma:sspId="f8ebb0a5-c57d-4c3a-bec7-8a38252dd05c" ma:termSetId="be2cf7ab-e660-4bf3-88cc-f3e22753586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eb8d2aaa-c693-4aa9-968c-177ed8a5fe63}" ma:internalName="TaxCatchAll" ma:showField="CatchAllData" ma:web="0124b8df-39c7-408d-b94b-f1b19326da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eb8d2aaa-c693-4aa9-968c-177ed8a5fe63}" ma:internalName="TaxCatchAllLabel" ma:readOnly="true" ma:showField="CatchAllDataLabel" ma:web="0124b8df-39c7-408d-b94b-f1b19326da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curement_x0020_Plan_x0020_nr" ma:index="13" nillable="true" ma:displayName="Procurement Plan nr" ma:internalName="Procurement_x0020_Plan_x0020_nr" ma:readOnly="false">
      <xsd:simpleType>
        <xsd:restriction base="dms:Number"/>
      </xsd:simpleType>
    </xsd:element>
    <xsd:element name="k0db2613b3b04255b3dcf11d9a5bd48c" ma:index="14" nillable="true" ma:taxonomy="true" ma:internalName="k0db2613b3b04255b3dcf11d9a5bd48c" ma:taxonomyFieldName="Requesting_x0020_unit" ma:displayName="Requesting unit" ma:readOnly="false" ma:default="" ma:fieldId="{40db2613-b3b0-4255-b3dc-f11d9a5bd48c}" ma:sspId="f8ebb0a5-c57d-4c3a-bec7-8a38252dd05c" ma:termSetId="b085a614-e888-4cfb-88cb-801b147016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54302c-0219-4935-b33c-b846e77a2852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854302c-0219-4935-b33c-b846e77a2852">
      <Terms xmlns="http://schemas.microsoft.com/office/infopath/2007/PartnerControls"/>
    </lcf76f155ced4ddcb4097134ff3c332f>
    <ib25375c54994a098f0afea097860041 xmlns="0124b8df-39c7-408d-b94b-f1b19326dac9">
      <Terms xmlns="http://schemas.microsoft.com/office/infopath/2007/PartnerControls"/>
    </ib25375c54994a098f0afea097860041>
    <TaxCatchAll xmlns="0124b8df-39c7-408d-b94b-f1b19326dac9" xsi:nil="true"/>
    <Procurement_x0020_Plan_x0020_nr xmlns="0124b8df-39c7-408d-b94b-f1b19326dac9" xsi:nil="true"/>
    <Year xmlns="0124b8df-39c7-408d-b94b-f1b19326dac9" xsi:nil="true"/>
    <k0db2613b3b04255b3dcf11d9a5bd48c xmlns="0124b8df-39c7-408d-b94b-f1b19326dac9">
      <Terms xmlns="http://schemas.microsoft.com/office/infopath/2007/PartnerControls"/>
    </k0db2613b3b04255b3dcf11d9a5bd48c>
  </documentManagement>
</p:properties>
</file>

<file path=customXml/itemProps1.xml><?xml version="1.0" encoding="utf-8"?>
<ds:datastoreItem xmlns:ds="http://schemas.openxmlformats.org/officeDocument/2006/customXml" ds:itemID="{325E6F1F-BE5F-4407-9560-6F81381909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B9951D-F17C-4E13-A1F2-7ED4682070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6833DC-F89B-40FF-AA47-22FB1294E5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24b8df-39c7-408d-b94b-f1b19326dac9"/>
    <ds:schemaRef ds:uri="b854302c-0219-4935-b33c-b846e77a2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6284E1-587B-4352-8759-238ABC6C1874}">
  <ds:schemaRefs>
    <ds:schemaRef ds:uri="http://schemas.microsoft.com/office/2006/metadata/properties"/>
    <ds:schemaRef ds:uri="http://schemas.microsoft.com/office/infopath/2007/PartnerControls"/>
    <ds:schemaRef ds:uri="51368a21-396d-4f04-a5ba-4815eee1ca61"/>
    <ds:schemaRef ds:uri="b854302c-0219-4935-b33c-b846e77a2852"/>
    <ds:schemaRef ds:uri="0124b8df-39c7-408d-b94b-f1b19326da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HLCM-PN ITB V1 Oct 2019 (002)</Template>
  <TotalTime>4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CTBTO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Kerry Kassow</dc:creator>
  <cp:lastModifiedBy>Denys Shliapkin</cp:lastModifiedBy>
  <cp:revision>9</cp:revision>
  <cp:lastPrinted>2019-06-14T13:00:00Z</cp:lastPrinted>
  <dcterms:created xsi:type="dcterms:W3CDTF">2022-07-28T09:06:00Z</dcterms:created>
  <dcterms:modified xsi:type="dcterms:W3CDTF">2022-11-24T13:24:00Z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0x010100D156F79361AF3E429B168BEA7D2F908E</vt:lpwstr>
  </property>
  <property fmtid="{D5CDD505-2E9C-101B-9397-08002B2CF9AE}" pid="3" name="Participant_x0020_title">
    <vt:lpwstr/>
  </property>
  <property fmtid="{D5CDD505-2E9C-101B-9397-08002B2CF9AE}" pid="4" name="Function1">
    <vt:lpwstr/>
  </property>
  <property fmtid="{D5CDD505-2E9C-101B-9397-08002B2CF9AE}" pid="5" name="Evaluation_x0020_Type">
    <vt:lpwstr/>
  </property>
  <property fmtid="{D5CDD505-2E9C-101B-9397-08002B2CF9AE}" pid="6" name="MediaServiceImageTags">
    <vt:lpwstr/>
  </property>
  <property fmtid="{D5CDD505-2E9C-101B-9397-08002B2CF9AE}" pid="7" name="bc42a633582144898a68615e0f8b2c09">
    <vt:lpwstr/>
  </property>
  <property fmtid="{D5CDD505-2E9C-101B-9397-08002B2CF9AE}" pid="8" name="Event_x0020_location">
    <vt:lpwstr/>
  </property>
  <property fmtid="{D5CDD505-2E9C-101B-9397-08002B2CF9AE}" pid="9" name="Award_x0020_Notification_x0020_Type">
    <vt:lpwstr/>
  </property>
  <property fmtid="{D5CDD505-2E9C-101B-9397-08002B2CF9AE}" pid="10" name="o5abed0d55cb4ef3b14ae4ecaef48ba4">
    <vt:lpwstr/>
  </property>
  <property fmtid="{D5CDD505-2E9C-101B-9397-08002B2CF9AE}" pid="11" name="Requesting unit">
    <vt:lpwstr/>
  </property>
  <property fmtid="{D5CDD505-2E9C-101B-9397-08002B2CF9AE}" pid="12" name="Participant">
    <vt:lpwstr/>
  </property>
  <property fmtid="{D5CDD505-2E9C-101B-9397-08002B2CF9AE}" pid="13" name="a04a9333f2e641d88873f0f106c22751">
    <vt:lpwstr/>
  </property>
  <property fmtid="{D5CDD505-2E9C-101B-9397-08002B2CF9AE}" pid="14" name="Event_x0020_venue">
    <vt:lpwstr/>
  </property>
  <property fmtid="{D5CDD505-2E9C-101B-9397-08002B2CF9AE}" pid="15" name="i2a1856294954824aab0b658869244e1">
    <vt:lpwstr/>
  </property>
  <property fmtid="{D5CDD505-2E9C-101B-9397-08002B2CF9AE}" pid="16" name="md259eb5f96543d19986437837a9b1f9">
    <vt:lpwstr/>
  </property>
  <property fmtid="{D5CDD505-2E9C-101B-9397-08002B2CF9AE}" pid="17" name="i54f13d09ec34bcd8cdb859e9da9b50c">
    <vt:lpwstr/>
  </property>
  <property fmtid="{D5CDD505-2E9C-101B-9397-08002B2CF9AE}" pid="18" name="f745a2646bc54c0fb284df43a9d4bcd8">
    <vt:lpwstr/>
  </property>
  <property fmtid="{D5CDD505-2E9C-101B-9397-08002B2CF9AE}" pid="19" name="Procurement modality">
    <vt:lpwstr/>
  </property>
  <property fmtid="{D5CDD505-2E9C-101B-9397-08002B2CF9AE}" pid="20" name="Participant title">
    <vt:lpwstr/>
  </property>
  <property fmtid="{D5CDD505-2E9C-101B-9397-08002B2CF9AE}" pid="21" name="Award Notification Type">
    <vt:lpwstr/>
  </property>
  <property fmtid="{D5CDD505-2E9C-101B-9397-08002B2CF9AE}" pid="22" name="Event venue">
    <vt:lpwstr/>
  </property>
  <property fmtid="{D5CDD505-2E9C-101B-9397-08002B2CF9AE}" pid="23" name="Event location">
    <vt:lpwstr/>
  </property>
  <property fmtid="{D5CDD505-2E9C-101B-9397-08002B2CF9AE}" pid="24" name="Evaluation Type">
    <vt:lpwstr/>
  </property>
</Properties>
</file>