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8B23A" w14:textId="5285F308" w:rsidR="0008751A" w:rsidRDefault="004E36F2">
      <w:pPr>
        <w:tabs>
          <w:tab w:val="left" w:pos="-180"/>
          <w:tab w:val="right" w:pos="1980"/>
          <w:tab w:val="left" w:pos="2160"/>
          <w:tab w:val="left" w:pos="4320"/>
        </w:tabs>
        <w:spacing w:line="223" w:lineRule="exact"/>
        <w:ind w:left="720" w:hanging="720"/>
        <w:jc w:val="both"/>
        <w:rPr>
          <w:b/>
          <w:sz w:val="22"/>
          <w:szCs w:val="22"/>
          <w:lang w:val="en-GB"/>
        </w:rPr>
      </w:pPr>
      <w:r>
        <w:rPr>
          <w:noProof/>
          <w:lang w:val="en-GB"/>
        </w:rPr>
        <mc:AlternateContent>
          <mc:Choice Requires="wps">
            <w:drawing>
              <wp:anchor distT="0" distB="0" distL="114300" distR="114300" simplePos="0" relativeHeight="251658240" behindDoc="0" locked="0" layoutInCell="1" allowOverlap="1" wp14:anchorId="2ADBFF48" wp14:editId="0F34C40F">
                <wp:simplePos x="0" y="0"/>
                <wp:positionH relativeFrom="column">
                  <wp:posOffset>4069079</wp:posOffset>
                </wp:positionH>
                <wp:positionV relativeFrom="paragraph">
                  <wp:posOffset>-104775</wp:posOffset>
                </wp:positionV>
                <wp:extent cx="1590675" cy="955675"/>
                <wp:effectExtent l="0" t="0" r="9525" b="158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955675"/>
                        </a:xfrm>
                        <a:prstGeom prst="rect">
                          <a:avLst/>
                        </a:prstGeom>
                        <a:noFill/>
                        <a:ln>
                          <a:noFill/>
                        </a:ln>
                      </wps:spPr>
                      <wps:txbx>
                        <w:txbxContent>
                          <w:p w14:paraId="040506FB" w14:textId="77777777" w:rsidR="00383B36" w:rsidRDefault="00383B36" w:rsidP="00C335DE">
                            <w:pPr>
                              <w:jc w:val="right"/>
                              <w:rPr>
                                <w:sz w:val="18"/>
                              </w:rPr>
                            </w:pPr>
                            <w:r>
                              <w:rPr>
                                <w:sz w:val="18"/>
                              </w:rPr>
                              <w:t>United Nations Population Fund</w:t>
                            </w:r>
                          </w:p>
                          <w:p w14:paraId="670DE3D5" w14:textId="77777777" w:rsidR="00C335DE" w:rsidRDefault="00383B36" w:rsidP="00C335DE">
                            <w:pPr>
                              <w:tabs>
                                <w:tab w:val="left" w:pos="-180"/>
                                <w:tab w:val="right" w:pos="1980"/>
                                <w:tab w:val="left" w:pos="2160"/>
                                <w:tab w:val="left" w:pos="4320"/>
                              </w:tabs>
                              <w:jc w:val="right"/>
                              <w:rPr>
                                <w:sz w:val="18"/>
                              </w:rPr>
                            </w:pPr>
                            <w:r>
                              <w:rPr>
                                <w:sz w:val="18"/>
                              </w:rPr>
                              <w:t>Address</w:t>
                            </w:r>
                            <w:r w:rsidR="000D1335">
                              <w:rPr>
                                <w:sz w:val="18"/>
                              </w:rPr>
                              <w:t xml:space="preserve"> </w:t>
                            </w:r>
                            <w:r w:rsidR="00C335DE">
                              <w:rPr>
                                <w:sz w:val="18"/>
                              </w:rPr>
                              <w:t xml:space="preserve">UN Street-12, </w:t>
                            </w:r>
                          </w:p>
                          <w:p w14:paraId="4A4FD0E3" w14:textId="730D79FD" w:rsidR="00C335DE" w:rsidRDefault="00C335DE" w:rsidP="00C335DE">
                            <w:pPr>
                              <w:tabs>
                                <w:tab w:val="left" w:pos="-180"/>
                                <w:tab w:val="right" w:pos="1980"/>
                                <w:tab w:val="left" w:pos="2160"/>
                                <w:tab w:val="left" w:pos="4320"/>
                              </w:tabs>
                              <w:jc w:val="right"/>
                              <w:rPr>
                                <w:sz w:val="18"/>
                              </w:rPr>
                            </w:pPr>
                            <w:r>
                              <w:rPr>
                                <w:sz w:val="18"/>
                              </w:rPr>
                              <w:t xml:space="preserve">Sukhbaatar district, </w:t>
                            </w:r>
                          </w:p>
                          <w:p w14:paraId="306C5900" w14:textId="765231DD" w:rsidR="00383B36" w:rsidRDefault="00C335DE" w:rsidP="00C335DE">
                            <w:pPr>
                              <w:tabs>
                                <w:tab w:val="left" w:pos="-180"/>
                                <w:tab w:val="right" w:pos="1980"/>
                                <w:tab w:val="left" w:pos="2160"/>
                                <w:tab w:val="left" w:pos="4320"/>
                              </w:tabs>
                              <w:jc w:val="right"/>
                              <w:rPr>
                                <w:sz w:val="18"/>
                                <w:lang w:val="de-DE"/>
                              </w:rPr>
                            </w:pPr>
                            <w:r>
                              <w:rPr>
                                <w:sz w:val="18"/>
                              </w:rPr>
                              <w:t>Ulaanbaatar-14201, Mongolia</w:t>
                            </w:r>
                          </w:p>
                          <w:p w14:paraId="3CB43DF1" w14:textId="6AFC4D4C" w:rsidR="00383B36" w:rsidRDefault="00383B36" w:rsidP="00C335DE">
                            <w:pPr>
                              <w:tabs>
                                <w:tab w:val="left" w:pos="-180"/>
                                <w:tab w:val="right" w:pos="1980"/>
                                <w:tab w:val="left" w:pos="2160"/>
                                <w:tab w:val="left" w:pos="4320"/>
                              </w:tabs>
                              <w:jc w:val="right"/>
                              <w:rPr>
                                <w:sz w:val="18"/>
                                <w:lang w:val="de-DE"/>
                              </w:rPr>
                            </w:pPr>
                            <w:r>
                              <w:rPr>
                                <w:sz w:val="18"/>
                                <w:lang w:val="de-DE"/>
                              </w:rPr>
                              <w:t xml:space="preserve">Fax: </w:t>
                            </w:r>
                            <w:r w:rsidR="00C335DE">
                              <w:rPr>
                                <w:sz w:val="18"/>
                                <w:lang w:val="de-DE"/>
                              </w:rPr>
                              <w:t>976-11-353505</w:t>
                            </w:r>
                          </w:p>
                          <w:p w14:paraId="2D289AC7" w14:textId="1BCCC9A6" w:rsidR="00383B36" w:rsidRDefault="00383B36" w:rsidP="00C335DE">
                            <w:pPr>
                              <w:tabs>
                                <w:tab w:val="left" w:pos="-180"/>
                                <w:tab w:val="right" w:pos="1980"/>
                                <w:tab w:val="left" w:pos="2160"/>
                                <w:tab w:val="left" w:pos="4320"/>
                              </w:tabs>
                              <w:jc w:val="right"/>
                              <w:rPr>
                                <w:sz w:val="18"/>
                              </w:rPr>
                            </w:pPr>
                            <w:r>
                              <w:rPr>
                                <w:sz w:val="18"/>
                              </w:rPr>
                              <w:t xml:space="preserve">Telephone: </w:t>
                            </w:r>
                            <w:r w:rsidR="00C335DE">
                              <w:rPr>
                                <w:sz w:val="18"/>
                              </w:rPr>
                              <w:t>976-11-353505/3355</w:t>
                            </w:r>
                          </w:p>
                          <w:p w14:paraId="1A60AFC9" w14:textId="0A447AA1" w:rsidR="00C335DE" w:rsidRDefault="00C335DE">
                            <w:pPr>
                              <w:tabs>
                                <w:tab w:val="left" w:pos="-180"/>
                                <w:tab w:val="right" w:pos="1980"/>
                                <w:tab w:val="left" w:pos="2160"/>
                                <w:tab w:val="left" w:pos="4320"/>
                              </w:tabs>
                              <w:rPr>
                                <w:sz w:val="18"/>
                              </w:rPr>
                            </w:pPr>
                          </w:p>
                          <w:p w14:paraId="00212658" w14:textId="77777777" w:rsidR="00C335DE" w:rsidRDefault="00C335DE">
                            <w:pPr>
                              <w:tabs>
                                <w:tab w:val="left" w:pos="-180"/>
                                <w:tab w:val="right" w:pos="1980"/>
                                <w:tab w:val="left" w:pos="2160"/>
                                <w:tab w:val="left" w:pos="4320"/>
                              </w:tabs>
                              <w:rPr>
                                <w:sz w:val="18"/>
                              </w:rPr>
                            </w:pPr>
                          </w:p>
                          <w:p w14:paraId="379D893B" w14:textId="019C2DCA" w:rsidR="00383B36" w:rsidRDefault="00383B36">
                            <w:pPr>
                              <w:tabs>
                                <w:tab w:val="left" w:pos="-180"/>
                                <w:tab w:val="right" w:pos="1980"/>
                                <w:tab w:val="left" w:pos="2160"/>
                                <w:tab w:val="left" w:pos="4320"/>
                              </w:tabs>
                              <w:rPr>
                                <w:sz w:val="18"/>
                              </w:rPr>
                            </w:pPr>
                            <w:r>
                              <w:rPr>
                                <w:sz w:val="18"/>
                              </w:rPr>
                              <w:t>Email: batsuuri</w:t>
                            </w:r>
                            <w:r w:rsidRPr="000650CC">
                              <w:rPr>
                                <w:sz w:val="18"/>
                              </w:rPr>
                              <w:t>@unfpa.org</w:t>
                            </w:r>
                          </w:p>
                          <w:p w14:paraId="66249D4A" w14:textId="77777777" w:rsidR="00383B36" w:rsidRDefault="00383B36">
                            <w:pPr>
                              <w:tabs>
                                <w:tab w:val="left" w:pos="-180"/>
                                <w:tab w:val="right" w:pos="1980"/>
                                <w:tab w:val="left" w:pos="2160"/>
                                <w:tab w:val="left" w:pos="4320"/>
                              </w:tabs>
                              <w:rPr>
                                <w:u w:val="single"/>
                              </w:rPr>
                            </w:pPr>
                            <w:r>
                              <w:rPr>
                                <w:sz w:val="18"/>
                              </w:rPr>
                              <w:t xml:space="preserve">Website: </w:t>
                            </w:r>
                            <w:hyperlink r:id="rId11" w:history="1">
                              <w:r>
                                <w:rPr>
                                  <w:rStyle w:val="Hyperlink"/>
                                  <w:color w:val="auto"/>
                                  <w:sz w:val="18"/>
                                  <w:u w:val="none"/>
                                </w:rPr>
                                <w:t>ww</w:t>
                              </w:r>
                              <w:bookmarkStart w:id="0" w:name="_Hlt466110217"/>
                              <w:r>
                                <w:rPr>
                                  <w:rStyle w:val="Hyperlink"/>
                                  <w:color w:val="auto"/>
                                  <w:sz w:val="18"/>
                                  <w:u w:val="none"/>
                                </w:rPr>
                                <w:t>w</w:t>
                              </w:r>
                              <w:bookmarkEnd w:id="0"/>
                              <w:r>
                                <w:rPr>
                                  <w:rStyle w:val="Hyperlink"/>
                                  <w:color w:val="auto"/>
                                  <w:sz w:val="18"/>
                                  <w:u w:val="none"/>
                                </w:rPr>
                                <w:t>.unfpa.org</w:t>
                              </w:r>
                            </w:hyperlink>
                          </w:p>
                          <w:p w14:paraId="6D9F801B" w14:textId="77777777" w:rsidR="00383B36" w:rsidRDefault="00383B36">
                            <w:pPr>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BFF48" id="Rectangle 1" o:spid="_x0000_s1026" style="position:absolute;left:0;text-align:left;margin-left:320.4pt;margin-top:-8.25pt;width:125.25pt;height:7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" filled="f" stroked="f">
                <v:textbox inset="0,0,0,0">
                  <w:txbxContent>
                    <w:p w14:paraId="040506FB" w14:textId="77777777" w:rsidR="00383B36" w:rsidRDefault="00383B36" w:rsidP="00C335DE">
                      <w:pPr>
                        <w:jc w:val="right"/>
                        <w:rPr>
                          <w:sz w:val="18"/>
                        </w:rPr>
                      </w:pPr>
                      <w:r>
                        <w:rPr>
                          <w:sz w:val="18"/>
                        </w:rPr>
                        <w:t>United Nations Population Fund</w:t>
                      </w:r>
                    </w:p>
                    <w:p w14:paraId="670DE3D5" w14:textId="77777777" w:rsidR="00C335DE" w:rsidRDefault="00383B36" w:rsidP="00C335DE">
                      <w:pPr>
                        <w:tabs>
                          <w:tab w:val="left" w:pos="-180"/>
                          <w:tab w:val="right" w:pos="1980"/>
                          <w:tab w:val="left" w:pos="2160"/>
                          <w:tab w:val="left" w:pos="4320"/>
                        </w:tabs>
                        <w:jc w:val="right"/>
                        <w:rPr>
                          <w:sz w:val="18"/>
                        </w:rPr>
                      </w:pPr>
                      <w:r>
                        <w:rPr>
                          <w:sz w:val="18"/>
                        </w:rPr>
                        <w:t>Address</w:t>
                      </w:r>
                      <w:r w:rsidR="000D1335">
                        <w:rPr>
                          <w:sz w:val="18"/>
                        </w:rPr>
                        <w:t xml:space="preserve"> </w:t>
                      </w:r>
                      <w:r w:rsidR="00C335DE">
                        <w:rPr>
                          <w:sz w:val="18"/>
                        </w:rPr>
                        <w:t xml:space="preserve">UN Street-12, </w:t>
                      </w:r>
                    </w:p>
                    <w:p w14:paraId="4A4FD0E3" w14:textId="730D79FD" w:rsidR="00C335DE" w:rsidRDefault="00C335DE" w:rsidP="00C335DE">
                      <w:pPr>
                        <w:tabs>
                          <w:tab w:val="left" w:pos="-180"/>
                          <w:tab w:val="right" w:pos="1980"/>
                          <w:tab w:val="left" w:pos="2160"/>
                          <w:tab w:val="left" w:pos="4320"/>
                        </w:tabs>
                        <w:jc w:val="right"/>
                        <w:rPr>
                          <w:sz w:val="18"/>
                        </w:rPr>
                      </w:pPr>
                      <w:r>
                        <w:rPr>
                          <w:sz w:val="18"/>
                        </w:rPr>
                        <w:t xml:space="preserve">Sukhbaatar district, </w:t>
                      </w:r>
                    </w:p>
                    <w:p w14:paraId="306C5900" w14:textId="765231DD" w:rsidR="00383B36" w:rsidRDefault="00C335DE" w:rsidP="00C335DE">
                      <w:pPr>
                        <w:tabs>
                          <w:tab w:val="left" w:pos="-180"/>
                          <w:tab w:val="right" w:pos="1980"/>
                          <w:tab w:val="left" w:pos="2160"/>
                          <w:tab w:val="left" w:pos="4320"/>
                        </w:tabs>
                        <w:jc w:val="right"/>
                        <w:rPr>
                          <w:sz w:val="18"/>
                          <w:lang w:val="de-DE"/>
                        </w:rPr>
                      </w:pPr>
                      <w:r>
                        <w:rPr>
                          <w:sz w:val="18"/>
                        </w:rPr>
                        <w:t>Ulaanbaatar-14201, Mongolia</w:t>
                      </w:r>
                    </w:p>
                    <w:p w14:paraId="3CB43DF1" w14:textId="6AFC4D4C" w:rsidR="00383B36" w:rsidRDefault="00383B36" w:rsidP="00C335DE">
                      <w:pPr>
                        <w:tabs>
                          <w:tab w:val="left" w:pos="-180"/>
                          <w:tab w:val="right" w:pos="1980"/>
                          <w:tab w:val="left" w:pos="2160"/>
                          <w:tab w:val="left" w:pos="4320"/>
                        </w:tabs>
                        <w:jc w:val="right"/>
                        <w:rPr>
                          <w:sz w:val="18"/>
                          <w:lang w:val="de-DE"/>
                        </w:rPr>
                      </w:pPr>
                      <w:r>
                        <w:rPr>
                          <w:sz w:val="18"/>
                          <w:lang w:val="de-DE"/>
                        </w:rPr>
                        <w:t xml:space="preserve">Fax: </w:t>
                      </w:r>
                      <w:r w:rsidR="00C335DE">
                        <w:rPr>
                          <w:sz w:val="18"/>
                          <w:lang w:val="de-DE"/>
                        </w:rPr>
                        <w:t>976-11-353505</w:t>
                      </w:r>
                    </w:p>
                    <w:p w14:paraId="2D289AC7" w14:textId="1BCCC9A6" w:rsidR="00383B36" w:rsidRDefault="00383B36" w:rsidP="00C335DE">
                      <w:pPr>
                        <w:tabs>
                          <w:tab w:val="left" w:pos="-180"/>
                          <w:tab w:val="right" w:pos="1980"/>
                          <w:tab w:val="left" w:pos="2160"/>
                          <w:tab w:val="left" w:pos="4320"/>
                        </w:tabs>
                        <w:jc w:val="right"/>
                        <w:rPr>
                          <w:sz w:val="18"/>
                        </w:rPr>
                      </w:pPr>
                      <w:r>
                        <w:rPr>
                          <w:sz w:val="18"/>
                        </w:rPr>
                        <w:t xml:space="preserve">Telephone: </w:t>
                      </w:r>
                      <w:r w:rsidR="00C335DE">
                        <w:rPr>
                          <w:sz w:val="18"/>
                        </w:rPr>
                        <w:t>976-11-353505/3355</w:t>
                      </w:r>
                    </w:p>
                    <w:p w14:paraId="1A60AFC9" w14:textId="0A447AA1" w:rsidR="00C335DE" w:rsidRDefault="00C335DE">
                      <w:pPr>
                        <w:tabs>
                          <w:tab w:val="left" w:pos="-180"/>
                          <w:tab w:val="right" w:pos="1980"/>
                          <w:tab w:val="left" w:pos="2160"/>
                          <w:tab w:val="left" w:pos="4320"/>
                        </w:tabs>
                        <w:rPr>
                          <w:sz w:val="18"/>
                        </w:rPr>
                      </w:pPr>
                    </w:p>
                    <w:p w14:paraId="00212658" w14:textId="77777777" w:rsidR="00C335DE" w:rsidRDefault="00C335DE">
                      <w:pPr>
                        <w:tabs>
                          <w:tab w:val="left" w:pos="-180"/>
                          <w:tab w:val="right" w:pos="1980"/>
                          <w:tab w:val="left" w:pos="2160"/>
                          <w:tab w:val="left" w:pos="4320"/>
                        </w:tabs>
                        <w:rPr>
                          <w:sz w:val="18"/>
                        </w:rPr>
                      </w:pPr>
                    </w:p>
                    <w:p w14:paraId="379D893B" w14:textId="019C2DCA" w:rsidR="00383B36" w:rsidRDefault="00383B36">
                      <w:pPr>
                        <w:tabs>
                          <w:tab w:val="left" w:pos="-180"/>
                          <w:tab w:val="right" w:pos="1980"/>
                          <w:tab w:val="left" w:pos="2160"/>
                          <w:tab w:val="left" w:pos="4320"/>
                        </w:tabs>
                        <w:rPr>
                          <w:sz w:val="18"/>
                        </w:rPr>
                      </w:pPr>
                      <w:r>
                        <w:rPr>
                          <w:sz w:val="18"/>
                        </w:rPr>
                        <w:t>Email: batsuuri</w:t>
                      </w:r>
                      <w:r w:rsidRPr="000650CC">
                        <w:rPr>
                          <w:sz w:val="18"/>
                        </w:rPr>
                        <w:t>@unfpa.org</w:t>
                      </w:r>
                    </w:p>
                    <w:p w14:paraId="66249D4A" w14:textId="77777777" w:rsidR="00383B36" w:rsidRDefault="00383B36">
                      <w:pPr>
                        <w:tabs>
                          <w:tab w:val="left" w:pos="-180"/>
                          <w:tab w:val="right" w:pos="1980"/>
                          <w:tab w:val="left" w:pos="2160"/>
                          <w:tab w:val="left" w:pos="4320"/>
                        </w:tabs>
                        <w:rPr>
                          <w:u w:val="single"/>
                        </w:rPr>
                      </w:pPr>
                      <w:r>
                        <w:rPr>
                          <w:sz w:val="18"/>
                        </w:rPr>
                        <w:t xml:space="preserve">Website: </w:t>
                      </w:r>
                      <w:hyperlink r:id="rId12" w:history="1">
                        <w:r>
                          <w:rPr>
                            <w:rStyle w:val="Hyperlink"/>
                            <w:color w:val="auto"/>
                            <w:sz w:val="18"/>
                            <w:u w:val="none"/>
                          </w:rPr>
                          <w:t>ww</w:t>
                        </w:r>
                        <w:bookmarkStart w:id="1" w:name="_Hlt466110217"/>
                        <w:r>
                          <w:rPr>
                            <w:rStyle w:val="Hyperlink"/>
                            <w:color w:val="auto"/>
                            <w:sz w:val="18"/>
                            <w:u w:val="none"/>
                          </w:rPr>
                          <w:t>w</w:t>
                        </w:r>
                        <w:bookmarkEnd w:id="1"/>
                        <w:r>
                          <w:rPr>
                            <w:rStyle w:val="Hyperlink"/>
                            <w:color w:val="auto"/>
                            <w:sz w:val="18"/>
                            <w:u w:val="none"/>
                          </w:rPr>
                          <w:t>.unfpa.org</w:t>
                        </w:r>
                      </w:hyperlink>
                    </w:p>
                    <w:p w14:paraId="6D9F801B" w14:textId="77777777" w:rsidR="00383B36" w:rsidRDefault="00383B36">
                      <w:pPr>
                        <w:rPr>
                          <w:sz w:val="18"/>
                        </w:rPr>
                      </w:pPr>
                    </w:p>
                  </w:txbxContent>
                </v:textbox>
              </v:rect>
            </w:pict>
          </mc:Fallback>
        </mc:AlternateContent>
      </w:r>
      <w:r w:rsidR="004B77E8">
        <w:rPr>
          <w:noProof/>
          <w:lang w:val="en-GB"/>
        </w:rPr>
        <w:drawing>
          <wp:anchor distT="0" distB="0" distL="114300" distR="114300" simplePos="0" relativeHeight="251658241" behindDoc="0" locked="0" layoutInCell="1" allowOverlap="1" wp14:anchorId="2B60E9FF" wp14:editId="3FFDABA9">
            <wp:simplePos x="0" y="0"/>
            <wp:positionH relativeFrom="column">
              <wp:posOffset>54610</wp:posOffset>
            </wp:positionH>
            <wp:positionV relativeFrom="paragraph">
              <wp:posOffset>-222885</wp:posOffset>
            </wp:positionV>
            <wp:extent cx="1286510" cy="595630"/>
            <wp:effectExtent l="19050" t="0" r="8890" b="0"/>
            <wp:wrapNone/>
            <wp:docPr id="3" name="Picture 4"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3"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r w:rsidR="00383B36">
        <w:rPr>
          <w:sz w:val="22"/>
          <w:szCs w:val="22"/>
          <w:lang w:val="en-GB"/>
        </w:rPr>
        <w:softHyphen/>
      </w:r>
      <w:r w:rsidR="0008751A">
        <w:rPr>
          <w:sz w:val="22"/>
          <w:szCs w:val="22"/>
          <w:lang w:val="en-GB"/>
        </w:rPr>
        <w:tab/>
      </w:r>
    </w:p>
    <w:p w14:paraId="251249DA" w14:textId="77777777" w:rsidR="0008751A" w:rsidRDefault="0008751A">
      <w:pPr>
        <w:spacing w:line="223" w:lineRule="exact"/>
        <w:ind w:right="-1260"/>
        <w:jc w:val="both"/>
        <w:rPr>
          <w:noProof/>
          <w:sz w:val="22"/>
          <w:szCs w:val="22"/>
          <w:lang w:val="en-GB"/>
        </w:rPr>
      </w:pPr>
    </w:p>
    <w:p w14:paraId="22C460FF" w14:textId="77777777" w:rsidR="0008751A" w:rsidRDefault="0008751A">
      <w:pPr>
        <w:spacing w:line="223" w:lineRule="exact"/>
        <w:ind w:right="-1260"/>
        <w:jc w:val="both"/>
        <w:rPr>
          <w:noProof/>
          <w:sz w:val="22"/>
          <w:szCs w:val="22"/>
          <w:lang w:val="en-GB"/>
        </w:rPr>
      </w:pP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p>
    <w:p w14:paraId="5FF2C9F4" w14:textId="77777777" w:rsidR="0008751A" w:rsidRDefault="0008751A">
      <w:pPr>
        <w:spacing w:line="223" w:lineRule="exact"/>
        <w:ind w:right="-1260"/>
        <w:jc w:val="both"/>
        <w:rPr>
          <w:noProof/>
          <w:sz w:val="22"/>
          <w:szCs w:val="22"/>
          <w:lang w:val="en-GB"/>
        </w:rPr>
      </w:pPr>
    </w:p>
    <w:p w14:paraId="11CC3626" w14:textId="6373A62D" w:rsidR="0008751A" w:rsidRPr="006C1BE1" w:rsidRDefault="00F66B2C">
      <w:pPr>
        <w:spacing w:line="223" w:lineRule="exact"/>
        <w:ind w:right="-1260"/>
        <w:jc w:val="both"/>
        <w:rPr>
          <w:sz w:val="22"/>
          <w:szCs w:val="22"/>
          <w:lang w:val="en-GB"/>
        </w:rPr>
      </w:pPr>
      <w:r w:rsidRPr="006C1BE1">
        <w:rPr>
          <w:noProof/>
          <w:sz w:val="22"/>
          <w:szCs w:val="22"/>
          <w:lang w:val="en-GB"/>
        </w:rPr>
        <w:t xml:space="preserve">April </w:t>
      </w:r>
      <w:r w:rsidR="00812717" w:rsidRPr="006C1BE1">
        <w:rPr>
          <w:noProof/>
          <w:sz w:val="22"/>
          <w:szCs w:val="22"/>
          <w:lang w:val="en-GB"/>
        </w:rPr>
        <w:t>8</w:t>
      </w:r>
      <w:r w:rsidRPr="006C1BE1">
        <w:rPr>
          <w:noProof/>
          <w:sz w:val="22"/>
          <w:szCs w:val="22"/>
          <w:lang w:val="en-GB"/>
        </w:rPr>
        <w:t>, 2022</w:t>
      </w:r>
    </w:p>
    <w:p w14:paraId="2ED8091A" w14:textId="77777777" w:rsidR="0008751A" w:rsidRPr="006C1BE1" w:rsidRDefault="0008751A">
      <w:pPr>
        <w:jc w:val="center"/>
        <w:rPr>
          <w:b/>
          <w:sz w:val="22"/>
          <w:szCs w:val="22"/>
          <w:lang w:val="en-GB"/>
        </w:rPr>
      </w:pPr>
    </w:p>
    <w:p w14:paraId="2156AF6D" w14:textId="77777777" w:rsidR="0008751A" w:rsidRPr="006C1BE1" w:rsidRDefault="0008751A">
      <w:pPr>
        <w:jc w:val="center"/>
        <w:rPr>
          <w:b/>
          <w:sz w:val="22"/>
          <w:szCs w:val="22"/>
          <w:lang w:val="en-GB"/>
        </w:rPr>
      </w:pPr>
    </w:p>
    <w:p w14:paraId="00D66B51" w14:textId="77777777" w:rsidR="0008751A" w:rsidRPr="006C1BE1" w:rsidRDefault="0008751A">
      <w:pPr>
        <w:jc w:val="center"/>
        <w:rPr>
          <w:b/>
          <w:sz w:val="22"/>
          <w:szCs w:val="22"/>
          <w:lang w:val="en-GB"/>
        </w:rPr>
      </w:pPr>
    </w:p>
    <w:p w14:paraId="2DD46074" w14:textId="77777777" w:rsidR="0008751A" w:rsidRPr="006C1BE1" w:rsidRDefault="009A0EBC">
      <w:pPr>
        <w:jc w:val="center"/>
        <w:rPr>
          <w:sz w:val="28"/>
          <w:szCs w:val="28"/>
          <w:lang w:val="en-GB"/>
        </w:rPr>
      </w:pPr>
      <w:r w:rsidRPr="006C1BE1">
        <w:rPr>
          <w:b/>
          <w:sz w:val="28"/>
          <w:szCs w:val="28"/>
          <w:lang w:val="en-GB"/>
        </w:rPr>
        <w:t>INVITATION TO BID</w:t>
      </w:r>
    </w:p>
    <w:p w14:paraId="480150E7" w14:textId="48C2A66C" w:rsidR="0008751A" w:rsidRPr="006C1BE1" w:rsidRDefault="009A0EBC">
      <w:pPr>
        <w:jc w:val="center"/>
        <w:rPr>
          <w:b/>
          <w:sz w:val="28"/>
          <w:szCs w:val="28"/>
          <w:lang w:val="es-PE"/>
        </w:rPr>
      </w:pPr>
      <w:r w:rsidRPr="006C1BE1">
        <w:rPr>
          <w:b/>
          <w:sz w:val="28"/>
          <w:szCs w:val="28"/>
          <w:lang w:val="es-ES"/>
        </w:rPr>
        <w:t xml:space="preserve">ITB </w:t>
      </w:r>
      <w:r w:rsidR="0008751A" w:rsidRPr="006C1BE1">
        <w:rPr>
          <w:b/>
          <w:sz w:val="28"/>
          <w:szCs w:val="28"/>
          <w:lang w:val="es-ES"/>
        </w:rPr>
        <w:t xml:space="preserve">No. </w:t>
      </w:r>
      <w:r w:rsidR="0008751A" w:rsidRPr="006C1BE1">
        <w:rPr>
          <w:b/>
          <w:sz w:val="28"/>
          <w:szCs w:val="28"/>
          <w:lang w:val="es-PE"/>
        </w:rPr>
        <w:t>UNFPA/</w:t>
      </w:r>
      <w:r w:rsidR="007913D2" w:rsidRPr="006C1BE1">
        <w:rPr>
          <w:b/>
          <w:sz w:val="28"/>
          <w:szCs w:val="28"/>
          <w:lang w:val="es-PE"/>
        </w:rPr>
        <w:t>MNG</w:t>
      </w:r>
      <w:r w:rsidR="0008751A" w:rsidRPr="006C1BE1">
        <w:rPr>
          <w:b/>
          <w:sz w:val="28"/>
          <w:szCs w:val="28"/>
          <w:lang w:val="es-PE"/>
        </w:rPr>
        <w:t>/</w:t>
      </w:r>
      <w:r w:rsidR="0024555E" w:rsidRPr="006C1BE1">
        <w:rPr>
          <w:b/>
          <w:sz w:val="28"/>
          <w:szCs w:val="28"/>
          <w:lang w:val="es-PE"/>
        </w:rPr>
        <w:t>ITB/22</w:t>
      </w:r>
      <w:r w:rsidR="007913D2" w:rsidRPr="006C1BE1">
        <w:rPr>
          <w:b/>
          <w:sz w:val="28"/>
          <w:szCs w:val="28"/>
          <w:lang w:val="es-PE"/>
        </w:rPr>
        <w:t>/00</w:t>
      </w:r>
      <w:r w:rsidR="00655D4B" w:rsidRPr="006C1BE1">
        <w:rPr>
          <w:b/>
          <w:sz w:val="28"/>
          <w:szCs w:val="28"/>
          <w:lang w:val="es-PE"/>
        </w:rPr>
        <w:t>1</w:t>
      </w:r>
    </w:p>
    <w:p w14:paraId="5DAD23AA" w14:textId="77777777" w:rsidR="0008751A" w:rsidRPr="006C1BE1" w:rsidRDefault="0008751A">
      <w:pPr>
        <w:jc w:val="center"/>
        <w:rPr>
          <w:sz w:val="22"/>
          <w:szCs w:val="22"/>
          <w:lang w:val="es-PE"/>
        </w:rPr>
      </w:pPr>
    </w:p>
    <w:p w14:paraId="3959D8D8" w14:textId="77777777" w:rsidR="0008751A" w:rsidRPr="006C1BE1" w:rsidRDefault="0008751A">
      <w:pPr>
        <w:jc w:val="center"/>
        <w:rPr>
          <w:sz w:val="22"/>
          <w:szCs w:val="22"/>
          <w:lang w:val="en-GB"/>
        </w:rPr>
      </w:pPr>
      <w:r w:rsidRPr="006C1BE1">
        <w:rPr>
          <w:sz w:val="22"/>
          <w:szCs w:val="22"/>
          <w:lang w:val="en-GB"/>
        </w:rPr>
        <w:t>MANUFACTURE AND/OR SUPPLY OF PRODUCT</w:t>
      </w:r>
      <w:r w:rsidR="00D8078C" w:rsidRPr="006C1BE1">
        <w:rPr>
          <w:sz w:val="22"/>
          <w:szCs w:val="22"/>
          <w:lang w:val="en-GB"/>
        </w:rPr>
        <w:t>S</w:t>
      </w:r>
      <w:r w:rsidRPr="006C1BE1">
        <w:rPr>
          <w:sz w:val="22"/>
          <w:szCs w:val="22"/>
          <w:lang w:val="en-GB"/>
        </w:rPr>
        <w:t xml:space="preserve"> AND RELATED SERVICES</w:t>
      </w:r>
    </w:p>
    <w:p w14:paraId="0CBE7C91" w14:textId="77777777" w:rsidR="0008751A" w:rsidRPr="006C1BE1" w:rsidRDefault="0008751A">
      <w:pPr>
        <w:jc w:val="center"/>
        <w:rPr>
          <w:sz w:val="22"/>
          <w:szCs w:val="22"/>
          <w:lang w:val="en-GB"/>
        </w:rPr>
      </w:pPr>
      <w:r w:rsidRPr="006C1BE1">
        <w:rPr>
          <w:sz w:val="22"/>
          <w:szCs w:val="22"/>
          <w:lang w:val="en-GB"/>
        </w:rPr>
        <w:t>INTRODUCTORY LETTER</w:t>
      </w:r>
    </w:p>
    <w:p w14:paraId="2643E785" w14:textId="77777777" w:rsidR="0008751A" w:rsidRPr="006C1BE1" w:rsidRDefault="0008751A">
      <w:pPr>
        <w:jc w:val="center"/>
        <w:rPr>
          <w:sz w:val="22"/>
          <w:szCs w:val="22"/>
          <w:lang w:val="en-GB"/>
        </w:rPr>
      </w:pPr>
    </w:p>
    <w:p w14:paraId="425C5023" w14:textId="77777777" w:rsidR="0008751A" w:rsidRPr="006C1BE1" w:rsidRDefault="0008751A">
      <w:pPr>
        <w:jc w:val="both"/>
        <w:rPr>
          <w:sz w:val="22"/>
          <w:szCs w:val="22"/>
          <w:lang w:val="en-GB"/>
        </w:rPr>
      </w:pPr>
      <w:r w:rsidRPr="006C1BE1">
        <w:rPr>
          <w:sz w:val="22"/>
          <w:szCs w:val="22"/>
          <w:lang w:val="en-GB"/>
        </w:rPr>
        <w:t>Dear Sir/Madam,</w:t>
      </w:r>
    </w:p>
    <w:p w14:paraId="4A898CCE" w14:textId="77777777" w:rsidR="0008751A" w:rsidRPr="006C1BE1" w:rsidRDefault="0008751A">
      <w:pPr>
        <w:jc w:val="both"/>
        <w:rPr>
          <w:sz w:val="22"/>
          <w:szCs w:val="22"/>
          <w:lang w:val="en-GB"/>
        </w:rPr>
      </w:pPr>
    </w:p>
    <w:p w14:paraId="71F9F9BE" w14:textId="2B8B632C" w:rsidR="00D8078C" w:rsidRPr="006C1BE1" w:rsidRDefault="0008751A" w:rsidP="00D8078C">
      <w:pPr>
        <w:pStyle w:val="ListParagraph"/>
        <w:numPr>
          <w:ilvl w:val="0"/>
          <w:numId w:val="2"/>
        </w:numPr>
        <w:jc w:val="both"/>
        <w:rPr>
          <w:sz w:val="22"/>
          <w:szCs w:val="22"/>
          <w:lang w:val="en-GB"/>
        </w:rPr>
      </w:pPr>
      <w:r w:rsidRPr="006C1BE1">
        <w:rPr>
          <w:sz w:val="22"/>
          <w:szCs w:val="22"/>
          <w:lang w:val="en-GB"/>
        </w:rPr>
        <w:t xml:space="preserve">The United Nations Population Fund (UNFPA), an international development agency, invites sealed bids for the supply of </w:t>
      </w:r>
      <w:r w:rsidR="00130CE5" w:rsidRPr="006C1BE1">
        <w:rPr>
          <w:iCs/>
          <w:sz w:val="22"/>
          <w:szCs w:val="22"/>
          <w:lang w:val="en-GB"/>
        </w:rPr>
        <w:t>Medical Equipment</w:t>
      </w:r>
      <w:r w:rsidR="00130CE5" w:rsidRPr="006C1BE1">
        <w:rPr>
          <w:i/>
          <w:sz w:val="22"/>
          <w:szCs w:val="22"/>
          <w:lang w:val="en-GB"/>
        </w:rPr>
        <w:t xml:space="preserve"> </w:t>
      </w:r>
      <w:r w:rsidRPr="006C1BE1">
        <w:rPr>
          <w:sz w:val="22"/>
          <w:szCs w:val="22"/>
          <w:lang w:val="en-GB"/>
        </w:rPr>
        <w:t xml:space="preserve">for its programme in </w:t>
      </w:r>
      <w:r w:rsidR="007913D2" w:rsidRPr="006C1BE1">
        <w:rPr>
          <w:iCs/>
          <w:sz w:val="22"/>
          <w:szCs w:val="22"/>
          <w:lang w:val="en-GB"/>
        </w:rPr>
        <w:t>Mongolia</w:t>
      </w:r>
      <w:r w:rsidRPr="006C1BE1">
        <w:rPr>
          <w:i/>
          <w:sz w:val="22"/>
          <w:szCs w:val="22"/>
          <w:lang w:val="en-GB"/>
        </w:rPr>
        <w:t>.</w:t>
      </w:r>
    </w:p>
    <w:p w14:paraId="3EB04123" w14:textId="77777777" w:rsidR="00D8078C" w:rsidRPr="006C1BE1" w:rsidRDefault="00D8078C" w:rsidP="00D8078C">
      <w:pPr>
        <w:pStyle w:val="ListParagraph"/>
        <w:jc w:val="both"/>
        <w:rPr>
          <w:sz w:val="22"/>
          <w:szCs w:val="22"/>
          <w:lang w:val="en-GB"/>
        </w:rPr>
      </w:pPr>
    </w:p>
    <w:p w14:paraId="7A52D288" w14:textId="77777777" w:rsidR="0008751A" w:rsidRPr="006C1BE1" w:rsidRDefault="0008751A" w:rsidP="00D8078C">
      <w:pPr>
        <w:pStyle w:val="ListParagraph"/>
        <w:numPr>
          <w:ilvl w:val="0"/>
          <w:numId w:val="2"/>
        </w:numPr>
        <w:jc w:val="both"/>
        <w:rPr>
          <w:sz w:val="22"/>
          <w:szCs w:val="22"/>
          <w:lang w:val="en-GB"/>
        </w:rPr>
      </w:pPr>
      <w:r w:rsidRPr="006C1BE1">
        <w:rPr>
          <w:sz w:val="22"/>
          <w:szCs w:val="22"/>
        </w:rPr>
        <w:t xml:space="preserve">Bidding shall be conducted through </w:t>
      </w:r>
      <w:r w:rsidR="00E7741C" w:rsidRPr="006C1BE1">
        <w:rPr>
          <w:sz w:val="22"/>
          <w:szCs w:val="22"/>
        </w:rPr>
        <w:t xml:space="preserve">ONE </w:t>
      </w:r>
      <w:r w:rsidRPr="006C1BE1">
        <w:rPr>
          <w:sz w:val="22"/>
          <w:szCs w:val="22"/>
        </w:rPr>
        <w:t>envelope. The technical bid</w:t>
      </w:r>
      <w:r w:rsidRPr="006C1BE1">
        <w:rPr>
          <w:sz w:val="22"/>
          <w:szCs w:val="22"/>
          <w:lang w:val="en-GB"/>
        </w:rPr>
        <w:t xml:space="preserve"> </w:t>
      </w:r>
      <w:r w:rsidRPr="006C1BE1">
        <w:rPr>
          <w:sz w:val="22"/>
          <w:szCs w:val="22"/>
        </w:rPr>
        <w:t xml:space="preserve">containing the technical specifications and the financial bid containing price information shall be submitted </w:t>
      </w:r>
      <w:r w:rsidR="00E7741C" w:rsidRPr="006C1BE1">
        <w:rPr>
          <w:sz w:val="22"/>
          <w:szCs w:val="22"/>
        </w:rPr>
        <w:t>together</w:t>
      </w:r>
      <w:r w:rsidRPr="006C1BE1">
        <w:rPr>
          <w:sz w:val="22"/>
          <w:szCs w:val="22"/>
        </w:rPr>
        <w:t>.</w:t>
      </w:r>
    </w:p>
    <w:p w14:paraId="6AAFCBF9" w14:textId="77777777" w:rsidR="0008751A" w:rsidRPr="006C1BE1" w:rsidRDefault="0008751A">
      <w:pPr>
        <w:jc w:val="both"/>
        <w:rPr>
          <w:sz w:val="22"/>
          <w:szCs w:val="22"/>
          <w:lang w:val="en-GB"/>
        </w:rPr>
      </w:pPr>
    </w:p>
    <w:p w14:paraId="1FD4D2B8" w14:textId="559B3F15" w:rsidR="0008751A" w:rsidRPr="008F6D42" w:rsidRDefault="008F6D42" w:rsidP="008F6D42">
      <w:pPr>
        <w:pStyle w:val="ListParagraph"/>
        <w:numPr>
          <w:ilvl w:val="0"/>
          <w:numId w:val="2"/>
        </w:numPr>
        <w:jc w:val="both"/>
        <w:rPr>
          <w:sz w:val="22"/>
          <w:szCs w:val="22"/>
          <w:lang w:val="en-GB"/>
        </w:rPr>
      </w:pPr>
      <w:r w:rsidRPr="006C1BE1">
        <w:rPr>
          <w:sz w:val="22"/>
          <w:szCs w:val="22"/>
          <w:lang w:val="en-GB"/>
        </w:rPr>
        <w:t xml:space="preserve">The Bidder shall </w:t>
      </w:r>
      <w:r w:rsidRPr="006C1BE1">
        <w:rPr>
          <w:i/>
          <w:sz w:val="22"/>
          <w:szCs w:val="22"/>
          <w:lang w:val="en-GB"/>
        </w:rPr>
        <w:t xml:space="preserve">be </w:t>
      </w:r>
      <w:r w:rsidRPr="006C1BE1">
        <w:rPr>
          <w:sz w:val="22"/>
          <w:szCs w:val="22"/>
          <w:lang w:val="en-GB"/>
        </w:rPr>
        <w:t>required to quote for all items</w:t>
      </w:r>
      <w:r>
        <w:rPr>
          <w:sz w:val="22"/>
          <w:szCs w:val="22"/>
          <w:lang w:val="en-GB"/>
        </w:rPr>
        <w:t>.</w:t>
      </w:r>
    </w:p>
    <w:p w14:paraId="43B3FCA2" w14:textId="77777777" w:rsidR="0008751A" w:rsidRDefault="0008751A">
      <w:pPr>
        <w:jc w:val="both"/>
        <w:rPr>
          <w:sz w:val="22"/>
          <w:szCs w:val="22"/>
          <w:lang w:val="en-GB"/>
        </w:rPr>
      </w:pPr>
    </w:p>
    <w:p w14:paraId="3F63CFA0" w14:textId="77777777" w:rsidR="0008751A" w:rsidRDefault="0008751A">
      <w:pPr>
        <w:pStyle w:val="ListParagraph"/>
        <w:numPr>
          <w:ilvl w:val="0"/>
          <w:numId w:val="2"/>
        </w:numPr>
        <w:jc w:val="both"/>
        <w:rPr>
          <w:sz w:val="22"/>
          <w:szCs w:val="22"/>
          <w:lang w:val="en-GB"/>
        </w:rPr>
      </w:pPr>
      <w:r>
        <w:rPr>
          <w:sz w:val="22"/>
          <w:szCs w:val="22"/>
          <w:lang w:val="en-GB"/>
        </w:rPr>
        <w:t>To enable you to submit a bid, please read the following attached documents carefully:</w:t>
      </w:r>
    </w:p>
    <w:p w14:paraId="4D000D36" w14:textId="77777777" w:rsidR="0008751A" w:rsidRDefault="0008751A">
      <w:pPr>
        <w:jc w:val="both"/>
        <w:rPr>
          <w:sz w:val="22"/>
          <w:szCs w:val="22"/>
          <w:lang w:val="en-GB"/>
        </w:rPr>
      </w:pPr>
    </w:p>
    <w:tbl>
      <w:tblPr>
        <w:tblW w:w="8363" w:type="dxa"/>
        <w:tblInd w:w="959" w:type="dxa"/>
        <w:tblLook w:val="0000" w:firstRow="0" w:lastRow="0" w:firstColumn="0" w:lastColumn="0" w:noHBand="0" w:noVBand="0"/>
      </w:tblPr>
      <w:tblGrid>
        <w:gridCol w:w="1669"/>
        <w:gridCol w:w="6694"/>
      </w:tblGrid>
      <w:tr w:rsidR="0008751A" w14:paraId="74E9AD11" w14:textId="77777777">
        <w:tc>
          <w:tcPr>
            <w:tcW w:w="1669" w:type="dxa"/>
            <w:tcBorders>
              <w:top w:val="nil"/>
              <w:left w:val="nil"/>
              <w:bottom w:val="nil"/>
              <w:right w:val="nil"/>
            </w:tcBorders>
          </w:tcPr>
          <w:p w14:paraId="70170432" w14:textId="77777777" w:rsidR="0008751A" w:rsidRDefault="0008751A">
            <w:pPr>
              <w:ind w:left="175"/>
              <w:jc w:val="both"/>
              <w:rPr>
                <w:sz w:val="22"/>
                <w:szCs w:val="22"/>
                <w:lang w:val="en-GB"/>
              </w:rPr>
            </w:pPr>
            <w:r>
              <w:rPr>
                <w:sz w:val="22"/>
                <w:szCs w:val="22"/>
                <w:lang w:val="en-GB"/>
              </w:rPr>
              <w:t>Section I:</w:t>
            </w:r>
          </w:p>
        </w:tc>
        <w:tc>
          <w:tcPr>
            <w:tcW w:w="6694" w:type="dxa"/>
            <w:tcBorders>
              <w:top w:val="nil"/>
              <w:left w:val="nil"/>
              <w:bottom w:val="nil"/>
              <w:right w:val="nil"/>
            </w:tcBorders>
          </w:tcPr>
          <w:p w14:paraId="3F24D082" w14:textId="77777777" w:rsidR="0008751A" w:rsidRDefault="0008751A">
            <w:pPr>
              <w:ind w:left="162"/>
              <w:jc w:val="both"/>
              <w:rPr>
                <w:sz w:val="22"/>
                <w:szCs w:val="22"/>
                <w:lang w:val="en-GB"/>
              </w:rPr>
            </w:pPr>
            <w:r>
              <w:rPr>
                <w:sz w:val="22"/>
                <w:szCs w:val="22"/>
                <w:lang w:val="en-GB"/>
              </w:rPr>
              <w:t>Instructions to Bidders</w:t>
            </w:r>
          </w:p>
        </w:tc>
      </w:tr>
      <w:tr w:rsidR="0008751A" w14:paraId="22206FFC" w14:textId="77777777">
        <w:tc>
          <w:tcPr>
            <w:tcW w:w="1669" w:type="dxa"/>
            <w:tcBorders>
              <w:top w:val="nil"/>
              <w:left w:val="nil"/>
              <w:bottom w:val="nil"/>
              <w:right w:val="nil"/>
            </w:tcBorders>
          </w:tcPr>
          <w:p w14:paraId="58F383BC" w14:textId="77777777" w:rsidR="0008751A" w:rsidRDefault="0008751A">
            <w:pPr>
              <w:ind w:left="175"/>
              <w:jc w:val="both"/>
              <w:rPr>
                <w:sz w:val="22"/>
                <w:szCs w:val="22"/>
                <w:lang w:val="en-GB"/>
              </w:rPr>
            </w:pPr>
            <w:r>
              <w:rPr>
                <w:sz w:val="22"/>
                <w:szCs w:val="22"/>
                <w:lang w:val="en-GB"/>
              </w:rPr>
              <w:t>Section II:</w:t>
            </w:r>
          </w:p>
        </w:tc>
        <w:tc>
          <w:tcPr>
            <w:tcW w:w="6694" w:type="dxa"/>
            <w:tcBorders>
              <w:top w:val="nil"/>
              <w:left w:val="nil"/>
              <w:bottom w:val="nil"/>
              <w:right w:val="nil"/>
            </w:tcBorders>
          </w:tcPr>
          <w:p w14:paraId="447C0166" w14:textId="77777777" w:rsidR="0008751A" w:rsidRDefault="000A3178" w:rsidP="00A50D1D">
            <w:pPr>
              <w:ind w:left="162"/>
              <w:rPr>
                <w:sz w:val="22"/>
                <w:szCs w:val="22"/>
                <w:lang w:val="en-GB"/>
              </w:rPr>
            </w:pPr>
            <w:r>
              <w:rPr>
                <w:sz w:val="22"/>
                <w:szCs w:val="22"/>
                <w:lang w:val="en-GB"/>
              </w:rPr>
              <w:t xml:space="preserve">Technical Specifications and </w:t>
            </w:r>
            <w:r w:rsidR="0008751A">
              <w:rPr>
                <w:sz w:val="22"/>
                <w:szCs w:val="22"/>
                <w:lang w:val="en-GB"/>
              </w:rPr>
              <w:t>Schedule of Requirements</w:t>
            </w:r>
          </w:p>
        </w:tc>
      </w:tr>
      <w:tr w:rsidR="0008751A" w14:paraId="35421A76" w14:textId="77777777">
        <w:tc>
          <w:tcPr>
            <w:tcW w:w="1669" w:type="dxa"/>
            <w:tcBorders>
              <w:top w:val="nil"/>
              <w:left w:val="nil"/>
              <w:bottom w:val="nil"/>
              <w:right w:val="nil"/>
            </w:tcBorders>
          </w:tcPr>
          <w:p w14:paraId="01B3BA26" w14:textId="77777777" w:rsidR="0008751A" w:rsidRDefault="0008751A">
            <w:pPr>
              <w:ind w:left="175"/>
              <w:jc w:val="both"/>
              <w:rPr>
                <w:sz w:val="22"/>
                <w:szCs w:val="22"/>
                <w:lang w:val="en-GB"/>
              </w:rPr>
            </w:pPr>
            <w:r>
              <w:rPr>
                <w:sz w:val="22"/>
                <w:szCs w:val="22"/>
                <w:lang w:val="en-GB"/>
              </w:rPr>
              <w:t>Section III:</w:t>
            </w:r>
          </w:p>
        </w:tc>
        <w:tc>
          <w:tcPr>
            <w:tcW w:w="6694" w:type="dxa"/>
            <w:tcBorders>
              <w:top w:val="nil"/>
              <w:left w:val="nil"/>
              <w:bottom w:val="nil"/>
              <w:right w:val="nil"/>
            </w:tcBorders>
          </w:tcPr>
          <w:p w14:paraId="4B7AFC61" w14:textId="77777777" w:rsidR="0008751A" w:rsidRDefault="00782496">
            <w:pPr>
              <w:ind w:left="162"/>
              <w:rPr>
                <w:sz w:val="22"/>
                <w:szCs w:val="22"/>
                <w:lang w:val="en-GB"/>
              </w:rPr>
            </w:pPr>
            <w:r w:rsidRPr="008B45F0">
              <w:rPr>
                <w:sz w:val="22"/>
                <w:szCs w:val="22"/>
                <w:lang w:val="en-GB"/>
              </w:rPr>
              <w:t>UNFPA General Conditions</w:t>
            </w:r>
            <w:r w:rsidR="007D6F23" w:rsidRPr="008B45F0">
              <w:rPr>
                <w:sz w:val="22"/>
                <w:szCs w:val="22"/>
                <w:lang w:val="en-GB"/>
              </w:rPr>
              <w:t xml:space="preserve"> of Contract</w:t>
            </w:r>
          </w:p>
        </w:tc>
      </w:tr>
      <w:tr w:rsidR="0008751A" w:rsidRPr="00836E0E" w14:paraId="096F270C" w14:textId="77777777">
        <w:tc>
          <w:tcPr>
            <w:tcW w:w="1669" w:type="dxa"/>
            <w:tcBorders>
              <w:top w:val="nil"/>
              <w:left w:val="nil"/>
              <w:bottom w:val="nil"/>
              <w:right w:val="nil"/>
            </w:tcBorders>
          </w:tcPr>
          <w:p w14:paraId="1AA65085" w14:textId="77777777" w:rsidR="0008751A" w:rsidRPr="00836E0E" w:rsidRDefault="0008751A">
            <w:pPr>
              <w:ind w:left="175"/>
              <w:jc w:val="both"/>
              <w:rPr>
                <w:sz w:val="22"/>
                <w:szCs w:val="22"/>
                <w:lang w:val="en-GB"/>
              </w:rPr>
            </w:pPr>
            <w:r w:rsidRPr="00836E0E">
              <w:rPr>
                <w:sz w:val="22"/>
                <w:szCs w:val="22"/>
                <w:lang w:val="en-GB"/>
              </w:rPr>
              <w:t>Section IV:</w:t>
            </w:r>
          </w:p>
        </w:tc>
        <w:tc>
          <w:tcPr>
            <w:tcW w:w="6694" w:type="dxa"/>
            <w:tcBorders>
              <w:top w:val="nil"/>
              <w:left w:val="nil"/>
              <w:bottom w:val="nil"/>
              <w:right w:val="nil"/>
            </w:tcBorders>
          </w:tcPr>
          <w:p w14:paraId="11E3C44B" w14:textId="77777777" w:rsidR="0008751A" w:rsidRPr="00836E0E" w:rsidRDefault="00782496">
            <w:pPr>
              <w:ind w:left="162"/>
              <w:rPr>
                <w:sz w:val="22"/>
                <w:szCs w:val="22"/>
                <w:lang w:val="en-GB"/>
              </w:rPr>
            </w:pPr>
            <w:r w:rsidRPr="00836E0E">
              <w:rPr>
                <w:sz w:val="22"/>
                <w:szCs w:val="22"/>
                <w:lang w:val="en-GB"/>
              </w:rPr>
              <w:t>UNFPA Special Conditions for Contracts</w:t>
            </w:r>
          </w:p>
        </w:tc>
      </w:tr>
      <w:tr w:rsidR="0008751A" w14:paraId="7451FBB2" w14:textId="77777777">
        <w:tc>
          <w:tcPr>
            <w:tcW w:w="1669" w:type="dxa"/>
            <w:tcBorders>
              <w:top w:val="nil"/>
              <w:left w:val="nil"/>
              <w:bottom w:val="nil"/>
              <w:right w:val="nil"/>
            </w:tcBorders>
          </w:tcPr>
          <w:p w14:paraId="0245333D" w14:textId="77777777" w:rsidR="00456313" w:rsidRPr="00836E0E" w:rsidRDefault="0008751A" w:rsidP="00456313">
            <w:pPr>
              <w:ind w:left="175"/>
              <w:jc w:val="both"/>
              <w:rPr>
                <w:sz w:val="22"/>
                <w:szCs w:val="22"/>
                <w:lang w:val="en-GB"/>
              </w:rPr>
            </w:pPr>
            <w:r w:rsidRPr="00836E0E">
              <w:rPr>
                <w:sz w:val="22"/>
                <w:szCs w:val="22"/>
                <w:lang w:val="en-GB"/>
              </w:rPr>
              <w:t>Section V:</w:t>
            </w:r>
          </w:p>
        </w:tc>
        <w:tc>
          <w:tcPr>
            <w:tcW w:w="6694" w:type="dxa"/>
            <w:tcBorders>
              <w:top w:val="nil"/>
              <w:left w:val="nil"/>
              <w:bottom w:val="nil"/>
              <w:right w:val="nil"/>
            </w:tcBorders>
          </w:tcPr>
          <w:p w14:paraId="1474CB1E" w14:textId="77777777" w:rsidR="00782496" w:rsidRDefault="0008751A" w:rsidP="003503B6">
            <w:pPr>
              <w:ind w:left="162"/>
              <w:rPr>
                <w:sz w:val="22"/>
                <w:szCs w:val="22"/>
                <w:lang w:val="en-GB"/>
              </w:rPr>
            </w:pPr>
            <w:r w:rsidRPr="00836E0E">
              <w:rPr>
                <w:sz w:val="22"/>
                <w:szCs w:val="22"/>
                <w:lang w:val="en-GB"/>
              </w:rPr>
              <w:t>Bi</w:t>
            </w:r>
            <w:r w:rsidRPr="00172428">
              <w:rPr>
                <w:sz w:val="22"/>
                <w:szCs w:val="22"/>
                <w:lang w:val="en-GB"/>
              </w:rPr>
              <w:t>d</w:t>
            </w:r>
            <w:r w:rsidR="003503B6" w:rsidRPr="00172428">
              <w:rPr>
                <w:sz w:val="22"/>
                <w:szCs w:val="22"/>
                <w:lang w:val="en-GB"/>
              </w:rPr>
              <w:t>ding</w:t>
            </w:r>
            <w:r w:rsidR="003503B6">
              <w:rPr>
                <w:sz w:val="22"/>
                <w:szCs w:val="22"/>
                <w:lang w:val="en-GB"/>
              </w:rPr>
              <w:t xml:space="preserve"> </w:t>
            </w:r>
            <w:r w:rsidRPr="00836E0E">
              <w:rPr>
                <w:sz w:val="22"/>
                <w:szCs w:val="22"/>
                <w:lang w:val="en-GB"/>
              </w:rPr>
              <w:t>Forms</w:t>
            </w:r>
          </w:p>
        </w:tc>
      </w:tr>
    </w:tbl>
    <w:p w14:paraId="0A80A920" w14:textId="77777777" w:rsidR="0008751A" w:rsidRDefault="0008751A" w:rsidP="00456313">
      <w:pPr>
        <w:jc w:val="both"/>
        <w:rPr>
          <w:sz w:val="22"/>
          <w:szCs w:val="22"/>
          <w:lang w:val="en-GB"/>
        </w:rPr>
      </w:pPr>
    </w:p>
    <w:p w14:paraId="5DD5647F" w14:textId="3DCC97CB" w:rsidR="0008751A" w:rsidRPr="006C1BE1" w:rsidRDefault="0008751A">
      <w:pPr>
        <w:pStyle w:val="ListParagraph"/>
        <w:numPr>
          <w:ilvl w:val="0"/>
          <w:numId w:val="2"/>
        </w:numPr>
        <w:jc w:val="both"/>
        <w:rPr>
          <w:kern w:val="28"/>
          <w:sz w:val="22"/>
          <w:szCs w:val="22"/>
          <w:lang w:val="en-GB"/>
        </w:rPr>
      </w:pPr>
      <w:r w:rsidRPr="006C1BE1">
        <w:rPr>
          <w:kern w:val="28"/>
          <w:sz w:val="22"/>
          <w:szCs w:val="22"/>
          <w:lang w:val="en-GB"/>
        </w:rPr>
        <w:t xml:space="preserve">The bid shall reach UNFPA’s reception or the email inbox </w:t>
      </w:r>
      <w:r w:rsidR="005C7E9D" w:rsidRPr="006C1BE1">
        <w:rPr>
          <w:kern w:val="28"/>
          <w:sz w:val="22"/>
          <w:szCs w:val="22"/>
          <w:lang w:val="en-GB"/>
        </w:rPr>
        <w:t>of</w:t>
      </w:r>
      <w:r w:rsidRPr="006C1BE1">
        <w:rPr>
          <w:kern w:val="28"/>
          <w:sz w:val="22"/>
          <w:szCs w:val="22"/>
          <w:lang w:val="en-GB"/>
        </w:rPr>
        <w:t xml:space="preserve"> </w:t>
      </w:r>
      <w:hyperlink r:id="rId14" w:history="1">
        <w:r w:rsidR="00D800A8" w:rsidRPr="006C1BE1">
          <w:rPr>
            <w:rStyle w:val="Hyperlink"/>
            <w:kern w:val="28"/>
            <w:sz w:val="22"/>
            <w:szCs w:val="22"/>
            <w:lang w:val="en-GB"/>
          </w:rPr>
          <w:t>procurement@unfpa.org.mn</w:t>
        </w:r>
      </w:hyperlink>
      <w:r w:rsidR="00D800A8" w:rsidRPr="006C1BE1">
        <w:rPr>
          <w:kern w:val="28"/>
          <w:sz w:val="22"/>
          <w:szCs w:val="22"/>
          <w:lang w:val="en-GB"/>
        </w:rPr>
        <w:t xml:space="preserve"> </w:t>
      </w:r>
      <w:r w:rsidRPr="006C1BE1">
        <w:rPr>
          <w:i/>
          <w:iCs/>
          <w:kern w:val="28"/>
          <w:sz w:val="22"/>
          <w:szCs w:val="22"/>
          <w:lang w:val="en-GB"/>
        </w:rPr>
        <w:t xml:space="preserve"> </w:t>
      </w:r>
      <w:r w:rsidRPr="006C1BE1">
        <w:rPr>
          <w:kern w:val="28"/>
          <w:sz w:val="22"/>
          <w:szCs w:val="22"/>
          <w:lang w:val="en-GB"/>
        </w:rPr>
        <w:t xml:space="preserve">no later than </w:t>
      </w:r>
      <w:r w:rsidR="00B02DCF" w:rsidRPr="006C1BE1">
        <w:rPr>
          <w:b/>
          <w:bCs/>
          <w:i/>
          <w:kern w:val="28"/>
          <w:sz w:val="22"/>
          <w:szCs w:val="22"/>
          <w:lang w:val="en-GB"/>
        </w:rPr>
        <w:t xml:space="preserve">29 </w:t>
      </w:r>
      <w:r w:rsidR="0025591B" w:rsidRPr="006C1BE1">
        <w:rPr>
          <w:b/>
          <w:bCs/>
          <w:i/>
          <w:kern w:val="28"/>
          <w:sz w:val="22"/>
          <w:szCs w:val="22"/>
          <w:lang w:val="en-GB"/>
        </w:rPr>
        <w:t xml:space="preserve">April </w:t>
      </w:r>
      <w:r w:rsidR="00F66B2C" w:rsidRPr="006C1BE1">
        <w:rPr>
          <w:b/>
          <w:bCs/>
          <w:i/>
          <w:kern w:val="28"/>
          <w:sz w:val="22"/>
          <w:szCs w:val="22"/>
          <w:lang w:val="en-GB"/>
        </w:rPr>
        <w:t>2022</w:t>
      </w:r>
      <w:r w:rsidRPr="006C1BE1">
        <w:rPr>
          <w:kern w:val="28"/>
          <w:sz w:val="22"/>
          <w:szCs w:val="22"/>
          <w:lang w:val="en-GB"/>
        </w:rPr>
        <w:t xml:space="preserve">, at </w:t>
      </w:r>
      <w:r w:rsidR="00D800A8" w:rsidRPr="006C1BE1">
        <w:rPr>
          <w:iCs/>
          <w:kern w:val="28"/>
          <w:sz w:val="22"/>
          <w:szCs w:val="22"/>
          <w:lang w:val="en-GB"/>
        </w:rPr>
        <w:t>1</w:t>
      </w:r>
      <w:r w:rsidR="00E70B93" w:rsidRPr="006C1BE1">
        <w:rPr>
          <w:iCs/>
          <w:kern w:val="28"/>
          <w:sz w:val="22"/>
          <w:szCs w:val="22"/>
          <w:lang w:val="en-GB"/>
        </w:rPr>
        <w:t>0</w:t>
      </w:r>
      <w:r w:rsidR="00D800A8" w:rsidRPr="006C1BE1">
        <w:rPr>
          <w:iCs/>
          <w:kern w:val="28"/>
          <w:sz w:val="22"/>
          <w:szCs w:val="22"/>
          <w:lang w:val="en-GB"/>
        </w:rPr>
        <w:t>:00</w:t>
      </w:r>
      <w:r w:rsidR="00130CE5" w:rsidRPr="006C1BE1">
        <w:rPr>
          <w:iCs/>
          <w:kern w:val="28"/>
          <w:sz w:val="22"/>
          <w:szCs w:val="22"/>
          <w:lang w:val="en-GB"/>
        </w:rPr>
        <w:t>hrs</w:t>
      </w:r>
      <w:r w:rsidR="00892B68" w:rsidRPr="006C1BE1">
        <w:rPr>
          <w:iCs/>
          <w:kern w:val="28"/>
          <w:sz w:val="22"/>
          <w:szCs w:val="22"/>
          <w:lang w:val="en-GB"/>
        </w:rPr>
        <w:t xml:space="preserve">, </w:t>
      </w:r>
      <w:r w:rsidR="00B02DCF" w:rsidRPr="006C1BE1">
        <w:rPr>
          <w:iCs/>
          <w:kern w:val="28"/>
          <w:sz w:val="22"/>
          <w:szCs w:val="22"/>
          <w:lang w:val="en-GB"/>
        </w:rPr>
        <w:t>(GMT+8)</w:t>
      </w:r>
      <w:r w:rsidR="003169ED" w:rsidRPr="006C1BE1">
        <w:rPr>
          <w:rStyle w:val="FootnoteReference"/>
          <w:i/>
          <w:kern w:val="28"/>
          <w:sz w:val="22"/>
          <w:szCs w:val="22"/>
          <w:lang w:val="en-GB"/>
        </w:rPr>
        <w:footnoteReference w:id="2"/>
      </w:r>
      <w:r w:rsidR="003169ED" w:rsidRPr="006C1BE1">
        <w:rPr>
          <w:kern w:val="28"/>
          <w:sz w:val="22"/>
          <w:szCs w:val="22"/>
          <w:lang w:val="en-GB"/>
        </w:rPr>
        <w:t>.</w:t>
      </w:r>
    </w:p>
    <w:p w14:paraId="032E9BAA" w14:textId="77777777" w:rsidR="0008751A" w:rsidRPr="006C1BE1" w:rsidRDefault="0008751A">
      <w:pPr>
        <w:jc w:val="both"/>
        <w:rPr>
          <w:kern w:val="28"/>
          <w:sz w:val="22"/>
          <w:szCs w:val="22"/>
          <w:lang w:val="en-GB"/>
        </w:rPr>
      </w:pPr>
    </w:p>
    <w:p w14:paraId="0297F88C" w14:textId="68D56553" w:rsidR="0008751A" w:rsidRPr="006C1BE1" w:rsidRDefault="0008751A">
      <w:pPr>
        <w:pStyle w:val="ListParagraph"/>
        <w:numPr>
          <w:ilvl w:val="0"/>
          <w:numId w:val="2"/>
        </w:numPr>
        <w:jc w:val="both"/>
        <w:rPr>
          <w:kern w:val="28"/>
          <w:sz w:val="22"/>
          <w:szCs w:val="22"/>
          <w:lang w:val="en-GB"/>
        </w:rPr>
      </w:pPr>
      <w:r w:rsidRPr="006C1BE1">
        <w:rPr>
          <w:kern w:val="28"/>
          <w:sz w:val="22"/>
          <w:szCs w:val="22"/>
          <w:lang w:val="en-GB"/>
        </w:rPr>
        <w:t xml:space="preserve">The bid shall be opened on </w:t>
      </w:r>
      <w:r w:rsidR="00B02DCF" w:rsidRPr="006C1BE1">
        <w:rPr>
          <w:b/>
          <w:bCs/>
          <w:i/>
          <w:kern w:val="28"/>
          <w:sz w:val="22"/>
          <w:szCs w:val="22"/>
          <w:lang w:val="en-GB"/>
        </w:rPr>
        <w:t xml:space="preserve">29 </w:t>
      </w:r>
      <w:r w:rsidR="0025591B" w:rsidRPr="006C1BE1">
        <w:rPr>
          <w:b/>
          <w:bCs/>
          <w:i/>
          <w:kern w:val="28"/>
          <w:sz w:val="22"/>
          <w:szCs w:val="22"/>
          <w:lang w:val="en-GB"/>
        </w:rPr>
        <w:t xml:space="preserve">April </w:t>
      </w:r>
      <w:r w:rsidR="00F66B2C" w:rsidRPr="006C1BE1">
        <w:rPr>
          <w:b/>
          <w:bCs/>
          <w:i/>
          <w:kern w:val="28"/>
          <w:sz w:val="22"/>
          <w:szCs w:val="22"/>
          <w:lang w:val="en-GB"/>
        </w:rPr>
        <w:t>2022</w:t>
      </w:r>
      <w:r w:rsidRPr="006C1BE1">
        <w:rPr>
          <w:kern w:val="28"/>
          <w:sz w:val="22"/>
          <w:szCs w:val="22"/>
          <w:lang w:val="en-GB"/>
        </w:rPr>
        <w:t xml:space="preserve">, at </w:t>
      </w:r>
      <w:r w:rsidR="00F650F1" w:rsidRPr="006C1BE1">
        <w:rPr>
          <w:iCs/>
          <w:kern w:val="28"/>
          <w:sz w:val="22"/>
          <w:szCs w:val="22"/>
          <w:lang w:val="en-GB"/>
        </w:rPr>
        <w:t>14</w:t>
      </w:r>
      <w:r w:rsidR="002F25A9" w:rsidRPr="006C1BE1">
        <w:rPr>
          <w:iCs/>
          <w:kern w:val="28"/>
          <w:sz w:val="22"/>
          <w:szCs w:val="22"/>
          <w:lang w:val="en-GB"/>
        </w:rPr>
        <w:t>:00</w:t>
      </w:r>
      <w:r w:rsidR="0025591B" w:rsidRPr="006C1BE1">
        <w:rPr>
          <w:iCs/>
          <w:kern w:val="28"/>
          <w:sz w:val="22"/>
          <w:szCs w:val="22"/>
          <w:lang w:val="en-GB"/>
        </w:rPr>
        <w:t>hrs</w:t>
      </w:r>
      <w:r w:rsidRPr="006C1BE1">
        <w:rPr>
          <w:iCs/>
          <w:kern w:val="28"/>
          <w:sz w:val="22"/>
          <w:szCs w:val="22"/>
          <w:lang w:val="en-GB"/>
        </w:rPr>
        <w:t xml:space="preserve"> </w:t>
      </w:r>
      <w:r w:rsidR="00B02DCF" w:rsidRPr="006C1BE1">
        <w:rPr>
          <w:iCs/>
          <w:kern w:val="28"/>
          <w:sz w:val="22"/>
          <w:szCs w:val="22"/>
          <w:lang w:val="en-GB"/>
        </w:rPr>
        <w:t xml:space="preserve">(GMT+8) </w:t>
      </w:r>
      <w:r w:rsidRPr="006C1BE1">
        <w:rPr>
          <w:iCs/>
          <w:kern w:val="28"/>
          <w:sz w:val="22"/>
          <w:szCs w:val="22"/>
          <w:lang w:val="en-GB"/>
        </w:rPr>
        <w:t xml:space="preserve">at </w:t>
      </w:r>
      <w:r w:rsidR="00130CE5" w:rsidRPr="006C1BE1">
        <w:rPr>
          <w:iCs/>
          <w:kern w:val="28"/>
          <w:sz w:val="22"/>
          <w:szCs w:val="22"/>
          <w:lang w:val="en-GB"/>
        </w:rPr>
        <w:t>UNFPA</w:t>
      </w:r>
      <w:r w:rsidR="0025591B" w:rsidRPr="006C1BE1">
        <w:rPr>
          <w:iCs/>
          <w:kern w:val="28"/>
          <w:sz w:val="22"/>
          <w:szCs w:val="22"/>
          <w:lang w:val="en-GB"/>
        </w:rPr>
        <w:t xml:space="preserve"> Mongolia</w:t>
      </w:r>
      <w:r w:rsidR="00130CE5" w:rsidRPr="006C1BE1">
        <w:rPr>
          <w:iCs/>
          <w:kern w:val="28"/>
          <w:sz w:val="22"/>
          <w:szCs w:val="22"/>
          <w:lang w:val="en-GB"/>
        </w:rPr>
        <w:t xml:space="preserve">, </w:t>
      </w:r>
      <w:r w:rsidR="002F25A9" w:rsidRPr="006C1BE1">
        <w:rPr>
          <w:iCs/>
          <w:kern w:val="28"/>
          <w:sz w:val="22"/>
          <w:szCs w:val="22"/>
          <w:lang w:val="en-GB"/>
        </w:rPr>
        <w:t>UN house, Ulaanbaatar, Mongolia</w:t>
      </w:r>
      <w:r w:rsidRPr="006C1BE1">
        <w:rPr>
          <w:i/>
          <w:kern w:val="28"/>
          <w:sz w:val="22"/>
          <w:szCs w:val="22"/>
          <w:lang w:val="en-GB"/>
        </w:rPr>
        <w:t>.</w:t>
      </w:r>
      <w:r w:rsidRPr="006C1BE1">
        <w:rPr>
          <w:kern w:val="28"/>
          <w:sz w:val="22"/>
          <w:szCs w:val="22"/>
          <w:lang w:val="en-GB"/>
        </w:rPr>
        <w:t xml:space="preserve"> Bidders or their authorized representatives may attend the bid opening. </w:t>
      </w:r>
      <w:r w:rsidR="003169ED" w:rsidRPr="006C1BE1">
        <w:rPr>
          <w:kern w:val="28"/>
          <w:sz w:val="22"/>
          <w:szCs w:val="22"/>
          <w:lang w:val="en-GB"/>
        </w:rPr>
        <w:t xml:space="preserve"> </w:t>
      </w:r>
      <w:r w:rsidRPr="006C1BE1">
        <w:rPr>
          <w:kern w:val="28"/>
          <w:sz w:val="22"/>
          <w:szCs w:val="22"/>
          <w:lang w:val="en-GB"/>
        </w:rPr>
        <w:t xml:space="preserve">Kindly confirm by e-mail by </w:t>
      </w:r>
      <w:r w:rsidR="00B02DCF" w:rsidRPr="006C1BE1">
        <w:rPr>
          <w:b/>
          <w:bCs/>
          <w:i/>
          <w:kern w:val="28"/>
          <w:sz w:val="22"/>
          <w:szCs w:val="22"/>
          <w:lang w:val="en-GB"/>
        </w:rPr>
        <w:t xml:space="preserve">27 </w:t>
      </w:r>
      <w:r w:rsidR="0025591B" w:rsidRPr="006C1BE1">
        <w:rPr>
          <w:b/>
          <w:bCs/>
          <w:i/>
          <w:kern w:val="28"/>
          <w:sz w:val="22"/>
          <w:szCs w:val="22"/>
          <w:lang w:val="en-GB"/>
        </w:rPr>
        <w:t>April 2022</w:t>
      </w:r>
      <w:r w:rsidRPr="006C1BE1">
        <w:rPr>
          <w:kern w:val="28"/>
          <w:sz w:val="22"/>
          <w:szCs w:val="22"/>
          <w:lang w:val="en-GB"/>
        </w:rPr>
        <w:t xml:space="preserve"> whether your company shall be represented at the bid opening. </w:t>
      </w:r>
    </w:p>
    <w:p w14:paraId="74B2ED09" w14:textId="77777777" w:rsidR="0008751A" w:rsidRPr="006C1BE1" w:rsidRDefault="0008751A">
      <w:pPr>
        <w:jc w:val="both"/>
        <w:rPr>
          <w:sz w:val="22"/>
          <w:szCs w:val="22"/>
          <w:lang w:val="en-GB"/>
        </w:rPr>
      </w:pPr>
    </w:p>
    <w:p w14:paraId="4F7B771C" w14:textId="44336754" w:rsidR="0008751A" w:rsidRDefault="0008751A">
      <w:pPr>
        <w:pStyle w:val="ListParagraph"/>
        <w:numPr>
          <w:ilvl w:val="0"/>
          <w:numId w:val="2"/>
        </w:numPr>
        <w:jc w:val="both"/>
        <w:rPr>
          <w:sz w:val="22"/>
          <w:szCs w:val="22"/>
          <w:lang w:val="en-GB"/>
        </w:rPr>
      </w:pPr>
      <w:r w:rsidRPr="006C1BE1">
        <w:rPr>
          <w:sz w:val="22"/>
          <w:szCs w:val="22"/>
          <w:lang w:val="en-GB"/>
        </w:rPr>
        <w:t>Bids received after the stipulated date and time shall not be accepted under any circumstances. Bids delivered through courier and post</w:t>
      </w:r>
      <w:r w:rsidR="005C7E9D" w:rsidRPr="006C1BE1">
        <w:rPr>
          <w:sz w:val="22"/>
          <w:szCs w:val="22"/>
          <w:lang w:val="en-GB"/>
        </w:rPr>
        <w:t>ed</w:t>
      </w:r>
      <w:r w:rsidRPr="006C1BE1">
        <w:rPr>
          <w:sz w:val="22"/>
          <w:szCs w:val="22"/>
          <w:lang w:val="en-GB"/>
        </w:rPr>
        <w:t xml:space="preserve"> later than </w:t>
      </w:r>
      <w:r w:rsidR="00565003" w:rsidRPr="006C1BE1">
        <w:rPr>
          <w:sz w:val="22"/>
          <w:szCs w:val="22"/>
          <w:lang w:val="en-GB"/>
        </w:rPr>
        <w:t>the due date</w:t>
      </w:r>
      <w:r w:rsidRPr="006C1BE1">
        <w:rPr>
          <w:sz w:val="22"/>
          <w:szCs w:val="22"/>
          <w:lang w:val="en-GB"/>
        </w:rPr>
        <w:t xml:space="preserve"> shall not be registered and shall be returned unopened</w:t>
      </w:r>
      <w:r w:rsidR="00F14D59" w:rsidRPr="006C1BE1">
        <w:rPr>
          <w:sz w:val="22"/>
          <w:szCs w:val="22"/>
          <w:lang w:val="en-GB"/>
        </w:rPr>
        <w:t xml:space="preserve"> or shall be shredded</w:t>
      </w:r>
      <w:r w:rsidRPr="006C1BE1">
        <w:rPr>
          <w:sz w:val="22"/>
          <w:szCs w:val="22"/>
          <w:lang w:val="en-GB"/>
        </w:rPr>
        <w:t xml:space="preserve">. Bids submitted to any other email address than </w:t>
      </w:r>
      <w:hyperlink r:id="rId15" w:history="1">
        <w:r w:rsidR="002F25A9" w:rsidRPr="006C1BE1">
          <w:rPr>
            <w:rStyle w:val="Hyperlink"/>
            <w:iCs/>
            <w:sz w:val="22"/>
            <w:szCs w:val="22"/>
          </w:rPr>
          <w:t>procurement@unfpa.org.mn</w:t>
        </w:r>
      </w:hyperlink>
      <w:r w:rsidRPr="006C1BE1">
        <w:rPr>
          <w:sz w:val="22"/>
          <w:szCs w:val="22"/>
          <w:lang w:val="en-GB"/>
        </w:rPr>
        <w:t xml:space="preserve"> sha</w:t>
      </w:r>
      <w:r>
        <w:rPr>
          <w:sz w:val="22"/>
          <w:szCs w:val="22"/>
          <w:lang w:val="en-GB"/>
        </w:rPr>
        <w:t>ll be rejected.</w:t>
      </w:r>
      <w:r w:rsidR="00383B36">
        <w:rPr>
          <w:sz w:val="22"/>
          <w:szCs w:val="22"/>
          <w:lang w:val="en-GB"/>
        </w:rPr>
        <w:t xml:space="preserve"> </w:t>
      </w:r>
      <w:r w:rsidR="00383B36">
        <w:rPr>
          <w:rFonts w:ascii="Arial" w:hAnsi="Arial" w:cs="Arial"/>
          <w:i/>
          <w:iCs/>
          <w:color w:val="222222"/>
          <w:shd w:val="clear" w:color="auto" w:fill="FFFFFF"/>
        </w:rPr>
        <w:t>Please do NOT send the emails containing your offer to any other email address (not even as a copy or </w:t>
      </w:r>
      <w:r w:rsidR="00383B36">
        <w:rPr>
          <w:rStyle w:val="il"/>
          <w:rFonts w:ascii="Arial" w:hAnsi="Arial" w:cs="Arial"/>
          <w:i/>
          <w:iCs/>
          <w:color w:val="222222"/>
          <w:shd w:val="clear" w:color="auto" w:fill="FFFFFF"/>
        </w:rPr>
        <w:t>blind</w:t>
      </w:r>
      <w:r w:rsidR="00383B36">
        <w:rPr>
          <w:rFonts w:ascii="Arial" w:hAnsi="Arial" w:cs="Arial"/>
          <w:i/>
          <w:iCs/>
          <w:color w:val="222222"/>
          <w:shd w:val="clear" w:color="auto" w:fill="FFFFFF"/>
        </w:rPr>
        <w:t> copy); otherwise UNFPA will not be able to guarantee confidentiality and fair and transparent handling of your bid. UNFPA reserves the right to reject bids sent via the appropriate channel but copied or </w:t>
      </w:r>
      <w:r w:rsidR="00383B36">
        <w:rPr>
          <w:rStyle w:val="il"/>
          <w:rFonts w:ascii="Arial" w:hAnsi="Arial" w:cs="Arial"/>
          <w:i/>
          <w:iCs/>
          <w:color w:val="222222"/>
          <w:shd w:val="clear" w:color="auto" w:fill="FFFFFF"/>
        </w:rPr>
        <w:t>blind</w:t>
      </w:r>
      <w:r w:rsidR="00383B36">
        <w:rPr>
          <w:rFonts w:ascii="Arial" w:hAnsi="Arial" w:cs="Arial"/>
          <w:i/>
          <w:iCs/>
          <w:color w:val="222222"/>
          <w:shd w:val="clear" w:color="auto" w:fill="FFFFFF"/>
        </w:rPr>
        <w:t> copied to other email addresses</w:t>
      </w:r>
    </w:p>
    <w:p w14:paraId="7E43B062" w14:textId="77777777" w:rsidR="0008751A" w:rsidRDefault="0008751A">
      <w:pPr>
        <w:pStyle w:val="ListParagraph"/>
        <w:rPr>
          <w:color w:val="000000"/>
          <w:sz w:val="22"/>
          <w:szCs w:val="22"/>
          <w:lang w:val="en-GB"/>
        </w:rPr>
      </w:pPr>
    </w:p>
    <w:p w14:paraId="596620B9" w14:textId="77777777" w:rsidR="0008751A" w:rsidRDefault="0008751A">
      <w:pPr>
        <w:tabs>
          <w:tab w:val="left" w:pos="720"/>
        </w:tabs>
        <w:ind w:left="720" w:hanging="720"/>
        <w:jc w:val="both"/>
        <w:rPr>
          <w:spacing w:val="-2"/>
          <w:sz w:val="22"/>
          <w:szCs w:val="22"/>
        </w:rPr>
      </w:pPr>
    </w:p>
    <w:p w14:paraId="475B9896" w14:textId="4122D19D" w:rsidR="00456313" w:rsidRPr="006C1BE1" w:rsidRDefault="0008751A" w:rsidP="00456313">
      <w:pPr>
        <w:pStyle w:val="ListParagraph"/>
        <w:numPr>
          <w:ilvl w:val="0"/>
          <w:numId w:val="2"/>
        </w:numPr>
        <w:jc w:val="both"/>
        <w:rPr>
          <w:sz w:val="22"/>
          <w:szCs w:val="22"/>
          <w:lang w:val="en-GB"/>
        </w:rPr>
      </w:pPr>
      <w:bookmarkStart w:id="1" w:name="_Toc399310080"/>
      <w:r>
        <w:rPr>
          <w:sz w:val="22"/>
          <w:szCs w:val="22"/>
          <w:lang w:val="en-GB"/>
        </w:rPr>
        <w:lastRenderedPageBreak/>
        <w:t>Bidders shall acknowledge receipt of this</w:t>
      </w:r>
      <w:r w:rsidR="0013510B">
        <w:rPr>
          <w:sz w:val="22"/>
          <w:szCs w:val="22"/>
          <w:lang w:val="en-GB"/>
        </w:rPr>
        <w:t xml:space="preserve"> </w:t>
      </w:r>
      <w:r w:rsidR="00D043F4">
        <w:rPr>
          <w:sz w:val="22"/>
          <w:szCs w:val="22"/>
          <w:lang w:val="en-GB"/>
        </w:rPr>
        <w:t>I</w:t>
      </w:r>
      <w:r w:rsidR="0013510B">
        <w:rPr>
          <w:sz w:val="22"/>
          <w:szCs w:val="22"/>
          <w:lang w:val="en-GB"/>
        </w:rPr>
        <w:t>nvitation</w:t>
      </w:r>
      <w:r>
        <w:rPr>
          <w:sz w:val="22"/>
          <w:szCs w:val="22"/>
          <w:lang w:val="en-GB"/>
        </w:rPr>
        <w:t xml:space="preserve"> to </w:t>
      </w:r>
      <w:r w:rsidR="00D043F4">
        <w:rPr>
          <w:sz w:val="22"/>
          <w:szCs w:val="22"/>
          <w:lang w:val="en-GB"/>
        </w:rPr>
        <w:t>B</w:t>
      </w:r>
      <w:r>
        <w:rPr>
          <w:sz w:val="22"/>
          <w:szCs w:val="22"/>
          <w:lang w:val="en-GB"/>
        </w:rPr>
        <w:t xml:space="preserve">id according to </w:t>
      </w:r>
      <w:r w:rsidR="00305A60">
        <w:rPr>
          <w:sz w:val="22"/>
          <w:szCs w:val="22"/>
          <w:lang w:val="en-GB"/>
        </w:rPr>
        <w:t xml:space="preserve">the Bid Confirmation </w:t>
      </w:r>
      <w:r>
        <w:rPr>
          <w:sz w:val="22"/>
          <w:szCs w:val="22"/>
          <w:lang w:val="en-GB"/>
        </w:rPr>
        <w:t>Form</w:t>
      </w:r>
      <w:r w:rsidR="00305A60">
        <w:rPr>
          <w:sz w:val="22"/>
          <w:szCs w:val="22"/>
          <w:lang w:val="en-GB"/>
        </w:rPr>
        <w:t>,</w:t>
      </w:r>
      <w:r>
        <w:rPr>
          <w:sz w:val="22"/>
          <w:szCs w:val="22"/>
          <w:lang w:val="en-GB"/>
        </w:rPr>
        <w:t xml:space="preserve"> </w:t>
      </w:r>
      <w:r w:rsidR="00305A60">
        <w:rPr>
          <w:sz w:val="22"/>
          <w:szCs w:val="22"/>
          <w:lang w:val="en-GB"/>
        </w:rPr>
        <w:t xml:space="preserve">Section </w:t>
      </w:r>
      <w:r w:rsidR="00AA0D70">
        <w:rPr>
          <w:sz w:val="22"/>
          <w:szCs w:val="22"/>
          <w:lang w:val="en-GB"/>
        </w:rPr>
        <w:t xml:space="preserve">V, </w:t>
      </w:r>
      <w:r w:rsidR="00305A60">
        <w:rPr>
          <w:sz w:val="22"/>
          <w:szCs w:val="22"/>
          <w:lang w:val="en-GB"/>
        </w:rPr>
        <w:t>1 of this solicitation document</w:t>
      </w:r>
      <w:r w:rsidR="002F25A9">
        <w:rPr>
          <w:sz w:val="22"/>
          <w:szCs w:val="22"/>
          <w:lang w:val="en-GB"/>
        </w:rPr>
        <w:t>s</w:t>
      </w:r>
      <w:r>
        <w:rPr>
          <w:sz w:val="22"/>
          <w:szCs w:val="22"/>
          <w:lang w:val="en-GB"/>
        </w:rPr>
        <w:t xml:space="preserve"> by email </w:t>
      </w:r>
      <w:r w:rsidRPr="00305A60">
        <w:rPr>
          <w:sz w:val="22"/>
          <w:szCs w:val="22"/>
          <w:lang w:val="en-GB"/>
        </w:rPr>
        <w:t xml:space="preserve">to </w:t>
      </w:r>
      <w:hyperlink r:id="rId16" w:history="1">
        <w:r w:rsidR="002F25A9" w:rsidRPr="00B87525">
          <w:rPr>
            <w:rStyle w:val="Hyperlink"/>
            <w:i/>
            <w:sz w:val="22"/>
            <w:szCs w:val="22"/>
            <w:lang w:val="en-GB"/>
          </w:rPr>
          <w:t>batsuuri@unfpa.org</w:t>
        </w:r>
      </w:hyperlink>
      <w:r w:rsidR="002F25A9">
        <w:rPr>
          <w:i/>
          <w:sz w:val="22"/>
          <w:szCs w:val="22"/>
          <w:lang w:val="en-GB"/>
        </w:rPr>
        <w:t xml:space="preserve"> </w:t>
      </w:r>
      <w:r>
        <w:rPr>
          <w:sz w:val="22"/>
          <w:szCs w:val="22"/>
          <w:lang w:val="en-GB"/>
        </w:rPr>
        <w:t xml:space="preserve">no later </w:t>
      </w:r>
      <w:r w:rsidRPr="006C1BE1">
        <w:rPr>
          <w:sz w:val="22"/>
          <w:szCs w:val="22"/>
          <w:lang w:val="en-GB"/>
        </w:rPr>
        <w:t xml:space="preserve">than </w:t>
      </w:r>
      <w:r w:rsidR="00B02DCF" w:rsidRPr="006C1BE1">
        <w:rPr>
          <w:b/>
          <w:bCs/>
          <w:i/>
          <w:sz w:val="22"/>
          <w:szCs w:val="22"/>
          <w:lang w:val="en-GB"/>
        </w:rPr>
        <w:t xml:space="preserve">24 </w:t>
      </w:r>
      <w:r w:rsidR="00DA0D9C" w:rsidRPr="006C1BE1">
        <w:rPr>
          <w:b/>
          <w:bCs/>
          <w:i/>
          <w:sz w:val="22"/>
          <w:szCs w:val="22"/>
          <w:lang w:val="en-GB"/>
        </w:rPr>
        <w:t>April</w:t>
      </w:r>
      <w:r w:rsidRPr="006C1BE1">
        <w:rPr>
          <w:b/>
          <w:bCs/>
          <w:i/>
          <w:sz w:val="22"/>
          <w:szCs w:val="22"/>
          <w:lang w:val="en-GB"/>
        </w:rPr>
        <w:t xml:space="preserve"> </w:t>
      </w:r>
      <w:r w:rsidR="00E70B93" w:rsidRPr="006C1BE1">
        <w:rPr>
          <w:b/>
          <w:bCs/>
          <w:i/>
          <w:sz w:val="22"/>
          <w:szCs w:val="22"/>
          <w:lang w:val="en-GB"/>
        </w:rPr>
        <w:t>2022</w:t>
      </w:r>
      <w:r w:rsidRPr="006C1BE1">
        <w:rPr>
          <w:sz w:val="22"/>
          <w:szCs w:val="22"/>
          <w:lang w:val="en-GB"/>
        </w:rPr>
        <w:t xml:space="preserve"> and to indicate whether or not a bid shall be submitted.  The acknowledgement shall provide company name, telephone number, fax number and the name of a contact person. If you are declining to bid, please confirm this via e-mail to </w:t>
      </w:r>
      <w:r w:rsidR="00772983" w:rsidRPr="006C1BE1">
        <w:rPr>
          <w:sz w:val="22"/>
          <w:szCs w:val="22"/>
          <w:lang w:val="en-GB"/>
        </w:rPr>
        <w:t>UNFPA</w:t>
      </w:r>
      <w:r w:rsidRPr="006C1BE1">
        <w:rPr>
          <w:sz w:val="22"/>
          <w:szCs w:val="22"/>
          <w:lang w:val="en-GB"/>
        </w:rPr>
        <w:t xml:space="preserve"> and please state the reasons for UNFPA to improve its effectiveness in future invitations.</w:t>
      </w:r>
    </w:p>
    <w:p w14:paraId="1A2B4C4C" w14:textId="77777777" w:rsidR="00456313" w:rsidRPr="006C1BE1" w:rsidRDefault="00456313" w:rsidP="00456313">
      <w:pPr>
        <w:pStyle w:val="ListParagraph"/>
        <w:rPr>
          <w:sz w:val="22"/>
          <w:szCs w:val="22"/>
          <w:lang w:val="en-GB"/>
        </w:rPr>
      </w:pPr>
    </w:p>
    <w:p w14:paraId="256EFE09" w14:textId="2314F566" w:rsidR="0008751A" w:rsidRPr="006C1BE1" w:rsidRDefault="0008751A" w:rsidP="00456313">
      <w:pPr>
        <w:pStyle w:val="ListParagraph"/>
        <w:numPr>
          <w:ilvl w:val="0"/>
          <w:numId w:val="2"/>
        </w:numPr>
        <w:jc w:val="both"/>
        <w:rPr>
          <w:sz w:val="22"/>
          <w:szCs w:val="22"/>
          <w:lang w:val="en-GB"/>
        </w:rPr>
      </w:pPr>
      <w:r w:rsidRPr="006C1BE1">
        <w:rPr>
          <w:sz w:val="22"/>
          <w:szCs w:val="22"/>
          <w:lang w:val="en-GB"/>
        </w:rPr>
        <w:t xml:space="preserve">Any questions relating to the attached documents shall be addressed in writing to the following UNFPA personnel no later than </w:t>
      </w:r>
      <w:r w:rsidR="00B02DCF" w:rsidRPr="006C1BE1">
        <w:rPr>
          <w:b/>
          <w:bCs/>
          <w:i/>
          <w:sz w:val="22"/>
          <w:szCs w:val="22"/>
          <w:lang w:val="en-GB"/>
        </w:rPr>
        <w:t xml:space="preserve">15 </w:t>
      </w:r>
      <w:r w:rsidR="00DA0D9C" w:rsidRPr="006C1BE1">
        <w:rPr>
          <w:b/>
          <w:bCs/>
          <w:i/>
          <w:sz w:val="22"/>
          <w:szCs w:val="22"/>
          <w:lang w:val="en-GB"/>
        </w:rPr>
        <w:t>April</w:t>
      </w:r>
      <w:r w:rsidRPr="006C1BE1">
        <w:rPr>
          <w:b/>
          <w:bCs/>
          <w:i/>
          <w:sz w:val="22"/>
          <w:szCs w:val="22"/>
          <w:lang w:val="en-GB"/>
        </w:rPr>
        <w:t xml:space="preserve"> </w:t>
      </w:r>
      <w:r w:rsidR="00DA0D9C" w:rsidRPr="006C1BE1">
        <w:rPr>
          <w:b/>
          <w:bCs/>
          <w:i/>
          <w:sz w:val="22"/>
          <w:szCs w:val="22"/>
          <w:lang w:val="en-GB"/>
        </w:rPr>
        <w:t>2022</w:t>
      </w:r>
      <w:r w:rsidRPr="006C1BE1">
        <w:rPr>
          <w:sz w:val="22"/>
          <w:szCs w:val="22"/>
          <w:lang w:val="en-GB"/>
        </w:rPr>
        <w:t xml:space="preserve"> at </w:t>
      </w:r>
      <w:r w:rsidR="00B2104F" w:rsidRPr="006C1BE1">
        <w:rPr>
          <w:iCs/>
          <w:sz w:val="22"/>
          <w:szCs w:val="22"/>
          <w:lang w:val="en-GB"/>
        </w:rPr>
        <w:t>1</w:t>
      </w:r>
      <w:r w:rsidR="00DA0D9C" w:rsidRPr="006C1BE1">
        <w:rPr>
          <w:iCs/>
          <w:sz w:val="22"/>
          <w:szCs w:val="22"/>
          <w:lang w:val="en-GB"/>
        </w:rPr>
        <w:t>7</w:t>
      </w:r>
      <w:r w:rsidR="00B2104F" w:rsidRPr="006C1BE1">
        <w:rPr>
          <w:iCs/>
          <w:sz w:val="22"/>
          <w:szCs w:val="22"/>
          <w:lang w:val="en-GB"/>
        </w:rPr>
        <w:t>:00</w:t>
      </w:r>
      <w:r w:rsidR="0025591B" w:rsidRPr="006C1BE1">
        <w:rPr>
          <w:iCs/>
          <w:sz w:val="22"/>
          <w:szCs w:val="22"/>
          <w:lang w:val="en-GB"/>
        </w:rPr>
        <w:t>hrs</w:t>
      </w:r>
      <w:r w:rsidR="00025550" w:rsidRPr="006C1BE1">
        <w:rPr>
          <w:iCs/>
          <w:sz w:val="22"/>
          <w:szCs w:val="22"/>
          <w:lang w:val="en-GB"/>
        </w:rPr>
        <w:t xml:space="preserve">, </w:t>
      </w:r>
      <w:r w:rsidR="00B2104F" w:rsidRPr="006C1BE1">
        <w:rPr>
          <w:iCs/>
          <w:sz w:val="22"/>
          <w:szCs w:val="22"/>
          <w:lang w:val="en-GB"/>
        </w:rPr>
        <w:t>Ulaanbaatar time</w:t>
      </w:r>
      <w:r w:rsidRPr="006C1BE1">
        <w:rPr>
          <w:i/>
          <w:sz w:val="22"/>
          <w:szCs w:val="22"/>
          <w:lang w:val="en-GB"/>
        </w:rPr>
        <w:t>.</w:t>
      </w:r>
    </w:p>
    <w:p w14:paraId="600A7A92" w14:textId="77777777" w:rsidR="0008751A" w:rsidRPr="006C1BE1" w:rsidRDefault="0008751A">
      <w:pPr>
        <w:jc w:val="both"/>
        <w:rPr>
          <w:sz w:val="22"/>
          <w:szCs w:val="22"/>
          <w:lang w:val="en-GB"/>
        </w:rPr>
      </w:pPr>
    </w:p>
    <w:p w14:paraId="54922BBD" w14:textId="42BACE45" w:rsidR="0008751A" w:rsidRDefault="00B2104F" w:rsidP="00AC7E96">
      <w:pPr>
        <w:numPr>
          <w:ilvl w:val="0"/>
          <w:numId w:val="7"/>
        </w:numPr>
        <w:jc w:val="both"/>
        <w:rPr>
          <w:sz w:val="22"/>
          <w:szCs w:val="22"/>
          <w:lang w:val="en-GB"/>
        </w:rPr>
      </w:pPr>
      <w:proofErr w:type="spellStart"/>
      <w:r w:rsidRPr="006C1BE1">
        <w:rPr>
          <w:i/>
          <w:sz w:val="22"/>
          <w:szCs w:val="22"/>
          <w:lang w:val="en-GB"/>
        </w:rPr>
        <w:t>Tsetsenbaatar.B</w:t>
      </w:r>
      <w:proofErr w:type="spellEnd"/>
      <w:r w:rsidR="0008751A" w:rsidRPr="006C1BE1">
        <w:rPr>
          <w:i/>
          <w:sz w:val="22"/>
          <w:szCs w:val="22"/>
          <w:lang w:val="en-GB"/>
        </w:rPr>
        <w:t xml:space="preserve">, </w:t>
      </w:r>
      <w:r w:rsidRPr="006C1BE1">
        <w:rPr>
          <w:i/>
          <w:sz w:val="22"/>
          <w:szCs w:val="22"/>
          <w:lang w:val="en-GB"/>
        </w:rPr>
        <w:t>procurement staff</w:t>
      </w:r>
      <w:r>
        <w:rPr>
          <w:i/>
          <w:sz w:val="22"/>
          <w:szCs w:val="22"/>
          <w:lang w:val="en-GB"/>
        </w:rPr>
        <w:t xml:space="preserve"> </w:t>
      </w:r>
      <w:r w:rsidR="0008751A">
        <w:rPr>
          <w:sz w:val="22"/>
          <w:szCs w:val="22"/>
          <w:lang w:val="en-GB"/>
        </w:rPr>
        <w:t xml:space="preserve">email: </w:t>
      </w:r>
      <w:hyperlink r:id="rId17" w:history="1">
        <w:r w:rsidRPr="00B87525">
          <w:rPr>
            <w:rStyle w:val="Hyperlink"/>
            <w:i/>
            <w:sz w:val="22"/>
            <w:szCs w:val="22"/>
            <w:lang w:val="en-GB"/>
          </w:rPr>
          <w:t>batsuuri@unfpa.org</w:t>
        </w:r>
      </w:hyperlink>
      <w:r>
        <w:rPr>
          <w:i/>
          <w:sz w:val="22"/>
          <w:szCs w:val="22"/>
          <w:lang w:val="en-GB"/>
        </w:rPr>
        <w:t xml:space="preserve"> </w:t>
      </w:r>
      <w:r w:rsidR="0008751A">
        <w:rPr>
          <w:sz w:val="22"/>
          <w:szCs w:val="22"/>
          <w:lang w:val="en-GB"/>
        </w:rPr>
        <w:t>for questions relating to the bidding exercise.</w:t>
      </w:r>
    </w:p>
    <w:p w14:paraId="249B8CEB" w14:textId="77777777" w:rsidR="0008751A" w:rsidRDefault="0008751A">
      <w:pPr>
        <w:jc w:val="both"/>
        <w:rPr>
          <w:sz w:val="22"/>
          <w:szCs w:val="22"/>
          <w:lang w:val="en-GB"/>
        </w:rPr>
      </w:pPr>
    </w:p>
    <w:p w14:paraId="52D8FD05" w14:textId="77777777" w:rsidR="0008751A" w:rsidRDefault="0008751A">
      <w:pPr>
        <w:ind w:firstLine="703"/>
        <w:jc w:val="both"/>
        <w:rPr>
          <w:sz w:val="22"/>
          <w:szCs w:val="22"/>
          <w:lang w:val="en-GB"/>
        </w:rPr>
      </w:pPr>
      <w:r>
        <w:rPr>
          <w:sz w:val="22"/>
          <w:szCs w:val="22"/>
          <w:lang w:val="en-GB"/>
        </w:rPr>
        <w:t xml:space="preserve">Do </w:t>
      </w:r>
      <w:r>
        <w:rPr>
          <w:sz w:val="22"/>
          <w:szCs w:val="22"/>
          <w:u w:val="single"/>
          <w:lang w:val="en-GB"/>
        </w:rPr>
        <w:t>not</w:t>
      </w:r>
      <w:r>
        <w:rPr>
          <w:sz w:val="22"/>
          <w:szCs w:val="22"/>
          <w:lang w:val="en-GB"/>
        </w:rPr>
        <w:t xml:space="preserve"> submit your bid to these contacts, or your bid will be disqualified.</w:t>
      </w:r>
    </w:p>
    <w:p w14:paraId="68592466" w14:textId="77777777" w:rsidR="0008751A" w:rsidRDefault="0008751A">
      <w:pPr>
        <w:jc w:val="both"/>
        <w:rPr>
          <w:sz w:val="22"/>
          <w:szCs w:val="22"/>
          <w:lang w:val="en-GB"/>
        </w:rPr>
      </w:pPr>
    </w:p>
    <w:p w14:paraId="65AE7A39" w14:textId="77777777" w:rsidR="0008751A" w:rsidRPr="00456313" w:rsidRDefault="0008751A" w:rsidP="00456313">
      <w:pPr>
        <w:pStyle w:val="ListParagraph"/>
        <w:numPr>
          <w:ilvl w:val="0"/>
          <w:numId w:val="2"/>
        </w:numPr>
        <w:jc w:val="both"/>
        <w:rPr>
          <w:sz w:val="22"/>
          <w:szCs w:val="22"/>
          <w:lang w:val="en-GB"/>
        </w:rPr>
      </w:pPr>
      <w:r>
        <w:rPr>
          <w:sz w:val="22"/>
          <w:szCs w:val="22"/>
          <w:lang w:val="en-GB"/>
        </w:rPr>
        <w:t>This letter is not to be construed in any way as an offer to contract with your firm.</w:t>
      </w:r>
    </w:p>
    <w:p w14:paraId="55C453C8" w14:textId="77777777" w:rsidR="0008751A" w:rsidRPr="00106657" w:rsidRDefault="0008751A">
      <w:pPr>
        <w:pStyle w:val="ListParagraph"/>
        <w:ind w:left="0"/>
        <w:jc w:val="both"/>
        <w:rPr>
          <w:sz w:val="22"/>
          <w:szCs w:val="22"/>
          <w:lang w:val="en-GB"/>
        </w:rPr>
      </w:pPr>
    </w:p>
    <w:p w14:paraId="6B091CE2" w14:textId="77777777" w:rsidR="0008751A" w:rsidRDefault="0008751A" w:rsidP="00274265">
      <w:pPr>
        <w:pStyle w:val="ListParagraph"/>
        <w:numPr>
          <w:ilvl w:val="0"/>
          <w:numId w:val="2"/>
        </w:numPr>
        <w:jc w:val="both"/>
        <w:rPr>
          <w:sz w:val="22"/>
          <w:szCs w:val="22"/>
          <w:lang w:val="en-GB"/>
        </w:rPr>
      </w:pPr>
      <w:r>
        <w:rPr>
          <w:sz w:val="22"/>
          <w:szCs w:val="22"/>
          <w:lang w:val="en-GB"/>
        </w:rPr>
        <w:t xml:space="preserve">UNFPA strongly encourages all </w:t>
      </w:r>
      <w:r w:rsidR="00F16397">
        <w:rPr>
          <w:sz w:val="22"/>
          <w:szCs w:val="22"/>
          <w:lang w:val="en-GB"/>
        </w:rPr>
        <w:t>B</w:t>
      </w:r>
      <w:r>
        <w:rPr>
          <w:sz w:val="22"/>
          <w:szCs w:val="22"/>
          <w:lang w:val="en-GB"/>
        </w:rPr>
        <w:t>idders to register on the United Nations Global Marketplace (</w:t>
      </w:r>
      <w:hyperlink r:id="rId18" w:history="1">
        <w:r>
          <w:rPr>
            <w:rStyle w:val="Hyperlink"/>
            <w:sz w:val="22"/>
            <w:szCs w:val="22"/>
            <w:lang w:val="en-GB"/>
          </w:rPr>
          <w:t>http://www.ungm.org</w:t>
        </w:r>
      </w:hyperlink>
      <w:r>
        <w:rPr>
          <w:sz w:val="22"/>
          <w:szCs w:val="22"/>
          <w:lang w:val="en-GB"/>
        </w:rPr>
        <w:t xml:space="preserve">). </w:t>
      </w:r>
      <w:r w:rsidR="00274265" w:rsidRPr="008B45F0">
        <w:rPr>
          <w:sz w:val="22"/>
          <w:szCs w:val="22"/>
          <w:lang w:val="en-GB"/>
        </w:rPr>
        <w:t>The UNGM is the procurement portal of the United Nations system</w:t>
      </w:r>
      <w:r w:rsidR="00274265" w:rsidRPr="002F517B">
        <w:rPr>
          <w:sz w:val="22"/>
          <w:szCs w:val="22"/>
          <w:lang w:val="en-GB"/>
        </w:rPr>
        <w:t>.</w:t>
      </w:r>
      <w:r>
        <w:rPr>
          <w:sz w:val="22"/>
          <w:szCs w:val="22"/>
          <w:lang w:val="en-GB"/>
        </w:rPr>
        <w:t xml:space="preserve"> By registering on UNGM, vendors </w:t>
      </w:r>
      <w:r w:rsidR="00D043F4">
        <w:rPr>
          <w:sz w:val="22"/>
          <w:szCs w:val="22"/>
          <w:lang w:val="en-GB"/>
        </w:rPr>
        <w:t>become part of</w:t>
      </w:r>
      <w:r>
        <w:rPr>
          <w:sz w:val="22"/>
          <w:szCs w:val="22"/>
          <w:lang w:val="en-GB"/>
        </w:rPr>
        <w:t xml:space="preserve"> the database that UN buyers use when searching for suppliers. Vendors can also access all UN tenders online and, by subscribing to the Bid Tender Service, </w:t>
      </w:r>
      <w:r w:rsidR="00D758F0">
        <w:rPr>
          <w:sz w:val="22"/>
          <w:szCs w:val="22"/>
          <w:lang w:val="en-GB"/>
        </w:rPr>
        <w:t xml:space="preserve">vendors can </w:t>
      </w:r>
      <w:r>
        <w:rPr>
          <w:sz w:val="22"/>
          <w:szCs w:val="22"/>
          <w:lang w:val="en-GB"/>
        </w:rPr>
        <w:t>be automatically notified via e-mail of all UN business opportunities that match the products and services for which they have registered. Instructions on how to subscribe to the Tender Alert Service can be found in the UNGM Interactive Guide for Suppliers</w:t>
      </w:r>
      <w:r w:rsidR="00450913">
        <w:rPr>
          <w:sz w:val="22"/>
          <w:szCs w:val="22"/>
          <w:lang w:val="en-GB"/>
        </w:rPr>
        <w:t xml:space="preserve"> </w:t>
      </w:r>
      <w:hyperlink r:id="rId19" w:history="1">
        <w:r w:rsidR="00450913" w:rsidRPr="00FB15BC">
          <w:rPr>
            <w:rStyle w:val="Hyperlink"/>
            <w:sz w:val="22"/>
            <w:szCs w:val="22"/>
            <w:lang w:val="en-GB"/>
          </w:rPr>
          <w:t>http://www.ungm.org/Publications/UserManuals/Suppliers/UserManual_Supplier.pdf</w:t>
        </w:r>
      </w:hyperlink>
      <w:r w:rsidR="00450913">
        <w:rPr>
          <w:sz w:val="22"/>
          <w:szCs w:val="22"/>
          <w:lang w:val="en-GB"/>
        </w:rPr>
        <w:t xml:space="preserve"> </w:t>
      </w:r>
      <w:r>
        <w:rPr>
          <w:sz w:val="22"/>
          <w:szCs w:val="22"/>
          <w:lang w:val="en-GB"/>
        </w:rPr>
        <w:t>.</w:t>
      </w:r>
    </w:p>
    <w:p w14:paraId="21B531F3" w14:textId="77777777" w:rsidR="0008751A" w:rsidRDefault="0008751A">
      <w:pPr>
        <w:tabs>
          <w:tab w:val="left" w:pos="360"/>
          <w:tab w:val="left" w:pos="432"/>
        </w:tabs>
        <w:jc w:val="both"/>
        <w:rPr>
          <w:sz w:val="22"/>
          <w:szCs w:val="22"/>
          <w:lang w:val="en-GB"/>
        </w:rPr>
      </w:pPr>
    </w:p>
    <w:p w14:paraId="6FB33897" w14:textId="77777777" w:rsidR="0008751A" w:rsidRDefault="0008751A">
      <w:pPr>
        <w:tabs>
          <w:tab w:val="left" w:pos="360"/>
          <w:tab w:val="left" w:pos="432"/>
        </w:tabs>
        <w:jc w:val="both"/>
        <w:rPr>
          <w:sz w:val="22"/>
          <w:szCs w:val="22"/>
          <w:lang w:val="en-GB"/>
        </w:rPr>
      </w:pPr>
    </w:p>
    <w:p w14:paraId="7F363F70" w14:textId="77777777" w:rsidR="0008751A" w:rsidRDefault="0008751A">
      <w:pPr>
        <w:tabs>
          <w:tab w:val="left" w:pos="360"/>
          <w:tab w:val="left" w:pos="432"/>
        </w:tabs>
        <w:rPr>
          <w:sz w:val="22"/>
          <w:szCs w:val="22"/>
          <w:lang w:val="en-GB"/>
        </w:rPr>
      </w:pPr>
      <w:r>
        <w:rPr>
          <w:sz w:val="22"/>
          <w:szCs w:val="22"/>
          <w:lang w:val="en-GB"/>
        </w:rPr>
        <w:t>Yours sincerely,</w:t>
      </w:r>
    </w:p>
    <w:p w14:paraId="27E2E794" w14:textId="77777777" w:rsidR="0008751A" w:rsidRDefault="0008751A">
      <w:pPr>
        <w:tabs>
          <w:tab w:val="left" w:pos="360"/>
          <w:tab w:val="left" w:pos="432"/>
        </w:tabs>
        <w:rPr>
          <w:sz w:val="22"/>
          <w:szCs w:val="22"/>
          <w:lang w:val="en-GB"/>
        </w:rPr>
      </w:pPr>
    </w:p>
    <w:p w14:paraId="69585F0D" w14:textId="77777777" w:rsidR="0008751A" w:rsidRDefault="0008751A">
      <w:pPr>
        <w:tabs>
          <w:tab w:val="left" w:pos="360"/>
          <w:tab w:val="left" w:pos="432"/>
        </w:tabs>
        <w:rPr>
          <w:sz w:val="22"/>
          <w:szCs w:val="22"/>
          <w:lang w:val="en-GB"/>
        </w:rPr>
      </w:pPr>
    </w:p>
    <w:p w14:paraId="12BF3671" w14:textId="77777777" w:rsidR="0008751A" w:rsidRDefault="0008751A">
      <w:pPr>
        <w:tabs>
          <w:tab w:val="left" w:pos="360"/>
          <w:tab w:val="left" w:pos="432"/>
        </w:tabs>
        <w:rPr>
          <w:sz w:val="22"/>
          <w:szCs w:val="22"/>
          <w:lang w:val="en-GB"/>
        </w:rPr>
      </w:pPr>
    </w:p>
    <w:p w14:paraId="7925B5BB" w14:textId="321678B7" w:rsidR="00DA0D9C" w:rsidRDefault="00DA0D9C" w:rsidP="00DA0D9C">
      <w:pPr>
        <w:overflowPunct/>
        <w:autoSpaceDE/>
        <w:autoSpaceDN/>
        <w:adjustRightInd/>
        <w:textAlignment w:val="auto"/>
        <w:rPr>
          <w:sz w:val="22"/>
          <w:szCs w:val="22"/>
          <w:lang w:val="en-GB"/>
        </w:rPr>
      </w:pPr>
      <w:r>
        <w:rPr>
          <w:sz w:val="22"/>
          <w:szCs w:val="22"/>
          <w:lang w:val="en-GB"/>
        </w:rPr>
        <w:t>Khalid Sharifi</w:t>
      </w:r>
    </w:p>
    <w:p w14:paraId="406DB39F" w14:textId="77777777" w:rsidR="00DA0D9C" w:rsidRDefault="00DA0D9C">
      <w:pPr>
        <w:tabs>
          <w:tab w:val="left" w:pos="270"/>
          <w:tab w:val="left" w:pos="432"/>
        </w:tabs>
        <w:jc w:val="both"/>
        <w:rPr>
          <w:sz w:val="22"/>
          <w:szCs w:val="22"/>
          <w:lang w:val="en-GB"/>
        </w:rPr>
      </w:pPr>
      <w:r>
        <w:rPr>
          <w:sz w:val="22"/>
          <w:szCs w:val="22"/>
          <w:lang w:val="en-GB"/>
        </w:rPr>
        <w:t>Head of Office</w:t>
      </w:r>
    </w:p>
    <w:p w14:paraId="30788BD8" w14:textId="0E562A3E" w:rsidR="0008751A" w:rsidRDefault="00DA0D9C">
      <w:pPr>
        <w:tabs>
          <w:tab w:val="left" w:pos="270"/>
          <w:tab w:val="left" w:pos="432"/>
        </w:tabs>
        <w:jc w:val="both"/>
        <w:rPr>
          <w:sz w:val="22"/>
          <w:szCs w:val="22"/>
          <w:lang w:val="en-GB"/>
        </w:rPr>
      </w:pPr>
      <w:r>
        <w:rPr>
          <w:sz w:val="22"/>
          <w:szCs w:val="22"/>
          <w:lang w:val="en-GB"/>
        </w:rPr>
        <w:t>UNFPA Mongolia</w:t>
      </w:r>
      <w:r w:rsidR="0008751A">
        <w:rPr>
          <w:sz w:val="22"/>
          <w:szCs w:val="22"/>
          <w:lang w:val="en-GB"/>
        </w:rPr>
        <w:br w:type="page"/>
      </w:r>
    </w:p>
    <w:p w14:paraId="5637911B" w14:textId="77777777" w:rsidR="0008751A" w:rsidRDefault="004B77E8">
      <w:pPr>
        <w:tabs>
          <w:tab w:val="left" w:pos="270"/>
          <w:tab w:val="left" w:pos="432"/>
        </w:tabs>
        <w:jc w:val="both"/>
        <w:rPr>
          <w:sz w:val="22"/>
          <w:szCs w:val="22"/>
          <w:lang w:val="en-GB"/>
        </w:rPr>
      </w:pPr>
      <w:r>
        <w:rPr>
          <w:noProof/>
          <w:lang w:val="en-GB"/>
        </w:rPr>
        <w:lastRenderedPageBreak/>
        <w:drawing>
          <wp:anchor distT="0" distB="0" distL="114300" distR="114300" simplePos="0" relativeHeight="251658242" behindDoc="0" locked="0" layoutInCell="1" allowOverlap="1" wp14:anchorId="37B80320" wp14:editId="295CC0F6">
            <wp:simplePos x="0" y="0"/>
            <wp:positionH relativeFrom="column">
              <wp:posOffset>2416810</wp:posOffset>
            </wp:positionH>
            <wp:positionV relativeFrom="paragraph">
              <wp:posOffset>-354330</wp:posOffset>
            </wp:positionV>
            <wp:extent cx="1286510" cy="595630"/>
            <wp:effectExtent l="19050" t="0" r="8890" b="0"/>
            <wp:wrapNone/>
            <wp:docPr id="4" name="Picture 1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ouored%20logo"/>
                    <pic:cNvPicPr>
                      <a:picLocks noChangeAspect="1" noChangeArrowheads="1"/>
                    </pic:cNvPicPr>
                  </pic:nvPicPr>
                  <pic:blipFill>
                    <a:blip r:embed="rId13"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p w14:paraId="6FB4C681" w14:textId="77777777" w:rsidR="0008751A" w:rsidRDefault="0008751A">
      <w:pPr>
        <w:tabs>
          <w:tab w:val="left" w:pos="270"/>
          <w:tab w:val="left" w:pos="432"/>
        </w:tabs>
        <w:jc w:val="both"/>
        <w:rPr>
          <w:sz w:val="22"/>
          <w:szCs w:val="22"/>
          <w:lang w:val="en-GB"/>
        </w:rPr>
      </w:pPr>
    </w:p>
    <w:p w14:paraId="2A3B7605" w14:textId="77777777" w:rsidR="0008751A" w:rsidRDefault="0008751A">
      <w:pPr>
        <w:tabs>
          <w:tab w:val="left" w:pos="270"/>
          <w:tab w:val="left" w:pos="432"/>
        </w:tabs>
        <w:jc w:val="both"/>
        <w:rPr>
          <w:sz w:val="22"/>
          <w:szCs w:val="22"/>
          <w:lang w:val="en-GB"/>
        </w:rPr>
      </w:pPr>
    </w:p>
    <w:p w14:paraId="6FD22968" w14:textId="77777777" w:rsidR="0008751A" w:rsidRDefault="0008751A">
      <w:pPr>
        <w:tabs>
          <w:tab w:val="left" w:pos="270"/>
          <w:tab w:val="left" w:pos="432"/>
        </w:tabs>
        <w:jc w:val="both"/>
        <w:rPr>
          <w:sz w:val="22"/>
          <w:szCs w:val="22"/>
          <w:lang w:val="en-GB"/>
        </w:rPr>
      </w:pPr>
    </w:p>
    <w:p w14:paraId="0CDA677A" w14:textId="77777777" w:rsidR="0008751A" w:rsidRDefault="0008751A">
      <w:pPr>
        <w:tabs>
          <w:tab w:val="left" w:pos="270"/>
          <w:tab w:val="left" w:pos="432"/>
        </w:tabs>
        <w:jc w:val="both"/>
        <w:rPr>
          <w:sz w:val="22"/>
          <w:szCs w:val="22"/>
          <w:lang w:val="en-GB"/>
        </w:rPr>
      </w:pPr>
    </w:p>
    <w:p w14:paraId="1CA6370E" w14:textId="77777777" w:rsidR="0008751A" w:rsidRDefault="0008751A">
      <w:pPr>
        <w:tabs>
          <w:tab w:val="left" w:pos="270"/>
          <w:tab w:val="left" w:pos="432"/>
        </w:tabs>
        <w:jc w:val="both"/>
        <w:rPr>
          <w:sz w:val="22"/>
          <w:szCs w:val="22"/>
          <w:lang w:val="en-GB"/>
        </w:rPr>
      </w:pPr>
    </w:p>
    <w:p w14:paraId="411C0416" w14:textId="77777777" w:rsidR="0008751A" w:rsidRDefault="0008751A">
      <w:pPr>
        <w:tabs>
          <w:tab w:val="left" w:pos="270"/>
          <w:tab w:val="left" w:pos="432"/>
        </w:tabs>
        <w:jc w:val="both"/>
        <w:rPr>
          <w:sz w:val="22"/>
          <w:szCs w:val="22"/>
          <w:lang w:val="en-GB"/>
        </w:rPr>
      </w:pPr>
    </w:p>
    <w:p w14:paraId="4AB0E296" w14:textId="77777777" w:rsidR="0008751A" w:rsidRDefault="0008751A">
      <w:pPr>
        <w:tabs>
          <w:tab w:val="left" w:pos="270"/>
          <w:tab w:val="left" w:pos="432"/>
        </w:tabs>
        <w:jc w:val="both"/>
        <w:rPr>
          <w:sz w:val="22"/>
          <w:szCs w:val="22"/>
          <w:lang w:val="en-GB"/>
        </w:rPr>
      </w:pPr>
    </w:p>
    <w:p w14:paraId="7D849619" w14:textId="77777777" w:rsidR="0008751A" w:rsidRDefault="0008751A">
      <w:pPr>
        <w:tabs>
          <w:tab w:val="left" w:pos="270"/>
          <w:tab w:val="left" w:pos="432"/>
        </w:tabs>
        <w:jc w:val="both"/>
        <w:rPr>
          <w:sz w:val="22"/>
          <w:szCs w:val="22"/>
          <w:lang w:val="en-GB"/>
        </w:rPr>
      </w:pPr>
    </w:p>
    <w:p w14:paraId="76A5FCAE" w14:textId="77777777" w:rsidR="0008751A" w:rsidRPr="00D8078C" w:rsidRDefault="0008751A">
      <w:pPr>
        <w:jc w:val="center"/>
        <w:rPr>
          <w:b/>
          <w:sz w:val="28"/>
          <w:szCs w:val="28"/>
          <w:lang w:val="en-GB"/>
        </w:rPr>
      </w:pPr>
      <w:r w:rsidRPr="00D8078C">
        <w:rPr>
          <w:b/>
          <w:sz w:val="28"/>
          <w:szCs w:val="28"/>
          <w:lang w:val="en-GB"/>
        </w:rPr>
        <w:t>UNITED NATIONS POPULATION FUND</w:t>
      </w:r>
    </w:p>
    <w:p w14:paraId="16B0E379" w14:textId="77777777" w:rsidR="0008751A" w:rsidRDefault="0008751A">
      <w:pPr>
        <w:jc w:val="both"/>
        <w:rPr>
          <w:b/>
          <w:sz w:val="22"/>
          <w:szCs w:val="22"/>
          <w:lang w:val="en-GB"/>
        </w:rPr>
      </w:pPr>
    </w:p>
    <w:p w14:paraId="77C937EB" w14:textId="77777777" w:rsidR="0008751A" w:rsidRDefault="0008751A">
      <w:pPr>
        <w:jc w:val="both"/>
        <w:rPr>
          <w:b/>
          <w:sz w:val="22"/>
          <w:szCs w:val="22"/>
          <w:lang w:val="en-GB"/>
        </w:rPr>
      </w:pPr>
    </w:p>
    <w:p w14:paraId="07F523B0" w14:textId="77777777" w:rsidR="0008751A" w:rsidRDefault="0008751A">
      <w:pPr>
        <w:jc w:val="both"/>
        <w:rPr>
          <w:b/>
          <w:sz w:val="22"/>
          <w:szCs w:val="22"/>
          <w:lang w:val="en-GB"/>
        </w:rPr>
      </w:pPr>
    </w:p>
    <w:p w14:paraId="338485B3" w14:textId="77777777" w:rsidR="0008751A" w:rsidRDefault="0008751A">
      <w:pPr>
        <w:jc w:val="both"/>
        <w:rPr>
          <w:b/>
          <w:sz w:val="22"/>
          <w:szCs w:val="22"/>
          <w:lang w:val="en-GB"/>
        </w:rPr>
      </w:pPr>
    </w:p>
    <w:p w14:paraId="647186D3" w14:textId="77777777" w:rsidR="0008751A" w:rsidRDefault="0008751A">
      <w:pPr>
        <w:jc w:val="both"/>
        <w:rPr>
          <w:b/>
          <w:sz w:val="22"/>
          <w:szCs w:val="22"/>
          <w:lang w:val="en-GB"/>
        </w:rPr>
      </w:pPr>
    </w:p>
    <w:p w14:paraId="30CB44F7" w14:textId="77777777" w:rsidR="0008751A" w:rsidRDefault="0008751A">
      <w:pPr>
        <w:jc w:val="both"/>
        <w:rPr>
          <w:b/>
          <w:sz w:val="22"/>
          <w:szCs w:val="22"/>
          <w:lang w:val="en-GB"/>
        </w:rPr>
      </w:pPr>
    </w:p>
    <w:p w14:paraId="2D218E68" w14:textId="77777777" w:rsidR="0008751A" w:rsidRDefault="0008751A">
      <w:pPr>
        <w:jc w:val="both"/>
        <w:rPr>
          <w:b/>
          <w:sz w:val="22"/>
          <w:szCs w:val="22"/>
          <w:lang w:val="en-GB"/>
        </w:rPr>
      </w:pPr>
    </w:p>
    <w:p w14:paraId="26DF6F76" w14:textId="77777777" w:rsidR="0008751A" w:rsidRDefault="0008751A">
      <w:pPr>
        <w:jc w:val="both"/>
        <w:rPr>
          <w:b/>
          <w:sz w:val="22"/>
          <w:szCs w:val="22"/>
          <w:lang w:val="en-GB"/>
        </w:rPr>
      </w:pPr>
    </w:p>
    <w:p w14:paraId="36962A06" w14:textId="77777777" w:rsidR="0008751A" w:rsidRDefault="0008751A">
      <w:pPr>
        <w:jc w:val="both"/>
        <w:rPr>
          <w:b/>
          <w:sz w:val="22"/>
          <w:szCs w:val="22"/>
          <w:lang w:val="en-GB"/>
        </w:rPr>
      </w:pPr>
    </w:p>
    <w:p w14:paraId="324D2C1E" w14:textId="77777777" w:rsidR="0008751A" w:rsidRDefault="009A0EBC">
      <w:pPr>
        <w:jc w:val="center"/>
        <w:rPr>
          <w:b/>
          <w:sz w:val="28"/>
          <w:szCs w:val="22"/>
          <w:lang w:val="en-GB"/>
        </w:rPr>
      </w:pPr>
      <w:r>
        <w:rPr>
          <w:b/>
          <w:sz w:val="28"/>
          <w:szCs w:val="22"/>
          <w:lang w:val="en-GB"/>
        </w:rPr>
        <w:t>INVITATION TO BID</w:t>
      </w:r>
    </w:p>
    <w:p w14:paraId="2C354A11" w14:textId="77777777" w:rsidR="0008751A" w:rsidRDefault="0008751A">
      <w:pPr>
        <w:jc w:val="both"/>
        <w:rPr>
          <w:b/>
          <w:sz w:val="28"/>
          <w:szCs w:val="22"/>
          <w:lang w:val="en-GB"/>
        </w:rPr>
      </w:pPr>
    </w:p>
    <w:p w14:paraId="1E8DA7EA" w14:textId="293FABB1" w:rsidR="0008751A" w:rsidRPr="00915067" w:rsidRDefault="009A0EBC">
      <w:pPr>
        <w:jc w:val="center"/>
        <w:rPr>
          <w:b/>
          <w:i/>
          <w:sz w:val="28"/>
          <w:szCs w:val="22"/>
        </w:rPr>
      </w:pPr>
      <w:r>
        <w:rPr>
          <w:b/>
          <w:sz w:val="28"/>
          <w:szCs w:val="22"/>
        </w:rPr>
        <w:t>ITB</w:t>
      </w:r>
      <w:r w:rsidR="0008751A" w:rsidRPr="00915067">
        <w:rPr>
          <w:b/>
          <w:sz w:val="28"/>
          <w:szCs w:val="22"/>
        </w:rPr>
        <w:t xml:space="preserve"> NO.: UNFPA</w:t>
      </w:r>
      <w:r w:rsidR="0008751A" w:rsidRPr="006C1BE1">
        <w:rPr>
          <w:b/>
          <w:sz w:val="28"/>
          <w:szCs w:val="22"/>
        </w:rPr>
        <w:t>/</w:t>
      </w:r>
      <w:r w:rsidR="0024555E" w:rsidRPr="006C1BE1">
        <w:rPr>
          <w:b/>
          <w:sz w:val="28"/>
          <w:szCs w:val="22"/>
        </w:rPr>
        <w:t>MNG</w:t>
      </w:r>
      <w:r w:rsidR="0008751A" w:rsidRPr="006C1BE1">
        <w:rPr>
          <w:b/>
          <w:sz w:val="28"/>
          <w:szCs w:val="22"/>
        </w:rPr>
        <w:t>/</w:t>
      </w:r>
      <w:r w:rsidR="0024555E" w:rsidRPr="006C1BE1">
        <w:rPr>
          <w:b/>
          <w:sz w:val="28"/>
          <w:szCs w:val="22"/>
        </w:rPr>
        <w:t>ITB/22/00</w:t>
      </w:r>
      <w:r w:rsidR="00655D4B" w:rsidRPr="006C1BE1">
        <w:rPr>
          <w:b/>
          <w:sz w:val="28"/>
          <w:szCs w:val="22"/>
        </w:rPr>
        <w:t>1</w:t>
      </w:r>
    </w:p>
    <w:p w14:paraId="173C165A" w14:textId="77777777" w:rsidR="0008751A" w:rsidRPr="00915067" w:rsidRDefault="0008751A">
      <w:pPr>
        <w:jc w:val="center"/>
        <w:rPr>
          <w:b/>
          <w:sz w:val="22"/>
          <w:szCs w:val="22"/>
        </w:rPr>
      </w:pPr>
    </w:p>
    <w:p w14:paraId="72BF992A" w14:textId="77777777" w:rsidR="0008751A" w:rsidRPr="00915067" w:rsidRDefault="0008751A">
      <w:pPr>
        <w:jc w:val="center"/>
        <w:rPr>
          <w:b/>
          <w:sz w:val="22"/>
          <w:szCs w:val="22"/>
        </w:rPr>
      </w:pPr>
    </w:p>
    <w:p w14:paraId="1ACD7088" w14:textId="77777777" w:rsidR="0008751A" w:rsidRPr="00915067" w:rsidRDefault="0008751A">
      <w:pPr>
        <w:jc w:val="center"/>
        <w:rPr>
          <w:b/>
          <w:sz w:val="22"/>
          <w:szCs w:val="22"/>
        </w:rPr>
      </w:pPr>
    </w:p>
    <w:p w14:paraId="5E9F250E" w14:textId="77777777" w:rsidR="0008751A" w:rsidRPr="00915067" w:rsidRDefault="0008751A">
      <w:pPr>
        <w:jc w:val="center"/>
        <w:rPr>
          <w:b/>
          <w:sz w:val="22"/>
          <w:szCs w:val="22"/>
        </w:rPr>
      </w:pPr>
    </w:p>
    <w:p w14:paraId="5B4BB415" w14:textId="77777777" w:rsidR="0008751A" w:rsidRPr="00915067" w:rsidRDefault="0008751A">
      <w:pPr>
        <w:jc w:val="center"/>
        <w:rPr>
          <w:b/>
          <w:sz w:val="22"/>
          <w:szCs w:val="22"/>
        </w:rPr>
      </w:pPr>
    </w:p>
    <w:p w14:paraId="193F997E" w14:textId="77777777" w:rsidR="0008751A" w:rsidRPr="00915067" w:rsidRDefault="0008751A">
      <w:pPr>
        <w:jc w:val="both"/>
        <w:rPr>
          <w:b/>
          <w:sz w:val="22"/>
          <w:szCs w:val="22"/>
        </w:rPr>
      </w:pPr>
    </w:p>
    <w:p w14:paraId="61F3B698" w14:textId="77777777" w:rsidR="0008751A" w:rsidRDefault="0008751A">
      <w:pPr>
        <w:jc w:val="center"/>
        <w:rPr>
          <w:b/>
          <w:sz w:val="22"/>
          <w:szCs w:val="22"/>
          <w:lang w:val="en-GB"/>
        </w:rPr>
      </w:pPr>
      <w:r>
        <w:rPr>
          <w:b/>
          <w:sz w:val="22"/>
          <w:szCs w:val="22"/>
          <w:lang w:val="en-GB"/>
        </w:rPr>
        <w:t xml:space="preserve">Bid </w:t>
      </w:r>
      <w:r w:rsidR="00F7229F">
        <w:rPr>
          <w:b/>
          <w:sz w:val="22"/>
          <w:szCs w:val="22"/>
          <w:lang w:val="en-GB"/>
        </w:rPr>
        <w:t>d</w:t>
      </w:r>
      <w:r>
        <w:rPr>
          <w:b/>
          <w:sz w:val="22"/>
          <w:szCs w:val="22"/>
          <w:lang w:val="en-GB"/>
        </w:rPr>
        <w:t xml:space="preserve">ocument for the </w:t>
      </w:r>
      <w:r w:rsidR="00D8078C">
        <w:rPr>
          <w:b/>
          <w:sz w:val="22"/>
          <w:szCs w:val="22"/>
          <w:lang w:val="en-GB"/>
        </w:rPr>
        <w:t>m</w:t>
      </w:r>
      <w:r>
        <w:rPr>
          <w:b/>
          <w:sz w:val="22"/>
          <w:szCs w:val="22"/>
          <w:lang w:val="en-GB"/>
        </w:rPr>
        <w:t xml:space="preserve">anufacture and/or </w:t>
      </w:r>
      <w:r w:rsidR="00D8078C">
        <w:rPr>
          <w:b/>
          <w:sz w:val="22"/>
          <w:szCs w:val="22"/>
          <w:lang w:val="en-GB"/>
        </w:rPr>
        <w:t>s</w:t>
      </w:r>
      <w:r>
        <w:rPr>
          <w:b/>
          <w:sz w:val="22"/>
          <w:szCs w:val="22"/>
          <w:lang w:val="en-GB"/>
        </w:rPr>
        <w:t xml:space="preserve">upply of </w:t>
      </w:r>
      <w:r w:rsidR="00D8078C">
        <w:rPr>
          <w:b/>
          <w:sz w:val="22"/>
          <w:szCs w:val="22"/>
          <w:lang w:val="en-GB"/>
        </w:rPr>
        <w:t>products</w:t>
      </w:r>
      <w:r>
        <w:rPr>
          <w:b/>
          <w:sz w:val="22"/>
          <w:szCs w:val="22"/>
          <w:lang w:val="en-GB"/>
        </w:rPr>
        <w:t xml:space="preserve"> and related services</w:t>
      </w:r>
    </w:p>
    <w:p w14:paraId="73820D97" w14:textId="77777777" w:rsidR="0008751A" w:rsidRDefault="0008751A">
      <w:pPr>
        <w:tabs>
          <w:tab w:val="left" w:pos="3510"/>
        </w:tabs>
        <w:jc w:val="both"/>
        <w:rPr>
          <w:b/>
          <w:sz w:val="22"/>
          <w:szCs w:val="22"/>
          <w:lang w:val="en-GB"/>
        </w:rPr>
      </w:pPr>
    </w:p>
    <w:p w14:paraId="1064D3EC" w14:textId="77777777" w:rsidR="0008751A" w:rsidRDefault="0008751A">
      <w:pPr>
        <w:jc w:val="both"/>
        <w:rPr>
          <w:b/>
          <w:sz w:val="22"/>
          <w:szCs w:val="22"/>
          <w:lang w:val="en-GB"/>
        </w:rPr>
      </w:pPr>
    </w:p>
    <w:p w14:paraId="5616CB34" w14:textId="77777777" w:rsidR="0008751A" w:rsidRDefault="0008751A">
      <w:pPr>
        <w:jc w:val="both"/>
        <w:rPr>
          <w:b/>
          <w:sz w:val="22"/>
          <w:szCs w:val="22"/>
          <w:lang w:val="en-GB"/>
        </w:rPr>
      </w:pPr>
    </w:p>
    <w:p w14:paraId="3BBE0196" w14:textId="77777777" w:rsidR="0008751A" w:rsidRDefault="0008751A">
      <w:pPr>
        <w:jc w:val="both"/>
        <w:rPr>
          <w:b/>
          <w:sz w:val="22"/>
          <w:szCs w:val="22"/>
          <w:lang w:val="en-GB"/>
        </w:rPr>
      </w:pPr>
    </w:p>
    <w:p w14:paraId="69B2C073" w14:textId="77777777" w:rsidR="0008751A" w:rsidRDefault="0008751A">
      <w:pPr>
        <w:jc w:val="both"/>
        <w:rPr>
          <w:b/>
          <w:sz w:val="22"/>
          <w:szCs w:val="22"/>
          <w:lang w:val="en-GB"/>
        </w:rPr>
      </w:pPr>
    </w:p>
    <w:p w14:paraId="4F376CED" w14:textId="77777777" w:rsidR="0008751A" w:rsidRDefault="0008751A">
      <w:pPr>
        <w:jc w:val="both"/>
        <w:rPr>
          <w:b/>
          <w:sz w:val="22"/>
          <w:szCs w:val="22"/>
          <w:lang w:val="en-GB"/>
        </w:rPr>
      </w:pPr>
    </w:p>
    <w:p w14:paraId="7055B410" w14:textId="77777777" w:rsidR="0008751A" w:rsidRDefault="0008751A">
      <w:pPr>
        <w:jc w:val="both"/>
        <w:rPr>
          <w:b/>
          <w:sz w:val="22"/>
          <w:szCs w:val="22"/>
          <w:lang w:val="en-GB"/>
        </w:rPr>
      </w:pPr>
    </w:p>
    <w:p w14:paraId="5A3B5F79" w14:textId="77777777" w:rsidR="0008751A" w:rsidRDefault="0008751A">
      <w:pPr>
        <w:jc w:val="both"/>
        <w:rPr>
          <w:b/>
          <w:sz w:val="22"/>
          <w:szCs w:val="22"/>
          <w:lang w:val="en-GB"/>
        </w:rPr>
      </w:pPr>
    </w:p>
    <w:p w14:paraId="64C00254" w14:textId="77777777" w:rsidR="0008751A" w:rsidRDefault="0008751A">
      <w:pPr>
        <w:jc w:val="both"/>
        <w:rPr>
          <w:b/>
          <w:sz w:val="22"/>
          <w:szCs w:val="22"/>
          <w:lang w:val="en-GB"/>
        </w:rPr>
      </w:pPr>
    </w:p>
    <w:p w14:paraId="17C12571" w14:textId="591FCA4A" w:rsidR="0008751A" w:rsidRDefault="0008751A">
      <w:pPr>
        <w:jc w:val="both"/>
        <w:rPr>
          <w:b/>
          <w:sz w:val="22"/>
          <w:szCs w:val="22"/>
          <w:lang w:val="en-GB"/>
        </w:rPr>
      </w:pPr>
    </w:p>
    <w:p w14:paraId="33A06AED" w14:textId="2C32CB1C" w:rsidR="00DA0D9C" w:rsidRDefault="00DA0D9C">
      <w:pPr>
        <w:jc w:val="both"/>
        <w:rPr>
          <w:b/>
          <w:sz w:val="22"/>
          <w:szCs w:val="22"/>
          <w:lang w:val="en-GB"/>
        </w:rPr>
      </w:pPr>
    </w:p>
    <w:p w14:paraId="33A6AFD0" w14:textId="1CB392B6" w:rsidR="00DA0D9C" w:rsidRDefault="00DA0D9C">
      <w:pPr>
        <w:jc w:val="both"/>
        <w:rPr>
          <w:b/>
          <w:sz w:val="22"/>
          <w:szCs w:val="22"/>
          <w:lang w:val="en-GB"/>
        </w:rPr>
      </w:pPr>
    </w:p>
    <w:p w14:paraId="301002EB" w14:textId="714CD10D" w:rsidR="00DA0D9C" w:rsidRDefault="00DA0D9C">
      <w:pPr>
        <w:jc w:val="both"/>
        <w:rPr>
          <w:b/>
          <w:sz w:val="22"/>
          <w:szCs w:val="22"/>
          <w:lang w:val="en-GB"/>
        </w:rPr>
      </w:pPr>
    </w:p>
    <w:p w14:paraId="2AFCDE34" w14:textId="41E53BBF" w:rsidR="00DA0D9C" w:rsidRDefault="00DA0D9C">
      <w:pPr>
        <w:jc w:val="both"/>
        <w:rPr>
          <w:b/>
          <w:sz w:val="22"/>
          <w:szCs w:val="22"/>
          <w:lang w:val="en-GB"/>
        </w:rPr>
      </w:pPr>
    </w:p>
    <w:p w14:paraId="1231D379" w14:textId="77777777" w:rsidR="00DA0D9C" w:rsidRDefault="00DA0D9C">
      <w:pPr>
        <w:jc w:val="both"/>
        <w:rPr>
          <w:b/>
          <w:sz w:val="22"/>
          <w:szCs w:val="22"/>
          <w:lang w:val="en-GB"/>
        </w:rPr>
      </w:pPr>
    </w:p>
    <w:p w14:paraId="3632C5F7" w14:textId="77777777" w:rsidR="0008751A" w:rsidRDefault="0008751A">
      <w:pPr>
        <w:jc w:val="both"/>
        <w:rPr>
          <w:b/>
          <w:sz w:val="22"/>
          <w:szCs w:val="22"/>
          <w:lang w:val="en-GB"/>
        </w:rPr>
      </w:pPr>
    </w:p>
    <w:p w14:paraId="273D2050" w14:textId="77777777" w:rsidR="0008751A" w:rsidRDefault="0008751A">
      <w:pPr>
        <w:jc w:val="both"/>
        <w:rPr>
          <w:b/>
          <w:sz w:val="22"/>
          <w:szCs w:val="22"/>
          <w:lang w:val="en-GB"/>
        </w:rPr>
      </w:pPr>
    </w:p>
    <w:p w14:paraId="1AFD97A3" w14:textId="77777777" w:rsidR="0008751A" w:rsidRDefault="0008751A">
      <w:pPr>
        <w:jc w:val="both"/>
        <w:rPr>
          <w:b/>
          <w:sz w:val="22"/>
          <w:szCs w:val="22"/>
          <w:lang w:val="en-GB"/>
        </w:rPr>
      </w:pPr>
    </w:p>
    <w:p w14:paraId="583FBDAE" w14:textId="77777777" w:rsidR="0008751A" w:rsidRDefault="0008751A">
      <w:pPr>
        <w:jc w:val="both"/>
        <w:rPr>
          <w:b/>
          <w:sz w:val="22"/>
          <w:szCs w:val="22"/>
          <w:lang w:val="en-GB"/>
        </w:rPr>
      </w:pPr>
    </w:p>
    <w:p w14:paraId="74632033" w14:textId="4EF864C5" w:rsidR="0008751A" w:rsidRDefault="00B02DCF">
      <w:pPr>
        <w:jc w:val="center"/>
        <w:rPr>
          <w:b/>
          <w:i/>
          <w:sz w:val="22"/>
          <w:szCs w:val="22"/>
          <w:lang w:val="en-GB"/>
        </w:rPr>
      </w:pPr>
      <w:r>
        <w:rPr>
          <w:b/>
          <w:i/>
          <w:sz w:val="22"/>
          <w:szCs w:val="22"/>
          <w:lang w:val="en-GB"/>
        </w:rPr>
        <w:t>8</w:t>
      </w:r>
      <w:r w:rsidRPr="00DA0D9C">
        <w:rPr>
          <w:b/>
          <w:i/>
          <w:sz w:val="22"/>
          <w:szCs w:val="22"/>
          <w:lang w:val="en-GB"/>
        </w:rPr>
        <w:t xml:space="preserve"> </w:t>
      </w:r>
      <w:r w:rsidR="00DA0D9C" w:rsidRPr="00DA0D9C">
        <w:rPr>
          <w:b/>
          <w:i/>
          <w:sz w:val="22"/>
          <w:szCs w:val="22"/>
          <w:lang w:val="en-GB"/>
        </w:rPr>
        <w:t>April 2022</w:t>
      </w:r>
    </w:p>
    <w:p w14:paraId="0B044E7A" w14:textId="77777777" w:rsidR="0008751A" w:rsidRDefault="0008751A">
      <w:pPr>
        <w:pStyle w:val="Header"/>
        <w:jc w:val="center"/>
        <w:rPr>
          <w:b/>
          <w:sz w:val="28"/>
          <w:szCs w:val="22"/>
          <w:lang w:val="en-GB"/>
        </w:rPr>
      </w:pPr>
      <w:r>
        <w:rPr>
          <w:b/>
          <w:sz w:val="22"/>
          <w:szCs w:val="22"/>
          <w:lang w:val="en-GB"/>
        </w:rPr>
        <w:br w:type="page"/>
      </w:r>
      <w:bookmarkStart w:id="2" w:name="_Toc156198775"/>
      <w:bookmarkStart w:id="3" w:name="_Toc156294398"/>
      <w:bookmarkStart w:id="4" w:name="_Toc156294873"/>
      <w:bookmarkStart w:id="5" w:name="_Toc156357537"/>
      <w:bookmarkStart w:id="6" w:name="_Toc157928083"/>
      <w:bookmarkStart w:id="7" w:name="_Toc158550688"/>
      <w:bookmarkEnd w:id="1"/>
      <w:r>
        <w:rPr>
          <w:b/>
          <w:sz w:val="28"/>
          <w:szCs w:val="22"/>
          <w:lang w:val="en-GB"/>
        </w:rPr>
        <w:t>Table of Contents</w:t>
      </w:r>
      <w:bookmarkEnd w:id="2"/>
      <w:bookmarkEnd w:id="3"/>
      <w:bookmarkEnd w:id="4"/>
      <w:bookmarkEnd w:id="5"/>
      <w:bookmarkEnd w:id="6"/>
      <w:bookmarkEnd w:id="7"/>
    </w:p>
    <w:p w14:paraId="77EA00AB" w14:textId="77777777" w:rsidR="0008751A" w:rsidRDefault="0008751A">
      <w:pPr>
        <w:pStyle w:val="Heading1"/>
        <w:jc w:val="center"/>
        <w:rPr>
          <w:rFonts w:ascii="Times New Roman" w:hAnsi="Times New Roman" w:cs="Times New Roman"/>
          <w:b w:val="0"/>
          <w:sz w:val="22"/>
          <w:szCs w:val="22"/>
          <w:lang w:val="en-GB"/>
        </w:rPr>
      </w:pPr>
    </w:p>
    <w:p w14:paraId="39216625" w14:textId="7C960C37" w:rsidR="003A3B2F" w:rsidRDefault="006333C6">
      <w:pPr>
        <w:pStyle w:val="TOC1"/>
        <w:rPr>
          <w:rFonts w:asciiTheme="minorHAnsi" w:eastAsiaTheme="minorEastAsia" w:hAnsiTheme="minorHAnsi" w:cstheme="minorBidi"/>
          <w:noProof/>
          <w:sz w:val="22"/>
          <w:szCs w:val="22"/>
          <w:lang w:eastAsia="en-US"/>
        </w:rPr>
      </w:pPr>
      <w:r>
        <w:rPr>
          <w:b/>
          <w:sz w:val="22"/>
          <w:szCs w:val="22"/>
          <w:lang w:val="en-GB"/>
        </w:rPr>
        <w:fldChar w:fldCharType="begin"/>
      </w:r>
      <w:r w:rsidR="0008751A">
        <w:rPr>
          <w:b/>
          <w:sz w:val="22"/>
          <w:szCs w:val="22"/>
          <w:lang w:val="en-GB"/>
        </w:rPr>
        <w:instrText xml:space="preserve"> TOC \o "1-3" \h \z \u </w:instrText>
      </w:r>
      <w:r>
        <w:rPr>
          <w:b/>
          <w:sz w:val="22"/>
          <w:szCs w:val="22"/>
          <w:lang w:val="en-GB"/>
        </w:rPr>
        <w:fldChar w:fldCharType="separate"/>
      </w:r>
      <w:hyperlink w:anchor="_Toc99385358" w:history="1">
        <w:r w:rsidR="003A3B2F" w:rsidRPr="00CA4635">
          <w:rPr>
            <w:rStyle w:val="Hyperlink"/>
            <w:noProof/>
            <w:lang w:val="en-GB"/>
          </w:rPr>
          <w:t>SECTION I: Instructions to Bidders</w:t>
        </w:r>
        <w:r w:rsidR="003A3B2F">
          <w:rPr>
            <w:noProof/>
            <w:webHidden/>
          </w:rPr>
          <w:tab/>
        </w:r>
        <w:r w:rsidR="003A3B2F">
          <w:rPr>
            <w:noProof/>
            <w:webHidden/>
          </w:rPr>
          <w:fldChar w:fldCharType="begin"/>
        </w:r>
        <w:r w:rsidR="003A3B2F">
          <w:rPr>
            <w:noProof/>
            <w:webHidden/>
          </w:rPr>
          <w:instrText xml:space="preserve"> PAGEREF _Toc99385358 \h </w:instrText>
        </w:r>
        <w:r w:rsidR="003A3B2F">
          <w:rPr>
            <w:noProof/>
            <w:webHidden/>
          </w:rPr>
        </w:r>
        <w:r w:rsidR="003A3B2F">
          <w:rPr>
            <w:noProof/>
            <w:webHidden/>
          </w:rPr>
          <w:fldChar w:fldCharType="separate"/>
        </w:r>
        <w:r w:rsidR="003A3B2F">
          <w:rPr>
            <w:noProof/>
            <w:webHidden/>
          </w:rPr>
          <w:t>5</w:t>
        </w:r>
        <w:r w:rsidR="003A3B2F">
          <w:rPr>
            <w:noProof/>
            <w:webHidden/>
          </w:rPr>
          <w:fldChar w:fldCharType="end"/>
        </w:r>
      </w:hyperlink>
    </w:p>
    <w:p w14:paraId="51585EE6" w14:textId="42A7C1D5" w:rsidR="003A3B2F" w:rsidRDefault="00455E0A">
      <w:pPr>
        <w:pStyle w:val="TOC1"/>
        <w:tabs>
          <w:tab w:val="left" w:pos="720"/>
        </w:tabs>
        <w:rPr>
          <w:rFonts w:asciiTheme="minorHAnsi" w:eastAsiaTheme="minorEastAsia" w:hAnsiTheme="minorHAnsi" w:cstheme="minorBidi"/>
          <w:noProof/>
          <w:sz w:val="22"/>
          <w:szCs w:val="22"/>
          <w:lang w:eastAsia="en-US"/>
        </w:rPr>
      </w:pPr>
      <w:hyperlink w:anchor="_Toc99385359" w:history="1">
        <w:r w:rsidR="003A3B2F" w:rsidRPr="00CA4635">
          <w:rPr>
            <w:rStyle w:val="Hyperlink"/>
            <w:noProof/>
          </w:rPr>
          <w:t>A.</w:t>
        </w:r>
        <w:r w:rsidR="003A3B2F">
          <w:rPr>
            <w:rFonts w:asciiTheme="minorHAnsi" w:eastAsiaTheme="minorEastAsia" w:hAnsiTheme="minorHAnsi" w:cstheme="minorBidi"/>
            <w:noProof/>
            <w:sz w:val="22"/>
            <w:szCs w:val="22"/>
            <w:lang w:eastAsia="en-US"/>
          </w:rPr>
          <w:tab/>
        </w:r>
        <w:r w:rsidR="003A3B2F" w:rsidRPr="00CA4635">
          <w:rPr>
            <w:rStyle w:val="Hyperlink"/>
            <w:noProof/>
          </w:rPr>
          <w:t>Introduction</w:t>
        </w:r>
        <w:r w:rsidR="003A3B2F">
          <w:rPr>
            <w:noProof/>
            <w:webHidden/>
          </w:rPr>
          <w:tab/>
        </w:r>
        <w:r w:rsidR="003A3B2F">
          <w:rPr>
            <w:noProof/>
            <w:webHidden/>
          </w:rPr>
          <w:fldChar w:fldCharType="begin"/>
        </w:r>
        <w:r w:rsidR="003A3B2F">
          <w:rPr>
            <w:noProof/>
            <w:webHidden/>
          </w:rPr>
          <w:instrText xml:space="preserve"> PAGEREF _Toc99385359 \h </w:instrText>
        </w:r>
        <w:r w:rsidR="003A3B2F">
          <w:rPr>
            <w:noProof/>
            <w:webHidden/>
          </w:rPr>
        </w:r>
        <w:r w:rsidR="003A3B2F">
          <w:rPr>
            <w:noProof/>
            <w:webHidden/>
          </w:rPr>
          <w:fldChar w:fldCharType="separate"/>
        </w:r>
        <w:r w:rsidR="003A3B2F">
          <w:rPr>
            <w:noProof/>
            <w:webHidden/>
          </w:rPr>
          <w:t>5</w:t>
        </w:r>
        <w:r w:rsidR="003A3B2F">
          <w:rPr>
            <w:noProof/>
            <w:webHidden/>
          </w:rPr>
          <w:fldChar w:fldCharType="end"/>
        </w:r>
      </w:hyperlink>
    </w:p>
    <w:p w14:paraId="463D8601" w14:textId="164803CF"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60" w:history="1">
        <w:r w:rsidR="003A3B2F" w:rsidRPr="00CA4635">
          <w:rPr>
            <w:rStyle w:val="Hyperlink"/>
            <w:noProof/>
            <w:lang w:val="en-GB"/>
          </w:rPr>
          <w:t>1.</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Scope</w:t>
        </w:r>
        <w:r w:rsidR="003A3B2F">
          <w:rPr>
            <w:noProof/>
            <w:webHidden/>
          </w:rPr>
          <w:tab/>
        </w:r>
        <w:r w:rsidR="003A3B2F">
          <w:rPr>
            <w:noProof/>
            <w:webHidden/>
          </w:rPr>
          <w:fldChar w:fldCharType="begin"/>
        </w:r>
        <w:r w:rsidR="003A3B2F">
          <w:rPr>
            <w:noProof/>
            <w:webHidden/>
          </w:rPr>
          <w:instrText xml:space="preserve"> PAGEREF _Toc99385360 \h </w:instrText>
        </w:r>
        <w:r w:rsidR="003A3B2F">
          <w:rPr>
            <w:noProof/>
            <w:webHidden/>
          </w:rPr>
        </w:r>
        <w:r w:rsidR="003A3B2F">
          <w:rPr>
            <w:noProof/>
            <w:webHidden/>
          </w:rPr>
          <w:fldChar w:fldCharType="separate"/>
        </w:r>
        <w:r w:rsidR="003A3B2F">
          <w:rPr>
            <w:noProof/>
            <w:webHidden/>
          </w:rPr>
          <w:t>5</w:t>
        </w:r>
        <w:r w:rsidR="003A3B2F">
          <w:rPr>
            <w:noProof/>
            <w:webHidden/>
          </w:rPr>
          <w:fldChar w:fldCharType="end"/>
        </w:r>
      </w:hyperlink>
    </w:p>
    <w:p w14:paraId="414AB625" w14:textId="536AD3A8"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61" w:history="1">
        <w:r w:rsidR="003A3B2F" w:rsidRPr="00CA4635">
          <w:rPr>
            <w:rStyle w:val="Hyperlink"/>
            <w:noProof/>
            <w:lang w:val="en-GB"/>
          </w:rPr>
          <w:t>2.</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Eligible Bidders</w:t>
        </w:r>
        <w:r w:rsidR="003A3B2F">
          <w:rPr>
            <w:noProof/>
            <w:webHidden/>
          </w:rPr>
          <w:tab/>
        </w:r>
        <w:r w:rsidR="003A3B2F">
          <w:rPr>
            <w:noProof/>
            <w:webHidden/>
          </w:rPr>
          <w:fldChar w:fldCharType="begin"/>
        </w:r>
        <w:r w:rsidR="003A3B2F">
          <w:rPr>
            <w:noProof/>
            <w:webHidden/>
          </w:rPr>
          <w:instrText xml:space="preserve"> PAGEREF _Toc99385361 \h </w:instrText>
        </w:r>
        <w:r w:rsidR="003A3B2F">
          <w:rPr>
            <w:noProof/>
            <w:webHidden/>
          </w:rPr>
        </w:r>
        <w:r w:rsidR="003A3B2F">
          <w:rPr>
            <w:noProof/>
            <w:webHidden/>
          </w:rPr>
          <w:fldChar w:fldCharType="separate"/>
        </w:r>
        <w:r w:rsidR="003A3B2F">
          <w:rPr>
            <w:noProof/>
            <w:webHidden/>
          </w:rPr>
          <w:t>5</w:t>
        </w:r>
        <w:r w:rsidR="003A3B2F">
          <w:rPr>
            <w:noProof/>
            <w:webHidden/>
          </w:rPr>
          <w:fldChar w:fldCharType="end"/>
        </w:r>
      </w:hyperlink>
    </w:p>
    <w:p w14:paraId="6A3A84DA" w14:textId="0735F801" w:rsidR="003A3B2F" w:rsidRDefault="00455E0A">
      <w:pPr>
        <w:pStyle w:val="TOC2"/>
        <w:tabs>
          <w:tab w:val="right" w:leader="dot" w:pos="8918"/>
        </w:tabs>
        <w:rPr>
          <w:rFonts w:asciiTheme="minorHAnsi" w:eastAsiaTheme="minorEastAsia" w:hAnsiTheme="minorHAnsi" w:cstheme="minorBidi"/>
          <w:noProof/>
          <w:sz w:val="22"/>
          <w:szCs w:val="22"/>
          <w:lang w:eastAsia="en-US"/>
        </w:rPr>
      </w:pPr>
      <w:hyperlink w:anchor="_Toc99385362" w:history="1">
        <w:r w:rsidR="003A3B2F" w:rsidRPr="00CA4635">
          <w:rPr>
            <w:rStyle w:val="Hyperlink"/>
            <w:noProof/>
            <w:lang w:val="en-GB"/>
          </w:rPr>
          <w:t>Fraud and Corruption</w:t>
        </w:r>
        <w:r w:rsidR="003A3B2F">
          <w:rPr>
            <w:noProof/>
            <w:webHidden/>
          </w:rPr>
          <w:tab/>
        </w:r>
        <w:r w:rsidR="003A3B2F">
          <w:rPr>
            <w:noProof/>
            <w:webHidden/>
          </w:rPr>
          <w:fldChar w:fldCharType="begin"/>
        </w:r>
        <w:r w:rsidR="003A3B2F">
          <w:rPr>
            <w:noProof/>
            <w:webHidden/>
          </w:rPr>
          <w:instrText xml:space="preserve"> PAGEREF _Toc99385362 \h </w:instrText>
        </w:r>
        <w:r w:rsidR="003A3B2F">
          <w:rPr>
            <w:noProof/>
            <w:webHidden/>
          </w:rPr>
        </w:r>
        <w:r w:rsidR="003A3B2F">
          <w:rPr>
            <w:noProof/>
            <w:webHidden/>
          </w:rPr>
          <w:fldChar w:fldCharType="separate"/>
        </w:r>
        <w:r w:rsidR="003A3B2F">
          <w:rPr>
            <w:noProof/>
            <w:webHidden/>
          </w:rPr>
          <w:t>5</w:t>
        </w:r>
        <w:r w:rsidR="003A3B2F">
          <w:rPr>
            <w:noProof/>
            <w:webHidden/>
          </w:rPr>
          <w:fldChar w:fldCharType="end"/>
        </w:r>
      </w:hyperlink>
    </w:p>
    <w:p w14:paraId="6207901C" w14:textId="521840B8" w:rsidR="003A3B2F" w:rsidRDefault="00455E0A">
      <w:pPr>
        <w:pStyle w:val="TOC1"/>
        <w:tabs>
          <w:tab w:val="left" w:pos="720"/>
        </w:tabs>
        <w:rPr>
          <w:rFonts w:asciiTheme="minorHAnsi" w:eastAsiaTheme="minorEastAsia" w:hAnsiTheme="minorHAnsi" w:cstheme="minorBidi"/>
          <w:noProof/>
          <w:sz w:val="22"/>
          <w:szCs w:val="22"/>
          <w:lang w:eastAsia="en-US"/>
        </w:rPr>
      </w:pPr>
      <w:hyperlink w:anchor="_Toc99385363" w:history="1">
        <w:r w:rsidR="003A3B2F" w:rsidRPr="00CA4635">
          <w:rPr>
            <w:rStyle w:val="Hyperlink"/>
            <w:noProof/>
          </w:rPr>
          <w:t>B.</w:t>
        </w:r>
        <w:r w:rsidR="003A3B2F">
          <w:rPr>
            <w:rFonts w:asciiTheme="minorHAnsi" w:eastAsiaTheme="minorEastAsia" w:hAnsiTheme="minorHAnsi" w:cstheme="minorBidi"/>
            <w:noProof/>
            <w:sz w:val="22"/>
            <w:szCs w:val="22"/>
            <w:lang w:eastAsia="en-US"/>
          </w:rPr>
          <w:tab/>
        </w:r>
        <w:r w:rsidR="003A3B2F" w:rsidRPr="00CA4635">
          <w:rPr>
            <w:rStyle w:val="Hyperlink"/>
            <w:noProof/>
          </w:rPr>
          <w:t>Solicitation Documents</w:t>
        </w:r>
        <w:r w:rsidR="003A3B2F">
          <w:rPr>
            <w:noProof/>
            <w:webHidden/>
          </w:rPr>
          <w:tab/>
        </w:r>
        <w:r w:rsidR="003A3B2F">
          <w:rPr>
            <w:noProof/>
            <w:webHidden/>
          </w:rPr>
          <w:fldChar w:fldCharType="begin"/>
        </w:r>
        <w:r w:rsidR="003A3B2F">
          <w:rPr>
            <w:noProof/>
            <w:webHidden/>
          </w:rPr>
          <w:instrText xml:space="preserve"> PAGEREF _Toc99385363 \h </w:instrText>
        </w:r>
        <w:r w:rsidR="003A3B2F">
          <w:rPr>
            <w:noProof/>
            <w:webHidden/>
          </w:rPr>
        </w:r>
        <w:r w:rsidR="003A3B2F">
          <w:rPr>
            <w:noProof/>
            <w:webHidden/>
          </w:rPr>
          <w:fldChar w:fldCharType="separate"/>
        </w:r>
        <w:r w:rsidR="003A3B2F">
          <w:rPr>
            <w:noProof/>
            <w:webHidden/>
          </w:rPr>
          <w:t>5</w:t>
        </w:r>
        <w:r w:rsidR="003A3B2F">
          <w:rPr>
            <w:noProof/>
            <w:webHidden/>
          </w:rPr>
          <w:fldChar w:fldCharType="end"/>
        </w:r>
      </w:hyperlink>
    </w:p>
    <w:p w14:paraId="5730781C" w14:textId="36F2B68F"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64" w:history="1">
        <w:r w:rsidR="003A3B2F" w:rsidRPr="00CA4635">
          <w:rPr>
            <w:rStyle w:val="Hyperlink"/>
            <w:noProof/>
            <w:lang w:val="en-GB"/>
          </w:rPr>
          <w:t>4</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UNFPA Solicitation document</w:t>
        </w:r>
        <w:r w:rsidR="003A3B2F">
          <w:rPr>
            <w:noProof/>
            <w:webHidden/>
          </w:rPr>
          <w:tab/>
        </w:r>
        <w:r w:rsidR="003A3B2F">
          <w:rPr>
            <w:noProof/>
            <w:webHidden/>
          </w:rPr>
          <w:fldChar w:fldCharType="begin"/>
        </w:r>
        <w:r w:rsidR="003A3B2F">
          <w:rPr>
            <w:noProof/>
            <w:webHidden/>
          </w:rPr>
          <w:instrText xml:space="preserve"> PAGEREF _Toc99385364 \h </w:instrText>
        </w:r>
        <w:r w:rsidR="003A3B2F">
          <w:rPr>
            <w:noProof/>
            <w:webHidden/>
          </w:rPr>
        </w:r>
        <w:r w:rsidR="003A3B2F">
          <w:rPr>
            <w:noProof/>
            <w:webHidden/>
          </w:rPr>
          <w:fldChar w:fldCharType="separate"/>
        </w:r>
        <w:r w:rsidR="003A3B2F">
          <w:rPr>
            <w:noProof/>
            <w:webHidden/>
          </w:rPr>
          <w:t>5</w:t>
        </w:r>
        <w:r w:rsidR="003A3B2F">
          <w:rPr>
            <w:noProof/>
            <w:webHidden/>
          </w:rPr>
          <w:fldChar w:fldCharType="end"/>
        </w:r>
      </w:hyperlink>
    </w:p>
    <w:p w14:paraId="797CA043" w14:textId="1E8A6118"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65" w:history="1">
        <w:r w:rsidR="003A3B2F" w:rsidRPr="00CA4635">
          <w:rPr>
            <w:rStyle w:val="Hyperlink"/>
            <w:noProof/>
            <w:lang w:val="en-GB"/>
          </w:rPr>
          <w:t>5</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Clarifications of solicitation document</w:t>
        </w:r>
        <w:r w:rsidR="003A3B2F">
          <w:rPr>
            <w:noProof/>
            <w:webHidden/>
          </w:rPr>
          <w:tab/>
        </w:r>
        <w:r w:rsidR="003A3B2F">
          <w:rPr>
            <w:noProof/>
            <w:webHidden/>
          </w:rPr>
          <w:fldChar w:fldCharType="begin"/>
        </w:r>
        <w:r w:rsidR="003A3B2F">
          <w:rPr>
            <w:noProof/>
            <w:webHidden/>
          </w:rPr>
          <w:instrText xml:space="preserve"> PAGEREF _Toc99385365 \h </w:instrText>
        </w:r>
        <w:r w:rsidR="003A3B2F">
          <w:rPr>
            <w:noProof/>
            <w:webHidden/>
          </w:rPr>
        </w:r>
        <w:r w:rsidR="003A3B2F">
          <w:rPr>
            <w:noProof/>
            <w:webHidden/>
          </w:rPr>
          <w:fldChar w:fldCharType="separate"/>
        </w:r>
        <w:r w:rsidR="003A3B2F">
          <w:rPr>
            <w:noProof/>
            <w:webHidden/>
          </w:rPr>
          <w:t>6</w:t>
        </w:r>
        <w:r w:rsidR="003A3B2F">
          <w:rPr>
            <w:noProof/>
            <w:webHidden/>
          </w:rPr>
          <w:fldChar w:fldCharType="end"/>
        </w:r>
      </w:hyperlink>
    </w:p>
    <w:p w14:paraId="3D1D1F3A" w14:textId="77481246"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66" w:history="1">
        <w:r w:rsidR="003A3B2F" w:rsidRPr="00CA4635">
          <w:rPr>
            <w:rStyle w:val="Hyperlink"/>
            <w:noProof/>
            <w:lang w:val="en-GB"/>
          </w:rPr>
          <w:t>6</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Amendments to UNFPA bid solicitation document</w:t>
        </w:r>
        <w:r w:rsidR="003A3B2F">
          <w:rPr>
            <w:noProof/>
            <w:webHidden/>
          </w:rPr>
          <w:tab/>
        </w:r>
        <w:r w:rsidR="003A3B2F">
          <w:rPr>
            <w:noProof/>
            <w:webHidden/>
          </w:rPr>
          <w:fldChar w:fldCharType="begin"/>
        </w:r>
        <w:r w:rsidR="003A3B2F">
          <w:rPr>
            <w:noProof/>
            <w:webHidden/>
          </w:rPr>
          <w:instrText xml:space="preserve"> PAGEREF _Toc99385366 \h </w:instrText>
        </w:r>
        <w:r w:rsidR="003A3B2F">
          <w:rPr>
            <w:noProof/>
            <w:webHidden/>
          </w:rPr>
        </w:r>
        <w:r w:rsidR="003A3B2F">
          <w:rPr>
            <w:noProof/>
            <w:webHidden/>
          </w:rPr>
          <w:fldChar w:fldCharType="separate"/>
        </w:r>
        <w:r w:rsidR="003A3B2F">
          <w:rPr>
            <w:noProof/>
            <w:webHidden/>
          </w:rPr>
          <w:t>6</w:t>
        </w:r>
        <w:r w:rsidR="003A3B2F">
          <w:rPr>
            <w:noProof/>
            <w:webHidden/>
          </w:rPr>
          <w:fldChar w:fldCharType="end"/>
        </w:r>
      </w:hyperlink>
    </w:p>
    <w:p w14:paraId="2143DBB3" w14:textId="395F68F5" w:rsidR="003A3B2F" w:rsidRDefault="00455E0A">
      <w:pPr>
        <w:pStyle w:val="TOC1"/>
        <w:tabs>
          <w:tab w:val="left" w:pos="720"/>
        </w:tabs>
        <w:rPr>
          <w:rFonts w:asciiTheme="minorHAnsi" w:eastAsiaTheme="minorEastAsia" w:hAnsiTheme="minorHAnsi" w:cstheme="minorBidi"/>
          <w:noProof/>
          <w:sz w:val="22"/>
          <w:szCs w:val="22"/>
          <w:lang w:eastAsia="en-US"/>
        </w:rPr>
      </w:pPr>
      <w:hyperlink w:anchor="_Toc99385367" w:history="1">
        <w:r w:rsidR="003A3B2F" w:rsidRPr="00CA4635">
          <w:rPr>
            <w:rStyle w:val="Hyperlink"/>
            <w:noProof/>
          </w:rPr>
          <w:t>C.</w:t>
        </w:r>
        <w:r w:rsidR="003A3B2F">
          <w:rPr>
            <w:rFonts w:asciiTheme="minorHAnsi" w:eastAsiaTheme="minorEastAsia" w:hAnsiTheme="minorHAnsi" w:cstheme="minorBidi"/>
            <w:noProof/>
            <w:sz w:val="22"/>
            <w:szCs w:val="22"/>
            <w:lang w:eastAsia="en-US"/>
          </w:rPr>
          <w:tab/>
        </w:r>
        <w:r w:rsidR="003A3B2F" w:rsidRPr="00CA4635">
          <w:rPr>
            <w:rStyle w:val="Hyperlink"/>
            <w:noProof/>
          </w:rPr>
          <w:t>Preparation of Bids</w:t>
        </w:r>
        <w:r w:rsidR="003A3B2F">
          <w:rPr>
            <w:noProof/>
            <w:webHidden/>
          </w:rPr>
          <w:tab/>
        </w:r>
        <w:r w:rsidR="003A3B2F">
          <w:rPr>
            <w:noProof/>
            <w:webHidden/>
          </w:rPr>
          <w:fldChar w:fldCharType="begin"/>
        </w:r>
        <w:r w:rsidR="003A3B2F">
          <w:rPr>
            <w:noProof/>
            <w:webHidden/>
          </w:rPr>
          <w:instrText xml:space="preserve"> PAGEREF _Toc99385367 \h </w:instrText>
        </w:r>
        <w:r w:rsidR="003A3B2F">
          <w:rPr>
            <w:noProof/>
            <w:webHidden/>
          </w:rPr>
        </w:r>
        <w:r w:rsidR="003A3B2F">
          <w:rPr>
            <w:noProof/>
            <w:webHidden/>
          </w:rPr>
          <w:fldChar w:fldCharType="separate"/>
        </w:r>
        <w:r w:rsidR="003A3B2F">
          <w:rPr>
            <w:noProof/>
            <w:webHidden/>
          </w:rPr>
          <w:t>6</w:t>
        </w:r>
        <w:r w:rsidR="003A3B2F">
          <w:rPr>
            <w:noProof/>
            <w:webHidden/>
          </w:rPr>
          <w:fldChar w:fldCharType="end"/>
        </w:r>
      </w:hyperlink>
    </w:p>
    <w:p w14:paraId="43501D85" w14:textId="5FEC363D"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68" w:history="1">
        <w:r w:rsidR="003A3B2F" w:rsidRPr="00CA4635">
          <w:rPr>
            <w:rStyle w:val="Hyperlink"/>
            <w:noProof/>
            <w:lang w:val="en-GB"/>
          </w:rPr>
          <w:t>7</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Documents to be submitted with the bid</w:t>
        </w:r>
        <w:r w:rsidR="003A3B2F">
          <w:rPr>
            <w:noProof/>
            <w:webHidden/>
          </w:rPr>
          <w:tab/>
        </w:r>
        <w:r w:rsidR="003A3B2F">
          <w:rPr>
            <w:noProof/>
            <w:webHidden/>
          </w:rPr>
          <w:fldChar w:fldCharType="begin"/>
        </w:r>
        <w:r w:rsidR="003A3B2F">
          <w:rPr>
            <w:noProof/>
            <w:webHidden/>
          </w:rPr>
          <w:instrText xml:space="preserve"> PAGEREF _Toc99385368 \h </w:instrText>
        </w:r>
        <w:r w:rsidR="003A3B2F">
          <w:rPr>
            <w:noProof/>
            <w:webHidden/>
          </w:rPr>
        </w:r>
        <w:r w:rsidR="003A3B2F">
          <w:rPr>
            <w:noProof/>
            <w:webHidden/>
          </w:rPr>
          <w:fldChar w:fldCharType="separate"/>
        </w:r>
        <w:r w:rsidR="003A3B2F">
          <w:rPr>
            <w:noProof/>
            <w:webHidden/>
          </w:rPr>
          <w:t>6</w:t>
        </w:r>
        <w:r w:rsidR="003A3B2F">
          <w:rPr>
            <w:noProof/>
            <w:webHidden/>
          </w:rPr>
          <w:fldChar w:fldCharType="end"/>
        </w:r>
      </w:hyperlink>
    </w:p>
    <w:p w14:paraId="738959B2" w14:textId="12FAAB32"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69" w:history="1">
        <w:r w:rsidR="003A3B2F" w:rsidRPr="00CA4635">
          <w:rPr>
            <w:rStyle w:val="Hyperlink"/>
            <w:noProof/>
            <w:lang w:val="en-GB"/>
          </w:rPr>
          <w:t>8</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Bid Currency and Prices</w:t>
        </w:r>
        <w:r w:rsidR="003A3B2F">
          <w:rPr>
            <w:noProof/>
            <w:webHidden/>
          </w:rPr>
          <w:tab/>
        </w:r>
        <w:r w:rsidR="003A3B2F">
          <w:rPr>
            <w:noProof/>
            <w:webHidden/>
          </w:rPr>
          <w:fldChar w:fldCharType="begin"/>
        </w:r>
        <w:r w:rsidR="003A3B2F">
          <w:rPr>
            <w:noProof/>
            <w:webHidden/>
          </w:rPr>
          <w:instrText xml:space="preserve"> PAGEREF _Toc99385369 \h </w:instrText>
        </w:r>
        <w:r w:rsidR="003A3B2F">
          <w:rPr>
            <w:noProof/>
            <w:webHidden/>
          </w:rPr>
        </w:r>
        <w:r w:rsidR="003A3B2F">
          <w:rPr>
            <w:noProof/>
            <w:webHidden/>
          </w:rPr>
          <w:fldChar w:fldCharType="separate"/>
        </w:r>
        <w:r w:rsidR="003A3B2F">
          <w:rPr>
            <w:noProof/>
            <w:webHidden/>
          </w:rPr>
          <w:t>7</w:t>
        </w:r>
        <w:r w:rsidR="003A3B2F">
          <w:rPr>
            <w:noProof/>
            <w:webHidden/>
          </w:rPr>
          <w:fldChar w:fldCharType="end"/>
        </w:r>
      </w:hyperlink>
    </w:p>
    <w:p w14:paraId="7742EE75" w14:textId="2603E452"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70" w:history="1">
        <w:r w:rsidR="003A3B2F" w:rsidRPr="00CA4635">
          <w:rPr>
            <w:rStyle w:val="Hyperlink"/>
            <w:noProof/>
            <w:lang w:val="en-GB"/>
          </w:rPr>
          <w:t>9</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Validity of Bid</w:t>
        </w:r>
        <w:r w:rsidR="003A3B2F">
          <w:rPr>
            <w:noProof/>
            <w:webHidden/>
          </w:rPr>
          <w:tab/>
        </w:r>
        <w:r w:rsidR="003A3B2F">
          <w:rPr>
            <w:noProof/>
            <w:webHidden/>
          </w:rPr>
          <w:fldChar w:fldCharType="begin"/>
        </w:r>
        <w:r w:rsidR="003A3B2F">
          <w:rPr>
            <w:noProof/>
            <w:webHidden/>
          </w:rPr>
          <w:instrText xml:space="preserve"> PAGEREF _Toc99385370 \h </w:instrText>
        </w:r>
        <w:r w:rsidR="003A3B2F">
          <w:rPr>
            <w:noProof/>
            <w:webHidden/>
          </w:rPr>
        </w:r>
        <w:r w:rsidR="003A3B2F">
          <w:rPr>
            <w:noProof/>
            <w:webHidden/>
          </w:rPr>
          <w:fldChar w:fldCharType="separate"/>
        </w:r>
        <w:r w:rsidR="003A3B2F">
          <w:rPr>
            <w:noProof/>
            <w:webHidden/>
          </w:rPr>
          <w:t>7</w:t>
        </w:r>
        <w:r w:rsidR="003A3B2F">
          <w:rPr>
            <w:noProof/>
            <w:webHidden/>
          </w:rPr>
          <w:fldChar w:fldCharType="end"/>
        </w:r>
      </w:hyperlink>
    </w:p>
    <w:p w14:paraId="5DC2F4D0" w14:textId="537A737E" w:rsidR="003A3B2F" w:rsidRDefault="00455E0A">
      <w:pPr>
        <w:pStyle w:val="TOC1"/>
        <w:tabs>
          <w:tab w:val="left" w:pos="720"/>
        </w:tabs>
        <w:rPr>
          <w:rFonts w:asciiTheme="minorHAnsi" w:eastAsiaTheme="minorEastAsia" w:hAnsiTheme="minorHAnsi" w:cstheme="minorBidi"/>
          <w:noProof/>
          <w:sz w:val="22"/>
          <w:szCs w:val="22"/>
          <w:lang w:eastAsia="en-US"/>
        </w:rPr>
      </w:pPr>
      <w:hyperlink w:anchor="_Toc99385371" w:history="1">
        <w:r w:rsidR="003A3B2F" w:rsidRPr="00CA4635">
          <w:rPr>
            <w:rStyle w:val="Hyperlink"/>
            <w:noProof/>
          </w:rPr>
          <w:t>D.</w:t>
        </w:r>
        <w:r w:rsidR="003A3B2F">
          <w:rPr>
            <w:rFonts w:asciiTheme="minorHAnsi" w:eastAsiaTheme="minorEastAsia" w:hAnsiTheme="minorHAnsi" w:cstheme="minorBidi"/>
            <w:noProof/>
            <w:sz w:val="22"/>
            <w:szCs w:val="22"/>
            <w:lang w:eastAsia="en-US"/>
          </w:rPr>
          <w:tab/>
        </w:r>
        <w:r w:rsidR="003A3B2F" w:rsidRPr="00CA4635">
          <w:rPr>
            <w:rStyle w:val="Hyperlink"/>
            <w:noProof/>
          </w:rPr>
          <w:t>Submission of Bids and Bid Opening</w:t>
        </w:r>
        <w:r w:rsidR="003A3B2F">
          <w:rPr>
            <w:noProof/>
            <w:webHidden/>
          </w:rPr>
          <w:tab/>
        </w:r>
        <w:r w:rsidR="003A3B2F">
          <w:rPr>
            <w:noProof/>
            <w:webHidden/>
          </w:rPr>
          <w:fldChar w:fldCharType="begin"/>
        </w:r>
        <w:r w:rsidR="003A3B2F">
          <w:rPr>
            <w:noProof/>
            <w:webHidden/>
          </w:rPr>
          <w:instrText xml:space="preserve"> PAGEREF _Toc99385371 \h </w:instrText>
        </w:r>
        <w:r w:rsidR="003A3B2F">
          <w:rPr>
            <w:noProof/>
            <w:webHidden/>
          </w:rPr>
        </w:r>
        <w:r w:rsidR="003A3B2F">
          <w:rPr>
            <w:noProof/>
            <w:webHidden/>
          </w:rPr>
          <w:fldChar w:fldCharType="separate"/>
        </w:r>
        <w:r w:rsidR="003A3B2F">
          <w:rPr>
            <w:noProof/>
            <w:webHidden/>
          </w:rPr>
          <w:t>7</w:t>
        </w:r>
        <w:r w:rsidR="003A3B2F">
          <w:rPr>
            <w:noProof/>
            <w:webHidden/>
          </w:rPr>
          <w:fldChar w:fldCharType="end"/>
        </w:r>
      </w:hyperlink>
    </w:p>
    <w:p w14:paraId="1B36C893" w14:textId="413AF084"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72" w:history="1">
        <w:r w:rsidR="003A3B2F" w:rsidRPr="00CA4635">
          <w:rPr>
            <w:rStyle w:val="Hyperlink"/>
            <w:noProof/>
            <w:lang w:val="en-GB"/>
          </w:rPr>
          <w:t>10</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Partial Bids</w:t>
        </w:r>
        <w:r w:rsidR="003A3B2F">
          <w:rPr>
            <w:noProof/>
            <w:webHidden/>
          </w:rPr>
          <w:tab/>
        </w:r>
        <w:r w:rsidR="003A3B2F">
          <w:rPr>
            <w:noProof/>
            <w:webHidden/>
          </w:rPr>
          <w:fldChar w:fldCharType="begin"/>
        </w:r>
        <w:r w:rsidR="003A3B2F">
          <w:rPr>
            <w:noProof/>
            <w:webHidden/>
          </w:rPr>
          <w:instrText xml:space="preserve"> PAGEREF _Toc99385372 \h </w:instrText>
        </w:r>
        <w:r w:rsidR="003A3B2F">
          <w:rPr>
            <w:noProof/>
            <w:webHidden/>
          </w:rPr>
        </w:r>
        <w:r w:rsidR="003A3B2F">
          <w:rPr>
            <w:noProof/>
            <w:webHidden/>
          </w:rPr>
          <w:fldChar w:fldCharType="separate"/>
        </w:r>
        <w:r w:rsidR="003A3B2F">
          <w:rPr>
            <w:noProof/>
            <w:webHidden/>
          </w:rPr>
          <w:t>7</w:t>
        </w:r>
        <w:r w:rsidR="003A3B2F">
          <w:rPr>
            <w:noProof/>
            <w:webHidden/>
          </w:rPr>
          <w:fldChar w:fldCharType="end"/>
        </w:r>
      </w:hyperlink>
    </w:p>
    <w:p w14:paraId="1FB9704B" w14:textId="2F2E9071"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73" w:history="1">
        <w:r w:rsidR="003A3B2F" w:rsidRPr="00CA4635">
          <w:rPr>
            <w:rStyle w:val="Hyperlink"/>
            <w:noProof/>
            <w:lang w:val="en-GB"/>
          </w:rPr>
          <w:t>11</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Alternative Bids</w:t>
        </w:r>
        <w:r w:rsidR="003A3B2F">
          <w:rPr>
            <w:noProof/>
            <w:webHidden/>
          </w:rPr>
          <w:tab/>
        </w:r>
        <w:r w:rsidR="003A3B2F">
          <w:rPr>
            <w:noProof/>
            <w:webHidden/>
          </w:rPr>
          <w:fldChar w:fldCharType="begin"/>
        </w:r>
        <w:r w:rsidR="003A3B2F">
          <w:rPr>
            <w:noProof/>
            <w:webHidden/>
          </w:rPr>
          <w:instrText xml:space="preserve"> PAGEREF _Toc99385373 \h </w:instrText>
        </w:r>
        <w:r w:rsidR="003A3B2F">
          <w:rPr>
            <w:noProof/>
            <w:webHidden/>
          </w:rPr>
        </w:r>
        <w:r w:rsidR="003A3B2F">
          <w:rPr>
            <w:noProof/>
            <w:webHidden/>
          </w:rPr>
          <w:fldChar w:fldCharType="separate"/>
        </w:r>
        <w:r w:rsidR="003A3B2F">
          <w:rPr>
            <w:noProof/>
            <w:webHidden/>
          </w:rPr>
          <w:t>8</w:t>
        </w:r>
        <w:r w:rsidR="003A3B2F">
          <w:rPr>
            <w:noProof/>
            <w:webHidden/>
          </w:rPr>
          <w:fldChar w:fldCharType="end"/>
        </w:r>
      </w:hyperlink>
    </w:p>
    <w:p w14:paraId="2815AC43" w14:textId="59F1D6BB"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74" w:history="1">
        <w:r w:rsidR="003A3B2F" w:rsidRPr="00CA4635">
          <w:rPr>
            <w:rStyle w:val="Hyperlink"/>
            <w:noProof/>
            <w:lang w:val="en-GB"/>
          </w:rPr>
          <w:t>12</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Bids</w:t>
        </w:r>
        <w:r w:rsidR="003A3B2F">
          <w:rPr>
            <w:noProof/>
            <w:webHidden/>
          </w:rPr>
          <w:tab/>
        </w:r>
        <w:r w:rsidR="003A3B2F">
          <w:rPr>
            <w:noProof/>
            <w:webHidden/>
          </w:rPr>
          <w:fldChar w:fldCharType="begin"/>
        </w:r>
        <w:r w:rsidR="003A3B2F">
          <w:rPr>
            <w:noProof/>
            <w:webHidden/>
          </w:rPr>
          <w:instrText xml:space="preserve"> PAGEREF _Toc99385374 \h </w:instrText>
        </w:r>
        <w:r w:rsidR="003A3B2F">
          <w:rPr>
            <w:noProof/>
            <w:webHidden/>
          </w:rPr>
        </w:r>
        <w:r w:rsidR="003A3B2F">
          <w:rPr>
            <w:noProof/>
            <w:webHidden/>
          </w:rPr>
          <w:fldChar w:fldCharType="separate"/>
        </w:r>
        <w:r w:rsidR="003A3B2F">
          <w:rPr>
            <w:noProof/>
            <w:webHidden/>
          </w:rPr>
          <w:t>8</w:t>
        </w:r>
        <w:r w:rsidR="003A3B2F">
          <w:rPr>
            <w:noProof/>
            <w:webHidden/>
          </w:rPr>
          <w:fldChar w:fldCharType="end"/>
        </w:r>
      </w:hyperlink>
    </w:p>
    <w:p w14:paraId="627E56F6" w14:textId="4CF27694"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75" w:history="1">
        <w:r w:rsidR="003A3B2F" w:rsidRPr="00CA4635">
          <w:rPr>
            <w:rStyle w:val="Hyperlink"/>
            <w:noProof/>
            <w:lang w:val="en-GB"/>
          </w:rPr>
          <w:t>13</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Electronic Submissions</w:t>
        </w:r>
        <w:r w:rsidR="003A3B2F">
          <w:rPr>
            <w:noProof/>
            <w:webHidden/>
          </w:rPr>
          <w:tab/>
        </w:r>
        <w:r w:rsidR="003A3B2F">
          <w:rPr>
            <w:noProof/>
            <w:webHidden/>
          </w:rPr>
          <w:fldChar w:fldCharType="begin"/>
        </w:r>
        <w:r w:rsidR="003A3B2F">
          <w:rPr>
            <w:noProof/>
            <w:webHidden/>
          </w:rPr>
          <w:instrText xml:space="preserve"> PAGEREF _Toc99385375 \h </w:instrText>
        </w:r>
        <w:r w:rsidR="003A3B2F">
          <w:rPr>
            <w:noProof/>
            <w:webHidden/>
          </w:rPr>
        </w:r>
        <w:r w:rsidR="003A3B2F">
          <w:rPr>
            <w:noProof/>
            <w:webHidden/>
          </w:rPr>
          <w:fldChar w:fldCharType="separate"/>
        </w:r>
        <w:r w:rsidR="003A3B2F">
          <w:rPr>
            <w:noProof/>
            <w:webHidden/>
          </w:rPr>
          <w:t>8</w:t>
        </w:r>
        <w:r w:rsidR="003A3B2F">
          <w:rPr>
            <w:noProof/>
            <w:webHidden/>
          </w:rPr>
          <w:fldChar w:fldCharType="end"/>
        </w:r>
      </w:hyperlink>
    </w:p>
    <w:p w14:paraId="23DB064B" w14:textId="2E2C2B36"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76" w:history="1">
        <w:r w:rsidR="003A3B2F" w:rsidRPr="00CA4635">
          <w:rPr>
            <w:rStyle w:val="Hyperlink"/>
            <w:noProof/>
            <w:lang w:val="en-GB"/>
          </w:rPr>
          <w:t>14</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Bid Submission Deadline/Late Bids</w:t>
        </w:r>
        <w:r w:rsidR="003A3B2F">
          <w:rPr>
            <w:noProof/>
            <w:webHidden/>
          </w:rPr>
          <w:tab/>
        </w:r>
        <w:r w:rsidR="003A3B2F">
          <w:rPr>
            <w:noProof/>
            <w:webHidden/>
          </w:rPr>
          <w:fldChar w:fldCharType="begin"/>
        </w:r>
        <w:r w:rsidR="003A3B2F">
          <w:rPr>
            <w:noProof/>
            <w:webHidden/>
          </w:rPr>
          <w:instrText xml:space="preserve"> PAGEREF _Toc99385376 \h </w:instrText>
        </w:r>
        <w:r w:rsidR="003A3B2F">
          <w:rPr>
            <w:noProof/>
            <w:webHidden/>
          </w:rPr>
        </w:r>
        <w:r w:rsidR="003A3B2F">
          <w:rPr>
            <w:noProof/>
            <w:webHidden/>
          </w:rPr>
          <w:fldChar w:fldCharType="separate"/>
        </w:r>
        <w:r w:rsidR="003A3B2F">
          <w:rPr>
            <w:noProof/>
            <w:webHidden/>
          </w:rPr>
          <w:t>9</w:t>
        </w:r>
        <w:r w:rsidR="003A3B2F">
          <w:rPr>
            <w:noProof/>
            <w:webHidden/>
          </w:rPr>
          <w:fldChar w:fldCharType="end"/>
        </w:r>
      </w:hyperlink>
    </w:p>
    <w:p w14:paraId="248D2671" w14:textId="0F2CD223"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77" w:history="1">
        <w:r w:rsidR="003A3B2F" w:rsidRPr="00CA4635">
          <w:rPr>
            <w:rStyle w:val="Hyperlink"/>
            <w:noProof/>
            <w:lang w:val="en-GB"/>
          </w:rPr>
          <w:t>15</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Storage of Bids</w:t>
        </w:r>
        <w:r w:rsidR="003A3B2F">
          <w:rPr>
            <w:noProof/>
            <w:webHidden/>
          </w:rPr>
          <w:tab/>
        </w:r>
        <w:r w:rsidR="003A3B2F">
          <w:rPr>
            <w:noProof/>
            <w:webHidden/>
          </w:rPr>
          <w:fldChar w:fldCharType="begin"/>
        </w:r>
        <w:r w:rsidR="003A3B2F">
          <w:rPr>
            <w:noProof/>
            <w:webHidden/>
          </w:rPr>
          <w:instrText xml:space="preserve"> PAGEREF _Toc99385377 \h </w:instrText>
        </w:r>
        <w:r w:rsidR="003A3B2F">
          <w:rPr>
            <w:noProof/>
            <w:webHidden/>
          </w:rPr>
        </w:r>
        <w:r w:rsidR="003A3B2F">
          <w:rPr>
            <w:noProof/>
            <w:webHidden/>
          </w:rPr>
          <w:fldChar w:fldCharType="separate"/>
        </w:r>
        <w:r w:rsidR="003A3B2F">
          <w:rPr>
            <w:noProof/>
            <w:webHidden/>
          </w:rPr>
          <w:t>9</w:t>
        </w:r>
        <w:r w:rsidR="003A3B2F">
          <w:rPr>
            <w:noProof/>
            <w:webHidden/>
          </w:rPr>
          <w:fldChar w:fldCharType="end"/>
        </w:r>
      </w:hyperlink>
    </w:p>
    <w:p w14:paraId="5608838F" w14:textId="3984F85A"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78" w:history="1">
        <w:r w:rsidR="003A3B2F" w:rsidRPr="00CA4635">
          <w:rPr>
            <w:rStyle w:val="Hyperlink"/>
            <w:noProof/>
            <w:lang w:val="en-GB"/>
          </w:rPr>
          <w:t>16</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Bid Opening</w:t>
        </w:r>
        <w:r w:rsidR="003A3B2F">
          <w:rPr>
            <w:noProof/>
            <w:webHidden/>
          </w:rPr>
          <w:tab/>
        </w:r>
        <w:r w:rsidR="003A3B2F">
          <w:rPr>
            <w:noProof/>
            <w:webHidden/>
          </w:rPr>
          <w:fldChar w:fldCharType="begin"/>
        </w:r>
        <w:r w:rsidR="003A3B2F">
          <w:rPr>
            <w:noProof/>
            <w:webHidden/>
          </w:rPr>
          <w:instrText xml:space="preserve"> PAGEREF _Toc99385378 \h </w:instrText>
        </w:r>
        <w:r w:rsidR="003A3B2F">
          <w:rPr>
            <w:noProof/>
            <w:webHidden/>
          </w:rPr>
        </w:r>
        <w:r w:rsidR="003A3B2F">
          <w:rPr>
            <w:noProof/>
            <w:webHidden/>
          </w:rPr>
          <w:fldChar w:fldCharType="separate"/>
        </w:r>
        <w:r w:rsidR="003A3B2F">
          <w:rPr>
            <w:noProof/>
            <w:webHidden/>
          </w:rPr>
          <w:t>9</w:t>
        </w:r>
        <w:r w:rsidR="003A3B2F">
          <w:rPr>
            <w:noProof/>
            <w:webHidden/>
          </w:rPr>
          <w:fldChar w:fldCharType="end"/>
        </w:r>
      </w:hyperlink>
    </w:p>
    <w:p w14:paraId="1FABDBDE" w14:textId="7578015D" w:rsidR="003A3B2F" w:rsidRDefault="00455E0A">
      <w:pPr>
        <w:pStyle w:val="TOC1"/>
        <w:tabs>
          <w:tab w:val="left" w:pos="400"/>
        </w:tabs>
        <w:rPr>
          <w:rFonts w:asciiTheme="minorHAnsi" w:eastAsiaTheme="minorEastAsia" w:hAnsiTheme="minorHAnsi" w:cstheme="minorBidi"/>
          <w:noProof/>
          <w:sz w:val="22"/>
          <w:szCs w:val="22"/>
          <w:lang w:eastAsia="en-US"/>
        </w:rPr>
      </w:pPr>
      <w:hyperlink w:anchor="_Toc99385379" w:history="1">
        <w:r w:rsidR="003A3B2F" w:rsidRPr="00CA4635">
          <w:rPr>
            <w:rStyle w:val="Hyperlink"/>
            <w:noProof/>
          </w:rPr>
          <w:t>E.</w:t>
        </w:r>
        <w:r w:rsidR="003A3B2F">
          <w:rPr>
            <w:rFonts w:asciiTheme="minorHAnsi" w:eastAsiaTheme="minorEastAsia" w:hAnsiTheme="minorHAnsi" w:cstheme="minorBidi"/>
            <w:noProof/>
            <w:sz w:val="22"/>
            <w:szCs w:val="22"/>
            <w:lang w:eastAsia="en-US"/>
          </w:rPr>
          <w:tab/>
        </w:r>
        <w:r w:rsidR="003A3B2F" w:rsidRPr="00CA4635">
          <w:rPr>
            <w:rStyle w:val="Hyperlink"/>
            <w:noProof/>
          </w:rPr>
          <w:t>Evaluation and Comparison of Bids</w:t>
        </w:r>
        <w:r w:rsidR="003A3B2F">
          <w:rPr>
            <w:noProof/>
            <w:webHidden/>
          </w:rPr>
          <w:tab/>
        </w:r>
        <w:r w:rsidR="003A3B2F">
          <w:rPr>
            <w:noProof/>
            <w:webHidden/>
          </w:rPr>
          <w:fldChar w:fldCharType="begin"/>
        </w:r>
        <w:r w:rsidR="003A3B2F">
          <w:rPr>
            <w:noProof/>
            <w:webHidden/>
          </w:rPr>
          <w:instrText xml:space="preserve"> PAGEREF _Toc99385379 \h </w:instrText>
        </w:r>
        <w:r w:rsidR="003A3B2F">
          <w:rPr>
            <w:noProof/>
            <w:webHidden/>
          </w:rPr>
        </w:r>
        <w:r w:rsidR="003A3B2F">
          <w:rPr>
            <w:noProof/>
            <w:webHidden/>
          </w:rPr>
          <w:fldChar w:fldCharType="separate"/>
        </w:r>
        <w:r w:rsidR="003A3B2F">
          <w:rPr>
            <w:noProof/>
            <w:webHidden/>
          </w:rPr>
          <w:t>10</w:t>
        </w:r>
        <w:r w:rsidR="003A3B2F">
          <w:rPr>
            <w:noProof/>
            <w:webHidden/>
          </w:rPr>
          <w:fldChar w:fldCharType="end"/>
        </w:r>
      </w:hyperlink>
    </w:p>
    <w:p w14:paraId="1F1EA21A" w14:textId="436B04F8"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0" w:history="1">
        <w:r w:rsidR="003A3B2F" w:rsidRPr="00CA4635">
          <w:rPr>
            <w:rStyle w:val="Hyperlink"/>
            <w:noProof/>
            <w:lang w:val="en-GB"/>
          </w:rPr>
          <w:t>18.</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Confidentiality</w:t>
        </w:r>
        <w:r w:rsidR="003A3B2F">
          <w:rPr>
            <w:noProof/>
            <w:webHidden/>
          </w:rPr>
          <w:tab/>
        </w:r>
        <w:r w:rsidR="003A3B2F">
          <w:rPr>
            <w:noProof/>
            <w:webHidden/>
          </w:rPr>
          <w:fldChar w:fldCharType="begin"/>
        </w:r>
        <w:r w:rsidR="003A3B2F">
          <w:rPr>
            <w:noProof/>
            <w:webHidden/>
          </w:rPr>
          <w:instrText xml:space="preserve"> PAGEREF _Toc99385380 \h </w:instrText>
        </w:r>
        <w:r w:rsidR="003A3B2F">
          <w:rPr>
            <w:noProof/>
            <w:webHidden/>
          </w:rPr>
        </w:r>
        <w:r w:rsidR="003A3B2F">
          <w:rPr>
            <w:noProof/>
            <w:webHidden/>
          </w:rPr>
          <w:fldChar w:fldCharType="separate"/>
        </w:r>
        <w:r w:rsidR="003A3B2F">
          <w:rPr>
            <w:noProof/>
            <w:webHidden/>
          </w:rPr>
          <w:t>10</w:t>
        </w:r>
        <w:r w:rsidR="003A3B2F">
          <w:rPr>
            <w:noProof/>
            <w:webHidden/>
          </w:rPr>
          <w:fldChar w:fldCharType="end"/>
        </w:r>
      </w:hyperlink>
    </w:p>
    <w:p w14:paraId="753D79BD" w14:textId="6566DC67"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1" w:history="1">
        <w:r w:rsidR="003A3B2F" w:rsidRPr="00CA4635">
          <w:rPr>
            <w:rStyle w:val="Hyperlink"/>
            <w:noProof/>
            <w:lang w:val="en-GB"/>
          </w:rPr>
          <w:t>19.</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Clarification of Bids</w:t>
        </w:r>
        <w:r w:rsidR="003A3B2F">
          <w:rPr>
            <w:noProof/>
            <w:webHidden/>
          </w:rPr>
          <w:tab/>
        </w:r>
        <w:r w:rsidR="003A3B2F">
          <w:rPr>
            <w:noProof/>
            <w:webHidden/>
          </w:rPr>
          <w:fldChar w:fldCharType="begin"/>
        </w:r>
        <w:r w:rsidR="003A3B2F">
          <w:rPr>
            <w:noProof/>
            <w:webHidden/>
          </w:rPr>
          <w:instrText xml:space="preserve"> PAGEREF _Toc99385381 \h </w:instrText>
        </w:r>
        <w:r w:rsidR="003A3B2F">
          <w:rPr>
            <w:noProof/>
            <w:webHidden/>
          </w:rPr>
        </w:r>
        <w:r w:rsidR="003A3B2F">
          <w:rPr>
            <w:noProof/>
            <w:webHidden/>
          </w:rPr>
          <w:fldChar w:fldCharType="separate"/>
        </w:r>
        <w:r w:rsidR="003A3B2F">
          <w:rPr>
            <w:noProof/>
            <w:webHidden/>
          </w:rPr>
          <w:t>10</w:t>
        </w:r>
        <w:r w:rsidR="003A3B2F">
          <w:rPr>
            <w:noProof/>
            <w:webHidden/>
          </w:rPr>
          <w:fldChar w:fldCharType="end"/>
        </w:r>
      </w:hyperlink>
    </w:p>
    <w:p w14:paraId="52742DA3" w14:textId="3ECB9264"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2" w:history="1">
        <w:r w:rsidR="003A3B2F" w:rsidRPr="00CA4635">
          <w:rPr>
            <w:rStyle w:val="Hyperlink"/>
            <w:noProof/>
            <w:lang w:val="en-GB"/>
          </w:rPr>
          <w:t>20.</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Responsiveness of bids</w:t>
        </w:r>
        <w:r w:rsidR="003A3B2F">
          <w:rPr>
            <w:noProof/>
            <w:webHidden/>
          </w:rPr>
          <w:tab/>
        </w:r>
        <w:r w:rsidR="003A3B2F">
          <w:rPr>
            <w:noProof/>
            <w:webHidden/>
          </w:rPr>
          <w:fldChar w:fldCharType="begin"/>
        </w:r>
        <w:r w:rsidR="003A3B2F">
          <w:rPr>
            <w:noProof/>
            <w:webHidden/>
          </w:rPr>
          <w:instrText xml:space="preserve"> PAGEREF _Toc99385382 \h </w:instrText>
        </w:r>
        <w:r w:rsidR="003A3B2F">
          <w:rPr>
            <w:noProof/>
            <w:webHidden/>
          </w:rPr>
        </w:r>
        <w:r w:rsidR="003A3B2F">
          <w:rPr>
            <w:noProof/>
            <w:webHidden/>
          </w:rPr>
          <w:fldChar w:fldCharType="separate"/>
        </w:r>
        <w:r w:rsidR="003A3B2F">
          <w:rPr>
            <w:noProof/>
            <w:webHidden/>
          </w:rPr>
          <w:t>10</w:t>
        </w:r>
        <w:r w:rsidR="003A3B2F">
          <w:rPr>
            <w:noProof/>
            <w:webHidden/>
          </w:rPr>
          <w:fldChar w:fldCharType="end"/>
        </w:r>
      </w:hyperlink>
    </w:p>
    <w:p w14:paraId="4E07A84C" w14:textId="031DBE3A"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3" w:history="1">
        <w:r w:rsidR="003A3B2F" w:rsidRPr="00CA4635">
          <w:rPr>
            <w:rStyle w:val="Hyperlink"/>
            <w:noProof/>
            <w:lang w:val="en-GB"/>
          </w:rPr>
          <w:t>21.</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Nonconformities, Errors, and Omissions</w:t>
        </w:r>
        <w:r w:rsidR="003A3B2F">
          <w:rPr>
            <w:noProof/>
            <w:webHidden/>
          </w:rPr>
          <w:tab/>
        </w:r>
        <w:r w:rsidR="003A3B2F">
          <w:rPr>
            <w:noProof/>
            <w:webHidden/>
          </w:rPr>
          <w:fldChar w:fldCharType="begin"/>
        </w:r>
        <w:r w:rsidR="003A3B2F">
          <w:rPr>
            <w:noProof/>
            <w:webHidden/>
          </w:rPr>
          <w:instrText xml:space="preserve"> PAGEREF _Toc99385383 \h </w:instrText>
        </w:r>
        <w:r w:rsidR="003A3B2F">
          <w:rPr>
            <w:noProof/>
            <w:webHidden/>
          </w:rPr>
        </w:r>
        <w:r w:rsidR="003A3B2F">
          <w:rPr>
            <w:noProof/>
            <w:webHidden/>
          </w:rPr>
          <w:fldChar w:fldCharType="separate"/>
        </w:r>
        <w:r w:rsidR="003A3B2F">
          <w:rPr>
            <w:noProof/>
            <w:webHidden/>
          </w:rPr>
          <w:t>10</w:t>
        </w:r>
        <w:r w:rsidR="003A3B2F">
          <w:rPr>
            <w:noProof/>
            <w:webHidden/>
          </w:rPr>
          <w:fldChar w:fldCharType="end"/>
        </w:r>
      </w:hyperlink>
    </w:p>
    <w:p w14:paraId="16D03C89" w14:textId="5A6F194F"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4" w:history="1">
        <w:r w:rsidR="003A3B2F" w:rsidRPr="00CA4635">
          <w:rPr>
            <w:rStyle w:val="Hyperlink"/>
            <w:noProof/>
            <w:lang w:val="en-GB"/>
          </w:rPr>
          <w:t>22.</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Preliminary examination of Bids</w:t>
        </w:r>
        <w:r w:rsidR="003A3B2F">
          <w:rPr>
            <w:noProof/>
            <w:webHidden/>
          </w:rPr>
          <w:tab/>
        </w:r>
        <w:r w:rsidR="003A3B2F">
          <w:rPr>
            <w:noProof/>
            <w:webHidden/>
          </w:rPr>
          <w:fldChar w:fldCharType="begin"/>
        </w:r>
        <w:r w:rsidR="003A3B2F">
          <w:rPr>
            <w:noProof/>
            <w:webHidden/>
          </w:rPr>
          <w:instrText xml:space="preserve"> PAGEREF _Toc99385384 \h </w:instrText>
        </w:r>
        <w:r w:rsidR="003A3B2F">
          <w:rPr>
            <w:noProof/>
            <w:webHidden/>
          </w:rPr>
        </w:r>
        <w:r w:rsidR="003A3B2F">
          <w:rPr>
            <w:noProof/>
            <w:webHidden/>
          </w:rPr>
          <w:fldChar w:fldCharType="separate"/>
        </w:r>
        <w:r w:rsidR="003A3B2F">
          <w:rPr>
            <w:noProof/>
            <w:webHidden/>
          </w:rPr>
          <w:t>11</w:t>
        </w:r>
        <w:r w:rsidR="003A3B2F">
          <w:rPr>
            <w:noProof/>
            <w:webHidden/>
          </w:rPr>
          <w:fldChar w:fldCharType="end"/>
        </w:r>
      </w:hyperlink>
    </w:p>
    <w:p w14:paraId="4DAF0DD7" w14:textId="2A9FA0E2"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5" w:history="1">
        <w:r w:rsidR="003A3B2F" w:rsidRPr="00CA4635">
          <w:rPr>
            <w:rStyle w:val="Hyperlink"/>
            <w:noProof/>
            <w:lang w:val="en-GB"/>
          </w:rPr>
          <w:t>23.</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Examination of Terms and Conditions and Technical Evaluation</w:t>
        </w:r>
        <w:r w:rsidR="003A3B2F">
          <w:rPr>
            <w:noProof/>
            <w:webHidden/>
          </w:rPr>
          <w:tab/>
        </w:r>
        <w:r w:rsidR="003A3B2F">
          <w:rPr>
            <w:noProof/>
            <w:webHidden/>
          </w:rPr>
          <w:fldChar w:fldCharType="begin"/>
        </w:r>
        <w:r w:rsidR="003A3B2F">
          <w:rPr>
            <w:noProof/>
            <w:webHidden/>
          </w:rPr>
          <w:instrText xml:space="preserve"> PAGEREF _Toc99385385 \h </w:instrText>
        </w:r>
        <w:r w:rsidR="003A3B2F">
          <w:rPr>
            <w:noProof/>
            <w:webHidden/>
          </w:rPr>
        </w:r>
        <w:r w:rsidR="003A3B2F">
          <w:rPr>
            <w:noProof/>
            <w:webHidden/>
          </w:rPr>
          <w:fldChar w:fldCharType="separate"/>
        </w:r>
        <w:r w:rsidR="003A3B2F">
          <w:rPr>
            <w:noProof/>
            <w:webHidden/>
          </w:rPr>
          <w:t>11</w:t>
        </w:r>
        <w:r w:rsidR="003A3B2F">
          <w:rPr>
            <w:noProof/>
            <w:webHidden/>
          </w:rPr>
          <w:fldChar w:fldCharType="end"/>
        </w:r>
      </w:hyperlink>
    </w:p>
    <w:p w14:paraId="4FB2C22D" w14:textId="077F0B59"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6" w:history="1">
        <w:r w:rsidR="003A3B2F" w:rsidRPr="00CA4635">
          <w:rPr>
            <w:rStyle w:val="Hyperlink"/>
            <w:noProof/>
            <w:lang w:val="en-GB"/>
          </w:rPr>
          <w:t>24.</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Conversion to Single Currency</w:t>
        </w:r>
        <w:r w:rsidR="003A3B2F">
          <w:rPr>
            <w:noProof/>
            <w:webHidden/>
          </w:rPr>
          <w:tab/>
        </w:r>
        <w:r w:rsidR="003A3B2F">
          <w:rPr>
            <w:noProof/>
            <w:webHidden/>
          </w:rPr>
          <w:fldChar w:fldCharType="begin"/>
        </w:r>
        <w:r w:rsidR="003A3B2F">
          <w:rPr>
            <w:noProof/>
            <w:webHidden/>
          </w:rPr>
          <w:instrText xml:space="preserve"> PAGEREF _Toc99385386 \h </w:instrText>
        </w:r>
        <w:r w:rsidR="003A3B2F">
          <w:rPr>
            <w:noProof/>
            <w:webHidden/>
          </w:rPr>
        </w:r>
        <w:r w:rsidR="003A3B2F">
          <w:rPr>
            <w:noProof/>
            <w:webHidden/>
          </w:rPr>
          <w:fldChar w:fldCharType="separate"/>
        </w:r>
        <w:r w:rsidR="003A3B2F">
          <w:rPr>
            <w:noProof/>
            <w:webHidden/>
          </w:rPr>
          <w:t>11</w:t>
        </w:r>
        <w:r w:rsidR="003A3B2F">
          <w:rPr>
            <w:noProof/>
            <w:webHidden/>
          </w:rPr>
          <w:fldChar w:fldCharType="end"/>
        </w:r>
      </w:hyperlink>
    </w:p>
    <w:p w14:paraId="17D026B8" w14:textId="4B0577ED"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7" w:history="1">
        <w:r w:rsidR="003A3B2F" w:rsidRPr="00CA4635">
          <w:rPr>
            <w:rStyle w:val="Hyperlink"/>
            <w:noProof/>
            <w:lang w:val="en-GB"/>
          </w:rPr>
          <w:t>25.</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Evaluation of Bids</w:t>
        </w:r>
        <w:r w:rsidR="003A3B2F">
          <w:rPr>
            <w:noProof/>
            <w:webHidden/>
          </w:rPr>
          <w:tab/>
        </w:r>
        <w:r w:rsidR="003A3B2F">
          <w:rPr>
            <w:noProof/>
            <w:webHidden/>
          </w:rPr>
          <w:fldChar w:fldCharType="begin"/>
        </w:r>
        <w:r w:rsidR="003A3B2F">
          <w:rPr>
            <w:noProof/>
            <w:webHidden/>
          </w:rPr>
          <w:instrText xml:space="preserve"> PAGEREF _Toc99385387 \h </w:instrText>
        </w:r>
        <w:r w:rsidR="003A3B2F">
          <w:rPr>
            <w:noProof/>
            <w:webHidden/>
          </w:rPr>
        </w:r>
        <w:r w:rsidR="003A3B2F">
          <w:rPr>
            <w:noProof/>
            <w:webHidden/>
          </w:rPr>
          <w:fldChar w:fldCharType="separate"/>
        </w:r>
        <w:r w:rsidR="003A3B2F">
          <w:rPr>
            <w:noProof/>
            <w:webHidden/>
          </w:rPr>
          <w:t>11</w:t>
        </w:r>
        <w:r w:rsidR="003A3B2F">
          <w:rPr>
            <w:noProof/>
            <w:webHidden/>
          </w:rPr>
          <w:fldChar w:fldCharType="end"/>
        </w:r>
      </w:hyperlink>
    </w:p>
    <w:p w14:paraId="276A29AD" w14:textId="5E3FC6AD"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8" w:history="1">
        <w:r w:rsidR="003A3B2F" w:rsidRPr="00CA4635">
          <w:rPr>
            <w:rStyle w:val="Hyperlink"/>
            <w:noProof/>
            <w:lang w:val="en-GB"/>
          </w:rPr>
          <w:t>26.</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Comparison of Price Bids</w:t>
        </w:r>
        <w:r w:rsidR="003A3B2F">
          <w:rPr>
            <w:noProof/>
            <w:webHidden/>
          </w:rPr>
          <w:tab/>
        </w:r>
        <w:r w:rsidR="003A3B2F">
          <w:rPr>
            <w:noProof/>
            <w:webHidden/>
          </w:rPr>
          <w:fldChar w:fldCharType="begin"/>
        </w:r>
        <w:r w:rsidR="003A3B2F">
          <w:rPr>
            <w:noProof/>
            <w:webHidden/>
          </w:rPr>
          <w:instrText xml:space="preserve"> PAGEREF _Toc99385388 \h </w:instrText>
        </w:r>
        <w:r w:rsidR="003A3B2F">
          <w:rPr>
            <w:noProof/>
            <w:webHidden/>
          </w:rPr>
        </w:r>
        <w:r w:rsidR="003A3B2F">
          <w:rPr>
            <w:noProof/>
            <w:webHidden/>
          </w:rPr>
          <w:fldChar w:fldCharType="separate"/>
        </w:r>
        <w:r w:rsidR="003A3B2F">
          <w:rPr>
            <w:noProof/>
            <w:webHidden/>
          </w:rPr>
          <w:t>11</w:t>
        </w:r>
        <w:r w:rsidR="003A3B2F">
          <w:rPr>
            <w:noProof/>
            <w:webHidden/>
          </w:rPr>
          <w:fldChar w:fldCharType="end"/>
        </w:r>
      </w:hyperlink>
    </w:p>
    <w:p w14:paraId="2ECD9A9B" w14:textId="037B3DAD"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89" w:history="1">
        <w:r w:rsidR="003A3B2F" w:rsidRPr="00CA4635">
          <w:rPr>
            <w:rStyle w:val="Hyperlink"/>
            <w:noProof/>
            <w:lang w:val="en-GB"/>
          </w:rPr>
          <w:t>27.</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Post-qualification of the Bidder</w:t>
        </w:r>
        <w:r w:rsidR="003A3B2F">
          <w:rPr>
            <w:noProof/>
            <w:webHidden/>
          </w:rPr>
          <w:tab/>
        </w:r>
        <w:r w:rsidR="003A3B2F">
          <w:rPr>
            <w:noProof/>
            <w:webHidden/>
          </w:rPr>
          <w:fldChar w:fldCharType="begin"/>
        </w:r>
        <w:r w:rsidR="003A3B2F">
          <w:rPr>
            <w:noProof/>
            <w:webHidden/>
          </w:rPr>
          <w:instrText xml:space="preserve"> PAGEREF _Toc99385389 \h </w:instrText>
        </w:r>
        <w:r w:rsidR="003A3B2F">
          <w:rPr>
            <w:noProof/>
            <w:webHidden/>
          </w:rPr>
        </w:r>
        <w:r w:rsidR="003A3B2F">
          <w:rPr>
            <w:noProof/>
            <w:webHidden/>
          </w:rPr>
          <w:fldChar w:fldCharType="separate"/>
        </w:r>
        <w:r w:rsidR="003A3B2F">
          <w:rPr>
            <w:noProof/>
            <w:webHidden/>
          </w:rPr>
          <w:t>11</w:t>
        </w:r>
        <w:r w:rsidR="003A3B2F">
          <w:rPr>
            <w:noProof/>
            <w:webHidden/>
          </w:rPr>
          <w:fldChar w:fldCharType="end"/>
        </w:r>
      </w:hyperlink>
    </w:p>
    <w:p w14:paraId="20B0EE19" w14:textId="312A0C80"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90" w:history="1">
        <w:r w:rsidR="003A3B2F" w:rsidRPr="00CA4635">
          <w:rPr>
            <w:rStyle w:val="Hyperlink"/>
            <w:noProof/>
            <w:lang w:val="en-GB"/>
          </w:rPr>
          <w:t>28.</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UNFPA’s Right to Accept Any Bid and to Reject Any or All Bids</w:t>
        </w:r>
        <w:r w:rsidR="003A3B2F">
          <w:rPr>
            <w:noProof/>
            <w:webHidden/>
          </w:rPr>
          <w:tab/>
        </w:r>
        <w:r w:rsidR="003A3B2F">
          <w:rPr>
            <w:noProof/>
            <w:webHidden/>
          </w:rPr>
          <w:fldChar w:fldCharType="begin"/>
        </w:r>
        <w:r w:rsidR="003A3B2F">
          <w:rPr>
            <w:noProof/>
            <w:webHidden/>
          </w:rPr>
          <w:instrText xml:space="preserve"> PAGEREF _Toc99385390 \h </w:instrText>
        </w:r>
        <w:r w:rsidR="003A3B2F">
          <w:rPr>
            <w:noProof/>
            <w:webHidden/>
          </w:rPr>
        </w:r>
        <w:r w:rsidR="003A3B2F">
          <w:rPr>
            <w:noProof/>
            <w:webHidden/>
          </w:rPr>
          <w:fldChar w:fldCharType="separate"/>
        </w:r>
        <w:r w:rsidR="003A3B2F">
          <w:rPr>
            <w:noProof/>
            <w:webHidden/>
          </w:rPr>
          <w:t>12</w:t>
        </w:r>
        <w:r w:rsidR="003A3B2F">
          <w:rPr>
            <w:noProof/>
            <w:webHidden/>
          </w:rPr>
          <w:fldChar w:fldCharType="end"/>
        </w:r>
      </w:hyperlink>
    </w:p>
    <w:p w14:paraId="3EAAFAFE" w14:textId="496AC114"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91" w:history="1">
        <w:r w:rsidR="003A3B2F" w:rsidRPr="00CA4635">
          <w:rPr>
            <w:rStyle w:val="Hyperlink"/>
            <w:noProof/>
            <w:lang w:val="en-GB"/>
          </w:rPr>
          <w:t>29.</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UNFPA’s Right to Annul a Bidding Process</w:t>
        </w:r>
        <w:r w:rsidR="003A3B2F">
          <w:rPr>
            <w:noProof/>
            <w:webHidden/>
          </w:rPr>
          <w:tab/>
        </w:r>
        <w:r w:rsidR="003A3B2F">
          <w:rPr>
            <w:noProof/>
            <w:webHidden/>
          </w:rPr>
          <w:fldChar w:fldCharType="begin"/>
        </w:r>
        <w:r w:rsidR="003A3B2F">
          <w:rPr>
            <w:noProof/>
            <w:webHidden/>
          </w:rPr>
          <w:instrText xml:space="preserve"> PAGEREF _Toc99385391 \h </w:instrText>
        </w:r>
        <w:r w:rsidR="003A3B2F">
          <w:rPr>
            <w:noProof/>
            <w:webHidden/>
          </w:rPr>
        </w:r>
        <w:r w:rsidR="003A3B2F">
          <w:rPr>
            <w:noProof/>
            <w:webHidden/>
          </w:rPr>
          <w:fldChar w:fldCharType="separate"/>
        </w:r>
        <w:r w:rsidR="003A3B2F">
          <w:rPr>
            <w:noProof/>
            <w:webHidden/>
          </w:rPr>
          <w:t>13</w:t>
        </w:r>
        <w:r w:rsidR="003A3B2F">
          <w:rPr>
            <w:noProof/>
            <w:webHidden/>
          </w:rPr>
          <w:fldChar w:fldCharType="end"/>
        </w:r>
      </w:hyperlink>
    </w:p>
    <w:p w14:paraId="406BA7CF" w14:textId="6000B29B" w:rsidR="003A3B2F" w:rsidRDefault="00455E0A">
      <w:pPr>
        <w:pStyle w:val="TOC1"/>
        <w:tabs>
          <w:tab w:val="left" w:pos="400"/>
        </w:tabs>
        <w:rPr>
          <w:rFonts w:asciiTheme="minorHAnsi" w:eastAsiaTheme="minorEastAsia" w:hAnsiTheme="minorHAnsi" w:cstheme="minorBidi"/>
          <w:noProof/>
          <w:sz w:val="22"/>
          <w:szCs w:val="22"/>
          <w:lang w:eastAsia="en-US"/>
        </w:rPr>
      </w:pPr>
      <w:hyperlink w:anchor="_Toc99385392" w:history="1">
        <w:r w:rsidR="003A3B2F" w:rsidRPr="00CA4635">
          <w:rPr>
            <w:rStyle w:val="Hyperlink"/>
            <w:noProof/>
          </w:rPr>
          <w:t>F.</w:t>
        </w:r>
        <w:r w:rsidR="003A3B2F">
          <w:rPr>
            <w:rFonts w:asciiTheme="minorHAnsi" w:eastAsiaTheme="minorEastAsia" w:hAnsiTheme="minorHAnsi" w:cstheme="minorBidi"/>
            <w:noProof/>
            <w:sz w:val="22"/>
            <w:szCs w:val="22"/>
            <w:lang w:eastAsia="en-US"/>
          </w:rPr>
          <w:tab/>
        </w:r>
        <w:r w:rsidR="003A3B2F" w:rsidRPr="00CA4635">
          <w:rPr>
            <w:rStyle w:val="Hyperlink"/>
            <w:noProof/>
          </w:rPr>
          <w:t>Award of Contract</w:t>
        </w:r>
        <w:r w:rsidR="003A3B2F">
          <w:rPr>
            <w:noProof/>
            <w:webHidden/>
          </w:rPr>
          <w:tab/>
        </w:r>
        <w:r w:rsidR="003A3B2F">
          <w:rPr>
            <w:noProof/>
            <w:webHidden/>
          </w:rPr>
          <w:fldChar w:fldCharType="begin"/>
        </w:r>
        <w:r w:rsidR="003A3B2F">
          <w:rPr>
            <w:noProof/>
            <w:webHidden/>
          </w:rPr>
          <w:instrText xml:space="preserve"> PAGEREF _Toc99385392 \h </w:instrText>
        </w:r>
        <w:r w:rsidR="003A3B2F">
          <w:rPr>
            <w:noProof/>
            <w:webHidden/>
          </w:rPr>
        </w:r>
        <w:r w:rsidR="003A3B2F">
          <w:rPr>
            <w:noProof/>
            <w:webHidden/>
          </w:rPr>
          <w:fldChar w:fldCharType="separate"/>
        </w:r>
        <w:r w:rsidR="003A3B2F">
          <w:rPr>
            <w:noProof/>
            <w:webHidden/>
          </w:rPr>
          <w:t>13</w:t>
        </w:r>
        <w:r w:rsidR="003A3B2F">
          <w:rPr>
            <w:noProof/>
            <w:webHidden/>
          </w:rPr>
          <w:fldChar w:fldCharType="end"/>
        </w:r>
      </w:hyperlink>
    </w:p>
    <w:p w14:paraId="7D117940" w14:textId="61D744E1"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93" w:history="1">
        <w:r w:rsidR="003A3B2F" w:rsidRPr="00CA4635">
          <w:rPr>
            <w:rStyle w:val="Hyperlink"/>
            <w:noProof/>
            <w:lang w:val="en-GB"/>
          </w:rPr>
          <w:t>30.</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Award Criteria</w:t>
        </w:r>
        <w:r w:rsidR="003A3B2F">
          <w:rPr>
            <w:noProof/>
            <w:webHidden/>
          </w:rPr>
          <w:tab/>
        </w:r>
        <w:r w:rsidR="003A3B2F">
          <w:rPr>
            <w:noProof/>
            <w:webHidden/>
          </w:rPr>
          <w:fldChar w:fldCharType="begin"/>
        </w:r>
        <w:r w:rsidR="003A3B2F">
          <w:rPr>
            <w:noProof/>
            <w:webHidden/>
          </w:rPr>
          <w:instrText xml:space="preserve"> PAGEREF _Toc99385393 \h </w:instrText>
        </w:r>
        <w:r w:rsidR="003A3B2F">
          <w:rPr>
            <w:noProof/>
            <w:webHidden/>
          </w:rPr>
        </w:r>
        <w:r w:rsidR="003A3B2F">
          <w:rPr>
            <w:noProof/>
            <w:webHidden/>
          </w:rPr>
          <w:fldChar w:fldCharType="separate"/>
        </w:r>
        <w:r w:rsidR="003A3B2F">
          <w:rPr>
            <w:noProof/>
            <w:webHidden/>
          </w:rPr>
          <w:t>13</w:t>
        </w:r>
        <w:r w:rsidR="003A3B2F">
          <w:rPr>
            <w:noProof/>
            <w:webHidden/>
          </w:rPr>
          <w:fldChar w:fldCharType="end"/>
        </w:r>
      </w:hyperlink>
    </w:p>
    <w:p w14:paraId="22659047" w14:textId="33E578A8"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94" w:history="1">
        <w:r w:rsidR="003A3B2F" w:rsidRPr="00CA4635">
          <w:rPr>
            <w:rStyle w:val="Hyperlink"/>
            <w:noProof/>
            <w:lang w:val="en-GB"/>
          </w:rPr>
          <w:t>31.</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Right to Vary Requirements at Time of Award</w:t>
        </w:r>
        <w:r w:rsidR="003A3B2F">
          <w:rPr>
            <w:noProof/>
            <w:webHidden/>
          </w:rPr>
          <w:tab/>
        </w:r>
        <w:r w:rsidR="003A3B2F">
          <w:rPr>
            <w:noProof/>
            <w:webHidden/>
          </w:rPr>
          <w:fldChar w:fldCharType="begin"/>
        </w:r>
        <w:r w:rsidR="003A3B2F">
          <w:rPr>
            <w:noProof/>
            <w:webHidden/>
          </w:rPr>
          <w:instrText xml:space="preserve"> PAGEREF _Toc99385394 \h </w:instrText>
        </w:r>
        <w:r w:rsidR="003A3B2F">
          <w:rPr>
            <w:noProof/>
            <w:webHidden/>
          </w:rPr>
        </w:r>
        <w:r w:rsidR="003A3B2F">
          <w:rPr>
            <w:noProof/>
            <w:webHidden/>
          </w:rPr>
          <w:fldChar w:fldCharType="separate"/>
        </w:r>
        <w:r w:rsidR="003A3B2F">
          <w:rPr>
            <w:noProof/>
            <w:webHidden/>
          </w:rPr>
          <w:t>13</w:t>
        </w:r>
        <w:r w:rsidR="003A3B2F">
          <w:rPr>
            <w:noProof/>
            <w:webHidden/>
          </w:rPr>
          <w:fldChar w:fldCharType="end"/>
        </w:r>
      </w:hyperlink>
    </w:p>
    <w:p w14:paraId="2D5CA95E" w14:textId="45404A56"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95" w:history="1">
        <w:r w:rsidR="003A3B2F" w:rsidRPr="00CA4635">
          <w:rPr>
            <w:rStyle w:val="Hyperlink"/>
            <w:noProof/>
            <w:lang w:val="en-GB"/>
          </w:rPr>
          <w:t>32.</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Signing of the contract</w:t>
        </w:r>
        <w:r w:rsidR="003A3B2F">
          <w:rPr>
            <w:noProof/>
            <w:webHidden/>
          </w:rPr>
          <w:tab/>
        </w:r>
        <w:r w:rsidR="003A3B2F">
          <w:rPr>
            <w:noProof/>
            <w:webHidden/>
          </w:rPr>
          <w:fldChar w:fldCharType="begin"/>
        </w:r>
        <w:r w:rsidR="003A3B2F">
          <w:rPr>
            <w:noProof/>
            <w:webHidden/>
          </w:rPr>
          <w:instrText xml:space="preserve"> PAGEREF _Toc99385395 \h </w:instrText>
        </w:r>
        <w:r w:rsidR="003A3B2F">
          <w:rPr>
            <w:noProof/>
            <w:webHidden/>
          </w:rPr>
        </w:r>
        <w:r w:rsidR="003A3B2F">
          <w:rPr>
            <w:noProof/>
            <w:webHidden/>
          </w:rPr>
          <w:fldChar w:fldCharType="separate"/>
        </w:r>
        <w:r w:rsidR="003A3B2F">
          <w:rPr>
            <w:noProof/>
            <w:webHidden/>
          </w:rPr>
          <w:t>13</w:t>
        </w:r>
        <w:r w:rsidR="003A3B2F">
          <w:rPr>
            <w:noProof/>
            <w:webHidden/>
          </w:rPr>
          <w:fldChar w:fldCharType="end"/>
        </w:r>
      </w:hyperlink>
    </w:p>
    <w:p w14:paraId="56DA501E" w14:textId="36C0FED3" w:rsidR="003A3B2F" w:rsidRDefault="00455E0A">
      <w:pPr>
        <w:pStyle w:val="TOC2"/>
        <w:tabs>
          <w:tab w:val="left" w:pos="720"/>
          <w:tab w:val="right" w:leader="dot" w:pos="8918"/>
        </w:tabs>
        <w:rPr>
          <w:rFonts w:asciiTheme="minorHAnsi" w:eastAsiaTheme="minorEastAsia" w:hAnsiTheme="minorHAnsi" w:cstheme="minorBidi"/>
          <w:noProof/>
          <w:sz w:val="22"/>
          <w:szCs w:val="22"/>
          <w:lang w:eastAsia="en-US"/>
        </w:rPr>
      </w:pPr>
      <w:hyperlink w:anchor="_Toc99385396" w:history="1">
        <w:r w:rsidR="003A3B2F" w:rsidRPr="00CA4635">
          <w:rPr>
            <w:rStyle w:val="Hyperlink"/>
            <w:noProof/>
            <w:lang w:val="en-GB"/>
          </w:rPr>
          <w:t>33.</w:t>
        </w:r>
        <w:r w:rsidR="003A3B2F">
          <w:rPr>
            <w:rFonts w:asciiTheme="minorHAnsi" w:eastAsiaTheme="minorEastAsia" w:hAnsiTheme="minorHAnsi" w:cstheme="minorBidi"/>
            <w:noProof/>
            <w:sz w:val="22"/>
            <w:szCs w:val="22"/>
            <w:lang w:eastAsia="en-US"/>
          </w:rPr>
          <w:tab/>
        </w:r>
        <w:r w:rsidR="003A3B2F" w:rsidRPr="00CA4635">
          <w:rPr>
            <w:rStyle w:val="Hyperlink"/>
            <w:noProof/>
            <w:lang w:val="en-GB"/>
          </w:rPr>
          <w:t>Publication of Contract Award</w:t>
        </w:r>
        <w:r w:rsidR="003A3B2F">
          <w:rPr>
            <w:noProof/>
            <w:webHidden/>
          </w:rPr>
          <w:tab/>
        </w:r>
        <w:r w:rsidR="003A3B2F">
          <w:rPr>
            <w:noProof/>
            <w:webHidden/>
          </w:rPr>
          <w:fldChar w:fldCharType="begin"/>
        </w:r>
        <w:r w:rsidR="003A3B2F">
          <w:rPr>
            <w:noProof/>
            <w:webHidden/>
          </w:rPr>
          <w:instrText xml:space="preserve"> PAGEREF _Toc99385396 \h </w:instrText>
        </w:r>
        <w:r w:rsidR="003A3B2F">
          <w:rPr>
            <w:noProof/>
            <w:webHidden/>
          </w:rPr>
        </w:r>
        <w:r w:rsidR="003A3B2F">
          <w:rPr>
            <w:noProof/>
            <w:webHidden/>
          </w:rPr>
          <w:fldChar w:fldCharType="separate"/>
        </w:r>
        <w:r w:rsidR="003A3B2F">
          <w:rPr>
            <w:noProof/>
            <w:webHidden/>
          </w:rPr>
          <w:t>13</w:t>
        </w:r>
        <w:r w:rsidR="003A3B2F">
          <w:rPr>
            <w:noProof/>
            <w:webHidden/>
          </w:rPr>
          <w:fldChar w:fldCharType="end"/>
        </w:r>
      </w:hyperlink>
    </w:p>
    <w:p w14:paraId="104067FE" w14:textId="157807EF" w:rsidR="003A3B2F" w:rsidRDefault="00455E0A">
      <w:pPr>
        <w:pStyle w:val="TOC1"/>
        <w:rPr>
          <w:rFonts w:asciiTheme="minorHAnsi" w:eastAsiaTheme="minorEastAsia" w:hAnsiTheme="minorHAnsi" w:cstheme="minorBidi"/>
          <w:noProof/>
          <w:sz w:val="22"/>
          <w:szCs w:val="22"/>
          <w:lang w:eastAsia="en-US"/>
        </w:rPr>
      </w:pPr>
      <w:hyperlink w:anchor="_Toc99385397" w:history="1">
        <w:r w:rsidR="003A3B2F" w:rsidRPr="00CA4635">
          <w:rPr>
            <w:rStyle w:val="Hyperlink"/>
            <w:noProof/>
            <w:lang w:val="en-GB"/>
          </w:rPr>
          <w:t>SECTION II: Technical Specifications and Schedule of Requirements</w:t>
        </w:r>
        <w:r w:rsidR="003A3B2F">
          <w:rPr>
            <w:noProof/>
            <w:webHidden/>
          </w:rPr>
          <w:tab/>
        </w:r>
        <w:r w:rsidR="003A3B2F">
          <w:rPr>
            <w:noProof/>
            <w:webHidden/>
          </w:rPr>
          <w:fldChar w:fldCharType="begin"/>
        </w:r>
        <w:r w:rsidR="003A3B2F">
          <w:rPr>
            <w:noProof/>
            <w:webHidden/>
          </w:rPr>
          <w:instrText xml:space="preserve"> PAGEREF _Toc99385397 \h </w:instrText>
        </w:r>
        <w:r w:rsidR="003A3B2F">
          <w:rPr>
            <w:noProof/>
            <w:webHidden/>
          </w:rPr>
        </w:r>
        <w:r w:rsidR="003A3B2F">
          <w:rPr>
            <w:noProof/>
            <w:webHidden/>
          </w:rPr>
          <w:fldChar w:fldCharType="separate"/>
        </w:r>
        <w:r w:rsidR="003A3B2F">
          <w:rPr>
            <w:noProof/>
            <w:webHidden/>
          </w:rPr>
          <w:t>15</w:t>
        </w:r>
        <w:r w:rsidR="003A3B2F">
          <w:rPr>
            <w:noProof/>
            <w:webHidden/>
          </w:rPr>
          <w:fldChar w:fldCharType="end"/>
        </w:r>
      </w:hyperlink>
    </w:p>
    <w:p w14:paraId="11E22DA1" w14:textId="52870C9C" w:rsidR="003A3B2F" w:rsidRDefault="00455E0A">
      <w:pPr>
        <w:pStyle w:val="TOC1"/>
        <w:rPr>
          <w:rFonts w:asciiTheme="minorHAnsi" w:eastAsiaTheme="minorEastAsia" w:hAnsiTheme="minorHAnsi" w:cstheme="minorBidi"/>
          <w:noProof/>
          <w:sz w:val="22"/>
          <w:szCs w:val="22"/>
          <w:lang w:eastAsia="en-US"/>
        </w:rPr>
      </w:pPr>
      <w:hyperlink w:anchor="_Toc99385398" w:history="1">
        <w:r w:rsidR="003A3B2F" w:rsidRPr="00CA4635">
          <w:rPr>
            <w:rStyle w:val="Hyperlink"/>
            <w:noProof/>
            <w:lang w:val="en-GB"/>
          </w:rPr>
          <w:t>SECTION III: UNFPA General Conditions of Contract</w:t>
        </w:r>
        <w:r w:rsidR="003A3B2F">
          <w:rPr>
            <w:noProof/>
            <w:webHidden/>
          </w:rPr>
          <w:tab/>
        </w:r>
        <w:r w:rsidR="003A3B2F">
          <w:rPr>
            <w:noProof/>
            <w:webHidden/>
          </w:rPr>
          <w:fldChar w:fldCharType="begin"/>
        </w:r>
        <w:r w:rsidR="003A3B2F">
          <w:rPr>
            <w:noProof/>
            <w:webHidden/>
          </w:rPr>
          <w:instrText xml:space="preserve"> PAGEREF _Toc99385398 \h </w:instrText>
        </w:r>
        <w:r w:rsidR="003A3B2F">
          <w:rPr>
            <w:noProof/>
            <w:webHidden/>
          </w:rPr>
        </w:r>
        <w:r w:rsidR="003A3B2F">
          <w:rPr>
            <w:noProof/>
            <w:webHidden/>
          </w:rPr>
          <w:fldChar w:fldCharType="separate"/>
        </w:r>
        <w:r w:rsidR="003A3B2F">
          <w:rPr>
            <w:noProof/>
            <w:webHidden/>
          </w:rPr>
          <w:t>31</w:t>
        </w:r>
        <w:r w:rsidR="003A3B2F">
          <w:rPr>
            <w:noProof/>
            <w:webHidden/>
          </w:rPr>
          <w:fldChar w:fldCharType="end"/>
        </w:r>
      </w:hyperlink>
    </w:p>
    <w:p w14:paraId="2CFD2F5D" w14:textId="176D2179" w:rsidR="003A3B2F" w:rsidRDefault="00455E0A">
      <w:pPr>
        <w:pStyle w:val="TOC1"/>
        <w:rPr>
          <w:rFonts w:asciiTheme="minorHAnsi" w:eastAsiaTheme="minorEastAsia" w:hAnsiTheme="minorHAnsi" w:cstheme="minorBidi"/>
          <w:noProof/>
          <w:sz w:val="22"/>
          <w:szCs w:val="22"/>
          <w:lang w:eastAsia="en-US"/>
        </w:rPr>
      </w:pPr>
      <w:hyperlink w:anchor="_Toc99385399" w:history="1">
        <w:r w:rsidR="003A3B2F" w:rsidRPr="00CA4635">
          <w:rPr>
            <w:rStyle w:val="Hyperlink"/>
            <w:noProof/>
            <w:lang w:val="en-GB"/>
          </w:rPr>
          <w:t>SECTION IV: UNFPA Special Conditions for Contracts</w:t>
        </w:r>
        <w:r w:rsidR="003A3B2F">
          <w:rPr>
            <w:noProof/>
            <w:webHidden/>
          </w:rPr>
          <w:tab/>
        </w:r>
        <w:r w:rsidR="003A3B2F">
          <w:rPr>
            <w:noProof/>
            <w:webHidden/>
          </w:rPr>
          <w:fldChar w:fldCharType="begin"/>
        </w:r>
        <w:r w:rsidR="003A3B2F">
          <w:rPr>
            <w:noProof/>
            <w:webHidden/>
          </w:rPr>
          <w:instrText xml:space="preserve"> PAGEREF _Toc99385399 \h </w:instrText>
        </w:r>
        <w:r w:rsidR="003A3B2F">
          <w:rPr>
            <w:noProof/>
            <w:webHidden/>
          </w:rPr>
        </w:r>
        <w:r w:rsidR="003A3B2F">
          <w:rPr>
            <w:noProof/>
            <w:webHidden/>
          </w:rPr>
          <w:fldChar w:fldCharType="separate"/>
        </w:r>
        <w:r w:rsidR="003A3B2F">
          <w:rPr>
            <w:noProof/>
            <w:webHidden/>
          </w:rPr>
          <w:t>32</w:t>
        </w:r>
        <w:r w:rsidR="003A3B2F">
          <w:rPr>
            <w:noProof/>
            <w:webHidden/>
          </w:rPr>
          <w:fldChar w:fldCharType="end"/>
        </w:r>
      </w:hyperlink>
    </w:p>
    <w:p w14:paraId="080ECD45" w14:textId="0CE03EF5" w:rsidR="003A3B2F" w:rsidRDefault="00455E0A">
      <w:pPr>
        <w:pStyle w:val="TOC1"/>
        <w:rPr>
          <w:rFonts w:asciiTheme="minorHAnsi" w:eastAsiaTheme="minorEastAsia" w:hAnsiTheme="minorHAnsi" w:cstheme="minorBidi"/>
          <w:noProof/>
          <w:sz w:val="22"/>
          <w:szCs w:val="22"/>
          <w:lang w:eastAsia="en-US"/>
        </w:rPr>
      </w:pPr>
      <w:hyperlink w:anchor="_Toc99385400" w:history="1">
        <w:r w:rsidR="003A3B2F" w:rsidRPr="00CA4635">
          <w:rPr>
            <w:rStyle w:val="Hyperlink"/>
            <w:noProof/>
            <w:lang w:val="en-GB"/>
          </w:rPr>
          <w:t>SECTION V: Bidding Forms</w:t>
        </w:r>
        <w:r w:rsidR="003A3B2F">
          <w:rPr>
            <w:noProof/>
            <w:webHidden/>
          </w:rPr>
          <w:tab/>
        </w:r>
        <w:r w:rsidR="003A3B2F">
          <w:rPr>
            <w:noProof/>
            <w:webHidden/>
          </w:rPr>
          <w:fldChar w:fldCharType="begin"/>
        </w:r>
        <w:r w:rsidR="003A3B2F">
          <w:rPr>
            <w:noProof/>
            <w:webHidden/>
          </w:rPr>
          <w:instrText xml:space="preserve"> PAGEREF _Toc99385400 \h </w:instrText>
        </w:r>
        <w:r w:rsidR="003A3B2F">
          <w:rPr>
            <w:noProof/>
            <w:webHidden/>
          </w:rPr>
        </w:r>
        <w:r w:rsidR="003A3B2F">
          <w:rPr>
            <w:noProof/>
            <w:webHidden/>
          </w:rPr>
          <w:fldChar w:fldCharType="separate"/>
        </w:r>
        <w:r w:rsidR="003A3B2F">
          <w:rPr>
            <w:noProof/>
            <w:webHidden/>
          </w:rPr>
          <w:t>34</w:t>
        </w:r>
        <w:r w:rsidR="003A3B2F">
          <w:rPr>
            <w:noProof/>
            <w:webHidden/>
          </w:rPr>
          <w:fldChar w:fldCharType="end"/>
        </w:r>
      </w:hyperlink>
    </w:p>
    <w:p w14:paraId="3AE5724F" w14:textId="08B38D4E" w:rsidR="003A3B2F" w:rsidRDefault="00455E0A">
      <w:pPr>
        <w:pStyle w:val="TOC1"/>
        <w:rPr>
          <w:rFonts w:asciiTheme="minorHAnsi" w:eastAsiaTheme="minorEastAsia" w:hAnsiTheme="minorHAnsi" w:cstheme="minorBidi"/>
          <w:noProof/>
          <w:sz w:val="22"/>
          <w:szCs w:val="22"/>
          <w:lang w:eastAsia="en-US"/>
        </w:rPr>
      </w:pPr>
      <w:hyperlink w:anchor="_Toc99385401" w:history="1">
        <w:r w:rsidR="003A3B2F" w:rsidRPr="00CA4635">
          <w:rPr>
            <w:rStyle w:val="Hyperlink"/>
            <w:noProof/>
            <w:lang w:val="en-GB"/>
          </w:rPr>
          <w:t>1. Bid Confirmation Form</w:t>
        </w:r>
        <w:r w:rsidR="003A3B2F">
          <w:rPr>
            <w:noProof/>
            <w:webHidden/>
          </w:rPr>
          <w:tab/>
        </w:r>
        <w:r w:rsidR="003A3B2F">
          <w:rPr>
            <w:noProof/>
            <w:webHidden/>
          </w:rPr>
          <w:fldChar w:fldCharType="begin"/>
        </w:r>
        <w:r w:rsidR="003A3B2F">
          <w:rPr>
            <w:noProof/>
            <w:webHidden/>
          </w:rPr>
          <w:instrText xml:space="preserve"> PAGEREF _Toc99385401 \h </w:instrText>
        </w:r>
        <w:r w:rsidR="003A3B2F">
          <w:rPr>
            <w:noProof/>
            <w:webHidden/>
          </w:rPr>
        </w:r>
        <w:r w:rsidR="003A3B2F">
          <w:rPr>
            <w:noProof/>
            <w:webHidden/>
          </w:rPr>
          <w:fldChar w:fldCharType="separate"/>
        </w:r>
        <w:r w:rsidR="003A3B2F">
          <w:rPr>
            <w:noProof/>
            <w:webHidden/>
          </w:rPr>
          <w:t>36</w:t>
        </w:r>
        <w:r w:rsidR="003A3B2F">
          <w:rPr>
            <w:noProof/>
            <w:webHidden/>
          </w:rPr>
          <w:fldChar w:fldCharType="end"/>
        </w:r>
      </w:hyperlink>
    </w:p>
    <w:p w14:paraId="0F5F1AEB" w14:textId="0578C857" w:rsidR="003A3B2F" w:rsidRDefault="00455E0A">
      <w:pPr>
        <w:pStyle w:val="TOC1"/>
        <w:rPr>
          <w:rFonts w:asciiTheme="minorHAnsi" w:eastAsiaTheme="minorEastAsia" w:hAnsiTheme="minorHAnsi" w:cstheme="minorBidi"/>
          <w:noProof/>
          <w:sz w:val="22"/>
          <w:szCs w:val="22"/>
          <w:lang w:eastAsia="en-US"/>
        </w:rPr>
      </w:pPr>
      <w:hyperlink w:anchor="_Toc99385402" w:history="1">
        <w:r w:rsidR="003A3B2F" w:rsidRPr="00CA4635">
          <w:rPr>
            <w:rStyle w:val="Hyperlink"/>
            <w:noProof/>
            <w:lang w:val="en-GB"/>
          </w:rPr>
          <w:t>2. Bid Submission Form</w:t>
        </w:r>
        <w:r w:rsidR="003A3B2F">
          <w:rPr>
            <w:noProof/>
            <w:webHidden/>
          </w:rPr>
          <w:tab/>
        </w:r>
        <w:r w:rsidR="003A3B2F">
          <w:rPr>
            <w:noProof/>
            <w:webHidden/>
          </w:rPr>
          <w:fldChar w:fldCharType="begin"/>
        </w:r>
        <w:r w:rsidR="003A3B2F">
          <w:rPr>
            <w:noProof/>
            <w:webHidden/>
          </w:rPr>
          <w:instrText xml:space="preserve"> PAGEREF _Toc99385402 \h </w:instrText>
        </w:r>
        <w:r w:rsidR="003A3B2F">
          <w:rPr>
            <w:noProof/>
            <w:webHidden/>
          </w:rPr>
        </w:r>
        <w:r w:rsidR="003A3B2F">
          <w:rPr>
            <w:noProof/>
            <w:webHidden/>
          </w:rPr>
          <w:fldChar w:fldCharType="separate"/>
        </w:r>
        <w:r w:rsidR="003A3B2F">
          <w:rPr>
            <w:noProof/>
            <w:webHidden/>
          </w:rPr>
          <w:t>37</w:t>
        </w:r>
        <w:r w:rsidR="003A3B2F">
          <w:rPr>
            <w:noProof/>
            <w:webHidden/>
          </w:rPr>
          <w:fldChar w:fldCharType="end"/>
        </w:r>
      </w:hyperlink>
    </w:p>
    <w:p w14:paraId="4E985128" w14:textId="4E1C33F5" w:rsidR="003A3B2F" w:rsidRDefault="00455E0A">
      <w:pPr>
        <w:pStyle w:val="TOC1"/>
        <w:rPr>
          <w:rFonts w:asciiTheme="minorHAnsi" w:eastAsiaTheme="minorEastAsia" w:hAnsiTheme="minorHAnsi" w:cstheme="minorBidi"/>
          <w:noProof/>
          <w:sz w:val="22"/>
          <w:szCs w:val="22"/>
          <w:lang w:eastAsia="en-US"/>
        </w:rPr>
      </w:pPr>
      <w:hyperlink w:anchor="_Toc99385403" w:history="1">
        <w:r w:rsidR="003A3B2F" w:rsidRPr="00CA4635">
          <w:rPr>
            <w:rStyle w:val="Hyperlink"/>
            <w:noProof/>
            <w:lang w:val="en-GB"/>
          </w:rPr>
          <w:t>3. Bidders Identification Form</w:t>
        </w:r>
        <w:r w:rsidR="003A3B2F">
          <w:rPr>
            <w:noProof/>
            <w:webHidden/>
          </w:rPr>
          <w:tab/>
        </w:r>
        <w:r w:rsidR="003A3B2F">
          <w:rPr>
            <w:noProof/>
            <w:webHidden/>
          </w:rPr>
          <w:fldChar w:fldCharType="begin"/>
        </w:r>
        <w:r w:rsidR="003A3B2F">
          <w:rPr>
            <w:noProof/>
            <w:webHidden/>
          </w:rPr>
          <w:instrText xml:space="preserve"> PAGEREF _Toc99385403 \h </w:instrText>
        </w:r>
        <w:r w:rsidR="003A3B2F">
          <w:rPr>
            <w:noProof/>
            <w:webHidden/>
          </w:rPr>
        </w:r>
        <w:r w:rsidR="003A3B2F">
          <w:rPr>
            <w:noProof/>
            <w:webHidden/>
          </w:rPr>
          <w:fldChar w:fldCharType="separate"/>
        </w:r>
        <w:r w:rsidR="003A3B2F">
          <w:rPr>
            <w:noProof/>
            <w:webHidden/>
          </w:rPr>
          <w:t>38</w:t>
        </w:r>
        <w:r w:rsidR="003A3B2F">
          <w:rPr>
            <w:noProof/>
            <w:webHidden/>
          </w:rPr>
          <w:fldChar w:fldCharType="end"/>
        </w:r>
      </w:hyperlink>
    </w:p>
    <w:p w14:paraId="446E56AE" w14:textId="48E35CC8" w:rsidR="003A3B2F" w:rsidRDefault="00455E0A">
      <w:pPr>
        <w:pStyle w:val="TOC1"/>
        <w:rPr>
          <w:rFonts w:asciiTheme="minorHAnsi" w:eastAsiaTheme="minorEastAsia" w:hAnsiTheme="minorHAnsi" w:cstheme="minorBidi"/>
          <w:noProof/>
          <w:sz w:val="22"/>
          <w:szCs w:val="22"/>
          <w:lang w:eastAsia="en-US"/>
        </w:rPr>
      </w:pPr>
      <w:hyperlink w:anchor="_Toc99385404" w:history="1">
        <w:r w:rsidR="003A3B2F" w:rsidRPr="00CA4635">
          <w:rPr>
            <w:rStyle w:val="Hyperlink"/>
            <w:noProof/>
            <w:lang w:val="en-GB"/>
          </w:rPr>
          <w:t>4. Product Item Overview Form</w:t>
        </w:r>
        <w:r w:rsidR="003A3B2F">
          <w:rPr>
            <w:noProof/>
            <w:webHidden/>
          </w:rPr>
          <w:tab/>
        </w:r>
        <w:r w:rsidR="003A3B2F">
          <w:rPr>
            <w:noProof/>
            <w:webHidden/>
          </w:rPr>
          <w:fldChar w:fldCharType="begin"/>
        </w:r>
        <w:r w:rsidR="003A3B2F">
          <w:rPr>
            <w:noProof/>
            <w:webHidden/>
          </w:rPr>
          <w:instrText xml:space="preserve"> PAGEREF _Toc99385404 \h </w:instrText>
        </w:r>
        <w:r w:rsidR="003A3B2F">
          <w:rPr>
            <w:noProof/>
            <w:webHidden/>
          </w:rPr>
        </w:r>
        <w:r w:rsidR="003A3B2F">
          <w:rPr>
            <w:noProof/>
            <w:webHidden/>
          </w:rPr>
          <w:fldChar w:fldCharType="separate"/>
        </w:r>
        <w:r w:rsidR="003A3B2F">
          <w:rPr>
            <w:noProof/>
            <w:webHidden/>
          </w:rPr>
          <w:t>40</w:t>
        </w:r>
        <w:r w:rsidR="003A3B2F">
          <w:rPr>
            <w:noProof/>
            <w:webHidden/>
          </w:rPr>
          <w:fldChar w:fldCharType="end"/>
        </w:r>
      </w:hyperlink>
    </w:p>
    <w:p w14:paraId="5800214F" w14:textId="344BD219" w:rsidR="003A3B2F" w:rsidRDefault="00455E0A">
      <w:pPr>
        <w:pStyle w:val="TOC1"/>
        <w:rPr>
          <w:rFonts w:asciiTheme="minorHAnsi" w:eastAsiaTheme="minorEastAsia" w:hAnsiTheme="minorHAnsi" w:cstheme="minorBidi"/>
          <w:noProof/>
          <w:sz w:val="22"/>
          <w:szCs w:val="22"/>
          <w:lang w:eastAsia="en-US"/>
        </w:rPr>
      </w:pPr>
      <w:hyperlink w:anchor="_Toc99385405" w:history="1">
        <w:r w:rsidR="003A3B2F" w:rsidRPr="00CA4635">
          <w:rPr>
            <w:rStyle w:val="Hyperlink"/>
            <w:noProof/>
            <w:lang w:val="en-GB"/>
          </w:rPr>
          <w:t>5. Price Schedule Form</w:t>
        </w:r>
        <w:r w:rsidR="003A3B2F">
          <w:rPr>
            <w:noProof/>
            <w:webHidden/>
          </w:rPr>
          <w:tab/>
        </w:r>
        <w:r w:rsidR="003A3B2F">
          <w:rPr>
            <w:noProof/>
            <w:webHidden/>
          </w:rPr>
          <w:fldChar w:fldCharType="begin"/>
        </w:r>
        <w:r w:rsidR="003A3B2F">
          <w:rPr>
            <w:noProof/>
            <w:webHidden/>
          </w:rPr>
          <w:instrText xml:space="preserve"> PAGEREF _Toc99385405 \h </w:instrText>
        </w:r>
        <w:r w:rsidR="003A3B2F">
          <w:rPr>
            <w:noProof/>
            <w:webHidden/>
          </w:rPr>
        </w:r>
        <w:r w:rsidR="003A3B2F">
          <w:rPr>
            <w:noProof/>
            <w:webHidden/>
          </w:rPr>
          <w:fldChar w:fldCharType="separate"/>
        </w:r>
        <w:r w:rsidR="003A3B2F">
          <w:rPr>
            <w:noProof/>
            <w:webHidden/>
          </w:rPr>
          <w:t>67</w:t>
        </w:r>
        <w:r w:rsidR="003A3B2F">
          <w:rPr>
            <w:noProof/>
            <w:webHidden/>
          </w:rPr>
          <w:fldChar w:fldCharType="end"/>
        </w:r>
      </w:hyperlink>
    </w:p>
    <w:p w14:paraId="7F60B5B7" w14:textId="180AB436" w:rsidR="00EA0FBE" w:rsidRPr="00EA0FBE" w:rsidRDefault="006333C6" w:rsidP="00EA0FBE">
      <w:pPr>
        <w:pStyle w:val="Heading1"/>
        <w:rPr>
          <w:rFonts w:ascii="Times New Roman" w:hAnsi="Times New Roman" w:cs="Times New Roman"/>
          <w:b w:val="0"/>
          <w:sz w:val="20"/>
          <w:lang w:val="en-GB"/>
        </w:rPr>
      </w:pPr>
      <w:r>
        <w:rPr>
          <w:sz w:val="22"/>
          <w:szCs w:val="22"/>
          <w:lang w:val="en-GB"/>
        </w:rPr>
        <w:fldChar w:fldCharType="end"/>
      </w:r>
      <w:bookmarkStart w:id="8" w:name="_Toc38258007"/>
    </w:p>
    <w:p w14:paraId="32406BA5" w14:textId="77777777" w:rsidR="009B1FD9" w:rsidRDefault="009B1FD9">
      <w:pPr>
        <w:pStyle w:val="Heading1"/>
        <w:jc w:val="center"/>
        <w:rPr>
          <w:sz w:val="22"/>
          <w:szCs w:val="22"/>
          <w:lang w:val="en-GB"/>
        </w:rPr>
      </w:pPr>
    </w:p>
    <w:p w14:paraId="4E3D352C" w14:textId="77777777" w:rsidR="0008751A" w:rsidRDefault="00DF14DD" w:rsidP="00DF14DD">
      <w:pPr>
        <w:pStyle w:val="Heading1"/>
        <w:ind w:left="360"/>
        <w:jc w:val="center"/>
        <w:rPr>
          <w:rFonts w:ascii="Times New Roman" w:hAnsi="Times New Roman" w:cs="Times New Roman"/>
          <w:sz w:val="28"/>
          <w:szCs w:val="28"/>
          <w:lang w:val="en-GB"/>
        </w:rPr>
      </w:pPr>
      <w:bookmarkStart w:id="9" w:name="_Toc156198776"/>
      <w:bookmarkStart w:id="10" w:name="_Toc156294399"/>
      <w:bookmarkStart w:id="11" w:name="_Toc156294874"/>
      <w:bookmarkStart w:id="12" w:name="_Toc156357538"/>
      <w:bookmarkEnd w:id="8"/>
      <w:r>
        <w:rPr>
          <w:rFonts w:ascii="Times New Roman" w:hAnsi="Times New Roman" w:cs="Times New Roman"/>
          <w:sz w:val="28"/>
          <w:szCs w:val="28"/>
          <w:lang w:val="en-GB"/>
        </w:rPr>
        <w:br w:type="page"/>
      </w:r>
      <w:bookmarkStart w:id="13" w:name="_Toc99385358"/>
      <w:r w:rsidR="0008751A">
        <w:rPr>
          <w:rFonts w:ascii="Times New Roman" w:hAnsi="Times New Roman" w:cs="Times New Roman"/>
          <w:sz w:val="28"/>
          <w:szCs w:val="28"/>
          <w:lang w:val="en-GB"/>
        </w:rPr>
        <w:t>SECTION I</w:t>
      </w:r>
      <w:bookmarkStart w:id="14" w:name="_Toc38258026"/>
      <w:bookmarkEnd w:id="9"/>
      <w:bookmarkEnd w:id="10"/>
      <w:bookmarkEnd w:id="11"/>
      <w:bookmarkEnd w:id="12"/>
      <w:r w:rsidR="0008751A">
        <w:rPr>
          <w:rFonts w:ascii="Times New Roman" w:hAnsi="Times New Roman" w:cs="Times New Roman"/>
          <w:sz w:val="28"/>
          <w:szCs w:val="28"/>
          <w:lang w:val="en-GB"/>
        </w:rPr>
        <w:t>: Instructions to Bidders</w:t>
      </w:r>
      <w:bookmarkEnd w:id="13"/>
    </w:p>
    <w:p w14:paraId="0E21F771" w14:textId="77777777" w:rsidR="0008751A" w:rsidRDefault="0008751A">
      <w:pPr>
        <w:pStyle w:val="Heading4"/>
        <w:tabs>
          <w:tab w:val="num" w:pos="567"/>
        </w:tabs>
        <w:jc w:val="both"/>
        <w:rPr>
          <w:rFonts w:ascii="Times New Roman" w:hAnsi="Times New Roman"/>
          <w:b/>
          <w:szCs w:val="22"/>
          <w:lang w:val="en-GB"/>
        </w:rPr>
      </w:pPr>
    </w:p>
    <w:p w14:paraId="4A6A3635" w14:textId="77777777" w:rsidR="0008751A" w:rsidRDefault="0008751A">
      <w:pPr>
        <w:pStyle w:val="Heading1"/>
        <w:numPr>
          <w:ilvl w:val="0"/>
          <w:numId w:val="3"/>
        </w:numPr>
        <w:rPr>
          <w:rFonts w:ascii="Times New Roman" w:hAnsi="Times New Roman" w:cs="Times New Roman"/>
        </w:rPr>
      </w:pPr>
      <w:bookmarkStart w:id="15" w:name="_Toc99385359"/>
      <w:r>
        <w:rPr>
          <w:rFonts w:ascii="Times New Roman" w:hAnsi="Times New Roman" w:cs="Times New Roman"/>
        </w:rPr>
        <w:t>Introduction</w:t>
      </w:r>
      <w:bookmarkEnd w:id="15"/>
    </w:p>
    <w:p w14:paraId="3BDECA56" w14:textId="77777777" w:rsidR="0008751A" w:rsidRDefault="0008751A"/>
    <w:p w14:paraId="58FEB884" w14:textId="77777777" w:rsidR="0008751A" w:rsidRDefault="0008751A" w:rsidP="00096FE3">
      <w:pPr>
        <w:pStyle w:val="Heading2"/>
        <w:numPr>
          <w:ilvl w:val="0"/>
          <w:numId w:val="9"/>
        </w:numPr>
        <w:ind w:left="450" w:hanging="450"/>
        <w:rPr>
          <w:rFonts w:ascii="Times New Roman" w:hAnsi="Times New Roman" w:cs="Times New Roman"/>
          <w:lang w:val="en-GB"/>
        </w:rPr>
      </w:pPr>
      <w:bookmarkStart w:id="16" w:name="_Toc99385360"/>
      <w:r>
        <w:rPr>
          <w:rFonts w:ascii="Times New Roman" w:hAnsi="Times New Roman" w:cs="Times New Roman"/>
          <w:lang w:val="en-GB"/>
        </w:rPr>
        <w:t>Scope</w:t>
      </w:r>
      <w:bookmarkEnd w:id="16"/>
    </w:p>
    <w:p w14:paraId="1011491B" w14:textId="77777777" w:rsidR="0008751A" w:rsidRDefault="0008751A">
      <w:pPr>
        <w:rPr>
          <w:sz w:val="22"/>
          <w:szCs w:val="22"/>
          <w:lang w:val="en-GB"/>
        </w:rPr>
      </w:pPr>
    </w:p>
    <w:p w14:paraId="10CB0577" w14:textId="39BFCD16" w:rsidR="0008751A" w:rsidRPr="006C1BE1" w:rsidRDefault="0008751A" w:rsidP="00096FE3">
      <w:pPr>
        <w:pStyle w:val="ListParagraph"/>
        <w:numPr>
          <w:ilvl w:val="1"/>
          <w:numId w:val="18"/>
        </w:numPr>
        <w:jc w:val="both"/>
        <w:rPr>
          <w:i/>
          <w:sz w:val="22"/>
          <w:szCs w:val="22"/>
          <w:lang w:val="en-GB"/>
        </w:rPr>
      </w:pPr>
      <w:r w:rsidRPr="0080124E">
        <w:rPr>
          <w:sz w:val="22"/>
          <w:szCs w:val="22"/>
          <w:lang w:val="en-GB"/>
        </w:rPr>
        <w:t xml:space="preserve">The </w:t>
      </w:r>
      <w:r w:rsidR="000A3178" w:rsidRPr="0080124E">
        <w:rPr>
          <w:sz w:val="22"/>
          <w:szCs w:val="22"/>
          <w:lang w:val="en-GB"/>
        </w:rPr>
        <w:t>g</w:t>
      </w:r>
      <w:r w:rsidRPr="0080124E">
        <w:rPr>
          <w:sz w:val="22"/>
          <w:szCs w:val="22"/>
          <w:lang w:val="en-GB"/>
        </w:rPr>
        <w:t>oods to be p</w:t>
      </w:r>
      <w:r w:rsidR="000A3178" w:rsidRPr="0080124E">
        <w:rPr>
          <w:sz w:val="22"/>
          <w:szCs w:val="22"/>
          <w:lang w:val="en-GB"/>
        </w:rPr>
        <w:t xml:space="preserve">rocured </w:t>
      </w:r>
      <w:r w:rsidR="000A3178" w:rsidRPr="009D65CF">
        <w:rPr>
          <w:i/>
          <w:sz w:val="22"/>
          <w:szCs w:val="22"/>
          <w:lang w:val="en-GB"/>
        </w:rPr>
        <w:t>are</w:t>
      </w:r>
      <w:r w:rsidRPr="009D65CF">
        <w:rPr>
          <w:i/>
          <w:sz w:val="22"/>
          <w:szCs w:val="22"/>
          <w:lang w:val="en-GB"/>
        </w:rPr>
        <w:t xml:space="preserve"> </w:t>
      </w:r>
      <w:r w:rsidR="00861228">
        <w:rPr>
          <w:i/>
          <w:sz w:val="22"/>
          <w:szCs w:val="22"/>
        </w:rPr>
        <w:t>medical equipment</w:t>
      </w:r>
      <w:r w:rsidR="00F15FFA">
        <w:rPr>
          <w:i/>
          <w:sz w:val="22"/>
          <w:szCs w:val="22"/>
        </w:rPr>
        <w:t xml:space="preserve"> including installation, after sales servicing of the </w:t>
      </w:r>
      <w:r w:rsidR="00F15FFA" w:rsidRPr="006C1BE1">
        <w:rPr>
          <w:i/>
          <w:sz w:val="22"/>
          <w:szCs w:val="22"/>
        </w:rPr>
        <w:t xml:space="preserve">equipment and training of users from the Maternity hospitals located in Ulaanbaatar </w:t>
      </w:r>
      <w:r w:rsidRPr="006C1BE1">
        <w:rPr>
          <w:sz w:val="22"/>
          <w:szCs w:val="22"/>
          <w:lang w:val="en-GB"/>
        </w:rPr>
        <w:t>for</w:t>
      </w:r>
      <w:r w:rsidR="000F5757" w:rsidRPr="006C1BE1">
        <w:rPr>
          <w:sz w:val="22"/>
          <w:szCs w:val="22"/>
          <w:lang w:val="en-GB"/>
        </w:rPr>
        <w:t xml:space="preserve"> </w:t>
      </w:r>
      <w:r w:rsidR="00EF5202" w:rsidRPr="006C1BE1">
        <w:rPr>
          <w:sz w:val="22"/>
          <w:szCs w:val="22"/>
          <w:lang w:val="en-GB"/>
        </w:rPr>
        <w:t xml:space="preserve">UNFPA’s </w:t>
      </w:r>
      <w:r w:rsidR="000F5757" w:rsidRPr="006C1BE1">
        <w:rPr>
          <w:iCs/>
          <w:sz w:val="22"/>
          <w:szCs w:val="22"/>
          <w:lang w:val="en-GB"/>
        </w:rPr>
        <w:t>P</w:t>
      </w:r>
      <w:r w:rsidRPr="006C1BE1">
        <w:rPr>
          <w:iCs/>
          <w:sz w:val="22"/>
          <w:szCs w:val="22"/>
          <w:lang w:val="en-GB"/>
        </w:rPr>
        <w:t>rogramme</w:t>
      </w:r>
      <w:r w:rsidRPr="006C1BE1">
        <w:rPr>
          <w:i/>
          <w:sz w:val="22"/>
          <w:szCs w:val="22"/>
          <w:lang w:val="en-GB"/>
        </w:rPr>
        <w:t xml:space="preserve"> </w:t>
      </w:r>
      <w:r w:rsidR="000A3178" w:rsidRPr="006C1BE1">
        <w:rPr>
          <w:sz w:val="22"/>
          <w:szCs w:val="22"/>
          <w:lang w:val="en-GB"/>
        </w:rPr>
        <w:t>located in</w:t>
      </w:r>
      <w:r w:rsidR="005579BA" w:rsidRPr="006C1BE1">
        <w:rPr>
          <w:sz w:val="22"/>
          <w:szCs w:val="22"/>
          <w:lang w:val="en-GB"/>
        </w:rPr>
        <w:t xml:space="preserve"> </w:t>
      </w:r>
      <w:r w:rsidR="00861228" w:rsidRPr="006C1BE1">
        <w:rPr>
          <w:iCs/>
          <w:sz w:val="22"/>
          <w:szCs w:val="22"/>
          <w:lang w:val="en-GB"/>
        </w:rPr>
        <w:t>Mongolia</w:t>
      </w:r>
      <w:r w:rsidR="000A3178" w:rsidRPr="006C1BE1">
        <w:rPr>
          <w:i/>
          <w:sz w:val="22"/>
          <w:szCs w:val="22"/>
          <w:lang w:val="en-GB"/>
        </w:rPr>
        <w:t>.</w:t>
      </w:r>
    </w:p>
    <w:p w14:paraId="0B640BFC" w14:textId="77777777" w:rsidR="001C01A8" w:rsidRPr="001525C2" w:rsidRDefault="001C01A8" w:rsidP="001525C2">
      <w:pPr>
        <w:rPr>
          <w:lang w:val="en-GB"/>
        </w:rPr>
      </w:pPr>
    </w:p>
    <w:p w14:paraId="66764F08" w14:textId="77777777" w:rsidR="0008751A" w:rsidRDefault="0008751A" w:rsidP="00096FE3">
      <w:pPr>
        <w:pStyle w:val="Heading2"/>
        <w:numPr>
          <w:ilvl w:val="0"/>
          <w:numId w:val="9"/>
        </w:numPr>
        <w:ind w:left="450" w:hanging="450"/>
        <w:rPr>
          <w:rFonts w:ascii="Times New Roman" w:hAnsi="Times New Roman" w:cs="Times New Roman"/>
          <w:lang w:val="en-GB"/>
        </w:rPr>
      </w:pPr>
      <w:bookmarkStart w:id="17" w:name="_Toc99385361"/>
      <w:r>
        <w:rPr>
          <w:rFonts w:ascii="Times New Roman" w:hAnsi="Times New Roman" w:cs="Times New Roman"/>
          <w:lang w:val="en-GB"/>
        </w:rPr>
        <w:t>Eligible Bidders</w:t>
      </w:r>
      <w:bookmarkEnd w:id="17"/>
    </w:p>
    <w:p w14:paraId="37E122FB" w14:textId="77777777" w:rsidR="009D4B77" w:rsidRDefault="009D4B77" w:rsidP="009D4B77">
      <w:pPr>
        <w:jc w:val="both"/>
        <w:rPr>
          <w:color w:val="000000"/>
          <w:sz w:val="22"/>
          <w:szCs w:val="22"/>
          <w:lang w:val="en-GB"/>
        </w:rPr>
      </w:pPr>
    </w:p>
    <w:p w14:paraId="4C55C76F" w14:textId="77777777" w:rsidR="009D4B77" w:rsidRPr="009D4B77" w:rsidRDefault="0008751A" w:rsidP="00096FE3">
      <w:pPr>
        <w:pStyle w:val="ListParagraph"/>
        <w:numPr>
          <w:ilvl w:val="1"/>
          <w:numId w:val="20"/>
        </w:numPr>
        <w:jc w:val="both"/>
        <w:rPr>
          <w:color w:val="000000"/>
          <w:sz w:val="22"/>
          <w:szCs w:val="22"/>
          <w:lang w:val="en-GB"/>
        </w:rPr>
      </w:pPr>
      <w:r w:rsidRPr="009D4B77">
        <w:rPr>
          <w:color w:val="000000"/>
          <w:sz w:val="22"/>
          <w:szCs w:val="22"/>
          <w:lang w:val="en-GB"/>
        </w:rPr>
        <w:t xml:space="preserve">All </w:t>
      </w:r>
      <w:r w:rsidR="00F16397">
        <w:rPr>
          <w:color w:val="000000"/>
          <w:sz w:val="22"/>
          <w:szCs w:val="22"/>
          <w:lang w:val="en-GB"/>
        </w:rPr>
        <w:t>B</w:t>
      </w:r>
      <w:r w:rsidRPr="009D4B77">
        <w:rPr>
          <w:color w:val="000000"/>
          <w:sz w:val="22"/>
          <w:szCs w:val="22"/>
          <w:lang w:val="en-GB"/>
        </w:rPr>
        <w:t xml:space="preserve">idders found to have </w:t>
      </w:r>
      <w:r w:rsidR="00D2647B" w:rsidRPr="009D4B77">
        <w:rPr>
          <w:color w:val="000000"/>
          <w:sz w:val="22"/>
          <w:szCs w:val="22"/>
          <w:lang w:val="en-GB"/>
        </w:rPr>
        <w:t xml:space="preserve">a </w:t>
      </w:r>
      <w:r w:rsidRPr="009D4B77">
        <w:rPr>
          <w:color w:val="000000"/>
          <w:sz w:val="22"/>
          <w:szCs w:val="22"/>
          <w:lang w:val="en-GB"/>
        </w:rPr>
        <w:t>conflict of interest shall be disqualified. Bidders may be considered to have a conflict of interest if they</w:t>
      </w:r>
      <w:r w:rsidR="0083348E">
        <w:rPr>
          <w:color w:val="000000"/>
          <w:sz w:val="22"/>
          <w:szCs w:val="22"/>
          <w:lang w:val="en-GB"/>
        </w:rPr>
        <w:t xml:space="preserve"> </w:t>
      </w:r>
      <w:r w:rsidR="00FD71B3" w:rsidRPr="009D4B77">
        <w:rPr>
          <w:color w:val="000000"/>
          <w:sz w:val="22"/>
          <w:szCs w:val="22"/>
          <w:lang w:val="en-GB"/>
        </w:rPr>
        <w:t>a</w:t>
      </w:r>
      <w:r w:rsidR="00D2647B" w:rsidRPr="009D4B77">
        <w:rPr>
          <w:color w:val="000000"/>
          <w:sz w:val="22"/>
          <w:szCs w:val="22"/>
          <w:lang w:val="en-GB"/>
        </w:rPr>
        <w:t xml:space="preserve">re </w:t>
      </w:r>
      <w:r w:rsidRPr="009D4B77">
        <w:rPr>
          <w:color w:val="000000"/>
          <w:sz w:val="22"/>
          <w:szCs w:val="22"/>
          <w:lang w:val="en-GB"/>
        </w:rPr>
        <w:t xml:space="preserve">or have been associated in the past, with a firm or any of its affiliates </w:t>
      </w:r>
      <w:r w:rsidR="00D2647B" w:rsidRPr="009D4B77">
        <w:rPr>
          <w:color w:val="000000"/>
          <w:sz w:val="22"/>
          <w:szCs w:val="22"/>
          <w:lang w:val="en-GB"/>
        </w:rPr>
        <w:t xml:space="preserve">that </w:t>
      </w:r>
      <w:r w:rsidRPr="009D4B77">
        <w:rPr>
          <w:color w:val="000000"/>
          <w:sz w:val="22"/>
          <w:szCs w:val="22"/>
          <w:lang w:val="en-GB"/>
        </w:rPr>
        <w:t xml:space="preserve">have been engaged by UNFPA to provide consulting services </w:t>
      </w:r>
      <w:r w:rsidR="004C73D5" w:rsidRPr="009D4B77">
        <w:rPr>
          <w:color w:val="000000"/>
          <w:sz w:val="22"/>
          <w:szCs w:val="22"/>
          <w:lang w:val="en-GB"/>
        </w:rPr>
        <w:t>under these bidding documents</w:t>
      </w:r>
      <w:r w:rsidR="00FD71B3" w:rsidRPr="009D4B77">
        <w:rPr>
          <w:color w:val="000000"/>
          <w:sz w:val="22"/>
          <w:szCs w:val="22"/>
          <w:lang w:val="en-GB"/>
        </w:rPr>
        <w:t>.</w:t>
      </w:r>
    </w:p>
    <w:p w14:paraId="4E405F13" w14:textId="77777777" w:rsidR="009D4B77" w:rsidRDefault="009D4B77" w:rsidP="009D4B77">
      <w:pPr>
        <w:pStyle w:val="ListParagraph"/>
        <w:jc w:val="both"/>
        <w:rPr>
          <w:color w:val="000000"/>
          <w:sz w:val="22"/>
          <w:szCs w:val="22"/>
          <w:lang w:val="en-GB"/>
        </w:rPr>
      </w:pPr>
    </w:p>
    <w:p w14:paraId="730B8F58" w14:textId="77777777" w:rsidR="009D4B77" w:rsidRPr="009D4B77" w:rsidRDefault="0008751A" w:rsidP="00096FE3">
      <w:pPr>
        <w:pStyle w:val="ListParagraph"/>
        <w:numPr>
          <w:ilvl w:val="1"/>
          <w:numId w:val="20"/>
        </w:numPr>
        <w:jc w:val="both"/>
        <w:rPr>
          <w:color w:val="000000"/>
          <w:sz w:val="22"/>
          <w:szCs w:val="22"/>
          <w:lang w:val="en-GB"/>
        </w:rPr>
      </w:pPr>
      <w:r w:rsidRPr="009D4B77">
        <w:rPr>
          <w:color w:val="000000"/>
          <w:sz w:val="22"/>
          <w:szCs w:val="22"/>
          <w:lang w:val="en-GB"/>
        </w:rPr>
        <w:t xml:space="preserve">Bidders shall not be eligible to submit a bid </w:t>
      </w:r>
      <w:r w:rsidR="00F32A68" w:rsidRPr="009D4B77">
        <w:rPr>
          <w:color w:val="000000"/>
          <w:sz w:val="22"/>
          <w:szCs w:val="22"/>
          <w:lang w:val="en-GB"/>
        </w:rPr>
        <w:t xml:space="preserve">if </w:t>
      </w:r>
      <w:r w:rsidRPr="009D4B77">
        <w:rPr>
          <w:color w:val="000000"/>
          <w:sz w:val="22"/>
          <w:szCs w:val="22"/>
          <w:lang w:val="en-GB"/>
        </w:rPr>
        <w:t>at the time of bid submission:</w:t>
      </w:r>
      <w:r w:rsidR="009D4B77" w:rsidRPr="009D4B77">
        <w:rPr>
          <w:color w:val="000000"/>
          <w:sz w:val="22"/>
          <w:szCs w:val="22"/>
          <w:lang w:val="en-GB"/>
        </w:rPr>
        <w:t xml:space="preserve"> </w:t>
      </w:r>
    </w:p>
    <w:p w14:paraId="715BFEF5" w14:textId="77777777" w:rsidR="009D4B77" w:rsidRPr="009D4B77" w:rsidRDefault="00F32A68" w:rsidP="00096FE3">
      <w:pPr>
        <w:pStyle w:val="ListParagraph"/>
        <w:numPr>
          <w:ilvl w:val="0"/>
          <w:numId w:val="21"/>
        </w:numPr>
        <w:jc w:val="both"/>
        <w:rPr>
          <w:color w:val="000000"/>
          <w:sz w:val="22"/>
          <w:szCs w:val="22"/>
          <w:lang w:val="en-GB"/>
        </w:rPr>
      </w:pPr>
      <w:r w:rsidRPr="009D4B77">
        <w:rPr>
          <w:sz w:val="22"/>
          <w:szCs w:val="22"/>
        </w:rPr>
        <w:t xml:space="preserve">The </w:t>
      </w:r>
      <w:r w:rsidR="00F16397">
        <w:rPr>
          <w:sz w:val="22"/>
          <w:szCs w:val="22"/>
        </w:rPr>
        <w:t>B</w:t>
      </w:r>
      <w:r w:rsidRPr="009D4B77">
        <w:rPr>
          <w:sz w:val="22"/>
          <w:szCs w:val="22"/>
        </w:rPr>
        <w:t>idder is</w:t>
      </w:r>
      <w:r w:rsidR="00635CB4" w:rsidRPr="009D4B77">
        <w:rPr>
          <w:sz w:val="22"/>
          <w:szCs w:val="22"/>
        </w:rPr>
        <w:t xml:space="preserve"> </w:t>
      </w:r>
      <w:r w:rsidR="0008751A" w:rsidRPr="009D4B77">
        <w:rPr>
          <w:sz w:val="22"/>
          <w:szCs w:val="22"/>
        </w:rPr>
        <w:t>listed as suspended on United Nations Global Marketplace</w:t>
      </w:r>
      <w:r w:rsidRPr="009D4B77">
        <w:rPr>
          <w:sz w:val="22"/>
          <w:szCs w:val="22"/>
        </w:rPr>
        <w:t xml:space="preserve"> (http://www.ungm.org)</w:t>
      </w:r>
      <w:r w:rsidR="00635CB4" w:rsidRPr="009D4B77">
        <w:rPr>
          <w:sz w:val="22"/>
          <w:szCs w:val="22"/>
        </w:rPr>
        <w:t xml:space="preserve"> </w:t>
      </w:r>
      <w:r w:rsidRPr="009D4B77">
        <w:rPr>
          <w:sz w:val="22"/>
          <w:szCs w:val="22"/>
        </w:rPr>
        <w:t>as a result of</w:t>
      </w:r>
      <w:r w:rsidR="00635CB4" w:rsidRPr="009D4B77">
        <w:rPr>
          <w:sz w:val="22"/>
          <w:szCs w:val="22"/>
        </w:rPr>
        <w:t xml:space="preserve"> having committed fraudulent activities</w:t>
      </w:r>
      <w:r w:rsidR="0008751A" w:rsidRPr="009D4B77">
        <w:rPr>
          <w:sz w:val="22"/>
          <w:szCs w:val="22"/>
        </w:rPr>
        <w:t>,</w:t>
      </w:r>
    </w:p>
    <w:p w14:paraId="359FBA01" w14:textId="77777777" w:rsidR="0008751A" w:rsidRPr="00EF1323" w:rsidRDefault="00F32A68" w:rsidP="00096FE3">
      <w:pPr>
        <w:pStyle w:val="ListParagraph"/>
        <w:numPr>
          <w:ilvl w:val="0"/>
          <w:numId w:val="21"/>
        </w:numPr>
        <w:jc w:val="both"/>
        <w:rPr>
          <w:color w:val="000000"/>
          <w:sz w:val="22"/>
          <w:szCs w:val="22"/>
          <w:lang w:val="en-GB"/>
        </w:rPr>
      </w:pPr>
      <w:r w:rsidRPr="009D4B77">
        <w:rPr>
          <w:sz w:val="22"/>
          <w:szCs w:val="22"/>
        </w:rPr>
        <w:t xml:space="preserve">The </w:t>
      </w:r>
      <w:r w:rsidR="00F16397">
        <w:rPr>
          <w:sz w:val="22"/>
          <w:szCs w:val="22"/>
        </w:rPr>
        <w:t>B</w:t>
      </w:r>
      <w:r w:rsidRPr="009D4B77">
        <w:rPr>
          <w:sz w:val="22"/>
          <w:szCs w:val="22"/>
        </w:rPr>
        <w:t xml:space="preserve">idder’s </w:t>
      </w:r>
      <w:r w:rsidR="0008751A" w:rsidRPr="009D4B77">
        <w:rPr>
          <w:sz w:val="22"/>
          <w:szCs w:val="22"/>
        </w:rPr>
        <w:t xml:space="preserve">name </w:t>
      </w:r>
      <w:r w:rsidRPr="009D4B77">
        <w:rPr>
          <w:sz w:val="22"/>
          <w:szCs w:val="22"/>
        </w:rPr>
        <w:t xml:space="preserve">is </w:t>
      </w:r>
      <w:r w:rsidR="0008751A" w:rsidRPr="009D4B77">
        <w:rPr>
          <w:sz w:val="22"/>
          <w:szCs w:val="22"/>
        </w:rPr>
        <w:t xml:space="preserve">mentioned in the </w:t>
      </w:r>
      <w:hyperlink r:id="rId20" w:history="1">
        <w:r w:rsidR="0008751A" w:rsidRPr="009D4B77">
          <w:rPr>
            <w:rStyle w:val="Hyperlink"/>
            <w:sz w:val="22"/>
            <w:szCs w:val="22"/>
          </w:rPr>
          <w:t>UN 1267 list</w:t>
        </w:r>
      </w:hyperlink>
      <w:r w:rsidR="0008751A" w:rsidRPr="009D4B77">
        <w:rPr>
          <w:sz w:val="22"/>
          <w:szCs w:val="22"/>
        </w:rPr>
        <w:t xml:space="preserve"> issued by the Security Council resolution 1267 </w:t>
      </w:r>
      <w:r w:rsidRPr="009D4B77">
        <w:rPr>
          <w:sz w:val="22"/>
          <w:szCs w:val="22"/>
        </w:rPr>
        <w:t xml:space="preserve">that </w:t>
      </w:r>
      <w:r w:rsidR="0008751A" w:rsidRPr="009D4B77">
        <w:rPr>
          <w:sz w:val="22"/>
          <w:szCs w:val="22"/>
        </w:rPr>
        <w:t>establishes a sanctions regime to cover individuals and entities associated with Al-Qaida and/or the Taliban;</w:t>
      </w:r>
    </w:p>
    <w:p w14:paraId="4FC09229" w14:textId="77777777" w:rsidR="00EF1323" w:rsidRPr="001C01A8" w:rsidRDefault="00EF1323" w:rsidP="00096FE3">
      <w:pPr>
        <w:pStyle w:val="ListParagraph"/>
        <w:numPr>
          <w:ilvl w:val="0"/>
          <w:numId w:val="21"/>
        </w:numPr>
        <w:jc w:val="both"/>
        <w:rPr>
          <w:color w:val="000000"/>
          <w:sz w:val="22"/>
          <w:szCs w:val="22"/>
          <w:lang w:val="en-GB"/>
        </w:rPr>
      </w:pPr>
      <w:r>
        <w:rPr>
          <w:sz w:val="22"/>
          <w:szCs w:val="22"/>
          <w:lang w:val="en-GB"/>
        </w:rPr>
        <w:t xml:space="preserve">The </w:t>
      </w:r>
      <w:r w:rsidR="00F16397">
        <w:rPr>
          <w:sz w:val="22"/>
          <w:szCs w:val="22"/>
          <w:lang w:val="en-GB"/>
        </w:rPr>
        <w:t>B</w:t>
      </w:r>
      <w:r>
        <w:rPr>
          <w:sz w:val="22"/>
          <w:szCs w:val="22"/>
          <w:lang w:val="en-GB"/>
        </w:rPr>
        <w:t xml:space="preserve">idder is debarred by the World Bank Group. </w:t>
      </w:r>
    </w:p>
    <w:p w14:paraId="32214904" w14:textId="77777777" w:rsidR="001A3589" w:rsidRDefault="001A3589">
      <w:pPr>
        <w:rPr>
          <w:sz w:val="22"/>
          <w:szCs w:val="22"/>
          <w:lang w:val="en-GB"/>
        </w:rPr>
      </w:pPr>
    </w:p>
    <w:p w14:paraId="46DD391D" w14:textId="77777777" w:rsidR="0008751A" w:rsidRDefault="0008751A" w:rsidP="009A490B">
      <w:pPr>
        <w:pStyle w:val="Heading2"/>
        <w:rPr>
          <w:lang w:val="en-GB"/>
        </w:rPr>
      </w:pPr>
      <w:bookmarkStart w:id="18" w:name="_Toc99385362"/>
      <w:r w:rsidRPr="009F287C">
        <w:rPr>
          <w:rFonts w:ascii="Times New Roman" w:hAnsi="Times New Roman" w:cs="Times New Roman"/>
          <w:lang w:val="en-GB"/>
        </w:rPr>
        <w:t>Fraud and Corruption</w:t>
      </w:r>
      <w:bookmarkEnd w:id="18"/>
    </w:p>
    <w:p w14:paraId="5A6D30C3" w14:textId="57DCF517" w:rsidR="00C6472E" w:rsidRDefault="00C6472E" w:rsidP="00E33A30">
      <w:pPr>
        <w:pStyle w:val="Sub-ClauseText"/>
        <w:numPr>
          <w:ilvl w:val="1"/>
          <w:numId w:val="38"/>
        </w:numPr>
        <w:spacing w:before="0" w:after="0"/>
        <w:rPr>
          <w:spacing w:val="0"/>
          <w:sz w:val="22"/>
          <w:szCs w:val="22"/>
        </w:rPr>
      </w:pPr>
      <w:r>
        <w:rPr>
          <w:spacing w:val="0"/>
          <w:sz w:val="22"/>
          <w:szCs w:val="22"/>
        </w:rPr>
        <w:t>UNFPA’s policy regarding fraud</w:t>
      </w:r>
      <w:r w:rsidR="009833EA" w:rsidRPr="57DCF517">
        <w:rPr>
          <w:spacing w:val="0"/>
          <w:sz w:val="22"/>
          <w:szCs w:val="22"/>
        </w:rPr>
        <w:t xml:space="preserve"> and corruption is available at</w:t>
      </w:r>
      <w:r w:rsidR="57DCF517" w:rsidRPr="57DCF517">
        <w:rPr>
          <w:spacing w:val="0"/>
          <w:sz w:val="22"/>
          <w:szCs w:val="22"/>
        </w:rPr>
        <w:t xml:space="preserve"> </w:t>
      </w:r>
      <w:hyperlink r:id="rId21" w:anchor="FraudCorruption">
        <w:r w:rsidR="57DCF517" w:rsidRPr="57DCF517">
          <w:rPr>
            <w:rStyle w:val="Hyperlink"/>
          </w:rPr>
          <w:t>http://www.unfpa.org/about-procurement#FraudCorruption</w:t>
        </w:r>
      </w:hyperlink>
      <w:r w:rsidR="57DCF517">
        <w:t xml:space="preserve"> </w:t>
      </w:r>
      <w:r w:rsidR="009833EA">
        <w:rPr>
          <w:spacing w:val="0"/>
          <w:sz w:val="22"/>
          <w:szCs w:val="22"/>
        </w:rPr>
        <w:t xml:space="preserve"> </w:t>
      </w:r>
      <w:r>
        <w:rPr>
          <w:spacing w:val="0"/>
          <w:sz w:val="22"/>
          <w:szCs w:val="22"/>
        </w:rPr>
        <w:t xml:space="preserve">and applies fully to this Invitation to Bid. The submission of any offer implies that the </w:t>
      </w:r>
      <w:r w:rsidR="00F16397">
        <w:rPr>
          <w:spacing w:val="0"/>
          <w:sz w:val="22"/>
          <w:szCs w:val="22"/>
        </w:rPr>
        <w:t>B</w:t>
      </w:r>
      <w:r>
        <w:rPr>
          <w:spacing w:val="0"/>
          <w:sz w:val="22"/>
          <w:szCs w:val="22"/>
        </w:rPr>
        <w:t xml:space="preserve">idder is aware of this policy. </w:t>
      </w:r>
    </w:p>
    <w:p w14:paraId="1383A954" w14:textId="77777777" w:rsidR="00C6472E" w:rsidRPr="00C6472E" w:rsidRDefault="00C6472E" w:rsidP="00C6472E">
      <w:pPr>
        <w:rPr>
          <w:lang w:val="en-GB"/>
        </w:rPr>
      </w:pPr>
    </w:p>
    <w:p w14:paraId="68BD66DE" w14:textId="77777777" w:rsidR="00C94A37" w:rsidRDefault="00C94A37">
      <w:pPr>
        <w:rPr>
          <w:sz w:val="22"/>
          <w:szCs w:val="22"/>
          <w:lang w:val="en-GB"/>
        </w:rPr>
      </w:pPr>
    </w:p>
    <w:p w14:paraId="45585606" w14:textId="77777777" w:rsidR="00CF5BC0" w:rsidRDefault="00CF5BC0">
      <w:pPr>
        <w:rPr>
          <w:sz w:val="22"/>
          <w:szCs w:val="22"/>
          <w:lang w:val="en-GB"/>
        </w:rPr>
      </w:pPr>
    </w:p>
    <w:p w14:paraId="1CDBC1D7" w14:textId="77777777" w:rsidR="0008751A" w:rsidRDefault="0008751A">
      <w:pPr>
        <w:pStyle w:val="Heading1"/>
        <w:numPr>
          <w:ilvl w:val="0"/>
          <w:numId w:val="3"/>
        </w:numPr>
        <w:rPr>
          <w:rFonts w:ascii="Times New Roman" w:hAnsi="Times New Roman" w:cs="Times New Roman"/>
        </w:rPr>
      </w:pPr>
      <w:bookmarkStart w:id="19" w:name="_Toc99385363"/>
      <w:r>
        <w:rPr>
          <w:rFonts w:ascii="Times New Roman" w:hAnsi="Times New Roman" w:cs="Times New Roman"/>
        </w:rPr>
        <w:t>Solicitation Documents</w:t>
      </w:r>
      <w:bookmarkEnd w:id="19"/>
    </w:p>
    <w:p w14:paraId="373C788E" w14:textId="77777777" w:rsidR="0008751A" w:rsidRDefault="0008751A">
      <w:pPr>
        <w:rPr>
          <w:sz w:val="22"/>
          <w:szCs w:val="22"/>
          <w:lang w:val="en-GB"/>
        </w:rPr>
      </w:pPr>
    </w:p>
    <w:p w14:paraId="599D9FA0" w14:textId="77777777" w:rsidR="0008751A" w:rsidRDefault="0008751A" w:rsidP="00E33A30">
      <w:pPr>
        <w:pStyle w:val="Heading2"/>
        <w:numPr>
          <w:ilvl w:val="0"/>
          <w:numId w:val="38"/>
        </w:numPr>
        <w:ind w:left="450" w:hanging="450"/>
        <w:rPr>
          <w:rFonts w:ascii="Times New Roman" w:hAnsi="Times New Roman" w:cs="Times New Roman"/>
          <w:lang w:val="en-GB"/>
        </w:rPr>
      </w:pPr>
      <w:bookmarkStart w:id="20" w:name="_Toc99385364"/>
      <w:r>
        <w:rPr>
          <w:rFonts w:ascii="Times New Roman" w:hAnsi="Times New Roman" w:cs="Times New Roman"/>
          <w:lang w:val="en-GB"/>
        </w:rPr>
        <w:t xml:space="preserve">UNFPA </w:t>
      </w:r>
      <w:r w:rsidR="00F6329A">
        <w:rPr>
          <w:rFonts w:ascii="Times New Roman" w:hAnsi="Times New Roman" w:cs="Times New Roman"/>
          <w:lang w:val="en-GB"/>
        </w:rPr>
        <w:t xml:space="preserve">Solicitation </w:t>
      </w:r>
      <w:r>
        <w:rPr>
          <w:rFonts w:ascii="Times New Roman" w:hAnsi="Times New Roman" w:cs="Times New Roman"/>
          <w:lang w:val="en-GB"/>
        </w:rPr>
        <w:t>document</w:t>
      </w:r>
      <w:bookmarkEnd w:id="20"/>
    </w:p>
    <w:p w14:paraId="38D2E48F" w14:textId="77777777" w:rsidR="0008751A" w:rsidRDefault="0008751A">
      <w:pPr>
        <w:jc w:val="both"/>
        <w:rPr>
          <w:sz w:val="22"/>
          <w:szCs w:val="22"/>
          <w:lang w:val="en-GB"/>
        </w:rPr>
      </w:pPr>
    </w:p>
    <w:p w14:paraId="4CBF9509" w14:textId="77777777" w:rsidR="009F287C" w:rsidRDefault="0008751A" w:rsidP="00096FE3">
      <w:pPr>
        <w:pStyle w:val="ListParagraph"/>
        <w:numPr>
          <w:ilvl w:val="1"/>
          <w:numId w:val="22"/>
        </w:numPr>
        <w:jc w:val="both"/>
        <w:rPr>
          <w:sz w:val="22"/>
          <w:szCs w:val="22"/>
          <w:lang w:val="en-GB"/>
        </w:rPr>
      </w:pPr>
      <w:r w:rsidRPr="009F287C">
        <w:rPr>
          <w:sz w:val="22"/>
          <w:szCs w:val="22"/>
          <w:lang w:val="en-GB"/>
        </w:rPr>
        <w:t xml:space="preserve">Bidders are expected to examine all instructions, forms, specifications, terms and conditions contained </w:t>
      </w:r>
      <w:r w:rsidR="00F6329A" w:rsidRPr="009F287C">
        <w:rPr>
          <w:sz w:val="22"/>
          <w:szCs w:val="22"/>
          <w:lang w:val="en-GB"/>
        </w:rPr>
        <w:t>with</w:t>
      </w:r>
      <w:r w:rsidRPr="009F287C">
        <w:rPr>
          <w:sz w:val="22"/>
          <w:szCs w:val="22"/>
          <w:lang w:val="en-GB"/>
        </w:rPr>
        <w:t xml:space="preserve">in </w:t>
      </w:r>
      <w:r w:rsidR="00F6329A" w:rsidRPr="009F287C">
        <w:rPr>
          <w:sz w:val="22"/>
          <w:szCs w:val="22"/>
          <w:lang w:val="en-GB"/>
        </w:rPr>
        <w:t xml:space="preserve">this UNFPA </w:t>
      </w:r>
      <w:r w:rsidRPr="009F287C">
        <w:rPr>
          <w:sz w:val="22"/>
          <w:szCs w:val="22"/>
          <w:lang w:val="en-GB"/>
        </w:rPr>
        <w:t xml:space="preserve">solicitation document. Failure to comply with these documents shall be at the </w:t>
      </w:r>
      <w:r w:rsidR="00F16397">
        <w:rPr>
          <w:sz w:val="22"/>
          <w:szCs w:val="22"/>
          <w:lang w:val="en-GB"/>
        </w:rPr>
        <w:t>B</w:t>
      </w:r>
      <w:r w:rsidRPr="009F287C">
        <w:rPr>
          <w:sz w:val="22"/>
          <w:szCs w:val="22"/>
          <w:lang w:val="en-GB"/>
        </w:rPr>
        <w:t xml:space="preserve">idder’s risk and may affect the evaluation of the </w:t>
      </w:r>
      <w:r w:rsidR="002126A3" w:rsidRPr="009F287C">
        <w:rPr>
          <w:sz w:val="22"/>
          <w:szCs w:val="22"/>
          <w:lang w:val="en-GB"/>
        </w:rPr>
        <w:t>bid</w:t>
      </w:r>
      <w:r w:rsidRPr="009F287C">
        <w:rPr>
          <w:sz w:val="22"/>
          <w:szCs w:val="22"/>
          <w:lang w:val="en-GB"/>
        </w:rPr>
        <w:t>s, or may result in the rejection of the bid.</w:t>
      </w:r>
    </w:p>
    <w:p w14:paraId="5C3ECED9" w14:textId="77777777" w:rsidR="009F287C" w:rsidRDefault="009F287C" w:rsidP="009F287C">
      <w:pPr>
        <w:pStyle w:val="ListParagraph"/>
        <w:ind w:left="360"/>
        <w:jc w:val="both"/>
        <w:rPr>
          <w:sz w:val="22"/>
          <w:szCs w:val="22"/>
          <w:lang w:val="en-GB"/>
        </w:rPr>
      </w:pPr>
    </w:p>
    <w:p w14:paraId="33D062DE" w14:textId="77777777" w:rsidR="009F287C" w:rsidRDefault="0008751A" w:rsidP="00096FE3">
      <w:pPr>
        <w:pStyle w:val="ListParagraph"/>
        <w:numPr>
          <w:ilvl w:val="1"/>
          <w:numId w:val="22"/>
        </w:numPr>
        <w:jc w:val="both"/>
        <w:rPr>
          <w:sz w:val="22"/>
          <w:szCs w:val="22"/>
          <w:lang w:val="en-GB"/>
        </w:rPr>
      </w:pPr>
      <w:r w:rsidRPr="009F287C">
        <w:rPr>
          <w:sz w:val="22"/>
          <w:szCs w:val="22"/>
          <w:lang w:val="en-GB"/>
        </w:rPr>
        <w:t>Bidders are cautioned to read the specifications carefully (see Section II Technical Specifications</w:t>
      </w:r>
      <w:r w:rsidR="00F275F0" w:rsidRPr="009F287C">
        <w:rPr>
          <w:sz w:val="22"/>
          <w:szCs w:val="22"/>
          <w:lang w:val="en-GB"/>
        </w:rPr>
        <w:t xml:space="preserve"> and Schedule of Requirements</w:t>
      </w:r>
      <w:r w:rsidRPr="009F287C">
        <w:rPr>
          <w:sz w:val="22"/>
          <w:szCs w:val="22"/>
          <w:lang w:val="en-GB"/>
        </w:rPr>
        <w:t>), as there may be special requirements. The technical specifications presented herein are not to be construed as defining a particular manufacturer’s product. Bidders are encouraged to advise UNFPA if they disagree.</w:t>
      </w:r>
    </w:p>
    <w:p w14:paraId="38A6429F" w14:textId="77777777" w:rsidR="009F287C" w:rsidRPr="009F287C" w:rsidRDefault="009F287C" w:rsidP="009F287C">
      <w:pPr>
        <w:pStyle w:val="ListParagraph"/>
        <w:rPr>
          <w:sz w:val="22"/>
          <w:szCs w:val="22"/>
          <w:lang w:val="en-GB"/>
        </w:rPr>
      </w:pPr>
    </w:p>
    <w:p w14:paraId="259866FF" w14:textId="77777777" w:rsidR="0008751A" w:rsidRPr="009F287C" w:rsidRDefault="0008751A" w:rsidP="00096FE3">
      <w:pPr>
        <w:pStyle w:val="ListParagraph"/>
        <w:numPr>
          <w:ilvl w:val="1"/>
          <w:numId w:val="22"/>
        </w:numPr>
        <w:jc w:val="both"/>
        <w:rPr>
          <w:sz w:val="22"/>
          <w:szCs w:val="22"/>
          <w:lang w:val="en-GB"/>
        </w:rPr>
      </w:pPr>
      <w:r w:rsidRPr="009F287C">
        <w:rPr>
          <w:sz w:val="22"/>
          <w:szCs w:val="22"/>
          <w:lang w:val="en-GB"/>
        </w:rPr>
        <w:t>The specifications are the minimum requirements for the products</w:t>
      </w:r>
      <w:r w:rsidR="00A50D1D" w:rsidRPr="009F287C">
        <w:rPr>
          <w:sz w:val="22"/>
          <w:szCs w:val="22"/>
          <w:lang w:val="en-GB"/>
        </w:rPr>
        <w:t xml:space="preserve"> and related services</w:t>
      </w:r>
      <w:r w:rsidRPr="009F287C">
        <w:rPr>
          <w:sz w:val="22"/>
          <w:szCs w:val="22"/>
          <w:lang w:val="en-GB"/>
        </w:rPr>
        <w:t>. Products</w:t>
      </w:r>
      <w:r w:rsidR="00A50D1D" w:rsidRPr="009F287C">
        <w:rPr>
          <w:sz w:val="22"/>
          <w:szCs w:val="22"/>
          <w:lang w:val="en-GB"/>
        </w:rPr>
        <w:t xml:space="preserve"> and services</w:t>
      </w:r>
      <w:r w:rsidRPr="009F287C">
        <w:rPr>
          <w:sz w:val="22"/>
          <w:szCs w:val="22"/>
          <w:lang w:val="en-GB"/>
        </w:rPr>
        <w:t xml:space="preserve"> offered must meet or exceed all requirements herein. The products shall conform in strength, quality and workmanship to the accepted standards of the relevant industry. Modifications of or additions to basic standard products of less size or capability to meet these requirements will not be acceptable.</w:t>
      </w:r>
    </w:p>
    <w:p w14:paraId="0B8B2110" w14:textId="77777777" w:rsidR="001A3589" w:rsidRDefault="001A3589">
      <w:pPr>
        <w:jc w:val="both"/>
        <w:rPr>
          <w:sz w:val="22"/>
          <w:szCs w:val="22"/>
          <w:lang w:val="en-GB"/>
        </w:rPr>
      </w:pPr>
    </w:p>
    <w:p w14:paraId="0BAF5616" w14:textId="77777777" w:rsidR="0008751A" w:rsidRDefault="0008751A" w:rsidP="00E33A30">
      <w:pPr>
        <w:pStyle w:val="Heading2"/>
        <w:numPr>
          <w:ilvl w:val="0"/>
          <w:numId w:val="38"/>
        </w:numPr>
        <w:ind w:left="450" w:hanging="450"/>
        <w:rPr>
          <w:rFonts w:ascii="Times New Roman" w:hAnsi="Times New Roman" w:cs="Times New Roman"/>
          <w:lang w:val="en-GB"/>
        </w:rPr>
      </w:pPr>
      <w:bookmarkStart w:id="21" w:name="_Toc99385365"/>
      <w:r>
        <w:rPr>
          <w:rFonts w:ascii="Times New Roman" w:hAnsi="Times New Roman" w:cs="Times New Roman"/>
          <w:lang w:val="en-GB"/>
        </w:rPr>
        <w:t>Clarifications of solicitation document</w:t>
      </w:r>
      <w:bookmarkEnd w:id="21"/>
    </w:p>
    <w:p w14:paraId="5EF746C8" w14:textId="77777777" w:rsidR="0008751A" w:rsidRDefault="0008751A">
      <w:pPr>
        <w:jc w:val="both"/>
        <w:rPr>
          <w:sz w:val="22"/>
          <w:szCs w:val="22"/>
          <w:lang w:val="en-GB"/>
        </w:rPr>
      </w:pPr>
    </w:p>
    <w:p w14:paraId="7810B50E" w14:textId="1E3BDF6A" w:rsidR="0008751A" w:rsidRPr="006C1BE1" w:rsidRDefault="0008751A" w:rsidP="00096FE3">
      <w:pPr>
        <w:pStyle w:val="ListParagraph"/>
        <w:numPr>
          <w:ilvl w:val="1"/>
          <w:numId w:val="23"/>
        </w:numPr>
        <w:tabs>
          <w:tab w:val="left" w:pos="540"/>
        </w:tabs>
        <w:jc w:val="both"/>
        <w:rPr>
          <w:spacing w:val="-2"/>
          <w:sz w:val="22"/>
          <w:szCs w:val="22"/>
        </w:rPr>
      </w:pPr>
      <w:r w:rsidRPr="00D643B9">
        <w:rPr>
          <w:sz w:val="22"/>
          <w:szCs w:val="22"/>
          <w:lang w:val="en-GB"/>
        </w:rPr>
        <w:t xml:space="preserve">A prospective </w:t>
      </w:r>
      <w:r w:rsidR="00F16397">
        <w:rPr>
          <w:sz w:val="22"/>
          <w:szCs w:val="22"/>
          <w:lang w:val="en-GB"/>
        </w:rPr>
        <w:t>B</w:t>
      </w:r>
      <w:r w:rsidRPr="00D643B9">
        <w:rPr>
          <w:sz w:val="22"/>
          <w:szCs w:val="22"/>
          <w:lang w:val="en-GB"/>
        </w:rPr>
        <w:t>idder requiring any clarification on the bid solicitation documents may notify UNFPA in writing</w:t>
      </w:r>
      <w:r w:rsidRPr="00D643B9">
        <w:rPr>
          <w:color w:val="000000"/>
          <w:sz w:val="22"/>
          <w:szCs w:val="22"/>
          <w:lang w:val="en-GB"/>
        </w:rPr>
        <w:t xml:space="preserve"> within </w:t>
      </w:r>
      <w:r w:rsidR="00460B4D">
        <w:rPr>
          <w:b/>
          <w:bCs/>
          <w:i/>
          <w:color w:val="000000"/>
          <w:sz w:val="22"/>
          <w:szCs w:val="22"/>
          <w:lang w:val="en-GB"/>
        </w:rPr>
        <w:t>15</w:t>
      </w:r>
      <w:r w:rsidR="00460B4D" w:rsidRPr="00F76EA4">
        <w:rPr>
          <w:b/>
          <w:bCs/>
          <w:i/>
          <w:color w:val="000000"/>
          <w:sz w:val="22"/>
          <w:szCs w:val="22"/>
          <w:vertAlign w:val="superscript"/>
          <w:lang w:val="en-GB"/>
        </w:rPr>
        <w:t>th</w:t>
      </w:r>
      <w:r w:rsidR="00460B4D" w:rsidRPr="00F76EA4">
        <w:rPr>
          <w:b/>
          <w:bCs/>
          <w:i/>
          <w:color w:val="000000"/>
          <w:sz w:val="22"/>
          <w:szCs w:val="22"/>
          <w:lang w:val="en-GB"/>
        </w:rPr>
        <w:t xml:space="preserve"> </w:t>
      </w:r>
      <w:r w:rsidR="00F76EA4" w:rsidRPr="00F76EA4">
        <w:rPr>
          <w:b/>
          <w:bCs/>
          <w:i/>
          <w:color w:val="000000"/>
          <w:sz w:val="22"/>
          <w:szCs w:val="22"/>
          <w:lang w:val="en-GB"/>
        </w:rPr>
        <w:t>April 2022</w:t>
      </w:r>
      <w:r w:rsidR="00F76EA4">
        <w:rPr>
          <w:i/>
          <w:color w:val="000000"/>
          <w:sz w:val="22"/>
          <w:szCs w:val="22"/>
          <w:lang w:val="en-GB"/>
        </w:rPr>
        <w:t xml:space="preserve"> </w:t>
      </w:r>
      <w:r w:rsidRPr="00D643B9">
        <w:rPr>
          <w:sz w:val="22"/>
          <w:szCs w:val="22"/>
          <w:lang w:val="en-GB"/>
        </w:rPr>
        <w:t xml:space="preserve">from the date of issue of the bid. UNFPA shall respond in writing to any request for clarification received and circulate its response (including an explanation of the query but without identifying the source of enquiry) to all prospective </w:t>
      </w:r>
      <w:r w:rsidR="00F16397">
        <w:rPr>
          <w:sz w:val="22"/>
          <w:szCs w:val="22"/>
          <w:lang w:val="en-GB"/>
        </w:rPr>
        <w:t>B</w:t>
      </w:r>
      <w:r w:rsidRPr="00D643B9">
        <w:rPr>
          <w:sz w:val="22"/>
          <w:szCs w:val="22"/>
          <w:lang w:val="en-GB"/>
        </w:rPr>
        <w:t xml:space="preserve">idders who have received the bid solicitation documents. A </w:t>
      </w:r>
      <w:r w:rsidRPr="006C1BE1">
        <w:rPr>
          <w:sz w:val="22"/>
          <w:szCs w:val="22"/>
          <w:lang w:val="en-GB"/>
        </w:rPr>
        <w:t>copy of UNFPA’s answer shall also be posted on the UN Global Marketplace</w:t>
      </w:r>
      <w:r w:rsidR="00E46683" w:rsidRPr="006C1BE1">
        <w:rPr>
          <w:sz w:val="22"/>
          <w:szCs w:val="22"/>
          <w:lang w:val="en-GB"/>
        </w:rPr>
        <w:t>,</w:t>
      </w:r>
      <w:r w:rsidRPr="006C1BE1">
        <w:rPr>
          <w:sz w:val="22"/>
          <w:szCs w:val="22"/>
          <w:lang w:val="en-GB"/>
        </w:rPr>
        <w:t xml:space="preserve"> </w:t>
      </w:r>
      <w:hyperlink r:id="rId22" w:history="1">
        <w:r w:rsidRPr="006C1BE1">
          <w:rPr>
            <w:rStyle w:val="Hyperlink"/>
            <w:sz w:val="22"/>
            <w:szCs w:val="22"/>
            <w:lang w:val="en-GB"/>
          </w:rPr>
          <w:t>http://www.ungm.org/</w:t>
        </w:r>
      </w:hyperlink>
      <w:r w:rsidRPr="006C1BE1">
        <w:rPr>
          <w:sz w:val="22"/>
          <w:szCs w:val="22"/>
        </w:rPr>
        <w:t xml:space="preserve"> </w:t>
      </w:r>
      <w:r w:rsidR="000644F7" w:rsidRPr="006C1BE1">
        <w:rPr>
          <w:sz w:val="22"/>
          <w:szCs w:val="22"/>
        </w:rPr>
        <w:t xml:space="preserve">and the following </w:t>
      </w:r>
      <w:r w:rsidRPr="006C1BE1">
        <w:rPr>
          <w:sz w:val="22"/>
          <w:szCs w:val="22"/>
        </w:rPr>
        <w:t>other media</w:t>
      </w:r>
      <w:r w:rsidR="000644F7" w:rsidRPr="006C1BE1">
        <w:rPr>
          <w:sz w:val="22"/>
          <w:szCs w:val="22"/>
        </w:rPr>
        <w:t xml:space="preserve"> outlets</w:t>
      </w:r>
      <w:r w:rsidR="000644F7" w:rsidRPr="006C1BE1">
        <w:rPr>
          <w:i/>
          <w:spacing w:val="-2"/>
          <w:sz w:val="22"/>
          <w:szCs w:val="22"/>
        </w:rPr>
        <w:t xml:space="preserve">: </w:t>
      </w:r>
      <w:r w:rsidR="00861228" w:rsidRPr="006C1BE1">
        <w:rPr>
          <w:i/>
          <w:spacing w:val="-2"/>
          <w:sz w:val="22"/>
          <w:szCs w:val="22"/>
        </w:rPr>
        <w:t xml:space="preserve">UNFPA Mongolia website, </w:t>
      </w:r>
      <w:hyperlink r:id="rId23" w:history="1">
        <w:r w:rsidR="00861228" w:rsidRPr="006C1BE1">
          <w:rPr>
            <w:rStyle w:val="Hyperlink"/>
            <w:i/>
            <w:spacing w:val="-2"/>
            <w:sz w:val="22"/>
            <w:szCs w:val="22"/>
          </w:rPr>
          <w:t>https://mongolia.unfpa.org/en</w:t>
        </w:r>
      </w:hyperlink>
      <w:r w:rsidRPr="006C1BE1">
        <w:rPr>
          <w:spacing w:val="-2"/>
          <w:sz w:val="22"/>
          <w:szCs w:val="22"/>
        </w:rPr>
        <w:t>.</w:t>
      </w:r>
    </w:p>
    <w:p w14:paraId="14B6FEB5" w14:textId="77777777" w:rsidR="0008751A" w:rsidRPr="00CF5BC0" w:rsidRDefault="0008751A">
      <w:pPr>
        <w:jc w:val="both"/>
        <w:rPr>
          <w:sz w:val="22"/>
          <w:szCs w:val="22"/>
        </w:rPr>
      </w:pPr>
    </w:p>
    <w:p w14:paraId="1D51147B" w14:textId="77777777" w:rsidR="0008751A" w:rsidRDefault="0008751A" w:rsidP="00E33A30">
      <w:pPr>
        <w:pStyle w:val="Heading2"/>
        <w:numPr>
          <w:ilvl w:val="0"/>
          <w:numId w:val="38"/>
        </w:numPr>
        <w:ind w:left="450" w:hanging="450"/>
        <w:rPr>
          <w:rFonts w:ascii="Times New Roman" w:hAnsi="Times New Roman" w:cs="Times New Roman"/>
          <w:lang w:val="en-GB"/>
        </w:rPr>
      </w:pPr>
      <w:bookmarkStart w:id="22" w:name="_Toc99385366"/>
      <w:r>
        <w:rPr>
          <w:rFonts w:ascii="Times New Roman" w:hAnsi="Times New Roman" w:cs="Times New Roman"/>
          <w:lang w:val="en-GB"/>
        </w:rPr>
        <w:t xml:space="preserve">Amendments </w:t>
      </w:r>
      <w:r w:rsidR="009C3650">
        <w:rPr>
          <w:rFonts w:ascii="Times New Roman" w:hAnsi="Times New Roman" w:cs="Times New Roman"/>
          <w:lang w:val="en-GB"/>
        </w:rPr>
        <w:t xml:space="preserve">to </w:t>
      </w:r>
      <w:r>
        <w:rPr>
          <w:rFonts w:ascii="Times New Roman" w:hAnsi="Times New Roman" w:cs="Times New Roman"/>
          <w:lang w:val="en-GB"/>
        </w:rPr>
        <w:t>UNFPA bid solicitation document</w:t>
      </w:r>
      <w:bookmarkEnd w:id="22"/>
    </w:p>
    <w:p w14:paraId="6704A585" w14:textId="77777777" w:rsidR="0008751A" w:rsidRDefault="0008751A">
      <w:pPr>
        <w:jc w:val="both"/>
        <w:rPr>
          <w:sz w:val="22"/>
          <w:szCs w:val="22"/>
          <w:lang w:val="en-GB"/>
        </w:rPr>
      </w:pPr>
    </w:p>
    <w:p w14:paraId="0E5F50C9" w14:textId="77777777" w:rsidR="00D643B9" w:rsidRDefault="0008751A" w:rsidP="00096FE3">
      <w:pPr>
        <w:pStyle w:val="ListParagraph"/>
        <w:numPr>
          <w:ilvl w:val="1"/>
          <w:numId w:val="24"/>
        </w:numPr>
        <w:jc w:val="both"/>
        <w:rPr>
          <w:sz w:val="22"/>
          <w:szCs w:val="22"/>
          <w:lang w:val="en-GB"/>
        </w:rPr>
      </w:pPr>
      <w:r w:rsidRPr="00D643B9">
        <w:rPr>
          <w:sz w:val="22"/>
          <w:szCs w:val="22"/>
          <w:lang w:val="en-GB"/>
        </w:rPr>
        <w:t xml:space="preserve">At any time prior to the deadline for submission of </w:t>
      </w:r>
      <w:r w:rsidR="002126A3" w:rsidRPr="00D643B9">
        <w:rPr>
          <w:sz w:val="22"/>
          <w:szCs w:val="22"/>
          <w:lang w:val="en-GB"/>
        </w:rPr>
        <w:t>bid</w:t>
      </w:r>
      <w:r w:rsidRPr="00D643B9">
        <w:rPr>
          <w:sz w:val="22"/>
          <w:szCs w:val="22"/>
          <w:lang w:val="en-GB"/>
        </w:rPr>
        <w:t>s, UNFPA may for any reason</w:t>
      </w:r>
      <w:r w:rsidR="009C3650" w:rsidRPr="00D643B9">
        <w:rPr>
          <w:sz w:val="22"/>
          <w:szCs w:val="22"/>
          <w:lang w:val="en-GB"/>
        </w:rPr>
        <w:t>,</w:t>
      </w:r>
      <w:r w:rsidRPr="00D643B9">
        <w:rPr>
          <w:sz w:val="22"/>
          <w:szCs w:val="22"/>
          <w:lang w:val="en-GB"/>
        </w:rPr>
        <w:t xml:space="preserve"> whether at its own initiative or in response to a clarification requested by a prospective </w:t>
      </w:r>
      <w:r w:rsidR="00F16397">
        <w:rPr>
          <w:sz w:val="22"/>
          <w:szCs w:val="22"/>
          <w:lang w:val="en-GB"/>
        </w:rPr>
        <w:t>B</w:t>
      </w:r>
      <w:r w:rsidRPr="00D643B9">
        <w:rPr>
          <w:sz w:val="22"/>
          <w:szCs w:val="22"/>
          <w:lang w:val="en-GB"/>
        </w:rPr>
        <w:t>idder, modify the bidding documents by amendment.</w:t>
      </w:r>
    </w:p>
    <w:p w14:paraId="56DC0919" w14:textId="77777777" w:rsidR="00D643B9" w:rsidRDefault="00D643B9" w:rsidP="00D643B9">
      <w:pPr>
        <w:pStyle w:val="ListParagraph"/>
        <w:ind w:left="360"/>
        <w:jc w:val="both"/>
        <w:rPr>
          <w:sz w:val="22"/>
          <w:szCs w:val="22"/>
          <w:lang w:val="en-GB"/>
        </w:rPr>
      </w:pPr>
    </w:p>
    <w:p w14:paraId="038DBBCD" w14:textId="77777777" w:rsidR="0008751A" w:rsidRDefault="0008751A" w:rsidP="00096FE3">
      <w:pPr>
        <w:pStyle w:val="ListParagraph"/>
        <w:numPr>
          <w:ilvl w:val="1"/>
          <w:numId w:val="24"/>
        </w:numPr>
        <w:jc w:val="both"/>
        <w:rPr>
          <w:sz w:val="22"/>
          <w:szCs w:val="22"/>
          <w:lang w:val="en-GB"/>
        </w:rPr>
      </w:pPr>
      <w:r w:rsidRPr="00D643B9">
        <w:rPr>
          <w:sz w:val="22"/>
          <w:szCs w:val="22"/>
          <w:lang w:val="en-GB"/>
        </w:rPr>
        <w:t xml:space="preserve">All prospective </w:t>
      </w:r>
      <w:r w:rsidR="00F16397">
        <w:rPr>
          <w:sz w:val="22"/>
          <w:szCs w:val="22"/>
          <w:lang w:val="en-GB"/>
        </w:rPr>
        <w:t>B</w:t>
      </w:r>
      <w:r w:rsidRPr="00D643B9">
        <w:rPr>
          <w:sz w:val="22"/>
          <w:szCs w:val="22"/>
          <w:lang w:val="en-GB"/>
        </w:rPr>
        <w:t xml:space="preserve">idders that have received the bidding documents shall be notified in writing of all the amendments to the bidding documents. In order to give prospective </w:t>
      </w:r>
      <w:r w:rsidR="00F16397">
        <w:rPr>
          <w:sz w:val="22"/>
          <w:szCs w:val="22"/>
          <w:lang w:val="en-GB"/>
        </w:rPr>
        <w:t>B</w:t>
      </w:r>
      <w:r w:rsidRPr="00D643B9">
        <w:rPr>
          <w:sz w:val="22"/>
          <w:szCs w:val="22"/>
          <w:lang w:val="en-GB"/>
        </w:rPr>
        <w:t xml:space="preserve">idders reasonable time to take the amendments into account in preparing their </w:t>
      </w:r>
      <w:r w:rsidR="002126A3" w:rsidRPr="00D643B9">
        <w:rPr>
          <w:sz w:val="22"/>
          <w:szCs w:val="22"/>
          <w:lang w:val="en-GB"/>
        </w:rPr>
        <w:t>bid</w:t>
      </w:r>
      <w:r w:rsidRPr="00D643B9">
        <w:rPr>
          <w:sz w:val="22"/>
          <w:szCs w:val="22"/>
          <w:lang w:val="en-GB"/>
        </w:rPr>
        <w:t>s UNFPA may</w:t>
      </w:r>
      <w:r w:rsidR="009C3650" w:rsidRPr="00D643B9">
        <w:rPr>
          <w:sz w:val="22"/>
          <w:szCs w:val="22"/>
          <w:lang w:val="en-GB"/>
        </w:rPr>
        <w:t>,</w:t>
      </w:r>
      <w:r w:rsidRPr="00D643B9">
        <w:rPr>
          <w:sz w:val="22"/>
          <w:szCs w:val="22"/>
          <w:lang w:val="en-GB"/>
        </w:rPr>
        <w:t xml:space="preserve"> at its discretion, extend the deadline for the submission of </w:t>
      </w:r>
      <w:r w:rsidR="002126A3" w:rsidRPr="00D643B9">
        <w:rPr>
          <w:sz w:val="22"/>
          <w:szCs w:val="22"/>
          <w:lang w:val="en-GB"/>
        </w:rPr>
        <w:t>bid</w:t>
      </w:r>
      <w:r w:rsidRPr="00D643B9">
        <w:rPr>
          <w:sz w:val="22"/>
          <w:szCs w:val="22"/>
          <w:lang w:val="en-GB"/>
        </w:rPr>
        <w:t>s.</w:t>
      </w:r>
    </w:p>
    <w:p w14:paraId="749BB922" w14:textId="77777777" w:rsidR="00AC7E96" w:rsidRDefault="00AC7E96" w:rsidP="00AC7E96">
      <w:pPr>
        <w:pStyle w:val="ListParagraph"/>
        <w:rPr>
          <w:sz w:val="22"/>
          <w:szCs w:val="22"/>
          <w:lang w:val="en-GB"/>
        </w:rPr>
      </w:pPr>
    </w:p>
    <w:p w14:paraId="5E33E372" w14:textId="77777777" w:rsidR="00AC7E96" w:rsidRPr="00AC7E96" w:rsidRDefault="00AC7E96" w:rsidP="00AC7E96">
      <w:pPr>
        <w:pStyle w:val="ListParagraph"/>
        <w:rPr>
          <w:sz w:val="22"/>
          <w:szCs w:val="22"/>
          <w:lang w:val="en-GB"/>
        </w:rPr>
      </w:pPr>
    </w:p>
    <w:p w14:paraId="118443F0" w14:textId="77777777" w:rsidR="00AC7E96" w:rsidRPr="00AC7E96" w:rsidRDefault="00AC7E96" w:rsidP="00AC7E96">
      <w:pPr>
        <w:pStyle w:val="Heading1"/>
        <w:numPr>
          <w:ilvl w:val="0"/>
          <w:numId w:val="3"/>
        </w:numPr>
        <w:rPr>
          <w:rFonts w:ascii="Times New Roman" w:hAnsi="Times New Roman" w:cs="Times New Roman"/>
        </w:rPr>
      </w:pPr>
      <w:bookmarkStart w:id="23" w:name="_Toc99385367"/>
      <w:r w:rsidRPr="00AC7E96">
        <w:rPr>
          <w:rFonts w:ascii="Times New Roman" w:hAnsi="Times New Roman" w:cs="Times New Roman"/>
        </w:rPr>
        <w:t>Preparation of Bids</w:t>
      </w:r>
      <w:bookmarkEnd w:id="23"/>
    </w:p>
    <w:p w14:paraId="3D07D846" w14:textId="77777777" w:rsidR="00D643B9" w:rsidRDefault="00D643B9">
      <w:pPr>
        <w:rPr>
          <w:sz w:val="22"/>
          <w:szCs w:val="22"/>
          <w:lang w:val="en-GB"/>
        </w:rPr>
      </w:pPr>
    </w:p>
    <w:p w14:paraId="142D37A1" w14:textId="77777777" w:rsidR="0008751A" w:rsidRDefault="0008751A" w:rsidP="00E33A30">
      <w:pPr>
        <w:pStyle w:val="Heading2"/>
        <w:numPr>
          <w:ilvl w:val="0"/>
          <w:numId w:val="38"/>
        </w:numPr>
        <w:ind w:left="450" w:hanging="450"/>
        <w:rPr>
          <w:rFonts w:ascii="Times New Roman" w:hAnsi="Times New Roman" w:cs="Times New Roman"/>
          <w:lang w:val="en-GB"/>
        </w:rPr>
      </w:pPr>
      <w:bookmarkStart w:id="24" w:name="_Toc99385368"/>
      <w:r>
        <w:rPr>
          <w:rFonts w:ascii="Times New Roman" w:hAnsi="Times New Roman" w:cs="Times New Roman"/>
          <w:lang w:val="en-GB"/>
        </w:rPr>
        <w:t xml:space="preserve">Documents to be submitted with </w:t>
      </w:r>
      <w:r w:rsidR="00C659B8">
        <w:rPr>
          <w:rFonts w:ascii="Times New Roman" w:hAnsi="Times New Roman" w:cs="Times New Roman"/>
          <w:lang w:val="en-GB"/>
        </w:rPr>
        <w:t xml:space="preserve">the </w:t>
      </w:r>
      <w:r>
        <w:rPr>
          <w:rFonts w:ascii="Times New Roman" w:hAnsi="Times New Roman" w:cs="Times New Roman"/>
          <w:lang w:val="en-GB"/>
        </w:rPr>
        <w:t>bid</w:t>
      </w:r>
      <w:bookmarkEnd w:id="24"/>
    </w:p>
    <w:p w14:paraId="7263EF53" w14:textId="77777777" w:rsidR="0008751A" w:rsidRDefault="0008751A">
      <w:pPr>
        <w:pStyle w:val="Sub-ClauseText"/>
        <w:tabs>
          <w:tab w:val="left" w:pos="5998"/>
        </w:tabs>
        <w:spacing w:before="0" w:after="0"/>
        <w:rPr>
          <w:b/>
          <w:sz w:val="22"/>
          <w:szCs w:val="22"/>
        </w:rPr>
      </w:pPr>
      <w:r>
        <w:rPr>
          <w:b/>
          <w:sz w:val="22"/>
          <w:szCs w:val="22"/>
        </w:rPr>
        <w:tab/>
      </w:r>
    </w:p>
    <w:p w14:paraId="263184C6" w14:textId="77777777" w:rsidR="00D643B9" w:rsidRDefault="0008751A" w:rsidP="00096FE3">
      <w:pPr>
        <w:pStyle w:val="Sub-ClauseText"/>
        <w:numPr>
          <w:ilvl w:val="1"/>
          <w:numId w:val="25"/>
        </w:numPr>
        <w:spacing w:before="0" w:after="0"/>
        <w:rPr>
          <w:b/>
          <w:sz w:val="22"/>
          <w:szCs w:val="22"/>
        </w:rPr>
      </w:pPr>
      <w:r>
        <w:rPr>
          <w:b/>
          <w:sz w:val="22"/>
          <w:szCs w:val="22"/>
        </w:rPr>
        <w:t>Documents Establishing the Eligibility of the Bidder</w:t>
      </w:r>
    </w:p>
    <w:p w14:paraId="623D49E7" w14:textId="77777777" w:rsidR="0008751A" w:rsidRPr="00D643B9" w:rsidRDefault="0008751A" w:rsidP="00D643B9">
      <w:pPr>
        <w:pStyle w:val="Sub-ClauseText"/>
        <w:spacing w:before="0" w:after="0"/>
        <w:ind w:left="360"/>
        <w:rPr>
          <w:b/>
          <w:sz w:val="22"/>
          <w:szCs w:val="22"/>
        </w:rPr>
      </w:pPr>
      <w:r w:rsidRPr="00D643B9">
        <w:rPr>
          <w:sz w:val="22"/>
          <w:szCs w:val="22"/>
        </w:rPr>
        <w:t xml:space="preserve">To establish their eligibility, </w:t>
      </w:r>
      <w:r w:rsidR="00F16397">
        <w:rPr>
          <w:sz w:val="22"/>
          <w:szCs w:val="22"/>
        </w:rPr>
        <w:t>B</w:t>
      </w:r>
      <w:r w:rsidRPr="00D643B9">
        <w:rPr>
          <w:sz w:val="22"/>
          <w:szCs w:val="22"/>
        </w:rPr>
        <w:t>idders shall:</w:t>
      </w:r>
    </w:p>
    <w:p w14:paraId="52FEF075" w14:textId="77777777" w:rsidR="00106657" w:rsidRDefault="009C3650" w:rsidP="00106657">
      <w:pPr>
        <w:pStyle w:val="Sub-ClauseText"/>
        <w:numPr>
          <w:ilvl w:val="0"/>
          <w:numId w:val="4"/>
        </w:numPr>
        <w:spacing w:before="0" w:after="0"/>
        <w:rPr>
          <w:sz w:val="22"/>
          <w:szCs w:val="22"/>
        </w:rPr>
      </w:pPr>
      <w:r>
        <w:rPr>
          <w:sz w:val="22"/>
          <w:szCs w:val="22"/>
        </w:rPr>
        <w:t>C</w:t>
      </w:r>
      <w:r w:rsidRPr="00106657">
        <w:rPr>
          <w:sz w:val="22"/>
          <w:szCs w:val="22"/>
        </w:rPr>
        <w:t xml:space="preserve">omplete </w:t>
      </w:r>
      <w:r w:rsidR="0008751A" w:rsidRPr="00106657">
        <w:rPr>
          <w:sz w:val="22"/>
          <w:szCs w:val="22"/>
        </w:rPr>
        <w:t xml:space="preserve">the Bid Submission Form, </w:t>
      </w:r>
      <w:r w:rsidR="00106657" w:rsidRPr="00106657">
        <w:rPr>
          <w:sz w:val="22"/>
          <w:szCs w:val="22"/>
        </w:rPr>
        <w:t>Section V</w:t>
      </w:r>
      <w:r>
        <w:rPr>
          <w:sz w:val="22"/>
          <w:szCs w:val="22"/>
        </w:rPr>
        <w:t>,</w:t>
      </w:r>
      <w:r w:rsidR="00106657" w:rsidRPr="00106657">
        <w:rPr>
          <w:sz w:val="22"/>
          <w:szCs w:val="22"/>
        </w:rPr>
        <w:t xml:space="preserve"> </w:t>
      </w:r>
      <w:r w:rsidR="00106657">
        <w:rPr>
          <w:sz w:val="22"/>
          <w:szCs w:val="22"/>
        </w:rPr>
        <w:t>2</w:t>
      </w:r>
      <w:r w:rsidR="00106657" w:rsidRPr="00106657">
        <w:rPr>
          <w:sz w:val="22"/>
          <w:szCs w:val="22"/>
        </w:rPr>
        <w:t>.</w:t>
      </w:r>
    </w:p>
    <w:p w14:paraId="5D9A006F" w14:textId="77777777" w:rsidR="00106657" w:rsidRPr="00106657" w:rsidRDefault="009C3650" w:rsidP="00106657">
      <w:pPr>
        <w:pStyle w:val="Sub-ClauseText"/>
        <w:numPr>
          <w:ilvl w:val="0"/>
          <w:numId w:val="4"/>
        </w:numPr>
        <w:spacing w:before="0" w:after="0"/>
        <w:rPr>
          <w:sz w:val="22"/>
          <w:szCs w:val="22"/>
        </w:rPr>
      </w:pPr>
      <w:r>
        <w:rPr>
          <w:sz w:val="22"/>
          <w:szCs w:val="22"/>
        </w:rPr>
        <w:t>C</w:t>
      </w:r>
      <w:r w:rsidRPr="00106657">
        <w:rPr>
          <w:sz w:val="22"/>
          <w:szCs w:val="22"/>
        </w:rPr>
        <w:t xml:space="preserve">omplete </w:t>
      </w:r>
      <w:r w:rsidR="00106657" w:rsidRPr="00106657">
        <w:rPr>
          <w:sz w:val="22"/>
          <w:szCs w:val="22"/>
        </w:rPr>
        <w:t xml:space="preserve">Bidders Identification Form, </w:t>
      </w:r>
      <w:r w:rsidR="00106657">
        <w:rPr>
          <w:sz w:val="22"/>
          <w:szCs w:val="22"/>
        </w:rPr>
        <w:t>Section V</w:t>
      </w:r>
      <w:r>
        <w:rPr>
          <w:sz w:val="22"/>
          <w:szCs w:val="22"/>
        </w:rPr>
        <w:t>,</w:t>
      </w:r>
      <w:r w:rsidR="00106657">
        <w:rPr>
          <w:sz w:val="22"/>
          <w:szCs w:val="22"/>
        </w:rPr>
        <w:t xml:space="preserve"> 3.</w:t>
      </w:r>
    </w:p>
    <w:p w14:paraId="22A8A9E8" w14:textId="77777777" w:rsidR="0008751A" w:rsidRDefault="0008751A" w:rsidP="00020EDB">
      <w:pPr>
        <w:ind w:left="630"/>
        <w:jc w:val="both"/>
        <w:rPr>
          <w:sz w:val="22"/>
          <w:szCs w:val="22"/>
          <w:lang w:val="en-GB"/>
        </w:rPr>
      </w:pPr>
    </w:p>
    <w:p w14:paraId="1A6B123B" w14:textId="77777777" w:rsidR="00D643B9" w:rsidRDefault="0008751A" w:rsidP="00096FE3">
      <w:pPr>
        <w:pStyle w:val="Sub-ClauseText"/>
        <w:numPr>
          <w:ilvl w:val="1"/>
          <w:numId w:val="25"/>
        </w:numPr>
        <w:spacing w:before="0" w:after="0"/>
        <w:rPr>
          <w:b/>
          <w:sz w:val="22"/>
          <w:szCs w:val="22"/>
        </w:rPr>
      </w:pPr>
      <w:r>
        <w:rPr>
          <w:b/>
          <w:sz w:val="22"/>
          <w:szCs w:val="22"/>
        </w:rPr>
        <w:t>Documents Establishing the Qualifications of the Bidder</w:t>
      </w:r>
    </w:p>
    <w:p w14:paraId="6BDD0C63" w14:textId="77777777" w:rsidR="0008751A" w:rsidRPr="00D643B9" w:rsidRDefault="0008751A" w:rsidP="00D643B9">
      <w:pPr>
        <w:pStyle w:val="Sub-ClauseText"/>
        <w:spacing w:before="0" w:after="0"/>
        <w:ind w:left="360"/>
        <w:rPr>
          <w:b/>
          <w:sz w:val="22"/>
          <w:szCs w:val="22"/>
        </w:rPr>
      </w:pPr>
      <w:r w:rsidRPr="00D643B9">
        <w:rPr>
          <w:spacing w:val="0"/>
          <w:sz w:val="22"/>
          <w:szCs w:val="22"/>
        </w:rPr>
        <w:t xml:space="preserve">To establish its qualifications, the </w:t>
      </w:r>
      <w:r w:rsidR="00F16397">
        <w:rPr>
          <w:spacing w:val="0"/>
          <w:sz w:val="22"/>
          <w:szCs w:val="22"/>
        </w:rPr>
        <w:t>B</w:t>
      </w:r>
      <w:r w:rsidRPr="00D643B9">
        <w:rPr>
          <w:spacing w:val="0"/>
          <w:sz w:val="22"/>
          <w:szCs w:val="22"/>
        </w:rPr>
        <w:t xml:space="preserve">idder shall submit to UNFPA’s satisfaction the following documents: </w:t>
      </w:r>
    </w:p>
    <w:p w14:paraId="498304C6" w14:textId="77777777" w:rsidR="00311188" w:rsidRPr="005F25DC" w:rsidRDefault="00311188" w:rsidP="00096FE3">
      <w:pPr>
        <w:pStyle w:val="ListParagraph"/>
        <w:numPr>
          <w:ilvl w:val="0"/>
          <w:numId w:val="8"/>
        </w:numPr>
        <w:jc w:val="both"/>
        <w:rPr>
          <w:sz w:val="22"/>
          <w:szCs w:val="22"/>
          <w:lang w:val="en-GB"/>
        </w:rPr>
      </w:pPr>
      <w:r w:rsidRPr="005E0A1D">
        <w:rPr>
          <w:sz w:val="22"/>
          <w:szCs w:val="22"/>
          <w:lang w:val="en-GB"/>
        </w:rPr>
        <w:t xml:space="preserve">Evidence that the </w:t>
      </w:r>
      <w:r w:rsidR="00F16397">
        <w:rPr>
          <w:sz w:val="22"/>
          <w:szCs w:val="22"/>
          <w:lang w:val="en-GB"/>
        </w:rPr>
        <w:t>B</w:t>
      </w:r>
      <w:r w:rsidRPr="005E0A1D">
        <w:rPr>
          <w:sz w:val="22"/>
          <w:szCs w:val="22"/>
          <w:lang w:val="en-GB"/>
        </w:rPr>
        <w:t>idder is established as a company and legally incorporated in the country where it resides; e.g. through provision of certification of incorporation or other documentary evidence (this is not required for companies already registered in national, regional or international Stock Exchanges);</w:t>
      </w:r>
    </w:p>
    <w:p w14:paraId="08E4DF26" w14:textId="77777777" w:rsidR="00311188" w:rsidRPr="005E0A1D" w:rsidRDefault="00311188" w:rsidP="00096FE3">
      <w:pPr>
        <w:pStyle w:val="ListParagraph"/>
        <w:numPr>
          <w:ilvl w:val="0"/>
          <w:numId w:val="8"/>
        </w:numPr>
        <w:jc w:val="both"/>
        <w:rPr>
          <w:sz w:val="22"/>
          <w:szCs w:val="22"/>
          <w:lang w:val="en-GB"/>
        </w:rPr>
      </w:pPr>
      <w:r w:rsidRPr="005E0A1D">
        <w:rPr>
          <w:sz w:val="22"/>
          <w:szCs w:val="22"/>
          <w:lang w:val="en-GB"/>
        </w:rPr>
        <w:t>Post qualification documentation outlined in In</w:t>
      </w:r>
      <w:r>
        <w:rPr>
          <w:sz w:val="22"/>
          <w:szCs w:val="22"/>
          <w:lang w:val="en-GB"/>
        </w:rPr>
        <w:t xml:space="preserve">structions to Bidders, </w:t>
      </w:r>
      <w:r w:rsidR="00AC09CF">
        <w:rPr>
          <w:sz w:val="22"/>
          <w:szCs w:val="22"/>
          <w:lang w:val="en-GB"/>
        </w:rPr>
        <w:t>Sub-Clause</w:t>
      </w:r>
      <w:r>
        <w:rPr>
          <w:sz w:val="22"/>
          <w:szCs w:val="22"/>
          <w:lang w:val="en-GB"/>
        </w:rPr>
        <w:t xml:space="preserve"> 27</w:t>
      </w:r>
    </w:p>
    <w:p w14:paraId="71463599" w14:textId="77777777" w:rsidR="0008751A" w:rsidRDefault="0008751A">
      <w:pPr>
        <w:ind w:left="960"/>
        <w:jc w:val="both"/>
        <w:rPr>
          <w:sz w:val="22"/>
          <w:szCs w:val="22"/>
          <w:lang w:val="en-GB"/>
        </w:rPr>
      </w:pPr>
    </w:p>
    <w:p w14:paraId="132DBDA7" w14:textId="77777777" w:rsidR="00D643B9" w:rsidRDefault="00D643B9" w:rsidP="00D643B9">
      <w:pPr>
        <w:ind w:left="600"/>
        <w:jc w:val="both"/>
        <w:rPr>
          <w:sz w:val="22"/>
          <w:szCs w:val="22"/>
          <w:lang w:val="en-GB"/>
        </w:rPr>
      </w:pPr>
      <w:r>
        <w:rPr>
          <w:sz w:val="22"/>
          <w:szCs w:val="22"/>
          <w:lang w:val="en-GB"/>
        </w:rPr>
        <w:t>Failure to furnish all the information required for submission</w:t>
      </w:r>
      <w:r w:rsidRPr="00813F15">
        <w:rPr>
          <w:sz w:val="22"/>
          <w:szCs w:val="22"/>
          <w:lang w:val="en-GB"/>
        </w:rPr>
        <w:t xml:space="preserve"> </w:t>
      </w:r>
      <w:r>
        <w:rPr>
          <w:sz w:val="22"/>
          <w:szCs w:val="22"/>
          <w:lang w:val="en-GB"/>
        </w:rPr>
        <w:t xml:space="preserve">shall be at the </w:t>
      </w:r>
      <w:r w:rsidR="00F16397">
        <w:rPr>
          <w:sz w:val="22"/>
          <w:szCs w:val="22"/>
          <w:lang w:val="en-GB"/>
        </w:rPr>
        <w:t>B</w:t>
      </w:r>
      <w:r>
        <w:rPr>
          <w:sz w:val="22"/>
          <w:szCs w:val="22"/>
          <w:lang w:val="en-GB"/>
        </w:rPr>
        <w:t>idder’s risk as it may then be determined that the bid does not substantially respond to the UNFPA bid document in every respect.  This may result in a rejection of the bid.</w:t>
      </w:r>
    </w:p>
    <w:p w14:paraId="62412AB5" w14:textId="77777777" w:rsidR="00D643B9" w:rsidRDefault="00D643B9" w:rsidP="00D643B9">
      <w:pPr>
        <w:pStyle w:val="Sub-ClauseText"/>
        <w:spacing w:before="0" w:after="0"/>
        <w:rPr>
          <w:sz w:val="22"/>
          <w:szCs w:val="22"/>
        </w:rPr>
      </w:pPr>
      <w:bookmarkStart w:id="25" w:name="OLE_LINK3"/>
    </w:p>
    <w:p w14:paraId="202BD3F5" w14:textId="77777777" w:rsidR="00D643B9" w:rsidRDefault="0008751A" w:rsidP="00096FE3">
      <w:pPr>
        <w:pStyle w:val="Sub-ClauseText"/>
        <w:numPr>
          <w:ilvl w:val="1"/>
          <w:numId w:val="25"/>
        </w:numPr>
        <w:spacing w:before="0" w:after="0"/>
        <w:rPr>
          <w:b/>
          <w:sz w:val="22"/>
          <w:szCs w:val="22"/>
        </w:rPr>
      </w:pPr>
      <w:r>
        <w:rPr>
          <w:b/>
          <w:sz w:val="22"/>
          <w:szCs w:val="22"/>
        </w:rPr>
        <w:t>Documents Establishing the Eligibility and Conformity of the Goods and Related Services</w:t>
      </w:r>
    </w:p>
    <w:p w14:paraId="4351B411" w14:textId="77777777" w:rsidR="0008751A" w:rsidRPr="00D643B9" w:rsidRDefault="0008751A" w:rsidP="00D643B9">
      <w:pPr>
        <w:pStyle w:val="Sub-ClauseText"/>
        <w:spacing w:before="0" w:after="0"/>
        <w:ind w:left="360"/>
        <w:rPr>
          <w:b/>
          <w:sz w:val="22"/>
          <w:szCs w:val="22"/>
        </w:rPr>
      </w:pPr>
      <w:r w:rsidRPr="00D643B9">
        <w:rPr>
          <w:spacing w:val="0"/>
          <w:sz w:val="22"/>
          <w:szCs w:val="22"/>
        </w:rPr>
        <w:t>Bidders shall submit:</w:t>
      </w:r>
    </w:p>
    <w:p w14:paraId="348C369D" w14:textId="77777777" w:rsidR="00311188" w:rsidRDefault="00311188" w:rsidP="00096FE3">
      <w:pPr>
        <w:pStyle w:val="Sub-ClauseText"/>
        <w:numPr>
          <w:ilvl w:val="0"/>
          <w:numId w:val="11"/>
        </w:numPr>
        <w:spacing w:before="0" w:after="0"/>
        <w:rPr>
          <w:spacing w:val="0"/>
          <w:sz w:val="22"/>
          <w:szCs w:val="22"/>
        </w:rPr>
      </w:pPr>
      <w:r>
        <w:rPr>
          <w:spacing w:val="0"/>
          <w:sz w:val="22"/>
          <w:szCs w:val="22"/>
        </w:rPr>
        <w:t>Documentary evidence that the goods conform to the Technical Specifications and standards specified in Section II Technical Specifications and Schedule of Requirements.</w:t>
      </w:r>
    </w:p>
    <w:p w14:paraId="5793A91D" w14:textId="77777777" w:rsidR="00311188" w:rsidRDefault="00311188" w:rsidP="00096FE3">
      <w:pPr>
        <w:numPr>
          <w:ilvl w:val="0"/>
          <w:numId w:val="11"/>
        </w:numPr>
        <w:jc w:val="both"/>
        <w:rPr>
          <w:sz w:val="22"/>
          <w:szCs w:val="22"/>
          <w:lang w:val="en-GB"/>
        </w:rPr>
      </w:pPr>
      <w:r>
        <w:rPr>
          <w:sz w:val="22"/>
          <w:szCs w:val="22"/>
          <w:lang w:val="en-GB"/>
        </w:rPr>
        <w:t xml:space="preserve">Completed Product Item Overview Form, Section V, </w:t>
      </w:r>
      <w:r w:rsidR="00AC09CF">
        <w:rPr>
          <w:sz w:val="22"/>
          <w:szCs w:val="22"/>
          <w:lang w:val="en-GB"/>
        </w:rPr>
        <w:t>4</w:t>
      </w:r>
      <w:r>
        <w:rPr>
          <w:sz w:val="22"/>
          <w:szCs w:val="22"/>
          <w:lang w:val="en-GB"/>
        </w:rPr>
        <w:t>.</w:t>
      </w:r>
    </w:p>
    <w:p w14:paraId="2DD00C69" w14:textId="73337AD2" w:rsidR="00311188" w:rsidRDefault="00311188" w:rsidP="00096FE3">
      <w:pPr>
        <w:numPr>
          <w:ilvl w:val="0"/>
          <w:numId w:val="11"/>
        </w:numPr>
        <w:jc w:val="both"/>
        <w:rPr>
          <w:sz w:val="22"/>
          <w:szCs w:val="22"/>
          <w:lang w:val="en-GB"/>
        </w:rPr>
      </w:pPr>
      <w:r>
        <w:rPr>
          <w:sz w:val="22"/>
          <w:szCs w:val="22"/>
          <w:lang w:val="en-GB"/>
        </w:rPr>
        <w:t xml:space="preserve">Product catalogues containing pictures of the product(s) </w:t>
      </w:r>
    </w:p>
    <w:p w14:paraId="1248BBFC" w14:textId="18FBC10E" w:rsidR="00311188" w:rsidRDefault="00311188" w:rsidP="00096FE3">
      <w:pPr>
        <w:numPr>
          <w:ilvl w:val="0"/>
          <w:numId w:val="11"/>
        </w:numPr>
        <w:jc w:val="both"/>
        <w:rPr>
          <w:sz w:val="22"/>
          <w:szCs w:val="22"/>
          <w:lang w:val="en-GB"/>
        </w:rPr>
      </w:pPr>
      <w:r>
        <w:rPr>
          <w:sz w:val="22"/>
          <w:szCs w:val="22"/>
          <w:lang w:val="en-GB"/>
        </w:rPr>
        <w:t xml:space="preserve">Manufacturer’s technical product specifications or datasheets </w:t>
      </w:r>
    </w:p>
    <w:p w14:paraId="40CAA65F" w14:textId="0D29E5D2" w:rsidR="00311188" w:rsidRDefault="00311188" w:rsidP="00096FE3">
      <w:pPr>
        <w:numPr>
          <w:ilvl w:val="0"/>
          <w:numId w:val="11"/>
        </w:numPr>
        <w:jc w:val="both"/>
        <w:rPr>
          <w:sz w:val="22"/>
          <w:szCs w:val="22"/>
          <w:lang w:val="en-GB"/>
        </w:rPr>
      </w:pPr>
      <w:r>
        <w:rPr>
          <w:sz w:val="22"/>
          <w:szCs w:val="22"/>
          <w:lang w:val="en-GB"/>
        </w:rPr>
        <w:t xml:space="preserve">Results of any testing carried out on the products </w:t>
      </w:r>
    </w:p>
    <w:p w14:paraId="429108FD" w14:textId="1B625174" w:rsidR="00311188" w:rsidRDefault="00311188" w:rsidP="00096FE3">
      <w:pPr>
        <w:numPr>
          <w:ilvl w:val="0"/>
          <w:numId w:val="11"/>
        </w:numPr>
        <w:jc w:val="both"/>
        <w:rPr>
          <w:color w:val="000000"/>
          <w:sz w:val="22"/>
          <w:szCs w:val="22"/>
          <w:lang w:val="en-GB"/>
        </w:rPr>
      </w:pPr>
      <w:r>
        <w:rPr>
          <w:color w:val="000000"/>
          <w:sz w:val="22"/>
          <w:szCs w:val="22"/>
          <w:lang w:val="en-GB"/>
        </w:rPr>
        <w:t xml:space="preserve">Copies of current certificates such as GMP/quality, FSC/CPP, manufacturer’s ISO certificate for the product, manufacturer’s CE certificate, USA 510k, Japan QS standard, etc., as stated in the Technical Specifications and Schedule of Requirements Section II </w:t>
      </w:r>
    </w:p>
    <w:p w14:paraId="14144890" w14:textId="24805279" w:rsidR="0008751A" w:rsidRPr="00B046BD" w:rsidRDefault="00311188" w:rsidP="00096FE3">
      <w:pPr>
        <w:numPr>
          <w:ilvl w:val="0"/>
          <w:numId w:val="11"/>
        </w:numPr>
        <w:jc w:val="both"/>
        <w:rPr>
          <w:sz w:val="22"/>
          <w:szCs w:val="22"/>
          <w:lang w:val="en-GB"/>
        </w:rPr>
      </w:pPr>
      <w:r>
        <w:rPr>
          <w:sz w:val="22"/>
          <w:szCs w:val="22"/>
        </w:rPr>
        <w:t xml:space="preserve">The </w:t>
      </w:r>
      <w:r w:rsidR="00F16397">
        <w:rPr>
          <w:sz w:val="22"/>
          <w:szCs w:val="22"/>
        </w:rPr>
        <w:t>B</w:t>
      </w:r>
      <w:r>
        <w:rPr>
          <w:sz w:val="22"/>
          <w:szCs w:val="22"/>
        </w:rPr>
        <w:t xml:space="preserve">idder shall also furnish a list giving full particulars, including available sources and current prices of spare parts, special tools, etc., necessary for the proper and continuing functioning of the goods during </w:t>
      </w:r>
      <w:r w:rsidR="00F76EA4">
        <w:rPr>
          <w:sz w:val="22"/>
          <w:szCs w:val="22"/>
        </w:rPr>
        <w:t xml:space="preserve">the five years </w:t>
      </w:r>
      <w:r w:rsidR="00F76EA4" w:rsidRPr="00F76EA4">
        <w:rPr>
          <w:sz w:val="22"/>
          <w:szCs w:val="22"/>
        </w:rPr>
        <w:t>(5</w:t>
      </w:r>
      <w:r w:rsidR="002F11A4" w:rsidRPr="00F76EA4">
        <w:rPr>
          <w:sz w:val="22"/>
          <w:szCs w:val="22"/>
        </w:rPr>
        <w:t xml:space="preserve"> years</w:t>
      </w:r>
      <w:r w:rsidR="00F76EA4" w:rsidRPr="00F76EA4">
        <w:rPr>
          <w:sz w:val="22"/>
          <w:szCs w:val="22"/>
        </w:rPr>
        <w:t>)</w:t>
      </w:r>
      <w:r w:rsidR="002F11A4">
        <w:rPr>
          <w:i/>
          <w:sz w:val="22"/>
          <w:szCs w:val="22"/>
        </w:rPr>
        <w:t xml:space="preserve"> </w:t>
      </w:r>
      <w:r>
        <w:rPr>
          <w:sz w:val="22"/>
          <w:szCs w:val="22"/>
        </w:rPr>
        <w:t>following commencement of the use of the goods by UNFPA</w:t>
      </w:r>
      <w:r>
        <w:rPr>
          <w:sz w:val="22"/>
          <w:szCs w:val="22"/>
          <w:lang w:val="en-GB"/>
        </w:rPr>
        <w:t>. Bidders must complete and submit with their bid the Excel table containing the individual item details, as per Form in Section V.4. Bidding Forms.</w:t>
      </w:r>
      <w:bookmarkEnd w:id="25"/>
    </w:p>
    <w:p w14:paraId="794B49E6" w14:textId="77777777" w:rsidR="00311188" w:rsidRDefault="00311188">
      <w:pPr>
        <w:jc w:val="both"/>
        <w:rPr>
          <w:sz w:val="22"/>
          <w:szCs w:val="22"/>
          <w:lang w:val="en-GB"/>
        </w:rPr>
      </w:pPr>
    </w:p>
    <w:p w14:paraId="20E8BB4C" w14:textId="77777777" w:rsidR="0008751A" w:rsidRDefault="0008751A" w:rsidP="00E33A30">
      <w:pPr>
        <w:pStyle w:val="Heading2"/>
        <w:numPr>
          <w:ilvl w:val="0"/>
          <w:numId w:val="38"/>
        </w:numPr>
        <w:ind w:left="450" w:hanging="450"/>
        <w:rPr>
          <w:rFonts w:ascii="Times New Roman" w:hAnsi="Times New Roman" w:cs="Times New Roman"/>
          <w:lang w:val="en-GB"/>
        </w:rPr>
      </w:pPr>
      <w:bookmarkStart w:id="26" w:name="_Toc99385369"/>
      <w:r>
        <w:rPr>
          <w:rFonts w:ascii="Times New Roman" w:hAnsi="Times New Roman" w:cs="Times New Roman"/>
          <w:lang w:val="en-GB"/>
        </w:rPr>
        <w:t>Bid Currency and Prices</w:t>
      </w:r>
      <w:bookmarkEnd w:id="26"/>
    </w:p>
    <w:p w14:paraId="326F7DAE" w14:textId="77777777" w:rsidR="0008751A" w:rsidRDefault="0008751A">
      <w:pPr>
        <w:jc w:val="both"/>
        <w:rPr>
          <w:b/>
          <w:sz w:val="22"/>
          <w:szCs w:val="22"/>
          <w:lang w:val="en-GB"/>
        </w:rPr>
      </w:pPr>
    </w:p>
    <w:p w14:paraId="387DE854" w14:textId="77E8E744" w:rsidR="000E599E" w:rsidRPr="002F11A4" w:rsidRDefault="006F5BF4" w:rsidP="00096FE3">
      <w:pPr>
        <w:pStyle w:val="ListParagraph"/>
        <w:numPr>
          <w:ilvl w:val="1"/>
          <w:numId w:val="26"/>
        </w:numPr>
        <w:jc w:val="both"/>
        <w:rPr>
          <w:snapToGrid w:val="0"/>
          <w:sz w:val="22"/>
          <w:szCs w:val="22"/>
          <w:lang w:val="en-GB"/>
        </w:rPr>
      </w:pPr>
      <w:r w:rsidRPr="002F11A4">
        <w:rPr>
          <w:snapToGrid w:val="0"/>
          <w:sz w:val="22"/>
          <w:szCs w:val="22"/>
          <w:lang w:val="en-GB"/>
        </w:rPr>
        <w:t xml:space="preserve">All prices shall be quoted in </w:t>
      </w:r>
      <w:r w:rsidR="0008751A" w:rsidRPr="002F11A4">
        <w:rPr>
          <w:snapToGrid w:val="0"/>
          <w:sz w:val="22"/>
          <w:szCs w:val="22"/>
          <w:lang w:val="en-GB"/>
        </w:rPr>
        <w:t>any convertible currency</w:t>
      </w:r>
      <w:r w:rsidRPr="002F11A4">
        <w:rPr>
          <w:snapToGrid w:val="0"/>
          <w:sz w:val="22"/>
          <w:szCs w:val="22"/>
          <w:lang w:val="en-GB"/>
        </w:rPr>
        <w:t xml:space="preserve"> to</w:t>
      </w:r>
      <w:r w:rsidR="00D10CFB" w:rsidRPr="002F11A4">
        <w:rPr>
          <w:snapToGrid w:val="0"/>
          <w:sz w:val="22"/>
          <w:szCs w:val="22"/>
          <w:lang w:val="en-GB"/>
        </w:rPr>
        <w:t xml:space="preserve"> US Dollars (</w:t>
      </w:r>
      <w:r w:rsidRPr="002F11A4">
        <w:rPr>
          <w:snapToGrid w:val="0"/>
          <w:sz w:val="22"/>
          <w:szCs w:val="22"/>
          <w:lang w:val="en-GB"/>
        </w:rPr>
        <w:t>USD</w:t>
      </w:r>
      <w:r w:rsidR="00D10CFB" w:rsidRPr="002F11A4">
        <w:rPr>
          <w:snapToGrid w:val="0"/>
          <w:sz w:val="22"/>
          <w:szCs w:val="22"/>
          <w:lang w:val="en-GB"/>
        </w:rPr>
        <w:t>)</w:t>
      </w:r>
      <w:r w:rsidR="0008751A" w:rsidRPr="002F11A4">
        <w:rPr>
          <w:snapToGrid w:val="0"/>
          <w:sz w:val="22"/>
          <w:szCs w:val="22"/>
          <w:lang w:val="en-GB"/>
        </w:rPr>
        <w:t>.</w:t>
      </w:r>
      <w:r w:rsidR="002F11A4">
        <w:rPr>
          <w:snapToGrid w:val="0"/>
          <w:sz w:val="22"/>
          <w:szCs w:val="22"/>
          <w:lang w:val="en-GB"/>
        </w:rPr>
        <w:t xml:space="preserve"> </w:t>
      </w:r>
    </w:p>
    <w:p w14:paraId="039127AA" w14:textId="77777777" w:rsidR="002D502B" w:rsidRPr="002D502B" w:rsidRDefault="002D502B" w:rsidP="006563E3">
      <w:pPr>
        <w:jc w:val="both"/>
        <w:rPr>
          <w:sz w:val="22"/>
          <w:szCs w:val="22"/>
          <w:lang w:val="en-GB"/>
        </w:rPr>
      </w:pPr>
    </w:p>
    <w:p w14:paraId="0FF5ED87" w14:textId="070F6DED" w:rsidR="0008751A" w:rsidRPr="00AC7E96" w:rsidRDefault="0008751A" w:rsidP="00096FE3">
      <w:pPr>
        <w:pStyle w:val="ListParagraph"/>
        <w:numPr>
          <w:ilvl w:val="1"/>
          <w:numId w:val="26"/>
        </w:numPr>
        <w:jc w:val="both"/>
        <w:rPr>
          <w:sz w:val="22"/>
          <w:szCs w:val="22"/>
          <w:lang w:val="en-GB"/>
        </w:rPr>
      </w:pPr>
      <w:r w:rsidRPr="00AC7E96">
        <w:rPr>
          <w:sz w:val="22"/>
          <w:szCs w:val="22"/>
          <w:lang w:val="en-GB"/>
        </w:rPr>
        <w:t xml:space="preserve">Bidders are requested to quote the following based on INCOTERMS </w:t>
      </w:r>
      <w:r w:rsidR="00A049B9" w:rsidRPr="00AC7E96">
        <w:rPr>
          <w:sz w:val="22"/>
          <w:szCs w:val="22"/>
          <w:lang w:val="en-GB"/>
        </w:rPr>
        <w:t>20</w:t>
      </w:r>
      <w:r w:rsidR="00A049B9">
        <w:rPr>
          <w:sz w:val="22"/>
          <w:szCs w:val="22"/>
          <w:lang w:val="en-GB"/>
        </w:rPr>
        <w:t>2</w:t>
      </w:r>
      <w:r w:rsidR="00A049B9" w:rsidRPr="00AC7E96">
        <w:rPr>
          <w:sz w:val="22"/>
          <w:szCs w:val="22"/>
          <w:lang w:val="en-GB"/>
        </w:rPr>
        <w:t>0</w:t>
      </w:r>
      <w:r w:rsidR="006563E3" w:rsidRPr="00AC7E96">
        <w:rPr>
          <w:sz w:val="22"/>
          <w:szCs w:val="22"/>
          <w:lang w:val="en-GB"/>
        </w:rPr>
        <w:t xml:space="preserve"> (</w:t>
      </w:r>
      <w:r w:rsidR="006563E3" w:rsidRPr="00AC7E96">
        <w:rPr>
          <w:sz w:val="22"/>
          <w:szCs w:val="22"/>
        </w:rPr>
        <w:t xml:space="preserve">The terms FCA, CPT and other similar terms shall be governed by the rules prescribed in the INCOTERMS </w:t>
      </w:r>
      <w:r w:rsidR="00A049B9" w:rsidRPr="00AC7E96">
        <w:rPr>
          <w:sz w:val="22"/>
          <w:szCs w:val="22"/>
        </w:rPr>
        <w:t>20</w:t>
      </w:r>
      <w:r w:rsidR="00A049B9">
        <w:rPr>
          <w:sz w:val="22"/>
          <w:szCs w:val="22"/>
        </w:rPr>
        <w:t>2</w:t>
      </w:r>
      <w:r w:rsidR="00A049B9" w:rsidRPr="00AC7E96">
        <w:rPr>
          <w:sz w:val="22"/>
          <w:szCs w:val="22"/>
        </w:rPr>
        <w:t>0</w:t>
      </w:r>
      <w:r w:rsidR="006563E3" w:rsidRPr="00AC7E96">
        <w:rPr>
          <w:sz w:val="22"/>
          <w:szCs w:val="22"/>
        </w:rPr>
        <w:t>, published by the International Chamber of Commerce)</w:t>
      </w:r>
      <w:r w:rsidRPr="00AC7E96">
        <w:rPr>
          <w:sz w:val="22"/>
          <w:szCs w:val="22"/>
          <w:lang w:val="en-GB"/>
        </w:rPr>
        <w:t>:</w:t>
      </w:r>
    </w:p>
    <w:p w14:paraId="7421ADBB" w14:textId="6BC02FE0" w:rsidR="0008751A" w:rsidRDefault="0008751A" w:rsidP="00096FE3">
      <w:pPr>
        <w:numPr>
          <w:ilvl w:val="0"/>
          <w:numId w:val="12"/>
        </w:numPr>
        <w:ind w:left="630" w:firstLine="270"/>
        <w:jc w:val="both"/>
        <w:rPr>
          <w:sz w:val="22"/>
          <w:szCs w:val="22"/>
          <w:lang w:val="en-GB"/>
        </w:rPr>
      </w:pPr>
      <w:r>
        <w:rPr>
          <w:sz w:val="22"/>
          <w:szCs w:val="22"/>
          <w:lang w:val="en-GB"/>
        </w:rPr>
        <w:t xml:space="preserve">Price of goods </w:t>
      </w:r>
      <w:r w:rsidR="00A049B9">
        <w:rPr>
          <w:sz w:val="22"/>
          <w:szCs w:val="22"/>
          <w:lang w:val="en-GB"/>
        </w:rPr>
        <w:t>DAP at points</w:t>
      </w:r>
    </w:p>
    <w:p w14:paraId="0ECBEA4B" w14:textId="10EEA839" w:rsidR="006B6307" w:rsidRDefault="001F6280" w:rsidP="006B6307">
      <w:pPr>
        <w:numPr>
          <w:ilvl w:val="1"/>
          <w:numId w:val="12"/>
        </w:numPr>
        <w:ind w:left="2970"/>
        <w:jc w:val="both"/>
        <w:rPr>
          <w:sz w:val="22"/>
          <w:szCs w:val="22"/>
          <w:lang w:val="en-GB"/>
        </w:rPr>
      </w:pPr>
      <w:proofErr w:type="spellStart"/>
      <w:r>
        <w:rPr>
          <w:sz w:val="22"/>
          <w:szCs w:val="22"/>
          <w:lang w:val="en-GB"/>
        </w:rPr>
        <w:t>Urguu</w:t>
      </w:r>
      <w:proofErr w:type="spellEnd"/>
      <w:r>
        <w:rPr>
          <w:sz w:val="22"/>
          <w:szCs w:val="22"/>
          <w:lang w:val="en-GB"/>
        </w:rPr>
        <w:t xml:space="preserve"> Maternity hospital</w:t>
      </w:r>
      <w:r w:rsidR="00C22A07">
        <w:rPr>
          <w:sz w:val="22"/>
          <w:szCs w:val="22"/>
          <w:lang w:val="en-GB"/>
        </w:rPr>
        <w:t xml:space="preserve"> in </w:t>
      </w:r>
      <w:r w:rsidR="006B6307">
        <w:rPr>
          <w:sz w:val="22"/>
          <w:szCs w:val="22"/>
          <w:lang w:val="en-GB"/>
        </w:rPr>
        <w:t xml:space="preserve">Enkhtaivan avenue, </w:t>
      </w:r>
      <w:r w:rsidR="00C22A07">
        <w:rPr>
          <w:sz w:val="22"/>
          <w:szCs w:val="22"/>
          <w:lang w:val="en-GB"/>
        </w:rPr>
        <w:t>1</w:t>
      </w:r>
      <w:r w:rsidR="00C22A07" w:rsidRPr="00C22A07">
        <w:rPr>
          <w:sz w:val="22"/>
          <w:szCs w:val="22"/>
          <w:vertAlign w:val="superscript"/>
          <w:lang w:val="en-GB"/>
        </w:rPr>
        <w:t>st</w:t>
      </w:r>
      <w:r w:rsidR="00C22A07">
        <w:rPr>
          <w:sz w:val="22"/>
          <w:szCs w:val="22"/>
          <w:lang w:val="en-GB"/>
        </w:rPr>
        <w:t xml:space="preserve"> </w:t>
      </w:r>
      <w:r w:rsidR="006B6307">
        <w:rPr>
          <w:sz w:val="22"/>
          <w:szCs w:val="22"/>
          <w:lang w:val="en-GB"/>
        </w:rPr>
        <w:t>sub-district</w:t>
      </w:r>
      <w:r w:rsidR="00C22A07">
        <w:rPr>
          <w:sz w:val="22"/>
          <w:szCs w:val="22"/>
          <w:lang w:val="en-GB"/>
        </w:rPr>
        <w:t>, Sukhbaatar district, Ulaanbaatar</w:t>
      </w:r>
      <w:r w:rsidR="006B6307">
        <w:rPr>
          <w:sz w:val="22"/>
          <w:szCs w:val="22"/>
          <w:lang w:val="en-GB"/>
        </w:rPr>
        <w:t xml:space="preserve">, Mongolia. </w:t>
      </w:r>
      <w:r w:rsidR="00C22A07">
        <w:rPr>
          <w:sz w:val="22"/>
          <w:szCs w:val="22"/>
          <w:lang w:val="en-GB"/>
        </w:rPr>
        <w:t xml:space="preserve"> </w:t>
      </w:r>
    </w:p>
    <w:p w14:paraId="41F84220" w14:textId="23F74B38" w:rsidR="006B6307" w:rsidRDefault="001F6280" w:rsidP="006B6307">
      <w:pPr>
        <w:numPr>
          <w:ilvl w:val="1"/>
          <w:numId w:val="12"/>
        </w:numPr>
        <w:ind w:left="2970"/>
        <w:jc w:val="both"/>
        <w:rPr>
          <w:sz w:val="22"/>
          <w:szCs w:val="22"/>
          <w:lang w:val="en-GB"/>
        </w:rPr>
      </w:pPr>
      <w:proofErr w:type="spellStart"/>
      <w:r>
        <w:rPr>
          <w:sz w:val="22"/>
          <w:szCs w:val="22"/>
          <w:lang w:val="en-GB"/>
        </w:rPr>
        <w:t>Amgalan</w:t>
      </w:r>
      <w:proofErr w:type="spellEnd"/>
      <w:r>
        <w:rPr>
          <w:sz w:val="22"/>
          <w:szCs w:val="22"/>
          <w:lang w:val="en-GB"/>
        </w:rPr>
        <w:t xml:space="preserve"> </w:t>
      </w:r>
      <w:r w:rsidR="00C22A07">
        <w:rPr>
          <w:sz w:val="22"/>
          <w:szCs w:val="22"/>
          <w:lang w:val="en-GB"/>
        </w:rPr>
        <w:t xml:space="preserve">Maternity hospital, Enkhtaivan avenue, </w:t>
      </w:r>
      <w:proofErr w:type="spellStart"/>
      <w:r w:rsidR="00C22A07">
        <w:rPr>
          <w:sz w:val="22"/>
          <w:szCs w:val="22"/>
          <w:lang w:val="en-GB"/>
        </w:rPr>
        <w:t>Bayanzurkh</w:t>
      </w:r>
      <w:proofErr w:type="spellEnd"/>
      <w:r w:rsidR="00C22A07">
        <w:rPr>
          <w:sz w:val="22"/>
          <w:szCs w:val="22"/>
          <w:lang w:val="en-GB"/>
        </w:rPr>
        <w:t xml:space="preserve"> district, Ulaanbaatar</w:t>
      </w:r>
      <w:r w:rsidR="006B6307">
        <w:rPr>
          <w:sz w:val="22"/>
          <w:szCs w:val="22"/>
          <w:lang w:val="en-GB"/>
        </w:rPr>
        <w:t>, Mongolia.</w:t>
      </w:r>
    </w:p>
    <w:p w14:paraId="67247293" w14:textId="5AC99155" w:rsidR="0008751A" w:rsidRPr="006B6307" w:rsidRDefault="001F6280" w:rsidP="006B6307">
      <w:pPr>
        <w:numPr>
          <w:ilvl w:val="1"/>
          <w:numId w:val="12"/>
        </w:numPr>
        <w:ind w:left="2970"/>
        <w:jc w:val="both"/>
        <w:rPr>
          <w:sz w:val="22"/>
          <w:szCs w:val="22"/>
          <w:lang w:val="en-GB"/>
        </w:rPr>
      </w:pPr>
      <w:r>
        <w:rPr>
          <w:sz w:val="22"/>
          <w:szCs w:val="22"/>
          <w:lang w:val="en-GB"/>
        </w:rPr>
        <w:t>MNHC</w:t>
      </w:r>
      <w:r w:rsidR="00D573B6">
        <w:rPr>
          <w:sz w:val="22"/>
          <w:szCs w:val="22"/>
          <w:lang w:val="en-GB"/>
        </w:rPr>
        <w:t>-2</w:t>
      </w:r>
      <w:r>
        <w:rPr>
          <w:sz w:val="22"/>
          <w:szCs w:val="22"/>
          <w:lang w:val="en-GB"/>
        </w:rPr>
        <w:t xml:space="preserve"> </w:t>
      </w:r>
      <w:r w:rsidR="006B6307">
        <w:rPr>
          <w:sz w:val="22"/>
          <w:szCs w:val="22"/>
          <w:lang w:val="en-GB"/>
        </w:rPr>
        <w:t xml:space="preserve">in </w:t>
      </w:r>
      <w:proofErr w:type="spellStart"/>
      <w:r w:rsidR="006B6307">
        <w:rPr>
          <w:sz w:val="22"/>
          <w:szCs w:val="22"/>
          <w:lang w:val="en-GB"/>
        </w:rPr>
        <w:t>Ulziit</w:t>
      </w:r>
      <w:proofErr w:type="spellEnd"/>
      <w:r w:rsidR="006B6307">
        <w:rPr>
          <w:sz w:val="22"/>
          <w:szCs w:val="22"/>
          <w:lang w:val="en-GB"/>
        </w:rPr>
        <w:t xml:space="preserve"> street, 21</w:t>
      </w:r>
      <w:r w:rsidR="006B6307" w:rsidRPr="006B6307">
        <w:rPr>
          <w:sz w:val="22"/>
          <w:szCs w:val="22"/>
          <w:vertAlign w:val="superscript"/>
          <w:lang w:val="en-GB"/>
        </w:rPr>
        <w:t>st</w:t>
      </w:r>
      <w:r w:rsidR="006B6307">
        <w:rPr>
          <w:sz w:val="22"/>
          <w:szCs w:val="22"/>
          <w:lang w:val="en-GB"/>
        </w:rPr>
        <w:t xml:space="preserve"> sub-district, Khan-</w:t>
      </w:r>
      <w:proofErr w:type="spellStart"/>
      <w:r w:rsidR="006B6307">
        <w:rPr>
          <w:sz w:val="22"/>
          <w:szCs w:val="22"/>
          <w:lang w:val="en-GB"/>
        </w:rPr>
        <w:t>Uul</w:t>
      </w:r>
      <w:proofErr w:type="spellEnd"/>
      <w:r w:rsidR="006B6307">
        <w:rPr>
          <w:sz w:val="22"/>
          <w:szCs w:val="22"/>
          <w:lang w:val="en-GB"/>
        </w:rPr>
        <w:t xml:space="preserve"> district, </w:t>
      </w:r>
      <w:r w:rsidR="00447D4F">
        <w:rPr>
          <w:sz w:val="22"/>
          <w:szCs w:val="22"/>
          <w:lang w:val="en-GB"/>
        </w:rPr>
        <w:t xml:space="preserve">Ulaanbaatar, Mongolia. </w:t>
      </w:r>
      <w:r w:rsidR="00447D4F">
        <w:rPr>
          <w:sz w:val="22"/>
          <w:szCs w:val="22"/>
        </w:rPr>
        <w:t xml:space="preserve"> </w:t>
      </w:r>
    </w:p>
    <w:p w14:paraId="0B577DE7" w14:textId="77777777" w:rsidR="0008751A" w:rsidRPr="00447D4F" w:rsidRDefault="0008751A">
      <w:pPr>
        <w:ind w:left="630" w:hanging="630"/>
        <w:jc w:val="both"/>
        <w:rPr>
          <w:sz w:val="22"/>
          <w:szCs w:val="22"/>
          <w:lang w:val="mn-MN"/>
        </w:rPr>
      </w:pPr>
    </w:p>
    <w:p w14:paraId="7A34A047" w14:textId="77777777" w:rsidR="00AC7E96" w:rsidRPr="00CF5BC0" w:rsidRDefault="0008751A" w:rsidP="00096FE3">
      <w:pPr>
        <w:pStyle w:val="ListParagraph"/>
        <w:numPr>
          <w:ilvl w:val="1"/>
          <w:numId w:val="26"/>
        </w:numPr>
        <w:jc w:val="both"/>
        <w:rPr>
          <w:sz w:val="22"/>
          <w:szCs w:val="22"/>
        </w:rPr>
      </w:pPr>
      <w:r w:rsidRPr="00AC7E96">
        <w:rPr>
          <w:sz w:val="22"/>
          <w:szCs w:val="22"/>
        </w:rPr>
        <w:t xml:space="preserve">Where installation, commissioning, training or other similar services are required to be performed by the </w:t>
      </w:r>
      <w:r w:rsidR="00F16397">
        <w:rPr>
          <w:sz w:val="22"/>
          <w:szCs w:val="22"/>
        </w:rPr>
        <w:t>B</w:t>
      </w:r>
      <w:r w:rsidRPr="00AC7E96">
        <w:rPr>
          <w:sz w:val="22"/>
          <w:szCs w:val="22"/>
        </w:rPr>
        <w:t xml:space="preserve">idder, the </w:t>
      </w:r>
      <w:r w:rsidR="00F16397">
        <w:rPr>
          <w:sz w:val="22"/>
          <w:szCs w:val="22"/>
        </w:rPr>
        <w:t>B</w:t>
      </w:r>
      <w:r w:rsidRPr="00AC7E96">
        <w:rPr>
          <w:sz w:val="22"/>
          <w:szCs w:val="22"/>
        </w:rPr>
        <w:t>idder shall include</w:t>
      </w:r>
      <w:r w:rsidR="00EA1E8A" w:rsidRPr="00AC7E96">
        <w:rPr>
          <w:sz w:val="22"/>
          <w:szCs w:val="22"/>
        </w:rPr>
        <w:t xml:space="preserve"> a</w:t>
      </w:r>
      <w:r w:rsidR="0083348E">
        <w:rPr>
          <w:sz w:val="22"/>
          <w:szCs w:val="22"/>
        </w:rPr>
        <w:t>n</w:t>
      </w:r>
      <w:r w:rsidR="00EA1E8A" w:rsidRPr="00AC7E96">
        <w:rPr>
          <w:sz w:val="22"/>
          <w:szCs w:val="22"/>
        </w:rPr>
        <w:t xml:space="preserve"> itemized list of</w:t>
      </w:r>
      <w:r w:rsidRPr="00AC7E96">
        <w:rPr>
          <w:sz w:val="22"/>
          <w:szCs w:val="22"/>
        </w:rPr>
        <w:t xml:space="preserve"> the prices for </w:t>
      </w:r>
      <w:r w:rsidR="00803325" w:rsidRPr="00AC7E96">
        <w:rPr>
          <w:sz w:val="22"/>
          <w:szCs w:val="22"/>
        </w:rPr>
        <w:t>those services</w:t>
      </w:r>
      <w:r w:rsidR="00EA1E8A" w:rsidRPr="00AC7E96">
        <w:rPr>
          <w:sz w:val="22"/>
          <w:szCs w:val="22"/>
        </w:rPr>
        <w:t>.</w:t>
      </w:r>
    </w:p>
    <w:p w14:paraId="457067FF" w14:textId="77777777" w:rsidR="001A3589" w:rsidRDefault="001A3589">
      <w:pPr>
        <w:jc w:val="both"/>
        <w:rPr>
          <w:sz w:val="22"/>
          <w:szCs w:val="22"/>
          <w:lang w:val="en-GB"/>
        </w:rPr>
      </w:pPr>
    </w:p>
    <w:p w14:paraId="466EF53B" w14:textId="77777777" w:rsidR="0008751A" w:rsidRDefault="0008751A" w:rsidP="00E33A30">
      <w:pPr>
        <w:pStyle w:val="Heading2"/>
        <w:numPr>
          <w:ilvl w:val="0"/>
          <w:numId w:val="38"/>
        </w:numPr>
        <w:ind w:left="450" w:hanging="450"/>
        <w:rPr>
          <w:rFonts w:ascii="Times New Roman" w:hAnsi="Times New Roman" w:cs="Times New Roman"/>
          <w:lang w:val="en-GB"/>
        </w:rPr>
      </w:pPr>
      <w:bookmarkStart w:id="27" w:name="_Toc99385370"/>
      <w:r w:rsidRPr="00E52C86">
        <w:rPr>
          <w:rFonts w:ascii="Times New Roman" w:hAnsi="Times New Roman" w:cs="Times New Roman"/>
          <w:lang w:val="en-GB"/>
        </w:rPr>
        <w:t>Validity of Bid</w:t>
      </w:r>
      <w:bookmarkEnd w:id="27"/>
    </w:p>
    <w:p w14:paraId="268E1043" w14:textId="77777777" w:rsidR="00FE343B" w:rsidRPr="00FE343B" w:rsidRDefault="00FE343B" w:rsidP="00FE343B">
      <w:pPr>
        <w:rPr>
          <w:lang w:val="en-GB"/>
        </w:rPr>
      </w:pPr>
    </w:p>
    <w:p w14:paraId="7A0184F1" w14:textId="1E2352DE" w:rsidR="00AC7E96" w:rsidRPr="006C1BE1" w:rsidRDefault="0008751A" w:rsidP="00096FE3">
      <w:pPr>
        <w:pStyle w:val="ListParagraph"/>
        <w:numPr>
          <w:ilvl w:val="1"/>
          <w:numId w:val="27"/>
        </w:numPr>
        <w:jc w:val="both"/>
        <w:rPr>
          <w:sz w:val="22"/>
          <w:szCs w:val="22"/>
        </w:rPr>
      </w:pPr>
      <w:r w:rsidRPr="00AC7E96">
        <w:rPr>
          <w:sz w:val="22"/>
          <w:szCs w:val="22"/>
        </w:rPr>
        <w:t xml:space="preserve">The prices of the bid shall be valid </w:t>
      </w:r>
      <w:r w:rsidRPr="006C1BE1">
        <w:rPr>
          <w:sz w:val="22"/>
          <w:szCs w:val="22"/>
        </w:rPr>
        <w:t xml:space="preserve">for </w:t>
      </w:r>
      <w:r w:rsidR="00B332A5" w:rsidRPr="006C1BE1">
        <w:rPr>
          <w:i/>
          <w:sz w:val="22"/>
          <w:szCs w:val="22"/>
        </w:rPr>
        <w:t>90 days</w:t>
      </w:r>
      <w:r w:rsidR="00D91D89" w:rsidRPr="006C1BE1">
        <w:rPr>
          <w:i/>
          <w:sz w:val="22"/>
          <w:szCs w:val="22"/>
        </w:rPr>
        <w:t xml:space="preserve"> </w:t>
      </w:r>
      <w:r w:rsidRPr="006C1BE1">
        <w:rPr>
          <w:sz w:val="22"/>
          <w:szCs w:val="22"/>
        </w:rPr>
        <w:t xml:space="preserve">after the closing date of bid submission as specified by UNFPA. A </w:t>
      </w:r>
      <w:r w:rsidR="00B43EFF" w:rsidRPr="006C1BE1">
        <w:rPr>
          <w:sz w:val="22"/>
          <w:szCs w:val="22"/>
        </w:rPr>
        <w:t xml:space="preserve">bid </w:t>
      </w:r>
      <w:r w:rsidRPr="006C1BE1">
        <w:rPr>
          <w:sz w:val="22"/>
          <w:szCs w:val="22"/>
        </w:rPr>
        <w:t>valid for a shorter period shall be rejected by UNFPA on the gr</w:t>
      </w:r>
      <w:r w:rsidR="00E52C86" w:rsidRPr="006C1BE1">
        <w:rPr>
          <w:sz w:val="22"/>
          <w:szCs w:val="22"/>
        </w:rPr>
        <w:t>ounds that it is non-responsive.</w:t>
      </w:r>
    </w:p>
    <w:p w14:paraId="60D17268" w14:textId="77777777" w:rsidR="00AC7E96" w:rsidRPr="006C1BE1" w:rsidRDefault="00AC7E96" w:rsidP="00AC7E96">
      <w:pPr>
        <w:pStyle w:val="ListParagraph"/>
        <w:ind w:left="360"/>
        <w:jc w:val="both"/>
        <w:rPr>
          <w:sz w:val="22"/>
          <w:szCs w:val="22"/>
        </w:rPr>
      </w:pPr>
    </w:p>
    <w:p w14:paraId="5B0C422F" w14:textId="77777777" w:rsidR="0008751A" w:rsidRPr="006C1BE1" w:rsidRDefault="0008751A" w:rsidP="00096FE3">
      <w:pPr>
        <w:pStyle w:val="ListParagraph"/>
        <w:numPr>
          <w:ilvl w:val="1"/>
          <w:numId w:val="27"/>
        </w:numPr>
        <w:jc w:val="both"/>
        <w:rPr>
          <w:sz w:val="22"/>
          <w:szCs w:val="22"/>
        </w:rPr>
      </w:pPr>
      <w:r w:rsidRPr="006C1BE1">
        <w:rPr>
          <w:sz w:val="22"/>
          <w:szCs w:val="22"/>
        </w:rPr>
        <w:t xml:space="preserve">In exceptional circumstances, UNFPA may solicit the </w:t>
      </w:r>
      <w:r w:rsidR="00F16397" w:rsidRPr="006C1BE1">
        <w:rPr>
          <w:sz w:val="22"/>
          <w:szCs w:val="22"/>
        </w:rPr>
        <w:t>B</w:t>
      </w:r>
      <w:r w:rsidRPr="006C1BE1">
        <w:rPr>
          <w:sz w:val="22"/>
          <w:szCs w:val="22"/>
        </w:rPr>
        <w:t xml:space="preserve">idder's consent for an extension of the period of validity under exceptional circumstances. The request and the responses shall be made in writing. </w:t>
      </w:r>
    </w:p>
    <w:p w14:paraId="02EFBD17" w14:textId="77777777" w:rsidR="0008751A" w:rsidRPr="006C1BE1" w:rsidRDefault="0008751A">
      <w:pPr>
        <w:numPr>
          <w:ilvl w:val="12"/>
          <w:numId w:val="0"/>
        </w:numPr>
        <w:jc w:val="both"/>
        <w:rPr>
          <w:sz w:val="22"/>
          <w:szCs w:val="22"/>
        </w:rPr>
      </w:pPr>
    </w:p>
    <w:p w14:paraId="71200ED4" w14:textId="77777777" w:rsidR="0008751A" w:rsidRPr="006C1BE1" w:rsidRDefault="0008751A">
      <w:pPr>
        <w:pStyle w:val="Sub-ClauseText"/>
        <w:spacing w:before="0" w:after="0"/>
        <w:ind w:left="600"/>
        <w:rPr>
          <w:spacing w:val="0"/>
          <w:sz w:val="22"/>
          <w:szCs w:val="22"/>
        </w:rPr>
      </w:pPr>
    </w:p>
    <w:p w14:paraId="1FD249B2" w14:textId="77777777" w:rsidR="0008751A" w:rsidRPr="006C1BE1" w:rsidRDefault="0008751A" w:rsidP="00C94A37">
      <w:pPr>
        <w:pStyle w:val="Heading1"/>
        <w:numPr>
          <w:ilvl w:val="0"/>
          <w:numId w:val="3"/>
        </w:numPr>
        <w:rPr>
          <w:rFonts w:ascii="Times New Roman" w:hAnsi="Times New Roman" w:cs="Times New Roman"/>
        </w:rPr>
      </w:pPr>
      <w:bookmarkStart w:id="28" w:name="_Toc99385371"/>
      <w:r w:rsidRPr="006C1BE1">
        <w:rPr>
          <w:rFonts w:ascii="Times New Roman" w:hAnsi="Times New Roman" w:cs="Times New Roman"/>
        </w:rPr>
        <w:t>Submission of Bids</w:t>
      </w:r>
      <w:r w:rsidR="0027545D" w:rsidRPr="006C1BE1">
        <w:rPr>
          <w:rFonts w:ascii="Times New Roman" w:hAnsi="Times New Roman" w:cs="Times New Roman"/>
        </w:rPr>
        <w:t xml:space="preserve"> and Bid Opening</w:t>
      </w:r>
      <w:bookmarkEnd w:id="28"/>
    </w:p>
    <w:p w14:paraId="15744202" w14:textId="77777777" w:rsidR="0008751A" w:rsidRPr="006C1BE1" w:rsidRDefault="0008751A">
      <w:pPr>
        <w:rPr>
          <w:sz w:val="22"/>
          <w:szCs w:val="22"/>
        </w:rPr>
      </w:pPr>
    </w:p>
    <w:p w14:paraId="6F2BD5E8" w14:textId="77777777" w:rsidR="00F34CF1" w:rsidRPr="006C1BE1" w:rsidRDefault="0008751A" w:rsidP="00E33A30">
      <w:pPr>
        <w:pStyle w:val="Heading2"/>
        <w:numPr>
          <w:ilvl w:val="0"/>
          <w:numId w:val="38"/>
        </w:numPr>
        <w:ind w:left="450" w:hanging="450"/>
        <w:rPr>
          <w:rFonts w:ascii="Times New Roman" w:hAnsi="Times New Roman" w:cs="Times New Roman"/>
          <w:lang w:val="en-GB"/>
        </w:rPr>
      </w:pPr>
      <w:bookmarkStart w:id="29" w:name="_Toc99385372"/>
      <w:r w:rsidRPr="006C1BE1">
        <w:rPr>
          <w:rFonts w:ascii="Times New Roman" w:hAnsi="Times New Roman" w:cs="Times New Roman"/>
          <w:lang w:val="en-GB"/>
        </w:rPr>
        <w:t>Partial Bids</w:t>
      </w:r>
      <w:bookmarkEnd w:id="29"/>
    </w:p>
    <w:p w14:paraId="2370C91B" w14:textId="77777777" w:rsidR="00F34CF1" w:rsidRPr="006C1BE1" w:rsidRDefault="00F34CF1" w:rsidP="00F34CF1">
      <w:pPr>
        <w:pStyle w:val="Heading2"/>
        <w:ind w:left="450" w:firstLine="0"/>
        <w:rPr>
          <w:rFonts w:ascii="Times New Roman" w:hAnsi="Times New Roman" w:cs="Times New Roman"/>
          <w:lang w:val="en-GB"/>
        </w:rPr>
      </w:pPr>
    </w:p>
    <w:p w14:paraId="2AA97379" w14:textId="0332DDCD" w:rsidR="00447D4F" w:rsidRPr="006C1BE1" w:rsidRDefault="00447D4F" w:rsidP="00447D4F">
      <w:pPr>
        <w:pStyle w:val="ListParagraph"/>
        <w:numPr>
          <w:ilvl w:val="1"/>
          <w:numId w:val="28"/>
        </w:numPr>
        <w:rPr>
          <w:sz w:val="22"/>
          <w:szCs w:val="22"/>
          <w:lang w:val="en-GB"/>
        </w:rPr>
      </w:pPr>
      <w:r w:rsidRPr="006C1BE1">
        <w:rPr>
          <w:sz w:val="22"/>
          <w:szCs w:val="22"/>
          <w:lang w:val="en-GB"/>
        </w:rPr>
        <w:t>Partial bids are not allowed under this tender.</w:t>
      </w:r>
    </w:p>
    <w:p w14:paraId="04C37AD0" w14:textId="77777777" w:rsidR="001A3589" w:rsidRPr="006C1BE1" w:rsidRDefault="001A3589" w:rsidP="001A3589">
      <w:pPr>
        <w:rPr>
          <w:lang w:val="en-GB"/>
        </w:rPr>
      </w:pPr>
    </w:p>
    <w:p w14:paraId="6E337CD3" w14:textId="77777777" w:rsidR="00A32672" w:rsidRPr="006C1BE1" w:rsidRDefault="0008751A" w:rsidP="00E33A30">
      <w:pPr>
        <w:pStyle w:val="Heading2"/>
        <w:numPr>
          <w:ilvl w:val="0"/>
          <w:numId w:val="38"/>
        </w:numPr>
        <w:ind w:left="450" w:hanging="450"/>
        <w:rPr>
          <w:rFonts w:ascii="Times New Roman" w:hAnsi="Times New Roman" w:cs="Times New Roman"/>
          <w:lang w:val="en-GB"/>
        </w:rPr>
      </w:pPr>
      <w:bookmarkStart w:id="30" w:name="_Toc99385373"/>
      <w:r w:rsidRPr="006C1BE1">
        <w:rPr>
          <w:rFonts w:ascii="Times New Roman" w:hAnsi="Times New Roman" w:cs="Times New Roman"/>
          <w:lang w:val="en-GB"/>
        </w:rPr>
        <w:t>Alternative Bids</w:t>
      </w:r>
      <w:bookmarkEnd w:id="30"/>
    </w:p>
    <w:p w14:paraId="138A5508" w14:textId="77777777" w:rsidR="00A32672" w:rsidRPr="006C1BE1" w:rsidRDefault="00A32672" w:rsidP="00A32672">
      <w:pPr>
        <w:rPr>
          <w:lang w:val="en-GB"/>
        </w:rPr>
      </w:pPr>
    </w:p>
    <w:p w14:paraId="4F01852F" w14:textId="77777777" w:rsidR="00AB0AEB" w:rsidRPr="006C1BE1" w:rsidRDefault="0008751A" w:rsidP="00096FE3">
      <w:pPr>
        <w:pStyle w:val="ListParagraph"/>
        <w:numPr>
          <w:ilvl w:val="1"/>
          <w:numId w:val="29"/>
        </w:numPr>
        <w:jc w:val="both"/>
        <w:rPr>
          <w:sz w:val="22"/>
          <w:szCs w:val="22"/>
          <w:lang w:val="en-GB"/>
        </w:rPr>
      </w:pPr>
      <w:r w:rsidRPr="006C1BE1">
        <w:rPr>
          <w:sz w:val="22"/>
          <w:szCs w:val="22"/>
          <w:lang w:val="en-GB"/>
        </w:rPr>
        <w:t>Alternative bids will not be accepted. In the event of a supplier submitting more than one bid, the following shall apply:</w:t>
      </w:r>
    </w:p>
    <w:p w14:paraId="1D081005" w14:textId="77777777" w:rsidR="0008751A" w:rsidRPr="006C1BE1" w:rsidRDefault="0008751A" w:rsidP="00096FE3">
      <w:pPr>
        <w:numPr>
          <w:ilvl w:val="0"/>
          <w:numId w:val="10"/>
        </w:numPr>
        <w:ind w:left="990" w:hanging="270"/>
        <w:jc w:val="both"/>
        <w:rPr>
          <w:sz w:val="22"/>
          <w:szCs w:val="22"/>
        </w:rPr>
      </w:pPr>
      <w:r w:rsidRPr="006C1BE1">
        <w:rPr>
          <w:sz w:val="22"/>
          <w:szCs w:val="22"/>
        </w:rPr>
        <w:t>All bids marked alternative bids will be rejected and only the base bid will be evaluated.</w:t>
      </w:r>
    </w:p>
    <w:p w14:paraId="3063D709" w14:textId="7EDF545D" w:rsidR="0008751A" w:rsidRPr="006C1BE1" w:rsidRDefault="0008751A" w:rsidP="00096FE3">
      <w:pPr>
        <w:numPr>
          <w:ilvl w:val="0"/>
          <w:numId w:val="10"/>
        </w:numPr>
        <w:ind w:left="990" w:hanging="270"/>
        <w:jc w:val="both"/>
        <w:rPr>
          <w:sz w:val="22"/>
          <w:szCs w:val="22"/>
        </w:rPr>
      </w:pPr>
      <w:r w:rsidRPr="006C1BE1">
        <w:rPr>
          <w:sz w:val="22"/>
          <w:szCs w:val="22"/>
        </w:rPr>
        <w:t xml:space="preserve">All bids will be rejected if no indication is provided as to which </w:t>
      </w:r>
      <w:r w:rsidR="008E28EE" w:rsidRPr="006C1BE1">
        <w:rPr>
          <w:sz w:val="22"/>
          <w:szCs w:val="22"/>
        </w:rPr>
        <w:t>bids</w:t>
      </w:r>
      <w:r w:rsidRPr="006C1BE1">
        <w:rPr>
          <w:sz w:val="22"/>
          <w:szCs w:val="22"/>
        </w:rPr>
        <w:t xml:space="preserve"> are alternative bids.</w:t>
      </w:r>
    </w:p>
    <w:p w14:paraId="7F3B87F3" w14:textId="77777777" w:rsidR="001A3589" w:rsidRPr="006C1BE1" w:rsidRDefault="001A3589">
      <w:pPr>
        <w:numPr>
          <w:ilvl w:val="12"/>
          <w:numId w:val="0"/>
        </w:numPr>
        <w:jc w:val="both"/>
        <w:rPr>
          <w:sz w:val="22"/>
          <w:szCs w:val="22"/>
          <w:lang w:val="en-GB"/>
        </w:rPr>
      </w:pPr>
    </w:p>
    <w:p w14:paraId="7C3D31E6" w14:textId="77777777" w:rsidR="00A32672" w:rsidRPr="006C1BE1" w:rsidRDefault="0008751A" w:rsidP="00E33A30">
      <w:pPr>
        <w:pStyle w:val="Heading2"/>
        <w:numPr>
          <w:ilvl w:val="0"/>
          <w:numId w:val="38"/>
        </w:numPr>
        <w:ind w:left="450" w:hanging="450"/>
        <w:rPr>
          <w:rFonts w:ascii="Times New Roman" w:hAnsi="Times New Roman" w:cs="Times New Roman"/>
          <w:lang w:val="en-GB"/>
        </w:rPr>
      </w:pPr>
      <w:bookmarkStart w:id="31" w:name="_Toc99385374"/>
      <w:r w:rsidRPr="006C1BE1">
        <w:rPr>
          <w:rFonts w:ascii="Times New Roman" w:hAnsi="Times New Roman" w:cs="Times New Roman"/>
          <w:lang w:val="en-GB"/>
        </w:rPr>
        <w:t>Bids</w:t>
      </w:r>
      <w:bookmarkEnd w:id="31"/>
    </w:p>
    <w:p w14:paraId="519C2EA3" w14:textId="77777777" w:rsidR="00A32672" w:rsidRPr="006C1BE1" w:rsidRDefault="00A32672" w:rsidP="00A32672">
      <w:pPr>
        <w:pStyle w:val="Heading2"/>
        <w:ind w:left="450" w:firstLine="0"/>
        <w:rPr>
          <w:rFonts w:ascii="Times New Roman" w:hAnsi="Times New Roman" w:cs="Times New Roman"/>
          <w:lang w:val="en-GB"/>
        </w:rPr>
      </w:pPr>
    </w:p>
    <w:p w14:paraId="5E4FA6C3" w14:textId="77777777" w:rsidR="00C16077" w:rsidRPr="006C1BE1" w:rsidRDefault="00126D14" w:rsidP="00096FE3">
      <w:pPr>
        <w:pStyle w:val="ListParagraph"/>
        <w:numPr>
          <w:ilvl w:val="1"/>
          <w:numId w:val="30"/>
        </w:numPr>
        <w:jc w:val="both"/>
        <w:rPr>
          <w:sz w:val="22"/>
          <w:szCs w:val="22"/>
          <w:lang w:val="en-GB"/>
        </w:rPr>
      </w:pPr>
      <w:r w:rsidRPr="006C1BE1">
        <w:rPr>
          <w:sz w:val="22"/>
          <w:szCs w:val="22"/>
          <w:lang w:val="en-GB"/>
        </w:rPr>
        <w:t>Bids</w:t>
      </w:r>
      <w:r w:rsidR="009855F1" w:rsidRPr="006C1BE1">
        <w:rPr>
          <w:sz w:val="22"/>
          <w:szCs w:val="22"/>
          <w:lang w:val="en-GB"/>
        </w:rPr>
        <w:t xml:space="preserve"> shall be submitted in </w:t>
      </w:r>
      <w:r w:rsidR="008801E2" w:rsidRPr="006C1BE1">
        <w:rPr>
          <w:sz w:val="22"/>
          <w:szCs w:val="22"/>
          <w:lang w:val="en-GB"/>
        </w:rPr>
        <w:t xml:space="preserve">one envelope </w:t>
      </w:r>
      <w:r w:rsidR="009855F1" w:rsidRPr="006C1BE1">
        <w:rPr>
          <w:sz w:val="22"/>
          <w:szCs w:val="22"/>
          <w:lang w:val="en-GB"/>
        </w:rPr>
        <w:t xml:space="preserve">or transmitted in </w:t>
      </w:r>
      <w:r w:rsidR="008801E2" w:rsidRPr="006C1BE1">
        <w:rPr>
          <w:sz w:val="22"/>
          <w:szCs w:val="22"/>
          <w:lang w:val="en-GB"/>
        </w:rPr>
        <w:t>an</w:t>
      </w:r>
      <w:r w:rsidR="009855F1" w:rsidRPr="006C1BE1">
        <w:rPr>
          <w:sz w:val="22"/>
          <w:szCs w:val="22"/>
          <w:lang w:val="en-GB"/>
        </w:rPr>
        <w:t xml:space="preserve"> email to </w:t>
      </w:r>
      <w:r w:rsidR="00B311AF" w:rsidRPr="006C1BE1">
        <w:rPr>
          <w:sz w:val="22"/>
          <w:szCs w:val="22"/>
          <w:lang w:val="en-GB"/>
        </w:rPr>
        <w:t>a secure</w:t>
      </w:r>
      <w:r w:rsidR="009855F1" w:rsidRPr="006C1BE1">
        <w:rPr>
          <w:sz w:val="22"/>
          <w:szCs w:val="22"/>
          <w:lang w:val="en-GB"/>
        </w:rPr>
        <w:t xml:space="preserve"> email address designated by UNFPA.</w:t>
      </w:r>
    </w:p>
    <w:p w14:paraId="2CE63ADF" w14:textId="77777777" w:rsidR="00C16077" w:rsidRPr="006C1BE1" w:rsidRDefault="00C16077" w:rsidP="00C16077">
      <w:pPr>
        <w:pStyle w:val="ListParagraph"/>
        <w:ind w:left="480"/>
        <w:jc w:val="both"/>
        <w:rPr>
          <w:sz w:val="22"/>
          <w:szCs w:val="22"/>
          <w:lang w:val="en-GB"/>
        </w:rPr>
      </w:pPr>
    </w:p>
    <w:p w14:paraId="41548E9B" w14:textId="77777777" w:rsidR="00C16077" w:rsidRPr="006C1BE1" w:rsidRDefault="00C16077" w:rsidP="00096FE3">
      <w:pPr>
        <w:pStyle w:val="ListParagraph"/>
        <w:numPr>
          <w:ilvl w:val="1"/>
          <w:numId w:val="30"/>
        </w:numPr>
        <w:jc w:val="both"/>
        <w:rPr>
          <w:sz w:val="22"/>
          <w:szCs w:val="22"/>
          <w:lang w:val="en-GB"/>
        </w:rPr>
      </w:pPr>
      <w:r w:rsidRPr="006C1BE1">
        <w:rPr>
          <w:sz w:val="22"/>
          <w:szCs w:val="22"/>
          <w:lang w:val="en-GB"/>
        </w:rPr>
        <w:t>Bids</w:t>
      </w:r>
      <w:r w:rsidR="009855F1" w:rsidRPr="006C1BE1">
        <w:rPr>
          <w:sz w:val="22"/>
          <w:szCs w:val="22"/>
          <w:lang w:val="en-GB"/>
        </w:rPr>
        <w:t xml:space="preserve"> shall be prepared in accordance </w:t>
      </w:r>
      <w:r w:rsidR="004054C4" w:rsidRPr="006C1BE1">
        <w:rPr>
          <w:sz w:val="22"/>
          <w:szCs w:val="22"/>
          <w:lang w:val="en-GB"/>
        </w:rPr>
        <w:t>with</w:t>
      </w:r>
      <w:r w:rsidR="009855F1" w:rsidRPr="006C1BE1">
        <w:rPr>
          <w:sz w:val="22"/>
          <w:szCs w:val="22"/>
          <w:lang w:val="en-GB"/>
        </w:rPr>
        <w:t xml:space="preserve"> Section II: Schedul</w:t>
      </w:r>
      <w:r w:rsidR="00B311AF" w:rsidRPr="006C1BE1">
        <w:rPr>
          <w:sz w:val="22"/>
          <w:szCs w:val="22"/>
          <w:lang w:val="en-GB"/>
        </w:rPr>
        <w:t>e of Requirements and</w:t>
      </w:r>
      <w:r w:rsidR="009855F1" w:rsidRPr="006C1BE1">
        <w:rPr>
          <w:sz w:val="22"/>
          <w:szCs w:val="22"/>
          <w:lang w:val="en-GB"/>
        </w:rPr>
        <w:t xml:space="preserve"> Technical Specifications and </w:t>
      </w:r>
      <w:r w:rsidR="004054C4" w:rsidRPr="006C1BE1">
        <w:rPr>
          <w:sz w:val="22"/>
          <w:szCs w:val="22"/>
          <w:lang w:val="en-GB"/>
        </w:rPr>
        <w:t xml:space="preserve">shall include </w:t>
      </w:r>
      <w:r w:rsidR="009855F1" w:rsidRPr="006C1BE1">
        <w:rPr>
          <w:sz w:val="22"/>
          <w:szCs w:val="22"/>
          <w:lang w:val="en-GB"/>
        </w:rPr>
        <w:t xml:space="preserve">the requested documentation </w:t>
      </w:r>
      <w:r w:rsidR="004054C4" w:rsidRPr="006C1BE1">
        <w:rPr>
          <w:sz w:val="22"/>
          <w:szCs w:val="22"/>
          <w:lang w:val="en-GB"/>
        </w:rPr>
        <w:t>as per Instructions to Bidders</w:t>
      </w:r>
      <w:r w:rsidR="009A4266" w:rsidRPr="006C1BE1">
        <w:rPr>
          <w:sz w:val="22"/>
          <w:szCs w:val="22"/>
          <w:lang w:val="en-GB"/>
        </w:rPr>
        <w:t xml:space="preserve"> Clause </w:t>
      </w:r>
      <w:r w:rsidR="0083348E" w:rsidRPr="006C1BE1">
        <w:rPr>
          <w:sz w:val="22"/>
          <w:szCs w:val="22"/>
          <w:lang w:val="en-GB"/>
        </w:rPr>
        <w:t>7</w:t>
      </w:r>
      <w:r w:rsidR="00126D14" w:rsidRPr="006C1BE1">
        <w:rPr>
          <w:sz w:val="22"/>
          <w:szCs w:val="22"/>
          <w:lang w:val="en-GB"/>
        </w:rPr>
        <w:t xml:space="preserve">, and in </w:t>
      </w:r>
      <w:r w:rsidR="009855F1" w:rsidRPr="006C1BE1">
        <w:rPr>
          <w:sz w:val="22"/>
          <w:szCs w:val="22"/>
          <w:lang w:val="en-GB"/>
        </w:rPr>
        <w:t xml:space="preserve">in accordance </w:t>
      </w:r>
      <w:r w:rsidR="004054C4" w:rsidRPr="006C1BE1">
        <w:rPr>
          <w:sz w:val="22"/>
          <w:szCs w:val="22"/>
          <w:lang w:val="en-GB"/>
        </w:rPr>
        <w:t xml:space="preserve">with </w:t>
      </w:r>
      <w:r w:rsidR="00847494" w:rsidRPr="006C1BE1">
        <w:rPr>
          <w:sz w:val="22"/>
          <w:szCs w:val="22"/>
          <w:lang w:val="en-GB"/>
        </w:rPr>
        <w:t xml:space="preserve">the Price Schedule Form in </w:t>
      </w:r>
      <w:r w:rsidR="004C73D5" w:rsidRPr="006C1BE1">
        <w:rPr>
          <w:sz w:val="22"/>
          <w:szCs w:val="22"/>
          <w:lang w:val="en-GB"/>
        </w:rPr>
        <w:t xml:space="preserve">Section V, </w:t>
      </w:r>
      <w:r w:rsidR="0083348E" w:rsidRPr="006C1BE1">
        <w:rPr>
          <w:sz w:val="22"/>
          <w:szCs w:val="22"/>
          <w:lang w:val="en-GB"/>
        </w:rPr>
        <w:t xml:space="preserve">5 </w:t>
      </w:r>
      <w:r w:rsidR="004C73D5" w:rsidRPr="006C1BE1">
        <w:rPr>
          <w:sz w:val="22"/>
          <w:szCs w:val="22"/>
          <w:lang w:val="en-GB"/>
        </w:rPr>
        <w:t>of the bid forms.</w:t>
      </w:r>
    </w:p>
    <w:p w14:paraId="208F72C7" w14:textId="77777777" w:rsidR="00C16077" w:rsidRPr="006C1BE1" w:rsidRDefault="00C16077" w:rsidP="00C16077">
      <w:pPr>
        <w:pStyle w:val="ListParagraph"/>
        <w:rPr>
          <w:sz w:val="22"/>
          <w:szCs w:val="22"/>
          <w:lang w:val="en-GB"/>
        </w:rPr>
      </w:pPr>
    </w:p>
    <w:p w14:paraId="127D5CF1" w14:textId="77777777" w:rsidR="00AB0AEB" w:rsidRPr="006C1BE1" w:rsidRDefault="004C73D5" w:rsidP="00096FE3">
      <w:pPr>
        <w:pStyle w:val="ListParagraph"/>
        <w:numPr>
          <w:ilvl w:val="1"/>
          <w:numId w:val="30"/>
        </w:numPr>
        <w:jc w:val="both"/>
        <w:rPr>
          <w:sz w:val="22"/>
          <w:szCs w:val="22"/>
          <w:lang w:val="en-GB"/>
        </w:rPr>
      </w:pPr>
      <w:r w:rsidRPr="006C1BE1">
        <w:rPr>
          <w:sz w:val="22"/>
          <w:szCs w:val="22"/>
          <w:lang w:val="en-GB"/>
        </w:rPr>
        <w:t xml:space="preserve">Bids shall be signed by the </w:t>
      </w:r>
      <w:r w:rsidR="00F16397" w:rsidRPr="006C1BE1">
        <w:rPr>
          <w:sz w:val="22"/>
          <w:szCs w:val="22"/>
          <w:lang w:val="en-GB"/>
        </w:rPr>
        <w:t>B</w:t>
      </w:r>
      <w:r w:rsidRPr="006C1BE1">
        <w:rPr>
          <w:sz w:val="22"/>
          <w:szCs w:val="22"/>
          <w:lang w:val="en-GB"/>
        </w:rPr>
        <w:t xml:space="preserve">idder or a person or persons duly authorized to bind the </w:t>
      </w:r>
      <w:r w:rsidR="00F16397" w:rsidRPr="006C1BE1">
        <w:rPr>
          <w:sz w:val="22"/>
          <w:szCs w:val="22"/>
          <w:lang w:val="en-GB"/>
        </w:rPr>
        <w:t>B</w:t>
      </w:r>
      <w:r w:rsidRPr="006C1BE1">
        <w:rPr>
          <w:sz w:val="22"/>
          <w:szCs w:val="22"/>
          <w:lang w:val="en-GB"/>
        </w:rPr>
        <w:t>idder to the contract</w:t>
      </w:r>
      <w:r w:rsidR="009855F1" w:rsidRPr="006C1BE1">
        <w:rPr>
          <w:sz w:val="22"/>
          <w:szCs w:val="22"/>
          <w:lang w:val="en-GB"/>
        </w:rPr>
        <w:t xml:space="preserve">. A bid shall contain no interlineations, erasures, or overwriting except as necessary to correct errors made by the </w:t>
      </w:r>
      <w:r w:rsidR="00F16397" w:rsidRPr="006C1BE1">
        <w:rPr>
          <w:sz w:val="22"/>
          <w:szCs w:val="22"/>
          <w:lang w:val="en-GB"/>
        </w:rPr>
        <w:t>B</w:t>
      </w:r>
      <w:r w:rsidR="009855F1" w:rsidRPr="006C1BE1">
        <w:rPr>
          <w:sz w:val="22"/>
          <w:szCs w:val="22"/>
          <w:lang w:val="en-GB"/>
        </w:rPr>
        <w:t>idder</w:t>
      </w:r>
      <w:r w:rsidR="005142D0" w:rsidRPr="006C1BE1">
        <w:rPr>
          <w:sz w:val="22"/>
          <w:szCs w:val="22"/>
          <w:lang w:val="en-GB"/>
        </w:rPr>
        <w:t>. In that</w:t>
      </w:r>
      <w:r w:rsidR="009855F1" w:rsidRPr="006C1BE1">
        <w:rPr>
          <w:sz w:val="22"/>
          <w:szCs w:val="22"/>
          <w:lang w:val="en-GB"/>
        </w:rPr>
        <w:t xml:space="preserve"> case such corrections shall be initialled by the person or persons signing the bid.  </w:t>
      </w:r>
    </w:p>
    <w:p w14:paraId="6A2AC193" w14:textId="77777777" w:rsidR="001A3589" w:rsidRPr="006C1BE1" w:rsidRDefault="001A3589" w:rsidP="001A3589">
      <w:pPr>
        <w:rPr>
          <w:lang w:val="en-GB"/>
        </w:rPr>
      </w:pPr>
    </w:p>
    <w:p w14:paraId="57199DB6" w14:textId="77777777" w:rsidR="00776723" w:rsidRPr="006C1BE1" w:rsidRDefault="0008751A" w:rsidP="00E33A30">
      <w:pPr>
        <w:pStyle w:val="Heading2"/>
        <w:numPr>
          <w:ilvl w:val="0"/>
          <w:numId w:val="38"/>
        </w:numPr>
        <w:ind w:left="450" w:hanging="450"/>
        <w:rPr>
          <w:rFonts w:ascii="Times New Roman" w:hAnsi="Times New Roman" w:cs="Times New Roman"/>
          <w:lang w:val="en-GB"/>
        </w:rPr>
      </w:pPr>
      <w:bookmarkStart w:id="32" w:name="_Toc99385375"/>
      <w:r w:rsidRPr="006C1BE1">
        <w:rPr>
          <w:rFonts w:ascii="Times New Roman" w:hAnsi="Times New Roman" w:cs="Times New Roman"/>
          <w:lang w:val="en-GB"/>
        </w:rPr>
        <w:t>Electronic Submission</w:t>
      </w:r>
      <w:r w:rsidR="00776723" w:rsidRPr="006C1BE1">
        <w:rPr>
          <w:rFonts w:ascii="Times New Roman" w:hAnsi="Times New Roman" w:cs="Times New Roman"/>
          <w:lang w:val="en-GB"/>
        </w:rPr>
        <w:t>s</w:t>
      </w:r>
      <w:bookmarkEnd w:id="32"/>
    </w:p>
    <w:p w14:paraId="36C09B8A" w14:textId="77777777" w:rsidR="00776723" w:rsidRPr="006C1BE1" w:rsidRDefault="00776723" w:rsidP="00776723">
      <w:pPr>
        <w:pStyle w:val="ListParagraph"/>
        <w:jc w:val="both"/>
        <w:rPr>
          <w:sz w:val="22"/>
          <w:szCs w:val="22"/>
          <w:lang w:val="en-GB"/>
        </w:rPr>
      </w:pPr>
    </w:p>
    <w:p w14:paraId="0C1BF5F3" w14:textId="65AE7FE0" w:rsidR="001A3589" w:rsidRPr="006C1BE1" w:rsidRDefault="00453CB7" w:rsidP="00E33A30">
      <w:pPr>
        <w:pStyle w:val="ListParagraph"/>
        <w:numPr>
          <w:ilvl w:val="1"/>
          <w:numId w:val="31"/>
        </w:numPr>
        <w:jc w:val="both"/>
        <w:rPr>
          <w:sz w:val="22"/>
          <w:szCs w:val="22"/>
          <w:lang w:val="en-GB"/>
        </w:rPr>
      </w:pPr>
      <w:r w:rsidRPr="006C1BE1">
        <w:rPr>
          <w:sz w:val="22"/>
          <w:szCs w:val="22"/>
          <w:lang w:val="en-GB"/>
        </w:rPr>
        <w:t xml:space="preserve">Bids </w:t>
      </w:r>
      <w:r w:rsidR="008E28EE" w:rsidRPr="006C1BE1">
        <w:rPr>
          <w:sz w:val="22"/>
          <w:szCs w:val="22"/>
          <w:lang w:val="en-GB"/>
        </w:rPr>
        <w:t xml:space="preserve">will </w:t>
      </w:r>
      <w:r w:rsidR="0008751A" w:rsidRPr="006C1BE1">
        <w:rPr>
          <w:sz w:val="22"/>
          <w:szCs w:val="22"/>
          <w:lang w:val="en-GB"/>
        </w:rPr>
        <w:t>be submitted electronically. Please note the following guidelines for electronic submissions</w:t>
      </w:r>
      <w:r w:rsidRPr="006C1BE1">
        <w:rPr>
          <w:sz w:val="22"/>
          <w:szCs w:val="22"/>
          <w:lang w:val="en-GB"/>
        </w:rPr>
        <w:t>:</w:t>
      </w:r>
    </w:p>
    <w:p w14:paraId="7DF76E60" w14:textId="77777777" w:rsidR="001A3589" w:rsidRPr="006C1BE1" w:rsidRDefault="001A3589" w:rsidP="001A3589">
      <w:pPr>
        <w:pStyle w:val="ListParagraph"/>
        <w:ind w:left="480"/>
        <w:jc w:val="both"/>
        <w:rPr>
          <w:sz w:val="22"/>
          <w:szCs w:val="22"/>
          <w:lang w:val="en-GB"/>
        </w:rPr>
      </w:pPr>
    </w:p>
    <w:p w14:paraId="73D4395B" w14:textId="1C0B2EA7" w:rsidR="001A3589" w:rsidRPr="006C1BE1" w:rsidRDefault="0008751A" w:rsidP="00E33A30">
      <w:pPr>
        <w:pStyle w:val="ListParagraph"/>
        <w:numPr>
          <w:ilvl w:val="1"/>
          <w:numId w:val="31"/>
        </w:numPr>
        <w:jc w:val="both"/>
        <w:rPr>
          <w:sz w:val="22"/>
          <w:szCs w:val="22"/>
          <w:lang w:val="en-GB"/>
        </w:rPr>
      </w:pPr>
      <w:r w:rsidRPr="006C1BE1">
        <w:rPr>
          <w:sz w:val="22"/>
          <w:szCs w:val="22"/>
          <w:lang w:val="en-GB"/>
        </w:rPr>
        <w:t xml:space="preserve">Bidders shall make clear reference to the specific </w:t>
      </w:r>
      <w:r w:rsidR="002126A3" w:rsidRPr="006C1BE1">
        <w:rPr>
          <w:sz w:val="22"/>
          <w:szCs w:val="22"/>
          <w:lang w:val="en-GB"/>
        </w:rPr>
        <w:t>bid</w:t>
      </w:r>
      <w:r w:rsidRPr="006C1BE1">
        <w:rPr>
          <w:sz w:val="22"/>
          <w:szCs w:val="22"/>
          <w:lang w:val="en-GB"/>
        </w:rPr>
        <w:t xml:space="preserve"> in the subject field as instructed, otherwise </w:t>
      </w:r>
      <w:r w:rsidR="00D85400" w:rsidRPr="006C1BE1">
        <w:rPr>
          <w:sz w:val="22"/>
          <w:szCs w:val="22"/>
          <w:lang w:val="en-GB"/>
        </w:rPr>
        <w:t xml:space="preserve">bids </w:t>
      </w:r>
      <w:r w:rsidRPr="006C1BE1">
        <w:rPr>
          <w:sz w:val="22"/>
          <w:szCs w:val="22"/>
          <w:lang w:val="en-GB"/>
        </w:rPr>
        <w:t>may be rejected. Clearly specify</w:t>
      </w:r>
      <w:r w:rsidR="00FB1989" w:rsidRPr="006C1BE1">
        <w:rPr>
          <w:sz w:val="22"/>
          <w:szCs w:val="22"/>
          <w:lang w:val="en-GB"/>
        </w:rPr>
        <w:t xml:space="preserve"> </w:t>
      </w:r>
      <w:r w:rsidR="00453CB7" w:rsidRPr="006C1BE1">
        <w:rPr>
          <w:sz w:val="22"/>
          <w:szCs w:val="22"/>
          <w:lang w:val="en-GB"/>
        </w:rPr>
        <w:t xml:space="preserve">the following text </w:t>
      </w:r>
      <w:r w:rsidR="00FB1989" w:rsidRPr="006C1BE1">
        <w:rPr>
          <w:sz w:val="22"/>
          <w:szCs w:val="22"/>
          <w:lang w:val="en-GB"/>
        </w:rPr>
        <w:t xml:space="preserve">in the </w:t>
      </w:r>
      <w:r w:rsidR="00453CB7" w:rsidRPr="006C1BE1">
        <w:rPr>
          <w:sz w:val="22"/>
          <w:szCs w:val="22"/>
          <w:lang w:val="en-GB"/>
        </w:rPr>
        <w:t xml:space="preserve">subject </w:t>
      </w:r>
      <w:r w:rsidR="00FB1989" w:rsidRPr="006C1BE1">
        <w:rPr>
          <w:sz w:val="22"/>
          <w:szCs w:val="22"/>
          <w:lang w:val="en-GB"/>
        </w:rPr>
        <w:t>line</w:t>
      </w:r>
      <w:r w:rsidRPr="006C1BE1">
        <w:rPr>
          <w:sz w:val="22"/>
          <w:szCs w:val="22"/>
          <w:lang w:val="en-GB"/>
        </w:rPr>
        <w:t xml:space="preserve">: </w:t>
      </w:r>
      <w:r w:rsidR="009A0EBC" w:rsidRPr="006C1BE1">
        <w:rPr>
          <w:b/>
          <w:bCs/>
          <w:sz w:val="22"/>
          <w:szCs w:val="22"/>
          <w:lang w:val="en-GB"/>
        </w:rPr>
        <w:t>ITB</w:t>
      </w:r>
      <w:r w:rsidRPr="006C1BE1">
        <w:rPr>
          <w:b/>
          <w:bCs/>
          <w:sz w:val="22"/>
          <w:szCs w:val="22"/>
          <w:lang w:val="en-GB"/>
        </w:rPr>
        <w:t xml:space="preserve"> No. </w:t>
      </w:r>
      <w:r w:rsidRPr="006C1BE1">
        <w:rPr>
          <w:b/>
          <w:bCs/>
          <w:i/>
          <w:iCs/>
          <w:sz w:val="22"/>
          <w:szCs w:val="22"/>
          <w:lang w:val="en-GB"/>
        </w:rPr>
        <w:t>UNFPA/</w:t>
      </w:r>
      <w:r w:rsidR="00655D4B" w:rsidRPr="006C1BE1">
        <w:rPr>
          <w:b/>
          <w:bCs/>
          <w:i/>
          <w:iCs/>
          <w:sz w:val="22"/>
          <w:szCs w:val="22"/>
          <w:lang w:val="en-GB"/>
        </w:rPr>
        <w:t>MNG</w:t>
      </w:r>
      <w:r w:rsidRPr="006C1BE1">
        <w:rPr>
          <w:b/>
          <w:bCs/>
          <w:i/>
          <w:iCs/>
          <w:sz w:val="22"/>
          <w:szCs w:val="22"/>
          <w:lang w:val="en-GB"/>
        </w:rPr>
        <w:t>/</w:t>
      </w:r>
      <w:r w:rsidR="00655D4B" w:rsidRPr="006C1BE1">
        <w:rPr>
          <w:b/>
          <w:bCs/>
          <w:i/>
          <w:iCs/>
          <w:sz w:val="22"/>
          <w:szCs w:val="22"/>
          <w:lang w:val="en-GB"/>
        </w:rPr>
        <w:t>ITB</w:t>
      </w:r>
      <w:r w:rsidRPr="006C1BE1">
        <w:rPr>
          <w:b/>
          <w:bCs/>
          <w:i/>
          <w:iCs/>
          <w:sz w:val="22"/>
          <w:szCs w:val="22"/>
          <w:lang w:val="en-GB"/>
        </w:rPr>
        <w:t>/</w:t>
      </w:r>
      <w:r w:rsidR="00655D4B" w:rsidRPr="006C1BE1">
        <w:rPr>
          <w:b/>
          <w:bCs/>
          <w:i/>
          <w:iCs/>
          <w:sz w:val="22"/>
          <w:szCs w:val="22"/>
          <w:lang w:val="en-GB"/>
        </w:rPr>
        <w:t>22/001</w:t>
      </w:r>
      <w:r w:rsidR="00FB1989" w:rsidRPr="006C1BE1">
        <w:rPr>
          <w:sz w:val="22"/>
          <w:szCs w:val="22"/>
          <w:lang w:val="en-GB"/>
        </w:rPr>
        <w:t>, Bidder’s Name.</w:t>
      </w:r>
    </w:p>
    <w:p w14:paraId="681F4E77" w14:textId="77777777" w:rsidR="001A3589" w:rsidRPr="006C1BE1" w:rsidRDefault="001A3589" w:rsidP="001A3589">
      <w:pPr>
        <w:pStyle w:val="ListParagraph"/>
        <w:rPr>
          <w:sz w:val="22"/>
          <w:szCs w:val="22"/>
          <w:lang w:val="en-GB"/>
        </w:rPr>
      </w:pPr>
    </w:p>
    <w:p w14:paraId="79A7D563" w14:textId="657233E7" w:rsidR="001A3589" w:rsidRPr="006C1BE1" w:rsidRDefault="00FB1989" w:rsidP="00E33A30">
      <w:pPr>
        <w:pStyle w:val="ListParagraph"/>
        <w:numPr>
          <w:ilvl w:val="1"/>
          <w:numId w:val="31"/>
        </w:numPr>
        <w:jc w:val="both"/>
        <w:rPr>
          <w:sz w:val="22"/>
          <w:szCs w:val="22"/>
          <w:lang w:val="en-GB"/>
        </w:rPr>
      </w:pPr>
      <w:r w:rsidRPr="006C1BE1">
        <w:rPr>
          <w:sz w:val="22"/>
          <w:szCs w:val="22"/>
          <w:lang w:val="en-GB"/>
        </w:rPr>
        <w:t>T</w:t>
      </w:r>
      <w:r w:rsidR="0008751A" w:rsidRPr="006C1BE1">
        <w:rPr>
          <w:sz w:val="22"/>
          <w:szCs w:val="22"/>
          <w:lang w:val="en-GB"/>
        </w:rPr>
        <w:t xml:space="preserve">he </w:t>
      </w:r>
      <w:r w:rsidR="00B311AF" w:rsidRPr="006C1BE1">
        <w:rPr>
          <w:sz w:val="22"/>
          <w:szCs w:val="22"/>
          <w:lang w:val="en-GB"/>
        </w:rPr>
        <w:t xml:space="preserve">bid </w:t>
      </w:r>
      <w:r w:rsidR="0008751A" w:rsidRPr="006C1BE1">
        <w:rPr>
          <w:sz w:val="22"/>
          <w:szCs w:val="22"/>
          <w:lang w:val="en-GB"/>
        </w:rPr>
        <w:t xml:space="preserve">shall be submitted to </w:t>
      </w:r>
      <w:hyperlink r:id="rId24" w:history="1">
        <w:r w:rsidR="00655D4B" w:rsidRPr="006C1BE1">
          <w:rPr>
            <w:rStyle w:val="Hyperlink"/>
            <w:sz w:val="22"/>
            <w:szCs w:val="22"/>
            <w:lang w:val="en-GB"/>
          </w:rPr>
          <w:t>procurement@unfpa.org.mn</w:t>
        </w:r>
      </w:hyperlink>
      <w:r w:rsidR="0008751A" w:rsidRPr="006C1BE1">
        <w:rPr>
          <w:i/>
          <w:sz w:val="22"/>
          <w:szCs w:val="22"/>
          <w:lang w:val="en-GB"/>
        </w:rPr>
        <w:t>.</w:t>
      </w:r>
      <w:r w:rsidR="0008751A" w:rsidRPr="006C1BE1">
        <w:rPr>
          <w:sz w:val="22"/>
          <w:szCs w:val="22"/>
          <w:lang w:val="en-GB"/>
        </w:rPr>
        <w:t xml:space="preserve"> </w:t>
      </w:r>
      <w:r w:rsidR="00D85400" w:rsidRPr="006C1BE1">
        <w:rPr>
          <w:sz w:val="22"/>
          <w:szCs w:val="22"/>
          <w:lang w:val="en-GB"/>
        </w:rPr>
        <w:t xml:space="preserve">Bids </w:t>
      </w:r>
      <w:r w:rsidR="0008751A" w:rsidRPr="006C1BE1">
        <w:rPr>
          <w:sz w:val="22"/>
          <w:szCs w:val="22"/>
          <w:lang w:val="en-GB"/>
        </w:rPr>
        <w:t xml:space="preserve">received at the </w:t>
      </w:r>
      <w:hyperlink r:id="rId25" w:history="1">
        <w:r w:rsidR="00655D4B" w:rsidRPr="006C1BE1">
          <w:rPr>
            <w:rStyle w:val="Hyperlink"/>
            <w:sz w:val="22"/>
            <w:szCs w:val="22"/>
            <w:lang w:val="en-GB"/>
          </w:rPr>
          <w:t>procurement@unfpa.org.mn</w:t>
        </w:r>
      </w:hyperlink>
      <w:r w:rsidR="00655D4B" w:rsidRPr="006C1BE1">
        <w:rPr>
          <w:sz w:val="22"/>
          <w:szCs w:val="22"/>
          <w:lang w:val="en-GB"/>
        </w:rPr>
        <w:t xml:space="preserve"> </w:t>
      </w:r>
      <w:r w:rsidR="0008751A" w:rsidRPr="006C1BE1">
        <w:rPr>
          <w:sz w:val="22"/>
          <w:szCs w:val="22"/>
          <w:lang w:val="en-GB"/>
        </w:rPr>
        <w:t xml:space="preserve">mailbox are kept undisclosed and shall not be opened before the scheduled opening date. Sending to any other email address will violate confidentiality and invalidate the </w:t>
      </w:r>
      <w:r w:rsidR="00E42E7C" w:rsidRPr="006C1BE1">
        <w:rPr>
          <w:sz w:val="22"/>
          <w:szCs w:val="22"/>
          <w:lang w:val="en-GB"/>
        </w:rPr>
        <w:t>bid</w:t>
      </w:r>
      <w:r w:rsidR="0008751A" w:rsidRPr="006C1BE1">
        <w:rPr>
          <w:sz w:val="22"/>
          <w:szCs w:val="22"/>
          <w:lang w:val="en-GB"/>
        </w:rPr>
        <w:t xml:space="preserve">. </w:t>
      </w:r>
    </w:p>
    <w:p w14:paraId="38ACF656" w14:textId="77777777" w:rsidR="001A3589" w:rsidRPr="006C1BE1" w:rsidRDefault="001A3589" w:rsidP="001A3589">
      <w:pPr>
        <w:pStyle w:val="ListParagraph"/>
        <w:rPr>
          <w:sz w:val="22"/>
          <w:szCs w:val="22"/>
          <w:lang w:val="en-GB"/>
        </w:rPr>
      </w:pPr>
    </w:p>
    <w:p w14:paraId="4041FFA1" w14:textId="77777777" w:rsidR="00AF1A65" w:rsidRPr="006C1BE1" w:rsidRDefault="0008751A" w:rsidP="00E33A30">
      <w:pPr>
        <w:pStyle w:val="ListParagraph"/>
        <w:numPr>
          <w:ilvl w:val="1"/>
          <w:numId w:val="31"/>
        </w:numPr>
        <w:jc w:val="both"/>
        <w:rPr>
          <w:sz w:val="22"/>
          <w:szCs w:val="22"/>
          <w:lang w:val="en-GB"/>
        </w:rPr>
      </w:pPr>
      <w:r w:rsidRPr="006C1BE1">
        <w:rPr>
          <w:sz w:val="22"/>
          <w:szCs w:val="22"/>
          <w:lang w:val="en-GB"/>
        </w:rPr>
        <w:t>E-mail submission shall not exceed 10 MB</w:t>
      </w:r>
      <w:r w:rsidR="000F4CFE" w:rsidRPr="006C1BE1">
        <w:rPr>
          <w:sz w:val="22"/>
          <w:szCs w:val="22"/>
          <w:lang w:val="en-GB"/>
        </w:rPr>
        <w:t>, including the size of the cover email.</w:t>
      </w:r>
      <w:r w:rsidRPr="006C1BE1">
        <w:rPr>
          <w:sz w:val="22"/>
          <w:szCs w:val="22"/>
          <w:lang w:val="en-GB"/>
        </w:rPr>
        <w:t xml:space="preserve"> It is recommended that all the bidding documents are consolidated into as few attachments as possible which shall be in commonly used file formats. </w:t>
      </w:r>
      <w:r w:rsidR="00761E49" w:rsidRPr="006C1BE1">
        <w:rPr>
          <w:sz w:val="22"/>
          <w:szCs w:val="22"/>
          <w:lang w:val="en-GB"/>
        </w:rPr>
        <w:t xml:space="preserve">If </w:t>
      </w:r>
      <w:r w:rsidR="008859D7" w:rsidRPr="006C1BE1">
        <w:rPr>
          <w:sz w:val="22"/>
          <w:szCs w:val="22"/>
          <w:lang w:val="en-GB"/>
        </w:rPr>
        <w:t>the bid</w:t>
      </w:r>
      <w:r w:rsidR="00761E49" w:rsidRPr="006C1BE1">
        <w:rPr>
          <w:sz w:val="22"/>
          <w:szCs w:val="22"/>
          <w:lang w:val="en-GB"/>
        </w:rPr>
        <w:t xml:space="preserve"> consists of large electronic files</w:t>
      </w:r>
      <w:r w:rsidRPr="006C1BE1">
        <w:rPr>
          <w:sz w:val="22"/>
          <w:szCs w:val="22"/>
          <w:lang w:val="en-GB"/>
        </w:rPr>
        <w:t xml:space="preserve">, it is recommended </w:t>
      </w:r>
      <w:r w:rsidR="00761E49" w:rsidRPr="006C1BE1">
        <w:rPr>
          <w:sz w:val="22"/>
          <w:szCs w:val="22"/>
          <w:lang w:val="en-GB"/>
        </w:rPr>
        <w:t>to send these files</w:t>
      </w:r>
      <w:r w:rsidRPr="006C1BE1">
        <w:rPr>
          <w:sz w:val="22"/>
          <w:szCs w:val="22"/>
          <w:lang w:val="en-GB"/>
        </w:rPr>
        <w:t xml:space="preserve"> separately before the deadline indicating the </w:t>
      </w:r>
      <w:r w:rsidR="00761E49" w:rsidRPr="006C1BE1">
        <w:rPr>
          <w:sz w:val="22"/>
          <w:szCs w:val="22"/>
          <w:lang w:val="en-GB"/>
        </w:rPr>
        <w:t>order of emails</w:t>
      </w:r>
      <w:r w:rsidRPr="006C1BE1">
        <w:rPr>
          <w:sz w:val="22"/>
          <w:szCs w:val="22"/>
          <w:lang w:val="en-GB"/>
        </w:rPr>
        <w:t xml:space="preserve"> (email 1, email 2, etc.)</w:t>
      </w:r>
      <w:r w:rsidR="008B1E6E" w:rsidRPr="006C1BE1">
        <w:rPr>
          <w:sz w:val="22"/>
          <w:szCs w:val="22"/>
          <w:lang w:val="en-GB"/>
        </w:rPr>
        <w:t xml:space="preserve"> after the bid reference number and the </w:t>
      </w:r>
      <w:r w:rsidR="00F16397" w:rsidRPr="006C1BE1">
        <w:rPr>
          <w:sz w:val="22"/>
          <w:szCs w:val="22"/>
          <w:lang w:val="en-GB"/>
        </w:rPr>
        <w:t>B</w:t>
      </w:r>
      <w:r w:rsidR="008B1E6E" w:rsidRPr="006C1BE1">
        <w:rPr>
          <w:sz w:val="22"/>
          <w:szCs w:val="22"/>
          <w:lang w:val="en-GB"/>
        </w:rPr>
        <w:t>idder’s name</w:t>
      </w:r>
      <w:r w:rsidRPr="006C1BE1">
        <w:rPr>
          <w:sz w:val="22"/>
          <w:szCs w:val="22"/>
          <w:lang w:val="en-GB"/>
        </w:rPr>
        <w:t xml:space="preserve"> in the subject</w:t>
      </w:r>
      <w:r w:rsidR="008B1E6E" w:rsidRPr="006C1BE1">
        <w:rPr>
          <w:sz w:val="22"/>
          <w:szCs w:val="22"/>
          <w:lang w:val="en-GB"/>
        </w:rPr>
        <w:t xml:space="preserve"> line</w:t>
      </w:r>
      <w:r w:rsidRPr="006C1BE1">
        <w:rPr>
          <w:sz w:val="22"/>
          <w:szCs w:val="22"/>
          <w:lang w:val="en-GB"/>
        </w:rPr>
        <w:t xml:space="preserve"> of each email</w:t>
      </w:r>
      <w:r w:rsidR="00C03E3F" w:rsidRPr="006C1BE1">
        <w:rPr>
          <w:sz w:val="22"/>
          <w:szCs w:val="22"/>
          <w:lang w:val="en-GB"/>
        </w:rPr>
        <w:t>.</w:t>
      </w:r>
    </w:p>
    <w:p w14:paraId="488EE53E" w14:textId="77777777" w:rsidR="00AF1A65" w:rsidRPr="006C1BE1" w:rsidRDefault="00AF1A65" w:rsidP="00AF1A65">
      <w:pPr>
        <w:pStyle w:val="ListParagraph"/>
        <w:rPr>
          <w:sz w:val="22"/>
          <w:szCs w:val="22"/>
          <w:lang w:val="en-GB"/>
        </w:rPr>
      </w:pPr>
    </w:p>
    <w:p w14:paraId="18C4FB83" w14:textId="7667A5AD" w:rsidR="00AF1A65" w:rsidRDefault="0008751A" w:rsidP="00E33A30">
      <w:pPr>
        <w:pStyle w:val="ListParagraph"/>
        <w:numPr>
          <w:ilvl w:val="1"/>
          <w:numId w:val="31"/>
        </w:numPr>
        <w:jc w:val="both"/>
        <w:rPr>
          <w:sz w:val="22"/>
          <w:szCs w:val="22"/>
          <w:lang w:val="en-GB"/>
        </w:rPr>
      </w:pPr>
      <w:r w:rsidRPr="006C1BE1">
        <w:rPr>
          <w:sz w:val="22"/>
          <w:szCs w:val="22"/>
          <w:lang w:val="en-GB"/>
        </w:rPr>
        <w:t xml:space="preserve">It shall be the </w:t>
      </w:r>
      <w:r w:rsidR="00F16397" w:rsidRPr="006C1BE1">
        <w:rPr>
          <w:sz w:val="22"/>
          <w:szCs w:val="22"/>
          <w:lang w:val="en-GB"/>
        </w:rPr>
        <w:t>B</w:t>
      </w:r>
      <w:r w:rsidRPr="006C1BE1">
        <w:rPr>
          <w:sz w:val="22"/>
          <w:szCs w:val="22"/>
          <w:lang w:val="en-GB"/>
        </w:rPr>
        <w:t xml:space="preserve">idder’s responsibility to ensure that bids sent by e-mail are received by the deadline. All </w:t>
      </w:r>
      <w:r w:rsidR="00F16397" w:rsidRPr="006C1BE1">
        <w:rPr>
          <w:sz w:val="22"/>
          <w:szCs w:val="22"/>
          <w:lang w:val="en-GB"/>
        </w:rPr>
        <w:t>B</w:t>
      </w:r>
      <w:r w:rsidRPr="006C1BE1">
        <w:rPr>
          <w:sz w:val="22"/>
          <w:szCs w:val="22"/>
          <w:lang w:val="en-GB"/>
        </w:rPr>
        <w:t xml:space="preserve">idders shall receive an auto-reply acknowledging the receipt of their email. Bidders shall not receive responses to questions sent to </w:t>
      </w:r>
      <w:hyperlink r:id="rId26" w:history="1">
        <w:r w:rsidR="00655D4B" w:rsidRPr="006C1BE1">
          <w:rPr>
            <w:rStyle w:val="Hyperlink"/>
            <w:sz w:val="22"/>
            <w:szCs w:val="22"/>
            <w:lang w:val="en-GB"/>
          </w:rPr>
          <w:t>procurement@unfpa.org.mn</w:t>
        </w:r>
      </w:hyperlink>
      <w:r w:rsidRPr="006C1BE1">
        <w:rPr>
          <w:i/>
          <w:sz w:val="22"/>
          <w:szCs w:val="22"/>
          <w:lang w:val="en-GB"/>
        </w:rPr>
        <w:t xml:space="preserve"> </w:t>
      </w:r>
      <w:r w:rsidRPr="006C1BE1">
        <w:rPr>
          <w:sz w:val="22"/>
          <w:szCs w:val="22"/>
          <w:lang w:val="en-GB"/>
        </w:rPr>
        <w:t>since</w:t>
      </w:r>
      <w:r w:rsidRPr="00AF1A65">
        <w:rPr>
          <w:sz w:val="22"/>
          <w:szCs w:val="22"/>
          <w:lang w:val="en-GB"/>
        </w:rPr>
        <w:t xml:space="preserve"> it is a secure mailbox.</w:t>
      </w:r>
    </w:p>
    <w:p w14:paraId="5A462443" w14:textId="77777777" w:rsidR="00AF1A65" w:rsidRPr="00AF1A65" w:rsidRDefault="00AF1A65" w:rsidP="00AF1A65">
      <w:pPr>
        <w:pStyle w:val="ListParagraph"/>
        <w:rPr>
          <w:sz w:val="22"/>
          <w:szCs w:val="22"/>
          <w:lang w:val="en-GB"/>
        </w:rPr>
      </w:pPr>
    </w:p>
    <w:p w14:paraId="43EB2AD5" w14:textId="77777777" w:rsidR="0008751A" w:rsidRPr="00CF5BC0" w:rsidRDefault="0008751A" w:rsidP="00E33A30">
      <w:pPr>
        <w:pStyle w:val="ListParagraph"/>
        <w:numPr>
          <w:ilvl w:val="1"/>
          <w:numId w:val="31"/>
        </w:numPr>
        <w:jc w:val="both"/>
        <w:rPr>
          <w:sz w:val="22"/>
          <w:szCs w:val="22"/>
          <w:lang w:val="en-GB"/>
        </w:rPr>
      </w:pPr>
      <w:r w:rsidRPr="00AF1A65">
        <w:rPr>
          <w:sz w:val="22"/>
          <w:szCs w:val="22"/>
          <w:lang w:val="en-GB"/>
        </w:rPr>
        <w:t xml:space="preserve">In order to avoid last minute </w:t>
      </w:r>
      <w:r w:rsidR="00865838" w:rsidRPr="00AF1A65">
        <w:rPr>
          <w:sz w:val="22"/>
          <w:szCs w:val="22"/>
          <w:lang w:val="en-GB"/>
        </w:rPr>
        <w:t>internet</w:t>
      </w:r>
      <w:r w:rsidRPr="00AF1A65">
        <w:rPr>
          <w:sz w:val="22"/>
          <w:szCs w:val="22"/>
          <w:lang w:val="en-GB"/>
        </w:rPr>
        <w:t xml:space="preserve"> congestion it is recommended to send your bid as early as possible before the deadline.</w:t>
      </w:r>
    </w:p>
    <w:p w14:paraId="4012EAF7" w14:textId="77777777" w:rsidR="0008751A" w:rsidRPr="00955F15" w:rsidRDefault="0008751A">
      <w:pPr>
        <w:jc w:val="both"/>
        <w:rPr>
          <w:b/>
          <w:sz w:val="22"/>
          <w:szCs w:val="22"/>
          <w:lang w:val="en-GB"/>
        </w:rPr>
      </w:pPr>
    </w:p>
    <w:p w14:paraId="4D6B6956" w14:textId="77777777" w:rsidR="0008751A" w:rsidRPr="00955F15" w:rsidRDefault="0055642D" w:rsidP="00E33A30">
      <w:pPr>
        <w:pStyle w:val="Heading2"/>
        <w:numPr>
          <w:ilvl w:val="0"/>
          <w:numId w:val="38"/>
        </w:numPr>
        <w:ind w:left="450" w:hanging="450"/>
        <w:rPr>
          <w:rFonts w:ascii="Times New Roman" w:hAnsi="Times New Roman" w:cs="Times New Roman"/>
          <w:lang w:val="en-GB"/>
        </w:rPr>
      </w:pPr>
      <w:bookmarkStart w:id="33" w:name="_Toc99385376"/>
      <w:r w:rsidRPr="00955F15">
        <w:rPr>
          <w:rFonts w:ascii="Times New Roman" w:hAnsi="Times New Roman" w:cs="Times New Roman"/>
          <w:lang w:val="en-GB"/>
        </w:rPr>
        <w:t>Bid Submission Deadline</w:t>
      </w:r>
      <w:r w:rsidR="0008751A" w:rsidRPr="00955F15">
        <w:rPr>
          <w:rFonts w:ascii="Times New Roman" w:hAnsi="Times New Roman" w:cs="Times New Roman"/>
          <w:lang w:val="en-GB"/>
        </w:rPr>
        <w:t>/Late Bids</w:t>
      </w:r>
      <w:bookmarkEnd w:id="33"/>
    </w:p>
    <w:p w14:paraId="3D821168" w14:textId="77777777" w:rsidR="0008751A" w:rsidRDefault="0008751A" w:rsidP="00776723">
      <w:pPr>
        <w:pStyle w:val="BodyText"/>
        <w:tabs>
          <w:tab w:val="clear" w:pos="720"/>
        </w:tabs>
        <w:suppressAutoHyphens w:val="0"/>
        <w:overflowPunct/>
        <w:autoSpaceDE/>
        <w:autoSpaceDN/>
        <w:adjustRightInd/>
        <w:textAlignment w:val="auto"/>
        <w:rPr>
          <w:sz w:val="22"/>
          <w:szCs w:val="22"/>
          <w:lang w:val="en-GB"/>
        </w:rPr>
      </w:pPr>
    </w:p>
    <w:p w14:paraId="712A3974" w14:textId="77777777" w:rsidR="00955F15" w:rsidRDefault="0008751A" w:rsidP="00E33A30">
      <w:pPr>
        <w:pStyle w:val="ListParagraph"/>
        <w:numPr>
          <w:ilvl w:val="1"/>
          <w:numId w:val="32"/>
        </w:numPr>
        <w:jc w:val="both"/>
        <w:rPr>
          <w:sz w:val="22"/>
          <w:szCs w:val="22"/>
          <w:lang w:val="en-GB"/>
        </w:rPr>
      </w:pPr>
      <w:r w:rsidRPr="00955F15">
        <w:rPr>
          <w:sz w:val="22"/>
          <w:szCs w:val="22"/>
          <w:lang w:val="en-GB"/>
        </w:rPr>
        <w:t xml:space="preserve">Bids must be delivered to the office on or before the date and time specified in the </w:t>
      </w:r>
      <w:r w:rsidR="00DC36D0" w:rsidRPr="00955F15">
        <w:rPr>
          <w:sz w:val="22"/>
          <w:szCs w:val="22"/>
          <w:lang w:val="en-GB"/>
        </w:rPr>
        <w:t>i</w:t>
      </w:r>
      <w:r w:rsidRPr="00955F15">
        <w:rPr>
          <w:sz w:val="22"/>
          <w:szCs w:val="22"/>
          <w:lang w:val="en-GB"/>
        </w:rPr>
        <w:t xml:space="preserve">ntroductory </w:t>
      </w:r>
      <w:r w:rsidR="00DC36D0" w:rsidRPr="00955F15">
        <w:rPr>
          <w:sz w:val="22"/>
          <w:szCs w:val="22"/>
          <w:lang w:val="en-GB"/>
        </w:rPr>
        <w:t xml:space="preserve">letter </w:t>
      </w:r>
      <w:r w:rsidRPr="00955F15">
        <w:rPr>
          <w:sz w:val="22"/>
          <w:szCs w:val="22"/>
          <w:lang w:val="en-GB"/>
        </w:rPr>
        <w:t xml:space="preserve">of this </w:t>
      </w:r>
      <w:r w:rsidR="00DC36D0" w:rsidRPr="00955F15">
        <w:rPr>
          <w:sz w:val="22"/>
          <w:szCs w:val="22"/>
          <w:lang w:val="en-GB"/>
        </w:rPr>
        <w:t>solicitation document</w:t>
      </w:r>
      <w:r w:rsidRPr="00955F15">
        <w:rPr>
          <w:sz w:val="22"/>
          <w:szCs w:val="22"/>
          <w:lang w:val="en-GB"/>
        </w:rPr>
        <w:t xml:space="preserve">.  </w:t>
      </w:r>
      <w:r w:rsidR="00DC36D0" w:rsidRPr="00955F15">
        <w:rPr>
          <w:sz w:val="22"/>
          <w:szCs w:val="22"/>
          <w:lang w:val="en-GB"/>
        </w:rPr>
        <w:t>If any doubt exists</w:t>
      </w:r>
      <w:r w:rsidRPr="00955F15">
        <w:rPr>
          <w:sz w:val="22"/>
          <w:szCs w:val="22"/>
          <w:lang w:val="en-GB"/>
        </w:rPr>
        <w:t xml:space="preserve"> as to the time zone in which the bid should be submitted please refer to </w:t>
      </w:r>
      <w:hyperlink r:id="rId27" w:history="1">
        <w:r w:rsidRPr="00955F15">
          <w:rPr>
            <w:sz w:val="22"/>
            <w:szCs w:val="22"/>
            <w:u w:val="single"/>
            <w:lang w:val="en-GB"/>
          </w:rPr>
          <w:t>www.timeanddate.com/worldclock</w:t>
        </w:r>
      </w:hyperlink>
      <w:r w:rsidRPr="00955F15">
        <w:rPr>
          <w:sz w:val="22"/>
          <w:szCs w:val="22"/>
          <w:lang w:val="en-GB"/>
        </w:rPr>
        <w:t>, or contact the bid focal point.</w:t>
      </w:r>
    </w:p>
    <w:p w14:paraId="67F2B819" w14:textId="77777777" w:rsidR="00955F15" w:rsidRDefault="00955F15" w:rsidP="00955F15">
      <w:pPr>
        <w:pStyle w:val="ListParagraph"/>
        <w:ind w:left="480"/>
        <w:jc w:val="both"/>
        <w:rPr>
          <w:sz w:val="22"/>
          <w:szCs w:val="22"/>
          <w:lang w:val="en-GB"/>
        </w:rPr>
      </w:pPr>
    </w:p>
    <w:p w14:paraId="14769E1A" w14:textId="77777777" w:rsidR="00955F15" w:rsidRDefault="0008751A" w:rsidP="00E33A30">
      <w:pPr>
        <w:pStyle w:val="ListParagraph"/>
        <w:numPr>
          <w:ilvl w:val="1"/>
          <w:numId w:val="32"/>
        </w:numPr>
        <w:jc w:val="both"/>
        <w:rPr>
          <w:sz w:val="22"/>
          <w:szCs w:val="22"/>
          <w:lang w:val="en-GB"/>
        </w:rPr>
      </w:pPr>
      <w:r w:rsidRPr="00955F15">
        <w:rPr>
          <w:sz w:val="22"/>
          <w:szCs w:val="22"/>
          <w:lang w:val="en-GB"/>
        </w:rPr>
        <w:t xml:space="preserve">UNFPA may, under special and exceptional circumstances, extend </w:t>
      </w:r>
      <w:r w:rsidR="0055642D" w:rsidRPr="00955F15">
        <w:rPr>
          <w:sz w:val="22"/>
          <w:szCs w:val="22"/>
          <w:lang w:val="en-GB"/>
        </w:rPr>
        <w:t xml:space="preserve">the bid submission </w:t>
      </w:r>
      <w:r w:rsidRPr="00955F15">
        <w:rPr>
          <w:sz w:val="22"/>
          <w:szCs w:val="22"/>
          <w:lang w:val="en-GB"/>
        </w:rPr>
        <w:t xml:space="preserve">deadline and such changes shall be notified </w:t>
      </w:r>
      <w:r w:rsidR="00865838" w:rsidRPr="00955F15">
        <w:rPr>
          <w:sz w:val="22"/>
          <w:szCs w:val="22"/>
          <w:lang w:val="en-GB"/>
        </w:rPr>
        <w:t>in UNGM</w:t>
      </w:r>
      <w:r w:rsidRPr="00955F15">
        <w:rPr>
          <w:sz w:val="22"/>
          <w:szCs w:val="22"/>
          <w:lang w:val="en-GB"/>
        </w:rPr>
        <w:t xml:space="preserve"> before the expiration of the original period. </w:t>
      </w:r>
    </w:p>
    <w:p w14:paraId="76C6B139" w14:textId="77777777" w:rsidR="00955F15" w:rsidRPr="00955F15" w:rsidRDefault="00955F15" w:rsidP="00955F15">
      <w:pPr>
        <w:pStyle w:val="ListParagraph"/>
        <w:rPr>
          <w:sz w:val="22"/>
          <w:szCs w:val="22"/>
          <w:lang w:val="en-GB"/>
        </w:rPr>
      </w:pPr>
    </w:p>
    <w:p w14:paraId="1476D384" w14:textId="77777777" w:rsidR="0008751A" w:rsidRPr="00CF5BC0" w:rsidRDefault="0008751A" w:rsidP="00E33A30">
      <w:pPr>
        <w:pStyle w:val="ListParagraph"/>
        <w:numPr>
          <w:ilvl w:val="1"/>
          <w:numId w:val="32"/>
        </w:numPr>
        <w:jc w:val="both"/>
        <w:rPr>
          <w:sz w:val="22"/>
          <w:szCs w:val="22"/>
          <w:lang w:val="en-GB"/>
        </w:rPr>
      </w:pPr>
      <w:r w:rsidRPr="00955F15">
        <w:rPr>
          <w:sz w:val="22"/>
          <w:szCs w:val="22"/>
          <w:lang w:val="en-GB"/>
        </w:rPr>
        <w:t xml:space="preserve">Any bid received by UNFPA after the </w:t>
      </w:r>
      <w:r w:rsidR="0081546F" w:rsidRPr="00955F15">
        <w:rPr>
          <w:sz w:val="22"/>
          <w:szCs w:val="22"/>
          <w:lang w:val="en-GB"/>
        </w:rPr>
        <w:t xml:space="preserve">bid submission </w:t>
      </w:r>
      <w:r w:rsidRPr="00955F15">
        <w:rPr>
          <w:sz w:val="22"/>
          <w:szCs w:val="22"/>
          <w:lang w:val="en-GB"/>
        </w:rPr>
        <w:t xml:space="preserve">deadline shall be rejected and returned unopened to the </w:t>
      </w:r>
      <w:r w:rsidR="00F16397">
        <w:rPr>
          <w:sz w:val="22"/>
          <w:szCs w:val="22"/>
          <w:lang w:val="en-GB"/>
        </w:rPr>
        <w:t>B</w:t>
      </w:r>
      <w:r w:rsidRPr="00955F15">
        <w:rPr>
          <w:sz w:val="22"/>
          <w:szCs w:val="22"/>
          <w:lang w:val="en-GB"/>
        </w:rPr>
        <w:t xml:space="preserve">idder. UNFPA shall not be legally responsible for bids that arrived late due to the </w:t>
      </w:r>
      <w:r w:rsidR="00F16397">
        <w:rPr>
          <w:sz w:val="22"/>
          <w:szCs w:val="22"/>
          <w:lang w:val="en-GB"/>
        </w:rPr>
        <w:t>B</w:t>
      </w:r>
      <w:r w:rsidRPr="00955F15">
        <w:rPr>
          <w:sz w:val="22"/>
          <w:szCs w:val="22"/>
          <w:lang w:val="en-GB"/>
        </w:rPr>
        <w:t>idder’s problems with transmission of bid submissions via email and/or with the courier company.</w:t>
      </w:r>
    </w:p>
    <w:p w14:paraId="2645D950" w14:textId="77777777" w:rsidR="0008751A" w:rsidRPr="00955F15" w:rsidRDefault="0008751A" w:rsidP="00955F15">
      <w:pPr>
        <w:pStyle w:val="Heading2"/>
        <w:rPr>
          <w:rFonts w:ascii="Times New Roman" w:hAnsi="Times New Roman" w:cs="Times New Roman"/>
          <w:lang w:val="en-GB"/>
        </w:rPr>
      </w:pPr>
    </w:p>
    <w:p w14:paraId="5DA00CCF" w14:textId="77777777" w:rsidR="0008751A" w:rsidRDefault="0008751A" w:rsidP="00E33A30">
      <w:pPr>
        <w:pStyle w:val="Heading2"/>
        <w:numPr>
          <w:ilvl w:val="0"/>
          <w:numId w:val="38"/>
        </w:numPr>
        <w:ind w:left="450" w:hanging="450"/>
        <w:rPr>
          <w:rFonts w:ascii="Times New Roman" w:hAnsi="Times New Roman" w:cs="Times New Roman"/>
          <w:lang w:val="en-GB"/>
        </w:rPr>
      </w:pPr>
      <w:bookmarkStart w:id="34" w:name="_Toc99385377"/>
      <w:r>
        <w:rPr>
          <w:rFonts w:ascii="Times New Roman" w:hAnsi="Times New Roman" w:cs="Times New Roman"/>
          <w:lang w:val="en-GB"/>
        </w:rPr>
        <w:t>Storage of Bids</w:t>
      </w:r>
      <w:bookmarkEnd w:id="34"/>
    </w:p>
    <w:p w14:paraId="6FE2890E" w14:textId="77777777" w:rsidR="0008751A" w:rsidRPr="0027545D" w:rsidRDefault="0008751A" w:rsidP="0027545D">
      <w:pPr>
        <w:pStyle w:val="Heading2"/>
        <w:ind w:firstLine="0"/>
        <w:jc w:val="both"/>
        <w:rPr>
          <w:rFonts w:ascii="Times New Roman" w:hAnsi="Times New Roman" w:cs="Times New Roman"/>
          <w:b w:val="0"/>
          <w:sz w:val="22"/>
          <w:lang w:val="en-GB"/>
        </w:rPr>
      </w:pPr>
    </w:p>
    <w:p w14:paraId="2C929A5C" w14:textId="77777777" w:rsidR="009B1FD9" w:rsidRPr="00CF5BC0" w:rsidRDefault="0008751A" w:rsidP="00E33A30">
      <w:pPr>
        <w:pStyle w:val="ListParagraph"/>
        <w:numPr>
          <w:ilvl w:val="1"/>
          <w:numId w:val="33"/>
        </w:numPr>
        <w:jc w:val="both"/>
        <w:rPr>
          <w:sz w:val="22"/>
          <w:szCs w:val="22"/>
          <w:lang w:val="en-GB"/>
        </w:rPr>
      </w:pPr>
      <w:r w:rsidRPr="00955F15">
        <w:rPr>
          <w:sz w:val="22"/>
          <w:szCs w:val="22"/>
          <w:lang w:val="en-GB"/>
        </w:rPr>
        <w:t>Bids received prior to the deadline of submission and the time of opening shall be securely kept unopened until the specified bid opening date stated in the UNFPA’s solicitation document. No responsibility shall be attached to UNFPA for premature</w:t>
      </w:r>
      <w:r w:rsidR="008403AB" w:rsidRPr="00955F15">
        <w:rPr>
          <w:sz w:val="22"/>
          <w:szCs w:val="22"/>
          <w:lang w:val="en-GB"/>
        </w:rPr>
        <w:t>ly</w:t>
      </w:r>
      <w:r w:rsidRPr="00955F15">
        <w:rPr>
          <w:sz w:val="22"/>
          <w:szCs w:val="22"/>
          <w:lang w:val="en-GB"/>
        </w:rPr>
        <w:t xml:space="preserve"> opening </w:t>
      </w:r>
      <w:r w:rsidR="008403AB" w:rsidRPr="00955F15">
        <w:rPr>
          <w:sz w:val="22"/>
          <w:szCs w:val="22"/>
          <w:lang w:val="en-GB"/>
        </w:rPr>
        <w:t>an im</w:t>
      </w:r>
      <w:r w:rsidRPr="00955F15">
        <w:rPr>
          <w:sz w:val="22"/>
          <w:szCs w:val="22"/>
          <w:lang w:val="en-GB"/>
        </w:rPr>
        <w:t>properly addressed and</w:t>
      </w:r>
      <w:r w:rsidR="008403AB" w:rsidRPr="00955F15">
        <w:rPr>
          <w:sz w:val="22"/>
          <w:szCs w:val="22"/>
          <w:lang w:val="en-GB"/>
        </w:rPr>
        <w:t>/or</w:t>
      </w:r>
      <w:r w:rsidRPr="00955F15">
        <w:rPr>
          <w:sz w:val="22"/>
          <w:szCs w:val="22"/>
          <w:lang w:val="en-GB"/>
        </w:rPr>
        <w:t xml:space="preserve"> identified</w:t>
      </w:r>
      <w:r w:rsidR="008403AB" w:rsidRPr="00955F15">
        <w:rPr>
          <w:sz w:val="22"/>
          <w:szCs w:val="22"/>
          <w:lang w:val="en-GB"/>
        </w:rPr>
        <w:t xml:space="preserve"> bid</w:t>
      </w:r>
      <w:r w:rsidRPr="00955F15">
        <w:rPr>
          <w:sz w:val="22"/>
          <w:szCs w:val="22"/>
          <w:lang w:val="en-GB"/>
        </w:rPr>
        <w:t xml:space="preserve">. </w:t>
      </w:r>
    </w:p>
    <w:p w14:paraId="2EDD6F58" w14:textId="77777777" w:rsidR="009B1FD9" w:rsidRDefault="009B1FD9" w:rsidP="009B1FD9">
      <w:pPr>
        <w:ind w:left="540"/>
        <w:jc w:val="both"/>
        <w:rPr>
          <w:sz w:val="22"/>
          <w:szCs w:val="22"/>
          <w:lang w:val="en-GB"/>
        </w:rPr>
      </w:pPr>
    </w:p>
    <w:p w14:paraId="5FAFA035" w14:textId="77777777" w:rsidR="00776723" w:rsidRDefault="0027545D" w:rsidP="00E33A30">
      <w:pPr>
        <w:pStyle w:val="Heading2"/>
        <w:numPr>
          <w:ilvl w:val="0"/>
          <w:numId w:val="38"/>
        </w:numPr>
        <w:ind w:left="450" w:hanging="450"/>
        <w:rPr>
          <w:rFonts w:ascii="Times New Roman" w:hAnsi="Times New Roman" w:cs="Times New Roman"/>
          <w:lang w:val="en-GB"/>
        </w:rPr>
      </w:pPr>
      <w:bookmarkStart w:id="35" w:name="_Toc99385378"/>
      <w:r>
        <w:rPr>
          <w:rFonts w:ascii="Times New Roman" w:hAnsi="Times New Roman" w:cs="Times New Roman"/>
          <w:lang w:val="en-GB"/>
        </w:rPr>
        <w:t xml:space="preserve">Bid </w:t>
      </w:r>
      <w:r w:rsidR="0008751A">
        <w:rPr>
          <w:rFonts w:ascii="Times New Roman" w:hAnsi="Times New Roman" w:cs="Times New Roman"/>
          <w:lang w:val="en-GB"/>
        </w:rPr>
        <w:t>Opening</w:t>
      </w:r>
      <w:bookmarkEnd w:id="35"/>
    </w:p>
    <w:p w14:paraId="22C6C6E1" w14:textId="77777777" w:rsidR="00776723" w:rsidRDefault="00776723" w:rsidP="00776723">
      <w:pPr>
        <w:pStyle w:val="Heading2"/>
        <w:ind w:left="450" w:firstLine="0"/>
        <w:rPr>
          <w:rFonts w:ascii="Times New Roman" w:hAnsi="Times New Roman" w:cs="Times New Roman"/>
          <w:lang w:val="en-GB"/>
        </w:rPr>
      </w:pPr>
    </w:p>
    <w:p w14:paraId="43DC9C6A" w14:textId="77777777" w:rsidR="00955F15" w:rsidRPr="00955F15" w:rsidRDefault="0008751A" w:rsidP="00E33A30">
      <w:pPr>
        <w:pStyle w:val="ListParagraph"/>
        <w:numPr>
          <w:ilvl w:val="1"/>
          <w:numId w:val="34"/>
        </w:numPr>
        <w:rPr>
          <w:b/>
          <w:sz w:val="22"/>
          <w:szCs w:val="22"/>
          <w:lang w:val="en-GB"/>
        </w:rPr>
      </w:pPr>
      <w:r w:rsidRPr="00955F15">
        <w:rPr>
          <w:sz w:val="22"/>
          <w:szCs w:val="22"/>
          <w:lang w:val="en-GB"/>
        </w:rPr>
        <w:t>UNFPA shall conduct the</w:t>
      </w:r>
      <w:r w:rsidR="009B1FD9" w:rsidRPr="00955F15">
        <w:rPr>
          <w:sz w:val="22"/>
          <w:szCs w:val="22"/>
          <w:lang w:val="en-GB"/>
        </w:rPr>
        <w:t xml:space="preserve"> </w:t>
      </w:r>
      <w:r w:rsidRPr="00955F15">
        <w:rPr>
          <w:sz w:val="22"/>
          <w:szCs w:val="22"/>
          <w:lang w:val="en-GB"/>
        </w:rPr>
        <w:t>bid opening in public at the following address, date and time.</w:t>
      </w:r>
    </w:p>
    <w:p w14:paraId="78434BEC" w14:textId="64E782CD" w:rsidR="00955F15" w:rsidRDefault="00955F15" w:rsidP="00955F15">
      <w:pPr>
        <w:pStyle w:val="ListParagraph"/>
        <w:ind w:left="420"/>
        <w:rPr>
          <w:sz w:val="22"/>
          <w:szCs w:val="22"/>
          <w:lang w:val="en-GB"/>
        </w:rPr>
      </w:pPr>
    </w:p>
    <w:p w14:paraId="4C243442" w14:textId="02951A11" w:rsidR="00955F15" w:rsidRPr="006C1BE1" w:rsidRDefault="0008751A" w:rsidP="00955F15">
      <w:pPr>
        <w:pStyle w:val="ListParagraph"/>
        <w:ind w:left="420"/>
        <w:rPr>
          <w:b/>
          <w:bCs/>
          <w:i/>
          <w:sz w:val="22"/>
          <w:szCs w:val="22"/>
          <w:lang w:val="en-GB"/>
        </w:rPr>
      </w:pPr>
      <w:r w:rsidRPr="008E28EE">
        <w:rPr>
          <w:b/>
          <w:bCs/>
          <w:sz w:val="22"/>
          <w:szCs w:val="22"/>
          <w:lang w:val="en-GB"/>
        </w:rPr>
        <w:t xml:space="preserve">Street Address: </w:t>
      </w:r>
      <w:r w:rsidR="00FF53FA" w:rsidRPr="006C1BE1">
        <w:rPr>
          <w:b/>
          <w:bCs/>
          <w:i/>
          <w:snapToGrid w:val="0"/>
          <w:sz w:val="22"/>
          <w:szCs w:val="22"/>
          <w:lang w:val="en-GB"/>
        </w:rPr>
        <w:t>United Nations Street -14</w:t>
      </w:r>
    </w:p>
    <w:p w14:paraId="1FE05613" w14:textId="752AA8EE" w:rsidR="00955F15" w:rsidRPr="006C1BE1" w:rsidRDefault="0008751A" w:rsidP="00955F15">
      <w:pPr>
        <w:pStyle w:val="ListParagraph"/>
        <w:ind w:left="420"/>
        <w:rPr>
          <w:b/>
          <w:bCs/>
          <w:i/>
          <w:sz w:val="22"/>
          <w:szCs w:val="22"/>
          <w:lang w:val="en-GB"/>
        </w:rPr>
      </w:pPr>
      <w:r w:rsidRPr="006C1BE1">
        <w:rPr>
          <w:b/>
          <w:bCs/>
          <w:sz w:val="22"/>
          <w:szCs w:val="22"/>
          <w:lang w:val="en-GB"/>
        </w:rPr>
        <w:t xml:space="preserve">Floor/ Room number: </w:t>
      </w:r>
      <w:r w:rsidR="00FF53FA" w:rsidRPr="006C1BE1">
        <w:rPr>
          <w:b/>
          <w:bCs/>
          <w:i/>
          <w:sz w:val="22"/>
          <w:szCs w:val="22"/>
          <w:lang w:val="en-GB"/>
        </w:rPr>
        <w:t>4</w:t>
      </w:r>
      <w:r w:rsidR="00FF53FA" w:rsidRPr="006C1BE1">
        <w:rPr>
          <w:b/>
          <w:bCs/>
          <w:i/>
          <w:sz w:val="22"/>
          <w:szCs w:val="22"/>
          <w:vertAlign w:val="superscript"/>
          <w:lang w:val="en-GB"/>
        </w:rPr>
        <w:t>th</w:t>
      </w:r>
      <w:r w:rsidR="00FF53FA" w:rsidRPr="006C1BE1">
        <w:rPr>
          <w:b/>
          <w:bCs/>
          <w:i/>
          <w:sz w:val="22"/>
          <w:szCs w:val="22"/>
          <w:lang w:val="en-GB"/>
        </w:rPr>
        <w:t xml:space="preserve"> floor </w:t>
      </w:r>
      <w:r w:rsidRPr="006C1BE1">
        <w:rPr>
          <w:b/>
          <w:bCs/>
          <w:i/>
          <w:sz w:val="22"/>
          <w:szCs w:val="22"/>
          <w:lang w:val="en-GB"/>
        </w:rPr>
        <w:t xml:space="preserve">and room </w:t>
      </w:r>
      <w:r w:rsidR="00FF53FA" w:rsidRPr="006C1BE1">
        <w:rPr>
          <w:b/>
          <w:bCs/>
          <w:i/>
          <w:sz w:val="22"/>
          <w:szCs w:val="22"/>
          <w:lang w:val="en-GB"/>
        </w:rPr>
        <w:t>401</w:t>
      </w:r>
    </w:p>
    <w:p w14:paraId="26D317EF" w14:textId="15AE1078" w:rsidR="00955F15" w:rsidRPr="006C1BE1" w:rsidRDefault="0008751A" w:rsidP="00955F15">
      <w:pPr>
        <w:pStyle w:val="ListParagraph"/>
        <w:ind w:left="420"/>
        <w:rPr>
          <w:b/>
          <w:bCs/>
          <w:i/>
          <w:sz w:val="22"/>
          <w:szCs w:val="22"/>
          <w:lang w:val="en-GB"/>
        </w:rPr>
      </w:pPr>
      <w:r w:rsidRPr="006C1BE1">
        <w:rPr>
          <w:b/>
          <w:bCs/>
          <w:sz w:val="22"/>
          <w:szCs w:val="22"/>
          <w:lang w:val="en-GB"/>
        </w:rPr>
        <w:t xml:space="preserve">City: </w:t>
      </w:r>
      <w:r w:rsidR="00FF53FA" w:rsidRPr="006C1BE1">
        <w:rPr>
          <w:b/>
          <w:bCs/>
          <w:i/>
          <w:sz w:val="22"/>
          <w:szCs w:val="22"/>
          <w:lang w:val="en-GB"/>
        </w:rPr>
        <w:t>Ulaanbaatar</w:t>
      </w:r>
    </w:p>
    <w:p w14:paraId="1AF2B685" w14:textId="28B022C8" w:rsidR="00955F15" w:rsidRPr="006C1BE1" w:rsidRDefault="0008751A" w:rsidP="00955F15">
      <w:pPr>
        <w:pStyle w:val="ListParagraph"/>
        <w:ind w:left="420"/>
        <w:rPr>
          <w:b/>
          <w:bCs/>
          <w:i/>
          <w:sz w:val="22"/>
          <w:szCs w:val="22"/>
          <w:lang w:val="en-GB"/>
        </w:rPr>
      </w:pPr>
      <w:r w:rsidRPr="006C1BE1">
        <w:rPr>
          <w:b/>
          <w:bCs/>
          <w:sz w:val="22"/>
          <w:szCs w:val="22"/>
          <w:lang w:val="en-GB"/>
        </w:rPr>
        <w:t xml:space="preserve">Country:  </w:t>
      </w:r>
      <w:r w:rsidR="00FF53FA" w:rsidRPr="006C1BE1">
        <w:rPr>
          <w:b/>
          <w:bCs/>
          <w:i/>
          <w:sz w:val="22"/>
          <w:szCs w:val="22"/>
          <w:lang w:val="en-GB"/>
        </w:rPr>
        <w:t>Mongolia</w:t>
      </w:r>
    </w:p>
    <w:p w14:paraId="7E47B953" w14:textId="5E216482" w:rsidR="00955F15" w:rsidRPr="006C1BE1" w:rsidRDefault="0008751A" w:rsidP="00955F15">
      <w:pPr>
        <w:pStyle w:val="ListParagraph"/>
        <w:ind w:left="420"/>
        <w:rPr>
          <w:b/>
          <w:bCs/>
          <w:i/>
          <w:sz w:val="22"/>
          <w:szCs w:val="22"/>
          <w:lang w:val="en-GB"/>
        </w:rPr>
      </w:pPr>
      <w:r w:rsidRPr="006C1BE1">
        <w:rPr>
          <w:b/>
          <w:bCs/>
          <w:sz w:val="22"/>
          <w:szCs w:val="22"/>
          <w:lang w:val="en-GB"/>
        </w:rPr>
        <w:t xml:space="preserve">Date:  </w:t>
      </w:r>
      <w:r w:rsidR="00A049B9" w:rsidRPr="006C1BE1">
        <w:rPr>
          <w:b/>
          <w:bCs/>
          <w:i/>
          <w:sz w:val="22"/>
          <w:szCs w:val="22"/>
          <w:lang w:val="en-GB"/>
        </w:rPr>
        <w:t xml:space="preserve">29 </w:t>
      </w:r>
      <w:r w:rsidR="00337F6F" w:rsidRPr="006C1BE1">
        <w:rPr>
          <w:b/>
          <w:bCs/>
          <w:i/>
          <w:sz w:val="22"/>
          <w:szCs w:val="22"/>
          <w:lang w:val="en-GB"/>
        </w:rPr>
        <w:t>April 2022</w:t>
      </w:r>
    </w:p>
    <w:p w14:paraId="6AFFD107" w14:textId="0A45E4F1" w:rsidR="0008751A" w:rsidRPr="008E28EE" w:rsidRDefault="0008751A" w:rsidP="00955F15">
      <w:pPr>
        <w:pStyle w:val="ListParagraph"/>
        <w:ind w:left="420"/>
        <w:rPr>
          <w:b/>
          <w:bCs/>
          <w:sz w:val="22"/>
          <w:szCs w:val="22"/>
          <w:lang w:val="en-GB"/>
        </w:rPr>
      </w:pPr>
      <w:r w:rsidRPr="006C1BE1">
        <w:rPr>
          <w:b/>
          <w:bCs/>
          <w:sz w:val="22"/>
          <w:szCs w:val="22"/>
          <w:lang w:val="en-GB"/>
        </w:rPr>
        <w:t xml:space="preserve">Time: </w:t>
      </w:r>
      <w:r w:rsidR="00F650F1" w:rsidRPr="006C1BE1">
        <w:rPr>
          <w:b/>
          <w:bCs/>
          <w:i/>
          <w:sz w:val="22"/>
          <w:szCs w:val="22"/>
          <w:lang w:val="en-GB"/>
        </w:rPr>
        <w:t>14</w:t>
      </w:r>
      <w:r w:rsidR="00FF53FA" w:rsidRPr="006C1BE1">
        <w:rPr>
          <w:b/>
          <w:bCs/>
          <w:i/>
          <w:sz w:val="22"/>
          <w:szCs w:val="22"/>
          <w:lang w:val="en-GB"/>
        </w:rPr>
        <w:t>:00</w:t>
      </w:r>
      <w:r w:rsidR="008E28EE" w:rsidRPr="006C1BE1">
        <w:rPr>
          <w:b/>
          <w:bCs/>
          <w:i/>
          <w:sz w:val="22"/>
          <w:szCs w:val="22"/>
          <w:lang w:val="en-GB"/>
        </w:rPr>
        <w:t>hrs</w:t>
      </w:r>
      <w:r w:rsidR="00FF53FA" w:rsidRPr="006C1BE1">
        <w:rPr>
          <w:b/>
          <w:bCs/>
          <w:i/>
          <w:sz w:val="22"/>
          <w:szCs w:val="22"/>
          <w:lang w:val="en-GB"/>
        </w:rPr>
        <w:t xml:space="preserve"> (</w:t>
      </w:r>
      <w:r w:rsidR="00A049B9" w:rsidRPr="006C1BE1">
        <w:rPr>
          <w:b/>
          <w:bCs/>
          <w:i/>
          <w:sz w:val="22"/>
          <w:szCs w:val="22"/>
          <w:lang w:val="en-GB"/>
        </w:rPr>
        <w:t>GMT+8</w:t>
      </w:r>
      <w:r w:rsidR="00FF53FA" w:rsidRPr="006C1BE1">
        <w:rPr>
          <w:b/>
          <w:bCs/>
          <w:i/>
          <w:sz w:val="22"/>
          <w:szCs w:val="22"/>
          <w:lang w:val="en-GB"/>
        </w:rPr>
        <w:t>)</w:t>
      </w:r>
    </w:p>
    <w:p w14:paraId="59D2C1BF" w14:textId="77777777" w:rsidR="0008751A" w:rsidRDefault="0008751A">
      <w:pPr>
        <w:pStyle w:val="BodyText"/>
        <w:tabs>
          <w:tab w:val="left" w:pos="540"/>
        </w:tabs>
        <w:rPr>
          <w:sz w:val="22"/>
          <w:szCs w:val="22"/>
          <w:lang w:val="en-GB"/>
        </w:rPr>
      </w:pPr>
    </w:p>
    <w:p w14:paraId="1B01AEFE" w14:textId="6F2D9F97" w:rsidR="00955F15" w:rsidRDefault="0008751A" w:rsidP="00E33A30">
      <w:pPr>
        <w:pStyle w:val="ListParagraph"/>
        <w:numPr>
          <w:ilvl w:val="1"/>
          <w:numId w:val="34"/>
        </w:numPr>
        <w:jc w:val="both"/>
        <w:rPr>
          <w:sz w:val="22"/>
          <w:szCs w:val="22"/>
          <w:lang w:val="en-GB"/>
        </w:rPr>
      </w:pPr>
      <w:r w:rsidRPr="00955F15">
        <w:rPr>
          <w:sz w:val="22"/>
          <w:szCs w:val="22"/>
          <w:lang w:val="en-GB"/>
        </w:rPr>
        <w:t>Bids received electronically by the required deadline will be printed and a copy of the bids will be put in a sealed envelope that will be opened at the time and date specified in the bid document.</w:t>
      </w:r>
      <w:r w:rsidR="00126D14" w:rsidRPr="00955F15">
        <w:rPr>
          <w:sz w:val="22"/>
          <w:szCs w:val="22"/>
          <w:lang w:val="en-GB"/>
        </w:rPr>
        <w:t xml:space="preserve"> </w:t>
      </w:r>
      <w:r w:rsidR="00D56529" w:rsidRPr="00955F15">
        <w:rPr>
          <w:sz w:val="22"/>
          <w:szCs w:val="22"/>
          <w:lang w:val="en-GB"/>
        </w:rPr>
        <w:t>O</w:t>
      </w:r>
      <w:r w:rsidRPr="00955F15">
        <w:rPr>
          <w:sz w:val="22"/>
          <w:szCs w:val="22"/>
          <w:lang w:val="en-GB"/>
        </w:rPr>
        <w:t>nly the last received bid will be opened</w:t>
      </w:r>
      <w:r w:rsidR="00D56529" w:rsidRPr="00955F15">
        <w:rPr>
          <w:sz w:val="22"/>
          <w:szCs w:val="22"/>
          <w:lang w:val="en-GB"/>
        </w:rPr>
        <w:t xml:space="preserve"> if multiple bids are sent by a same </w:t>
      </w:r>
      <w:r w:rsidR="00F16397">
        <w:rPr>
          <w:sz w:val="22"/>
          <w:szCs w:val="22"/>
          <w:lang w:val="en-GB"/>
        </w:rPr>
        <w:t>B</w:t>
      </w:r>
      <w:r w:rsidR="00D56529" w:rsidRPr="00955F15">
        <w:rPr>
          <w:sz w:val="22"/>
          <w:szCs w:val="22"/>
          <w:lang w:val="en-GB"/>
        </w:rPr>
        <w:t>idder</w:t>
      </w:r>
      <w:r w:rsidRPr="00955F15">
        <w:rPr>
          <w:sz w:val="22"/>
          <w:szCs w:val="22"/>
          <w:lang w:val="en-GB"/>
        </w:rPr>
        <w:t>.</w:t>
      </w:r>
    </w:p>
    <w:p w14:paraId="28FC895A" w14:textId="77777777" w:rsidR="00955F15" w:rsidRDefault="00955F15" w:rsidP="00955F15">
      <w:pPr>
        <w:pStyle w:val="ListParagraph"/>
        <w:ind w:left="480"/>
        <w:jc w:val="both"/>
        <w:rPr>
          <w:sz w:val="22"/>
          <w:szCs w:val="22"/>
          <w:lang w:val="en-GB"/>
        </w:rPr>
      </w:pPr>
    </w:p>
    <w:p w14:paraId="719D9041" w14:textId="77777777" w:rsidR="00955F15" w:rsidRDefault="0008751A" w:rsidP="00E33A30">
      <w:pPr>
        <w:pStyle w:val="ListParagraph"/>
        <w:numPr>
          <w:ilvl w:val="1"/>
          <w:numId w:val="34"/>
        </w:numPr>
        <w:jc w:val="both"/>
        <w:rPr>
          <w:sz w:val="22"/>
          <w:szCs w:val="22"/>
          <w:lang w:val="en-GB"/>
        </w:rPr>
      </w:pPr>
      <w:r w:rsidRPr="00955F15">
        <w:rPr>
          <w:sz w:val="22"/>
          <w:szCs w:val="22"/>
          <w:lang w:val="en-GB"/>
        </w:rPr>
        <w:t xml:space="preserve">The bids shall be opened publicly at the time and place specified in the </w:t>
      </w:r>
      <w:r w:rsidR="009A0EBC" w:rsidRPr="00955F15">
        <w:rPr>
          <w:sz w:val="22"/>
          <w:szCs w:val="22"/>
          <w:lang w:val="en-GB"/>
        </w:rPr>
        <w:t>ITB</w:t>
      </w:r>
      <w:r w:rsidRPr="00955F15">
        <w:rPr>
          <w:sz w:val="22"/>
          <w:szCs w:val="22"/>
          <w:lang w:val="en-GB"/>
        </w:rPr>
        <w:t xml:space="preserve"> and </w:t>
      </w:r>
      <w:r w:rsidR="00883731" w:rsidRPr="00955F15">
        <w:rPr>
          <w:sz w:val="22"/>
          <w:szCs w:val="22"/>
          <w:lang w:val="en-GB"/>
        </w:rPr>
        <w:t xml:space="preserve">an </w:t>
      </w:r>
      <w:r w:rsidRPr="00955F15">
        <w:rPr>
          <w:sz w:val="22"/>
          <w:szCs w:val="22"/>
          <w:lang w:val="en-GB"/>
        </w:rPr>
        <w:t>immediate record made thereof.</w:t>
      </w:r>
    </w:p>
    <w:p w14:paraId="231BCE6A" w14:textId="77777777" w:rsidR="00955F15" w:rsidRPr="00955F15" w:rsidRDefault="00955F15" w:rsidP="00955F15">
      <w:pPr>
        <w:pStyle w:val="ListParagraph"/>
        <w:rPr>
          <w:sz w:val="22"/>
          <w:szCs w:val="22"/>
          <w:lang w:val="en-GB"/>
        </w:rPr>
      </w:pPr>
    </w:p>
    <w:p w14:paraId="01DDBB55" w14:textId="77777777" w:rsidR="00955F15" w:rsidRDefault="0008751A" w:rsidP="00E33A30">
      <w:pPr>
        <w:pStyle w:val="ListParagraph"/>
        <w:numPr>
          <w:ilvl w:val="1"/>
          <w:numId w:val="34"/>
        </w:numPr>
        <w:jc w:val="both"/>
        <w:rPr>
          <w:sz w:val="22"/>
          <w:szCs w:val="22"/>
          <w:lang w:val="en-GB"/>
        </w:rPr>
      </w:pPr>
      <w:r w:rsidRPr="00955F15">
        <w:rPr>
          <w:sz w:val="22"/>
          <w:szCs w:val="22"/>
          <w:lang w:val="en-GB"/>
        </w:rPr>
        <w:t>Only those who have submitted bids</w:t>
      </w:r>
      <w:r w:rsidR="00126D14" w:rsidRPr="00955F15">
        <w:rPr>
          <w:sz w:val="22"/>
          <w:szCs w:val="22"/>
          <w:lang w:val="en-GB"/>
        </w:rPr>
        <w:t xml:space="preserve"> or their authorized agent or representative</w:t>
      </w:r>
      <w:r w:rsidRPr="00955F15">
        <w:rPr>
          <w:sz w:val="22"/>
          <w:szCs w:val="22"/>
          <w:lang w:val="en-GB"/>
        </w:rPr>
        <w:t xml:space="preserve"> may attend the</w:t>
      </w:r>
      <w:r w:rsidR="00D8078C" w:rsidRPr="00955F15">
        <w:rPr>
          <w:sz w:val="22"/>
          <w:szCs w:val="22"/>
          <w:lang w:val="en-GB"/>
        </w:rPr>
        <w:t xml:space="preserve"> </w:t>
      </w:r>
      <w:r w:rsidRPr="00955F15">
        <w:rPr>
          <w:sz w:val="22"/>
          <w:szCs w:val="22"/>
          <w:lang w:val="en-GB"/>
        </w:rPr>
        <w:t>bid opening</w:t>
      </w:r>
      <w:r w:rsidR="007F7CD7" w:rsidRPr="00955F15">
        <w:rPr>
          <w:sz w:val="22"/>
          <w:szCs w:val="22"/>
          <w:lang w:val="en-GB"/>
        </w:rPr>
        <w:t xml:space="preserve">. </w:t>
      </w:r>
    </w:p>
    <w:p w14:paraId="36803713" w14:textId="77777777" w:rsidR="00955F15" w:rsidRPr="00955F15" w:rsidRDefault="00955F15" w:rsidP="00955F15">
      <w:pPr>
        <w:pStyle w:val="ListParagraph"/>
        <w:rPr>
          <w:sz w:val="22"/>
          <w:szCs w:val="22"/>
          <w:lang w:val="en-GB"/>
        </w:rPr>
      </w:pPr>
    </w:p>
    <w:p w14:paraId="0A34E4FB" w14:textId="77777777" w:rsidR="00955F15" w:rsidRDefault="0008751A" w:rsidP="00E33A30">
      <w:pPr>
        <w:pStyle w:val="ListParagraph"/>
        <w:numPr>
          <w:ilvl w:val="1"/>
          <w:numId w:val="34"/>
        </w:numPr>
        <w:jc w:val="both"/>
        <w:rPr>
          <w:sz w:val="22"/>
          <w:szCs w:val="22"/>
          <w:lang w:val="en-GB"/>
        </w:rPr>
      </w:pPr>
      <w:r w:rsidRPr="00955F15">
        <w:rPr>
          <w:sz w:val="22"/>
          <w:szCs w:val="22"/>
          <w:lang w:val="en-GB"/>
        </w:rPr>
        <w:t xml:space="preserve">The report shall be available for viewing by </w:t>
      </w:r>
      <w:r w:rsidR="00F16397">
        <w:rPr>
          <w:sz w:val="22"/>
          <w:szCs w:val="22"/>
          <w:lang w:val="en-GB"/>
        </w:rPr>
        <w:t>B</w:t>
      </w:r>
      <w:r w:rsidRPr="00955F15">
        <w:rPr>
          <w:sz w:val="22"/>
          <w:szCs w:val="22"/>
          <w:lang w:val="en-GB"/>
        </w:rPr>
        <w:t xml:space="preserve">idders for a period of thirty days from the date of the opening. No information that is not included in the bid opening report can be given to </w:t>
      </w:r>
      <w:r w:rsidR="00F16397">
        <w:rPr>
          <w:sz w:val="22"/>
          <w:szCs w:val="22"/>
          <w:lang w:val="en-GB"/>
        </w:rPr>
        <w:t>B</w:t>
      </w:r>
      <w:r w:rsidRPr="00955F15">
        <w:rPr>
          <w:sz w:val="22"/>
          <w:szCs w:val="22"/>
          <w:lang w:val="en-GB"/>
        </w:rPr>
        <w:t>idders.</w:t>
      </w:r>
    </w:p>
    <w:p w14:paraId="76940361" w14:textId="77777777" w:rsidR="00955F15" w:rsidRPr="00955F15" w:rsidRDefault="00955F15" w:rsidP="00955F15">
      <w:pPr>
        <w:pStyle w:val="ListParagraph"/>
        <w:rPr>
          <w:sz w:val="22"/>
          <w:szCs w:val="22"/>
          <w:lang w:val="en-GB"/>
        </w:rPr>
      </w:pPr>
    </w:p>
    <w:p w14:paraId="75647346" w14:textId="77777777" w:rsidR="0008751A" w:rsidRPr="00CF5BC0" w:rsidRDefault="0008751A" w:rsidP="00E33A30">
      <w:pPr>
        <w:pStyle w:val="ListParagraph"/>
        <w:numPr>
          <w:ilvl w:val="1"/>
          <w:numId w:val="34"/>
        </w:numPr>
        <w:jc w:val="both"/>
        <w:rPr>
          <w:sz w:val="22"/>
          <w:szCs w:val="22"/>
          <w:lang w:val="en-GB"/>
        </w:rPr>
      </w:pPr>
      <w:r w:rsidRPr="00955F15">
        <w:rPr>
          <w:sz w:val="22"/>
          <w:szCs w:val="22"/>
          <w:lang w:val="en-GB"/>
        </w:rPr>
        <w:t xml:space="preserve">No bid shall be rejected at bid opening, except for late bids, which shall be returned unopened to the </w:t>
      </w:r>
      <w:r w:rsidR="00F16397">
        <w:rPr>
          <w:sz w:val="22"/>
          <w:szCs w:val="22"/>
          <w:lang w:val="en-GB"/>
        </w:rPr>
        <w:t>B</w:t>
      </w:r>
      <w:r w:rsidRPr="00955F15">
        <w:rPr>
          <w:sz w:val="22"/>
          <w:szCs w:val="22"/>
          <w:lang w:val="en-GB"/>
        </w:rPr>
        <w:t xml:space="preserve">idder. </w:t>
      </w:r>
    </w:p>
    <w:p w14:paraId="5ED39475" w14:textId="77777777" w:rsidR="0008751A" w:rsidRDefault="0008751A" w:rsidP="00776723">
      <w:pPr>
        <w:pStyle w:val="BodyText"/>
        <w:rPr>
          <w:sz w:val="22"/>
          <w:szCs w:val="22"/>
          <w:lang w:val="en-GB"/>
        </w:rPr>
      </w:pPr>
    </w:p>
    <w:p w14:paraId="3E8D1B96" w14:textId="77777777" w:rsidR="00CF5BC0" w:rsidRDefault="00CF5BC0" w:rsidP="00776723">
      <w:pPr>
        <w:pStyle w:val="BodyText"/>
        <w:rPr>
          <w:sz w:val="22"/>
          <w:szCs w:val="22"/>
          <w:lang w:val="en-GB"/>
        </w:rPr>
      </w:pPr>
    </w:p>
    <w:p w14:paraId="3CB40AA7" w14:textId="77777777" w:rsidR="0008751A" w:rsidRDefault="0008751A" w:rsidP="00955F15">
      <w:pPr>
        <w:pStyle w:val="Heading1"/>
        <w:numPr>
          <w:ilvl w:val="0"/>
          <w:numId w:val="3"/>
        </w:numPr>
        <w:rPr>
          <w:rFonts w:ascii="Times New Roman" w:hAnsi="Times New Roman" w:cs="Times New Roman"/>
        </w:rPr>
      </w:pPr>
      <w:bookmarkStart w:id="36" w:name="_Toc99385379"/>
      <w:r>
        <w:rPr>
          <w:rFonts w:ascii="Times New Roman" w:hAnsi="Times New Roman" w:cs="Times New Roman"/>
        </w:rPr>
        <w:t>Evaluation and Comparison of Bids</w:t>
      </w:r>
      <w:bookmarkEnd w:id="36"/>
    </w:p>
    <w:p w14:paraId="3FF5E0C8" w14:textId="77777777" w:rsidR="0008751A" w:rsidRDefault="0008751A" w:rsidP="00776723">
      <w:pPr>
        <w:pStyle w:val="BodyText"/>
        <w:rPr>
          <w:b/>
          <w:sz w:val="22"/>
          <w:szCs w:val="22"/>
          <w:lang w:val="en-GB"/>
        </w:rPr>
      </w:pPr>
    </w:p>
    <w:p w14:paraId="3721ED65" w14:textId="77777777" w:rsidR="0008751A" w:rsidRDefault="0008751A" w:rsidP="00E33A30">
      <w:pPr>
        <w:pStyle w:val="Heading2"/>
        <w:numPr>
          <w:ilvl w:val="0"/>
          <w:numId w:val="34"/>
        </w:numPr>
        <w:rPr>
          <w:rFonts w:ascii="Times New Roman" w:hAnsi="Times New Roman" w:cs="Times New Roman"/>
          <w:lang w:val="en-GB"/>
        </w:rPr>
      </w:pPr>
      <w:bookmarkStart w:id="37" w:name="_Toc99385380"/>
      <w:r>
        <w:rPr>
          <w:rFonts w:ascii="Times New Roman" w:hAnsi="Times New Roman" w:cs="Times New Roman"/>
          <w:lang w:val="en-GB"/>
        </w:rPr>
        <w:t>Confidentiality</w:t>
      </w:r>
      <w:bookmarkEnd w:id="37"/>
    </w:p>
    <w:p w14:paraId="5E667094" w14:textId="77777777" w:rsidR="0008751A" w:rsidRDefault="0008751A">
      <w:pPr>
        <w:rPr>
          <w:lang w:val="en-GB"/>
        </w:rPr>
      </w:pPr>
    </w:p>
    <w:p w14:paraId="35D3CD66" w14:textId="77777777" w:rsidR="00955F15" w:rsidRDefault="0008751A" w:rsidP="00E33A30">
      <w:pPr>
        <w:pStyle w:val="ListParagraph"/>
        <w:numPr>
          <w:ilvl w:val="1"/>
          <w:numId w:val="34"/>
        </w:numPr>
        <w:jc w:val="both"/>
        <w:rPr>
          <w:sz w:val="22"/>
          <w:szCs w:val="22"/>
          <w:lang w:val="en-GB"/>
        </w:rPr>
      </w:pPr>
      <w:r w:rsidRPr="00955F15">
        <w:rPr>
          <w:sz w:val="22"/>
          <w:szCs w:val="22"/>
          <w:lang w:val="en-GB"/>
        </w:rPr>
        <w:t xml:space="preserve">Information relating to the examination, evaluation, comparison, and post-qualification of bids, and recommendation of contract award shall not be disclosed to </w:t>
      </w:r>
      <w:r w:rsidR="00F16397">
        <w:rPr>
          <w:sz w:val="22"/>
          <w:szCs w:val="22"/>
          <w:lang w:val="en-GB"/>
        </w:rPr>
        <w:t>B</w:t>
      </w:r>
      <w:r w:rsidRPr="00955F15">
        <w:rPr>
          <w:sz w:val="22"/>
          <w:szCs w:val="22"/>
          <w:lang w:val="en-GB"/>
        </w:rPr>
        <w:t>idders or any other persons not officially concerned with such process until the contract award</w:t>
      </w:r>
      <w:r w:rsidR="00744F6F" w:rsidRPr="00955F15">
        <w:rPr>
          <w:sz w:val="22"/>
          <w:szCs w:val="22"/>
          <w:lang w:val="en-GB"/>
        </w:rPr>
        <w:t xml:space="preserve"> is published</w:t>
      </w:r>
      <w:r w:rsidRPr="00955F15">
        <w:rPr>
          <w:sz w:val="22"/>
          <w:szCs w:val="22"/>
          <w:lang w:val="en-GB"/>
        </w:rPr>
        <w:t>.</w:t>
      </w:r>
    </w:p>
    <w:p w14:paraId="79402167" w14:textId="77777777" w:rsidR="00955F15" w:rsidRDefault="00955F15" w:rsidP="00955F15">
      <w:pPr>
        <w:pStyle w:val="ListParagraph"/>
        <w:ind w:left="480"/>
        <w:jc w:val="both"/>
        <w:rPr>
          <w:sz w:val="22"/>
          <w:szCs w:val="22"/>
          <w:lang w:val="en-GB"/>
        </w:rPr>
      </w:pPr>
    </w:p>
    <w:p w14:paraId="2C7D94D3" w14:textId="77777777" w:rsidR="0008751A" w:rsidRPr="00955F15" w:rsidRDefault="0008751A" w:rsidP="00E33A30">
      <w:pPr>
        <w:pStyle w:val="ListParagraph"/>
        <w:numPr>
          <w:ilvl w:val="1"/>
          <w:numId w:val="34"/>
        </w:numPr>
        <w:jc w:val="both"/>
        <w:rPr>
          <w:sz w:val="22"/>
          <w:szCs w:val="22"/>
          <w:lang w:val="en-GB"/>
        </w:rPr>
      </w:pPr>
      <w:r w:rsidRPr="00955F15">
        <w:rPr>
          <w:sz w:val="22"/>
          <w:szCs w:val="22"/>
          <w:lang w:val="en-GB"/>
        </w:rPr>
        <w:t xml:space="preserve">Any effort by a </w:t>
      </w:r>
      <w:r w:rsidR="00F16397">
        <w:rPr>
          <w:sz w:val="22"/>
          <w:szCs w:val="22"/>
          <w:lang w:val="en-GB"/>
        </w:rPr>
        <w:t>B</w:t>
      </w:r>
      <w:r w:rsidRPr="00955F15">
        <w:rPr>
          <w:sz w:val="22"/>
          <w:szCs w:val="22"/>
          <w:lang w:val="en-GB"/>
        </w:rPr>
        <w:t>idder to influence UNFPA in the examination, evaluation, comparison, and post-qualification of the bids or contract award decisions may result in the rejection of its bid.</w:t>
      </w:r>
    </w:p>
    <w:p w14:paraId="30D3C466" w14:textId="77777777" w:rsidR="0008751A" w:rsidRDefault="0008751A">
      <w:pPr>
        <w:pStyle w:val="BodyText"/>
        <w:rPr>
          <w:b/>
          <w:sz w:val="22"/>
          <w:szCs w:val="22"/>
          <w:lang w:val="en-GB"/>
        </w:rPr>
      </w:pPr>
    </w:p>
    <w:p w14:paraId="59208EBA"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38" w:name="_Toc99385381"/>
      <w:r>
        <w:rPr>
          <w:rFonts w:ascii="Times New Roman" w:hAnsi="Times New Roman" w:cs="Times New Roman"/>
          <w:lang w:val="en-GB"/>
        </w:rPr>
        <w:t>Clarification of Bids</w:t>
      </w:r>
      <w:bookmarkEnd w:id="38"/>
    </w:p>
    <w:p w14:paraId="1C396CE4" w14:textId="77777777" w:rsidR="0008751A" w:rsidRDefault="0008751A">
      <w:pPr>
        <w:jc w:val="both"/>
        <w:rPr>
          <w:sz w:val="22"/>
          <w:szCs w:val="22"/>
          <w:lang w:val="en-GB"/>
        </w:rPr>
      </w:pPr>
    </w:p>
    <w:p w14:paraId="5164D404" w14:textId="77777777" w:rsidR="0008751A" w:rsidRPr="00955F15" w:rsidRDefault="0008751A" w:rsidP="00E33A30">
      <w:pPr>
        <w:pStyle w:val="ListParagraph"/>
        <w:numPr>
          <w:ilvl w:val="1"/>
          <w:numId w:val="34"/>
        </w:numPr>
        <w:jc w:val="both"/>
        <w:rPr>
          <w:sz w:val="22"/>
          <w:szCs w:val="22"/>
          <w:lang w:val="en-GB"/>
        </w:rPr>
      </w:pPr>
      <w:r w:rsidRPr="00955F15">
        <w:rPr>
          <w:sz w:val="22"/>
          <w:szCs w:val="22"/>
          <w:lang w:val="en-GB"/>
        </w:rPr>
        <w:t xml:space="preserve">To assist in the examination, evaluation and comparison of bids, UNFPA may ask </w:t>
      </w:r>
      <w:r w:rsidR="00F16397">
        <w:rPr>
          <w:sz w:val="22"/>
          <w:szCs w:val="22"/>
          <w:lang w:val="en-GB"/>
        </w:rPr>
        <w:t>B</w:t>
      </w:r>
      <w:r w:rsidRPr="00955F15">
        <w:rPr>
          <w:sz w:val="22"/>
          <w:szCs w:val="22"/>
          <w:lang w:val="en-GB"/>
        </w:rPr>
        <w:t xml:space="preserve">idders for clarification of their bids. The request for clarification and the response shall be in writing by UNFPA and no change in price or substance of the </w:t>
      </w:r>
      <w:r w:rsidR="002126A3" w:rsidRPr="00955F15">
        <w:rPr>
          <w:sz w:val="22"/>
          <w:szCs w:val="22"/>
          <w:lang w:val="en-GB"/>
        </w:rPr>
        <w:t>bid</w:t>
      </w:r>
      <w:r w:rsidRPr="00955F15">
        <w:rPr>
          <w:sz w:val="22"/>
          <w:szCs w:val="22"/>
          <w:lang w:val="en-GB"/>
        </w:rPr>
        <w:t xml:space="preserve"> shall be sought, offered or permitted.</w:t>
      </w:r>
    </w:p>
    <w:p w14:paraId="44F6CA03" w14:textId="77777777" w:rsidR="0008751A" w:rsidRDefault="0008751A">
      <w:pPr>
        <w:pStyle w:val="BodyText"/>
        <w:rPr>
          <w:b/>
          <w:sz w:val="22"/>
          <w:szCs w:val="22"/>
          <w:lang w:val="en-GB"/>
        </w:rPr>
      </w:pPr>
    </w:p>
    <w:p w14:paraId="086FAE42" w14:textId="77777777" w:rsidR="0008751A" w:rsidRDefault="0008751A">
      <w:pPr>
        <w:pStyle w:val="BodyText"/>
        <w:rPr>
          <w:b/>
          <w:sz w:val="22"/>
          <w:szCs w:val="22"/>
          <w:lang w:val="en-GB"/>
        </w:rPr>
      </w:pPr>
    </w:p>
    <w:p w14:paraId="56E10E82" w14:textId="77777777" w:rsidR="000445FE" w:rsidRDefault="0008751A" w:rsidP="00E33A30">
      <w:pPr>
        <w:pStyle w:val="Heading2"/>
        <w:numPr>
          <w:ilvl w:val="0"/>
          <w:numId w:val="34"/>
        </w:numPr>
        <w:ind w:left="450" w:hanging="450"/>
        <w:rPr>
          <w:rFonts w:ascii="Times New Roman" w:hAnsi="Times New Roman" w:cs="Times New Roman"/>
          <w:lang w:val="en-GB"/>
        </w:rPr>
      </w:pPr>
      <w:bookmarkStart w:id="39" w:name="_Toc99385382"/>
      <w:r>
        <w:rPr>
          <w:rFonts w:ascii="Times New Roman" w:hAnsi="Times New Roman" w:cs="Times New Roman"/>
          <w:lang w:val="en-GB"/>
        </w:rPr>
        <w:t>Responsiveness of bids</w:t>
      </w:r>
      <w:bookmarkEnd w:id="39"/>
    </w:p>
    <w:p w14:paraId="74D059EB" w14:textId="77777777" w:rsidR="000445FE" w:rsidRDefault="000445FE" w:rsidP="000445FE">
      <w:pPr>
        <w:pStyle w:val="Heading2"/>
        <w:ind w:left="450" w:firstLine="0"/>
        <w:rPr>
          <w:rFonts w:ascii="Times New Roman" w:hAnsi="Times New Roman" w:cs="Times New Roman"/>
          <w:lang w:val="en-GB"/>
        </w:rPr>
      </w:pPr>
    </w:p>
    <w:p w14:paraId="47FEB3B4" w14:textId="77777777" w:rsidR="00955F15" w:rsidRDefault="0008751A" w:rsidP="00E33A30">
      <w:pPr>
        <w:pStyle w:val="ListParagraph"/>
        <w:numPr>
          <w:ilvl w:val="1"/>
          <w:numId w:val="34"/>
        </w:numPr>
        <w:jc w:val="both"/>
        <w:rPr>
          <w:sz w:val="22"/>
          <w:szCs w:val="22"/>
          <w:lang w:val="en-GB"/>
        </w:rPr>
      </w:pPr>
      <w:r w:rsidRPr="00955F15">
        <w:rPr>
          <w:sz w:val="22"/>
          <w:szCs w:val="22"/>
          <w:lang w:val="en-GB"/>
        </w:rPr>
        <w:t>UNFPA’s determination of a bid’s responsiveness is to be based on the contents of the bid itself.</w:t>
      </w:r>
    </w:p>
    <w:p w14:paraId="7C6AB0FB" w14:textId="77777777" w:rsidR="00955F15" w:rsidRDefault="00955F15" w:rsidP="00955F15">
      <w:pPr>
        <w:pStyle w:val="ListParagraph"/>
        <w:ind w:left="480"/>
        <w:jc w:val="both"/>
        <w:rPr>
          <w:sz w:val="22"/>
          <w:szCs w:val="22"/>
          <w:lang w:val="en-GB"/>
        </w:rPr>
      </w:pPr>
    </w:p>
    <w:p w14:paraId="78E4A56F" w14:textId="77777777" w:rsidR="00AB0AEB" w:rsidRPr="00955F15" w:rsidRDefault="0008751A" w:rsidP="00E33A30">
      <w:pPr>
        <w:pStyle w:val="ListParagraph"/>
        <w:numPr>
          <w:ilvl w:val="1"/>
          <w:numId w:val="34"/>
        </w:numPr>
        <w:jc w:val="both"/>
        <w:rPr>
          <w:sz w:val="22"/>
          <w:szCs w:val="22"/>
          <w:lang w:val="en-GB"/>
        </w:rPr>
      </w:pPr>
      <w:r w:rsidRPr="00955F15">
        <w:rPr>
          <w:sz w:val="22"/>
          <w:szCs w:val="22"/>
          <w:lang w:val="en-GB"/>
        </w:rPr>
        <w:t>A substantially responsive bid is one that conforms to all the terms, conditions, and specifications of the bidding documents without material deviation, reservation, or omission. A material deviation, reservation, or omission is one that:</w:t>
      </w:r>
    </w:p>
    <w:p w14:paraId="33730C54" w14:textId="77777777" w:rsidR="0008751A" w:rsidRDefault="0008751A" w:rsidP="00096FE3">
      <w:pPr>
        <w:pStyle w:val="BodyText"/>
        <w:numPr>
          <w:ilvl w:val="0"/>
          <w:numId w:val="13"/>
        </w:numPr>
        <w:tabs>
          <w:tab w:val="clear" w:pos="720"/>
          <w:tab w:val="left" w:pos="990"/>
        </w:tabs>
        <w:ind w:left="990" w:hanging="270"/>
        <w:rPr>
          <w:sz w:val="22"/>
          <w:szCs w:val="22"/>
          <w:lang w:val="en-GB"/>
        </w:rPr>
      </w:pPr>
      <w:r>
        <w:rPr>
          <w:sz w:val="22"/>
          <w:szCs w:val="22"/>
          <w:lang w:val="en-GB"/>
        </w:rPr>
        <w:t>affects in any substantial way the scope, quality, or performance of the goods and related services specified in the contract; or</w:t>
      </w:r>
    </w:p>
    <w:p w14:paraId="28F87450" w14:textId="77777777" w:rsidR="0008751A" w:rsidRDefault="0008751A" w:rsidP="00096FE3">
      <w:pPr>
        <w:pStyle w:val="BodyText"/>
        <w:numPr>
          <w:ilvl w:val="0"/>
          <w:numId w:val="13"/>
        </w:numPr>
        <w:tabs>
          <w:tab w:val="clear" w:pos="720"/>
          <w:tab w:val="left" w:pos="990"/>
        </w:tabs>
        <w:ind w:left="990" w:hanging="270"/>
        <w:rPr>
          <w:sz w:val="22"/>
          <w:szCs w:val="22"/>
          <w:lang w:val="en-GB"/>
        </w:rPr>
      </w:pPr>
      <w:r>
        <w:rPr>
          <w:sz w:val="22"/>
          <w:szCs w:val="22"/>
          <w:lang w:val="en-GB"/>
        </w:rPr>
        <w:t xml:space="preserve">limits in any substantial way, inconsistent with the bidding documents, UNFPA’s rights or the </w:t>
      </w:r>
      <w:r w:rsidR="00F16397">
        <w:rPr>
          <w:sz w:val="22"/>
          <w:szCs w:val="22"/>
          <w:lang w:val="en-GB"/>
        </w:rPr>
        <w:t>B</w:t>
      </w:r>
      <w:r>
        <w:rPr>
          <w:sz w:val="22"/>
          <w:szCs w:val="22"/>
          <w:lang w:val="en-GB"/>
        </w:rPr>
        <w:t>idder’s obligations under the contract; or</w:t>
      </w:r>
    </w:p>
    <w:p w14:paraId="41CB31A3" w14:textId="77777777" w:rsidR="0008751A" w:rsidRDefault="0008751A" w:rsidP="00096FE3">
      <w:pPr>
        <w:pStyle w:val="BodyText"/>
        <w:numPr>
          <w:ilvl w:val="0"/>
          <w:numId w:val="13"/>
        </w:numPr>
        <w:tabs>
          <w:tab w:val="clear" w:pos="720"/>
          <w:tab w:val="left" w:pos="990"/>
        </w:tabs>
        <w:ind w:left="990" w:hanging="270"/>
        <w:rPr>
          <w:sz w:val="22"/>
          <w:szCs w:val="22"/>
          <w:lang w:val="en-GB"/>
        </w:rPr>
      </w:pPr>
      <w:r>
        <w:rPr>
          <w:sz w:val="22"/>
          <w:szCs w:val="22"/>
          <w:lang w:val="en-GB"/>
        </w:rPr>
        <w:t xml:space="preserve">if rectified would unfairly affect the competitive position of other </w:t>
      </w:r>
      <w:r w:rsidR="00F16397">
        <w:rPr>
          <w:sz w:val="22"/>
          <w:szCs w:val="22"/>
          <w:lang w:val="en-GB"/>
        </w:rPr>
        <w:t>B</w:t>
      </w:r>
      <w:r>
        <w:rPr>
          <w:sz w:val="22"/>
          <w:szCs w:val="22"/>
          <w:lang w:val="en-GB"/>
        </w:rPr>
        <w:t>idders presenting substantially responsive bids.</w:t>
      </w:r>
    </w:p>
    <w:p w14:paraId="626B984E" w14:textId="77777777" w:rsidR="0008751A" w:rsidRDefault="0008751A">
      <w:pPr>
        <w:pStyle w:val="BodyText"/>
        <w:rPr>
          <w:sz w:val="22"/>
          <w:lang w:val="en-GB"/>
        </w:rPr>
      </w:pPr>
    </w:p>
    <w:p w14:paraId="63AF4FA8"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0" w:name="_Toc99385383"/>
      <w:r>
        <w:rPr>
          <w:rFonts w:ascii="Times New Roman" w:hAnsi="Times New Roman" w:cs="Times New Roman"/>
          <w:lang w:val="en-GB"/>
        </w:rPr>
        <w:t>Nonconformities, Errors, and Omissions</w:t>
      </w:r>
      <w:bookmarkEnd w:id="40"/>
    </w:p>
    <w:p w14:paraId="56288A76" w14:textId="77777777" w:rsidR="0008751A" w:rsidRDefault="0008751A">
      <w:pPr>
        <w:pStyle w:val="BodyText"/>
        <w:rPr>
          <w:sz w:val="22"/>
        </w:rPr>
      </w:pPr>
    </w:p>
    <w:p w14:paraId="3EF62EBF" w14:textId="77777777" w:rsidR="00AB0AEB" w:rsidRPr="00955F15" w:rsidRDefault="0008751A" w:rsidP="00E33A30">
      <w:pPr>
        <w:pStyle w:val="ListParagraph"/>
        <w:numPr>
          <w:ilvl w:val="1"/>
          <w:numId w:val="34"/>
        </w:numPr>
        <w:rPr>
          <w:sz w:val="22"/>
          <w:szCs w:val="22"/>
          <w:lang w:val="en-GB"/>
        </w:rPr>
      </w:pPr>
      <w:r w:rsidRPr="00955F15">
        <w:rPr>
          <w:sz w:val="22"/>
          <w:szCs w:val="22"/>
          <w:lang w:val="en-GB"/>
        </w:rPr>
        <w:t>Provided that a bid is substantially responsive:</w:t>
      </w:r>
    </w:p>
    <w:p w14:paraId="22D90DD8" w14:textId="77777777" w:rsidR="0008751A" w:rsidRDefault="007A73DB" w:rsidP="00096FE3">
      <w:pPr>
        <w:pStyle w:val="BodyText"/>
        <w:numPr>
          <w:ilvl w:val="0"/>
          <w:numId w:val="14"/>
        </w:numPr>
        <w:tabs>
          <w:tab w:val="clear" w:pos="720"/>
          <w:tab w:val="left" w:pos="900"/>
        </w:tabs>
        <w:ind w:left="900"/>
        <w:rPr>
          <w:sz w:val="22"/>
        </w:rPr>
      </w:pPr>
      <w:r>
        <w:rPr>
          <w:sz w:val="22"/>
        </w:rPr>
        <w:t xml:space="preserve">UNFPA </w:t>
      </w:r>
      <w:r w:rsidR="0008751A">
        <w:rPr>
          <w:sz w:val="22"/>
        </w:rPr>
        <w:t>may waive any non-conformities or omissions in the bid that do not constitute a material deviation.</w:t>
      </w:r>
    </w:p>
    <w:p w14:paraId="53AAE2CF" w14:textId="77777777" w:rsidR="0008751A" w:rsidRDefault="007A73DB" w:rsidP="00096FE3">
      <w:pPr>
        <w:pStyle w:val="BodyText"/>
        <w:numPr>
          <w:ilvl w:val="0"/>
          <w:numId w:val="14"/>
        </w:numPr>
        <w:tabs>
          <w:tab w:val="clear" w:pos="720"/>
          <w:tab w:val="left" w:pos="900"/>
        </w:tabs>
        <w:ind w:left="900"/>
        <w:rPr>
          <w:sz w:val="22"/>
        </w:rPr>
      </w:pPr>
      <w:r>
        <w:rPr>
          <w:sz w:val="22"/>
        </w:rPr>
        <w:t xml:space="preserve">UNFPA </w:t>
      </w:r>
      <w:r w:rsidR="0008751A">
        <w:rPr>
          <w:sz w:val="22"/>
        </w:rPr>
        <w:t xml:space="preserve">may request that the </w:t>
      </w:r>
      <w:r w:rsidR="00F16397">
        <w:rPr>
          <w:sz w:val="22"/>
        </w:rPr>
        <w:t>B</w:t>
      </w:r>
      <w:r w:rsidR="0008751A">
        <w:rPr>
          <w:sz w:val="22"/>
        </w:rPr>
        <w:t>idder submit the necessary information or documentation within a reasonable period of time to rectify non</w:t>
      </w:r>
      <w:r w:rsidR="00126D14">
        <w:rPr>
          <w:sz w:val="22"/>
        </w:rPr>
        <w:t xml:space="preserve"> </w:t>
      </w:r>
      <w:r w:rsidR="0008751A">
        <w:rPr>
          <w:sz w:val="22"/>
        </w:rPr>
        <w:t>material non</w:t>
      </w:r>
      <w:r w:rsidR="00126D14">
        <w:rPr>
          <w:sz w:val="22"/>
        </w:rPr>
        <w:t xml:space="preserve"> </w:t>
      </w:r>
      <w:r w:rsidR="0008751A">
        <w:rPr>
          <w:sz w:val="22"/>
        </w:rPr>
        <w:t>conformities or omissions in the bid related to documentation</w:t>
      </w:r>
      <w:r w:rsidR="0008751A">
        <w:rPr>
          <w:sz w:val="22"/>
          <w:u w:val="single"/>
        </w:rPr>
        <w:t xml:space="preserve"> </w:t>
      </w:r>
      <w:r w:rsidR="0008751A">
        <w:rPr>
          <w:sz w:val="22"/>
        </w:rPr>
        <w:t xml:space="preserve">requirements.  Such omission shall not be related to any aspect of the price of the bid.  Failure of the </w:t>
      </w:r>
      <w:r w:rsidR="00F16397">
        <w:rPr>
          <w:sz w:val="22"/>
        </w:rPr>
        <w:t>B</w:t>
      </w:r>
      <w:r w:rsidR="0008751A">
        <w:rPr>
          <w:sz w:val="22"/>
        </w:rPr>
        <w:t>idder to comply with the request may result in the rejection of its bid.</w:t>
      </w:r>
    </w:p>
    <w:p w14:paraId="1299182F" w14:textId="77777777" w:rsidR="0008751A" w:rsidRDefault="007A73DB" w:rsidP="00096FE3">
      <w:pPr>
        <w:pStyle w:val="BodyText"/>
        <w:numPr>
          <w:ilvl w:val="0"/>
          <w:numId w:val="14"/>
        </w:numPr>
        <w:tabs>
          <w:tab w:val="clear" w:pos="720"/>
          <w:tab w:val="left" w:pos="900"/>
        </w:tabs>
        <w:ind w:left="900"/>
        <w:rPr>
          <w:sz w:val="22"/>
        </w:rPr>
      </w:pPr>
      <w:r>
        <w:rPr>
          <w:sz w:val="22"/>
        </w:rPr>
        <w:t xml:space="preserve">UNFPA </w:t>
      </w:r>
      <w:r w:rsidR="0008751A">
        <w:rPr>
          <w:sz w:val="22"/>
        </w:rPr>
        <w:t>shall correct arithmetical errors on the following basis:</w:t>
      </w:r>
    </w:p>
    <w:p w14:paraId="6FC5A23C" w14:textId="77777777" w:rsidR="0008751A" w:rsidRPr="008B45F0" w:rsidRDefault="0008751A" w:rsidP="009D4B77">
      <w:pPr>
        <w:pStyle w:val="BodyText"/>
        <w:numPr>
          <w:ilvl w:val="0"/>
          <w:numId w:val="5"/>
        </w:numPr>
        <w:tabs>
          <w:tab w:val="clear" w:pos="720"/>
          <w:tab w:val="left" w:pos="1260"/>
        </w:tabs>
        <w:ind w:left="1260"/>
        <w:rPr>
          <w:sz w:val="22"/>
        </w:rPr>
      </w:pPr>
      <w:r>
        <w:rPr>
          <w:sz w:val="22"/>
        </w:rPr>
        <w:t xml:space="preserve">If there is a discrepancy between the unit price and the line item total that is obtained by multiplying the unit price by the quantity, the unit price shall prevail and the line item total shall be corrected, unless in the opinion of UNFPA there is an obvious </w:t>
      </w:r>
      <w:r w:rsidRPr="008B45F0">
        <w:rPr>
          <w:sz w:val="22"/>
        </w:rPr>
        <w:t>misplacement of the decimal point in the unit price</w:t>
      </w:r>
      <w:r w:rsidR="00912C2D" w:rsidRPr="008B45F0">
        <w:rPr>
          <w:sz w:val="22"/>
        </w:rPr>
        <w:t>. In that</w:t>
      </w:r>
      <w:r w:rsidRPr="008B45F0">
        <w:rPr>
          <w:sz w:val="22"/>
        </w:rPr>
        <w:t xml:space="preserve"> case the line item total as quoted shall govern and the unit price shall be corrected;</w:t>
      </w:r>
    </w:p>
    <w:p w14:paraId="536B27D4" w14:textId="77777777" w:rsidR="009C6F5E" w:rsidRPr="008B45F0" w:rsidRDefault="009C6F5E" w:rsidP="009C6F5E">
      <w:pPr>
        <w:pStyle w:val="BodyText"/>
        <w:numPr>
          <w:ilvl w:val="0"/>
          <w:numId w:val="5"/>
        </w:numPr>
        <w:tabs>
          <w:tab w:val="clear" w:pos="720"/>
          <w:tab w:val="left" w:pos="1260"/>
        </w:tabs>
        <w:ind w:left="1260"/>
        <w:rPr>
          <w:sz w:val="22"/>
        </w:rPr>
      </w:pPr>
      <w:r w:rsidRPr="008B45F0">
        <w:rPr>
          <w:sz w:val="22"/>
        </w:rPr>
        <w:t>if there is a discrepancy between words and figures, the amount in words shall prevail;</w:t>
      </w:r>
    </w:p>
    <w:p w14:paraId="794E85AC" w14:textId="77777777" w:rsidR="0008751A" w:rsidRPr="008B45F0" w:rsidRDefault="0008751A" w:rsidP="00CF5BC0">
      <w:pPr>
        <w:pStyle w:val="BodyText"/>
        <w:numPr>
          <w:ilvl w:val="0"/>
          <w:numId w:val="5"/>
        </w:numPr>
        <w:tabs>
          <w:tab w:val="clear" w:pos="720"/>
          <w:tab w:val="left" w:pos="1260"/>
        </w:tabs>
        <w:ind w:left="1260"/>
        <w:rPr>
          <w:sz w:val="22"/>
        </w:rPr>
      </w:pPr>
      <w:r w:rsidRPr="008B45F0">
        <w:rPr>
          <w:sz w:val="22"/>
        </w:rPr>
        <w:t>if there is an error in a total corresponding to the addition or subtraction of subtotals, the subtotals shall prevail and the total shall be corrected; and</w:t>
      </w:r>
    </w:p>
    <w:p w14:paraId="372E2715" w14:textId="77777777" w:rsidR="0008751A" w:rsidRDefault="0008751A">
      <w:pPr>
        <w:pStyle w:val="BodyText"/>
        <w:rPr>
          <w:sz w:val="22"/>
          <w:u w:val="single"/>
          <w:lang w:val="en-GB"/>
        </w:rPr>
      </w:pPr>
    </w:p>
    <w:p w14:paraId="5009DAE2"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1" w:name="_Toc99385384"/>
      <w:r>
        <w:rPr>
          <w:rFonts w:ascii="Times New Roman" w:hAnsi="Times New Roman" w:cs="Times New Roman"/>
          <w:lang w:val="en-GB"/>
        </w:rPr>
        <w:t>Preliminary examination of Bids</w:t>
      </w:r>
      <w:bookmarkEnd w:id="41"/>
    </w:p>
    <w:p w14:paraId="2122849F" w14:textId="77777777" w:rsidR="0008751A" w:rsidRDefault="0008751A">
      <w:pPr>
        <w:jc w:val="both"/>
        <w:rPr>
          <w:sz w:val="22"/>
          <w:szCs w:val="22"/>
          <w:lang w:val="en-GB"/>
        </w:rPr>
      </w:pPr>
    </w:p>
    <w:p w14:paraId="6612BC39" w14:textId="77777777" w:rsidR="00AB0AEB" w:rsidRPr="00955F15" w:rsidRDefault="0008751A" w:rsidP="00E33A30">
      <w:pPr>
        <w:pStyle w:val="ListParagraph"/>
        <w:numPr>
          <w:ilvl w:val="1"/>
          <w:numId w:val="34"/>
        </w:numPr>
        <w:jc w:val="both"/>
        <w:rPr>
          <w:sz w:val="22"/>
          <w:szCs w:val="22"/>
          <w:lang w:val="en-GB"/>
        </w:rPr>
      </w:pPr>
      <w:r w:rsidRPr="00955F15">
        <w:rPr>
          <w:sz w:val="22"/>
          <w:szCs w:val="22"/>
          <w:lang w:val="en-GB"/>
        </w:rPr>
        <w:t xml:space="preserve">UNFPA shall examine the bids to determine whether they are complete, that all documents and technical documentation requested as per Instructions to Bidders </w:t>
      </w:r>
      <w:r w:rsidR="000F6D32" w:rsidRPr="00955F15">
        <w:rPr>
          <w:sz w:val="22"/>
          <w:szCs w:val="22"/>
          <w:lang w:val="en-GB"/>
        </w:rPr>
        <w:t xml:space="preserve">Clause </w:t>
      </w:r>
      <w:r w:rsidR="0083348E">
        <w:rPr>
          <w:sz w:val="22"/>
          <w:szCs w:val="22"/>
          <w:lang w:val="en-GB"/>
        </w:rPr>
        <w:t>7</w:t>
      </w:r>
      <w:r w:rsidR="0083348E" w:rsidRPr="00955F15">
        <w:rPr>
          <w:sz w:val="22"/>
          <w:szCs w:val="22"/>
          <w:lang w:val="en-GB"/>
        </w:rPr>
        <w:t xml:space="preserve"> </w:t>
      </w:r>
      <w:r w:rsidRPr="00955F15">
        <w:rPr>
          <w:sz w:val="22"/>
          <w:szCs w:val="22"/>
          <w:lang w:val="en-GB"/>
        </w:rPr>
        <w:t>have been provided and to determine the completeness of each document submitted. UNFPA will also examine whether any computational errors have been made, whether the documents are properly signed</w:t>
      </w:r>
      <w:r w:rsidR="0075496B" w:rsidRPr="00955F15">
        <w:rPr>
          <w:sz w:val="22"/>
          <w:szCs w:val="22"/>
          <w:lang w:val="en-GB"/>
        </w:rPr>
        <w:t>,</w:t>
      </w:r>
      <w:r w:rsidRPr="00955F15">
        <w:rPr>
          <w:sz w:val="22"/>
          <w:szCs w:val="22"/>
          <w:lang w:val="en-GB"/>
        </w:rPr>
        <w:t xml:space="preserve"> and whether the </w:t>
      </w:r>
      <w:r w:rsidR="002126A3" w:rsidRPr="00955F15">
        <w:rPr>
          <w:sz w:val="22"/>
          <w:szCs w:val="22"/>
          <w:lang w:val="en-GB"/>
        </w:rPr>
        <w:t>bid</w:t>
      </w:r>
      <w:r w:rsidRPr="00955F15">
        <w:rPr>
          <w:sz w:val="22"/>
          <w:szCs w:val="22"/>
          <w:lang w:val="en-GB"/>
        </w:rPr>
        <w:t>s are generally in order.</w:t>
      </w:r>
    </w:p>
    <w:p w14:paraId="03E6BBA2" w14:textId="77777777" w:rsidR="0008751A" w:rsidRDefault="0008751A">
      <w:pPr>
        <w:jc w:val="both"/>
        <w:rPr>
          <w:sz w:val="22"/>
          <w:szCs w:val="22"/>
          <w:lang w:val="en-GB"/>
        </w:rPr>
      </w:pPr>
    </w:p>
    <w:p w14:paraId="41215E87"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2" w:name="_Toc99385385"/>
      <w:r>
        <w:rPr>
          <w:rFonts w:ascii="Times New Roman" w:hAnsi="Times New Roman" w:cs="Times New Roman"/>
          <w:lang w:val="en-GB"/>
        </w:rPr>
        <w:t>Examination of Terms and Conditions and Technical Evaluation</w:t>
      </w:r>
      <w:bookmarkEnd w:id="42"/>
    </w:p>
    <w:p w14:paraId="6DBDC3AD" w14:textId="77777777" w:rsidR="0008751A" w:rsidRDefault="0008751A">
      <w:pPr>
        <w:rPr>
          <w:lang w:val="en-GB"/>
        </w:rPr>
      </w:pPr>
    </w:p>
    <w:p w14:paraId="6A0C88AC" w14:textId="77777777" w:rsidR="00955F15" w:rsidRDefault="0008751A" w:rsidP="00E33A30">
      <w:pPr>
        <w:pStyle w:val="ListParagraph"/>
        <w:numPr>
          <w:ilvl w:val="1"/>
          <w:numId w:val="34"/>
        </w:numPr>
        <w:jc w:val="both"/>
        <w:rPr>
          <w:sz w:val="22"/>
          <w:szCs w:val="22"/>
          <w:lang w:val="en-GB"/>
        </w:rPr>
      </w:pPr>
      <w:r w:rsidRPr="00955F15">
        <w:rPr>
          <w:sz w:val="22"/>
          <w:szCs w:val="22"/>
          <w:lang w:val="en-GB"/>
        </w:rPr>
        <w:t>UNFPA shall examine the bid to confirm that it does not contain</w:t>
      </w:r>
      <w:r w:rsidR="0075496B" w:rsidRPr="00955F15">
        <w:rPr>
          <w:sz w:val="22"/>
          <w:szCs w:val="22"/>
          <w:lang w:val="en-GB"/>
        </w:rPr>
        <w:t xml:space="preserve"> any</w:t>
      </w:r>
      <w:r w:rsidRPr="00955F15">
        <w:rPr>
          <w:sz w:val="22"/>
          <w:szCs w:val="22"/>
          <w:lang w:val="en-GB"/>
        </w:rPr>
        <w:t xml:space="preserve"> material deviation</w:t>
      </w:r>
      <w:r w:rsidR="0075496B" w:rsidRPr="00955F15">
        <w:rPr>
          <w:sz w:val="22"/>
          <w:szCs w:val="22"/>
          <w:lang w:val="en-GB"/>
        </w:rPr>
        <w:t>s,</w:t>
      </w:r>
      <w:r w:rsidRPr="00955F15">
        <w:rPr>
          <w:sz w:val="22"/>
          <w:szCs w:val="22"/>
          <w:lang w:val="en-GB"/>
        </w:rPr>
        <w:t xml:space="preserve"> reservation</w:t>
      </w:r>
      <w:r w:rsidR="0075496B" w:rsidRPr="00955F15">
        <w:rPr>
          <w:sz w:val="22"/>
          <w:szCs w:val="22"/>
          <w:lang w:val="en-GB"/>
        </w:rPr>
        <w:t>, or omission</w:t>
      </w:r>
      <w:r w:rsidRPr="00955F15">
        <w:rPr>
          <w:sz w:val="22"/>
          <w:szCs w:val="22"/>
          <w:lang w:val="en-GB"/>
        </w:rPr>
        <w:t xml:space="preserve"> related to the conditions and requirements specified in the </w:t>
      </w:r>
      <w:r w:rsidR="005510DA" w:rsidRPr="00955F15">
        <w:rPr>
          <w:sz w:val="22"/>
          <w:szCs w:val="22"/>
          <w:lang w:val="en-GB"/>
        </w:rPr>
        <w:t>Section</w:t>
      </w:r>
      <w:r w:rsidRPr="00955F15">
        <w:rPr>
          <w:sz w:val="22"/>
          <w:szCs w:val="22"/>
          <w:lang w:val="en-GB"/>
        </w:rPr>
        <w:t xml:space="preserve"> II </w:t>
      </w:r>
      <w:r w:rsidR="00FF05B3" w:rsidRPr="008B45F0">
        <w:rPr>
          <w:sz w:val="22"/>
          <w:szCs w:val="22"/>
          <w:lang w:val="en-GB"/>
        </w:rPr>
        <w:t xml:space="preserve">Technical Specifications and </w:t>
      </w:r>
      <w:r w:rsidRPr="008B45F0">
        <w:rPr>
          <w:sz w:val="22"/>
          <w:szCs w:val="22"/>
          <w:lang w:val="en-GB"/>
        </w:rPr>
        <w:t>Schedule of Requirements</w:t>
      </w:r>
      <w:r w:rsidR="00611D96" w:rsidRPr="008B45F0">
        <w:rPr>
          <w:sz w:val="22"/>
          <w:szCs w:val="22"/>
          <w:lang w:val="en-GB"/>
        </w:rPr>
        <w:t xml:space="preserve">, </w:t>
      </w:r>
      <w:r w:rsidR="005510DA" w:rsidRPr="008B45F0">
        <w:rPr>
          <w:sz w:val="22"/>
          <w:szCs w:val="22"/>
          <w:lang w:val="en-GB"/>
        </w:rPr>
        <w:t>Section</w:t>
      </w:r>
      <w:r w:rsidRPr="008B45F0">
        <w:rPr>
          <w:sz w:val="22"/>
          <w:szCs w:val="22"/>
          <w:lang w:val="en-GB"/>
        </w:rPr>
        <w:t xml:space="preserve"> </w:t>
      </w:r>
      <w:r w:rsidR="00611D96" w:rsidRPr="008B45F0">
        <w:rPr>
          <w:sz w:val="22"/>
          <w:szCs w:val="22"/>
          <w:lang w:val="en-GB"/>
        </w:rPr>
        <w:t>III</w:t>
      </w:r>
      <w:r w:rsidRPr="008B45F0">
        <w:rPr>
          <w:sz w:val="22"/>
          <w:szCs w:val="22"/>
          <w:lang w:val="en-GB"/>
        </w:rPr>
        <w:t xml:space="preserve"> UNFPA General Conditions</w:t>
      </w:r>
      <w:r w:rsidR="00172428" w:rsidRPr="008B45F0">
        <w:rPr>
          <w:sz w:val="22"/>
          <w:szCs w:val="22"/>
          <w:lang w:val="en-GB"/>
        </w:rPr>
        <w:t xml:space="preserve"> of Contract</w:t>
      </w:r>
      <w:r w:rsidR="00611D96" w:rsidRPr="008B45F0">
        <w:rPr>
          <w:sz w:val="22"/>
          <w:szCs w:val="22"/>
          <w:lang w:val="en-GB"/>
        </w:rPr>
        <w:t xml:space="preserve"> and Section IV UNFPA Special Conditions</w:t>
      </w:r>
      <w:r w:rsidR="009B33D7" w:rsidRPr="008B45F0">
        <w:rPr>
          <w:sz w:val="22"/>
          <w:szCs w:val="22"/>
          <w:lang w:val="en-GB"/>
        </w:rPr>
        <w:t xml:space="preserve"> for Contracts</w:t>
      </w:r>
      <w:r w:rsidRPr="008B45F0">
        <w:rPr>
          <w:sz w:val="22"/>
          <w:szCs w:val="22"/>
          <w:lang w:val="en-GB"/>
        </w:rPr>
        <w:t>.</w:t>
      </w:r>
    </w:p>
    <w:p w14:paraId="2D92F687" w14:textId="77777777" w:rsidR="00955F15" w:rsidRDefault="00955F15" w:rsidP="00955F15">
      <w:pPr>
        <w:pStyle w:val="ListParagraph"/>
        <w:ind w:left="480"/>
        <w:jc w:val="both"/>
        <w:rPr>
          <w:sz w:val="22"/>
          <w:szCs w:val="22"/>
          <w:lang w:val="en-GB"/>
        </w:rPr>
      </w:pPr>
    </w:p>
    <w:p w14:paraId="6E7521B1" w14:textId="77777777" w:rsidR="0008751A" w:rsidRPr="00CF5BC0" w:rsidRDefault="0008751A" w:rsidP="00E33A30">
      <w:pPr>
        <w:pStyle w:val="ListParagraph"/>
        <w:numPr>
          <w:ilvl w:val="1"/>
          <w:numId w:val="34"/>
        </w:numPr>
        <w:jc w:val="both"/>
        <w:rPr>
          <w:sz w:val="22"/>
          <w:szCs w:val="22"/>
          <w:lang w:val="en-GB"/>
        </w:rPr>
      </w:pPr>
      <w:r w:rsidRPr="00955F15">
        <w:rPr>
          <w:sz w:val="22"/>
          <w:szCs w:val="22"/>
          <w:lang w:val="en-GB"/>
        </w:rPr>
        <w:t xml:space="preserve">If after the examination of the terms and conditions and the technical evaluation UNFPA determines that the bid is not substantially responsive in accordance with Instructions to Bidders Clause </w:t>
      </w:r>
      <w:r w:rsidR="00AC09CF">
        <w:rPr>
          <w:sz w:val="22"/>
          <w:szCs w:val="22"/>
          <w:lang w:val="en-GB"/>
        </w:rPr>
        <w:t>21</w:t>
      </w:r>
      <w:r w:rsidRPr="00955F15">
        <w:rPr>
          <w:sz w:val="22"/>
          <w:szCs w:val="22"/>
          <w:lang w:val="en-GB"/>
        </w:rPr>
        <w:t>,</w:t>
      </w:r>
      <w:r w:rsidR="00F16D88" w:rsidRPr="00955F15">
        <w:rPr>
          <w:sz w:val="22"/>
          <w:szCs w:val="22"/>
          <w:lang w:val="en-GB"/>
        </w:rPr>
        <w:t xml:space="preserve"> the bid</w:t>
      </w:r>
      <w:r w:rsidRPr="00955F15">
        <w:rPr>
          <w:sz w:val="22"/>
          <w:szCs w:val="22"/>
          <w:lang w:val="en-GB"/>
        </w:rPr>
        <w:t xml:space="preserve"> shall </w:t>
      </w:r>
      <w:r w:rsidR="00F16D88" w:rsidRPr="00955F15">
        <w:rPr>
          <w:sz w:val="22"/>
          <w:szCs w:val="22"/>
          <w:lang w:val="en-GB"/>
        </w:rPr>
        <w:t xml:space="preserve">be </w:t>
      </w:r>
      <w:r w:rsidRPr="00955F15">
        <w:rPr>
          <w:sz w:val="22"/>
          <w:szCs w:val="22"/>
          <w:lang w:val="en-GB"/>
        </w:rPr>
        <w:t>reject</w:t>
      </w:r>
      <w:r w:rsidR="00F16D88" w:rsidRPr="00955F15">
        <w:rPr>
          <w:sz w:val="22"/>
          <w:szCs w:val="22"/>
          <w:lang w:val="en-GB"/>
        </w:rPr>
        <w:t>ed</w:t>
      </w:r>
      <w:r w:rsidRPr="00955F15">
        <w:rPr>
          <w:sz w:val="22"/>
          <w:szCs w:val="22"/>
          <w:lang w:val="en-GB"/>
        </w:rPr>
        <w:t>.</w:t>
      </w:r>
    </w:p>
    <w:p w14:paraId="4D73F4ED" w14:textId="77777777" w:rsidR="0008751A" w:rsidRDefault="0008751A">
      <w:pPr>
        <w:rPr>
          <w:sz w:val="22"/>
          <w:szCs w:val="22"/>
          <w:lang w:val="en-GB"/>
        </w:rPr>
      </w:pPr>
    </w:p>
    <w:p w14:paraId="11DF424D"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3" w:name="_Toc99385386"/>
      <w:r>
        <w:rPr>
          <w:rFonts w:ascii="Times New Roman" w:hAnsi="Times New Roman" w:cs="Times New Roman"/>
          <w:lang w:val="en-GB"/>
        </w:rPr>
        <w:t>Conversion to Single Currency</w:t>
      </w:r>
      <w:bookmarkEnd w:id="43"/>
    </w:p>
    <w:p w14:paraId="3D9954DB" w14:textId="77777777" w:rsidR="0008751A" w:rsidRDefault="0008751A">
      <w:pPr>
        <w:rPr>
          <w:lang w:val="en-GB"/>
        </w:rPr>
      </w:pPr>
    </w:p>
    <w:p w14:paraId="499CDAF9" w14:textId="4F43327B" w:rsidR="00AB0AEB" w:rsidRPr="007804F0" w:rsidRDefault="00772983" w:rsidP="00E33A30">
      <w:pPr>
        <w:pStyle w:val="ListParagraph"/>
        <w:numPr>
          <w:ilvl w:val="1"/>
          <w:numId w:val="34"/>
        </w:numPr>
        <w:jc w:val="both"/>
        <w:rPr>
          <w:i/>
          <w:sz w:val="22"/>
          <w:szCs w:val="22"/>
          <w:lang w:val="en-GB"/>
        </w:rPr>
      </w:pPr>
      <w:r w:rsidRPr="007804F0">
        <w:rPr>
          <w:sz w:val="22"/>
          <w:szCs w:val="22"/>
          <w:lang w:val="en-GB"/>
        </w:rPr>
        <w:t>To facilitate evaluation and comparison, UNFPA will convert all bid prices expressed in the amounts in various currencies in which the bid prices are payable to US dollars at the official UN exchange rate on the last day for submission of bids</w:t>
      </w:r>
      <w:r w:rsidR="000F4CFE" w:rsidRPr="007804F0">
        <w:rPr>
          <w:sz w:val="22"/>
          <w:szCs w:val="22"/>
          <w:lang w:val="en-GB"/>
        </w:rPr>
        <w:t xml:space="preserve">. </w:t>
      </w:r>
    </w:p>
    <w:p w14:paraId="692DE1FF" w14:textId="77777777" w:rsidR="0008751A" w:rsidRDefault="0008751A">
      <w:pPr>
        <w:rPr>
          <w:lang w:val="en-GB"/>
        </w:rPr>
      </w:pPr>
    </w:p>
    <w:p w14:paraId="4C3ABFE7"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4" w:name="_Toc99385387"/>
      <w:r>
        <w:rPr>
          <w:rFonts w:ascii="Times New Roman" w:hAnsi="Times New Roman" w:cs="Times New Roman"/>
          <w:lang w:val="en-GB"/>
        </w:rPr>
        <w:t>Evaluation of Bids</w:t>
      </w:r>
      <w:bookmarkEnd w:id="44"/>
    </w:p>
    <w:p w14:paraId="0D0D6169" w14:textId="77777777" w:rsidR="00F141F1" w:rsidRDefault="00F141F1" w:rsidP="00F141F1">
      <w:pPr>
        <w:rPr>
          <w:lang w:val="en-GB"/>
        </w:rPr>
      </w:pPr>
    </w:p>
    <w:p w14:paraId="6E81835E" w14:textId="77777777" w:rsidR="00AB0AEB" w:rsidRPr="00F141F1" w:rsidRDefault="0008751A" w:rsidP="00E33A30">
      <w:pPr>
        <w:pStyle w:val="ListParagraph"/>
        <w:numPr>
          <w:ilvl w:val="1"/>
          <w:numId w:val="34"/>
        </w:numPr>
        <w:rPr>
          <w:sz w:val="22"/>
          <w:szCs w:val="22"/>
          <w:lang w:val="en-GB"/>
        </w:rPr>
      </w:pPr>
      <w:r w:rsidRPr="00F141F1">
        <w:rPr>
          <w:sz w:val="22"/>
          <w:szCs w:val="22"/>
          <w:lang w:val="en-GB"/>
        </w:rPr>
        <w:t>UNFPA shall evaluate each bid that has been determined, up to this stage of the evaluation, to be substantially responsive.</w:t>
      </w:r>
    </w:p>
    <w:p w14:paraId="0DCA33FF" w14:textId="77777777" w:rsidR="0008751A" w:rsidRDefault="0008751A">
      <w:pPr>
        <w:rPr>
          <w:sz w:val="22"/>
          <w:szCs w:val="22"/>
          <w:lang w:val="en-GB"/>
        </w:rPr>
      </w:pPr>
    </w:p>
    <w:p w14:paraId="7DAF5DF1"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5" w:name="_Toc99385388"/>
      <w:r>
        <w:rPr>
          <w:rFonts w:ascii="Times New Roman" w:hAnsi="Times New Roman" w:cs="Times New Roman"/>
          <w:lang w:val="en-GB"/>
        </w:rPr>
        <w:t>Comparison of Price Bids</w:t>
      </w:r>
      <w:bookmarkEnd w:id="45"/>
    </w:p>
    <w:p w14:paraId="41F166F2" w14:textId="77777777" w:rsidR="0008751A" w:rsidRDefault="0008751A">
      <w:pPr>
        <w:rPr>
          <w:sz w:val="22"/>
          <w:szCs w:val="22"/>
          <w:lang w:val="en-GB"/>
        </w:rPr>
      </w:pPr>
    </w:p>
    <w:p w14:paraId="35DB2025" w14:textId="77777777" w:rsidR="005621CA" w:rsidRDefault="0008751A" w:rsidP="00E33A30">
      <w:pPr>
        <w:pStyle w:val="ListParagraph"/>
        <w:numPr>
          <w:ilvl w:val="1"/>
          <w:numId w:val="34"/>
        </w:numPr>
        <w:jc w:val="both"/>
        <w:rPr>
          <w:sz w:val="22"/>
          <w:szCs w:val="22"/>
          <w:lang w:val="en-GB"/>
        </w:rPr>
      </w:pPr>
      <w:r w:rsidRPr="00F141F1">
        <w:rPr>
          <w:sz w:val="22"/>
          <w:szCs w:val="22"/>
          <w:lang w:val="en-GB"/>
        </w:rPr>
        <w:t xml:space="preserve">UNFPA shall compare all substantially responsive bids to determine the lowest priced </w:t>
      </w:r>
      <w:r w:rsidR="00594F9B" w:rsidRPr="00F141F1">
        <w:rPr>
          <w:sz w:val="22"/>
          <w:szCs w:val="22"/>
          <w:lang w:val="en-GB"/>
        </w:rPr>
        <w:t xml:space="preserve">substantially responsive </w:t>
      </w:r>
      <w:r w:rsidR="00E42E7C" w:rsidRPr="00F141F1">
        <w:rPr>
          <w:sz w:val="22"/>
          <w:szCs w:val="22"/>
          <w:lang w:val="en-GB"/>
        </w:rPr>
        <w:t>bid</w:t>
      </w:r>
    </w:p>
    <w:p w14:paraId="7CC1E9F2" w14:textId="77777777" w:rsidR="00E0114F" w:rsidRDefault="00E0114F" w:rsidP="00E0114F">
      <w:pPr>
        <w:pStyle w:val="ListParagraph"/>
        <w:ind w:left="480"/>
        <w:jc w:val="both"/>
        <w:rPr>
          <w:sz w:val="22"/>
          <w:szCs w:val="22"/>
          <w:lang w:val="en-GB"/>
        </w:rPr>
      </w:pPr>
    </w:p>
    <w:p w14:paraId="5A487258" w14:textId="77777777" w:rsidR="006333C6" w:rsidRDefault="00E63D21" w:rsidP="00E33A30">
      <w:pPr>
        <w:pStyle w:val="ListParagraph"/>
        <w:numPr>
          <w:ilvl w:val="1"/>
          <w:numId w:val="34"/>
        </w:numPr>
        <w:jc w:val="both"/>
        <w:rPr>
          <w:sz w:val="22"/>
          <w:szCs w:val="22"/>
          <w:lang w:val="en-GB"/>
        </w:rPr>
      </w:pPr>
      <w:r w:rsidRPr="00E63D21">
        <w:rPr>
          <w:sz w:val="22"/>
          <w:szCs w:val="22"/>
          <w:lang w:val="en-GB"/>
        </w:rPr>
        <w:t xml:space="preserve">Bid comparison will be made on the total cost, delivered to final destination. UNFPA reserves the right to compare freight prices of </w:t>
      </w:r>
      <w:r w:rsidR="00F16397">
        <w:rPr>
          <w:sz w:val="22"/>
          <w:szCs w:val="22"/>
          <w:lang w:val="en-GB"/>
        </w:rPr>
        <w:t>B</w:t>
      </w:r>
      <w:r w:rsidRPr="00E63D21">
        <w:rPr>
          <w:sz w:val="22"/>
          <w:szCs w:val="22"/>
          <w:lang w:val="en-GB"/>
        </w:rPr>
        <w:t xml:space="preserve">idders with rates of reputable freight forwarders and to consider such rates for the purpose of bid evaluation. In the event that </w:t>
      </w:r>
      <w:r w:rsidR="00F16397">
        <w:rPr>
          <w:sz w:val="22"/>
          <w:szCs w:val="22"/>
          <w:lang w:val="en-GB"/>
        </w:rPr>
        <w:t>B</w:t>
      </w:r>
      <w:r w:rsidRPr="00E63D21">
        <w:rPr>
          <w:sz w:val="22"/>
          <w:szCs w:val="22"/>
          <w:lang w:val="en-GB"/>
        </w:rPr>
        <w:t>idder’s freight prices are found to be less competitive than the rates offered by freight forwarders, UNFPA may issue a contract on FCA basis to the Vendor instead of CPT/CFR, and issue a separate contract for freight to a freight forwarder if deemed in the best financial interest of UNFPA.</w:t>
      </w:r>
    </w:p>
    <w:p w14:paraId="5C46911F" w14:textId="77777777" w:rsidR="0008751A" w:rsidRDefault="0008751A">
      <w:pPr>
        <w:rPr>
          <w:sz w:val="22"/>
          <w:szCs w:val="22"/>
          <w:lang w:val="en-GB"/>
        </w:rPr>
      </w:pPr>
    </w:p>
    <w:p w14:paraId="60F962EE"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6" w:name="_Toc99385389"/>
      <w:r>
        <w:rPr>
          <w:rFonts w:ascii="Times New Roman" w:hAnsi="Times New Roman" w:cs="Times New Roman"/>
          <w:lang w:val="en-GB"/>
        </w:rPr>
        <w:t>Post-qualification of the Bidder</w:t>
      </w:r>
      <w:bookmarkEnd w:id="46"/>
    </w:p>
    <w:p w14:paraId="1F7041D5" w14:textId="77777777" w:rsidR="0008751A" w:rsidRDefault="0008751A">
      <w:pPr>
        <w:jc w:val="both"/>
        <w:rPr>
          <w:sz w:val="22"/>
          <w:szCs w:val="22"/>
          <w:lang w:val="en-GB"/>
        </w:rPr>
      </w:pPr>
    </w:p>
    <w:p w14:paraId="12FABF8E" w14:textId="77777777" w:rsidR="00F141F1" w:rsidRDefault="0008751A" w:rsidP="00E33A30">
      <w:pPr>
        <w:pStyle w:val="ListParagraph"/>
        <w:numPr>
          <w:ilvl w:val="1"/>
          <w:numId w:val="34"/>
        </w:numPr>
        <w:jc w:val="both"/>
        <w:rPr>
          <w:sz w:val="22"/>
          <w:szCs w:val="22"/>
          <w:lang w:val="en-GB"/>
        </w:rPr>
      </w:pPr>
      <w:r w:rsidRPr="00F141F1">
        <w:rPr>
          <w:sz w:val="22"/>
          <w:szCs w:val="22"/>
          <w:lang w:val="en-GB"/>
        </w:rPr>
        <w:t xml:space="preserve">UNFPA shall determine to its satisfaction whether the </w:t>
      </w:r>
      <w:r w:rsidR="00F16397">
        <w:rPr>
          <w:sz w:val="22"/>
          <w:szCs w:val="22"/>
          <w:lang w:val="en-GB"/>
        </w:rPr>
        <w:t>B</w:t>
      </w:r>
      <w:r w:rsidRPr="00F141F1">
        <w:rPr>
          <w:sz w:val="22"/>
          <w:szCs w:val="22"/>
          <w:lang w:val="en-GB"/>
        </w:rPr>
        <w:t xml:space="preserve">idder </w:t>
      </w:r>
      <w:r w:rsidR="00153C38" w:rsidRPr="00F141F1">
        <w:rPr>
          <w:sz w:val="22"/>
          <w:szCs w:val="22"/>
          <w:lang w:val="en-GB"/>
        </w:rPr>
        <w:t xml:space="preserve">with </w:t>
      </w:r>
      <w:r w:rsidRPr="00F141F1">
        <w:rPr>
          <w:sz w:val="22"/>
          <w:szCs w:val="22"/>
          <w:lang w:val="en-GB"/>
        </w:rPr>
        <w:t xml:space="preserve">the lowest </w:t>
      </w:r>
      <w:r w:rsidR="00153C38" w:rsidRPr="00F141F1">
        <w:rPr>
          <w:sz w:val="22"/>
          <w:szCs w:val="22"/>
          <w:lang w:val="en-GB"/>
        </w:rPr>
        <w:t>priced,</w:t>
      </w:r>
      <w:r w:rsidRPr="00F141F1">
        <w:rPr>
          <w:sz w:val="22"/>
          <w:szCs w:val="22"/>
          <w:lang w:val="en-GB"/>
        </w:rPr>
        <w:t xml:space="preserve"> substantially </w:t>
      </w:r>
      <w:r w:rsidR="009022A2">
        <w:rPr>
          <w:sz w:val="22"/>
          <w:szCs w:val="22"/>
          <w:lang w:val="en-GB"/>
        </w:rPr>
        <w:t>responsive</w:t>
      </w:r>
      <w:r w:rsidR="00153C38" w:rsidRPr="00F141F1">
        <w:rPr>
          <w:sz w:val="22"/>
          <w:szCs w:val="22"/>
          <w:lang w:val="en-GB"/>
        </w:rPr>
        <w:t xml:space="preserve"> </w:t>
      </w:r>
      <w:r w:rsidRPr="00F141F1">
        <w:rPr>
          <w:sz w:val="22"/>
          <w:szCs w:val="22"/>
          <w:lang w:val="en-GB"/>
        </w:rPr>
        <w:t>bid is qualified to perform the contract satisfactorily.</w:t>
      </w:r>
    </w:p>
    <w:p w14:paraId="25953E98" w14:textId="77777777" w:rsidR="00F141F1" w:rsidRDefault="00F141F1" w:rsidP="00F141F1">
      <w:pPr>
        <w:pStyle w:val="ListParagraph"/>
        <w:ind w:left="480"/>
        <w:jc w:val="both"/>
        <w:rPr>
          <w:sz w:val="22"/>
          <w:szCs w:val="22"/>
          <w:lang w:val="en-GB"/>
        </w:rPr>
      </w:pPr>
    </w:p>
    <w:p w14:paraId="19E47CA4" w14:textId="77777777" w:rsidR="00F141F1" w:rsidRDefault="0008751A" w:rsidP="00E33A30">
      <w:pPr>
        <w:pStyle w:val="ListParagraph"/>
        <w:numPr>
          <w:ilvl w:val="1"/>
          <w:numId w:val="34"/>
        </w:numPr>
        <w:jc w:val="both"/>
        <w:rPr>
          <w:sz w:val="22"/>
          <w:szCs w:val="22"/>
          <w:lang w:val="en-GB"/>
        </w:rPr>
      </w:pPr>
      <w:r w:rsidRPr="00F141F1">
        <w:rPr>
          <w:sz w:val="22"/>
          <w:szCs w:val="22"/>
          <w:lang w:val="en-GB"/>
        </w:rPr>
        <w:t xml:space="preserve">The determination shall be based upon an examination of the documentary evidence of the </w:t>
      </w:r>
      <w:r w:rsidR="00F16397">
        <w:rPr>
          <w:sz w:val="22"/>
          <w:szCs w:val="22"/>
          <w:lang w:val="en-GB"/>
        </w:rPr>
        <w:t>B</w:t>
      </w:r>
      <w:r w:rsidRPr="00F141F1">
        <w:rPr>
          <w:sz w:val="22"/>
          <w:szCs w:val="22"/>
          <w:lang w:val="en-GB"/>
        </w:rPr>
        <w:t xml:space="preserve">idder’s qualifications submitted </w:t>
      </w:r>
      <w:r w:rsidR="00153C38" w:rsidRPr="00F141F1">
        <w:rPr>
          <w:sz w:val="22"/>
          <w:szCs w:val="22"/>
          <w:lang w:val="en-GB"/>
        </w:rPr>
        <w:t xml:space="preserve">in </w:t>
      </w:r>
      <w:r w:rsidRPr="00F141F1">
        <w:rPr>
          <w:sz w:val="22"/>
          <w:szCs w:val="22"/>
          <w:lang w:val="en-GB"/>
        </w:rPr>
        <w:t>the bid.</w:t>
      </w:r>
    </w:p>
    <w:p w14:paraId="410E2229" w14:textId="77777777" w:rsidR="00F141F1" w:rsidRPr="00F141F1" w:rsidRDefault="00F141F1" w:rsidP="00F141F1">
      <w:pPr>
        <w:pStyle w:val="ListParagraph"/>
        <w:rPr>
          <w:sz w:val="22"/>
          <w:szCs w:val="22"/>
          <w:lang w:val="en-GB"/>
        </w:rPr>
      </w:pPr>
    </w:p>
    <w:p w14:paraId="05B566E6" w14:textId="77777777" w:rsidR="00AB0AEB" w:rsidRPr="00F141F1" w:rsidRDefault="000069A4" w:rsidP="00E33A30">
      <w:pPr>
        <w:pStyle w:val="ListParagraph"/>
        <w:numPr>
          <w:ilvl w:val="1"/>
          <w:numId w:val="34"/>
        </w:numPr>
        <w:jc w:val="both"/>
        <w:rPr>
          <w:sz w:val="22"/>
          <w:szCs w:val="22"/>
          <w:lang w:val="en-GB"/>
        </w:rPr>
      </w:pPr>
      <w:r w:rsidRPr="00F141F1">
        <w:rPr>
          <w:sz w:val="22"/>
          <w:szCs w:val="22"/>
          <w:lang w:val="en-GB"/>
        </w:rPr>
        <w:t>To evaluate a Bid, UNFPA shall consider the following:</w:t>
      </w:r>
    </w:p>
    <w:p w14:paraId="22EAE737" w14:textId="77777777" w:rsidR="00A0186F" w:rsidRDefault="00A0186F" w:rsidP="000069A4">
      <w:pPr>
        <w:jc w:val="both"/>
        <w:rPr>
          <w:sz w:val="22"/>
          <w:szCs w:val="22"/>
          <w:lang w:val="en-GB"/>
        </w:rPr>
      </w:pPr>
      <w:r>
        <w:rPr>
          <w:sz w:val="22"/>
          <w:szCs w:val="22"/>
          <w:lang w:val="en-GB"/>
        </w:rPr>
        <w:t xml:space="preserve"> </w:t>
      </w:r>
    </w:p>
    <w:p w14:paraId="1A36ACEF" w14:textId="77777777" w:rsidR="00A0186F" w:rsidRDefault="00A0186F" w:rsidP="00E33A30">
      <w:pPr>
        <w:pStyle w:val="ListParagraph"/>
        <w:numPr>
          <w:ilvl w:val="0"/>
          <w:numId w:val="35"/>
        </w:numPr>
        <w:rPr>
          <w:sz w:val="22"/>
          <w:szCs w:val="22"/>
          <w:lang w:val="en-GB"/>
        </w:rPr>
      </w:pPr>
      <w:r>
        <w:rPr>
          <w:sz w:val="22"/>
          <w:szCs w:val="22"/>
          <w:lang w:val="en-GB"/>
        </w:rPr>
        <w:t>C</w:t>
      </w:r>
      <w:r w:rsidRPr="00CF71B1">
        <w:rPr>
          <w:sz w:val="22"/>
          <w:szCs w:val="22"/>
          <w:lang w:val="en-GB"/>
        </w:rPr>
        <w:t>opy of last year audited company Balance and Financial Statements</w:t>
      </w:r>
    </w:p>
    <w:p w14:paraId="74ECEF20" w14:textId="5F1E192B" w:rsidR="005621CA" w:rsidRPr="005F25DC" w:rsidRDefault="005621CA" w:rsidP="00E33A30">
      <w:pPr>
        <w:pStyle w:val="ListParagraph"/>
        <w:numPr>
          <w:ilvl w:val="0"/>
          <w:numId w:val="35"/>
        </w:numPr>
        <w:jc w:val="both"/>
        <w:rPr>
          <w:sz w:val="22"/>
          <w:szCs w:val="22"/>
          <w:lang w:val="en-GB"/>
        </w:rPr>
      </w:pPr>
      <w:r w:rsidRPr="005E0A1D">
        <w:rPr>
          <w:sz w:val="22"/>
          <w:szCs w:val="22"/>
          <w:lang w:val="en-GB"/>
        </w:rPr>
        <w:t>Copy of valid manufacturing license from the country of manufacturing and/or a copy of company registration in the country of operation demonstrating that is duly authorized to supply these goods to the country of destination</w:t>
      </w:r>
    </w:p>
    <w:p w14:paraId="674D29A2" w14:textId="77777777" w:rsidR="006333C6" w:rsidRDefault="006333C6">
      <w:pPr>
        <w:jc w:val="both"/>
        <w:rPr>
          <w:sz w:val="22"/>
          <w:szCs w:val="22"/>
          <w:lang w:val="en-GB"/>
        </w:rPr>
      </w:pPr>
    </w:p>
    <w:p w14:paraId="06DD552D" w14:textId="77777777" w:rsidR="00F34928" w:rsidRDefault="00F34928" w:rsidP="00F34928">
      <w:pPr>
        <w:pStyle w:val="ListParagraph"/>
        <w:numPr>
          <w:ilvl w:val="0"/>
          <w:numId w:val="6"/>
        </w:numPr>
        <w:ind w:left="1170"/>
        <w:rPr>
          <w:sz w:val="22"/>
          <w:szCs w:val="22"/>
          <w:lang w:val="en-GB"/>
        </w:rPr>
      </w:pPr>
      <w:r>
        <w:rPr>
          <w:sz w:val="22"/>
          <w:szCs w:val="22"/>
          <w:lang w:val="en-GB"/>
        </w:rPr>
        <w:t>Financial Capability:</w:t>
      </w:r>
    </w:p>
    <w:p w14:paraId="0EACED4E" w14:textId="77777777" w:rsidR="00F34928" w:rsidRPr="008B45F0" w:rsidRDefault="00F34928" w:rsidP="00F34928">
      <w:pPr>
        <w:pStyle w:val="ListParagraph"/>
        <w:numPr>
          <w:ilvl w:val="1"/>
          <w:numId w:val="6"/>
        </w:numPr>
        <w:rPr>
          <w:sz w:val="22"/>
          <w:szCs w:val="22"/>
          <w:lang w:val="fr-FR"/>
        </w:rPr>
      </w:pPr>
      <w:proofErr w:type="spellStart"/>
      <w:r w:rsidRPr="008B45F0">
        <w:rPr>
          <w:sz w:val="22"/>
          <w:szCs w:val="22"/>
          <w:lang w:val="fr-FR"/>
        </w:rPr>
        <w:t>Liquidity</w:t>
      </w:r>
      <w:proofErr w:type="spellEnd"/>
      <w:r w:rsidRPr="008B45F0">
        <w:rPr>
          <w:sz w:val="22"/>
          <w:szCs w:val="22"/>
          <w:lang w:val="fr-FR"/>
        </w:rPr>
        <w:t xml:space="preserve"> ratio: </w:t>
      </w:r>
      <w:proofErr w:type="spellStart"/>
      <w:r w:rsidRPr="008B45F0">
        <w:rPr>
          <w:sz w:val="22"/>
          <w:szCs w:val="22"/>
          <w:lang w:val="fr-FR"/>
        </w:rPr>
        <w:t>Current</w:t>
      </w:r>
      <w:proofErr w:type="spellEnd"/>
      <w:r w:rsidRPr="008B45F0">
        <w:rPr>
          <w:sz w:val="22"/>
          <w:szCs w:val="22"/>
          <w:lang w:val="fr-FR"/>
        </w:rPr>
        <w:t xml:space="preserve"> ratio (</w:t>
      </w:r>
      <w:proofErr w:type="spellStart"/>
      <w:r w:rsidRPr="008B45F0">
        <w:rPr>
          <w:sz w:val="22"/>
          <w:szCs w:val="22"/>
          <w:lang w:val="fr-FR"/>
        </w:rPr>
        <w:t>Current</w:t>
      </w:r>
      <w:proofErr w:type="spellEnd"/>
      <w:r w:rsidRPr="008B45F0">
        <w:rPr>
          <w:sz w:val="22"/>
          <w:szCs w:val="22"/>
          <w:lang w:val="fr-FR"/>
        </w:rPr>
        <w:t xml:space="preserve"> Assets/ </w:t>
      </w:r>
      <w:proofErr w:type="spellStart"/>
      <w:r w:rsidRPr="008B45F0">
        <w:rPr>
          <w:sz w:val="22"/>
          <w:szCs w:val="22"/>
          <w:lang w:val="fr-FR"/>
        </w:rPr>
        <w:t>Current</w:t>
      </w:r>
      <w:proofErr w:type="spellEnd"/>
      <w:r w:rsidRPr="008B45F0">
        <w:rPr>
          <w:sz w:val="22"/>
          <w:szCs w:val="22"/>
          <w:lang w:val="fr-FR"/>
        </w:rPr>
        <w:t xml:space="preserve"> </w:t>
      </w:r>
      <w:proofErr w:type="spellStart"/>
      <w:r w:rsidRPr="008B45F0">
        <w:rPr>
          <w:sz w:val="22"/>
          <w:szCs w:val="22"/>
          <w:lang w:val="fr-FR"/>
        </w:rPr>
        <w:t>liabilities</w:t>
      </w:r>
      <w:proofErr w:type="spellEnd"/>
      <w:r w:rsidRPr="008B45F0">
        <w:rPr>
          <w:sz w:val="22"/>
          <w:szCs w:val="22"/>
          <w:lang w:val="fr-FR"/>
        </w:rPr>
        <w:t>) &gt; 1.</w:t>
      </w:r>
    </w:p>
    <w:p w14:paraId="0ED81CC3" w14:textId="77777777" w:rsidR="00F34928" w:rsidRPr="00F34928" w:rsidRDefault="00F34928" w:rsidP="00F34928">
      <w:pPr>
        <w:pStyle w:val="ListParagraph"/>
        <w:numPr>
          <w:ilvl w:val="1"/>
          <w:numId w:val="6"/>
        </w:numPr>
        <w:rPr>
          <w:sz w:val="22"/>
          <w:szCs w:val="22"/>
          <w:lang w:val="en-GB"/>
        </w:rPr>
      </w:pPr>
      <w:r>
        <w:rPr>
          <w:sz w:val="22"/>
          <w:szCs w:val="22"/>
          <w:lang w:val="en-GB"/>
        </w:rPr>
        <w:t>Provide contact details of commercial banks and names of contact persons from whom UNFPA could seek feedback.</w:t>
      </w:r>
    </w:p>
    <w:p w14:paraId="05E015CD" w14:textId="77777777" w:rsidR="00F34928" w:rsidRDefault="00F34928" w:rsidP="00F34928">
      <w:pPr>
        <w:pStyle w:val="ListParagraph"/>
        <w:numPr>
          <w:ilvl w:val="0"/>
          <w:numId w:val="6"/>
        </w:numPr>
        <w:ind w:left="1170"/>
        <w:rPr>
          <w:sz w:val="22"/>
          <w:szCs w:val="22"/>
          <w:lang w:val="en-GB"/>
        </w:rPr>
      </w:pPr>
      <w:r>
        <w:rPr>
          <w:sz w:val="22"/>
          <w:szCs w:val="22"/>
          <w:lang w:val="en-GB"/>
        </w:rPr>
        <w:t>Experience and Technical Capacity:</w:t>
      </w:r>
    </w:p>
    <w:p w14:paraId="3A83529E" w14:textId="77777777" w:rsidR="00F34928" w:rsidRDefault="00F34928" w:rsidP="00F34928">
      <w:pPr>
        <w:pStyle w:val="ListParagraph"/>
        <w:numPr>
          <w:ilvl w:val="1"/>
          <w:numId w:val="6"/>
        </w:numPr>
        <w:jc w:val="both"/>
        <w:rPr>
          <w:sz w:val="22"/>
          <w:szCs w:val="22"/>
          <w:lang w:val="en-GB"/>
        </w:rPr>
      </w:pPr>
      <w:r>
        <w:rPr>
          <w:sz w:val="22"/>
          <w:szCs w:val="22"/>
          <w:lang w:val="en-GB"/>
        </w:rPr>
        <w:t xml:space="preserve">Details of experience and past performance of the </w:t>
      </w:r>
      <w:r w:rsidR="00F16397">
        <w:rPr>
          <w:sz w:val="22"/>
          <w:szCs w:val="22"/>
          <w:lang w:val="en-GB"/>
        </w:rPr>
        <w:t>B</w:t>
      </w:r>
      <w:r>
        <w:rPr>
          <w:sz w:val="22"/>
          <w:szCs w:val="22"/>
          <w:lang w:val="en-GB"/>
        </w:rPr>
        <w:t xml:space="preserve">idder on </w:t>
      </w:r>
      <w:proofErr w:type="spellStart"/>
      <w:r>
        <w:rPr>
          <w:sz w:val="22"/>
          <w:szCs w:val="22"/>
          <w:lang w:val="en-GB"/>
        </w:rPr>
        <w:t>equipments</w:t>
      </w:r>
      <w:proofErr w:type="spellEnd"/>
      <w:r>
        <w:rPr>
          <w:sz w:val="22"/>
          <w:szCs w:val="22"/>
          <w:lang w:val="en-GB"/>
        </w:rPr>
        <w:t xml:space="preserve"> offered and on those of similar nature within the past five years</w:t>
      </w:r>
    </w:p>
    <w:p w14:paraId="74573CB5" w14:textId="77777777" w:rsidR="00BA053C" w:rsidRPr="005B1C45" w:rsidRDefault="00F34928" w:rsidP="005B1C45">
      <w:pPr>
        <w:pStyle w:val="ListParagraph"/>
        <w:numPr>
          <w:ilvl w:val="1"/>
          <w:numId w:val="6"/>
        </w:numPr>
        <w:jc w:val="both"/>
        <w:rPr>
          <w:sz w:val="22"/>
          <w:szCs w:val="22"/>
          <w:lang w:val="en-GB"/>
        </w:rPr>
      </w:pPr>
      <w:r>
        <w:rPr>
          <w:sz w:val="22"/>
          <w:szCs w:val="22"/>
          <w:lang w:val="en-GB"/>
        </w:rPr>
        <w:t xml:space="preserve">The </w:t>
      </w:r>
      <w:r w:rsidR="00F16397">
        <w:rPr>
          <w:sz w:val="22"/>
          <w:szCs w:val="22"/>
          <w:lang w:val="en-GB"/>
        </w:rPr>
        <w:t>B</w:t>
      </w:r>
      <w:r>
        <w:rPr>
          <w:sz w:val="22"/>
          <w:szCs w:val="22"/>
          <w:lang w:val="en-GB"/>
        </w:rPr>
        <w:t xml:space="preserve">idder shall disclose instances of previous past performance that may have resulted in adverse actions taken against the </w:t>
      </w:r>
      <w:r w:rsidR="00F16397">
        <w:rPr>
          <w:sz w:val="22"/>
          <w:szCs w:val="22"/>
          <w:lang w:val="en-GB"/>
        </w:rPr>
        <w:t>B</w:t>
      </w:r>
      <w:r>
        <w:rPr>
          <w:sz w:val="22"/>
          <w:szCs w:val="22"/>
          <w:lang w:val="en-GB"/>
        </w:rPr>
        <w:t xml:space="preserve">idder and the manufacturers whose products are being offered by the </w:t>
      </w:r>
      <w:r w:rsidR="00F16397">
        <w:rPr>
          <w:sz w:val="22"/>
          <w:szCs w:val="22"/>
          <w:lang w:val="en-GB"/>
        </w:rPr>
        <w:t>B</w:t>
      </w:r>
      <w:r>
        <w:rPr>
          <w:sz w:val="22"/>
          <w:szCs w:val="22"/>
          <w:lang w:val="en-GB"/>
        </w:rPr>
        <w:t xml:space="preserve">idder, in the last five years. Such adverse actions may be treated as unsatisfactory performance history while deciding the award of contract. If no instance of previous past performance has resulted into adverse actions, this must be clearly indicated in the </w:t>
      </w:r>
      <w:r w:rsidR="00F16397">
        <w:rPr>
          <w:sz w:val="22"/>
          <w:szCs w:val="22"/>
          <w:lang w:val="en-GB"/>
        </w:rPr>
        <w:t>B</w:t>
      </w:r>
      <w:r>
        <w:rPr>
          <w:sz w:val="22"/>
          <w:szCs w:val="22"/>
          <w:lang w:val="en-GB"/>
        </w:rPr>
        <w:t>idder’s bid.</w:t>
      </w:r>
    </w:p>
    <w:p w14:paraId="508C5601" w14:textId="77777777" w:rsidR="000069A4" w:rsidRDefault="000069A4" w:rsidP="000069A4">
      <w:pPr>
        <w:jc w:val="both"/>
        <w:rPr>
          <w:sz w:val="22"/>
          <w:szCs w:val="22"/>
          <w:lang w:val="en-GB"/>
        </w:rPr>
      </w:pPr>
    </w:p>
    <w:p w14:paraId="0C8BAF7D" w14:textId="60F9AB41" w:rsidR="000069A4" w:rsidRPr="007A28EA" w:rsidRDefault="000069A4" w:rsidP="000069A4">
      <w:pPr>
        <w:jc w:val="both"/>
        <w:rPr>
          <w:sz w:val="22"/>
          <w:szCs w:val="22"/>
          <w:lang w:val="en-GB"/>
        </w:rPr>
      </w:pPr>
      <w:r>
        <w:rPr>
          <w:sz w:val="22"/>
          <w:szCs w:val="22"/>
          <w:lang w:val="en-GB"/>
        </w:rPr>
        <w:t xml:space="preserve">For </w:t>
      </w:r>
      <w:r w:rsidR="00247BB3">
        <w:rPr>
          <w:sz w:val="22"/>
          <w:szCs w:val="22"/>
          <w:lang w:val="en-GB"/>
        </w:rPr>
        <w:t>non-manufacturer</w:t>
      </w:r>
      <w:r>
        <w:rPr>
          <w:sz w:val="22"/>
          <w:szCs w:val="22"/>
          <w:lang w:val="en-GB"/>
        </w:rPr>
        <w:t xml:space="preserve"> </w:t>
      </w:r>
      <w:r w:rsidR="00F16397">
        <w:rPr>
          <w:sz w:val="22"/>
          <w:szCs w:val="22"/>
          <w:lang w:val="en-GB"/>
        </w:rPr>
        <w:t>B</w:t>
      </w:r>
      <w:r>
        <w:rPr>
          <w:sz w:val="22"/>
          <w:szCs w:val="22"/>
          <w:lang w:val="en-GB"/>
        </w:rPr>
        <w:t>idders:</w:t>
      </w:r>
    </w:p>
    <w:p w14:paraId="5AF06F68" w14:textId="77777777" w:rsidR="000C4C50" w:rsidRDefault="000069A4" w:rsidP="00E33A30">
      <w:pPr>
        <w:pStyle w:val="ListParagraph"/>
        <w:numPr>
          <w:ilvl w:val="0"/>
          <w:numId w:val="36"/>
        </w:numPr>
        <w:jc w:val="both"/>
        <w:rPr>
          <w:sz w:val="22"/>
          <w:szCs w:val="22"/>
          <w:lang w:val="en-GB"/>
        </w:rPr>
      </w:pPr>
      <w:r w:rsidRPr="000C4C50">
        <w:rPr>
          <w:sz w:val="22"/>
          <w:szCs w:val="22"/>
          <w:lang w:val="en-GB"/>
        </w:rPr>
        <w:t>Legally enforceable authorization from the manufacturer assuring full guarantee and warranty obligations as per the tender conditions for the goods offered; and</w:t>
      </w:r>
      <w:bookmarkStart w:id="47" w:name="OLE_LINK7"/>
    </w:p>
    <w:p w14:paraId="39AB2BD8" w14:textId="77777777" w:rsidR="000069A4" w:rsidRPr="000C4C50" w:rsidRDefault="000069A4" w:rsidP="00E33A30">
      <w:pPr>
        <w:pStyle w:val="ListParagraph"/>
        <w:numPr>
          <w:ilvl w:val="0"/>
          <w:numId w:val="36"/>
        </w:numPr>
        <w:jc w:val="both"/>
        <w:rPr>
          <w:sz w:val="22"/>
          <w:szCs w:val="22"/>
          <w:lang w:val="en-GB"/>
        </w:rPr>
      </w:pPr>
      <w:r w:rsidRPr="000C4C50">
        <w:rPr>
          <w:sz w:val="22"/>
          <w:szCs w:val="22"/>
          <w:lang w:val="en-GB"/>
        </w:rPr>
        <w:t xml:space="preserve">The </w:t>
      </w:r>
      <w:r w:rsidR="00F16397">
        <w:rPr>
          <w:sz w:val="22"/>
          <w:szCs w:val="22"/>
          <w:lang w:val="en-GB"/>
        </w:rPr>
        <w:t>B</w:t>
      </w:r>
      <w:r w:rsidRPr="000C4C50">
        <w:rPr>
          <w:sz w:val="22"/>
          <w:szCs w:val="22"/>
          <w:lang w:val="en-GB"/>
        </w:rPr>
        <w:t>idder, as authorized by the manufacturers, has supplied and provided after sales service for similar goods to the extent of at least 20 percent of the quantities indicated in the tender requirements in any one of the last three years, and the goods must be in satisfactory operation.</w:t>
      </w:r>
    </w:p>
    <w:bookmarkEnd w:id="47"/>
    <w:p w14:paraId="077022E8" w14:textId="77777777" w:rsidR="000069A4" w:rsidRDefault="000069A4" w:rsidP="000069A4">
      <w:pPr>
        <w:pStyle w:val="Heading2"/>
        <w:tabs>
          <w:tab w:val="left" w:pos="567"/>
        </w:tabs>
        <w:jc w:val="both"/>
        <w:rPr>
          <w:rFonts w:ascii="Times New Roman" w:hAnsi="Times New Roman" w:cs="Times New Roman"/>
          <w:bCs/>
          <w:sz w:val="22"/>
          <w:szCs w:val="22"/>
          <w:lang w:val="en-GB"/>
        </w:rPr>
      </w:pPr>
    </w:p>
    <w:p w14:paraId="058BB6C6" w14:textId="77777777" w:rsidR="00AB0AEB" w:rsidRPr="000C4C50" w:rsidRDefault="000069A4" w:rsidP="00E33A30">
      <w:pPr>
        <w:pStyle w:val="ListParagraph"/>
        <w:numPr>
          <w:ilvl w:val="1"/>
          <w:numId w:val="34"/>
        </w:numPr>
        <w:jc w:val="both"/>
        <w:rPr>
          <w:sz w:val="22"/>
          <w:szCs w:val="22"/>
          <w:lang w:val="en-GB"/>
        </w:rPr>
      </w:pPr>
      <w:r w:rsidRPr="000C4C50">
        <w:rPr>
          <w:sz w:val="22"/>
          <w:szCs w:val="22"/>
          <w:lang w:val="en-GB"/>
        </w:rPr>
        <w:t xml:space="preserve">Notwithstanding anything stated above, UNFPA reserves the right to assess the </w:t>
      </w:r>
      <w:r w:rsidR="00F16397">
        <w:rPr>
          <w:sz w:val="22"/>
          <w:szCs w:val="22"/>
          <w:lang w:val="en-GB"/>
        </w:rPr>
        <w:t>B</w:t>
      </w:r>
      <w:r w:rsidRPr="000C4C50">
        <w:rPr>
          <w:sz w:val="22"/>
          <w:szCs w:val="22"/>
          <w:lang w:val="en-GB"/>
        </w:rPr>
        <w:t>idder’s capabilities and capacity to execute the contract satisfactorily before deciding on award.</w:t>
      </w:r>
    </w:p>
    <w:p w14:paraId="01441EDE" w14:textId="77777777" w:rsidR="005B34FF" w:rsidRDefault="005B34FF" w:rsidP="005B34FF">
      <w:pPr>
        <w:pStyle w:val="ListParagraph"/>
        <w:ind w:left="480"/>
        <w:jc w:val="both"/>
        <w:rPr>
          <w:sz w:val="22"/>
          <w:szCs w:val="22"/>
          <w:lang w:val="en-GB"/>
        </w:rPr>
      </w:pPr>
    </w:p>
    <w:p w14:paraId="45A0F3D5" w14:textId="77777777" w:rsidR="00AB0AEB" w:rsidRDefault="000069A4" w:rsidP="00E33A30">
      <w:pPr>
        <w:pStyle w:val="ListParagraph"/>
        <w:numPr>
          <w:ilvl w:val="1"/>
          <w:numId w:val="34"/>
        </w:numPr>
        <w:jc w:val="both"/>
        <w:rPr>
          <w:sz w:val="22"/>
          <w:szCs w:val="22"/>
          <w:lang w:val="en-GB"/>
        </w:rPr>
      </w:pPr>
      <w:r w:rsidRPr="005B34FF">
        <w:rPr>
          <w:sz w:val="22"/>
          <w:szCs w:val="22"/>
          <w:lang w:val="en-GB"/>
        </w:rPr>
        <w:t xml:space="preserve">Even though the </w:t>
      </w:r>
      <w:r w:rsidR="00F16397">
        <w:rPr>
          <w:sz w:val="22"/>
          <w:szCs w:val="22"/>
          <w:lang w:val="en-GB"/>
        </w:rPr>
        <w:t>B</w:t>
      </w:r>
      <w:r w:rsidRPr="005B34FF">
        <w:rPr>
          <w:sz w:val="22"/>
          <w:szCs w:val="22"/>
          <w:lang w:val="en-GB"/>
        </w:rPr>
        <w:t xml:space="preserve">idders </w:t>
      </w:r>
      <w:r w:rsidR="00DC4E6C">
        <w:rPr>
          <w:sz w:val="22"/>
          <w:szCs w:val="22"/>
          <w:lang w:val="en-GB"/>
        </w:rPr>
        <w:t xml:space="preserve">may </w:t>
      </w:r>
      <w:r w:rsidRPr="005B34FF">
        <w:rPr>
          <w:sz w:val="22"/>
          <w:szCs w:val="22"/>
          <w:lang w:val="en-GB"/>
        </w:rPr>
        <w:t xml:space="preserve">meet the above qualifying criteria, they </w:t>
      </w:r>
      <w:r w:rsidR="00DC4E6C">
        <w:rPr>
          <w:sz w:val="22"/>
          <w:szCs w:val="22"/>
          <w:lang w:val="en-GB"/>
        </w:rPr>
        <w:t>can be</w:t>
      </w:r>
      <w:r w:rsidR="00DC4E6C" w:rsidRPr="005B34FF">
        <w:rPr>
          <w:sz w:val="22"/>
          <w:szCs w:val="22"/>
          <w:lang w:val="en-GB"/>
        </w:rPr>
        <w:t xml:space="preserve"> </w:t>
      </w:r>
      <w:r w:rsidRPr="005B34FF">
        <w:rPr>
          <w:sz w:val="22"/>
          <w:szCs w:val="22"/>
          <w:lang w:val="en-GB"/>
        </w:rPr>
        <w:t xml:space="preserve">subject to </w:t>
      </w:r>
      <w:r w:rsidR="00DC4E6C">
        <w:rPr>
          <w:sz w:val="22"/>
          <w:szCs w:val="22"/>
          <w:lang w:val="en-GB"/>
        </w:rPr>
        <w:t xml:space="preserve">disqualification </w:t>
      </w:r>
      <w:r w:rsidRPr="005B34FF">
        <w:rPr>
          <w:sz w:val="22"/>
          <w:szCs w:val="22"/>
          <w:lang w:val="en-GB"/>
        </w:rPr>
        <w:t>if they have made misleading or false representations in the forms, statements and attachments submitted in proof of the qualification requirements</w:t>
      </w:r>
      <w:r w:rsidR="00DC4E6C">
        <w:rPr>
          <w:sz w:val="22"/>
          <w:szCs w:val="22"/>
          <w:lang w:val="en-GB"/>
        </w:rPr>
        <w:t>,</w:t>
      </w:r>
      <w:r w:rsidRPr="005B34FF">
        <w:rPr>
          <w:sz w:val="22"/>
          <w:szCs w:val="22"/>
          <w:lang w:val="en-GB"/>
        </w:rPr>
        <w:t xml:space="preserve"> and/or record of poor performance such as, not properly completing contracts, inordinate delays in completion, litigation history, financial failures</w:t>
      </w:r>
      <w:r w:rsidR="00DC4E6C">
        <w:rPr>
          <w:sz w:val="22"/>
          <w:szCs w:val="22"/>
          <w:lang w:val="en-GB"/>
        </w:rPr>
        <w:t>,</w:t>
      </w:r>
      <w:r w:rsidRPr="005B34FF">
        <w:rPr>
          <w:sz w:val="22"/>
          <w:szCs w:val="22"/>
          <w:lang w:val="en-GB"/>
        </w:rPr>
        <w:t xml:space="preserve"> etc.</w:t>
      </w:r>
    </w:p>
    <w:p w14:paraId="7B9F27BA" w14:textId="77777777" w:rsidR="000069A4" w:rsidRDefault="000069A4">
      <w:pPr>
        <w:rPr>
          <w:lang w:val="en-GB"/>
        </w:rPr>
      </w:pPr>
    </w:p>
    <w:p w14:paraId="753CC022"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8" w:name="_Toc99385390"/>
      <w:r>
        <w:rPr>
          <w:rFonts w:ascii="Times New Roman" w:hAnsi="Times New Roman" w:cs="Times New Roman"/>
          <w:lang w:val="en-GB"/>
        </w:rPr>
        <w:t>UNFPA’s Right to Accept Any Bid and to Reject Any or All Bids</w:t>
      </w:r>
      <w:bookmarkEnd w:id="48"/>
    </w:p>
    <w:p w14:paraId="1A2EBABD" w14:textId="77777777" w:rsidR="0008751A" w:rsidRDefault="0008751A">
      <w:pPr>
        <w:rPr>
          <w:lang w:val="en-GB"/>
        </w:rPr>
      </w:pPr>
    </w:p>
    <w:p w14:paraId="24609AAC" w14:textId="77777777" w:rsidR="00E96134" w:rsidRDefault="0008751A" w:rsidP="00E33A30">
      <w:pPr>
        <w:pStyle w:val="ListParagraph"/>
        <w:numPr>
          <w:ilvl w:val="1"/>
          <w:numId w:val="34"/>
        </w:numPr>
        <w:jc w:val="both"/>
        <w:rPr>
          <w:sz w:val="22"/>
          <w:szCs w:val="22"/>
          <w:lang w:val="en-GB"/>
        </w:rPr>
      </w:pPr>
      <w:r w:rsidRPr="00E96134">
        <w:rPr>
          <w:sz w:val="22"/>
          <w:szCs w:val="22"/>
          <w:lang w:val="en-GB"/>
        </w:rPr>
        <w:t xml:space="preserve">A bid that is rejected by UNFPA may not be made responsive by the </w:t>
      </w:r>
      <w:r w:rsidR="00F16397">
        <w:rPr>
          <w:sz w:val="22"/>
          <w:szCs w:val="22"/>
          <w:lang w:val="en-GB"/>
        </w:rPr>
        <w:t>B</w:t>
      </w:r>
      <w:r w:rsidRPr="00E96134">
        <w:rPr>
          <w:sz w:val="22"/>
          <w:szCs w:val="22"/>
          <w:lang w:val="en-GB"/>
        </w:rPr>
        <w:t xml:space="preserve">idder by correction of the non-conformity. A responsive bid is defined as one which conforms to all the terms and conditions of the UNFPA’s bid solicitation documents without material deviations. UNFPA shall determine the responsiveness of each bid </w:t>
      </w:r>
      <w:r w:rsidR="00DC4E6C" w:rsidRPr="00E96134">
        <w:rPr>
          <w:sz w:val="22"/>
          <w:szCs w:val="22"/>
          <w:lang w:val="en-GB"/>
        </w:rPr>
        <w:t xml:space="preserve">against </w:t>
      </w:r>
      <w:r w:rsidRPr="00E96134">
        <w:rPr>
          <w:sz w:val="22"/>
          <w:szCs w:val="22"/>
          <w:lang w:val="en-GB"/>
        </w:rPr>
        <w:t>the UNFPA solicitation documents.</w:t>
      </w:r>
    </w:p>
    <w:p w14:paraId="0BCA49E1" w14:textId="77777777" w:rsidR="00E96134" w:rsidRDefault="00E96134" w:rsidP="00E96134">
      <w:pPr>
        <w:pStyle w:val="ListParagraph"/>
        <w:ind w:left="480"/>
        <w:jc w:val="both"/>
        <w:rPr>
          <w:sz w:val="22"/>
          <w:szCs w:val="22"/>
          <w:lang w:val="en-GB"/>
        </w:rPr>
      </w:pPr>
    </w:p>
    <w:p w14:paraId="27A02A82" w14:textId="77777777" w:rsidR="00E96134" w:rsidRDefault="0008751A" w:rsidP="00E33A30">
      <w:pPr>
        <w:pStyle w:val="ListParagraph"/>
        <w:numPr>
          <w:ilvl w:val="1"/>
          <w:numId w:val="34"/>
        </w:numPr>
        <w:jc w:val="both"/>
        <w:rPr>
          <w:sz w:val="22"/>
          <w:szCs w:val="22"/>
          <w:lang w:val="en-GB"/>
        </w:rPr>
      </w:pPr>
      <w:r w:rsidRPr="00E96134">
        <w:rPr>
          <w:sz w:val="22"/>
          <w:szCs w:val="22"/>
          <w:lang w:val="en-GB"/>
        </w:rPr>
        <w:t xml:space="preserve">UNFPA reserves the right to reject any bid if a </w:t>
      </w:r>
      <w:r w:rsidR="007C4290">
        <w:rPr>
          <w:sz w:val="22"/>
          <w:szCs w:val="22"/>
          <w:lang w:val="en-GB"/>
        </w:rPr>
        <w:t>B</w:t>
      </w:r>
      <w:r w:rsidRPr="00E96134">
        <w:rPr>
          <w:sz w:val="22"/>
          <w:szCs w:val="22"/>
          <w:lang w:val="en-GB"/>
        </w:rPr>
        <w:t xml:space="preserve">idder has previously failed to perform properly or complete on time in accordance with contracts or the </w:t>
      </w:r>
      <w:r w:rsidR="007C4290">
        <w:rPr>
          <w:sz w:val="22"/>
          <w:szCs w:val="22"/>
          <w:lang w:val="en-GB"/>
        </w:rPr>
        <w:t>B</w:t>
      </w:r>
      <w:r w:rsidRPr="00E96134">
        <w:rPr>
          <w:sz w:val="22"/>
          <w:szCs w:val="22"/>
          <w:lang w:val="en-GB"/>
        </w:rPr>
        <w:t>idder who in UNFPA’s perspective is not in a position to perform the contract.</w:t>
      </w:r>
    </w:p>
    <w:p w14:paraId="6027FB98" w14:textId="77777777" w:rsidR="00E96134" w:rsidRPr="00E96134" w:rsidRDefault="00E96134" w:rsidP="00E96134">
      <w:pPr>
        <w:pStyle w:val="ListParagraph"/>
        <w:rPr>
          <w:sz w:val="22"/>
          <w:szCs w:val="22"/>
          <w:lang w:val="en-GB"/>
        </w:rPr>
      </w:pPr>
    </w:p>
    <w:p w14:paraId="4E4D81D8" w14:textId="77777777" w:rsidR="00AB0AEB" w:rsidRPr="00E96134" w:rsidRDefault="0008751A" w:rsidP="00E33A30">
      <w:pPr>
        <w:pStyle w:val="ListParagraph"/>
        <w:numPr>
          <w:ilvl w:val="1"/>
          <w:numId w:val="34"/>
        </w:numPr>
        <w:jc w:val="both"/>
        <w:rPr>
          <w:sz w:val="22"/>
          <w:szCs w:val="22"/>
          <w:lang w:val="en-GB"/>
        </w:rPr>
      </w:pPr>
      <w:r w:rsidRPr="00E96134">
        <w:rPr>
          <w:sz w:val="22"/>
          <w:szCs w:val="22"/>
          <w:lang w:val="en-GB"/>
        </w:rPr>
        <w:t xml:space="preserve">The </w:t>
      </w:r>
      <w:r w:rsidR="007C4290">
        <w:rPr>
          <w:sz w:val="22"/>
          <w:szCs w:val="22"/>
          <w:lang w:val="en-GB"/>
        </w:rPr>
        <w:t>B</w:t>
      </w:r>
      <w:r w:rsidRPr="00E96134">
        <w:rPr>
          <w:sz w:val="22"/>
          <w:szCs w:val="22"/>
          <w:lang w:val="en-GB"/>
        </w:rPr>
        <w:t>idders waive all rights to appeal against the decision made by UNFPA.</w:t>
      </w:r>
    </w:p>
    <w:p w14:paraId="5711C91E" w14:textId="77777777" w:rsidR="0008751A" w:rsidRDefault="0008751A">
      <w:pPr>
        <w:jc w:val="both"/>
        <w:rPr>
          <w:sz w:val="22"/>
          <w:szCs w:val="22"/>
          <w:lang w:val="en-GB"/>
        </w:rPr>
      </w:pPr>
    </w:p>
    <w:p w14:paraId="07FDB7EF"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49" w:name="_Toc99385391"/>
      <w:r>
        <w:rPr>
          <w:rFonts w:ascii="Times New Roman" w:hAnsi="Times New Roman" w:cs="Times New Roman"/>
          <w:lang w:val="en-GB"/>
        </w:rPr>
        <w:t>UNFPA’s Right to Annul a Bidding Process</w:t>
      </w:r>
      <w:bookmarkEnd w:id="49"/>
    </w:p>
    <w:p w14:paraId="5490A50D" w14:textId="77777777" w:rsidR="0008751A" w:rsidRDefault="0008751A">
      <w:pPr>
        <w:jc w:val="both"/>
        <w:rPr>
          <w:sz w:val="22"/>
          <w:szCs w:val="22"/>
          <w:lang w:val="en-GB"/>
        </w:rPr>
      </w:pPr>
    </w:p>
    <w:p w14:paraId="0C65D2C4" w14:textId="77777777" w:rsidR="00AB0AEB" w:rsidRPr="00E96134" w:rsidRDefault="0008751A" w:rsidP="00E33A30">
      <w:pPr>
        <w:pStyle w:val="ListParagraph"/>
        <w:numPr>
          <w:ilvl w:val="1"/>
          <w:numId w:val="34"/>
        </w:numPr>
        <w:rPr>
          <w:sz w:val="22"/>
          <w:szCs w:val="22"/>
          <w:lang w:val="en-GB"/>
        </w:rPr>
      </w:pPr>
      <w:r w:rsidRPr="00E96134">
        <w:rPr>
          <w:sz w:val="22"/>
          <w:szCs w:val="22"/>
          <w:lang w:val="en-GB"/>
        </w:rPr>
        <w:t xml:space="preserve">UNFPA reserves the right to annul the </w:t>
      </w:r>
      <w:r w:rsidR="002126A3" w:rsidRPr="00E96134">
        <w:rPr>
          <w:sz w:val="22"/>
          <w:szCs w:val="22"/>
          <w:lang w:val="en-GB"/>
        </w:rPr>
        <w:t>bidding</w:t>
      </w:r>
      <w:r w:rsidRPr="00E96134">
        <w:rPr>
          <w:sz w:val="22"/>
          <w:szCs w:val="22"/>
          <w:lang w:val="en-GB"/>
        </w:rPr>
        <w:t xml:space="preserve"> process and reject all bids at any time prior to award of purchase order, without thereby incurring any liability to the affected </w:t>
      </w:r>
      <w:r w:rsidR="007C4290">
        <w:rPr>
          <w:sz w:val="22"/>
          <w:szCs w:val="22"/>
          <w:lang w:val="en-GB"/>
        </w:rPr>
        <w:t>B</w:t>
      </w:r>
      <w:r w:rsidRPr="00E96134">
        <w:rPr>
          <w:sz w:val="22"/>
          <w:szCs w:val="22"/>
          <w:lang w:val="en-GB"/>
        </w:rPr>
        <w:t xml:space="preserve">idder(s) or any obligation to provide information on the grounds for </w:t>
      </w:r>
      <w:r w:rsidR="00772983" w:rsidRPr="00E96134">
        <w:rPr>
          <w:sz w:val="22"/>
          <w:szCs w:val="22"/>
          <w:lang w:val="en-GB"/>
        </w:rPr>
        <w:t>UNFPA</w:t>
      </w:r>
      <w:r w:rsidRPr="00E96134">
        <w:rPr>
          <w:sz w:val="22"/>
          <w:szCs w:val="22"/>
          <w:lang w:val="en-GB"/>
        </w:rPr>
        <w:t>’s action.</w:t>
      </w:r>
    </w:p>
    <w:p w14:paraId="0C29DB67" w14:textId="77777777" w:rsidR="0008751A" w:rsidRPr="00CF5BC0" w:rsidRDefault="0008751A" w:rsidP="00CF5BC0">
      <w:pPr>
        <w:rPr>
          <w:sz w:val="22"/>
          <w:szCs w:val="22"/>
          <w:lang w:val="en-GB"/>
        </w:rPr>
      </w:pPr>
    </w:p>
    <w:p w14:paraId="1AAE6DA4" w14:textId="77777777" w:rsidR="0008751A" w:rsidRPr="0032151E" w:rsidRDefault="0008751A">
      <w:pPr>
        <w:ind w:left="540"/>
        <w:jc w:val="both"/>
        <w:rPr>
          <w:sz w:val="22"/>
          <w:szCs w:val="22"/>
          <w:lang w:val="en-GB"/>
        </w:rPr>
      </w:pPr>
    </w:p>
    <w:p w14:paraId="2F662E0A" w14:textId="77777777" w:rsidR="0008751A" w:rsidRDefault="0008751A" w:rsidP="00E96134">
      <w:pPr>
        <w:pStyle w:val="Heading1"/>
        <w:numPr>
          <w:ilvl w:val="0"/>
          <w:numId w:val="3"/>
        </w:numPr>
        <w:rPr>
          <w:rFonts w:ascii="Times New Roman" w:hAnsi="Times New Roman" w:cs="Times New Roman"/>
        </w:rPr>
      </w:pPr>
      <w:bookmarkStart w:id="50" w:name="_Toc99385392"/>
      <w:r>
        <w:rPr>
          <w:rFonts w:ascii="Times New Roman" w:hAnsi="Times New Roman" w:cs="Times New Roman"/>
        </w:rPr>
        <w:t>Award of Contract</w:t>
      </w:r>
      <w:bookmarkEnd w:id="50"/>
    </w:p>
    <w:p w14:paraId="6F18D035" w14:textId="77777777" w:rsidR="0008751A" w:rsidRDefault="0008751A">
      <w:pPr>
        <w:rPr>
          <w:sz w:val="22"/>
          <w:szCs w:val="22"/>
          <w:lang w:val="en-GB"/>
        </w:rPr>
      </w:pPr>
    </w:p>
    <w:p w14:paraId="01E0B85D"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51" w:name="_Toc99385393"/>
      <w:r>
        <w:rPr>
          <w:rFonts w:ascii="Times New Roman" w:hAnsi="Times New Roman" w:cs="Times New Roman"/>
          <w:lang w:val="en-GB"/>
        </w:rPr>
        <w:t>Award Criteria</w:t>
      </w:r>
      <w:bookmarkEnd w:id="51"/>
    </w:p>
    <w:p w14:paraId="5B6C6D9E" w14:textId="77777777" w:rsidR="0008751A" w:rsidRDefault="0008751A">
      <w:pPr>
        <w:overflowPunct/>
        <w:autoSpaceDE/>
        <w:autoSpaceDN/>
        <w:adjustRightInd/>
        <w:jc w:val="both"/>
        <w:textAlignment w:val="auto"/>
        <w:rPr>
          <w:b/>
          <w:snapToGrid w:val="0"/>
          <w:sz w:val="22"/>
          <w:szCs w:val="22"/>
          <w:lang w:val="en-GB"/>
        </w:rPr>
      </w:pPr>
    </w:p>
    <w:p w14:paraId="1C23C31F" w14:textId="5D366171" w:rsidR="00E96134" w:rsidRDefault="0008751A" w:rsidP="00E33A30">
      <w:pPr>
        <w:pStyle w:val="ListParagraph"/>
        <w:numPr>
          <w:ilvl w:val="1"/>
          <w:numId w:val="34"/>
        </w:numPr>
        <w:jc w:val="both"/>
        <w:rPr>
          <w:sz w:val="22"/>
          <w:szCs w:val="22"/>
          <w:lang w:val="en-GB"/>
        </w:rPr>
      </w:pPr>
      <w:r w:rsidRPr="00E96134">
        <w:rPr>
          <w:sz w:val="22"/>
          <w:szCs w:val="22"/>
          <w:lang w:val="en-GB"/>
        </w:rPr>
        <w:t xml:space="preserve">In the event of a contract award, UNFPA shall award </w:t>
      </w:r>
      <w:r w:rsidRPr="006C1BE1">
        <w:rPr>
          <w:sz w:val="22"/>
          <w:szCs w:val="22"/>
          <w:lang w:val="en-GB"/>
        </w:rPr>
        <w:t xml:space="preserve">the </w:t>
      </w:r>
      <w:r w:rsidR="000E599E" w:rsidRPr="006C1BE1">
        <w:rPr>
          <w:i/>
          <w:sz w:val="22"/>
          <w:szCs w:val="22"/>
          <w:lang w:val="en-GB"/>
        </w:rPr>
        <w:t>P</w:t>
      </w:r>
      <w:r w:rsidRPr="006C1BE1">
        <w:rPr>
          <w:i/>
          <w:sz w:val="22"/>
          <w:szCs w:val="22"/>
          <w:lang w:val="en-GB"/>
        </w:rPr>
        <w:t xml:space="preserve">urchase </w:t>
      </w:r>
      <w:r w:rsidR="000E599E" w:rsidRPr="006C1BE1">
        <w:rPr>
          <w:i/>
          <w:sz w:val="22"/>
          <w:szCs w:val="22"/>
          <w:lang w:val="en-GB"/>
        </w:rPr>
        <w:t>O</w:t>
      </w:r>
      <w:r w:rsidRPr="006C1BE1">
        <w:rPr>
          <w:i/>
          <w:sz w:val="22"/>
          <w:szCs w:val="22"/>
          <w:lang w:val="en-GB"/>
        </w:rPr>
        <w:t>rder</w:t>
      </w:r>
      <w:r w:rsidRPr="006C1BE1">
        <w:rPr>
          <w:sz w:val="22"/>
          <w:szCs w:val="22"/>
          <w:lang w:val="en-GB"/>
        </w:rPr>
        <w:t xml:space="preserve"> to</w:t>
      </w:r>
      <w:r w:rsidRPr="00E96134">
        <w:rPr>
          <w:sz w:val="22"/>
          <w:szCs w:val="22"/>
          <w:lang w:val="en-GB"/>
        </w:rPr>
        <w:t xml:space="preserve"> the lowest priced </w:t>
      </w:r>
      <w:r w:rsidR="007C4290">
        <w:rPr>
          <w:sz w:val="22"/>
          <w:szCs w:val="22"/>
          <w:lang w:val="en-GB"/>
        </w:rPr>
        <w:t>B</w:t>
      </w:r>
      <w:r w:rsidRPr="00E96134">
        <w:rPr>
          <w:sz w:val="22"/>
          <w:szCs w:val="22"/>
          <w:lang w:val="en-GB"/>
        </w:rPr>
        <w:t xml:space="preserve">idder(s) whose </w:t>
      </w:r>
      <w:r w:rsidR="00E42E7C" w:rsidRPr="00E96134">
        <w:rPr>
          <w:sz w:val="22"/>
          <w:szCs w:val="22"/>
          <w:lang w:val="en-GB"/>
        </w:rPr>
        <w:t>bid</w:t>
      </w:r>
      <w:r w:rsidRPr="00E96134">
        <w:rPr>
          <w:sz w:val="22"/>
          <w:szCs w:val="22"/>
          <w:lang w:val="en-GB"/>
        </w:rPr>
        <w:t xml:space="preserve"> has been determined to be </w:t>
      </w:r>
      <w:r w:rsidR="00EF470A" w:rsidRPr="00E96134">
        <w:rPr>
          <w:sz w:val="22"/>
          <w:szCs w:val="22"/>
          <w:lang w:val="en-GB"/>
        </w:rPr>
        <w:t xml:space="preserve">substantially </w:t>
      </w:r>
      <w:r w:rsidR="0083348E">
        <w:rPr>
          <w:sz w:val="22"/>
          <w:szCs w:val="22"/>
          <w:lang w:val="en-GB"/>
        </w:rPr>
        <w:t>responsive</w:t>
      </w:r>
      <w:r w:rsidR="0083348E" w:rsidRPr="00E96134">
        <w:rPr>
          <w:sz w:val="22"/>
          <w:szCs w:val="22"/>
          <w:lang w:val="en-GB"/>
        </w:rPr>
        <w:t xml:space="preserve"> </w:t>
      </w:r>
      <w:r w:rsidRPr="00E96134">
        <w:rPr>
          <w:sz w:val="22"/>
          <w:szCs w:val="22"/>
          <w:lang w:val="en-GB"/>
        </w:rPr>
        <w:t>with the bidding documents.</w:t>
      </w:r>
    </w:p>
    <w:p w14:paraId="67A42E31" w14:textId="77777777" w:rsidR="00E96134" w:rsidRDefault="00E96134" w:rsidP="00E96134">
      <w:pPr>
        <w:pStyle w:val="ListParagraph"/>
        <w:ind w:left="480"/>
        <w:jc w:val="both"/>
        <w:rPr>
          <w:sz w:val="22"/>
          <w:szCs w:val="22"/>
          <w:lang w:val="en-GB"/>
        </w:rPr>
      </w:pPr>
    </w:p>
    <w:p w14:paraId="3C115125" w14:textId="77777777" w:rsidR="00E96134" w:rsidRDefault="0008751A" w:rsidP="00E33A30">
      <w:pPr>
        <w:pStyle w:val="ListParagraph"/>
        <w:numPr>
          <w:ilvl w:val="1"/>
          <w:numId w:val="34"/>
        </w:numPr>
        <w:jc w:val="both"/>
        <w:rPr>
          <w:sz w:val="22"/>
          <w:szCs w:val="22"/>
          <w:lang w:val="en-GB"/>
        </w:rPr>
      </w:pPr>
      <w:r w:rsidRPr="00E96134">
        <w:rPr>
          <w:sz w:val="22"/>
          <w:szCs w:val="22"/>
          <w:lang w:val="en-GB"/>
        </w:rPr>
        <w:t xml:space="preserve">If required, the </w:t>
      </w:r>
      <w:r w:rsidR="007C4290">
        <w:rPr>
          <w:sz w:val="22"/>
          <w:szCs w:val="22"/>
          <w:lang w:val="en-GB"/>
        </w:rPr>
        <w:t>B</w:t>
      </w:r>
      <w:r w:rsidRPr="00E96134">
        <w:rPr>
          <w:sz w:val="22"/>
          <w:szCs w:val="22"/>
          <w:lang w:val="en-GB"/>
        </w:rPr>
        <w:t>idder shall permit UNFPA representatives access to their facilities at any reasonable time to inspect the premises that shall be used for the production, testing and packaging of the products</w:t>
      </w:r>
      <w:r w:rsidR="00FC65B7" w:rsidRPr="00E96134">
        <w:rPr>
          <w:sz w:val="22"/>
          <w:szCs w:val="22"/>
          <w:lang w:val="en-GB"/>
        </w:rPr>
        <w:t xml:space="preserve">. The </w:t>
      </w:r>
      <w:r w:rsidR="007C4290">
        <w:rPr>
          <w:sz w:val="22"/>
          <w:szCs w:val="22"/>
          <w:lang w:val="en-GB"/>
        </w:rPr>
        <w:t>B</w:t>
      </w:r>
      <w:r w:rsidR="00FC65B7" w:rsidRPr="00E96134">
        <w:rPr>
          <w:sz w:val="22"/>
          <w:szCs w:val="22"/>
          <w:lang w:val="en-GB"/>
        </w:rPr>
        <w:t xml:space="preserve">idder </w:t>
      </w:r>
      <w:r w:rsidRPr="00E96134">
        <w:rPr>
          <w:sz w:val="22"/>
          <w:szCs w:val="22"/>
          <w:lang w:val="en-GB"/>
        </w:rPr>
        <w:t>shall</w:t>
      </w:r>
      <w:r w:rsidR="00FC65B7" w:rsidRPr="00E96134">
        <w:rPr>
          <w:sz w:val="22"/>
          <w:szCs w:val="22"/>
          <w:lang w:val="en-GB"/>
        </w:rPr>
        <w:t xml:space="preserve"> also</w:t>
      </w:r>
      <w:r w:rsidRPr="00E96134">
        <w:rPr>
          <w:sz w:val="22"/>
          <w:szCs w:val="22"/>
          <w:lang w:val="en-GB"/>
        </w:rPr>
        <w:t xml:space="preserve"> provide reasonable assistance to the representatives for such inspection, including copies of any test results or quality control reports as may be necessary. UNFPA may inspect the manufacturing facilities of the lowest evaluated responsive </w:t>
      </w:r>
      <w:r w:rsidR="007C4290">
        <w:rPr>
          <w:sz w:val="22"/>
          <w:szCs w:val="22"/>
          <w:lang w:val="en-GB"/>
        </w:rPr>
        <w:t>B</w:t>
      </w:r>
      <w:r w:rsidRPr="00E96134">
        <w:rPr>
          <w:sz w:val="22"/>
          <w:szCs w:val="22"/>
          <w:lang w:val="en-GB"/>
        </w:rPr>
        <w:t xml:space="preserve">idder to assess his capability to successfully perform the contract as per the terms and conditions specified in the </w:t>
      </w:r>
      <w:r w:rsidR="009A0EBC" w:rsidRPr="00E96134">
        <w:rPr>
          <w:sz w:val="22"/>
          <w:szCs w:val="22"/>
          <w:lang w:val="en-GB"/>
        </w:rPr>
        <w:t>ITB</w:t>
      </w:r>
      <w:r w:rsidRPr="00E96134">
        <w:rPr>
          <w:sz w:val="22"/>
          <w:szCs w:val="22"/>
          <w:lang w:val="en-GB"/>
        </w:rPr>
        <w:t>.</w:t>
      </w:r>
    </w:p>
    <w:p w14:paraId="7B57CD86" w14:textId="77777777" w:rsidR="00E96134" w:rsidRPr="00E96134" w:rsidRDefault="00E96134" w:rsidP="00E96134">
      <w:pPr>
        <w:pStyle w:val="ListParagraph"/>
        <w:rPr>
          <w:sz w:val="22"/>
          <w:szCs w:val="22"/>
          <w:lang w:val="en-GB"/>
        </w:rPr>
      </w:pPr>
    </w:p>
    <w:p w14:paraId="086AAD3D" w14:textId="77777777" w:rsidR="00AB0AEB" w:rsidRPr="00E96134" w:rsidRDefault="0008751A" w:rsidP="00E33A30">
      <w:pPr>
        <w:pStyle w:val="ListParagraph"/>
        <w:numPr>
          <w:ilvl w:val="1"/>
          <w:numId w:val="34"/>
        </w:numPr>
        <w:jc w:val="both"/>
        <w:rPr>
          <w:sz w:val="22"/>
          <w:szCs w:val="22"/>
          <w:lang w:val="en-GB"/>
        </w:rPr>
      </w:pPr>
      <w:r w:rsidRPr="00E96134">
        <w:rPr>
          <w:sz w:val="22"/>
          <w:szCs w:val="22"/>
          <w:lang w:val="en-GB"/>
        </w:rPr>
        <w:t xml:space="preserve">UNFPA reserves the right to make multiple arrangements for any item(s) where, in the opinion of UNFPA, the lowest </w:t>
      </w:r>
      <w:r w:rsidR="007C4290">
        <w:rPr>
          <w:sz w:val="22"/>
          <w:szCs w:val="22"/>
          <w:lang w:val="en-GB"/>
        </w:rPr>
        <w:t>B</w:t>
      </w:r>
      <w:r w:rsidRPr="00E96134">
        <w:rPr>
          <w:sz w:val="22"/>
          <w:szCs w:val="22"/>
          <w:lang w:val="en-GB"/>
        </w:rPr>
        <w:t>idder cannot fully meet the delivery requirements or if it is deemed to be in UNFPA’s best interest to do so. Any arrangement under this condition shall be made on the basis of the lowest, second lowest, third lowest, etc., bid which meets the requirements.</w:t>
      </w:r>
    </w:p>
    <w:p w14:paraId="09BC1C57" w14:textId="77777777" w:rsidR="0008751A" w:rsidRDefault="0008751A">
      <w:pPr>
        <w:overflowPunct/>
        <w:autoSpaceDE/>
        <w:autoSpaceDN/>
        <w:adjustRightInd/>
        <w:jc w:val="both"/>
        <w:textAlignment w:val="auto"/>
        <w:rPr>
          <w:snapToGrid w:val="0"/>
          <w:sz w:val="22"/>
          <w:szCs w:val="22"/>
          <w:lang w:val="en-GB"/>
        </w:rPr>
      </w:pPr>
    </w:p>
    <w:p w14:paraId="36309652" w14:textId="77777777" w:rsidR="0008751A" w:rsidRDefault="0008751A" w:rsidP="00E33A30">
      <w:pPr>
        <w:pStyle w:val="Heading2"/>
        <w:numPr>
          <w:ilvl w:val="0"/>
          <w:numId w:val="34"/>
        </w:numPr>
        <w:ind w:left="450" w:hanging="450"/>
        <w:rPr>
          <w:rFonts w:ascii="Times New Roman" w:hAnsi="Times New Roman" w:cs="Times New Roman"/>
          <w:lang w:val="en-GB"/>
        </w:rPr>
      </w:pPr>
      <w:bookmarkStart w:id="52" w:name="_Toc99385394"/>
      <w:r>
        <w:rPr>
          <w:rFonts w:ascii="Times New Roman" w:hAnsi="Times New Roman" w:cs="Times New Roman"/>
          <w:lang w:val="en-GB"/>
        </w:rPr>
        <w:t>Right to Vary Requirements at Time of Award</w:t>
      </w:r>
      <w:bookmarkEnd w:id="52"/>
    </w:p>
    <w:p w14:paraId="546DB371" w14:textId="77777777" w:rsidR="0008751A" w:rsidRDefault="0008751A">
      <w:pPr>
        <w:jc w:val="both"/>
        <w:rPr>
          <w:sz w:val="22"/>
          <w:szCs w:val="22"/>
          <w:lang w:val="en-GB"/>
        </w:rPr>
      </w:pPr>
    </w:p>
    <w:p w14:paraId="447FD26C" w14:textId="77777777" w:rsidR="00AB0AEB" w:rsidRPr="00E96134" w:rsidRDefault="0008751A" w:rsidP="00E33A30">
      <w:pPr>
        <w:pStyle w:val="ListParagraph"/>
        <w:numPr>
          <w:ilvl w:val="1"/>
          <w:numId w:val="37"/>
        </w:numPr>
        <w:jc w:val="both"/>
        <w:rPr>
          <w:sz w:val="22"/>
          <w:szCs w:val="22"/>
          <w:lang w:val="en-GB"/>
        </w:rPr>
      </w:pPr>
      <w:r w:rsidRPr="00E96134">
        <w:rPr>
          <w:sz w:val="22"/>
          <w:szCs w:val="22"/>
          <w:lang w:val="en-GB"/>
        </w:rPr>
        <w:t xml:space="preserve">UNFPA reserves the right at the time of award of contract to increase or decrease by up to 20% the quantity of goods specified in this bid without any change in </w:t>
      </w:r>
      <w:r w:rsidR="005A4565" w:rsidRPr="00E96134">
        <w:rPr>
          <w:sz w:val="22"/>
          <w:szCs w:val="22"/>
          <w:lang w:val="en-GB"/>
        </w:rPr>
        <w:t xml:space="preserve">unit </w:t>
      </w:r>
      <w:r w:rsidRPr="00E96134">
        <w:rPr>
          <w:sz w:val="22"/>
          <w:szCs w:val="22"/>
          <w:lang w:val="en-GB"/>
        </w:rPr>
        <w:t>price or other terms and conditions.</w:t>
      </w:r>
    </w:p>
    <w:p w14:paraId="594F93B5" w14:textId="77777777" w:rsidR="0008751A" w:rsidRDefault="0008751A">
      <w:pPr>
        <w:jc w:val="both"/>
        <w:rPr>
          <w:sz w:val="22"/>
          <w:szCs w:val="22"/>
          <w:lang w:val="en-GB"/>
        </w:rPr>
      </w:pPr>
    </w:p>
    <w:p w14:paraId="1E251BB0" w14:textId="77777777" w:rsidR="0032151E" w:rsidRDefault="0008751A" w:rsidP="00E33A30">
      <w:pPr>
        <w:pStyle w:val="Heading2"/>
        <w:numPr>
          <w:ilvl w:val="0"/>
          <w:numId w:val="34"/>
        </w:numPr>
        <w:ind w:left="450" w:hanging="450"/>
        <w:rPr>
          <w:rFonts w:ascii="Times New Roman" w:hAnsi="Times New Roman" w:cs="Times New Roman"/>
          <w:lang w:val="en-GB"/>
        </w:rPr>
      </w:pPr>
      <w:bookmarkStart w:id="53" w:name="_Toc99385395"/>
      <w:r w:rsidRPr="00E96134">
        <w:rPr>
          <w:rFonts w:ascii="Times New Roman" w:hAnsi="Times New Roman" w:cs="Times New Roman"/>
          <w:lang w:val="en-GB"/>
        </w:rPr>
        <w:t xml:space="preserve">Signing </w:t>
      </w:r>
      <w:r>
        <w:rPr>
          <w:rFonts w:ascii="Times New Roman" w:hAnsi="Times New Roman" w:cs="Times New Roman"/>
          <w:lang w:val="en-GB"/>
        </w:rPr>
        <w:t>of the contract</w:t>
      </w:r>
      <w:bookmarkEnd w:id="53"/>
    </w:p>
    <w:p w14:paraId="1458C5DE" w14:textId="77777777" w:rsidR="0032151E" w:rsidRDefault="0032151E" w:rsidP="0032151E">
      <w:pPr>
        <w:pStyle w:val="Heading2"/>
        <w:ind w:left="450" w:firstLine="0"/>
        <w:rPr>
          <w:rFonts w:ascii="Times New Roman" w:hAnsi="Times New Roman" w:cs="Times New Roman"/>
          <w:lang w:val="en-GB"/>
        </w:rPr>
      </w:pPr>
    </w:p>
    <w:p w14:paraId="3FCA034B" w14:textId="19AB97B4" w:rsidR="0008751A" w:rsidRPr="006C1BE1" w:rsidRDefault="0008751A" w:rsidP="00E33A30">
      <w:pPr>
        <w:pStyle w:val="ListParagraph"/>
        <w:numPr>
          <w:ilvl w:val="1"/>
          <w:numId w:val="34"/>
        </w:numPr>
        <w:jc w:val="both"/>
        <w:rPr>
          <w:sz w:val="22"/>
          <w:szCs w:val="22"/>
          <w:lang w:val="en-GB"/>
        </w:rPr>
      </w:pPr>
      <w:r w:rsidRPr="00E96134">
        <w:rPr>
          <w:sz w:val="22"/>
          <w:szCs w:val="22"/>
          <w:lang w:val="en-GB"/>
        </w:rPr>
        <w:t xml:space="preserve">Prior to the expiration of the period of bid validity, </w:t>
      </w:r>
      <w:r w:rsidR="00772983" w:rsidRPr="00E96134">
        <w:rPr>
          <w:sz w:val="22"/>
          <w:szCs w:val="22"/>
          <w:lang w:val="en-GB"/>
        </w:rPr>
        <w:t>UNFPA</w:t>
      </w:r>
      <w:r w:rsidRPr="00E96134">
        <w:rPr>
          <w:sz w:val="22"/>
          <w:szCs w:val="22"/>
          <w:lang w:val="en-GB"/>
        </w:rPr>
        <w:t xml:space="preserve"> shall send the successful </w:t>
      </w:r>
      <w:r w:rsidR="007C4290">
        <w:rPr>
          <w:sz w:val="22"/>
          <w:szCs w:val="22"/>
          <w:lang w:val="en-GB"/>
        </w:rPr>
        <w:t>B</w:t>
      </w:r>
      <w:r w:rsidRPr="00E96134">
        <w:rPr>
          <w:sz w:val="22"/>
          <w:szCs w:val="22"/>
          <w:lang w:val="en-GB"/>
        </w:rPr>
        <w:t xml:space="preserve">idder the </w:t>
      </w:r>
      <w:r w:rsidRPr="006C1BE1">
        <w:rPr>
          <w:sz w:val="22"/>
          <w:szCs w:val="22"/>
          <w:lang w:val="en-GB"/>
        </w:rPr>
        <w:t xml:space="preserve">Purchase Order, which constitute the notification of award.  The successful </w:t>
      </w:r>
      <w:r w:rsidR="007C4290" w:rsidRPr="006C1BE1">
        <w:rPr>
          <w:sz w:val="22"/>
          <w:szCs w:val="22"/>
          <w:lang w:val="en-GB"/>
        </w:rPr>
        <w:t>B</w:t>
      </w:r>
      <w:r w:rsidRPr="006C1BE1">
        <w:rPr>
          <w:sz w:val="22"/>
          <w:szCs w:val="22"/>
          <w:lang w:val="en-GB"/>
        </w:rPr>
        <w:t xml:space="preserve">idder shall sign, date the contract and return it to UNFPA within </w:t>
      </w:r>
      <w:r w:rsidR="00706179" w:rsidRPr="006C1BE1">
        <w:rPr>
          <w:sz w:val="22"/>
          <w:szCs w:val="22"/>
          <w:lang w:val="en-GB"/>
        </w:rPr>
        <w:t>1</w:t>
      </w:r>
      <w:r w:rsidRPr="006C1BE1">
        <w:rPr>
          <w:sz w:val="22"/>
          <w:szCs w:val="22"/>
          <w:lang w:val="en-GB"/>
        </w:rPr>
        <w:t xml:space="preserve">0 days of receipt of the contract. After receipt of the contract, the successful </w:t>
      </w:r>
      <w:r w:rsidR="007C4290" w:rsidRPr="006C1BE1">
        <w:rPr>
          <w:sz w:val="22"/>
          <w:szCs w:val="22"/>
          <w:lang w:val="en-GB"/>
        </w:rPr>
        <w:t>B</w:t>
      </w:r>
      <w:r w:rsidRPr="006C1BE1">
        <w:rPr>
          <w:sz w:val="22"/>
          <w:szCs w:val="22"/>
          <w:lang w:val="en-GB"/>
        </w:rPr>
        <w:t>idder shall deliver the commodities in accordance with the</w:t>
      </w:r>
      <w:r w:rsidR="00706179" w:rsidRPr="006C1BE1">
        <w:rPr>
          <w:sz w:val="22"/>
          <w:szCs w:val="22"/>
          <w:lang w:val="en-GB"/>
        </w:rPr>
        <w:t xml:space="preserve"> quantity, quality and</w:t>
      </w:r>
      <w:r w:rsidRPr="006C1BE1">
        <w:rPr>
          <w:sz w:val="22"/>
          <w:szCs w:val="22"/>
          <w:lang w:val="en-GB"/>
        </w:rPr>
        <w:t xml:space="preserve"> delivery schedule outlined in its </w:t>
      </w:r>
      <w:r w:rsidR="002126A3" w:rsidRPr="006C1BE1">
        <w:rPr>
          <w:sz w:val="22"/>
          <w:szCs w:val="22"/>
          <w:lang w:val="en-GB"/>
        </w:rPr>
        <w:t>bid</w:t>
      </w:r>
      <w:r w:rsidR="00706179" w:rsidRPr="006C1BE1">
        <w:rPr>
          <w:sz w:val="22"/>
          <w:szCs w:val="22"/>
          <w:lang w:val="en-GB"/>
        </w:rPr>
        <w:t xml:space="preserve"> in conjunction with UNFPA </w:t>
      </w:r>
      <w:r w:rsidR="009D0398" w:rsidRPr="006C1BE1">
        <w:rPr>
          <w:sz w:val="22"/>
          <w:szCs w:val="22"/>
          <w:lang w:val="en-GB"/>
        </w:rPr>
        <w:t>terms and conditions</w:t>
      </w:r>
      <w:r w:rsidRPr="006C1BE1">
        <w:rPr>
          <w:sz w:val="22"/>
          <w:szCs w:val="22"/>
          <w:lang w:val="en-GB"/>
        </w:rPr>
        <w:t>.</w:t>
      </w:r>
    </w:p>
    <w:p w14:paraId="40147310" w14:textId="77777777" w:rsidR="0008751A" w:rsidRPr="006C1BE1" w:rsidRDefault="0008751A" w:rsidP="00E96134">
      <w:pPr>
        <w:pStyle w:val="Heading2"/>
        <w:rPr>
          <w:rFonts w:ascii="Times New Roman" w:hAnsi="Times New Roman" w:cs="Times New Roman"/>
          <w:lang w:val="en-GB"/>
        </w:rPr>
      </w:pPr>
    </w:p>
    <w:p w14:paraId="274BBF7C" w14:textId="77777777" w:rsidR="0008751A" w:rsidRPr="006C1BE1" w:rsidRDefault="0008751A" w:rsidP="00E33A30">
      <w:pPr>
        <w:pStyle w:val="Heading2"/>
        <w:numPr>
          <w:ilvl w:val="0"/>
          <w:numId w:val="34"/>
        </w:numPr>
        <w:ind w:left="450" w:hanging="450"/>
        <w:rPr>
          <w:rFonts w:ascii="Times New Roman" w:hAnsi="Times New Roman" w:cs="Times New Roman"/>
          <w:lang w:val="en-GB"/>
        </w:rPr>
      </w:pPr>
      <w:bookmarkStart w:id="54" w:name="_Toc99385396"/>
      <w:r w:rsidRPr="006C1BE1">
        <w:rPr>
          <w:rFonts w:ascii="Times New Roman" w:hAnsi="Times New Roman" w:cs="Times New Roman"/>
          <w:lang w:val="en-GB"/>
        </w:rPr>
        <w:t>Publication of Contract Award</w:t>
      </w:r>
      <w:bookmarkEnd w:id="54"/>
    </w:p>
    <w:p w14:paraId="24F9ECCC" w14:textId="77777777" w:rsidR="0008751A" w:rsidRPr="006C1BE1" w:rsidRDefault="0008751A">
      <w:pPr>
        <w:rPr>
          <w:lang w:val="en-GB"/>
        </w:rPr>
      </w:pPr>
    </w:p>
    <w:p w14:paraId="5ABE3463" w14:textId="77777777" w:rsidR="00E96134" w:rsidRPr="006C1BE1" w:rsidRDefault="0008751A" w:rsidP="00E33A30">
      <w:pPr>
        <w:pStyle w:val="ListParagraph"/>
        <w:numPr>
          <w:ilvl w:val="1"/>
          <w:numId w:val="34"/>
        </w:numPr>
        <w:jc w:val="both"/>
        <w:rPr>
          <w:sz w:val="22"/>
          <w:szCs w:val="22"/>
          <w:lang w:val="en-GB"/>
        </w:rPr>
      </w:pPr>
      <w:r w:rsidRPr="006C1BE1">
        <w:rPr>
          <w:sz w:val="22"/>
          <w:szCs w:val="22"/>
          <w:lang w:val="en-GB"/>
        </w:rPr>
        <w:t xml:space="preserve">UNFPA shall publish the contract award on United Nations Global Marketplace </w:t>
      </w:r>
      <w:hyperlink r:id="rId28" w:history="1">
        <w:r w:rsidR="003F215D" w:rsidRPr="006C1BE1">
          <w:rPr>
            <w:rStyle w:val="Hyperlink"/>
            <w:sz w:val="22"/>
            <w:szCs w:val="22"/>
            <w:lang w:val="en-GB"/>
          </w:rPr>
          <w:t>http://www.ungm.org</w:t>
        </w:r>
      </w:hyperlink>
      <w:r w:rsidRPr="006C1BE1">
        <w:rPr>
          <w:sz w:val="22"/>
          <w:szCs w:val="22"/>
          <w:lang w:val="en-GB"/>
        </w:rPr>
        <w:t xml:space="preserve">, with the information of the awarded </w:t>
      </w:r>
      <w:r w:rsidR="007C4290" w:rsidRPr="006C1BE1">
        <w:rPr>
          <w:sz w:val="22"/>
          <w:szCs w:val="22"/>
          <w:lang w:val="en-GB"/>
        </w:rPr>
        <w:t>B</w:t>
      </w:r>
      <w:r w:rsidRPr="006C1BE1">
        <w:rPr>
          <w:sz w:val="22"/>
          <w:szCs w:val="22"/>
          <w:lang w:val="en-GB"/>
        </w:rPr>
        <w:t xml:space="preserve">idder company name, contract amount or LTA and the date of the contract. </w:t>
      </w:r>
    </w:p>
    <w:p w14:paraId="65040867" w14:textId="6851A361" w:rsidR="00023244" w:rsidRPr="00247BB3" w:rsidRDefault="00023244" w:rsidP="00247BB3">
      <w:pPr>
        <w:ind w:left="450" w:hanging="450"/>
        <w:jc w:val="both"/>
        <w:rPr>
          <w:sz w:val="22"/>
          <w:szCs w:val="22"/>
          <w:lang w:val="en-GB"/>
        </w:rPr>
      </w:pPr>
      <w:r w:rsidRPr="006C1BE1">
        <w:rPr>
          <w:i/>
          <w:sz w:val="22"/>
          <w:szCs w:val="22"/>
          <w:lang w:val="en-GB"/>
        </w:rPr>
        <w:t xml:space="preserve">33.2 </w:t>
      </w:r>
      <w:r w:rsidRPr="006C1BE1">
        <w:rPr>
          <w:sz w:val="22"/>
          <w:szCs w:val="22"/>
          <w:lang w:val="en-GB"/>
        </w:rPr>
        <w:t xml:space="preserve">Suppliers perceiving that they have been unjustly treated in connection with the solicitation or award of a contract may lodge a complaint directly with the UNFPA Head of Office at </w:t>
      </w:r>
      <w:r w:rsidR="00337F6F" w:rsidRPr="006C1BE1">
        <w:rPr>
          <w:sz w:val="22"/>
          <w:szCs w:val="22"/>
          <w:lang w:val="en-GB"/>
        </w:rPr>
        <w:t>Khalid Sharifi</w:t>
      </w:r>
      <w:r w:rsidR="00247BB3" w:rsidRPr="006C1BE1">
        <w:rPr>
          <w:i/>
          <w:sz w:val="22"/>
          <w:szCs w:val="22"/>
          <w:lang w:val="en-GB"/>
        </w:rPr>
        <w:t xml:space="preserve">, </w:t>
      </w:r>
      <w:r w:rsidR="00337F6F" w:rsidRPr="006C1BE1">
        <w:rPr>
          <w:i/>
          <w:sz w:val="22"/>
          <w:szCs w:val="22"/>
          <w:lang w:val="en-GB"/>
        </w:rPr>
        <w:t>Head of Office</w:t>
      </w:r>
      <w:r w:rsidR="00A049B9" w:rsidRPr="006C1BE1">
        <w:rPr>
          <w:i/>
          <w:sz w:val="22"/>
          <w:szCs w:val="22"/>
          <w:lang w:val="en-GB"/>
        </w:rPr>
        <w:t xml:space="preserve"> </w:t>
      </w:r>
      <w:r w:rsidR="00A049B9" w:rsidRPr="006C1BE1">
        <w:rPr>
          <w:iCs/>
          <w:sz w:val="22"/>
          <w:szCs w:val="22"/>
          <w:lang w:val="en-GB"/>
        </w:rPr>
        <w:t xml:space="preserve">at </w:t>
      </w:r>
      <w:r w:rsidR="00A049B9" w:rsidRPr="006C1BE1">
        <w:rPr>
          <w:i/>
          <w:sz w:val="22"/>
          <w:szCs w:val="22"/>
          <w:lang w:val="en-GB"/>
        </w:rPr>
        <w:t>ksharifi@unfpa.org</w:t>
      </w:r>
      <w:r w:rsidRPr="006C1BE1">
        <w:rPr>
          <w:i/>
          <w:sz w:val="22"/>
          <w:szCs w:val="22"/>
          <w:lang w:val="en-GB"/>
        </w:rPr>
        <w:t>.</w:t>
      </w:r>
      <w:r w:rsidRPr="006C1BE1">
        <w:rPr>
          <w:sz w:val="22"/>
          <w:szCs w:val="22"/>
          <w:lang w:val="en-GB"/>
        </w:rPr>
        <w:t xml:space="preserve"> The UNFPA Head of Office will then make an assessment of the complaint and provide a reply to the supplier within a week. If the supplier is</w:t>
      </w:r>
      <w:r w:rsidRPr="009A490B">
        <w:rPr>
          <w:sz w:val="22"/>
          <w:szCs w:val="22"/>
          <w:lang w:val="en-GB"/>
        </w:rPr>
        <w:t xml:space="preserve"> not satisfied with the reply provided by the UNFPA Head of Office, the supplier may escalate the complaint to the Chief, Procurement Services Branch at </w:t>
      </w:r>
      <w:hyperlink r:id="rId29" w:history="1">
        <w:r w:rsidR="009833EA" w:rsidRPr="009833EA">
          <w:rPr>
            <w:rStyle w:val="Hyperlink"/>
            <w:sz w:val="22"/>
            <w:szCs w:val="22"/>
            <w:lang w:val="en-GB"/>
          </w:rPr>
          <w:t>procurement@unfpa.org</w:t>
        </w:r>
      </w:hyperlink>
      <w:r w:rsidRPr="009A490B">
        <w:rPr>
          <w:sz w:val="22"/>
          <w:szCs w:val="22"/>
          <w:lang w:val="en-GB"/>
        </w:rPr>
        <w:t>, who will reply to the supplier within a week and advise the Supplier on further recourse if required.</w:t>
      </w:r>
      <w:r w:rsidRPr="00023244">
        <w:rPr>
          <w:sz w:val="28"/>
          <w:szCs w:val="28"/>
          <w:lang w:val="en-GB"/>
        </w:rPr>
        <w:t xml:space="preserve"> </w:t>
      </w:r>
    </w:p>
    <w:p w14:paraId="494973C7" w14:textId="77777777" w:rsidR="00023244" w:rsidRPr="009A490B" w:rsidRDefault="00023244" w:rsidP="009A490B">
      <w:pPr>
        <w:ind w:firstLine="480"/>
        <w:rPr>
          <w:sz w:val="22"/>
          <w:szCs w:val="22"/>
          <w:lang w:val="en-GB"/>
        </w:rPr>
      </w:pPr>
    </w:p>
    <w:p w14:paraId="26B55994" w14:textId="77777777" w:rsidR="005E6A1E" w:rsidRPr="005E6A1E" w:rsidRDefault="005E6A1E" w:rsidP="005E6A1E">
      <w:pPr>
        <w:pStyle w:val="ListParagraph"/>
        <w:rPr>
          <w:sz w:val="28"/>
          <w:szCs w:val="28"/>
          <w:lang w:val="en-GB"/>
        </w:rPr>
      </w:pPr>
    </w:p>
    <w:p w14:paraId="405F6B75" w14:textId="77777777" w:rsidR="0008751A" w:rsidRPr="00CF5BC0" w:rsidRDefault="00D8078C" w:rsidP="00CF5BC0">
      <w:pPr>
        <w:pStyle w:val="Heading1"/>
        <w:jc w:val="center"/>
        <w:rPr>
          <w:rFonts w:ascii="Times New Roman" w:hAnsi="Times New Roman" w:cs="Times New Roman"/>
          <w:sz w:val="22"/>
          <w:szCs w:val="22"/>
          <w:lang w:val="en-GB"/>
        </w:rPr>
      </w:pPr>
      <w:r w:rsidRPr="00E96134">
        <w:rPr>
          <w:lang w:val="en-GB"/>
        </w:rPr>
        <w:br w:type="page"/>
      </w:r>
      <w:bookmarkStart w:id="55" w:name="_Toc99385397"/>
      <w:r w:rsidR="0008751A" w:rsidRPr="00CF5BC0">
        <w:rPr>
          <w:rFonts w:ascii="Times New Roman" w:hAnsi="Times New Roman" w:cs="Times New Roman"/>
          <w:lang w:val="en-GB"/>
        </w:rPr>
        <w:t xml:space="preserve">SECTION II: </w:t>
      </w:r>
      <w:bookmarkStart w:id="56" w:name="_Toc152577133"/>
      <w:bookmarkStart w:id="57" w:name="_Toc152577694"/>
      <w:bookmarkStart w:id="58" w:name="_Toc152577963"/>
      <w:bookmarkStart w:id="59" w:name="_Toc156198778"/>
      <w:bookmarkStart w:id="60" w:name="_Toc38258027"/>
      <w:bookmarkEnd w:id="14"/>
      <w:bookmarkEnd w:id="56"/>
      <w:bookmarkEnd w:id="57"/>
      <w:bookmarkEnd w:id="58"/>
      <w:bookmarkEnd w:id="59"/>
      <w:r w:rsidR="00B45366" w:rsidRPr="00CF5BC0">
        <w:rPr>
          <w:rFonts w:ascii="Times New Roman" w:hAnsi="Times New Roman" w:cs="Times New Roman"/>
          <w:lang w:val="en-GB"/>
        </w:rPr>
        <w:t xml:space="preserve">Technical Specifications and Schedule </w:t>
      </w:r>
      <w:r w:rsidR="0014618A" w:rsidRPr="00CF5BC0">
        <w:rPr>
          <w:rFonts w:ascii="Times New Roman" w:hAnsi="Times New Roman" w:cs="Times New Roman"/>
          <w:lang w:val="en-GB"/>
        </w:rPr>
        <w:t xml:space="preserve">of </w:t>
      </w:r>
      <w:r w:rsidR="0008751A" w:rsidRPr="00CF5BC0">
        <w:rPr>
          <w:rFonts w:ascii="Times New Roman" w:hAnsi="Times New Roman" w:cs="Times New Roman"/>
          <w:lang w:val="en-GB"/>
        </w:rPr>
        <w:t>Requirements</w:t>
      </w:r>
      <w:bookmarkEnd w:id="55"/>
    </w:p>
    <w:p w14:paraId="37C653A4" w14:textId="77777777" w:rsidR="00B45366" w:rsidRDefault="00B45366" w:rsidP="00B45366">
      <w:pPr>
        <w:suppressAutoHyphens/>
        <w:jc w:val="both"/>
        <w:rPr>
          <w:b/>
          <w:i/>
          <w:highlight w:val="yellow"/>
        </w:rPr>
      </w:pPr>
    </w:p>
    <w:p w14:paraId="7DE25DDD" w14:textId="77777777" w:rsidR="0014618A" w:rsidRDefault="0014618A" w:rsidP="00B45366">
      <w:pPr>
        <w:suppressAutoHyphens/>
        <w:jc w:val="both"/>
        <w:rPr>
          <w:b/>
          <w:i/>
          <w:highlight w:val="yellow"/>
        </w:rPr>
      </w:pPr>
    </w:p>
    <w:p w14:paraId="65F2AD90" w14:textId="77777777" w:rsidR="00B45366" w:rsidRPr="00FB2A58" w:rsidRDefault="00B45366" w:rsidP="00096FE3">
      <w:pPr>
        <w:pStyle w:val="ListParagraph"/>
        <w:numPr>
          <w:ilvl w:val="0"/>
          <w:numId w:val="17"/>
        </w:numPr>
        <w:suppressAutoHyphens/>
        <w:ind w:left="360"/>
        <w:jc w:val="both"/>
        <w:rPr>
          <w:b/>
          <w:sz w:val="24"/>
          <w:szCs w:val="24"/>
        </w:rPr>
      </w:pPr>
      <w:r w:rsidRPr="00FB2A58">
        <w:rPr>
          <w:b/>
          <w:sz w:val="24"/>
          <w:szCs w:val="24"/>
        </w:rPr>
        <w:t>Technical Specifications</w:t>
      </w:r>
    </w:p>
    <w:p w14:paraId="67F169F1" w14:textId="79D7A6C6" w:rsidR="00C46995" w:rsidRDefault="00C46995" w:rsidP="00C46995">
      <w:pPr>
        <w:suppressAutoHyphens/>
        <w:jc w:val="both"/>
        <w:rPr>
          <w:b/>
          <w:i/>
          <w:highlight w:val="yellow"/>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8483"/>
      </w:tblGrid>
      <w:tr w:rsidR="0035379C" w:rsidRPr="00337FAB" w14:paraId="4A8887A4" w14:textId="77777777" w:rsidTr="0035379C">
        <w:trPr>
          <w:trHeight w:val="350"/>
        </w:trPr>
        <w:tc>
          <w:tcPr>
            <w:tcW w:w="895" w:type="dxa"/>
            <w:vMerge w:val="restart"/>
            <w:shd w:val="clear" w:color="auto" w:fill="DAEEF3" w:themeFill="accent5" w:themeFillTint="33"/>
          </w:tcPr>
          <w:p w14:paraId="2404B4C3" w14:textId="77777777" w:rsidR="0035379C" w:rsidRDefault="0035379C" w:rsidP="003F0CC7">
            <w:pPr>
              <w:jc w:val="center"/>
              <w:rPr>
                <w:b/>
                <w:bCs/>
                <w:color w:val="000000"/>
                <w:lang w:val="en-GB"/>
              </w:rPr>
            </w:pPr>
            <w:r>
              <w:rPr>
                <w:b/>
                <w:bCs/>
                <w:color w:val="000000"/>
                <w:lang w:val="en-GB"/>
              </w:rPr>
              <w:t>Item 1</w:t>
            </w:r>
          </w:p>
        </w:tc>
        <w:tc>
          <w:tcPr>
            <w:tcW w:w="8483" w:type="dxa"/>
            <w:shd w:val="clear" w:color="auto" w:fill="DAEEF3" w:themeFill="accent5" w:themeFillTint="33"/>
            <w:hideMark/>
          </w:tcPr>
          <w:p w14:paraId="63976A3D" w14:textId="77777777" w:rsidR="0035379C" w:rsidRPr="004A68C5" w:rsidRDefault="0035379C" w:rsidP="003F0CC7">
            <w:pPr>
              <w:rPr>
                <w:b/>
                <w:bCs/>
                <w:color w:val="000000"/>
                <w:lang w:val="en-GB"/>
              </w:rPr>
            </w:pPr>
            <w:r w:rsidRPr="004A68C5">
              <w:rPr>
                <w:b/>
                <w:bCs/>
                <w:color w:val="000000"/>
                <w:lang w:val="en-GB"/>
              </w:rPr>
              <w:t xml:space="preserve">REAL TIME PCR SYSTEM </w:t>
            </w:r>
            <w:r w:rsidRPr="00567B62">
              <w:rPr>
                <w:color w:val="000000"/>
                <w:lang w:val="en-GB"/>
              </w:rPr>
              <w:t>(3 pcs)</w:t>
            </w:r>
          </w:p>
          <w:p w14:paraId="42D3985A" w14:textId="77777777" w:rsidR="0035379C" w:rsidRPr="00337FAB" w:rsidRDefault="0035379C" w:rsidP="003F0CC7">
            <w:pPr>
              <w:rPr>
                <w:color w:val="000000"/>
                <w:lang w:val="en-GB"/>
              </w:rPr>
            </w:pPr>
          </w:p>
        </w:tc>
      </w:tr>
      <w:tr w:rsidR="0035379C" w:rsidRPr="00337FAB" w14:paraId="71A3701D" w14:textId="77777777" w:rsidTr="0035379C">
        <w:trPr>
          <w:trHeight w:val="300"/>
        </w:trPr>
        <w:tc>
          <w:tcPr>
            <w:tcW w:w="895" w:type="dxa"/>
            <w:vMerge/>
            <w:shd w:val="clear" w:color="auto" w:fill="DAEEF3" w:themeFill="accent5" w:themeFillTint="33"/>
          </w:tcPr>
          <w:p w14:paraId="72C87B56"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10308D81" w14:textId="77777777" w:rsidR="0035379C" w:rsidRPr="00075778" w:rsidRDefault="0035379C" w:rsidP="003F0CC7">
            <w:pPr>
              <w:rPr>
                <w:b/>
                <w:bCs/>
                <w:color w:val="000000"/>
              </w:rPr>
            </w:pPr>
            <w:r w:rsidRPr="00075778">
              <w:rPr>
                <w:b/>
                <w:bCs/>
                <w:color w:val="000000"/>
              </w:rPr>
              <w:t>Product description:</w:t>
            </w:r>
          </w:p>
          <w:p w14:paraId="31B139B3" w14:textId="77777777" w:rsidR="0035379C" w:rsidRDefault="0035379C" w:rsidP="003F0CC7">
            <w:pPr>
              <w:rPr>
                <w:color w:val="000000"/>
              </w:rPr>
            </w:pPr>
            <w:r w:rsidRPr="00337FAB">
              <w:rPr>
                <w:color w:val="000000"/>
              </w:rPr>
              <w:t>Real-Time PCR System to conduct PCR-based nucleic acid tests to infections, Automated, multiplex real-time amplification and detection system, IVD. Open system able to operate with reagents of diverse suppliers</w:t>
            </w:r>
          </w:p>
          <w:p w14:paraId="76FF4577" w14:textId="77777777" w:rsidR="0035379C" w:rsidRPr="00337FAB" w:rsidRDefault="0035379C" w:rsidP="003F0CC7">
            <w:pPr>
              <w:rPr>
                <w:color w:val="000000"/>
              </w:rPr>
            </w:pPr>
          </w:p>
          <w:p w14:paraId="3A18E456" w14:textId="77777777" w:rsidR="0035379C" w:rsidRPr="00075778" w:rsidRDefault="0035379C" w:rsidP="003F0CC7">
            <w:pPr>
              <w:rPr>
                <w:b/>
                <w:bCs/>
                <w:color w:val="000000"/>
              </w:rPr>
            </w:pPr>
            <w:r w:rsidRPr="00075778">
              <w:rPr>
                <w:b/>
                <w:bCs/>
                <w:color w:val="000000"/>
              </w:rPr>
              <w:t xml:space="preserve">Specifications: </w:t>
            </w:r>
          </w:p>
          <w:p w14:paraId="67FC85B1"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Sample format: 96-well plates, 8-tube strips</w:t>
            </w:r>
          </w:p>
          <w:p w14:paraId="5DA1B7F5"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Temp. Range: 0-100°C</w:t>
            </w:r>
          </w:p>
          <w:p w14:paraId="201B17FC"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Max ramp rate heating: 4 - 7°C</w:t>
            </w:r>
          </w:p>
          <w:p w14:paraId="4A73DA31"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Average ramp rate cooling: 2 - 4°C</w:t>
            </w:r>
          </w:p>
          <w:p w14:paraId="598653C1"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Lid: heats up to 105°C</w:t>
            </w:r>
          </w:p>
          <w:p w14:paraId="1147F7AC"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Accuracy: ±0.2°C</w:t>
            </w:r>
          </w:p>
          <w:p w14:paraId="10F52BD2"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Uniformity: ±0.4°C well-to-well</w:t>
            </w:r>
          </w:p>
          <w:p w14:paraId="289EE2D2"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Multiplex analysis: 4 - 6 targets</w:t>
            </w:r>
          </w:p>
          <w:p w14:paraId="7270495C"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Gradient operational range: 30-100°C</w:t>
            </w:r>
          </w:p>
          <w:p w14:paraId="58BB3BAB"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Gradient programmable span: 1–25°C</w:t>
            </w:r>
          </w:p>
          <w:p w14:paraId="21ECE2AB"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Supplied with computer and printer, integrated with LIS, and with Rapid finder analysis software</w:t>
            </w:r>
          </w:p>
          <w:p w14:paraId="17C081E8"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The case is to be cleanable with laboratory grade disinfectants</w:t>
            </w:r>
          </w:p>
          <w:p w14:paraId="4F445535"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Range of excitation/emission wavelengths (nm): 300–800 nm</w:t>
            </w:r>
          </w:p>
          <w:p w14:paraId="0B85A760"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Related accessories, controls, supplies and devices needed for complete installation and full operation for at least 300 tests will be included. Description of any sterilization process required for accessories</w:t>
            </w:r>
          </w:p>
          <w:p w14:paraId="2172CE8A" w14:textId="77777777" w:rsidR="0035379C" w:rsidRPr="00075C74"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Supplied in protective, re-closable seal</w:t>
            </w:r>
          </w:p>
          <w:p w14:paraId="4C6A549B" w14:textId="77777777" w:rsidR="0035379C" w:rsidRPr="007714F2" w:rsidRDefault="0035379C" w:rsidP="00E33A30">
            <w:pPr>
              <w:pStyle w:val="ListParagraph"/>
              <w:numPr>
                <w:ilvl w:val="0"/>
                <w:numId w:val="45"/>
              </w:numPr>
              <w:overflowPunct/>
              <w:autoSpaceDE/>
              <w:autoSpaceDN/>
              <w:adjustRightInd/>
              <w:contextualSpacing/>
              <w:textAlignment w:val="auto"/>
              <w:rPr>
                <w:color w:val="000000"/>
              </w:rPr>
            </w:pPr>
            <w:r w:rsidRPr="007714F2">
              <w:rPr>
                <w:color w:val="000000"/>
              </w:rPr>
              <w:t>Estimated Life Span: 5 years</w:t>
            </w:r>
          </w:p>
          <w:p w14:paraId="263C9B4C"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075C74">
              <w:rPr>
                <w:color w:val="000000"/>
              </w:rPr>
              <w:t xml:space="preserve">Power supply: Main power / Electrical source requirements: 220-240V, 50Hz. Line connection plug "Type C" Euro plug or the "Type E" or "Type F" </w:t>
            </w:r>
            <w:proofErr w:type="spellStart"/>
            <w:r w:rsidRPr="00075C74">
              <w:rPr>
                <w:color w:val="000000"/>
              </w:rPr>
              <w:t>Schuko</w:t>
            </w:r>
            <w:proofErr w:type="spellEnd"/>
          </w:p>
          <w:p w14:paraId="7E1E760B" w14:textId="77777777" w:rsidR="0035379C" w:rsidRPr="00015F8B" w:rsidRDefault="0035379C" w:rsidP="00E33A30">
            <w:pPr>
              <w:pStyle w:val="ListParagraph"/>
              <w:numPr>
                <w:ilvl w:val="0"/>
                <w:numId w:val="45"/>
              </w:numPr>
              <w:overflowPunct/>
              <w:autoSpaceDE/>
              <w:autoSpaceDN/>
              <w:adjustRightInd/>
              <w:contextualSpacing/>
              <w:textAlignment w:val="auto"/>
              <w:rPr>
                <w:color w:val="000000"/>
              </w:rPr>
            </w:pPr>
            <w:r w:rsidRPr="00184EDD">
              <w:rPr>
                <w:color w:val="000000"/>
              </w:rPr>
              <w:t>Protections against over-voltage line conditions: 1500W UPS with power stabilization are available in the hospital, if not sufficient include into the offer that capable of maintaining operation for at least 45 minutes during power failure.</w:t>
            </w:r>
          </w:p>
        </w:tc>
      </w:tr>
      <w:tr w:rsidR="0035379C" w:rsidRPr="00337FAB" w14:paraId="1A1504B1" w14:textId="77777777" w:rsidTr="0035379C">
        <w:trPr>
          <w:trHeight w:val="300"/>
        </w:trPr>
        <w:tc>
          <w:tcPr>
            <w:tcW w:w="895" w:type="dxa"/>
            <w:vMerge/>
            <w:shd w:val="clear" w:color="auto" w:fill="DAEEF3" w:themeFill="accent5" w:themeFillTint="33"/>
          </w:tcPr>
          <w:p w14:paraId="26110CEF" w14:textId="77777777" w:rsidR="0035379C" w:rsidRPr="00337FAB" w:rsidRDefault="0035379C" w:rsidP="003F0CC7">
            <w:pPr>
              <w:rPr>
                <w:b/>
                <w:bCs/>
                <w:color w:val="000000"/>
              </w:rPr>
            </w:pPr>
          </w:p>
        </w:tc>
        <w:tc>
          <w:tcPr>
            <w:tcW w:w="8483" w:type="dxa"/>
            <w:tcBorders>
              <w:bottom w:val="single" w:sz="4" w:space="0" w:color="auto"/>
            </w:tcBorders>
            <w:shd w:val="clear" w:color="auto" w:fill="FFFFFF" w:themeFill="background1"/>
          </w:tcPr>
          <w:p w14:paraId="772A0529"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2214FC05" w14:textId="77777777" w:rsidR="0035379C" w:rsidRPr="00790C75" w:rsidRDefault="0035379C" w:rsidP="00E33A30">
            <w:pPr>
              <w:pStyle w:val="ListParagraph"/>
              <w:numPr>
                <w:ilvl w:val="0"/>
                <w:numId w:val="45"/>
              </w:numPr>
              <w:overflowPunct/>
              <w:autoSpaceDE/>
              <w:autoSpaceDN/>
              <w:adjustRightInd/>
              <w:contextualSpacing/>
              <w:textAlignment w:val="auto"/>
              <w:rPr>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5B0432B3" w14:textId="77777777" w:rsidTr="0035379C">
        <w:trPr>
          <w:trHeight w:val="300"/>
        </w:trPr>
        <w:tc>
          <w:tcPr>
            <w:tcW w:w="895" w:type="dxa"/>
            <w:vMerge/>
            <w:shd w:val="clear" w:color="auto" w:fill="DAEEF3" w:themeFill="accent5" w:themeFillTint="33"/>
          </w:tcPr>
          <w:p w14:paraId="3361A89C" w14:textId="77777777" w:rsidR="0035379C" w:rsidRPr="00337FAB" w:rsidRDefault="0035379C" w:rsidP="003F0CC7">
            <w:pPr>
              <w:rPr>
                <w:b/>
                <w:bCs/>
                <w:color w:val="000000"/>
              </w:rPr>
            </w:pPr>
          </w:p>
        </w:tc>
        <w:tc>
          <w:tcPr>
            <w:tcW w:w="8483" w:type="dxa"/>
            <w:tcBorders>
              <w:bottom w:val="single" w:sz="4" w:space="0" w:color="auto"/>
            </w:tcBorders>
            <w:shd w:val="clear" w:color="auto" w:fill="FFFFFF" w:themeFill="background1"/>
          </w:tcPr>
          <w:p w14:paraId="448E25E3" w14:textId="77777777" w:rsidR="0035379C" w:rsidRDefault="0035379C" w:rsidP="003F0CC7">
            <w:pPr>
              <w:rPr>
                <w:b/>
                <w:bCs/>
                <w:color w:val="000000"/>
              </w:rPr>
            </w:pPr>
            <w:r>
              <w:rPr>
                <w:b/>
                <w:bCs/>
                <w:color w:val="000000"/>
              </w:rPr>
              <w:t>Safety &amp; product Standards:</w:t>
            </w:r>
          </w:p>
          <w:p w14:paraId="1C505EAB"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524C7A7F" w14:textId="77777777" w:rsidR="0035379C" w:rsidRPr="00790C75"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05F8790A" w14:textId="77777777" w:rsidTr="0035379C">
        <w:trPr>
          <w:trHeight w:val="300"/>
        </w:trPr>
        <w:tc>
          <w:tcPr>
            <w:tcW w:w="895" w:type="dxa"/>
            <w:vMerge/>
            <w:shd w:val="clear" w:color="auto" w:fill="DAEEF3" w:themeFill="accent5" w:themeFillTint="33"/>
          </w:tcPr>
          <w:p w14:paraId="4B19F1B1" w14:textId="77777777" w:rsidR="0035379C" w:rsidRPr="00337FAB" w:rsidRDefault="0035379C" w:rsidP="003F0CC7">
            <w:pPr>
              <w:rPr>
                <w:b/>
                <w:bCs/>
                <w:color w:val="000000"/>
              </w:rPr>
            </w:pPr>
          </w:p>
        </w:tc>
        <w:tc>
          <w:tcPr>
            <w:tcW w:w="8483" w:type="dxa"/>
            <w:tcBorders>
              <w:bottom w:val="single" w:sz="4" w:space="0" w:color="auto"/>
            </w:tcBorders>
            <w:shd w:val="clear" w:color="auto" w:fill="FFFFFF" w:themeFill="background1"/>
          </w:tcPr>
          <w:p w14:paraId="3D59E606" w14:textId="77777777" w:rsidR="0035379C" w:rsidRDefault="0035379C" w:rsidP="003F0CC7">
            <w:pPr>
              <w:rPr>
                <w:color w:val="000000"/>
              </w:rPr>
            </w:pPr>
            <w:r w:rsidRPr="00337FAB">
              <w:rPr>
                <w:b/>
                <w:bCs/>
                <w:color w:val="000000"/>
              </w:rPr>
              <w:t>Warranty:</w:t>
            </w:r>
            <w:r w:rsidRPr="00337FAB">
              <w:rPr>
                <w:color w:val="000000"/>
              </w:rPr>
              <w:t xml:space="preserve"> </w:t>
            </w:r>
          </w:p>
          <w:p w14:paraId="358D3A0B" w14:textId="5A437D57" w:rsidR="0035379C" w:rsidRPr="00133C61" w:rsidRDefault="00133C61" w:rsidP="00133C61">
            <w:pPr>
              <w:overflowPunct/>
              <w:autoSpaceDE/>
              <w:autoSpaceDN/>
              <w:adjustRightInd/>
              <w:contextualSpacing/>
              <w:textAlignment w:val="auto"/>
              <w:rPr>
                <w:color w:val="000000"/>
              </w:rPr>
            </w:pPr>
            <w:r w:rsidRPr="00133C61">
              <w:rPr>
                <w:color w:val="000000"/>
              </w:rPr>
              <w:t>Two (2) years warranty should be provided.</w:t>
            </w:r>
          </w:p>
        </w:tc>
      </w:tr>
      <w:tr w:rsidR="0035379C" w:rsidRPr="00337FAB" w14:paraId="26BA0159" w14:textId="77777777" w:rsidTr="0035379C">
        <w:trPr>
          <w:trHeight w:val="300"/>
        </w:trPr>
        <w:tc>
          <w:tcPr>
            <w:tcW w:w="895" w:type="dxa"/>
            <w:vMerge/>
            <w:shd w:val="clear" w:color="auto" w:fill="DAEEF3" w:themeFill="accent5" w:themeFillTint="33"/>
          </w:tcPr>
          <w:p w14:paraId="28481B39" w14:textId="77777777" w:rsidR="0035379C" w:rsidRPr="00337FAB" w:rsidRDefault="0035379C" w:rsidP="003F0CC7">
            <w:pPr>
              <w:rPr>
                <w:b/>
                <w:bCs/>
                <w:color w:val="000000"/>
              </w:rPr>
            </w:pPr>
          </w:p>
        </w:tc>
        <w:tc>
          <w:tcPr>
            <w:tcW w:w="8483" w:type="dxa"/>
            <w:tcBorders>
              <w:bottom w:val="single" w:sz="4" w:space="0" w:color="auto"/>
            </w:tcBorders>
            <w:shd w:val="clear" w:color="auto" w:fill="FFFFFF" w:themeFill="background1"/>
          </w:tcPr>
          <w:p w14:paraId="71492216" w14:textId="77777777" w:rsidR="0035379C" w:rsidRDefault="0035379C" w:rsidP="003F0CC7">
            <w:pPr>
              <w:pStyle w:val="Default"/>
              <w:rPr>
                <w:b/>
                <w:bCs/>
                <w:sz w:val="20"/>
                <w:szCs w:val="20"/>
              </w:rPr>
            </w:pPr>
            <w:r>
              <w:rPr>
                <w:b/>
                <w:bCs/>
                <w:sz w:val="20"/>
                <w:szCs w:val="20"/>
              </w:rPr>
              <w:t xml:space="preserve">Packaging &amp; Labelling: </w:t>
            </w:r>
          </w:p>
          <w:p w14:paraId="1DAD91AB" w14:textId="77777777" w:rsidR="0035379C" w:rsidRPr="000E01AF" w:rsidRDefault="0035379C" w:rsidP="003F0CC7">
            <w:pPr>
              <w:pStyle w:val="Default"/>
              <w:rPr>
                <w:rFonts w:eastAsiaTheme="minorHAnsi"/>
                <w:sz w:val="20"/>
                <w:szCs w:val="20"/>
              </w:rPr>
            </w:pPr>
            <w:r>
              <w:rPr>
                <w:sz w:val="20"/>
                <w:szCs w:val="20"/>
              </w:rPr>
              <w:t xml:space="preserve">Product´s labels must contain at least manufacturer identification, address of the manufacturing site, model, or product´s code, serial number, date of manufacturing. </w:t>
            </w:r>
          </w:p>
        </w:tc>
      </w:tr>
      <w:tr w:rsidR="0035379C" w:rsidRPr="00337FAB" w14:paraId="1EC5E8BC" w14:textId="77777777" w:rsidTr="0035379C">
        <w:trPr>
          <w:trHeight w:val="300"/>
        </w:trPr>
        <w:tc>
          <w:tcPr>
            <w:tcW w:w="895" w:type="dxa"/>
            <w:vMerge/>
            <w:shd w:val="clear" w:color="auto" w:fill="DAEEF3" w:themeFill="accent5" w:themeFillTint="33"/>
          </w:tcPr>
          <w:p w14:paraId="48D27DF6" w14:textId="77777777" w:rsidR="0035379C" w:rsidRPr="00337FAB" w:rsidRDefault="0035379C" w:rsidP="003F0CC7">
            <w:pPr>
              <w:rPr>
                <w:b/>
                <w:bCs/>
                <w:color w:val="000000"/>
              </w:rPr>
            </w:pPr>
          </w:p>
        </w:tc>
        <w:tc>
          <w:tcPr>
            <w:tcW w:w="8483" w:type="dxa"/>
            <w:tcBorders>
              <w:bottom w:val="single" w:sz="4" w:space="0" w:color="auto"/>
            </w:tcBorders>
            <w:shd w:val="clear" w:color="auto" w:fill="FFFFFF" w:themeFill="background1"/>
          </w:tcPr>
          <w:p w14:paraId="4E371CE9" w14:textId="77777777" w:rsidR="0035379C" w:rsidRPr="007714F2" w:rsidRDefault="0035379C" w:rsidP="003F0CC7">
            <w:pPr>
              <w:rPr>
                <w:b/>
                <w:bCs/>
                <w:color w:val="000000"/>
              </w:rPr>
            </w:pPr>
            <w:r w:rsidRPr="00337FAB">
              <w:rPr>
                <w:b/>
                <w:bCs/>
                <w:color w:val="000000"/>
              </w:rPr>
              <w:t>Training and installation requirement:</w:t>
            </w:r>
          </w:p>
          <w:p w14:paraId="335CE89E" w14:textId="77777777" w:rsidR="0035379C" w:rsidRPr="00A60E69" w:rsidRDefault="0035379C" w:rsidP="003F0CC7">
            <w:pPr>
              <w:rPr>
                <w:color w:val="000000"/>
              </w:rPr>
            </w:pPr>
            <w:r w:rsidRPr="00A60E69">
              <w:rPr>
                <w:color w:val="000000"/>
              </w:rPr>
              <w:t>Installation and testing before handover are required.</w:t>
            </w:r>
          </w:p>
          <w:p w14:paraId="0E54C44D" w14:textId="77777777" w:rsidR="0035379C" w:rsidRPr="00A60E69" w:rsidRDefault="0035379C" w:rsidP="003F0CC7">
            <w:pPr>
              <w:rPr>
                <w:color w:val="000000"/>
              </w:rPr>
            </w:pPr>
            <w:r w:rsidRPr="00A60E69">
              <w:rPr>
                <w:color w:val="000000"/>
              </w:rPr>
              <w:t>Training for users in operation and basic maintenance</w:t>
            </w:r>
          </w:p>
          <w:p w14:paraId="64FB7BB6" w14:textId="77777777" w:rsidR="0035379C" w:rsidRPr="00A60E69" w:rsidRDefault="0035379C" w:rsidP="003F0CC7">
            <w:pPr>
              <w:rPr>
                <w:color w:val="000000"/>
              </w:rPr>
            </w:pPr>
            <w:r w:rsidRPr="00A60E69">
              <w:rPr>
                <w:color w:val="000000"/>
              </w:rPr>
              <w:t>Training for technicians on the preventive maintenance of each unit</w:t>
            </w:r>
          </w:p>
        </w:tc>
      </w:tr>
      <w:tr w:rsidR="0035379C" w:rsidRPr="00337FAB" w14:paraId="39159958" w14:textId="77777777" w:rsidTr="0035379C">
        <w:trPr>
          <w:trHeight w:val="300"/>
        </w:trPr>
        <w:tc>
          <w:tcPr>
            <w:tcW w:w="895" w:type="dxa"/>
            <w:vMerge/>
            <w:tcBorders>
              <w:bottom w:val="single" w:sz="4" w:space="0" w:color="auto"/>
            </w:tcBorders>
            <w:shd w:val="clear" w:color="auto" w:fill="DAEEF3" w:themeFill="accent5" w:themeFillTint="33"/>
          </w:tcPr>
          <w:p w14:paraId="297E3230" w14:textId="77777777" w:rsidR="0035379C" w:rsidRPr="00337FAB" w:rsidRDefault="0035379C" w:rsidP="003F0CC7">
            <w:pPr>
              <w:rPr>
                <w:b/>
                <w:bCs/>
                <w:color w:val="000000"/>
              </w:rPr>
            </w:pPr>
          </w:p>
        </w:tc>
        <w:tc>
          <w:tcPr>
            <w:tcW w:w="8483" w:type="dxa"/>
            <w:tcBorders>
              <w:bottom w:val="single" w:sz="4" w:space="0" w:color="auto"/>
            </w:tcBorders>
            <w:shd w:val="clear" w:color="auto" w:fill="FFFFFF" w:themeFill="background1"/>
          </w:tcPr>
          <w:p w14:paraId="6958369F" w14:textId="77777777" w:rsidR="0035379C" w:rsidRPr="007714F2" w:rsidRDefault="0035379C" w:rsidP="003F0CC7">
            <w:pPr>
              <w:rPr>
                <w:b/>
                <w:bCs/>
                <w:color w:val="000000"/>
              </w:rPr>
            </w:pPr>
            <w:r w:rsidRPr="00337FAB">
              <w:rPr>
                <w:b/>
                <w:bCs/>
                <w:color w:val="000000"/>
              </w:rPr>
              <w:t xml:space="preserve">Documentation requirement: </w:t>
            </w:r>
          </w:p>
          <w:p w14:paraId="78347422" w14:textId="77777777" w:rsidR="0035379C" w:rsidRPr="007714F2"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Certificate of calibration and inspection to be provided.</w:t>
            </w:r>
          </w:p>
          <w:p w14:paraId="0F583EA8" w14:textId="77777777" w:rsidR="0035379C" w:rsidRPr="007714F2" w:rsidRDefault="0035379C" w:rsidP="00E33A30">
            <w:pPr>
              <w:pStyle w:val="ListParagraph"/>
              <w:numPr>
                <w:ilvl w:val="0"/>
                <w:numId w:val="45"/>
              </w:numPr>
              <w:overflowPunct/>
              <w:autoSpaceDE/>
              <w:autoSpaceDN/>
              <w:adjustRightInd/>
              <w:contextualSpacing/>
              <w:textAlignment w:val="auto"/>
              <w:rPr>
                <w:color w:val="000000"/>
              </w:rPr>
            </w:pPr>
            <w:r w:rsidRPr="007714F2">
              <w:rPr>
                <w:color w:val="000000"/>
              </w:rPr>
              <w:t>U</w:t>
            </w:r>
            <w:r w:rsidRPr="00337FAB">
              <w:rPr>
                <w:color w:val="000000"/>
              </w:rPr>
              <w:t>ser manual in English and Mongolian version</w:t>
            </w:r>
          </w:p>
          <w:p w14:paraId="476861B6" w14:textId="77777777" w:rsidR="0035379C" w:rsidRPr="007714F2"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List of equipment and procedures required for local calibration and routine maintenance</w:t>
            </w:r>
          </w:p>
          <w:p w14:paraId="0A79632E" w14:textId="77777777" w:rsidR="0035379C" w:rsidRPr="007714F2"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List of important spares and accessories, with their part numbers and price</w:t>
            </w:r>
          </w:p>
          <w:p w14:paraId="6DDE89F0" w14:textId="77777777" w:rsidR="0035379C" w:rsidRPr="007714F2"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0D5EBF2A"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 xml:space="preserve">Logbook with instruction for daily, weekly, monthly and quarterly maintenance checklist; </w:t>
            </w:r>
          </w:p>
          <w:p w14:paraId="06D87538" w14:textId="77777777" w:rsidR="0035379C" w:rsidRPr="00184EDD" w:rsidRDefault="0035379C" w:rsidP="00E33A30">
            <w:pPr>
              <w:pStyle w:val="ListParagraph"/>
              <w:numPr>
                <w:ilvl w:val="0"/>
                <w:numId w:val="45"/>
              </w:numPr>
              <w:overflowPunct/>
              <w:autoSpaceDE/>
              <w:autoSpaceDN/>
              <w:adjustRightInd/>
              <w:contextualSpacing/>
              <w:textAlignment w:val="auto"/>
              <w:rPr>
                <w:color w:val="000000"/>
              </w:rPr>
            </w:pPr>
            <w:r w:rsidRPr="00184EDD">
              <w:rPr>
                <w:color w:val="000000"/>
              </w:rPr>
              <w:t>The job description of the hospital technician and company service engineer should be clearly spelt out;</w:t>
            </w:r>
          </w:p>
        </w:tc>
      </w:tr>
      <w:tr w:rsidR="0035379C" w:rsidRPr="00337FAB" w14:paraId="4D1873BA" w14:textId="77777777" w:rsidTr="0035379C">
        <w:trPr>
          <w:trHeight w:val="350"/>
        </w:trPr>
        <w:tc>
          <w:tcPr>
            <w:tcW w:w="895" w:type="dxa"/>
            <w:vMerge w:val="restart"/>
            <w:shd w:val="clear" w:color="auto" w:fill="DAEEF3" w:themeFill="accent5" w:themeFillTint="33"/>
          </w:tcPr>
          <w:p w14:paraId="0CA8A10F" w14:textId="77777777" w:rsidR="0035379C" w:rsidRPr="007876F0" w:rsidRDefault="0035379C" w:rsidP="003F0CC7">
            <w:pPr>
              <w:rPr>
                <w:b/>
                <w:bCs/>
                <w:color w:val="000000"/>
                <w:lang w:val="en-GB"/>
              </w:rPr>
            </w:pPr>
            <w:r w:rsidRPr="007876F0">
              <w:rPr>
                <w:b/>
                <w:bCs/>
                <w:color w:val="000000"/>
              </w:rPr>
              <w:t>Item 2</w:t>
            </w:r>
          </w:p>
        </w:tc>
        <w:tc>
          <w:tcPr>
            <w:tcW w:w="8483" w:type="dxa"/>
            <w:tcBorders>
              <w:bottom w:val="single" w:sz="4" w:space="0" w:color="auto"/>
            </w:tcBorders>
            <w:shd w:val="clear" w:color="auto" w:fill="DAEEF3" w:themeFill="accent5" w:themeFillTint="33"/>
          </w:tcPr>
          <w:p w14:paraId="3C3778FE" w14:textId="77777777" w:rsidR="0035379C" w:rsidRDefault="0035379C" w:rsidP="003F0CC7">
            <w:pPr>
              <w:rPr>
                <w:color w:val="000000"/>
                <w:lang w:val="en-GB"/>
              </w:rPr>
            </w:pPr>
            <w:r w:rsidRPr="004A68C5">
              <w:rPr>
                <w:b/>
                <w:bCs/>
                <w:color w:val="000000"/>
                <w:lang w:val="en-GB"/>
              </w:rPr>
              <w:t xml:space="preserve">PCR DIAGNOSTIC KIT FOR SARS-COV-19 </w:t>
            </w:r>
            <w:r>
              <w:rPr>
                <w:color w:val="000000"/>
                <w:lang w:val="en-GB"/>
              </w:rPr>
              <w:t>(</w:t>
            </w:r>
            <w:r w:rsidRPr="0059342A">
              <w:rPr>
                <w:color w:val="000000"/>
                <w:lang w:val="en-GB"/>
              </w:rPr>
              <w:t>for 3000 tests</w:t>
            </w:r>
            <w:r>
              <w:rPr>
                <w:color w:val="000000"/>
                <w:lang w:val="en-GB"/>
              </w:rPr>
              <w:t>)</w:t>
            </w:r>
          </w:p>
          <w:p w14:paraId="3729791F" w14:textId="77777777" w:rsidR="0035379C" w:rsidRPr="004A68C5" w:rsidRDefault="0035379C" w:rsidP="003F0CC7">
            <w:pPr>
              <w:rPr>
                <w:color w:val="000000"/>
                <w:lang w:val="en-GB"/>
              </w:rPr>
            </w:pPr>
          </w:p>
        </w:tc>
      </w:tr>
      <w:tr w:rsidR="0035379C" w:rsidRPr="00337FAB" w14:paraId="787758EC" w14:textId="77777777" w:rsidTr="0035379C">
        <w:trPr>
          <w:trHeight w:val="300"/>
        </w:trPr>
        <w:tc>
          <w:tcPr>
            <w:tcW w:w="895" w:type="dxa"/>
            <w:vMerge/>
            <w:shd w:val="clear" w:color="auto" w:fill="DAEEF3" w:themeFill="accent5" w:themeFillTint="33"/>
          </w:tcPr>
          <w:p w14:paraId="3E1C7BC4"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65C4D5D5" w14:textId="77777777" w:rsidR="0035379C" w:rsidRPr="00075778" w:rsidRDefault="0035379C" w:rsidP="003F0CC7">
            <w:pPr>
              <w:rPr>
                <w:b/>
                <w:bCs/>
                <w:color w:val="000000"/>
              </w:rPr>
            </w:pPr>
            <w:r w:rsidRPr="00075778">
              <w:rPr>
                <w:b/>
                <w:bCs/>
                <w:color w:val="000000"/>
              </w:rPr>
              <w:t>Product description:</w:t>
            </w:r>
          </w:p>
          <w:p w14:paraId="4B4C3F18" w14:textId="77777777" w:rsidR="0035379C" w:rsidRDefault="0035379C" w:rsidP="003F0CC7">
            <w:pPr>
              <w:rPr>
                <w:bCs/>
                <w:color w:val="000000"/>
                <w:lang w:val="en-GB"/>
              </w:rPr>
            </w:pPr>
            <w:r w:rsidRPr="00337FAB">
              <w:rPr>
                <w:bCs/>
                <w:color w:val="000000"/>
                <w:lang w:val="en-GB"/>
              </w:rPr>
              <w:t>PCR diagnostic kit for SARS-COV-19</w:t>
            </w:r>
          </w:p>
          <w:p w14:paraId="471D5914" w14:textId="77777777" w:rsidR="0035379C" w:rsidRPr="00337FAB" w:rsidRDefault="0035379C" w:rsidP="003F0CC7">
            <w:pPr>
              <w:rPr>
                <w:color w:val="000000"/>
              </w:rPr>
            </w:pPr>
          </w:p>
          <w:p w14:paraId="4BEF3A8B" w14:textId="77777777" w:rsidR="0035379C" w:rsidRPr="00075778" w:rsidRDefault="0035379C" w:rsidP="003F0CC7">
            <w:pPr>
              <w:rPr>
                <w:b/>
                <w:bCs/>
                <w:color w:val="000000"/>
              </w:rPr>
            </w:pPr>
            <w:r w:rsidRPr="00075778">
              <w:rPr>
                <w:b/>
                <w:bCs/>
                <w:color w:val="000000"/>
              </w:rPr>
              <w:t xml:space="preserve">Specifications: </w:t>
            </w:r>
          </w:p>
          <w:p w14:paraId="33A5BE03" w14:textId="77777777" w:rsidR="0035379C" w:rsidRPr="00337FAB" w:rsidRDefault="0035379C" w:rsidP="00E33A30">
            <w:pPr>
              <w:pStyle w:val="ListParagraph"/>
              <w:numPr>
                <w:ilvl w:val="0"/>
                <w:numId w:val="45"/>
              </w:numPr>
              <w:overflowPunct/>
              <w:autoSpaceDE/>
              <w:autoSpaceDN/>
              <w:adjustRightInd/>
              <w:contextualSpacing/>
              <w:textAlignment w:val="auto"/>
              <w:rPr>
                <w:b/>
                <w:bCs/>
                <w:color w:val="000000"/>
              </w:rPr>
            </w:pPr>
            <w:r w:rsidRPr="00337FAB">
              <w:rPr>
                <w:bCs/>
                <w:color w:val="000000"/>
                <w:lang w:val="en-GB"/>
              </w:rPr>
              <w:t>PCR diagnostic kit for SARS-COV-19</w:t>
            </w:r>
          </w:p>
        </w:tc>
      </w:tr>
      <w:tr w:rsidR="0035379C" w:rsidRPr="00337FAB" w14:paraId="0FACE675" w14:textId="77777777" w:rsidTr="0035379C">
        <w:trPr>
          <w:trHeight w:val="300"/>
        </w:trPr>
        <w:tc>
          <w:tcPr>
            <w:tcW w:w="895" w:type="dxa"/>
            <w:vMerge/>
            <w:shd w:val="clear" w:color="auto" w:fill="DAEEF3" w:themeFill="accent5" w:themeFillTint="33"/>
          </w:tcPr>
          <w:p w14:paraId="159B3BCA"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7F517724"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73549A35" w14:textId="77777777" w:rsidR="0035379C" w:rsidRPr="007876F0" w:rsidRDefault="0035379C" w:rsidP="00E33A30">
            <w:pPr>
              <w:pStyle w:val="ListParagraph"/>
              <w:numPr>
                <w:ilvl w:val="0"/>
                <w:numId w:val="45"/>
              </w:numPr>
              <w:overflowPunct/>
              <w:autoSpaceDE/>
              <w:autoSpaceDN/>
              <w:adjustRightInd/>
              <w:contextualSpacing/>
              <w:textAlignment w:val="auto"/>
              <w:rPr>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20437450" w14:textId="77777777" w:rsidTr="0035379C">
        <w:trPr>
          <w:trHeight w:val="300"/>
        </w:trPr>
        <w:tc>
          <w:tcPr>
            <w:tcW w:w="895" w:type="dxa"/>
            <w:vMerge/>
            <w:tcBorders>
              <w:bottom w:val="single" w:sz="4" w:space="0" w:color="auto"/>
            </w:tcBorders>
            <w:shd w:val="clear" w:color="auto" w:fill="DAEEF3" w:themeFill="accent5" w:themeFillTint="33"/>
          </w:tcPr>
          <w:p w14:paraId="7711CC13"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00CEF03D" w14:textId="77777777" w:rsidR="0035379C" w:rsidRDefault="0035379C" w:rsidP="003F0CC7">
            <w:pPr>
              <w:rPr>
                <w:b/>
                <w:bCs/>
                <w:color w:val="000000"/>
              </w:rPr>
            </w:pPr>
            <w:r>
              <w:rPr>
                <w:b/>
                <w:bCs/>
                <w:color w:val="000000"/>
              </w:rPr>
              <w:t>Safety &amp; product Standards:</w:t>
            </w:r>
          </w:p>
          <w:p w14:paraId="1DE3070A"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2991CAED"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B36430">
              <w:rPr>
                <w:color w:val="000000"/>
              </w:rPr>
              <w:t>Medical devices proposed to UNFPA for procurement and supply must be from manufacturers who are legally registered to manufacture the particular device by their national regulatory authority and have valid manufacturing licenses</w:t>
            </w:r>
          </w:p>
          <w:p w14:paraId="59229F3B" w14:textId="77777777" w:rsidR="0035379C" w:rsidRPr="00B36430" w:rsidRDefault="0035379C" w:rsidP="00E33A30">
            <w:pPr>
              <w:pStyle w:val="ListParagraph"/>
              <w:numPr>
                <w:ilvl w:val="0"/>
                <w:numId w:val="45"/>
              </w:numPr>
              <w:overflowPunct/>
              <w:autoSpaceDE/>
              <w:autoSpaceDN/>
              <w:adjustRightInd/>
              <w:contextualSpacing/>
              <w:textAlignment w:val="auto"/>
              <w:rPr>
                <w:color w:val="000000"/>
              </w:rPr>
            </w:pPr>
          </w:p>
        </w:tc>
      </w:tr>
      <w:tr w:rsidR="0035379C" w:rsidRPr="00337FAB" w14:paraId="1898A96F" w14:textId="77777777" w:rsidTr="0035379C">
        <w:trPr>
          <w:trHeight w:val="386"/>
        </w:trPr>
        <w:tc>
          <w:tcPr>
            <w:tcW w:w="895" w:type="dxa"/>
            <w:vMerge w:val="restart"/>
            <w:shd w:val="clear" w:color="auto" w:fill="DAEEF3" w:themeFill="accent5" w:themeFillTint="33"/>
          </w:tcPr>
          <w:p w14:paraId="56D1E300" w14:textId="77777777" w:rsidR="0035379C" w:rsidRDefault="0035379C" w:rsidP="003F0CC7">
            <w:pPr>
              <w:rPr>
                <w:b/>
                <w:bCs/>
                <w:color w:val="000000"/>
                <w:lang w:val="en-GB"/>
              </w:rPr>
            </w:pPr>
            <w:r>
              <w:rPr>
                <w:b/>
                <w:bCs/>
                <w:color w:val="000000"/>
                <w:lang w:val="en-GB"/>
              </w:rPr>
              <w:t>Item 3</w:t>
            </w:r>
          </w:p>
        </w:tc>
        <w:tc>
          <w:tcPr>
            <w:tcW w:w="8483" w:type="dxa"/>
            <w:tcBorders>
              <w:bottom w:val="single" w:sz="4" w:space="0" w:color="auto"/>
            </w:tcBorders>
            <w:shd w:val="clear" w:color="auto" w:fill="DAEEF3" w:themeFill="accent5" w:themeFillTint="33"/>
          </w:tcPr>
          <w:p w14:paraId="4CFE4AD8" w14:textId="77777777" w:rsidR="0035379C" w:rsidRPr="004A68C5" w:rsidRDefault="0035379C" w:rsidP="003F0CC7">
            <w:pPr>
              <w:rPr>
                <w:b/>
                <w:bCs/>
                <w:color w:val="000000"/>
                <w:lang w:val="en-GB"/>
              </w:rPr>
            </w:pPr>
            <w:r w:rsidRPr="004A68C5">
              <w:rPr>
                <w:b/>
                <w:bCs/>
                <w:color w:val="000000"/>
                <w:lang w:val="en-GB"/>
              </w:rPr>
              <w:t xml:space="preserve">PCR DIAGNOSTIC KIT FOR STI AND REPRODUCTIVE INFECTIONS INCLUDING </w:t>
            </w:r>
            <w:r w:rsidRPr="004A68C5">
              <w:rPr>
                <w:b/>
                <w:bCs/>
                <w:color w:val="000000"/>
                <w:sz w:val="18"/>
                <w:szCs w:val="18"/>
                <w:lang w:val="en-GB"/>
              </w:rPr>
              <w:t xml:space="preserve">CT, NG, MG, UU, UP AND TV </w:t>
            </w:r>
            <w:r w:rsidRPr="00567B62">
              <w:rPr>
                <w:color w:val="000000"/>
                <w:sz w:val="18"/>
                <w:szCs w:val="18"/>
                <w:lang w:val="en-GB"/>
              </w:rPr>
              <w:t>(</w:t>
            </w:r>
            <w:r w:rsidRPr="004A68C5">
              <w:rPr>
                <w:color w:val="000000"/>
                <w:lang w:val="en-GB"/>
              </w:rPr>
              <w:t>for 1000 tests</w:t>
            </w:r>
            <w:r>
              <w:rPr>
                <w:color w:val="000000"/>
                <w:lang w:val="en-GB"/>
              </w:rPr>
              <w:t>)</w:t>
            </w:r>
          </w:p>
          <w:p w14:paraId="528A241F" w14:textId="77777777" w:rsidR="0035379C" w:rsidRPr="004A68C5" w:rsidRDefault="0035379C" w:rsidP="003F0CC7">
            <w:pPr>
              <w:rPr>
                <w:color w:val="000000"/>
                <w:sz w:val="18"/>
                <w:szCs w:val="18"/>
                <w:lang w:val="en-GB"/>
              </w:rPr>
            </w:pPr>
          </w:p>
        </w:tc>
      </w:tr>
      <w:tr w:rsidR="0035379C" w:rsidRPr="00337FAB" w14:paraId="0B188FA1" w14:textId="77777777" w:rsidTr="0035379C">
        <w:trPr>
          <w:trHeight w:val="300"/>
        </w:trPr>
        <w:tc>
          <w:tcPr>
            <w:tcW w:w="895" w:type="dxa"/>
            <w:vMerge/>
            <w:shd w:val="clear" w:color="auto" w:fill="DAEEF3" w:themeFill="accent5" w:themeFillTint="33"/>
          </w:tcPr>
          <w:p w14:paraId="33A8B794"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6A9781B4" w14:textId="77777777" w:rsidR="0035379C" w:rsidRPr="00075778" w:rsidRDefault="0035379C" w:rsidP="003F0CC7">
            <w:pPr>
              <w:rPr>
                <w:b/>
                <w:bCs/>
                <w:color w:val="000000"/>
              </w:rPr>
            </w:pPr>
            <w:r w:rsidRPr="00075778">
              <w:rPr>
                <w:b/>
                <w:bCs/>
                <w:color w:val="000000"/>
              </w:rPr>
              <w:t>Product description:</w:t>
            </w:r>
          </w:p>
          <w:p w14:paraId="5157C788" w14:textId="77777777" w:rsidR="0035379C" w:rsidRDefault="0035379C" w:rsidP="003F0CC7">
            <w:pPr>
              <w:rPr>
                <w:color w:val="000000"/>
              </w:rPr>
            </w:pPr>
            <w:r w:rsidRPr="00337FAB">
              <w:rPr>
                <w:color w:val="000000"/>
              </w:rPr>
              <w:t xml:space="preserve">PCR diagnostic kit for STI and Reproductive infections including CT, NG, MG, UU, UP and TV </w:t>
            </w:r>
          </w:p>
          <w:p w14:paraId="2F8E90E3" w14:textId="77777777" w:rsidR="0035379C" w:rsidRPr="00A50568" w:rsidRDefault="0035379C" w:rsidP="003F0CC7">
            <w:pPr>
              <w:rPr>
                <w:color w:val="000000"/>
              </w:rPr>
            </w:pPr>
          </w:p>
          <w:p w14:paraId="0B591E33" w14:textId="77777777" w:rsidR="0035379C" w:rsidRPr="00075778" w:rsidRDefault="0035379C" w:rsidP="003F0CC7">
            <w:pPr>
              <w:rPr>
                <w:b/>
                <w:bCs/>
                <w:color w:val="000000"/>
              </w:rPr>
            </w:pPr>
            <w:r w:rsidRPr="00075778">
              <w:rPr>
                <w:b/>
                <w:bCs/>
                <w:color w:val="000000"/>
              </w:rPr>
              <w:t xml:space="preserve">Specifications: </w:t>
            </w:r>
          </w:p>
          <w:p w14:paraId="74E833CF" w14:textId="77777777" w:rsidR="0035379C" w:rsidRPr="00A50568"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 xml:space="preserve">PCR diagnostic kit for STI and Reproductive infections including CT, NG, MG, UU, UP and TV for 1000 tests   </w:t>
            </w:r>
          </w:p>
        </w:tc>
      </w:tr>
      <w:tr w:rsidR="0035379C" w:rsidRPr="00337FAB" w14:paraId="1BD92D23" w14:textId="77777777" w:rsidTr="0035379C">
        <w:trPr>
          <w:trHeight w:val="300"/>
        </w:trPr>
        <w:tc>
          <w:tcPr>
            <w:tcW w:w="895" w:type="dxa"/>
            <w:vMerge/>
            <w:shd w:val="clear" w:color="auto" w:fill="DAEEF3" w:themeFill="accent5" w:themeFillTint="33"/>
          </w:tcPr>
          <w:p w14:paraId="484AB7AE"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75755DC8"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329BBE1D" w14:textId="77777777" w:rsidR="0035379C" w:rsidRPr="00075778" w:rsidRDefault="0035379C" w:rsidP="003F0CC7">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5E76DBCD" w14:textId="77777777" w:rsidTr="0035379C">
        <w:trPr>
          <w:trHeight w:val="300"/>
        </w:trPr>
        <w:tc>
          <w:tcPr>
            <w:tcW w:w="895" w:type="dxa"/>
            <w:vMerge/>
            <w:tcBorders>
              <w:bottom w:val="single" w:sz="4" w:space="0" w:color="auto"/>
            </w:tcBorders>
            <w:shd w:val="clear" w:color="auto" w:fill="DAEEF3" w:themeFill="accent5" w:themeFillTint="33"/>
          </w:tcPr>
          <w:p w14:paraId="75A55FF1"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645EA4A6" w14:textId="77777777" w:rsidR="0035379C" w:rsidRDefault="0035379C" w:rsidP="003F0CC7">
            <w:pPr>
              <w:rPr>
                <w:b/>
                <w:bCs/>
                <w:color w:val="000000"/>
              </w:rPr>
            </w:pPr>
            <w:r>
              <w:rPr>
                <w:b/>
                <w:bCs/>
                <w:color w:val="000000"/>
              </w:rPr>
              <w:t>Safety &amp; product Standards:</w:t>
            </w:r>
          </w:p>
          <w:p w14:paraId="1DDF5723"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1C1EA399" w14:textId="77777777" w:rsidR="0035379C" w:rsidRPr="009F59A2" w:rsidRDefault="0035379C" w:rsidP="00E33A30">
            <w:pPr>
              <w:pStyle w:val="ListParagraph"/>
              <w:numPr>
                <w:ilvl w:val="0"/>
                <w:numId w:val="45"/>
              </w:numPr>
              <w:overflowPunct/>
              <w:autoSpaceDE/>
              <w:autoSpaceDN/>
              <w:adjustRightInd/>
              <w:contextualSpacing/>
              <w:textAlignment w:val="auto"/>
              <w:rPr>
                <w:color w:val="000000"/>
              </w:rPr>
            </w:pPr>
            <w:r w:rsidRPr="00B36430">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4D12CC65" w14:textId="77777777" w:rsidTr="0035379C">
        <w:trPr>
          <w:trHeight w:val="300"/>
        </w:trPr>
        <w:tc>
          <w:tcPr>
            <w:tcW w:w="895" w:type="dxa"/>
            <w:vMerge w:val="restart"/>
            <w:shd w:val="clear" w:color="auto" w:fill="DAEEF3" w:themeFill="accent5" w:themeFillTint="33"/>
          </w:tcPr>
          <w:p w14:paraId="10DB42A8" w14:textId="77777777" w:rsidR="0035379C" w:rsidRPr="00075778" w:rsidRDefault="0035379C" w:rsidP="003F0CC7">
            <w:pPr>
              <w:rPr>
                <w:b/>
                <w:bCs/>
                <w:color w:val="000000"/>
              </w:rPr>
            </w:pPr>
            <w:r>
              <w:rPr>
                <w:b/>
                <w:bCs/>
                <w:color w:val="000000"/>
              </w:rPr>
              <w:t>Item 4</w:t>
            </w:r>
          </w:p>
        </w:tc>
        <w:tc>
          <w:tcPr>
            <w:tcW w:w="8483" w:type="dxa"/>
            <w:tcBorders>
              <w:bottom w:val="single" w:sz="4" w:space="0" w:color="auto"/>
            </w:tcBorders>
            <w:shd w:val="clear" w:color="auto" w:fill="DAEEF3" w:themeFill="accent5" w:themeFillTint="33"/>
          </w:tcPr>
          <w:p w14:paraId="4698F22F" w14:textId="77777777" w:rsidR="0035379C" w:rsidRDefault="0035379C" w:rsidP="003F0CC7">
            <w:pPr>
              <w:rPr>
                <w:color w:val="000000"/>
                <w:lang w:val="en-GB"/>
              </w:rPr>
            </w:pPr>
            <w:r w:rsidRPr="004A68C5">
              <w:rPr>
                <w:b/>
                <w:bCs/>
                <w:color w:val="000000"/>
                <w:lang w:val="en-GB"/>
              </w:rPr>
              <w:t xml:space="preserve">MANUAL DNA/RNA EXTRACTION KITS </w:t>
            </w:r>
            <w:r>
              <w:rPr>
                <w:color w:val="000000"/>
                <w:lang w:val="en-GB"/>
              </w:rPr>
              <w:t xml:space="preserve">(for </w:t>
            </w:r>
            <w:r w:rsidRPr="00337FAB">
              <w:rPr>
                <w:color w:val="000000"/>
                <w:lang w:val="en-GB"/>
              </w:rPr>
              <w:t>4000 tests</w:t>
            </w:r>
            <w:r>
              <w:rPr>
                <w:color w:val="000000"/>
                <w:lang w:val="en-GB"/>
              </w:rPr>
              <w:t>)</w:t>
            </w:r>
          </w:p>
          <w:p w14:paraId="748FD607" w14:textId="77777777" w:rsidR="0035379C" w:rsidRPr="004A68C5" w:rsidRDefault="0035379C" w:rsidP="003F0CC7">
            <w:pPr>
              <w:rPr>
                <w:color w:val="000000"/>
                <w:lang w:val="en-GB"/>
              </w:rPr>
            </w:pPr>
          </w:p>
        </w:tc>
      </w:tr>
      <w:tr w:rsidR="0035379C" w:rsidRPr="00337FAB" w14:paraId="4420FAB0" w14:textId="77777777" w:rsidTr="0035379C">
        <w:trPr>
          <w:trHeight w:val="300"/>
        </w:trPr>
        <w:tc>
          <w:tcPr>
            <w:tcW w:w="895" w:type="dxa"/>
            <w:vMerge/>
            <w:shd w:val="clear" w:color="auto" w:fill="DAEEF3" w:themeFill="accent5" w:themeFillTint="33"/>
          </w:tcPr>
          <w:p w14:paraId="65381049"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32D5B94E" w14:textId="77777777" w:rsidR="0035379C" w:rsidRPr="00075778" w:rsidRDefault="0035379C" w:rsidP="003F0CC7">
            <w:pPr>
              <w:rPr>
                <w:b/>
                <w:bCs/>
                <w:color w:val="000000"/>
              </w:rPr>
            </w:pPr>
            <w:r w:rsidRPr="00075778">
              <w:rPr>
                <w:b/>
                <w:bCs/>
                <w:color w:val="000000"/>
              </w:rPr>
              <w:t>Product description:</w:t>
            </w:r>
          </w:p>
          <w:p w14:paraId="4C32B7AF" w14:textId="77777777" w:rsidR="0035379C" w:rsidRDefault="0035379C" w:rsidP="003F0CC7">
            <w:pPr>
              <w:rPr>
                <w:color w:val="000000"/>
              </w:rPr>
            </w:pPr>
            <w:r w:rsidRPr="00337FAB">
              <w:rPr>
                <w:color w:val="000000"/>
              </w:rPr>
              <w:t>A kit designed for rapid manual and automated small-scale preparation of DNA/RNA and suitable for use with cell-free bodily fluids such as serum or plasma samples, blood samples or vaginal, cervical swab types.</w:t>
            </w:r>
          </w:p>
          <w:p w14:paraId="50BD7FF4" w14:textId="77777777" w:rsidR="0035379C" w:rsidRDefault="0035379C" w:rsidP="003F0CC7">
            <w:pPr>
              <w:rPr>
                <w:color w:val="000000"/>
              </w:rPr>
            </w:pPr>
          </w:p>
          <w:p w14:paraId="10E28325" w14:textId="77777777" w:rsidR="0035379C" w:rsidRPr="00075778" w:rsidRDefault="0035379C" w:rsidP="003F0CC7">
            <w:pPr>
              <w:rPr>
                <w:b/>
                <w:bCs/>
                <w:color w:val="000000"/>
              </w:rPr>
            </w:pPr>
            <w:r w:rsidRPr="00075778">
              <w:rPr>
                <w:b/>
                <w:bCs/>
                <w:color w:val="000000"/>
              </w:rPr>
              <w:t xml:space="preserve">Specifications: </w:t>
            </w:r>
          </w:p>
          <w:p w14:paraId="5CCDCB33" w14:textId="77777777" w:rsidR="0035379C" w:rsidRPr="00840C66" w:rsidRDefault="0035379C" w:rsidP="00E33A30">
            <w:pPr>
              <w:pStyle w:val="ListParagraph"/>
              <w:numPr>
                <w:ilvl w:val="0"/>
                <w:numId w:val="45"/>
              </w:numPr>
              <w:overflowPunct/>
              <w:autoSpaceDE/>
              <w:autoSpaceDN/>
              <w:adjustRightInd/>
              <w:contextualSpacing/>
              <w:textAlignment w:val="auto"/>
              <w:rPr>
                <w:color w:val="000000"/>
              </w:rPr>
            </w:pPr>
            <w:r w:rsidRPr="00840C66">
              <w:rPr>
                <w:color w:val="000000"/>
              </w:rPr>
              <w:t>Kit size: suitable for 4000 tests</w:t>
            </w:r>
          </w:p>
          <w:p w14:paraId="5DF95C89"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Specimen type: Nasal, urethral, cervical swab</w:t>
            </w:r>
          </w:p>
          <w:p w14:paraId="425FDB05"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Application: PCR, RT-PCR, sequencing, supplied with required buffers and magnetic beads and enhanced buffers. For purification.</w:t>
            </w:r>
          </w:p>
          <w:p w14:paraId="72623431"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Automated extraction systems: Allow easy automation on common liquid handling instruments or automated magnetic separators</w:t>
            </w:r>
          </w:p>
          <w:p w14:paraId="3C7932CA"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Number of samples:  up to 96 samples</w:t>
            </w:r>
          </w:p>
          <w:p w14:paraId="109E33F2"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Washing the beads: Shaking or mixing</w:t>
            </w:r>
          </w:p>
          <w:p w14:paraId="203B861C"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Shelf life: 12-24 months from the date of manufacture</w:t>
            </w:r>
          </w:p>
          <w:p w14:paraId="2694A6AE"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Estimated weight: 1.7 kg and volume 0.001m3</w:t>
            </w:r>
          </w:p>
          <w:p w14:paraId="2FCB3821"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Storage condition:</w:t>
            </w:r>
          </w:p>
          <w:p w14:paraId="22351871" w14:textId="77777777" w:rsidR="0035379C" w:rsidRPr="00840C66" w:rsidRDefault="0035379C" w:rsidP="00E33A30">
            <w:pPr>
              <w:pStyle w:val="ListParagraph"/>
              <w:numPr>
                <w:ilvl w:val="0"/>
                <w:numId w:val="47"/>
              </w:numPr>
              <w:overflowPunct/>
              <w:autoSpaceDE/>
              <w:autoSpaceDN/>
              <w:adjustRightInd/>
              <w:contextualSpacing/>
              <w:textAlignment w:val="auto"/>
              <w:rPr>
                <w:color w:val="000000"/>
              </w:rPr>
            </w:pPr>
            <w:r w:rsidRPr="00840C66">
              <w:rPr>
                <w:color w:val="000000"/>
              </w:rPr>
              <w:t>Enhancer Buffer must be stored at -25°C to-15°C</w:t>
            </w:r>
          </w:p>
          <w:p w14:paraId="69F76158" w14:textId="77777777" w:rsidR="0035379C" w:rsidRDefault="0035379C" w:rsidP="00E33A30">
            <w:pPr>
              <w:pStyle w:val="ListParagraph"/>
              <w:numPr>
                <w:ilvl w:val="0"/>
                <w:numId w:val="47"/>
              </w:numPr>
              <w:overflowPunct/>
              <w:autoSpaceDE/>
              <w:autoSpaceDN/>
              <w:adjustRightInd/>
              <w:contextualSpacing/>
              <w:textAlignment w:val="auto"/>
              <w:rPr>
                <w:color w:val="000000"/>
              </w:rPr>
            </w:pPr>
            <w:r w:rsidRPr="00337FAB">
              <w:rPr>
                <w:color w:val="000000"/>
              </w:rPr>
              <w:t>Proteinase K must be stored at 2°C to 8°C</w:t>
            </w:r>
          </w:p>
          <w:p w14:paraId="525E52F2" w14:textId="77777777" w:rsidR="0035379C" w:rsidRPr="00840C66" w:rsidRDefault="0035379C" w:rsidP="00E33A30">
            <w:pPr>
              <w:pStyle w:val="ListParagraph"/>
              <w:numPr>
                <w:ilvl w:val="0"/>
                <w:numId w:val="47"/>
              </w:numPr>
              <w:overflowPunct/>
              <w:autoSpaceDE/>
              <w:autoSpaceDN/>
              <w:adjustRightInd/>
              <w:contextualSpacing/>
              <w:textAlignment w:val="auto"/>
              <w:rPr>
                <w:color w:val="000000"/>
              </w:rPr>
            </w:pPr>
            <w:r w:rsidRPr="00840C66">
              <w:rPr>
                <w:color w:val="000000"/>
              </w:rPr>
              <w:t>Magnetic Beads M must be stored at 2°C to 8°C</w:t>
            </w:r>
          </w:p>
          <w:p w14:paraId="07A0EFED" w14:textId="77777777" w:rsidR="0035379C" w:rsidRPr="00337FAB" w:rsidRDefault="0035379C" w:rsidP="00E33A30">
            <w:pPr>
              <w:pStyle w:val="ListParagraph"/>
              <w:numPr>
                <w:ilvl w:val="0"/>
                <w:numId w:val="45"/>
              </w:numPr>
              <w:overflowPunct/>
              <w:autoSpaceDE/>
              <w:autoSpaceDN/>
              <w:adjustRightInd/>
              <w:contextualSpacing/>
              <w:textAlignment w:val="auto"/>
              <w:rPr>
                <w:b/>
                <w:bCs/>
                <w:color w:val="000000"/>
              </w:rPr>
            </w:pPr>
            <w:r w:rsidRPr="00337FAB">
              <w:rPr>
                <w:color w:val="000000"/>
              </w:rPr>
              <w:t>Others must be stored at 0°C to 30°C</w:t>
            </w:r>
          </w:p>
        </w:tc>
      </w:tr>
      <w:tr w:rsidR="0035379C" w:rsidRPr="00337FAB" w14:paraId="713CBB7B" w14:textId="77777777" w:rsidTr="0035379C">
        <w:trPr>
          <w:trHeight w:val="300"/>
        </w:trPr>
        <w:tc>
          <w:tcPr>
            <w:tcW w:w="895" w:type="dxa"/>
            <w:vMerge/>
            <w:shd w:val="clear" w:color="auto" w:fill="DAEEF3" w:themeFill="accent5" w:themeFillTint="33"/>
          </w:tcPr>
          <w:p w14:paraId="403E167E"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28F1B079"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5B0BDD7C" w14:textId="77777777" w:rsidR="0035379C" w:rsidRPr="00075778" w:rsidRDefault="0035379C" w:rsidP="003F0CC7">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1E3E2391" w14:textId="77777777" w:rsidTr="0035379C">
        <w:trPr>
          <w:trHeight w:val="300"/>
        </w:trPr>
        <w:tc>
          <w:tcPr>
            <w:tcW w:w="895" w:type="dxa"/>
            <w:vMerge/>
            <w:tcBorders>
              <w:bottom w:val="single" w:sz="4" w:space="0" w:color="auto"/>
            </w:tcBorders>
            <w:shd w:val="clear" w:color="auto" w:fill="DAEEF3" w:themeFill="accent5" w:themeFillTint="33"/>
          </w:tcPr>
          <w:p w14:paraId="41F14AEE" w14:textId="77777777" w:rsidR="0035379C" w:rsidRPr="00075778" w:rsidRDefault="0035379C" w:rsidP="003F0CC7">
            <w:pPr>
              <w:rPr>
                <w:b/>
                <w:bCs/>
                <w:color w:val="000000"/>
              </w:rPr>
            </w:pPr>
          </w:p>
        </w:tc>
        <w:tc>
          <w:tcPr>
            <w:tcW w:w="8483" w:type="dxa"/>
            <w:tcBorders>
              <w:bottom w:val="single" w:sz="4" w:space="0" w:color="auto"/>
            </w:tcBorders>
            <w:shd w:val="clear" w:color="auto" w:fill="FFFFFF" w:themeFill="background1"/>
          </w:tcPr>
          <w:p w14:paraId="60D46001" w14:textId="77777777" w:rsidR="0035379C" w:rsidRDefault="0035379C" w:rsidP="003F0CC7">
            <w:pPr>
              <w:rPr>
                <w:b/>
                <w:bCs/>
                <w:color w:val="000000"/>
              </w:rPr>
            </w:pPr>
            <w:r>
              <w:rPr>
                <w:b/>
                <w:bCs/>
                <w:color w:val="000000"/>
              </w:rPr>
              <w:t>Safety &amp; product Standards:</w:t>
            </w:r>
          </w:p>
          <w:p w14:paraId="4E73F482"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5177F984" w14:textId="77777777" w:rsidR="0035379C" w:rsidRPr="004A68C5" w:rsidRDefault="0035379C" w:rsidP="00E33A30">
            <w:pPr>
              <w:pStyle w:val="ListParagraph"/>
              <w:numPr>
                <w:ilvl w:val="0"/>
                <w:numId w:val="45"/>
              </w:numPr>
              <w:overflowPunct/>
              <w:autoSpaceDE/>
              <w:autoSpaceDN/>
              <w:adjustRightInd/>
              <w:contextualSpacing/>
              <w:textAlignment w:val="auto"/>
              <w:rPr>
                <w:color w:val="000000"/>
              </w:rPr>
            </w:pPr>
            <w:r w:rsidRPr="004A68C5">
              <w:rPr>
                <w:color w:val="000000"/>
              </w:rPr>
              <w:t>Medical devices proposed to UNFPA for procurement and supply must be from manufacturers who are legally registered to manufacture the particular device by their national regulatory authority and have valid manufacturing licenses</w:t>
            </w:r>
          </w:p>
          <w:p w14:paraId="02AC1213" w14:textId="77777777" w:rsidR="0035379C" w:rsidRPr="00075778" w:rsidRDefault="0035379C" w:rsidP="003F0CC7">
            <w:pPr>
              <w:rPr>
                <w:b/>
                <w:bCs/>
                <w:color w:val="000000"/>
              </w:rPr>
            </w:pPr>
          </w:p>
        </w:tc>
      </w:tr>
      <w:tr w:rsidR="0035379C" w:rsidRPr="00337FAB" w14:paraId="07061698" w14:textId="77777777" w:rsidTr="0035379C">
        <w:trPr>
          <w:trHeight w:val="300"/>
        </w:trPr>
        <w:tc>
          <w:tcPr>
            <w:tcW w:w="895" w:type="dxa"/>
            <w:vMerge w:val="restart"/>
            <w:shd w:val="clear" w:color="auto" w:fill="DAEEF3" w:themeFill="accent5" w:themeFillTint="33"/>
          </w:tcPr>
          <w:p w14:paraId="50E74227" w14:textId="77777777" w:rsidR="0035379C" w:rsidRPr="00075778" w:rsidRDefault="0035379C" w:rsidP="003F0CC7">
            <w:pPr>
              <w:rPr>
                <w:b/>
                <w:bCs/>
                <w:color w:val="000000"/>
              </w:rPr>
            </w:pPr>
            <w:r>
              <w:rPr>
                <w:b/>
                <w:bCs/>
                <w:color w:val="000000"/>
              </w:rPr>
              <w:t>Item 5</w:t>
            </w:r>
          </w:p>
        </w:tc>
        <w:tc>
          <w:tcPr>
            <w:tcW w:w="8483" w:type="dxa"/>
            <w:shd w:val="clear" w:color="auto" w:fill="DAEEF3" w:themeFill="accent5" w:themeFillTint="33"/>
            <w:hideMark/>
          </w:tcPr>
          <w:p w14:paraId="52E19FCB" w14:textId="77777777" w:rsidR="0035379C" w:rsidRDefault="0035379C" w:rsidP="003F0CC7">
            <w:pPr>
              <w:rPr>
                <w:color w:val="000000"/>
              </w:rPr>
            </w:pPr>
            <w:r w:rsidRPr="004A68C5">
              <w:rPr>
                <w:b/>
                <w:bCs/>
                <w:color w:val="000000"/>
                <w:lang w:val="en-GB"/>
              </w:rPr>
              <w:t xml:space="preserve">HPV DIAGNOSTIC KIT FOR 28 HPV SUBTYPES </w:t>
            </w:r>
            <w:r w:rsidRPr="00567B62">
              <w:rPr>
                <w:color w:val="000000"/>
                <w:lang w:val="en-GB"/>
              </w:rPr>
              <w:t>(</w:t>
            </w:r>
            <w:r w:rsidRPr="00567B62">
              <w:rPr>
                <w:color w:val="000000"/>
              </w:rPr>
              <w:t>for 1000 tests)</w:t>
            </w:r>
          </w:p>
          <w:p w14:paraId="34BC0F7B" w14:textId="77777777" w:rsidR="0035379C" w:rsidRDefault="0035379C" w:rsidP="003F0CC7">
            <w:pPr>
              <w:rPr>
                <w:b/>
                <w:bCs/>
                <w:color w:val="000000"/>
              </w:rPr>
            </w:pPr>
          </w:p>
          <w:p w14:paraId="2DAAA844" w14:textId="77777777" w:rsidR="0035379C" w:rsidRPr="00337FAB" w:rsidRDefault="0035379C" w:rsidP="003F0CC7">
            <w:pPr>
              <w:rPr>
                <w:b/>
                <w:bCs/>
                <w:color w:val="000000"/>
              </w:rPr>
            </w:pPr>
          </w:p>
        </w:tc>
      </w:tr>
      <w:tr w:rsidR="0035379C" w:rsidRPr="00337FAB" w14:paraId="2AF711BB" w14:textId="77777777" w:rsidTr="0035379C">
        <w:trPr>
          <w:trHeight w:val="224"/>
        </w:trPr>
        <w:tc>
          <w:tcPr>
            <w:tcW w:w="895" w:type="dxa"/>
            <w:vMerge/>
            <w:shd w:val="clear" w:color="auto" w:fill="DAEEF3" w:themeFill="accent5" w:themeFillTint="33"/>
          </w:tcPr>
          <w:p w14:paraId="0F9D6930" w14:textId="77777777" w:rsidR="0035379C" w:rsidRPr="002071F1" w:rsidRDefault="0035379C" w:rsidP="003F0CC7">
            <w:pPr>
              <w:rPr>
                <w:b/>
                <w:color w:val="000000"/>
                <w:lang w:val="en-GB"/>
              </w:rPr>
            </w:pPr>
          </w:p>
        </w:tc>
        <w:tc>
          <w:tcPr>
            <w:tcW w:w="8483" w:type="dxa"/>
            <w:shd w:val="clear" w:color="auto" w:fill="auto"/>
            <w:hideMark/>
          </w:tcPr>
          <w:p w14:paraId="24D9111C" w14:textId="77777777" w:rsidR="0035379C" w:rsidRDefault="0035379C" w:rsidP="003F0CC7">
            <w:pPr>
              <w:rPr>
                <w:b/>
                <w:color w:val="000000"/>
                <w:lang w:val="en-GB"/>
              </w:rPr>
            </w:pPr>
            <w:r w:rsidRPr="002071F1">
              <w:rPr>
                <w:b/>
                <w:color w:val="000000"/>
                <w:lang w:val="en-GB"/>
              </w:rPr>
              <w:t>Product description:</w:t>
            </w:r>
            <w:r>
              <w:rPr>
                <w:b/>
                <w:color w:val="000000"/>
                <w:lang w:val="en-GB"/>
              </w:rPr>
              <w:t xml:space="preserve"> </w:t>
            </w:r>
          </w:p>
          <w:p w14:paraId="5788D076" w14:textId="01FA39AC" w:rsidR="0070277A" w:rsidRPr="00705F01" w:rsidRDefault="0070277A" w:rsidP="00705F01">
            <w:pPr>
              <w:overflowPunct/>
              <w:autoSpaceDE/>
              <w:autoSpaceDN/>
              <w:adjustRightInd/>
              <w:contextualSpacing/>
              <w:textAlignment w:val="auto"/>
              <w:rPr>
                <w:bCs/>
                <w:color w:val="000000"/>
                <w:lang w:val="en-GB"/>
              </w:rPr>
            </w:pPr>
            <w:r w:rsidRPr="00705F01">
              <w:rPr>
                <w:bCs/>
                <w:color w:val="000000"/>
                <w:lang w:val="en-GB"/>
              </w:rPr>
              <w:t xml:space="preserve">Multiplex real-time PCR for the separate detection of -HPV 16, HPV 18 and other </w:t>
            </w:r>
            <w:r w:rsidR="00133C61" w:rsidRPr="00705F01">
              <w:rPr>
                <w:bCs/>
                <w:color w:val="000000"/>
                <w:lang w:val="en-GB"/>
              </w:rPr>
              <w:t>high-risk</w:t>
            </w:r>
            <w:r w:rsidRPr="00705F01">
              <w:rPr>
                <w:bCs/>
                <w:color w:val="000000"/>
                <w:lang w:val="en-GB"/>
              </w:rPr>
              <w:t xml:space="preserve"> genotype 16, 18, 31, 33, 35, 39, 45, 51, 52, 56, 58, 59, 66, 68</w:t>
            </w:r>
          </w:p>
          <w:p w14:paraId="23F90B14" w14:textId="3C820673" w:rsidR="00705F01" w:rsidRDefault="00705F01" w:rsidP="00705F01">
            <w:pPr>
              <w:overflowPunct/>
              <w:autoSpaceDE/>
              <w:autoSpaceDN/>
              <w:adjustRightInd/>
              <w:contextualSpacing/>
              <w:textAlignment w:val="auto"/>
              <w:rPr>
                <w:bCs/>
                <w:color w:val="000000"/>
                <w:lang w:val="en-GB"/>
              </w:rPr>
            </w:pPr>
          </w:p>
          <w:p w14:paraId="633E3F92" w14:textId="48DD3A9D" w:rsidR="00705F01" w:rsidRPr="008E0D0A" w:rsidRDefault="00705F01" w:rsidP="00705F01">
            <w:pPr>
              <w:overflowPunct/>
              <w:autoSpaceDE/>
              <w:autoSpaceDN/>
              <w:adjustRightInd/>
              <w:contextualSpacing/>
              <w:textAlignment w:val="auto"/>
              <w:rPr>
                <w:b/>
                <w:color w:val="000000"/>
                <w:lang w:val="en-GB"/>
              </w:rPr>
            </w:pPr>
            <w:r w:rsidRPr="008E0D0A">
              <w:rPr>
                <w:b/>
                <w:color w:val="000000"/>
                <w:lang w:val="en-GB"/>
              </w:rPr>
              <w:t>Sp</w:t>
            </w:r>
            <w:r w:rsidR="008E0D0A" w:rsidRPr="008E0D0A">
              <w:rPr>
                <w:b/>
                <w:color w:val="000000"/>
                <w:lang w:val="en-GB"/>
              </w:rPr>
              <w:t>ecification:</w:t>
            </w:r>
          </w:p>
          <w:p w14:paraId="36B23627" w14:textId="582C339E"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 xml:space="preserve">Genotype specific single-stranded linear probes for highly specific detection of targeted high-risk HPV genotypes to avoid cross-reactivity with </w:t>
            </w:r>
            <w:r w:rsidR="0022618B" w:rsidRPr="00F37406">
              <w:rPr>
                <w:bCs/>
                <w:color w:val="000000"/>
                <w:lang w:val="en-GB"/>
              </w:rPr>
              <w:t>non-targeted</w:t>
            </w:r>
            <w:r w:rsidRPr="00F37406">
              <w:rPr>
                <w:bCs/>
                <w:color w:val="000000"/>
                <w:lang w:val="en-GB"/>
              </w:rPr>
              <w:t xml:space="preserve"> HPV types</w:t>
            </w:r>
          </w:p>
          <w:p w14:paraId="6DD45699"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True cellular internal control for high reliability and confidence in HPV-negative test res</w:t>
            </w:r>
            <w:r w:rsidRPr="0070277A">
              <w:rPr>
                <w:bCs/>
                <w:color w:val="000000"/>
                <w:lang w:val="en-GB"/>
              </w:rPr>
              <w:t>u</w:t>
            </w:r>
            <w:r w:rsidRPr="00F37406">
              <w:rPr>
                <w:bCs/>
                <w:color w:val="000000"/>
                <w:lang w:val="en-GB"/>
              </w:rPr>
              <w:t>lts</w:t>
            </w:r>
          </w:p>
          <w:p w14:paraId="060B2306"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External controls: negative control and positive control</w:t>
            </w:r>
          </w:p>
          <w:p w14:paraId="744B3EF8"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Assay performance</w:t>
            </w:r>
          </w:p>
          <w:p w14:paraId="05BBAD3A"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Clinical Sensitivity and Specificity in Referral Population: High Risk HPV Detection</w:t>
            </w:r>
            <w:r w:rsidRPr="00F37406">
              <w:rPr>
                <w:bCs/>
                <w:color w:val="000000"/>
                <w:lang w:val="en-GB"/>
              </w:rPr>
              <w:br/>
              <w:t>Clinical Sensitivity: 97.5%**; Clinical Specificity: 99.4%**</w:t>
            </w:r>
          </w:p>
          <w:p w14:paraId="0BF14ABD"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Instrumentation</w:t>
            </w:r>
          </w:p>
          <w:p w14:paraId="42CCDEC5"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Extraction: m2000sp, m24; Amplification and Detection: m2000rt</w:t>
            </w:r>
          </w:p>
          <w:p w14:paraId="488B088D"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 xml:space="preserve">Amenable to automated sample handling and assay systems </w:t>
            </w:r>
            <w:r w:rsidRPr="00F37406">
              <w:rPr>
                <w:bCs/>
                <w:color w:val="000000"/>
                <w:lang w:val="en-GB"/>
              </w:rPr>
              <w:br/>
              <w:t>Utilization of the UDG system to prevent carry-over contamination</w:t>
            </w:r>
          </w:p>
          <w:p w14:paraId="18D3F306"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Reported results</w:t>
            </w:r>
          </w:p>
          <w:p w14:paraId="161EF2F1"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Qualitative detection of 14 High Risk HPV types, typing of HPV 16 and/or HPV 18, single and mixed infections</w:t>
            </w:r>
          </w:p>
          <w:p w14:paraId="3C5ABF26"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Automated extraction, sampling and handling of ass</w:t>
            </w:r>
            <w:r w:rsidRPr="0070277A">
              <w:rPr>
                <w:bCs/>
                <w:color w:val="000000"/>
                <w:lang w:val="en-GB"/>
              </w:rPr>
              <w:t>a</w:t>
            </w:r>
            <w:r w:rsidRPr="00F37406">
              <w:rPr>
                <w:bCs/>
                <w:color w:val="000000"/>
                <w:lang w:val="en-GB"/>
              </w:rPr>
              <w:t>y systems</w:t>
            </w:r>
          </w:p>
          <w:p w14:paraId="0063E61B"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Input volume: 400ul</w:t>
            </w:r>
          </w:p>
          <w:p w14:paraId="137F505C" w14:textId="77777777" w:rsidR="0070277A"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Regulatory and QMS requirements</w:t>
            </w:r>
          </w:p>
          <w:p w14:paraId="528CCD1A" w14:textId="11FB14FB" w:rsidR="0035379C" w:rsidRPr="0070277A" w:rsidRDefault="0070277A" w:rsidP="0070277A">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IMDRF/ GHTF co</w:t>
            </w:r>
            <w:r w:rsidRPr="0070277A">
              <w:rPr>
                <w:bCs/>
                <w:color w:val="000000"/>
                <w:lang w:val="en-GB"/>
              </w:rPr>
              <w:t>n</w:t>
            </w:r>
            <w:r w:rsidRPr="00F37406">
              <w:rPr>
                <w:bCs/>
                <w:color w:val="000000"/>
                <w:lang w:val="en-GB"/>
              </w:rPr>
              <w:t xml:space="preserve">siderations and all other UNFPA generic specifications to be followed specifications </w:t>
            </w:r>
          </w:p>
          <w:p w14:paraId="2713502A" w14:textId="7BB020A8" w:rsidR="003A587A" w:rsidRPr="009D761A" w:rsidRDefault="003A587A" w:rsidP="009D761A">
            <w:pPr>
              <w:overflowPunct/>
              <w:autoSpaceDE/>
              <w:autoSpaceDN/>
              <w:adjustRightInd/>
              <w:contextualSpacing/>
              <w:textAlignment w:val="auto"/>
              <w:rPr>
                <w:b/>
                <w:bCs/>
                <w:color w:val="000000"/>
              </w:rPr>
            </w:pPr>
          </w:p>
        </w:tc>
      </w:tr>
      <w:tr w:rsidR="0035379C" w:rsidRPr="00337FAB" w14:paraId="7996A0F0" w14:textId="77777777" w:rsidTr="0035379C">
        <w:trPr>
          <w:trHeight w:val="224"/>
        </w:trPr>
        <w:tc>
          <w:tcPr>
            <w:tcW w:w="895" w:type="dxa"/>
            <w:vMerge/>
            <w:shd w:val="clear" w:color="auto" w:fill="DAEEF3" w:themeFill="accent5" w:themeFillTint="33"/>
          </w:tcPr>
          <w:p w14:paraId="63700ECB" w14:textId="77777777" w:rsidR="0035379C" w:rsidRPr="002071F1" w:rsidRDefault="0035379C" w:rsidP="003F0CC7">
            <w:pPr>
              <w:rPr>
                <w:b/>
                <w:color w:val="000000"/>
                <w:lang w:val="en-GB"/>
              </w:rPr>
            </w:pPr>
          </w:p>
        </w:tc>
        <w:tc>
          <w:tcPr>
            <w:tcW w:w="8483" w:type="dxa"/>
            <w:shd w:val="clear" w:color="auto" w:fill="auto"/>
          </w:tcPr>
          <w:p w14:paraId="5CF4761C"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2963ED62" w14:textId="77777777" w:rsidR="0035379C" w:rsidRPr="002071F1" w:rsidRDefault="0035379C" w:rsidP="003F0CC7">
            <w:pPr>
              <w:rPr>
                <w:b/>
                <w:color w:val="000000"/>
                <w:lang w:val="en-GB"/>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0584B9E6" w14:textId="77777777" w:rsidTr="0035379C">
        <w:trPr>
          <w:trHeight w:val="224"/>
        </w:trPr>
        <w:tc>
          <w:tcPr>
            <w:tcW w:w="895" w:type="dxa"/>
            <w:vMerge/>
            <w:shd w:val="clear" w:color="auto" w:fill="DAEEF3" w:themeFill="accent5" w:themeFillTint="33"/>
          </w:tcPr>
          <w:p w14:paraId="22A91D50" w14:textId="77777777" w:rsidR="0035379C" w:rsidRPr="002071F1" w:rsidRDefault="0035379C" w:rsidP="003F0CC7">
            <w:pPr>
              <w:rPr>
                <w:b/>
                <w:color w:val="000000"/>
                <w:lang w:val="en-GB"/>
              </w:rPr>
            </w:pPr>
          </w:p>
        </w:tc>
        <w:tc>
          <w:tcPr>
            <w:tcW w:w="8483" w:type="dxa"/>
            <w:shd w:val="clear" w:color="auto" w:fill="auto"/>
          </w:tcPr>
          <w:p w14:paraId="4CD63EEF" w14:textId="77777777" w:rsidR="0035379C" w:rsidRDefault="0035379C" w:rsidP="003F0CC7">
            <w:pPr>
              <w:rPr>
                <w:b/>
                <w:bCs/>
                <w:color w:val="000000"/>
              </w:rPr>
            </w:pPr>
            <w:r>
              <w:rPr>
                <w:b/>
                <w:bCs/>
                <w:color w:val="000000"/>
              </w:rPr>
              <w:t>Safety &amp; product Standards:</w:t>
            </w:r>
          </w:p>
          <w:p w14:paraId="52392B7E"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7646645A" w14:textId="77777777" w:rsidR="0035379C" w:rsidRPr="00567B62" w:rsidRDefault="0035379C" w:rsidP="00E33A30">
            <w:pPr>
              <w:pStyle w:val="ListParagraph"/>
              <w:numPr>
                <w:ilvl w:val="0"/>
                <w:numId w:val="45"/>
              </w:numPr>
              <w:overflowPunct/>
              <w:autoSpaceDE/>
              <w:autoSpaceDN/>
              <w:adjustRightInd/>
              <w:contextualSpacing/>
              <w:textAlignment w:val="auto"/>
              <w:rPr>
                <w:color w:val="000000"/>
              </w:rPr>
            </w:pPr>
            <w:r w:rsidRPr="00567B6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3EAD1E31" w14:textId="77777777" w:rsidTr="0035379C">
        <w:trPr>
          <w:trHeight w:val="300"/>
        </w:trPr>
        <w:tc>
          <w:tcPr>
            <w:tcW w:w="895" w:type="dxa"/>
            <w:vMerge w:val="restart"/>
            <w:shd w:val="clear" w:color="auto" w:fill="DAEEF3" w:themeFill="accent5" w:themeFillTint="33"/>
          </w:tcPr>
          <w:p w14:paraId="4FDC60EE" w14:textId="77777777" w:rsidR="0035379C" w:rsidRPr="00075778" w:rsidRDefault="0035379C" w:rsidP="003F0CC7">
            <w:pPr>
              <w:rPr>
                <w:b/>
                <w:bCs/>
                <w:color w:val="000000"/>
              </w:rPr>
            </w:pPr>
            <w:r>
              <w:rPr>
                <w:b/>
                <w:bCs/>
                <w:color w:val="000000"/>
              </w:rPr>
              <w:t>Item 6</w:t>
            </w:r>
          </w:p>
        </w:tc>
        <w:tc>
          <w:tcPr>
            <w:tcW w:w="8483" w:type="dxa"/>
            <w:shd w:val="clear" w:color="auto" w:fill="DAEEF3" w:themeFill="accent5" w:themeFillTint="33"/>
          </w:tcPr>
          <w:p w14:paraId="547F6306" w14:textId="77777777" w:rsidR="0035379C" w:rsidRDefault="0035379C" w:rsidP="003F0CC7">
            <w:pPr>
              <w:rPr>
                <w:b/>
                <w:bCs/>
              </w:rPr>
            </w:pPr>
            <w:r w:rsidRPr="004A68C5">
              <w:rPr>
                <w:b/>
                <w:bCs/>
              </w:rPr>
              <w:t xml:space="preserve">NUCLEIC ACID PURIFICATION SYSTEM </w:t>
            </w:r>
            <w:r w:rsidRPr="00567B62">
              <w:t>(3 pcs)</w:t>
            </w:r>
          </w:p>
          <w:p w14:paraId="3606D1D8" w14:textId="77777777" w:rsidR="0035379C" w:rsidRPr="004A68C5" w:rsidRDefault="0035379C" w:rsidP="003F0CC7">
            <w:pPr>
              <w:rPr>
                <w:b/>
                <w:bCs/>
              </w:rPr>
            </w:pPr>
          </w:p>
        </w:tc>
      </w:tr>
      <w:tr w:rsidR="0035379C" w:rsidRPr="00337FAB" w14:paraId="49F011E5" w14:textId="77777777" w:rsidTr="0035379C">
        <w:trPr>
          <w:trHeight w:val="300"/>
        </w:trPr>
        <w:tc>
          <w:tcPr>
            <w:tcW w:w="895" w:type="dxa"/>
            <w:vMerge/>
            <w:shd w:val="clear" w:color="auto" w:fill="DAEEF3" w:themeFill="accent5" w:themeFillTint="33"/>
          </w:tcPr>
          <w:p w14:paraId="126C05A9" w14:textId="77777777" w:rsidR="0035379C" w:rsidRPr="002071F1" w:rsidRDefault="0035379C" w:rsidP="003F0CC7">
            <w:pPr>
              <w:rPr>
                <w:b/>
                <w:color w:val="000000"/>
                <w:lang w:val="en-GB"/>
              </w:rPr>
            </w:pPr>
          </w:p>
        </w:tc>
        <w:tc>
          <w:tcPr>
            <w:tcW w:w="8483" w:type="dxa"/>
            <w:shd w:val="clear" w:color="auto" w:fill="auto"/>
            <w:hideMark/>
          </w:tcPr>
          <w:p w14:paraId="5521DF4A" w14:textId="77777777" w:rsidR="0035379C" w:rsidRPr="002071F1" w:rsidRDefault="0035379C" w:rsidP="003F0CC7">
            <w:pPr>
              <w:rPr>
                <w:b/>
                <w:color w:val="000000"/>
                <w:lang w:val="en-GB"/>
              </w:rPr>
            </w:pPr>
            <w:r w:rsidRPr="002071F1">
              <w:rPr>
                <w:b/>
                <w:color w:val="000000"/>
                <w:lang w:val="en-GB"/>
              </w:rPr>
              <w:t>Product description:</w:t>
            </w:r>
          </w:p>
          <w:p w14:paraId="0F7FEAE2" w14:textId="77777777" w:rsidR="0035379C" w:rsidRDefault="0035379C" w:rsidP="003F0CC7">
            <w:pPr>
              <w:rPr>
                <w:color w:val="000000"/>
              </w:rPr>
            </w:pPr>
            <w:r w:rsidRPr="00337FAB">
              <w:rPr>
                <w:color w:val="000000"/>
              </w:rPr>
              <w:t>Fully automated nucleic acid extraction instrument, designed for high throughput automatic isolation &amp; purification of nucleic acids.</w:t>
            </w:r>
          </w:p>
          <w:p w14:paraId="3962A124" w14:textId="77777777" w:rsidR="0035379C" w:rsidRPr="002071F1" w:rsidRDefault="0035379C" w:rsidP="003F0CC7">
            <w:pPr>
              <w:rPr>
                <w:b/>
                <w:color w:val="000000"/>
                <w:lang w:val="en-GB"/>
              </w:rPr>
            </w:pPr>
          </w:p>
          <w:p w14:paraId="17CCAF08" w14:textId="77777777" w:rsidR="0035379C" w:rsidRDefault="0035379C" w:rsidP="003F0CC7">
            <w:pPr>
              <w:rPr>
                <w:b/>
                <w:color w:val="000000"/>
                <w:lang w:val="en-GB"/>
              </w:rPr>
            </w:pPr>
            <w:r w:rsidRPr="002071F1">
              <w:rPr>
                <w:b/>
                <w:color w:val="000000"/>
                <w:lang w:val="en-GB"/>
              </w:rPr>
              <w:t>Specification:</w:t>
            </w:r>
          </w:p>
          <w:p w14:paraId="22638E4A"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Automated (fully), high-throughput extraction instrument.</w:t>
            </w:r>
          </w:p>
          <w:p w14:paraId="60567231"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Output: Total nucleic acid (virus DNA/RNA, genome DNA) ready for amplification and detection on RT-PCR testing; both RNA and DNA from viruses, bacteria.</w:t>
            </w:r>
          </w:p>
          <w:p w14:paraId="6F679C50"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Handle different types of samples simultaneously</w:t>
            </w:r>
          </w:p>
          <w:p w14:paraId="74E49315"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Capacity: Flexible number of samples (16-48 samples)</w:t>
            </w:r>
          </w:p>
          <w:p w14:paraId="7FEB8DBA"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 xml:space="preserve">Purify nucleic acids with high yield and purity from a wide range of samples including whole blood, plasma, serum, swabs, (cervical, vaginal and </w:t>
            </w:r>
            <w:proofErr w:type="spellStart"/>
            <w:r w:rsidRPr="00D1134F">
              <w:rPr>
                <w:color w:val="000000"/>
              </w:rPr>
              <w:t>uretrial</w:t>
            </w:r>
            <w:proofErr w:type="spellEnd"/>
            <w:r w:rsidRPr="00D1134F">
              <w:rPr>
                <w:color w:val="000000"/>
              </w:rPr>
              <w:t>), CSF, sputum, stool, urine.</w:t>
            </w:r>
          </w:p>
          <w:p w14:paraId="0AA91794"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Continuous operation without user intervention</w:t>
            </w:r>
          </w:p>
          <w:p w14:paraId="13FA37C0"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 xml:space="preserve">Must have inbuilt mechanisms to prevent cross contamination </w:t>
            </w:r>
          </w:p>
          <w:p w14:paraId="01396FF6"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Elution volume at least 50-200 ml</w:t>
            </w:r>
          </w:p>
          <w:p w14:paraId="1388CE1E"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Mobility, portability: Mounted on a stable laboratory table</w:t>
            </w:r>
          </w:p>
          <w:p w14:paraId="02580CA6"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D1134F">
              <w:rPr>
                <w:color w:val="000000"/>
              </w:rPr>
              <w:t>Electrical source requirements: 220V, 50 Hz</w:t>
            </w:r>
          </w:p>
          <w:p w14:paraId="06EA00AE" w14:textId="77777777" w:rsidR="0035379C" w:rsidRPr="00D1134F" w:rsidRDefault="0035379C" w:rsidP="00E33A30">
            <w:pPr>
              <w:pStyle w:val="ListParagraph"/>
              <w:numPr>
                <w:ilvl w:val="0"/>
                <w:numId w:val="46"/>
              </w:numPr>
              <w:overflowPunct/>
              <w:autoSpaceDE/>
              <w:autoSpaceDN/>
              <w:adjustRightInd/>
              <w:contextualSpacing/>
              <w:textAlignment w:val="auto"/>
              <w:rPr>
                <w:b/>
                <w:color w:val="000000"/>
                <w:lang w:val="en-GB"/>
              </w:rPr>
            </w:pPr>
            <w:r w:rsidRPr="00D1134F">
              <w:rPr>
                <w:color w:val="000000"/>
              </w:rPr>
              <w:t>Estimated Life Span: Approx. 8 years</w:t>
            </w:r>
          </w:p>
          <w:p w14:paraId="5A28D02B" w14:textId="77777777" w:rsidR="0035379C" w:rsidRDefault="0035379C" w:rsidP="003F0CC7">
            <w:pPr>
              <w:rPr>
                <w:b/>
                <w:bCs/>
                <w:color w:val="000000"/>
              </w:rPr>
            </w:pPr>
          </w:p>
          <w:p w14:paraId="6AC6D63E" w14:textId="77777777" w:rsidR="0035379C" w:rsidRPr="00D1134F" w:rsidRDefault="0035379C" w:rsidP="003F0CC7">
            <w:pPr>
              <w:rPr>
                <w:b/>
                <w:bCs/>
                <w:color w:val="000000"/>
              </w:rPr>
            </w:pPr>
            <w:r w:rsidRPr="00337FAB">
              <w:rPr>
                <w:b/>
                <w:bCs/>
                <w:color w:val="000000"/>
              </w:rPr>
              <w:t xml:space="preserve">Accessories: </w:t>
            </w:r>
          </w:p>
          <w:p w14:paraId="6915EC8D" w14:textId="77777777" w:rsidR="0035379C" w:rsidRPr="00D1134F" w:rsidRDefault="0035379C" w:rsidP="00E33A30">
            <w:pPr>
              <w:pStyle w:val="ListParagraph"/>
              <w:numPr>
                <w:ilvl w:val="0"/>
                <w:numId w:val="46"/>
              </w:numPr>
              <w:overflowPunct/>
              <w:autoSpaceDE/>
              <w:autoSpaceDN/>
              <w:adjustRightInd/>
              <w:contextualSpacing/>
              <w:textAlignment w:val="auto"/>
              <w:rPr>
                <w:color w:val="000000"/>
              </w:rPr>
            </w:pPr>
            <w:r w:rsidRPr="00337FAB">
              <w:rPr>
                <w:color w:val="000000"/>
              </w:rPr>
              <w:t xml:space="preserve">The system should be supplied with compatible UPS system capable of maintaining operation for 45 minutes during power failure.                                                                                                         </w:t>
            </w:r>
          </w:p>
          <w:p w14:paraId="0920C9F3" w14:textId="77777777" w:rsidR="0035379C" w:rsidRPr="00337FAB" w:rsidRDefault="0035379C" w:rsidP="00E33A30">
            <w:pPr>
              <w:pStyle w:val="ListParagraph"/>
              <w:numPr>
                <w:ilvl w:val="0"/>
                <w:numId w:val="46"/>
              </w:numPr>
              <w:overflowPunct/>
              <w:autoSpaceDE/>
              <w:autoSpaceDN/>
              <w:adjustRightInd/>
              <w:contextualSpacing/>
              <w:textAlignment w:val="auto"/>
              <w:rPr>
                <w:rFonts w:ascii="Arial" w:hAnsi="Arial" w:cs="Arial"/>
                <w:color w:val="000000"/>
              </w:rPr>
            </w:pPr>
            <w:r w:rsidRPr="00337FAB">
              <w:rPr>
                <w:color w:val="000000"/>
              </w:rPr>
              <w:t>A set of standard reagents and controls, to cover the operational training, and start-up period: instrument installation and validation for minimum 1000 tests</w:t>
            </w:r>
          </w:p>
        </w:tc>
      </w:tr>
      <w:tr w:rsidR="0035379C" w:rsidRPr="00337FAB" w14:paraId="189F0B51" w14:textId="77777777" w:rsidTr="0035379C">
        <w:trPr>
          <w:trHeight w:val="300"/>
        </w:trPr>
        <w:tc>
          <w:tcPr>
            <w:tcW w:w="895" w:type="dxa"/>
            <w:vMerge/>
            <w:shd w:val="clear" w:color="auto" w:fill="DAEEF3" w:themeFill="accent5" w:themeFillTint="33"/>
          </w:tcPr>
          <w:p w14:paraId="19EB54E3" w14:textId="77777777" w:rsidR="0035379C" w:rsidRPr="002071F1" w:rsidRDefault="0035379C" w:rsidP="003F0CC7">
            <w:pPr>
              <w:rPr>
                <w:b/>
                <w:color w:val="000000"/>
                <w:lang w:val="en-GB"/>
              </w:rPr>
            </w:pPr>
          </w:p>
        </w:tc>
        <w:tc>
          <w:tcPr>
            <w:tcW w:w="8483" w:type="dxa"/>
            <w:shd w:val="clear" w:color="auto" w:fill="auto"/>
          </w:tcPr>
          <w:p w14:paraId="74244202"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2E0533C0" w14:textId="77777777" w:rsidR="0035379C" w:rsidRPr="002071F1" w:rsidRDefault="0035379C" w:rsidP="003F0CC7">
            <w:pPr>
              <w:rPr>
                <w:b/>
                <w:color w:val="000000"/>
                <w:lang w:val="en-GB"/>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294470DB" w14:textId="77777777" w:rsidTr="0035379C">
        <w:trPr>
          <w:trHeight w:val="1070"/>
        </w:trPr>
        <w:tc>
          <w:tcPr>
            <w:tcW w:w="895" w:type="dxa"/>
            <w:vMerge/>
            <w:shd w:val="clear" w:color="auto" w:fill="DAEEF3" w:themeFill="accent5" w:themeFillTint="33"/>
          </w:tcPr>
          <w:p w14:paraId="2881EF9B" w14:textId="77777777" w:rsidR="0035379C" w:rsidRPr="00D1134F" w:rsidRDefault="0035379C" w:rsidP="003F0CC7">
            <w:pPr>
              <w:rPr>
                <w:b/>
                <w:bCs/>
                <w:color w:val="000000"/>
              </w:rPr>
            </w:pPr>
          </w:p>
        </w:tc>
        <w:tc>
          <w:tcPr>
            <w:tcW w:w="8483" w:type="dxa"/>
            <w:shd w:val="clear" w:color="auto" w:fill="auto"/>
            <w:hideMark/>
          </w:tcPr>
          <w:p w14:paraId="1BD1C43C" w14:textId="77777777" w:rsidR="0035379C" w:rsidRDefault="0035379C" w:rsidP="003F0CC7">
            <w:pPr>
              <w:rPr>
                <w:b/>
                <w:bCs/>
                <w:color w:val="000000"/>
              </w:rPr>
            </w:pPr>
            <w:r>
              <w:rPr>
                <w:b/>
                <w:bCs/>
                <w:color w:val="000000"/>
              </w:rPr>
              <w:t>Safety &amp; product Standards:</w:t>
            </w:r>
          </w:p>
          <w:p w14:paraId="5961EABE" w14:textId="77777777" w:rsidR="0035379C" w:rsidRPr="007869E1" w:rsidRDefault="0035379C" w:rsidP="007869E1">
            <w:pPr>
              <w:overflowPunct/>
              <w:autoSpaceDE/>
              <w:autoSpaceDN/>
              <w:adjustRightInd/>
              <w:contextualSpacing/>
              <w:textAlignment w:val="auto"/>
              <w:rPr>
                <w:color w:val="000000"/>
              </w:rPr>
            </w:pPr>
            <w:r w:rsidRPr="007869E1">
              <w:rPr>
                <w:color w:val="000000"/>
              </w:rPr>
              <w:t>QMS of the manufacturing site: ISO 13485, or ISO 9001 or 21CFR820 (USA)</w:t>
            </w:r>
          </w:p>
          <w:p w14:paraId="1C7756AA" w14:textId="77777777" w:rsidR="0035379C" w:rsidRPr="007869E1" w:rsidRDefault="0035379C" w:rsidP="007869E1">
            <w:pPr>
              <w:rPr>
                <w:color w:val="000000"/>
              </w:rPr>
            </w:pPr>
            <w:r w:rsidRPr="007869E1">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2530E589" w14:textId="77777777" w:rsidTr="0035379C">
        <w:trPr>
          <w:trHeight w:val="300"/>
        </w:trPr>
        <w:tc>
          <w:tcPr>
            <w:tcW w:w="895" w:type="dxa"/>
            <w:vMerge/>
            <w:shd w:val="clear" w:color="auto" w:fill="DAEEF3" w:themeFill="accent5" w:themeFillTint="33"/>
          </w:tcPr>
          <w:p w14:paraId="41AA44C5" w14:textId="77777777" w:rsidR="0035379C" w:rsidRPr="00337FAB" w:rsidRDefault="0035379C" w:rsidP="003F0CC7">
            <w:pPr>
              <w:rPr>
                <w:b/>
                <w:bCs/>
                <w:color w:val="000000"/>
              </w:rPr>
            </w:pPr>
          </w:p>
        </w:tc>
        <w:tc>
          <w:tcPr>
            <w:tcW w:w="8483" w:type="dxa"/>
            <w:shd w:val="clear" w:color="auto" w:fill="auto"/>
          </w:tcPr>
          <w:p w14:paraId="6EF4175B" w14:textId="6A2E7DDA" w:rsidR="0035379C" w:rsidRPr="007869E1" w:rsidRDefault="007869E1" w:rsidP="007869E1">
            <w:pPr>
              <w:rPr>
                <w:color w:val="000000"/>
              </w:rPr>
            </w:pPr>
            <w:r w:rsidRPr="00337FAB">
              <w:rPr>
                <w:b/>
                <w:bCs/>
                <w:color w:val="000000"/>
              </w:rPr>
              <w:t>Warranty:</w:t>
            </w:r>
            <w:r>
              <w:rPr>
                <w:b/>
                <w:bCs/>
                <w:color w:val="000000"/>
              </w:rPr>
              <w:t xml:space="preserve"> </w:t>
            </w:r>
            <w:r>
              <w:rPr>
                <w:color w:val="000000"/>
              </w:rPr>
              <w:t xml:space="preserve">Two </w:t>
            </w:r>
            <w:r w:rsidRPr="00337FAB">
              <w:rPr>
                <w:color w:val="000000"/>
              </w:rPr>
              <w:t>(</w:t>
            </w:r>
            <w:r>
              <w:rPr>
                <w:color w:val="000000"/>
              </w:rPr>
              <w:t>2</w:t>
            </w:r>
            <w:r w:rsidRPr="00337FAB">
              <w:rPr>
                <w:color w:val="000000"/>
              </w:rPr>
              <w:t>) year</w:t>
            </w:r>
            <w:r>
              <w:rPr>
                <w:color w:val="000000"/>
              </w:rPr>
              <w:t xml:space="preserve">s </w:t>
            </w:r>
            <w:r w:rsidRPr="00337FAB">
              <w:rPr>
                <w:color w:val="000000"/>
              </w:rPr>
              <w:t>warranty should be provided.</w:t>
            </w:r>
          </w:p>
        </w:tc>
      </w:tr>
      <w:tr w:rsidR="0035379C" w:rsidRPr="00337FAB" w14:paraId="38A7DCBA" w14:textId="77777777" w:rsidTr="0035379C">
        <w:trPr>
          <w:trHeight w:val="431"/>
        </w:trPr>
        <w:tc>
          <w:tcPr>
            <w:tcW w:w="895" w:type="dxa"/>
            <w:vMerge/>
            <w:shd w:val="clear" w:color="auto" w:fill="DAEEF3" w:themeFill="accent5" w:themeFillTint="33"/>
          </w:tcPr>
          <w:p w14:paraId="5FE28CC3" w14:textId="77777777" w:rsidR="0035379C" w:rsidRPr="00337FAB" w:rsidRDefault="0035379C" w:rsidP="003F0CC7">
            <w:pPr>
              <w:rPr>
                <w:b/>
                <w:bCs/>
                <w:color w:val="000000"/>
              </w:rPr>
            </w:pPr>
          </w:p>
        </w:tc>
        <w:tc>
          <w:tcPr>
            <w:tcW w:w="8483" w:type="dxa"/>
            <w:shd w:val="clear" w:color="auto" w:fill="auto"/>
            <w:hideMark/>
          </w:tcPr>
          <w:p w14:paraId="113F066F" w14:textId="77777777" w:rsidR="0035379C" w:rsidRPr="00D1134F" w:rsidRDefault="0035379C" w:rsidP="003F0CC7">
            <w:pPr>
              <w:rPr>
                <w:b/>
                <w:bCs/>
                <w:color w:val="000000"/>
              </w:rPr>
            </w:pPr>
            <w:r w:rsidRPr="00337FAB">
              <w:rPr>
                <w:b/>
                <w:bCs/>
                <w:color w:val="000000"/>
              </w:rPr>
              <w:t>Training and Installation requirement:</w:t>
            </w:r>
          </w:p>
          <w:p w14:paraId="39E691E3"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 xml:space="preserve">Provide free installation, testing and preventive maintenance during warranty </w:t>
            </w:r>
          </w:p>
          <w:p w14:paraId="5D7788D4"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Training for users in operation and basic maintenance</w:t>
            </w:r>
          </w:p>
          <w:p w14:paraId="4DC92546" w14:textId="77777777" w:rsidR="0035379C" w:rsidRPr="00337FAB" w:rsidRDefault="0035379C" w:rsidP="003F0CC7">
            <w:pPr>
              <w:pStyle w:val="ListParagraph"/>
              <w:rPr>
                <w:color w:val="000000"/>
              </w:rPr>
            </w:pPr>
          </w:p>
        </w:tc>
      </w:tr>
      <w:tr w:rsidR="0035379C" w:rsidRPr="00337FAB" w14:paraId="17BFFC8B" w14:textId="77777777" w:rsidTr="0035379C">
        <w:trPr>
          <w:trHeight w:val="260"/>
        </w:trPr>
        <w:tc>
          <w:tcPr>
            <w:tcW w:w="895" w:type="dxa"/>
            <w:vMerge/>
            <w:shd w:val="clear" w:color="auto" w:fill="DAEEF3" w:themeFill="accent5" w:themeFillTint="33"/>
          </w:tcPr>
          <w:p w14:paraId="1ACB8D6F" w14:textId="77777777" w:rsidR="0035379C" w:rsidRPr="00337FAB" w:rsidRDefault="0035379C" w:rsidP="003F0CC7">
            <w:pPr>
              <w:rPr>
                <w:b/>
                <w:bCs/>
                <w:color w:val="000000"/>
              </w:rPr>
            </w:pPr>
          </w:p>
        </w:tc>
        <w:tc>
          <w:tcPr>
            <w:tcW w:w="8483" w:type="dxa"/>
            <w:shd w:val="clear" w:color="auto" w:fill="auto"/>
            <w:hideMark/>
          </w:tcPr>
          <w:p w14:paraId="0DFDA834" w14:textId="77777777" w:rsidR="0035379C" w:rsidRPr="00D1134F" w:rsidRDefault="0035379C" w:rsidP="003F0CC7">
            <w:pPr>
              <w:rPr>
                <w:b/>
                <w:bCs/>
                <w:color w:val="000000"/>
              </w:rPr>
            </w:pPr>
            <w:r w:rsidRPr="00337FAB">
              <w:rPr>
                <w:b/>
                <w:bCs/>
                <w:color w:val="000000"/>
              </w:rPr>
              <w:t>Documentation requirements:</w:t>
            </w:r>
          </w:p>
          <w:p w14:paraId="572A944D"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Provide traceable calibration certificate for all pipetting devices and temperature modules</w:t>
            </w:r>
          </w:p>
          <w:p w14:paraId="17883DC5"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Guaranteed time period of support availability post-warranty shall be described.</w:t>
            </w:r>
          </w:p>
          <w:p w14:paraId="60B66257"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Specific inclusions and exclusions to be listed.</w:t>
            </w:r>
          </w:p>
          <w:p w14:paraId="4FE79126"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01B84E14"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 xml:space="preserve">Logbook with instruction for daily, weekly, monthly and quarterly maintenance checklist. </w:t>
            </w:r>
          </w:p>
          <w:p w14:paraId="1697FEA1"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The job description of the hospital technician and company service engineer should be clearly spelt out;</w:t>
            </w:r>
          </w:p>
          <w:p w14:paraId="60102428"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List shall be provided of equipment and procedures required for local calibration and routine maintenance</w:t>
            </w:r>
          </w:p>
          <w:p w14:paraId="6647EFD1"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Advanced maintenance tasks required shall be documented</w:t>
            </w:r>
          </w:p>
          <w:p w14:paraId="70C8043B" w14:textId="77777777" w:rsidR="0035379C" w:rsidRPr="00D1134F"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Type of service contract</w:t>
            </w:r>
          </w:p>
          <w:p w14:paraId="44574D6F"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Software/ Hardware upgrade availability</w:t>
            </w:r>
          </w:p>
          <w:p w14:paraId="64427ADB" w14:textId="77777777" w:rsidR="0035379C" w:rsidRPr="007869E1" w:rsidRDefault="0035379C" w:rsidP="007869E1">
            <w:pPr>
              <w:ind w:left="360"/>
              <w:rPr>
                <w:color w:val="000000"/>
              </w:rPr>
            </w:pPr>
          </w:p>
          <w:p w14:paraId="65701419" w14:textId="77777777" w:rsidR="0035379C" w:rsidRPr="00337FAB" w:rsidRDefault="0035379C" w:rsidP="003F0CC7">
            <w:pPr>
              <w:pStyle w:val="ListParagraph"/>
              <w:rPr>
                <w:color w:val="000000"/>
              </w:rPr>
            </w:pPr>
          </w:p>
        </w:tc>
      </w:tr>
      <w:tr w:rsidR="0035379C" w:rsidRPr="00337FAB" w14:paraId="567DA516" w14:textId="77777777" w:rsidTr="0035379C">
        <w:trPr>
          <w:trHeight w:val="300"/>
        </w:trPr>
        <w:tc>
          <w:tcPr>
            <w:tcW w:w="895" w:type="dxa"/>
            <w:vMerge w:val="restart"/>
            <w:shd w:val="clear" w:color="auto" w:fill="DAEEF3" w:themeFill="accent5" w:themeFillTint="33"/>
          </w:tcPr>
          <w:p w14:paraId="3B4824D5" w14:textId="77777777" w:rsidR="0035379C" w:rsidRPr="00C34340" w:rsidRDefault="0035379C" w:rsidP="003F0CC7">
            <w:pPr>
              <w:rPr>
                <w:b/>
                <w:bCs/>
                <w:color w:val="000000"/>
              </w:rPr>
            </w:pPr>
            <w:r>
              <w:rPr>
                <w:b/>
                <w:bCs/>
                <w:color w:val="000000"/>
              </w:rPr>
              <w:t>Item 7</w:t>
            </w:r>
          </w:p>
        </w:tc>
        <w:tc>
          <w:tcPr>
            <w:tcW w:w="8483" w:type="dxa"/>
            <w:shd w:val="clear" w:color="auto" w:fill="DAEEF3" w:themeFill="accent5" w:themeFillTint="33"/>
            <w:hideMark/>
          </w:tcPr>
          <w:p w14:paraId="59B9CC08" w14:textId="77777777" w:rsidR="0035379C" w:rsidRPr="004A68C5" w:rsidRDefault="0035379C" w:rsidP="003F0CC7">
            <w:pPr>
              <w:rPr>
                <w:color w:val="000000"/>
              </w:rPr>
            </w:pPr>
            <w:r w:rsidRPr="00337FAB">
              <w:rPr>
                <w:b/>
                <w:bCs/>
                <w:color w:val="000000"/>
              </w:rPr>
              <w:t>DNA/RNA EXTRACTION KITS</w:t>
            </w:r>
            <w:r w:rsidRPr="004A68C5">
              <w:rPr>
                <w:b/>
                <w:bCs/>
                <w:color w:val="000000"/>
              </w:rPr>
              <w:t xml:space="preserve"> </w:t>
            </w:r>
            <w:r>
              <w:rPr>
                <w:b/>
                <w:bCs/>
                <w:color w:val="000000"/>
              </w:rPr>
              <w:t xml:space="preserve">- </w:t>
            </w:r>
            <w:r w:rsidRPr="004A68C5">
              <w:rPr>
                <w:b/>
                <w:bCs/>
                <w:color w:val="000000"/>
              </w:rPr>
              <w:t xml:space="preserve">AUTOMATED </w:t>
            </w:r>
            <w:r>
              <w:rPr>
                <w:color w:val="000000"/>
              </w:rPr>
              <w:t>(</w:t>
            </w:r>
            <w:r w:rsidRPr="004A68C5">
              <w:rPr>
                <w:color w:val="000000"/>
              </w:rPr>
              <w:t>for 4,800 tests</w:t>
            </w:r>
            <w:r>
              <w:rPr>
                <w:color w:val="000000"/>
              </w:rPr>
              <w:t>)</w:t>
            </w:r>
          </w:p>
          <w:p w14:paraId="47D521C7" w14:textId="77777777" w:rsidR="0035379C" w:rsidRPr="00337FAB" w:rsidRDefault="0035379C" w:rsidP="003F0CC7">
            <w:pPr>
              <w:rPr>
                <w:b/>
                <w:bCs/>
                <w:color w:val="000000"/>
              </w:rPr>
            </w:pPr>
          </w:p>
        </w:tc>
      </w:tr>
      <w:tr w:rsidR="0035379C" w:rsidRPr="00337FAB" w14:paraId="55687B3D" w14:textId="77777777" w:rsidTr="0035379C">
        <w:trPr>
          <w:trHeight w:val="300"/>
        </w:trPr>
        <w:tc>
          <w:tcPr>
            <w:tcW w:w="895" w:type="dxa"/>
            <w:vMerge/>
            <w:shd w:val="clear" w:color="auto" w:fill="DAEEF3" w:themeFill="accent5" w:themeFillTint="33"/>
          </w:tcPr>
          <w:p w14:paraId="2D331602" w14:textId="77777777" w:rsidR="0035379C" w:rsidRPr="002071F1" w:rsidRDefault="0035379C" w:rsidP="003F0CC7">
            <w:pPr>
              <w:rPr>
                <w:b/>
                <w:color w:val="000000"/>
                <w:lang w:val="en-GB"/>
              </w:rPr>
            </w:pPr>
          </w:p>
        </w:tc>
        <w:tc>
          <w:tcPr>
            <w:tcW w:w="8483" w:type="dxa"/>
            <w:shd w:val="clear" w:color="auto" w:fill="auto"/>
          </w:tcPr>
          <w:p w14:paraId="1BE01C7A" w14:textId="77777777" w:rsidR="0035379C" w:rsidRPr="002071F1" w:rsidRDefault="0035379C" w:rsidP="003F0CC7">
            <w:pPr>
              <w:rPr>
                <w:b/>
                <w:color w:val="000000"/>
                <w:lang w:val="en-GB"/>
              </w:rPr>
            </w:pPr>
            <w:r w:rsidRPr="002071F1">
              <w:rPr>
                <w:b/>
                <w:color w:val="000000"/>
                <w:lang w:val="en-GB"/>
              </w:rPr>
              <w:t>Product description:</w:t>
            </w:r>
          </w:p>
          <w:p w14:paraId="7FB12E50" w14:textId="77777777" w:rsidR="0035379C" w:rsidRDefault="0035379C" w:rsidP="003F0CC7">
            <w:pPr>
              <w:rPr>
                <w:color w:val="000000"/>
              </w:rPr>
            </w:pPr>
            <w:r w:rsidRPr="00337FAB">
              <w:rPr>
                <w:color w:val="000000"/>
              </w:rPr>
              <w:t>DNA/RNA extraction kits</w:t>
            </w:r>
            <w:r>
              <w:rPr>
                <w:color w:val="000000"/>
              </w:rPr>
              <w:t xml:space="preserve"> - Automated</w:t>
            </w:r>
          </w:p>
          <w:p w14:paraId="4B4AA388" w14:textId="77777777" w:rsidR="0035379C" w:rsidRPr="002071F1" w:rsidRDefault="0035379C" w:rsidP="003F0CC7">
            <w:pPr>
              <w:rPr>
                <w:b/>
                <w:color w:val="000000"/>
                <w:lang w:val="en-GB"/>
              </w:rPr>
            </w:pPr>
          </w:p>
          <w:p w14:paraId="0970649D" w14:textId="77777777" w:rsidR="0035379C" w:rsidRDefault="0035379C" w:rsidP="003F0CC7">
            <w:pPr>
              <w:rPr>
                <w:b/>
                <w:color w:val="000000"/>
                <w:lang w:val="en-GB"/>
              </w:rPr>
            </w:pPr>
            <w:r w:rsidRPr="002071F1">
              <w:rPr>
                <w:b/>
                <w:color w:val="000000"/>
                <w:lang w:val="en-GB"/>
              </w:rPr>
              <w:t>Specification:</w:t>
            </w:r>
          </w:p>
          <w:p w14:paraId="37D08419"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DNA/RNA extraction kits</w:t>
            </w:r>
          </w:p>
        </w:tc>
      </w:tr>
      <w:tr w:rsidR="0035379C" w:rsidRPr="00337FAB" w14:paraId="029BC44A" w14:textId="77777777" w:rsidTr="0035379C">
        <w:trPr>
          <w:trHeight w:val="300"/>
        </w:trPr>
        <w:tc>
          <w:tcPr>
            <w:tcW w:w="895" w:type="dxa"/>
            <w:vMerge/>
            <w:shd w:val="clear" w:color="auto" w:fill="DAEEF3" w:themeFill="accent5" w:themeFillTint="33"/>
          </w:tcPr>
          <w:p w14:paraId="244CA9EE" w14:textId="77777777" w:rsidR="0035379C" w:rsidRPr="002071F1" w:rsidRDefault="0035379C" w:rsidP="003F0CC7">
            <w:pPr>
              <w:rPr>
                <w:b/>
                <w:color w:val="000000"/>
                <w:lang w:val="en-GB"/>
              </w:rPr>
            </w:pPr>
          </w:p>
        </w:tc>
        <w:tc>
          <w:tcPr>
            <w:tcW w:w="8483" w:type="dxa"/>
            <w:shd w:val="clear" w:color="auto" w:fill="auto"/>
          </w:tcPr>
          <w:p w14:paraId="2C1FCFFA"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5B7A6C5B" w14:textId="77777777" w:rsidR="0035379C" w:rsidRPr="002071F1" w:rsidRDefault="0035379C" w:rsidP="003F0CC7">
            <w:pPr>
              <w:rPr>
                <w:b/>
                <w:color w:val="000000"/>
                <w:lang w:val="en-GB"/>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53973C82" w14:textId="77777777" w:rsidTr="0035379C">
        <w:trPr>
          <w:trHeight w:val="300"/>
        </w:trPr>
        <w:tc>
          <w:tcPr>
            <w:tcW w:w="895" w:type="dxa"/>
            <w:vMerge/>
            <w:shd w:val="clear" w:color="auto" w:fill="DAEEF3" w:themeFill="accent5" w:themeFillTint="33"/>
          </w:tcPr>
          <w:p w14:paraId="2CC60D92" w14:textId="77777777" w:rsidR="0035379C" w:rsidRPr="002071F1" w:rsidRDefault="0035379C" w:rsidP="003F0CC7">
            <w:pPr>
              <w:rPr>
                <w:b/>
                <w:color w:val="000000"/>
                <w:lang w:val="en-GB"/>
              </w:rPr>
            </w:pPr>
          </w:p>
        </w:tc>
        <w:tc>
          <w:tcPr>
            <w:tcW w:w="8483" w:type="dxa"/>
            <w:shd w:val="clear" w:color="auto" w:fill="auto"/>
          </w:tcPr>
          <w:p w14:paraId="450366D8" w14:textId="77777777" w:rsidR="0035379C" w:rsidRDefault="0035379C" w:rsidP="003F0CC7">
            <w:pPr>
              <w:rPr>
                <w:b/>
                <w:bCs/>
                <w:color w:val="000000"/>
              </w:rPr>
            </w:pPr>
            <w:r>
              <w:rPr>
                <w:b/>
                <w:bCs/>
                <w:color w:val="000000"/>
              </w:rPr>
              <w:t>Safety &amp; product Standards:</w:t>
            </w:r>
          </w:p>
          <w:p w14:paraId="2E8D3DEB"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7B8D24DA" w14:textId="77777777" w:rsidR="0035379C" w:rsidRPr="00CB7DDB" w:rsidRDefault="0035379C" w:rsidP="00E33A30">
            <w:pPr>
              <w:pStyle w:val="ListParagraph"/>
              <w:numPr>
                <w:ilvl w:val="0"/>
                <w:numId w:val="45"/>
              </w:numPr>
              <w:overflowPunct/>
              <w:autoSpaceDE/>
              <w:autoSpaceDN/>
              <w:adjustRightInd/>
              <w:contextualSpacing/>
              <w:textAlignment w:val="auto"/>
              <w:rPr>
                <w:color w:val="000000"/>
              </w:rPr>
            </w:pPr>
            <w:r w:rsidRPr="00CB7DDB">
              <w:rPr>
                <w:color w:val="000000"/>
              </w:rPr>
              <w:t>Medical devices proposed to UNFPA for procurement and supply must be from manufacturers who are legally registered to manufacture the particular device by their national regulatory authority and have valid manufacturing licenses</w:t>
            </w:r>
          </w:p>
          <w:p w14:paraId="70CBC025" w14:textId="77777777" w:rsidR="0035379C" w:rsidRPr="004A68C5" w:rsidRDefault="0035379C" w:rsidP="003F0CC7">
            <w:pPr>
              <w:rPr>
                <w:color w:val="000000"/>
              </w:rPr>
            </w:pPr>
          </w:p>
        </w:tc>
      </w:tr>
      <w:tr w:rsidR="0035379C" w:rsidRPr="00337FAB" w14:paraId="45CAD312" w14:textId="77777777" w:rsidTr="0035379C">
        <w:trPr>
          <w:trHeight w:val="300"/>
        </w:trPr>
        <w:tc>
          <w:tcPr>
            <w:tcW w:w="895" w:type="dxa"/>
            <w:vMerge w:val="restart"/>
            <w:shd w:val="clear" w:color="auto" w:fill="DAEEF3" w:themeFill="accent5" w:themeFillTint="33"/>
          </w:tcPr>
          <w:p w14:paraId="6BF924CF" w14:textId="77777777" w:rsidR="0035379C" w:rsidRPr="00C34340" w:rsidRDefault="0035379C" w:rsidP="003F0CC7">
            <w:pPr>
              <w:rPr>
                <w:b/>
                <w:bCs/>
                <w:color w:val="000000"/>
              </w:rPr>
            </w:pPr>
            <w:r>
              <w:rPr>
                <w:b/>
                <w:bCs/>
                <w:color w:val="000000"/>
              </w:rPr>
              <w:t>Item 8</w:t>
            </w:r>
          </w:p>
        </w:tc>
        <w:tc>
          <w:tcPr>
            <w:tcW w:w="8483" w:type="dxa"/>
            <w:shd w:val="clear" w:color="auto" w:fill="DAEEF3" w:themeFill="accent5" w:themeFillTint="33"/>
          </w:tcPr>
          <w:p w14:paraId="50061461" w14:textId="77777777" w:rsidR="0035379C" w:rsidRPr="004A68C5" w:rsidRDefault="0035379C" w:rsidP="003F0CC7">
            <w:r w:rsidRPr="004A68C5">
              <w:rPr>
                <w:b/>
                <w:bCs/>
              </w:rPr>
              <w:t xml:space="preserve">PCR CHAMBER </w:t>
            </w:r>
            <w:r w:rsidRPr="00567B62">
              <w:t>(</w:t>
            </w:r>
            <w:r w:rsidRPr="00337FAB">
              <w:t>3 pcs</w:t>
            </w:r>
            <w:r>
              <w:t>)</w:t>
            </w:r>
          </w:p>
          <w:p w14:paraId="1448BEC2" w14:textId="77777777" w:rsidR="0035379C" w:rsidRPr="004A68C5" w:rsidRDefault="0035379C" w:rsidP="003F0CC7"/>
        </w:tc>
      </w:tr>
      <w:tr w:rsidR="0035379C" w:rsidRPr="00337FAB" w14:paraId="6C7637AC" w14:textId="77777777" w:rsidTr="0035379C">
        <w:trPr>
          <w:trHeight w:val="300"/>
        </w:trPr>
        <w:tc>
          <w:tcPr>
            <w:tcW w:w="895" w:type="dxa"/>
            <w:vMerge/>
            <w:shd w:val="clear" w:color="auto" w:fill="DAEEF3" w:themeFill="accent5" w:themeFillTint="33"/>
          </w:tcPr>
          <w:p w14:paraId="11103508" w14:textId="77777777" w:rsidR="0035379C" w:rsidRPr="0099305C" w:rsidRDefault="0035379C" w:rsidP="003F0CC7">
            <w:pPr>
              <w:rPr>
                <w:b/>
                <w:bCs/>
                <w:color w:val="000000"/>
              </w:rPr>
            </w:pPr>
          </w:p>
        </w:tc>
        <w:tc>
          <w:tcPr>
            <w:tcW w:w="8483" w:type="dxa"/>
            <w:shd w:val="clear" w:color="auto" w:fill="FFFFFF" w:themeFill="background1"/>
          </w:tcPr>
          <w:p w14:paraId="35CF1F11" w14:textId="77777777" w:rsidR="0035379C" w:rsidRPr="0099305C" w:rsidRDefault="0035379C" w:rsidP="003F0CC7">
            <w:pPr>
              <w:rPr>
                <w:b/>
                <w:bCs/>
                <w:color w:val="000000"/>
              </w:rPr>
            </w:pPr>
            <w:r w:rsidRPr="0099305C">
              <w:rPr>
                <w:b/>
                <w:bCs/>
                <w:color w:val="000000"/>
              </w:rPr>
              <w:t>Product description:</w:t>
            </w:r>
          </w:p>
          <w:p w14:paraId="65E79AA0" w14:textId="77777777" w:rsidR="0035379C" w:rsidRPr="00337FAB" w:rsidRDefault="0035379C" w:rsidP="003F0CC7">
            <w:pPr>
              <w:rPr>
                <w:color w:val="000000"/>
              </w:rPr>
            </w:pPr>
            <w:r w:rsidRPr="00337FAB">
              <w:rPr>
                <w:color w:val="000000"/>
              </w:rPr>
              <w:t xml:space="preserve">Clean benches to provide product protection from environmental contaminants for applications requiring a particulate-free work area, including culture media and solution preparation. </w:t>
            </w:r>
          </w:p>
          <w:p w14:paraId="0123E8F6" w14:textId="77777777" w:rsidR="0035379C" w:rsidRDefault="0035379C" w:rsidP="003F0CC7">
            <w:pPr>
              <w:rPr>
                <w:color w:val="000000"/>
              </w:rPr>
            </w:pPr>
          </w:p>
          <w:p w14:paraId="59ACCA02" w14:textId="77777777" w:rsidR="0035379C" w:rsidRPr="0099305C" w:rsidRDefault="0035379C" w:rsidP="003F0CC7">
            <w:pPr>
              <w:rPr>
                <w:b/>
                <w:bCs/>
                <w:color w:val="000000"/>
              </w:rPr>
            </w:pPr>
            <w:r w:rsidRPr="0099305C">
              <w:rPr>
                <w:b/>
                <w:bCs/>
                <w:color w:val="000000"/>
              </w:rPr>
              <w:t>Specification:</w:t>
            </w:r>
          </w:p>
          <w:p w14:paraId="54CE81BF"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Nominal down flow velocity of 45-90 fpm;</w:t>
            </w:r>
          </w:p>
          <w:p w14:paraId="11546B95"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HEPA Filter Efficiency: 99.99% efficient on particles at size 0.3 Micron.</w:t>
            </w:r>
          </w:p>
          <w:p w14:paraId="6EAFFBE2"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Air quality:  ISO 14644.1</w:t>
            </w:r>
          </w:p>
          <w:p w14:paraId="705EF540"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Sound Emission: &lt;67 dba</w:t>
            </w:r>
          </w:p>
          <w:p w14:paraId="05F384AD"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UV-resistant, scratch-proof, chemically resistant, easily cleanable with a variety of sterilizing agents, powder-coated steel construction.</w:t>
            </w:r>
          </w:p>
          <w:p w14:paraId="6A358E07"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 xml:space="preserve">UV-opaque or transparent and safety glass sash and sides. </w:t>
            </w:r>
          </w:p>
          <w:p w14:paraId="239690B1"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Light and blower switches and germicidal ultraviolet lamp.</w:t>
            </w:r>
          </w:p>
          <w:p w14:paraId="62398A39"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Two utility ports with iris openings and plugs ETL Listing (220 volt, 50Hz models);</w:t>
            </w:r>
          </w:p>
          <w:p w14:paraId="5478A830"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Should be supplied with a base stand with casters</w:t>
            </w:r>
          </w:p>
          <w:p w14:paraId="33D92077"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Supplier should provide two (2) extra sets of HEPA filters</w:t>
            </w:r>
          </w:p>
          <w:p w14:paraId="2BBF45B4" w14:textId="77777777" w:rsidR="0035379C" w:rsidRPr="00381355" w:rsidRDefault="0035379C" w:rsidP="00E33A30">
            <w:pPr>
              <w:pStyle w:val="ListParagraph"/>
              <w:numPr>
                <w:ilvl w:val="0"/>
                <w:numId w:val="45"/>
              </w:numPr>
              <w:overflowPunct/>
              <w:autoSpaceDE/>
              <w:autoSpaceDN/>
              <w:adjustRightInd/>
              <w:contextualSpacing/>
              <w:textAlignment w:val="auto"/>
              <w:rPr>
                <w:b/>
                <w:bCs/>
              </w:rPr>
            </w:pPr>
            <w:r w:rsidRPr="00337FAB">
              <w:rPr>
                <w:color w:val="000000"/>
              </w:rPr>
              <w:t xml:space="preserve">Electrical source requirements: 220V, 50Hz, Line connection plug "Type C" Euro plug or the "Type E" or "Type F" </w:t>
            </w:r>
            <w:proofErr w:type="spellStart"/>
            <w:r w:rsidRPr="00337FAB">
              <w:rPr>
                <w:color w:val="000000"/>
              </w:rPr>
              <w:t>Schuko</w:t>
            </w:r>
            <w:proofErr w:type="spellEnd"/>
            <w:r w:rsidRPr="00337FAB">
              <w:rPr>
                <w:color w:val="000000"/>
              </w:rPr>
              <w:t>, Voltage corrector/stabilizer</w:t>
            </w:r>
          </w:p>
          <w:p w14:paraId="63E1E760" w14:textId="77777777" w:rsidR="0035379C" w:rsidRDefault="0035379C" w:rsidP="00E33A30">
            <w:pPr>
              <w:pStyle w:val="ListParagraph"/>
              <w:numPr>
                <w:ilvl w:val="0"/>
                <w:numId w:val="45"/>
              </w:numPr>
              <w:overflowPunct/>
              <w:autoSpaceDE/>
              <w:autoSpaceDN/>
              <w:adjustRightInd/>
              <w:contextualSpacing/>
              <w:textAlignment w:val="auto"/>
              <w:rPr>
                <w:b/>
                <w:bCs/>
              </w:rPr>
            </w:pPr>
            <w:r w:rsidRPr="00337FAB">
              <w:rPr>
                <w:color w:val="000000"/>
              </w:rPr>
              <w:t>User care: The case is to be cleanable with laboratory grade disinfectants</w:t>
            </w:r>
          </w:p>
        </w:tc>
      </w:tr>
      <w:tr w:rsidR="0035379C" w:rsidRPr="00337FAB" w14:paraId="233EF797" w14:textId="77777777" w:rsidTr="0035379C">
        <w:trPr>
          <w:trHeight w:val="300"/>
        </w:trPr>
        <w:tc>
          <w:tcPr>
            <w:tcW w:w="895" w:type="dxa"/>
            <w:vMerge/>
            <w:shd w:val="clear" w:color="auto" w:fill="DAEEF3" w:themeFill="accent5" w:themeFillTint="33"/>
          </w:tcPr>
          <w:p w14:paraId="0E42AD9C" w14:textId="77777777" w:rsidR="0035379C" w:rsidRPr="0099305C" w:rsidRDefault="0035379C" w:rsidP="003F0CC7">
            <w:pPr>
              <w:rPr>
                <w:b/>
                <w:bCs/>
                <w:color w:val="000000"/>
              </w:rPr>
            </w:pPr>
          </w:p>
        </w:tc>
        <w:tc>
          <w:tcPr>
            <w:tcW w:w="8483" w:type="dxa"/>
            <w:shd w:val="clear" w:color="auto" w:fill="FFFFFF" w:themeFill="background1"/>
          </w:tcPr>
          <w:p w14:paraId="2F0AF158"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51D9953C" w14:textId="77777777" w:rsidR="0035379C" w:rsidRPr="0099305C" w:rsidRDefault="0035379C" w:rsidP="003F0CC7">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29722F38" w14:textId="77777777" w:rsidTr="0035379C">
        <w:trPr>
          <w:trHeight w:val="53"/>
        </w:trPr>
        <w:tc>
          <w:tcPr>
            <w:tcW w:w="895" w:type="dxa"/>
            <w:vMerge/>
            <w:shd w:val="clear" w:color="auto" w:fill="DAEEF3" w:themeFill="accent5" w:themeFillTint="33"/>
          </w:tcPr>
          <w:p w14:paraId="41AD18B3" w14:textId="77777777" w:rsidR="0035379C" w:rsidRPr="00381355" w:rsidRDefault="0035379C" w:rsidP="003F0CC7">
            <w:pPr>
              <w:rPr>
                <w:b/>
                <w:bCs/>
                <w:color w:val="000000"/>
              </w:rPr>
            </w:pPr>
          </w:p>
        </w:tc>
        <w:tc>
          <w:tcPr>
            <w:tcW w:w="8483" w:type="dxa"/>
            <w:shd w:val="clear" w:color="auto" w:fill="auto"/>
            <w:hideMark/>
          </w:tcPr>
          <w:p w14:paraId="28995163" w14:textId="77777777" w:rsidR="0035379C" w:rsidRDefault="0035379C" w:rsidP="003F0CC7">
            <w:pPr>
              <w:rPr>
                <w:b/>
                <w:bCs/>
                <w:color w:val="000000"/>
              </w:rPr>
            </w:pPr>
            <w:r>
              <w:rPr>
                <w:b/>
                <w:bCs/>
                <w:color w:val="000000"/>
              </w:rPr>
              <w:t>Safety &amp; product Standards:</w:t>
            </w:r>
          </w:p>
          <w:p w14:paraId="1CD40BF3"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0DDB199C"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B36430">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1876007B" w14:textId="77777777" w:rsidTr="0035379C">
        <w:trPr>
          <w:trHeight w:val="98"/>
        </w:trPr>
        <w:tc>
          <w:tcPr>
            <w:tcW w:w="895" w:type="dxa"/>
            <w:vMerge/>
            <w:shd w:val="clear" w:color="auto" w:fill="DAEEF3" w:themeFill="accent5" w:themeFillTint="33"/>
          </w:tcPr>
          <w:p w14:paraId="1C8A3E01" w14:textId="77777777" w:rsidR="0035379C" w:rsidRPr="00337FAB" w:rsidRDefault="0035379C" w:rsidP="003F0CC7">
            <w:pPr>
              <w:rPr>
                <w:b/>
                <w:bCs/>
                <w:color w:val="000000"/>
              </w:rPr>
            </w:pPr>
          </w:p>
        </w:tc>
        <w:tc>
          <w:tcPr>
            <w:tcW w:w="8483" w:type="dxa"/>
            <w:shd w:val="clear" w:color="auto" w:fill="auto"/>
            <w:hideMark/>
          </w:tcPr>
          <w:p w14:paraId="7E796ADA" w14:textId="77777777" w:rsidR="0035379C" w:rsidRPr="00381355" w:rsidRDefault="0035379C" w:rsidP="003F0CC7">
            <w:pPr>
              <w:rPr>
                <w:b/>
                <w:bCs/>
                <w:color w:val="000000"/>
              </w:rPr>
            </w:pPr>
            <w:r w:rsidRPr="00337FAB">
              <w:rPr>
                <w:b/>
                <w:bCs/>
                <w:color w:val="000000"/>
              </w:rPr>
              <w:t xml:space="preserve">Training and installation requirements: </w:t>
            </w:r>
          </w:p>
          <w:p w14:paraId="130519C5" w14:textId="77777777" w:rsidR="0035379C" w:rsidRPr="00381355"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Installation and operation checks before handover</w:t>
            </w:r>
          </w:p>
          <w:p w14:paraId="45BA55AF" w14:textId="77777777" w:rsidR="0035379C" w:rsidRPr="00337FAB"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Training of users in operation and basic maintenance shall be provided</w:t>
            </w:r>
          </w:p>
        </w:tc>
      </w:tr>
      <w:tr w:rsidR="007869E1" w:rsidRPr="00337FAB" w14:paraId="144AC308" w14:textId="77777777" w:rsidTr="0035379C">
        <w:trPr>
          <w:trHeight w:val="98"/>
        </w:trPr>
        <w:tc>
          <w:tcPr>
            <w:tcW w:w="895" w:type="dxa"/>
            <w:vMerge/>
            <w:shd w:val="clear" w:color="auto" w:fill="DAEEF3" w:themeFill="accent5" w:themeFillTint="33"/>
          </w:tcPr>
          <w:p w14:paraId="6C5115CF" w14:textId="77777777" w:rsidR="007869E1" w:rsidRPr="00337FAB" w:rsidRDefault="007869E1" w:rsidP="003F0CC7">
            <w:pPr>
              <w:rPr>
                <w:b/>
                <w:bCs/>
                <w:color w:val="000000"/>
              </w:rPr>
            </w:pPr>
          </w:p>
        </w:tc>
        <w:tc>
          <w:tcPr>
            <w:tcW w:w="8483" w:type="dxa"/>
            <w:shd w:val="clear" w:color="auto" w:fill="auto"/>
          </w:tcPr>
          <w:p w14:paraId="7DBE9AEF" w14:textId="250BECA1" w:rsidR="007869E1" w:rsidRPr="00337FAB" w:rsidRDefault="007869E1" w:rsidP="003F0CC7">
            <w:pPr>
              <w:rPr>
                <w:b/>
                <w:bCs/>
                <w:color w:val="000000"/>
              </w:rPr>
            </w:pPr>
            <w:r w:rsidRPr="00337FAB">
              <w:rPr>
                <w:b/>
                <w:bCs/>
                <w:color w:val="000000"/>
              </w:rPr>
              <w:t>Warranty:</w:t>
            </w:r>
            <w:r>
              <w:rPr>
                <w:b/>
                <w:bCs/>
                <w:color w:val="000000"/>
              </w:rPr>
              <w:t xml:space="preserve"> </w:t>
            </w:r>
            <w:r>
              <w:rPr>
                <w:color w:val="000000"/>
              </w:rPr>
              <w:t xml:space="preserve">Two </w:t>
            </w:r>
            <w:r w:rsidRPr="00337FAB">
              <w:rPr>
                <w:color w:val="000000"/>
              </w:rPr>
              <w:t>(</w:t>
            </w:r>
            <w:r>
              <w:rPr>
                <w:color w:val="000000"/>
              </w:rPr>
              <w:t>2</w:t>
            </w:r>
            <w:r w:rsidRPr="00337FAB">
              <w:rPr>
                <w:color w:val="000000"/>
              </w:rPr>
              <w:t>) year</w:t>
            </w:r>
            <w:r>
              <w:rPr>
                <w:color w:val="000000"/>
              </w:rPr>
              <w:t xml:space="preserve">s </w:t>
            </w:r>
            <w:r w:rsidRPr="00337FAB">
              <w:rPr>
                <w:color w:val="000000"/>
              </w:rPr>
              <w:t>warranty should be provided.</w:t>
            </w:r>
          </w:p>
        </w:tc>
      </w:tr>
      <w:tr w:rsidR="0035379C" w:rsidRPr="00337FAB" w14:paraId="7F80BBD7" w14:textId="77777777" w:rsidTr="0035379C">
        <w:trPr>
          <w:trHeight w:val="206"/>
        </w:trPr>
        <w:tc>
          <w:tcPr>
            <w:tcW w:w="895" w:type="dxa"/>
            <w:vMerge/>
            <w:shd w:val="clear" w:color="auto" w:fill="DAEEF3" w:themeFill="accent5" w:themeFillTint="33"/>
          </w:tcPr>
          <w:p w14:paraId="01FD235D" w14:textId="77777777" w:rsidR="0035379C" w:rsidRPr="00337FAB" w:rsidRDefault="0035379C" w:rsidP="003F0CC7">
            <w:pPr>
              <w:rPr>
                <w:b/>
                <w:bCs/>
                <w:color w:val="000000"/>
              </w:rPr>
            </w:pPr>
          </w:p>
        </w:tc>
        <w:tc>
          <w:tcPr>
            <w:tcW w:w="8483" w:type="dxa"/>
            <w:shd w:val="clear" w:color="auto" w:fill="auto"/>
            <w:hideMark/>
          </w:tcPr>
          <w:p w14:paraId="67424E7F" w14:textId="77777777" w:rsidR="0035379C" w:rsidRPr="00381355" w:rsidRDefault="0035379C" w:rsidP="003F0CC7">
            <w:pPr>
              <w:rPr>
                <w:b/>
                <w:bCs/>
                <w:color w:val="000000"/>
              </w:rPr>
            </w:pPr>
            <w:r w:rsidRPr="00337FAB">
              <w:rPr>
                <w:b/>
                <w:bCs/>
                <w:color w:val="000000"/>
              </w:rPr>
              <w:t>Documentation requirements</w:t>
            </w:r>
            <w:r>
              <w:rPr>
                <w:b/>
                <w:bCs/>
                <w:color w:val="000000"/>
              </w:rPr>
              <w:t>:</w:t>
            </w:r>
          </w:p>
          <w:p w14:paraId="75CA4251" w14:textId="77777777" w:rsidR="0035379C" w:rsidRPr="00381355"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Guaranteed time period of support availability post-warranty shall be described</w:t>
            </w:r>
          </w:p>
          <w:p w14:paraId="6B5F08A5"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37DB9F72" w14:textId="77777777" w:rsidR="0035379C" w:rsidRPr="00381355" w:rsidRDefault="0035379C" w:rsidP="003F0CC7">
            <w:pPr>
              <w:pStyle w:val="ListParagraph"/>
              <w:rPr>
                <w:color w:val="000000"/>
              </w:rPr>
            </w:pPr>
          </w:p>
        </w:tc>
      </w:tr>
      <w:tr w:rsidR="0035379C" w:rsidRPr="00337FAB" w14:paraId="4D50CBAF" w14:textId="77777777" w:rsidTr="0035379C">
        <w:trPr>
          <w:trHeight w:val="287"/>
        </w:trPr>
        <w:tc>
          <w:tcPr>
            <w:tcW w:w="895" w:type="dxa"/>
            <w:vMerge w:val="restart"/>
            <w:shd w:val="clear" w:color="auto" w:fill="DAEEF3" w:themeFill="accent5" w:themeFillTint="33"/>
          </w:tcPr>
          <w:p w14:paraId="08B328BC" w14:textId="77777777" w:rsidR="0035379C" w:rsidRDefault="0035379C" w:rsidP="003F0CC7">
            <w:pPr>
              <w:jc w:val="center"/>
              <w:rPr>
                <w:b/>
                <w:bCs/>
              </w:rPr>
            </w:pPr>
            <w:r>
              <w:rPr>
                <w:b/>
                <w:bCs/>
              </w:rPr>
              <w:t>Item 9</w:t>
            </w:r>
          </w:p>
        </w:tc>
        <w:tc>
          <w:tcPr>
            <w:tcW w:w="8483" w:type="dxa"/>
            <w:shd w:val="clear" w:color="auto" w:fill="DAEEF3" w:themeFill="accent5" w:themeFillTint="33"/>
            <w:hideMark/>
          </w:tcPr>
          <w:p w14:paraId="5C2E7110" w14:textId="77777777" w:rsidR="0035379C" w:rsidRDefault="0035379C" w:rsidP="003F0CC7">
            <w:pPr>
              <w:rPr>
                <w:b/>
                <w:bCs/>
              </w:rPr>
            </w:pPr>
            <w:r w:rsidRPr="004A68C5">
              <w:rPr>
                <w:b/>
                <w:bCs/>
              </w:rPr>
              <w:t xml:space="preserve">BIOSAFETY CABINS </w:t>
            </w:r>
            <w:r w:rsidRPr="004A68C5">
              <w:t>(3 pcs</w:t>
            </w:r>
            <w:r>
              <w:t>)</w:t>
            </w:r>
          </w:p>
          <w:p w14:paraId="7CB45890" w14:textId="77777777" w:rsidR="0035379C" w:rsidRPr="004A68C5" w:rsidRDefault="0035379C" w:rsidP="003F0CC7">
            <w:pPr>
              <w:rPr>
                <w:b/>
                <w:bCs/>
              </w:rPr>
            </w:pPr>
          </w:p>
          <w:p w14:paraId="2DB67FC7" w14:textId="77777777" w:rsidR="0035379C" w:rsidRPr="00337FAB" w:rsidRDefault="0035379C" w:rsidP="003F0CC7">
            <w:pPr>
              <w:rPr>
                <w:b/>
                <w:bCs/>
                <w:color w:val="000000"/>
              </w:rPr>
            </w:pPr>
          </w:p>
        </w:tc>
      </w:tr>
      <w:tr w:rsidR="0035379C" w:rsidRPr="00337FAB" w14:paraId="76499BCA" w14:textId="77777777" w:rsidTr="007869E1">
        <w:trPr>
          <w:trHeight w:val="1250"/>
        </w:trPr>
        <w:tc>
          <w:tcPr>
            <w:tcW w:w="895" w:type="dxa"/>
            <w:vMerge/>
            <w:shd w:val="clear" w:color="auto" w:fill="DAEEF3" w:themeFill="accent5" w:themeFillTint="33"/>
          </w:tcPr>
          <w:p w14:paraId="2FA2E2F9" w14:textId="77777777" w:rsidR="0035379C" w:rsidRPr="00251C80" w:rsidRDefault="0035379C" w:rsidP="003F0CC7">
            <w:pPr>
              <w:rPr>
                <w:b/>
                <w:bCs/>
                <w:color w:val="000000"/>
              </w:rPr>
            </w:pPr>
          </w:p>
        </w:tc>
        <w:tc>
          <w:tcPr>
            <w:tcW w:w="8483" w:type="dxa"/>
            <w:shd w:val="clear" w:color="auto" w:fill="auto"/>
            <w:hideMark/>
          </w:tcPr>
          <w:p w14:paraId="16EA419A" w14:textId="77777777" w:rsidR="0035379C" w:rsidRPr="00251C80" w:rsidRDefault="0035379C" w:rsidP="003F0CC7">
            <w:pPr>
              <w:rPr>
                <w:b/>
                <w:bCs/>
                <w:color w:val="000000"/>
              </w:rPr>
            </w:pPr>
            <w:r w:rsidRPr="00251C80">
              <w:rPr>
                <w:b/>
                <w:bCs/>
                <w:color w:val="000000"/>
              </w:rPr>
              <w:t xml:space="preserve">Product description: </w:t>
            </w:r>
          </w:p>
          <w:p w14:paraId="33E36DF0" w14:textId="77777777" w:rsidR="0035379C" w:rsidRDefault="0035379C" w:rsidP="003F0CC7">
            <w:pPr>
              <w:rPr>
                <w:color w:val="000000"/>
              </w:rPr>
            </w:pPr>
            <w:r>
              <w:rPr>
                <w:color w:val="000000"/>
              </w:rPr>
              <w:t xml:space="preserve">Biosafety cabins of </w:t>
            </w:r>
            <w:r w:rsidRPr="00337FAB">
              <w:rPr>
                <w:color w:val="000000"/>
              </w:rPr>
              <w:t>class II type A2</w:t>
            </w:r>
          </w:p>
          <w:p w14:paraId="36FD647C" w14:textId="77777777" w:rsidR="0035379C" w:rsidRDefault="0035379C" w:rsidP="003F0CC7">
            <w:pPr>
              <w:rPr>
                <w:color w:val="000000"/>
              </w:rPr>
            </w:pPr>
          </w:p>
          <w:p w14:paraId="3204A9C9" w14:textId="77777777" w:rsidR="0035379C" w:rsidRPr="00251C80" w:rsidRDefault="0035379C" w:rsidP="003F0CC7">
            <w:pPr>
              <w:rPr>
                <w:b/>
                <w:bCs/>
                <w:color w:val="000000"/>
              </w:rPr>
            </w:pPr>
            <w:r w:rsidRPr="00251C80">
              <w:rPr>
                <w:b/>
                <w:bCs/>
                <w:color w:val="000000"/>
              </w:rPr>
              <w:t>Specification:</w:t>
            </w:r>
          </w:p>
          <w:p w14:paraId="77F25B75"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Cabinet should be class II type A2</w:t>
            </w:r>
          </w:p>
          <w:p w14:paraId="27AB96BC"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Should be designed to discharge HEPA/ULPA-filtered exhaust air directly into the laboratory room</w:t>
            </w:r>
          </w:p>
          <w:p w14:paraId="7CC26E41"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Safety cabinet with &gt;99.99% efficient HEPA filtration;</w:t>
            </w:r>
          </w:p>
          <w:p w14:paraId="4A0CAA26"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Nominal inflow velocity of 0.5 m/sec</w:t>
            </w:r>
          </w:p>
          <w:p w14:paraId="62E85B6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Nominal down flow velocity of 0.3 m/sec </w:t>
            </w:r>
          </w:p>
          <w:p w14:paraId="07086CD2"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0% air recirculation; (70% air circulation according to Bid clarification 3)</w:t>
            </w:r>
          </w:p>
          <w:p w14:paraId="6943704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Powder-coated steel exterior;  </w:t>
            </w:r>
          </w:p>
          <w:p w14:paraId="5B384D21"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10” diameter exhaust outlet with air-tight damper; </w:t>
            </w:r>
          </w:p>
          <w:p w14:paraId="19F3E14D"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Should have sash alarm</w:t>
            </w:r>
          </w:p>
          <w:p w14:paraId="3C17198B"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Rolling castor stand</w:t>
            </w:r>
          </w:p>
          <w:p w14:paraId="5D3BC9C7"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Electric outlet: direct mounted with </w:t>
            </w:r>
            <w:proofErr w:type="spellStart"/>
            <w:r w:rsidRPr="00337FAB">
              <w:rPr>
                <w:color w:val="000000"/>
              </w:rPr>
              <w:t>gfci</w:t>
            </w:r>
            <w:proofErr w:type="spellEnd"/>
            <w:r w:rsidRPr="00337FAB">
              <w:rPr>
                <w:color w:val="000000"/>
              </w:rPr>
              <w:t xml:space="preserve">  </w:t>
            </w:r>
          </w:p>
          <w:p w14:paraId="59B8C0CA"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Exhaust volume: 304-333cfm; </w:t>
            </w:r>
          </w:p>
          <w:p w14:paraId="1FC8FBFF"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Sound pressure: &lt;63dba</w:t>
            </w:r>
          </w:p>
          <w:p w14:paraId="7C782DB7"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Displays all safety information on one screen with alarm</w:t>
            </w:r>
          </w:p>
          <w:p w14:paraId="297EBBA5"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Stable air flow, despite building voltage fluctuations</w:t>
            </w:r>
          </w:p>
          <w:p w14:paraId="7DF16DA6"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Supplied in protective seal</w:t>
            </w:r>
          </w:p>
          <w:p w14:paraId="320868CD"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The case is to be cleanable with laboratory grade disinfectants</w:t>
            </w:r>
          </w:p>
          <w:p w14:paraId="07A93EB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Should have a UV-C germicidal lamp to sterilize the interior.</w:t>
            </w:r>
          </w:p>
          <w:p w14:paraId="02D8B055"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Electrical source requirements: 220-240v, 50hz; grounded power cord, Line connection plug "Type C" Euro plug or the "Type E" or "Type F" </w:t>
            </w:r>
            <w:proofErr w:type="spellStart"/>
            <w:r w:rsidRPr="00337FAB">
              <w:rPr>
                <w:color w:val="000000"/>
              </w:rPr>
              <w:t>Schuko</w:t>
            </w:r>
            <w:proofErr w:type="spellEnd"/>
          </w:p>
          <w:p w14:paraId="4DF14DEC" w14:textId="77777777" w:rsidR="0035379C" w:rsidRPr="00251C80"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Estimated life span: 8 years</w:t>
            </w:r>
          </w:p>
          <w:p w14:paraId="3D47348C" w14:textId="77777777" w:rsidR="0035379C" w:rsidRPr="00251C80" w:rsidRDefault="0035379C" w:rsidP="003F0CC7">
            <w:pPr>
              <w:rPr>
                <w:b/>
                <w:bCs/>
                <w:color w:val="000000"/>
              </w:rPr>
            </w:pPr>
            <w:r w:rsidRPr="00251C80">
              <w:rPr>
                <w:b/>
                <w:bCs/>
                <w:color w:val="000000"/>
              </w:rPr>
              <w:t xml:space="preserve">Accessories: </w:t>
            </w:r>
          </w:p>
          <w:p w14:paraId="6FB7B938"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Supplier should provide two extra sets of HEPA filters</w:t>
            </w:r>
          </w:p>
        </w:tc>
      </w:tr>
      <w:tr w:rsidR="0035379C" w:rsidRPr="00337FAB" w14:paraId="1F1E00A0" w14:textId="77777777" w:rsidTr="0035379C">
        <w:trPr>
          <w:trHeight w:val="152"/>
        </w:trPr>
        <w:tc>
          <w:tcPr>
            <w:tcW w:w="895" w:type="dxa"/>
            <w:vMerge/>
            <w:shd w:val="clear" w:color="auto" w:fill="DAEEF3" w:themeFill="accent5" w:themeFillTint="33"/>
          </w:tcPr>
          <w:p w14:paraId="00EA9DBB" w14:textId="77777777" w:rsidR="0035379C" w:rsidRPr="00337FAB" w:rsidRDefault="0035379C" w:rsidP="003F0CC7">
            <w:pPr>
              <w:rPr>
                <w:b/>
                <w:bCs/>
                <w:color w:val="000000"/>
              </w:rPr>
            </w:pPr>
          </w:p>
        </w:tc>
        <w:tc>
          <w:tcPr>
            <w:tcW w:w="8483" w:type="dxa"/>
            <w:shd w:val="clear" w:color="auto" w:fill="auto"/>
            <w:hideMark/>
          </w:tcPr>
          <w:p w14:paraId="43B1C076"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15314B2F" w14:textId="77777777" w:rsidR="0035379C" w:rsidRPr="007869E1" w:rsidRDefault="0035379C" w:rsidP="007869E1">
            <w:pPr>
              <w:overflowPunct/>
              <w:autoSpaceDE/>
              <w:autoSpaceDN/>
              <w:adjustRightInd/>
              <w:contextualSpacing/>
              <w:textAlignment w:val="auto"/>
              <w:rPr>
                <w:b/>
                <w:bCs/>
                <w:color w:val="000000"/>
              </w:rPr>
            </w:pPr>
            <w:r w:rsidRPr="007869E1">
              <w:rPr>
                <w:color w:val="000000"/>
              </w:rPr>
              <w:t>FDA 510k Premarket registration or CE certificate, WHO-GMP certificate or similar</w:t>
            </w:r>
          </w:p>
        </w:tc>
      </w:tr>
      <w:tr w:rsidR="0035379C" w:rsidRPr="00337FAB" w14:paraId="6D8CD3A6" w14:textId="77777777" w:rsidTr="0035379C">
        <w:trPr>
          <w:trHeight w:val="1124"/>
        </w:trPr>
        <w:tc>
          <w:tcPr>
            <w:tcW w:w="895" w:type="dxa"/>
            <w:vMerge/>
            <w:shd w:val="clear" w:color="auto" w:fill="DAEEF3" w:themeFill="accent5" w:themeFillTint="33"/>
          </w:tcPr>
          <w:p w14:paraId="5D0AB697" w14:textId="77777777" w:rsidR="0035379C" w:rsidRPr="00337FAB" w:rsidRDefault="0035379C" w:rsidP="003F0CC7">
            <w:pPr>
              <w:rPr>
                <w:b/>
                <w:bCs/>
                <w:color w:val="000000"/>
              </w:rPr>
            </w:pPr>
          </w:p>
        </w:tc>
        <w:tc>
          <w:tcPr>
            <w:tcW w:w="8483" w:type="dxa"/>
            <w:shd w:val="clear" w:color="auto" w:fill="auto"/>
          </w:tcPr>
          <w:p w14:paraId="7F0BAF18" w14:textId="77777777" w:rsidR="0035379C" w:rsidRDefault="0035379C" w:rsidP="003F0CC7">
            <w:pPr>
              <w:rPr>
                <w:b/>
                <w:bCs/>
                <w:color w:val="000000"/>
              </w:rPr>
            </w:pPr>
            <w:r>
              <w:rPr>
                <w:b/>
                <w:bCs/>
                <w:color w:val="000000"/>
              </w:rPr>
              <w:t>Safety &amp; product Standards:</w:t>
            </w:r>
          </w:p>
          <w:p w14:paraId="7E492FAA"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58B68804" w14:textId="77777777" w:rsidR="0035379C" w:rsidRPr="00AF6022" w:rsidRDefault="0035379C" w:rsidP="00E33A30">
            <w:pPr>
              <w:pStyle w:val="ListParagraph"/>
              <w:numPr>
                <w:ilvl w:val="0"/>
                <w:numId w:val="45"/>
              </w:numPr>
              <w:overflowPunct/>
              <w:autoSpaceDE/>
              <w:autoSpaceDN/>
              <w:adjustRightInd/>
              <w:contextualSpacing/>
              <w:textAlignment w:val="auto"/>
              <w:rPr>
                <w:color w:val="000000"/>
              </w:rPr>
            </w:pPr>
            <w:r w:rsidRPr="00AF602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77A92761" w14:textId="77777777" w:rsidTr="0035379C">
        <w:trPr>
          <w:trHeight w:val="107"/>
        </w:trPr>
        <w:tc>
          <w:tcPr>
            <w:tcW w:w="895" w:type="dxa"/>
            <w:vMerge/>
            <w:shd w:val="clear" w:color="auto" w:fill="DAEEF3" w:themeFill="accent5" w:themeFillTint="33"/>
          </w:tcPr>
          <w:p w14:paraId="4EA06B1C" w14:textId="77777777" w:rsidR="0035379C" w:rsidRPr="00337FAB" w:rsidRDefault="0035379C" w:rsidP="003F0CC7">
            <w:pPr>
              <w:rPr>
                <w:b/>
                <w:bCs/>
                <w:color w:val="000000"/>
              </w:rPr>
            </w:pPr>
          </w:p>
        </w:tc>
        <w:tc>
          <w:tcPr>
            <w:tcW w:w="8483" w:type="dxa"/>
            <w:shd w:val="clear" w:color="auto" w:fill="auto"/>
          </w:tcPr>
          <w:p w14:paraId="7B39E8E9" w14:textId="1CA806BC" w:rsidR="0035379C" w:rsidRPr="00337FAB" w:rsidRDefault="0035379C" w:rsidP="003F0CC7">
            <w:pPr>
              <w:rPr>
                <w:color w:val="000000"/>
              </w:rPr>
            </w:pPr>
            <w:r w:rsidRPr="00337FAB">
              <w:rPr>
                <w:b/>
                <w:bCs/>
                <w:color w:val="000000"/>
              </w:rPr>
              <w:t>Warranty:</w:t>
            </w:r>
            <w:r>
              <w:rPr>
                <w:b/>
                <w:bCs/>
                <w:color w:val="000000"/>
              </w:rPr>
              <w:t xml:space="preserve"> </w:t>
            </w:r>
            <w:r w:rsidR="007869E1">
              <w:rPr>
                <w:color w:val="000000"/>
              </w:rPr>
              <w:t xml:space="preserve">Two </w:t>
            </w:r>
            <w:r w:rsidR="007869E1" w:rsidRPr="00337FAB">
              <w:rPr>
                <w:color w:val="000000"/>
              </w:rPr>
              <w:t>(</w:t>
            </w:r>
            <w:r w:rsidR="007869E1">
              <w:rPr>
                <w:color w:val="000000"/>
              </w:rPr>
              <w:t>2</w:t>
            </w:r>
            <w:r w:rsidR="007869E1" w:rsidRPr="00337FAB">
              <w:rPr>
                <w:color w:val="000000"/>
              </w:rPr>
              <w:t>) year</w:t>
            </w:r>
            <w:r w:rsidR="007869E1">
              <w:rPr>
                <w:color w:val="000000"/>
              </w:rPr>
              <w:t xml:space="preserve">s </w:t>
            </w:r>
            <w:r w:rsidR="007869E1" w:rsidRPr="00337FAB">
              <w:rPr>
                <w:color w:val="000000"/>
              </w:rPr>
              <w:t>warranty should be provided.</w:t>
            </w:r>
          </w:p>
        </w:tc>
      </w:tr>
      <w:tr w:rsidR="0035379C" w:rsidRPr="00337FAB" w14:paraId="5A4B25E5" w14:textId="77777777" w:rsidTr="0035379C">
        <w:trPr>
          <w:trHeight w:val="179"/>
        </w:trPr>
        <w:tc>
          <w:tcPr>
            <w:tcW w:w="895" w:type="dxa"/>
            <w:vMerge/>
            <w:shd w:val="clear" w:color="auto" w:fill="DAEEF3" w:themeFill="accent5" w:themeFillTint="33"/>
          </w:tcPr>
          <w:p w14:paraId="2F58B471" w14:textId="77777777" w:rsidR="0035379C" w:rsidRPr="00337FAB" w:rsidRDefault="0035379C" w:rsidP="003F0CC7">
            <w:pPr>
              <w:rPr>
                <w:b/>
                <w:bCs/>
                <w:color w:val="000000"/>
              </w:rPr>
            </w:pPr>
          </w:p>
        </w:tc>
        <w:tc>
          <w:tcPr>
            <w:tcW w:w="8483" w:type="dxa"/>
            <w:shd w:val="clear" w:color="auto" w:fill="auto"/>
            <w:hideMark/>
          </w:tcPr>
          <w:p w14:paraId="790F24CB" w14:textId="77777777" w:rsidR="0035379C" w:rsidRPr="00595FC2" w:rsidRDefault="0035379C" w:rsidP="003F0CC7">
            <w:pPr>
              <w:rPr>
                <w:b/>
                <w:bCs/>
                <w:color w:val="000000"/>
              </w:rPr>
            </w:pPr>
            <w:r w:rsidRPr="00337FAB">
              <w:rPr>
                <w:b/>
                <w:bCs/>
                <w:color w:val="000000"/>
              </w:rPr>
              <w:t xml:space="preserve">Training and installation requirement: </w:t>
            </w:r>
          </w:p>
          <w:p w14:paraId="55038677" w14:textId="77777777" w:rsidR="0035379C" w:rsidRPr="007869E1" w:rsidRDefault="0035379C" w:rsidP="007869E1">
            <w:pPr>
              <w:overflowPunct/>
              <w:autoSpaceDE/>
              <w:autoSpaceDN/>
              <w:adjustRightInd/>
              <w:contextualSpacing/>
              <w:textAlignment w:val="auto"/>
              <w:rPr>
                <w:color w:val="000000"/>
              </w:rPr>
            </w:pPr>
            <w:r w:rsidRPr="007869E1">
              <w:rPr>
                <w:color w:val="000000"/>
              </w:rPr>
              <w:t xml:space="preserve">Provide free installation, testing and preventive maintenance during warranty. </w:t>
            </w:r>
          </w:p>
          <w:p w14:paraId="034A73DA" w14:textId="77777777" w:rsidR="0035379C" w:rsidRPr="007869E1" w:rsidRDefault="0035379C" w:rsidP="007869E1">
            <w:pPr>
              <w:overflowPunct/>
              <w:autoSpaceDE/>
              <w:autoSpaceDN/>
              <w:adjustRightInd/>
              <w:contextualSpacing/>
              <w:textAlignment w:val="auto"/>
              <w:rPr>
                <w:color w:val="000000"/>
              </w:rPr>
            </w:pPr>
            <w:r w:rsidRPr="007869E1">
              <w:rPr>
                <w:color w:val="000000"/>
              </w:rPr>
              <w:t>Training for users in operation and basic maintenance</w:t>
            </w:r>
          </w:p>
        </w:tc>
      </w:tr>
      <w:tr w:rsidR="0035379C" w:rsidRPr="00337FAB" w14:paraId="743A6E1F" w14:textId="77777777" w:rsidTr="0035379C">
        <w:trPr>
          <w:trHeight w:val="3221"/>
        </w:trPr>
        <w:tc>
          <w:tcPr>
            <w:tcW w:w="895" w:type="dxa"/>
            <w:vMerge/>
            <w:shd w:val="clear" w:color="auto" w:fill="DAEEF3" w:themeFill="accent5" w:themeFillTint="33"/>
          </w:tcPr>
          <w:p w14:paraId="0FF9A8C6" w14:textId="77777777" w:rsidR="0035379C" w:rsidRPr="00337FAB" w:rsidRDefault="0035379C" w:rsidP="003F0CC7">
            <w:pPr>
              <w:rPr>
                <w:b/>
                <w:bCs/>
                <w:color w:val="000000"/>
              </w:rPr>
            </w:pPr>
          </w:p>
        </w:tc>
        <w:tc>
          <w:tcPr>
            <w:tcW w:w="8483" w:type="dxa"/>
            <w:shd w:val="clear" w:color="auto" w:fill="auto"/>
            <w:hideMark/>
          </w:tcPr>
          <w:p w14:paraId="77CC7198" w14:textId="77777777" w:rsidR="0035379C" w:rsidRPr="00337FAB" w:rsidRDefault="0035379C" w:rsidP="003F0CC7">
            <w:pPr>
              <w:rPr>
                <w:b/>
                <w:bCs/>
                <w:color w:val="000000"/>
              </w:rPr>
            </w:pPr>
            <w:r w:rsidRPr="00337FAB">
              <w:rPr>
                <w:b/>
                <w:bCs/>
                <w:color w:val="000000"/>
              </w:rPr>
              <w:t>Documentation requirement:</w:t>
            </w:r>
          </w:p>
          <w:p w14:paraId="792EC0DD"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User manual in English and Mongolian version</w:t>
            </w:r>
          </w:p>
          <w:p w14:paraId="11A9C6D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List of other necessary spare parts required during one year's operation, with costs to be provided</w:t>
            </w:r>
          </w:p>
          <w:p w14:paraId="393CDC06"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Supplier to specify any accessories required for normal operation, stating any extra cost.</w:t>
            </w:r>
          </w:p>
          <w:p w14:paraId="6ED1B07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Supplier to describe any sterilization process required for accessories</w:t>
            </w:r>
          </w:p>
          <w:p w14:paraId="7D6AA5DB"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Software/ hardware upgrade availability</w:t>
            </w:r>
          </w:p>
          <w:p w14:paraId="7F69B56C"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Specific inclusions and exclusions to be listed.</w:t>
            </w:r>
          </w:p>
          <w:p w14:paraId="1561DB9C"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6632AE63"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Costs and types of post-warranty service contract available shall be described</w:t>
            </w:r>
          </w:p>
          <w:p w14:paraId="4158E714" w14:textId="77777777" w:rsidR="0035379C" w:rsidRPr="009E08C0" w:rsidRDefault="0035379C" w:rsidP="00E33A30">
            <w:pPr>
              <w:pStyle w:val="ListParagraph"/>
              <w:numPr>
                <w:ilvl w:val="0"/>
                <w:numId w:val="48"/>
              </w:numPr>
              <w:overflowPunct/>
              <w:autoSpaceDE/>
              <w:autoSpaceDN/>
              <w:adjustRightInd/>
              <w:contextualSpacing/>
              <w:textAlignment w:val="auto"/>
              <w:rPr>
                <w:color w:val="000000"/>
              </w:rPr>
            </w:pPr>
            <w:r w:rsidRPr="004C6D67">
              <w:rPr>
                <w:color w:val="000000"/>
              </w:rPr>
              <w:t>Guaranteed time period of availability of spare parts post-warranty shall be described.</w:t>
            </w:r>
          </w:p>
          <w:p w14:paraId="0AA5BF50" w14:textId="77777777" w:rsidR="0035379C" w:rsidRPr="009E08C0" w:rsidRDefault="0035379C" w:rsidP="00E33A30">
            <w:pPr>
              <w:pStyle w:val="ListParagraph"/>
              <w:numPr>
                <w:ilvl w:val="0"/>
                <w:numId w:val="48"/>
              </w:numPr>
              <w:overflowPunct/>
              <w:autoSpaceDE/>
              <w:autoSpaceDN/>
              <w:adjustRightInd/>
              <w:contextualSpacing/>
              <w:textAlignment w:val="auto"/>
              <w:rPr>
                <w:color w:val="000000"/>
              </w:rPr>
            </w:pPr>
            <w:r w:rsidRPr="004C6D67">
              <w:rPr>
                <w:color w:val="000000"/>
              </w:rPr>
              <w:t>Guaranteed time period of support availability post-warranty for software/hardware shall be described.</w:t>
            </w:r>
          </w:p>
          <w:p w14:paraId="13A919C3" w14:textId="77777777" w:rsidR="0035379C" w:rsidRPr="009E08C0" w:rsidRDefault="0035379C" w:rsidP="00E33A30">
            <w:pPr>
              <w:pStyle w:val="ListParagraph"/>
              <w:numPr>
                <w:ilvl w:val="0"/>
                <w:numId w:val="48"/>
              </w:numPr>
              <w:overflowPunct/>
              <w:autoSpaceDE/>
              <w:autoSpaceDN/>
              <w:adjustRightInd/>
              <w:contextualSpacing/>
              <w:textAlignment w:val="auto"/>
              <w:rPr>
                <w:color w:val="000000"/>
              </w:rPr>
            </w:pPr>
            <w:r w:rsidRPr="004C6D67">
              <w:rPr>
                <w:color w:val="000000"/>
              </w:rPr>
              <w:t xml:space="preserve">Logbook with instruction for daily, weekly, monthly and quarterly maintenance checklist; </w:t>
            </w:r>
          </w:p>
          <w:p w14:paraId="594DFC12"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4C6D67">
              <w:rPr>
                <w:color w:val="000000"/>
              </w:rPr>
              <w:t>The job description of the hospital technician and company service engineer should be clearly spelt out</w:t>
            </w:r>
          </w:p>
          <w:p w14:paraId="1FCC1B27" w14:textId="77777777" w:rsidR="0035379C" w:rsidRPr="004C6D67" w:rsidRDefault="0035379C" w:rsidP="003F0CC7">
            <w:pPr>
              <w:pStyle w:val="ListParagraph"/>
              <w:rPr>
                <w:color w:val="000000"/>
              </w:rPr>
            </w:pPr>
          </w:p>
        </w:tc>
      </w:tr>
      <w:tr w:rsidR="0035379C" w:rsidRPr="00337FAB" w14:paraId="35784D9F" w14:textId="77777777" w:rsidTr="0035379C">
        <w:trPr>
          <w:trHeight w:val="300"/>
        </w:trPr>
        <w:tc>
          <w:tcPr>
            <w:tcW w:w="895" w:type="dxa"/>
            <w:vMerge w:val="restart"/>
            <w:shd w:val="clear" w:color="auto" w:fill="DAEEF3" w:themeFill="accent5" w:themeFillTint="33"/>
          </w:tcPr>
          <w:p w14:paraId="009F9BFE" w14:textId="77777777" w:rsidR="0035379C" w:rsidRPr="00C34340" w:rsidRDefault="0035379C" w:rsidP="003F0CC7">
            <w:pPr>
              <w:rPr>
                <w:b/>
                <w:bCs/>
                <w:color w:val="000000"/>
              </w:rPr>
            </w:pPr>
            <w:r>
              <w:rPr>
                <w:b/>
                <w:bCs/>
                <w:color w:val="000000"/>
              </w:rPr>
              <w:t>Item 10</w:t>
            </w:r>
          </w:p>
        </w:tc>
        <w:tc>
          <w:tcPr>
            <w:tcW w:w="8483" w:type="dxa"/>
            <w:shd w:val="clear" w:color="auto" w:fill="DAEEF3" w:themeFill="accent5" w:themeFillTint="33"/>
          </w:tcPr>
          <w:p w14:paraId="06301527" w14:textId="77777777" w:rsidR="0035379C" w:rsidRPr="004A68C5" w:rsidRDefault="0035379C" w:rsidP="003F0CC7">
            <w:pPr>
              <w:rPr>
                <w:b/>
                <w:bCs/>
              </w:rPr>
            </w:pPr>
            <w:r w:rsidRPr="004A68C5">
              <w:rPr>
                <w:b/>
                <w:bCs/>
              </w:rPr>
              <w:t>LAMINAR BOX</w:t>
            </w:r>
            <w:r>
              <w:rPr>
                <w:b/>
                <w:bCs/>
              </w:rPr>
              <w:t xml:space="preserve"> </w:t>
            </w:r>
            <w:r w:rsidRPr="00567B62">
              <w:t>(3 pcs)</w:t>
            </w:r>
          </w:p>
          <w:p w14:paraId="7DA81D48" w14:textId="77777777" w:rsidR="0035379C" w:rsidRPr="00337FAB" w:rsidRDefault="0035379C" w:rsidP="003F0CC7">
            <w:pPr>
              <w:rPr>
                <w:b/>
                <w:bCs/>
              </w:rPr>
            </w:pPr>
          </w:p>
        </w:tc>
      </w:tr>
      <w:tr w:rsidR="0035379C" w:rsidRPr="00337FAB" w14:paraId="10E72F70" w14:textId="77777777" w:rsidTr="0035379C">
        <w:trPr>
          <w:trHeight w:val="53"/>
        </w:trPr>
        <w:tc>
          <w:tcPr>
            <w:tcW w:w="895" w:type="dxa"/>
            <w:vMerge/>
            <w:shd w:val="clear" w:color="auto" w:fill="DAEEF3" w:themeFill="accent5" w:themeFillTint="33"/>
          </w:tcPr>
          <w:p w14:paraId="6346AE17" w14:textId="77777777" w:rsidR="0035379C" w:rsidRPr="00337FAB" w:rsidRDefault="0035379C" w:rsidP="003F0CC7">
            <w:pPr>
              <w:rPr>
                <w:color w:val="000000"/>
              </w:rPr>
            </w:pPr>
          </w:p>
        </w:tc>
        <w:tc>
          <w:tcPr>
            <w:tcW w:w="8483" w:type="dxa"/>
            <w:shd w:val="clear" w:color="auto" w:fill="auto"/>
            <w:hideMark/>
          </w:tcPr>
          <w:p w14:paraId="2991A6B0" w14:textId="77777777" w:rsidR="0035379C" w:rsidRPr="00F73CB6" w:rsidRDefault="0035379C" w:rsidP="003F0CC7">
            <w:pPr>
              <w:rPr>
                <w:rFonts w:eastAsia="Arial"/>
                <w:b/>
                <w:bCs/>
                <w:color w:val="000000"/>
              </w:rPr>
            </w:pPr>
            <w:r w:rsidRPr="00F73CB6">
              <w:rPr>
                <w:rFonts w:eastAsia="Arial"/>
                <w:b/>
                <w:bCs/>
                <w:color w:val="000000"/>
              </w:rPr>
              <w:t>Product description:</w:t>
            </w:r>
          </w:p>
          <w:p w14:paraId="53B46ADA" w14:textId="77777777" w:rsidR="0035379C" w:rsidRPr="00F73CB6" w:rsidRDefault="0035379C" w:rsidP="003F0CC7">
            <w:pPr>
              <w:rPr>
                <w:rFonts w:eastAsia="Arial"/>
                <w:color w:val="000000"/>
              </w:rPr>
            </w:pPr>
            <w:r w:rsidRPr="00F73CB6">
              <w:rPr>
                <w:rFonts w:eastAsia="Arial"/>
                <w:color w:val="000000"/>
              </w:rPr>
              <w:t>Laminar box for laboratory use</w:t>
            </w:r>
          </w:p>
          <w:p w14:paraId="4B7420E2" w14:textId="77777777" w:rsidR="0035379C" w:rsidRDefault="0035379C" w:rsidP="003F0CC7">
            <w:pPr>
              <w:rPr>
                <w:rFonts w:eastAsia="Arial"/>
                <w:color w:val="000000"/>
              </w:rPr>
            </w:pPr>
          </w:p>
          <w:p w14:paraId="411E6953" w14:textId="77777777" w:rsidR="0035379C" w:rsidRPr="00F73CB6" w:rsidRDefault="0035379C" w:rsidP="003F0CC7">
            <w:pPr>
              <w:rPr>
                <w:rFonts w:eastAsia="Arial"/>
                <w:b/>
                <w:bCs/>
                <w:color w:val="000000"/>
              </w:rPr>
            </w:pPr>
            <w:r w:rsidRPr="00F73CB6">
              <w:rPr>
                <w:rFonts w:eastAsia="Arial"/>
                <w:b/>
                <w:bCs/>
                <w:color w:val="000000"/>
              </w:rPr>
              <w:t>Specification:</w:t>
            </w:r>
          </w:p>
          <w:p w14:paraId="46BB6C38"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Air is drawn through a HEPA filter and blown in a very smooth, laminar flow towards the user</w:t>
            </w:r>
          </w:p>
          <w:p w14:paraId="1F337CBC"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Outer cabinet and work surface are welded stainless steel which meets laboratory equipment standard.</w:t>
            </w:r>
          </w:p>
          <w:p w14:paraId="1544EA5A"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Should have a UV-C germicidal lamp to sterilize the interior. </w:t>
            </w:r>
          </w:p>
          <w:p w14:paraId="0FDF3F10"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Motor/blower system with speed control to extend the life of the HEPA filter</w:t>
            </w:r>
          </w:p>
          <w:p w14:paraId="0282FD6B"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Top mounted pre-filters are easily changed.</w:t>
            </w:r>
          </w:p>
          <w:p w14:paraId="7640929D"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HEPA filter is full, ensures unidirectional airflow and is easily changed from both side</w:t>
            </w:r>
          </w:p>
          <w:p w14:paraId="26457957"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Electrical source requirement: 220-240 V/50-60 Hz.</w:t>
            </w:r>
          </w:p>
          <w:p w14:paraId="524CC32A"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At least 5 meters’ power cord with molded grounded plug</w:t>
            </w:r>
          </w:p>
          <w:p w14:paraId="65E803D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Estimated Life Span: 8 years</w:t>
            </w:r>
          </w:p>
        </w:tc>
      </w:tr>
      <w:tr w:rsidR="0035379C" w:rsidRPr="00337FAB" w14:paraId="65659F83" w14:textId="77777777" w:rsidTr="0035379C">
        <w:trPr>
          <w:trHeight w:val="53"/>
        </w:trPr>
        <w:tc>
          <w:tcPr>
            <w:tcW w:w="895" w:type="dxa"/>
            <w:vMerge/>
            <w:shd w:val="clear" w:color="auto" w:fill="DAEEF3" w:themeFill="accent5" w:themeFillTint="33"/>
          </w:tcPr>
          <w:p w14:paraId="10138C3F" w14:textId="77777777" w:rsidR="0035379C" w:rsidRPr="00337FAB" w:rsidRDefault="0035379C" w:rsidP="003F0CC7">
            <w:pPr>
              <w:rPr>
                <w:color w:val="000000"/>
              </w:rPr>
            </w:pPr>
          </w:p>
        </w:tc>
        <w:tc>
          <w:tcPr>
            <w:tcW w:w="8483" w:type="dxa"/>
            <w:shd w:val="clear" w:color="auto" w:fill="auto"/>
          </w:tcPr>
          <w:p w14:paraId="58F7F4F9"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3B7DD51D" w14:textId="77777777" w:rsidR="0035379C" w:rsidRPr="00F73CB6" w:rsidRDefault="0035379C" w:rsidP="003F0CC7">
            <w:pPr>
              <w:rPr>
                <w:rFonts w:eastAsia="Arial"/>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13AB51D4" w14:textId="77777777" w:rsidTr="0035379C">
        <w:trPr>
          <w:trHeight w:val="1034"/>
        </w:trPr>
        <w:tc>
          <w:tcPr>
            <w:tcW w:w="895" w:type="dxa"/>
            <w:vMerge/>
            <w:shd w:val="clear" w:color="auto" w:fill="DAEEF3" w:themeFill="accent5" w:themeFillTint="33"/>
          </w:tcPr>
          <w:p w14:paraId="06A5469A" w14:textId="77777777" w:rsidR="0035379C" w:rsidRPr="00337FAB" w:rsidRDefault="0035379C" w:rsidP="003F0CC7">
            <w:pPr>
              <w:rPr>
                <w:color w:val="000000"/>
              </w:rPr>
            </w:pPr>
          </w:p>
        </w:tc>
        <w:tc>
          <w:tcPr>
            <w:tcW w:w="8483" w:type="dxa"/>
            <w:shd w:val="clear" w:color="auto" w:fill="auto"/>
            <w:hideMark/>
          </w:tcPr>
          <w:p w14:paraId="0D92258A" w14:textId="77777777" w:rsidR="0035379C" w:rsidRDefault="0035379C" w:rsidP="003F0CC7">
            <w:pPr>
              <w:rPr>
                <w:b/>
                <w:bCs/>
                <w:color w:val="000000"/>
              </w:rPr>
            </w:pPr>
            <w:r>
              <w:rPr>
                <w:b/>
                <w:bCs/>
                <w:color w:val="000000"/>
              </w:rPr>
              <w:t>Safety &amp; product Standards:</w:t>
            </w:r>
          </w:p>
          <w:p w14:paraId="3AB6DD53" w14:textId="77777777" w:rsidR="0035379C" w:rsidRPr="007869E1" w:rsidRDefault="0035379C" w:rsidP="007869E1">
            <w:pPr>
              <w:overflowPunct/>
              <w:autoSpaceDE/>
              <w:autoSpaceDN/>
              <w:adjustRightInd/>
              <w:contextualSpacing/>
              <w:textAlignment w:val="auto"/>
              <w:rPr>
                <w:color w:val="000000"/>
              </w:rPr>
            </w:pPr>
            <w:r w:rsidRPr="007869E1">
              <w:rPr>
                <w:color w:val="000000"/>
              </w:rPr>
              <w:t>QMS of the manufacturing site: ISO 13485, or ISO 9001 or 21CFR820 (USA)</w:t>
            </w:r>
          </w:p>
          <w:p w14:paraId="145589DA" w14:textId="77777777" w:rsidR="0035379C" w:rsidRPr="007869E1" w:rsidRDefault="0035379C" w:rsidP="007869E1">
            <w:pPr>
              <w:overflowPunct/>
              <w:autoSpaceDE/>
              <w:autoSpaceDN/>
              <w:adjustRightInd/>
              <w:contextualSpacing/>
              <w:textAlignment w:val="auto"/>
              <w:rPr>
                <w:color w:val="000000"/>
              </w:rPr>
            </w:pPr>
            <w:r w:rsidRPr="007869E1">
              <w:rPr>
                <w:color w:val="000000"/>
              </w:rPr>
              <w:t>Medical devices proposed to UNFPA for procurement and supply must be from manufacturers who are legally registered to manufacture the particular device by their national regulatory authority and have valid manufacturing licenses</w:t>
            </w:r>
          </w:p>
          <w:p w14:paraId="30963BB9" w14:textId="77777777" w:rsidR="0035379C" w:rsidRDefault="0035379C" w:rsidP="003F0CC7">
            <w:pPr>
              <w:pStyle w:val="ListParagraph"/>
              <w:rPr>
                <w:color w:val="000000"/>
              </w:rPr>
            </w:pPr>
          </w:p>
          <w:p w14:paraId="0E7E05A5" w14:textId="77777777" w:rsidR="0035379C" w:rsidRPr="00337FAB" w:rsidRDefault="0035379C" w:rsidP="003F0CC7">
            <w:pPr>
              <w:pStyle w:val="ListParagraph"/>
              <w:rPr>
                <w:color w:val="000000"/>
              </w:rPr>
            </w:pPr>
          </w:p>
        </w:tc>
      </w:tr>
      <w:tr w:rsidR="0035379C" w:rsidRPr="00337FAB" w14:paraId="54D935B2" w14:textId="77777777" w:rsidTr="0035379C">
        <w:trPr>
          <w:trHeight w:val="300"/>
        </w:trPr>
        <w:tc>
          <w:tcPr>
            <w:tcW w:w="895" w:type="dxa"/>
            <w:vMerge w:val="restart"/>
            <w:shd w:val="clear" w:color="auto" w:fill="DAEEF3" w:themeFill="accent5" w:themeFillTint="33"/>
          </w:tcPr>
          <w:p w14:paraId="2E6EDF0D" w14:textId="77777777" w:rsidR="0035379C" w:rsidRPr="00C34340" w:rsidRDefault="0035379C" w:rsidP="003F0CC7">
            <w:pPr>
              <w:rPr>
                <w:b/>
                <w:bCs/>
                <w:color w:val="000000"/>
              </w:rPr>
            </w:pPr>
            <w:r>
              <w:rPr>
                <w:b/>
                <w:bCs/>
                <w:color w:val="000000"/>
              </w:rPr>
              <w:t>Item 11</w:t>
            </w:r>
          </w:p>
        </w:tc>
        <w:tc>
          <w:tcPr>
            <w:tcW w:w="8483" w:type="dxa"/>
            <w:shd w:val="clear" w:color="auto" w:fill="DAEEF3" w:themeFill="accent5" w:themeFillTint="33"/>
          </w:tcPr>
          <w:p w14:paraId="6E6FAF91" w14:textId="77777777" w:rsidR="0035379C" w:rsidRDefault="0035379C" w:rsidP="003F0CC7">
            <w:pPr>
              <w:rPr>
                <w:b/>
                <w:bCs/>
              </w:rPr>
            </w:pPr>
            <w:r w:rsidRPr="004A68C5">
              <w:rPr>
                <w:b/>
                <w:bCs/>
              </w:rPr>
              <w:t xml:space="preserve">AIR COOLER </w:t>
            </w:r>
            <w:r w:rsidRPr="00567B62">
              <w:t>(3 pcs)</w:t>
            </w:r>
          </w:p>
          <w:p w14:paraId="4DAF3035" w14:textId="77777777" w:rsidR="0035379C" w:rsidRPr="004A68C5" w:rsidRDefault="0035379C" w:rsidP="003F0CC7">
            <w:pPr>
              <w:rPr>
                <w:b/>
                <w:bCs/>
              </w:rPr>
            </w:pPr>
          </w:p>
        </w:tc>
      </w:tr>
      <w:tr w:rsidR="0035379C" w:rsidRPr="00337FAB" w14:paraId="6E0E3A29" w14:textId="77777777" w:rsidTr="0035379C">
        <w:trPr>
          <w:trHeight w:val="1540"/>
        </w:trPr>
        <w:tc>
          <w:tcPr>
            <w:tcW w:w="895" w:type="dxa"/>
            <w:vMerge/>
            <w:tcBorders>
              <w:bottom w:val="single" w:sz="4" w:space="0" w:color="auto"/>
            </w:tcBorders>
            <w:shd w:val="clear" w:color="auto" w:fill="DAEEF3" w:themeFill="accent5" w:themeFillTint="33"/>
          </w:tcPr>
          <w:p w14:paraId="2BEDE2B4" w14:textId="77777777" w:rsidR="0035379C" w:rsidRPr="00337FAB" w:rsidRDefault="0035379C" w:rsidP="003F0CC7">
            <w:pPr>
              <w:rPr>
                <w:color w:val="000000"/>
              </w:rPr>
            </w:pPr>
          </w:p>
        </w:tc>
        <w:tc>
          <w:tcPr>
            <w:tcW w:w="8483" w:type="dxa"/>
            <w:tcBorders>
              <w:bottom w:val="single" w:sz="4" w:space="0" w:color="auto"/>
            </w:tcBorders>
            <w:shd w:val="clear" w:color="auto" w:fill="auto"/>
            <w:hideMark/>
          </w:tcPr>
          <w:p w14:paraId="601EE297" w14:textId="77777777" w:rsidR="0035379C" w:rsidRPr="00F73CB6" w:rsidRDefault="0035379C" w:rsidP="003F0CC7">
            <w:pPr>
              <w:rPr>
                <w:b/>
                <w:bCs/>
                <w:color w:val="000000"/>
              </w:rPr>
            </w:pPr>
            <w:r w:rsidRPr="00F73CB6">
              <w:rPr>
                <w:b/>
                <w:bCs/>
                <w:color w:val="000000"/>
              </w:rPr>
              <w:t>Product description:</w:t>
            </w:r>
          </w:p>
          <w:p w14:paraId="1BE79479" w14:textId="77777777" w:rsidR="0035379C" w:rsidRDefault="0035379C" w:rsidP="003F0CC7">
            <w:pPr>
              <w:rPr>
                <w:color w:val="000000"/>
              </w:rPr>
            </w:pPr>
            <w:r w:rsidRPr="00337FAB">
              <w:rPr>
                <w:color w:val="000000"/>
              </w:rPr>
              <w:t xml:space="preserve">Air conditioner </w:t>
            </w:r>
          </w:p>
          <w:p w14:paraId="1E37A2BA" w14:textId="77777777" w:rsidR="0035379C" w:rsidRDefault="0035379C" w:rsidP="003F0CC7">
            <w:pPr>
              <w:rPr>
                <w:color w:val="000000"/>
              </w:rPr>
            </w:pPr>
          </w:p>
          <w:p w14:paraId="576A78F5" w14:textId="77777777" w:rsidR="0035379C" w:rsidRPr="00E65604" w:rsidRDefault="0035379C" w:rsidP="003F0CC7">
            <w:pPr>
              <w:rPr>
                <w:b/>
                <w:bCs/>
                <w:color w:val="000000"/>
              </w:rPr>
            </w:pPr>
            <w:r w:rsidRPr="00E65604">
              <w:rPr>
                <w:b/>
                <w:bCs/>
                <w:color w:val="000000"/>
              </w:rPr>
              <w:t>Specification:</w:t>
            </w:r>
          </w:p>
          <w:p w14:paraId="2AAF4278"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4C6D67">
              <w:rPr>
                <w:color w:val="000000"/>
              </w:rPr>
              <w:t>W</w:t>
            </w:r>
            <w:r w:rsidRPr="00337FAB">
              <w:rPr>
                <w:color w:val="000000"/>
              </w:rPr>
              <w:t>ith capacity of 5,000 BTU or above and 2 hp or above.</w:t>
            </w:r>
          </w:p>
          <w:p w14:paraId="2095CBEA"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Up to 10 meters pipe would be advantage.</w:t>
            </w:r>
          </w:p>
          <w:p w14:paraId="2DBC8D13"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Displayed parameters: Display allows recording to 0.10 C accuracy</w:t>
            </w:r>
          </w:p>
          <w:p w14:paraId="357CED2A" w14:textId="77777777" w:rsidR="0035379C" w:rsidRPr="004C6D67"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Probe and surface temperature sensors to be available</w:t>
            </w:r>
          </w:p>
          <w:p w14:paraId="14A3473E" w14:textId="77777777" w:rsidR="0035379C" w:rsidRPr="004C6D67" w:rsidRDefault="0035379C" w:rsidP="003F0CC7">
            <w:pPr>
              <w:rPr>
                <w:rFonts w:eastAsia="Arial"/>
                <w:b/>
                <w:bCs/>
                <w:color w:val="000000"/>
              </w:rPr>
            </w:pPr>
            <w:r w:rsidRPr="004C6D67">
              <w:rPr>
                <w:rFonts w:eastAsia="Arial"/>
                <w:b/>
                <w:bCs/>
                <w:color w:val="000000"/>
              </w:rPr>
              <w:t xml:space="preserve">Accessories: </w:t>
            </w:r>
          </w:p>
          <w:p w14:paraId="56F0C6FA" w14:textId="77777777" w:rsidR="0035379C" w:rsidRPr="004C6D67" w:rsidRDefault="0035379C" w:rsidP="00E33A30">
            <w:pPr>
              <w:pStyle w:val="ListParagraph"/>
              <w:numPr>
                <w:ilvl w:val="0"/>
                <w:numId w:val="48"/>
              </w:numPr>
              <w:overflowPunct/>
              <w:autoSpaceDE/>
              <w:autoSpaceDN/>
              <w:adjustRightInd/>
              <w:contextualSpacing/>
              <w:textAlignment w:val="auto"/>
              <w:rPr>
                <w:rFonts w:eastAsia="Arial"/>
                <w:color w:val="000000"/>
              </w:rPr>
            </w:pPr>
            <w:r w:rsidRPr="004C6D67">
              <w:rPr>
                <w:color w:val="000000"/>
              </w:rPr>
              <w:t>Spare temperature sensor to be supplied</w:t>
            </w:r>
          </w:p>
        </w:tc>
      </w:tr>
      <w:tr w:rsidR="0035379C" w:rsidRPr="00337FAB" w14:paraId="4514C539" w14:textId="77777777" w:rsidTr="0035379C">
        <w:trPr>
          <w:trHeight w:val="638"/>
        </w:trPr>
        <w:tc>
          <w:tcPr>
            <w:tcW w:w="895" w:type="dxa"/>
            <w:vMerge/>
            <w:shd w:val="clear" w:color="auto" w:fill="DAEEF3" w:themeFill="accent5" w:themeFillTint="33"/>
          </w:tcPr>
          <w:p w14:paraId="32DA32D4" w14:textId="77777777" w:rsidR="0035379C" w:rsidRPr="00337FAB" w:rsidRDefault="0035379C" w:rsidP="003F0CC7">
            <w:pPr>
              <w:rPr>
                <w:color w:val="000000"/>
              </w:rPr>
            </w:pPr>
          </w:p>
        </w:tc>
        <w:tc>
          <w:tcPr>
            <w:tcW w:w="8483" w:type="dxa"/>
            <w:shd w:val="clear" w:color="auto" w:fill="auto"/>
            <w:hideMark/>
          </w:tcPr>
          <w:p w14:paraId="77DCB346" w14:textId="77777777" w:rsidR="0035379C" w:rsidRDefault="0035379C" w:rsidP="003F0CC7">
            <w:pPr>
              <w:rPr>
                <w:color w:val="000000"/>
              </w:rPr>
            </w:pPr>
            <w:r w:rsidRPr="00337FAB">
              <w:rPr>
                <w:b/>
                <w:bCs/>
                <w:color w:val="000000"/>
              </w:rPr>
              <w:t>Training and installation requirements:</w:t>
            </w:r>
            <w:r w:rsidRPr="00337FAB">
              <w:rPr>
                <w:color w:val="000000"/>
              </w:rPr>
              <w:t xml:space="preserve"> </w:t>
            </w:r>
          </w:p>
          <w:p w14:paraId="68D67079" w14:textId="77777777" w:rsidR="0035379C" w:rsidRPr="007869E1" w:rsidRDefault="0035379C" w:rsidP="007869E1">
            <w:pPr>
              <w:overflowPunct/>
              <w:autoSpaceDE/>
              <w:autoSpaceDN/>
              <w:adjustRightInd/>
              <w:contextualSpacing/>
              <w:textAlignment w:val="auto"/>
              <w:rPr>
                <w:color w:val="000000"/>
              </w:rPr>
            </w:pPr>
            <w:r w:rsidRPr="007869E1">
              <w:rPr>
                <w:color w:val="000000"/>
              </w:rPr>
              <w:t>Supplier to perform installation, safety and operation checks before handover</w:t>
            </w:r>
          </w:p>
          <w:p w14:paraId="05A5CF77" w14:textId="77777777" w:rsidR="0035379C" w:rsidRPr="007869E1" w:rsidRDefault="0035379C" w:rsidP="007869E1">
            <w:pPr>
              <w:overflowPunct/>
              <w:autoSpaceDE/>
              <w:autoSpaceDN/>
              <w:adjustRightInd/>
              <w:contextualSpacing/>
              <w:textAlignment w:val="auto"/>
              <w:rPr>
                <w:color w:val="000000"/>
              </w:rPr>
            </w:pPr>
            <w:r w:rsidRPr="007869E1">
              <w:rPr>
                <w:color w:val="000000"/>
              </w:rPr>
              <w:t>Training of users in operation and basic maintenance shall be provided.</w:t>
            </w:r>
          </w:p>
        </w:tc>
      </w:tr>
      <w:tr w:rsidR="0035379C" w:rsidRPr="00337FAB" w14:paraId="374517E3" w14:textId="77777777" w:rsidTr="0035379C">
        <w:trPr>
          <w:trHeight w:val="170"/>
        </w:trPr>
        <w:tc>
          <w:tcPr>
            <w:tcW w:w="895" w:type="dxa"/>
            <w:vMerge/>
            <w:shd w:val="clear" w:color="auto" w:fill="DAEEF3" w:themeFill="accent5" w:themeFillTint="33"/>
          </w:tcPr>
          <w:p w14:paraId="48DEF000" w14:textId="77777777" w:rsidR="0035379C" w:rsidRPr="00337FAB" w:rsidRDefault="0035379C" w:rsidP="003F0CC7">
            <w:pPr>
              <w:rPr>
                <w:color w:val="000000"/>
              </w:rPr>
            </w:pPr>
          </w:p>
        </w:tc>
        <w:tc>
          <w:tcPr>
            <w:tcW w:w="8483" w:type="dxa"/>
            <w:shd w:val="clear" w:color="auto" w:fill="auto"/>
            <w:hideMark/>
          </w:tcPr>
          <w:p w14:paraId="2BAA171A" w14:textId="2D9F89EF" w:rsidR="0035379C" w:rsidRPr="00337FAB" w:rsidRDefault="0035379C" w:rsidP="003F0CC7">
            <w:pPr>
              <w:rPr>
                <w:color w:val="000000"/>
              </w:rPr>
            </w:pPr>
            <w:r w:rsidRPr="00337FAB">
              <w:rPr>
                <w:b/>
                <w:bCs/>
                <w:color w:val="000000"/>
              </w:rPr>
              <w:t>Warranty period:</w:t>
            </w:r>
            <w:r w:rsidRPr="00337FAB">
              <w:rPr>
                <w:color w:val="000000"/>
              </w:rPr>
              <w:t xml:space="preserve"> </w:t>
            </w:r>
            <w:r w:rsidR="007869E1">
              <w:rPr>
                <w:color w:val="000000"/>
              </w:rPr>
              <w:t xml:space="preserve">Two </w:t>
            </w:r>
            <w:r w:rsidR="007869E1" w:rsidRPr="00337FAB">
              <w:rPr>
                <w:color w:val="000000"/>
              </w:rPr>
              <w:t>(</w:t>
            </w:r>
            <w:r w:rsidR="007869E1">
              <w:rPr>
                <w:color w:val="000000"/>
              </w:rPr>
              <w:t>2</w:t>
            </w:r>
            <w:r w:rsidR="007869E1" w:rsidRPr="00337FAB">
              <w:rPr>
                <w:color w:val="000000"/>
              </w:rPr>
              <w:t>) year</w:t>
            </w:r>
            <w:r w:rsidR="007869E1">
              <w:rPr>
                <w:color w:val="000000"/>
              </w:rPr>
              <w:t xml:space="preserve"> </w:t>
            </w:r>
            <w:r w:rsidR="007869E1" w:rsidRPr="00337FAB">
              <w:rPr>
                <w:color w:val="000000"/>
              </w:rPr>
              <w:t>warranty should be provided.</w:t>
            </w:r>
          </w:p>
        </w:tc>
      </w:tr>
      <w:tr w:rsidR="0035379C" w:rsidRPr="00337FAB" w14:paraId="13B0C09E" w14:textId="77777777" w:rsidTr="0035379C">
        <w:trPr>
          <w:trHeight w:val="116"/>
        </w:trPr>
        <w:tc>
          <w:tcPr>
            <w:tcW w:w="895" w:type="dxa"/>
            <w:vMerge/>
            <w:shd w:val="clear" w:color="auto" w:fill="DAEEF3" w:themeFill="accent5" w:themeFillTint="33"/>
          </w:tcPr>
          <w:p w14:paraId="70B23854" w14:textId="77777777" w:rsidR="0035379C" w:rsidRPr="00337FAB" w:rsidRDefault="0035379C" w:rsidP="003F0CC7">
            <w:pPr>
              <w:rPr>
                <w:color w:val="000000"/>
              </w:rPr>
            </w:pPr>
          </w:p>
        </w:tc>
        <w:tc>
          <w:tcPr>
            <w:tcW w:w="8483" w:type="dxa"/>
            <w:shd w:val="clear" w:color="auto" w:fill="auto"/>
            <w:hideMark/>
          </w:tcPr>
          <w:p w14:paraId="04B9E4A4" w14:textId="77777777" w:rsidR="007869E1" w:rsidRDefault="0035379C" w:rsidP="003F0CC7">
            <w:pPr>
              <w:rPr>
                <w:color w:val="000000"/>
              </w:rPr>
            </w:pPr>
            <w:r w:rsidRPr="00337FAB">
              <w:rPr>
                <w:b/>
                <w:bCs/>
                <w:color w:val="000000"/>
              </w:rPr>
              <w:t>Documentation requirements:</w:t>
            </w:r>
            <w:r w:rsidRPr="00337FAB">
              <w:rPr>
                <w:color w:val="000000"/>
              </w:rPr>
              <w:t xml:space="preserve"> </w:t>
            </w:r>
          </w:p>
          <w:p w14:paraId="0027D8B1" w14:textId="07207F22" w:rsidR="0035379C" w:rsidRPr="00337FAB" w:rsidRDefault="0035379C" w:rsidP="003F0CC7">
            <w:pPr>
              <w:rPr>
                <w:color w:val="000000"/>
              </w:rPr>
            </w:pPr>
            <w:r w:rsidRPr="00337FAB">
              <w:rPr>
                <w:color w:val="000000"/>
              </w:rPr>
              <w:t>Advanced maintenance and calibration tasks required shall be documented</w:t>
            </w:r>
          </w:p>
        </w:tc>
      </w:tr>
      <w:tr w:rsidR="0035379C" w:rsidRPr="00337FAB" w14:paraId="22C21852" w14:textId="77777777" w:rsidTr="0035379C">
        <w:trPr>
          <w:trHeight w:val="300"/>
        </w:trPr>
        <w:tc>
          <w:tcPr>
            <w:tcW w:w="895" w:type="dxa"/>
            <w:vMerge/>
            <w:shd w:val="clear" w:color="auto" w:fill="DAEEF3" w:themeFill="accent5" w:themeFillTint="33"/>
          </w:tcPr>
          <w:p w14:paraId="7EDA175B" w14:textId="77777777" w:rsidR="0035379C" w:rsidRPr="00337FAB" w:rsidRDefault="0035379C" w:rsidP="003F0CC7">
            <w:pPr>
              <w:rPr>
                <w:color w:val="000000"/>
              </w:rPr>
            </w:pPr>
          </w:p>
        </w:tc>
        <w:tc>
          <w:tcPr>
            <w:tcW w:w="8483" w:type="dxa"/>
            <w:shd w:val="clear" w:color="auto" w:fill="auto"/>
            <w:hideMark/>
          </w:tcPr>
          <w:p w14:paraId="0FBF01D8" w14:textId="77777777" w:rsidR="0035379C" w:rsidRDefault="0035379C" w:rsidP="003F0CC7">
            <w:pPr>
              <w:rPr>
                <w:color w:val="000000"/>
              </w:rPr>
            </w:pPr>
            <w:r>
              <w:rPr>
                <w:b/>
                <w:bCs/>
                <w:color w:val="000000"/>
              </w:rPr>
              <w:t>Conformity &amp;</w:t>
            </w:r>
            <w:r w:rsidRPr="00337FAB">
              <w:rPr>
                <w:b/>
                <w:bCs/>
                <w:color w:val="000000"/>
              </w:rPr>
              <w:t xml:space="preserve"> regulatory requirements:</w:t>
            </w:r>
            <w:r w:rsidRPr="00337FAB">
              <w:rPr>
                <w:color w:val="000000"/>
              </w:rPr>
              <w:t xml:space="preserve"> </w:t>
            </w:r>
          </w:p>
          <w:p w14:paraId="2DB663DB" w14:textId="77777777" w:rsidR="0035379C" w:rsidRDefault="0035379C" w:rsidP="003F0CC7">
            <w:pPr>
              <w:rPr>
                <w:color w:val="000000"/>
              </w:rPr>
            </w:pPr>
            <w:r w:rsidRPr="00337FAB">
              <w:rPr>
                <w:color w:val="000000"/>
              </w:rPr>
              <w:t>QMS of the manufacturing site ISO 9001</w:t>
            </w:r>
          </w:p>
          <w:p w14:paraId="49219EBA" w14:textId="77777777" w:rsidR="0035379C" w:rsidRDefault="0035379C" w:rsidP="003F0CC7">
            <w:pPr>
              <w:rPr>
                <w:color w:val="000000"/>
              </w:rPr>
            </w:pPr>
          </w:p>
          <w:p w14:paraId="29D31B11" w14:textId="77777777" w:rsidR="0035379C" w:rsidRPr="00337FAB" w:rsidRDefault="0035379C" w:rsidP="003F0CC7">
            <w:pPr>
              <w:rPr>
                <w:color w:val="000000"/>
              </w:rPr>
            </w:pPr>
          </w:p>
        </w:tc>
      </w:tr>
      <w:tr w:rsidR="0035379C" w:rsidRPr="00337FAB" w14:paraId="3C13FCA3" w14:textId="77777777" w:rsidTr="0035379C">
        <w:trPr>
          <w:trHeight w:val="395"/>
        </w:trPr>
        <w:tc>
          <w:tcPr>
            <w:tcW w:w="895" w:type="dxa"/>
            <w:vMerge w:val="restart"/>
            <w:shd w:val="clear" w:color="auto" w:fill="DAEEF3" w:themeFill="accent5" w:themeFillTint="33"/>
          </w:tcPr>
          <w:p w14:paraId="0B2BBDA9" w14:textId="77777777" w:rsidR="0035379C" w:rsidRPr="00C34340" w:rsidRDefault="0035379C" w:rsidP="003F0CC7">
            <w:pPr>
              <w:rPr>
                <w:b/>
                <w:bCs/>
                <w:color w:val="000000"/>
              </w:rPr>
            </w:pPr>
            <w:r>
              <w:rPr>
                <w:b/>
                <w:bCs/>
                <w:color w:val="000000"/>
              </w:rPr>
              <w:t>Item 12</w:t>
            </w:r>
          </w:p>
        </w:tc>
        <w:tc>
          <w:tcPr>
            <w:tcW w:w="8483" w:type="dxa"/>
            <w:shd w:val="clear" w:color="auto" w:fill="DAEEF3" w:themeFill="accent5" w:themeFillTint="33"/>
          </w:tcPr>
          <w:p w14:paraId="2817B4E4" w14:textId="77777777" w:rsidR="0035379C" w:rsidRDefault="0035379C" w:rsidP="003F0CC7">
            <w:pPr>
              <w:rPr>
                <w:b/>
                <w:bCs/>
              </w:rPr>
            </w:pPr>
            <w:r w:rsidRPr="00AF720F">
              <w:rPr>
                <w:b/>
                <w:bCs/>
              </w:rPr>
              <w:t xml:space="preserve">LABORATORY FURNITURE SET </w:t>
            </w:r>
            <w:r w:rsidRPr="00567B62">
              <w:t>(3 pcs)</w:t>
            </w:r>
          </w:p>
          <w:p w14:paraId="30836705" w14:textId="77777777" w:rsidR="0035379C" w:rsidRPr="00AF720F" w:rsidRDefault="0035379C" w:rsidP="003F0CC7">
            <w:pPr>
              <w:rPr>
                <w:b/>
                <w:bCs/>
              </w:rPr>
            </w:pPr>
          </w:p>
        </w:tc>
      </w:tr>
      <w:tr w:rsidR="0035379C" w:rsidRPr="00337FAB" w14:paraId="7BEB77B3" w14:textId="77777777" w:rsidTr="0035379C">
        <w:trPr>
          <w:trHeight w:val="80"/>
        </w:trPr>
        <w:tc>
          <w:tcPr>
            <w:tcW w:w="895" w:type="dxa"/>
            <w:vMerge/>
            <w:tcBorders>
              <w:bottom w:val="single" w:sz="4" w:space="0" w:color="auto"/>
            </w:tcBorders>
            <w:shd w:val="clear" w:color="auto" w:fill="DAEEF3" w:themeFill="accent5" w:themeFillTint="33"/>
          </w:tcPr>
          <w:p w14:paraId="65CFE08A" w14:textId="77777777" w:rsidR="0035379C" w:rsidRPr="00337FAB" w:rsidRDefault="0035379C" w:rsidP="003F0CC7">
            <w:pPr>
              <w:ind w:firstLineChars="500" w:firstLine="1000"/>
              <w:rPr>
                <w:color w:val="000000"/>
              </w:rPr>
            </w:pPr>
          </w:p>
        </w:tc>
        <w:tc>
          <w:tcPr>
            <w:tcW w:w="8483" w:type="dxa"/>
            <w:tcBorders>
              <w:bottom w:val="single" w:sz="4" w:space="0" w:color="auto"/>
            </w:tcBorders>
            <w:shd w:val="clear" w:color="auto" w:fill="auto"/>
            <w:hideMark/>
          </w:tcPr>
          <w:p w14:paraId="72E5FA7A" w14:textId="77777777" w:rsidR="0035379C" w:rsidRPr="00F73CB6" w:rsidRDefault="0035379C" w:rsidP="003F0CC7">
            <w:pPr>
              <w:rPr>
                <w:b/>
                <w:bCs/>
                <w:color w:val="000000"/>
              </w:rPr>
            </w:pPr>
            <w:r w:rsidRPr="00F73CB6">
              <w:rPr>
                <w:b/>
                <w:bCs/>
                <w:color w:val="000000"/>
              </w:rPr>
              <w:t>Product description:</w:t>
            </w:r>
          </w:p>
          <w:p w14:paraId="7BC70D2F" w14:textId="77777777" w:rsidR="0035379C" w:rsidRDefault="0035379C" w:rsidP="003F0CC7">
            <w:pPr>
              <w:rPr>
                <w:color w:val="000000"/>
              </w:rPr>
            </w:pPr>
            <w:r>
              <w:rPr>
                <w:color w:val="000000"/>
              </w:rPr>
              <w:t>Laboratory furniture set comprises with:</w:t>
            </w:r>
          </w:p>
          <w:p w14:paraId="1E51AF73" w14:textId="77777777" w:rsidR="0035379C" w:rsidRDefault="0035379C" w:rsidP="00E33A30">
            <w:pPr>
              <w:pStyle w:val="ListParagraph"/>
              <w:numPr>
                <w:ilvl w:val="0"/>
                <w:numId w:val="55"/>
              </w:numPr>
              <w:overflowPunct/>
              <w:autoSpaceDE/>
              <w:autoSpaceDN/>
              <w:adjustRightInd/>
              <w:contextualSpacing/>
              <w:textAlignment w:val="auto"/>
              <w:rPr>
                <w:color w:val="000000"/>
              </w:rPr>
            </w:pPr>
            <w:r w:rsidRPr="00F73CB6">
              <w:rPr>
                <w:color w:val="000000"/>
              </w:rPr>
              <w:t>1 pcs of Central bench with mobile pedestals</w:t>
            </w:r>
          </w:p>
          <w:p w14:paraId="3EC48D7E" w14:textId="77777777" w:rsidR="0035379C" w:rsidRPr="00F73CB6" w:rsidRDefault="0035379C" w:rsidP="00E33A30">
            <w:pPr>
              <w:pStyle w:val="ListParagraph"/>
              <w:numPr>
                <w:ilvl w:val="0"/>
                <w:numId w:val="55"/>
              </w:numPr>
              <w:overflowPunct/>
              <w:autoSpaceDE/>
              <w:autoSpaceDN/>
              <w:adjustRightInd/>
              <w:contextualSpacing/>
              <w:textAlignment w:val="auto"/>
              <w:rPr>
                <w:color w:val="000000"/>
              </w:rPr>
            </w:pPr>
            <w:r w:rsidRPr="00F73CB6">
              <w:rPr>
                <w:color w:val="000000"/>
              </w:rPr>
              <w:t>6 pcs of Chairs</w:t>
            </w:r>
          </w:p>
          <w:p w14:paraId="1574F5E4" w14:textId="77777777" w:rsidR="0035379C" w:rsidRDefault="0035379C" w:rsidP="003F0CC7">
            <w:pPr>
              <w:rPr>
                <w:color w:val="000000"/>
              </w:rPr>
            </w:pPr>
          </w:p>
          <w:p w14:paraId="4309DA82" w14:textId="77777777" w:rsidR="0035379C" w:rsidRPr="00F73CB6" w:rsidRDefault="0035379C" w:rsidP="003F0CC7">
            <w:pPr>
              <w:rPr>
                <w:b/>
                <w:bCs/>
                <w:color w:val="000000"/>
              </w:rPr>
            </w:pPr>
            <w:r w:rsidRPr="00F73CB6">
              <w:rPr>
                <w:b/>
                <w:bCs/>
                <w:color w:val="000000"/>
              </w:rPr>
              <w:t xml:space="preserve">Specification: </w:t>
            </w:r>
          </w:p>
          <w:p w14:paraId="6C108D48" w14:textId="77777777" w:rsidR="0035379C" w:rsidRDefault="0035379C" w:rsidP="003F0CC7">
            <w:pPr>
              <w:rPr>
                <w:color w:val="000000"/>
              </w:rPr>
            </w:pPr>
          </w:p>
          <w:p w14:paraId="5208FE1D" w14:textId="77777777" w:rsidR="0035379C" w:rsidRPr="005244A9" w:rsidRDefault="0035379C" w:rsidP="003F0CC7">
            <w:pPr>
              <w:ind w:left="341"/>
              <w:rPr>
                <w:i/>
                <w:iCs/>
                <w:color w:val="000000"/>
                <w:u w:val="single"/>
              </w:rPr>
            </w:pPr>
            <w:r w:rsidRPr="005244A9">
              <w:rPr>
                <w:i/>
                <w:iCs/>
                <w:color w:val="000000"/>
                <w:u w:val="single"/>
              </w:rPr>
              <w:t>Central bench</w:t>
            </w:r>
            <w:r>
              <w:rPr>
                <w:i/>
                <w:iCs/>
                <w:color w:val="000000"/>
                <w:u w:val="single"/>
              </w:rPr>
              <w:t>:</w:t>
            </w:r>
          </w:p>
          <w:p w14:paraId="3E097B39"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Bench top: </w:t>
            </w:r>
          </w:p>
          <w:p w14:paraId="0CC907A3" w14:textId="77777777" w:rsidR="0035379C" w:rsidRDefault="0035379C" w:rsidP="00E33A30">
            <w:pPr>
              <w:pStyle w:val="ListParagraph"/>
              <w:numPr>
                <w:ilvl w:val="0"/>
                <w:numId w:val="57"/>
              </w:numPr>
              <w:overflowPunct/>
              <w:autoSpaceDE/>
              <w:autoSpaceDN/>
              <w:adjustRightInd/>
              <w:ind w:left="1061"/>
              <w:contextualSpacing/>
              <w:textAlignment w:val="auto"/>
              <w:rPr>
                <w:color w:val="000000"/>
              </w:rPr>
            </w:pPr>
            <w:r w:rsidRPr="00337FAB">
              <w:rPr>
                <w:color w:val="000000"/>
              </w:rPr>
              <w:t>should be Epoxy covered materials</w:t>
            </w:r>
          </w:p>
          <w:p w14:paraId="1736A819" w14:textId="77777777" w:rsidR="0035379C" w:rsidRDefault="0035379C" w:rsidP="00E33A30">
            <w:pPr>
              <w:pStyle w:val="ListParagraph"/>
              <w:numPr>
                <w:ilvl w:val="0"/>
                <w:numId w:val="57"/>
              </w:numPr>
              <w:overflowPunct/>
              <w:autoSpaceDE/>
              <w:autoSpaceDN/>
              <w:adjustRightInd/>
              <w:ind w:left="1061"/>
              <w:contextualSpacing/>
              <w:textAlignment w:val="auto"/>
              <w:rPr>
                <w:color w:val="000000"/>
              </w:rPr>
            </w:pPr>
            <w:r>
              <w:rPr>
                <w:color w:val="000000"/>
              </w:rPr>
              <w:t>S</w:t>
            </w:r>
            <w:r w:rsidRPr="00337FAB">
              <w:rPr>
                <w:color w:val="000000"/>
              </w:rPr>
              <w:t xml:space="preserve">hould have chemical, heat resistant for lab special use. Resistant to abrasion, scratches. </w:t>
            </w:r>
          </w:p>
          <w:p w14:paraId="26DB7D2F" w14:textId="77777777" w:rsidR="0035379C" w:rsidRDefault="0035379C" w:rsidP="00E33A30">
            <w:pPr>
              <w:pStyle w:val="ListParagraph"/>
              <w:numPr>
                <w:ilvl w:val="0"/>
                <w:numId w:val="57"/>
              </w:numPr>
              <w:overflowPunct/>
              <w:autoSpaceDE/>
              <w:autoSpaceDN/>
              <w:adjustRightInd/>
              <w:ind w:left="1061"/>
              <w:contextualSpacing/>
              <w:textAlignment w:val="auto"/>
              <w:rPr>
                <w:color w:val="000000"/>
              </w:rPr>
            </w:pPr>
            <w:r w:rsidRPr="00337FAB">
              <w:rPr>
                <w:color w:val="000000"/>
              </w:rPr>
              <w:t xml:space="preserve">Should be smooth and clean with easy to maintain and long lasting. </w:t>
            </w:r>
          </w:p>
          <w:p w14:paraId="4D5E2D18" w14:textId="77777777" w:rsidR="0035379C" w:rsidRPr="00337FAB" w:rsidRDefault="0035379C" w:rsidP="00E33A30">
            <w:pPr>
              <w:pStyle w:val="ListParagraph"/>
              <w:numPr>
                <w:ilvl w:val="0"/>
                <w:numId w:val="57"/>
              </w:numPr>
              <w:overflowPunct/>
              <w:autoSpaceDE/>
              <w:autoSpaceDN/>
              <w:adjustRightInd/>
              <w:ind w:left="1061"/>
              <w:contextualSpacing/>
              <w:textAlignment w:val="auto"/>
              <w:rPr>
                <w:color w:val="000000"/>
              </w:rPr>
            </w:pPr>
            <w:r w:rsidRPr="00337FAB">
              <w:rPr>
                <w:color w:val="000000"/>
              </w:rPr>
              <w:t>Should be corrosive resistant steel base structure and can be load up to 500KG.</w:t>
            </w:r>
          </w:p>
          <w:p w14:paraId="30F4D453" w14:textId="77777777" w:rsidR="0035379C" w:rsidRPr="00383B36" w:rsidRDefault="0035379C" w:rsidP="00E33A30">
            <w:pPr>
              <w:pStyle w:val="ListParagraph"/>
              <w:numPr>
                <w:ilvl w:val="0"/>
                <w:numId w:val="57"/>
              </w:numPr>
              <w:overflowPunct/>
              <w:autoSpaceDE/>
              <w:autoSpaceDN/>
              <w:adjustRightInd/>
              <w:ind w:left="1061"/>
              <w:contextualSpacing/>
              <w:textAlignment w:val="auto"/>
              <w:rPr>
                <w:color w:val="000000"/>
                <w:lang w:val="fr-FR"/>
              </w:rPr>
            </w:pPr>
            <w:r w:rsidRPr="00383B36">
              <w:rPr>
                <w:color w:val="000000"/>
                <w:lang w:val="fr-FR"/>
              </w:rPr>
              <w:t>Dimension: (</w:t>
            </w:r>
            <w:proofErr w:type="spellStart"/>
            <w:r w:rsidRPr="00383B36">
              <w:rPr>
                <w:color w:val="000000"/>
                <w:lang w:val="fr-FR"/>
              </w:rPr>
              <w:t>WxLxH</w:t>
            </w:r>
            <w:proofErr w:type="spellEnd"/>
            <w:r w:rsidRPr="00383B36">
              <w:rPr>
                <w:color w:val="000000"/>
                <w:lang w:val="fr-FR"/>
              </w:rPr>
              <w:t>) 1-1.5m x 2-2.5m x 0.8-1m</w:t>
            </w:r>
          </w:p>
          <w:p w14:paraId="3B824F7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Bench should have mobile pedestal</w:t>
            </w:r>
            <w:r>
              <w:rPr>
                <w:color w:val="000000"/>
              </w:rPr>
              <w:t>s</w:t>
            </w:r>
            <w:r w:rsidRPr="00337FAB">
              <w:rPr>
                <w:color w:val="000000"/>
              </w:rPr>
              <w:t xml:space="preserve"> for each side and should be fit under the benchtop. Mobile pedestal</w:t>
            </w:r>
            <w:r>
              <w:rPr>
                <w:color w:val="000000"/>
              </w:rPr>
              <w:t>s</w:t>
            </w:r>
            <w:r w:rsidRPr="00337FAB">
              <w:rPr>
                <w:color w:val="000000"/>
              </w:rPr>
              <w:t xml:space="preserve"> should have with 3 drawers and locking top drawer. Should be full assembled dual overhead shelves and shelves should be height adjustable with in 10mm increments.</w:t>
            </w:r>
          </w:p>
          <w:p w14:paraId="1130585D"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Electrical service outlets should be equipped on the work surface or on the overhead shelves (all sockets can be supplied with splash proof covers to enhance safety and durability).</w:t>
            </w:r>
          </w:p>
          <w:p w14:paraId="06BA951F"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Eye wash station placed at one side of the central bench: sink with two shower heads made of high-quality cooper, the surface is coated by epoxy, activated by hand motion sensor, the shower heads provide quick and rapid flushing, but still gentle enough not to cause injury to eyes.</w:t>
            </w:r>
          </w:p>
          <w:p w14:paraId="3EF7759E" w14:textId="77777777" w:rsidR="0035379C" w:rsidRPr="00B04FF0" w:rsidRDefault="0035379C" w:rsidP="003F0CC7">
            <w:pPr>
              <w:ind w:left="360"/>
              <w:rPr>
                <w:i/>
                <w:iCs/>
                <w:color w:val="000000"/>
                <w:u w:val="single"/>
              </w:rPr>
            </w:pPr>
            <w:r w:rsidRPr="00B04FF0">
              <w:rPr>
                <w:i/>
                <w:iCs/>
                <w:color w:val="000000"/>
                <w:u w:val="single"/>
              </w:rPr>
              <w:t xml:space="preserve">Laboratory chairs: </w:t>
            </w:r>
          </w:p>
          <w:p w14:paraId="36680072"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99389A">
              <w:rPr>
                <w:color w:val="000000"/>
              </w:rPr>
              <w:t xml:space="preserve">Ergonomic and flexible with weight adjustment, seat depth adjustment, adjustable seat inclination and backrest adjustable in height. </w:t>
            </w:r>
          </w:p>
          <w:p w14:paraId="4EE5EB48"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99389A">
              <w:rPr>
                <w:color w:val="000000"/>
              </w:rPr>
              <w:t xml:space="preserve">Seat height 450 – 650 mm. </w:t>
            </w:r>
          </w:p>
          <w:p w14:paraId="65800923" w14:textId="77777777" w:rsidR="0035379C" w:rsidRPr="00913FB2" w:rsidRDefault="0035379C" w:rsidP="00E33A30">
            <w:pPr>
              <w:pStyle w:val="ListParagraph"/>
              <w:numPr>
                <w:ilvl w:val="0"/>
                <w:numId w:val="48"/>
              </w:numPr>
              <w:overflowPunct/>
              <w:autoSpaceDE/>
              <w:autoSpaceDN/>
              <w:adjustRightInd/>
              <w:contextualSpacing/>
              <w:textAlignment w:val="auto"/>
              <w:rPr>
                <w:color w:val="000000"/>
              </w:rPr>
            </w:pPr>
            <w:r w:rsidRPr="0099389A">
              <w:rPr>
                <w:color w:val="000000"/>
              </w:rPr>
              <w:t>Hygienic design with minimal joints for easy cleaning and disinfection.</w:t>
            </w:r>
          </w:p>
        </w:tc>
      </w:tr>
      <w:tr w:rsidR="0035379C" w:rsidRPr="00337FAB" w14:paraId="5E187253" w14:textId="77777777" w:rsidTr="0035379C">
        <w:trPr>
          <w:trHeight w:val="80"/>
        </w:trPr>
        <w:tc>
          <w:tcPr>
            <w:tcW w:w="895" w:type="dxa"/>
            <w:tcBorders>
              <w:bottom w:val="single" w:sz="4" w:space="0" w:color="auto"/>
            </w:tcBorders>
            <w:shd w:val="clear" w:color="auto" w:fill="DAEEF3" w:themeFill="accent5" w:themeFillTint="33"/>
          </w:tcPr>
          <w:p w14:paraId="135C1520" w14:textId="77777777" w:rsidR="0035379C" w:rsidRPr="00337FAB" w:rsidRDefault="0035379C" w:rsidP="003F0CC7">
            <w:pPr>
              <w:ind w:firstLineChars="500" w:firstLine="1000"/>
              <w:rPr>
                <w:color w:val="000000"/>
              </w:rPr>
            </w:pPr>
          </w:p>
        </w:tc>
        <w:tc>
          <w:tcPr>
            <w:tcW w:w="8483" w:type="dxa"/>
            <w:tcBorders>
              <w:bottom w:val="single" w:sz="4" w:space="0" w:color="auto"/>
            </w:tcBorders>
            <w:shd w:val="clear" w:color="auto" w:fill="auto"/>
          </w:tcPr>
          <w:p w14:paraId="4EA33348" w14:textId="77777777" w:rsidR="0035379C" w:rsidRDefault="0035379C" w:rsidP="003F0CC7">
            <w:pPr>
              <w:rPr>
                <w:b/>
                <w:bCs/>
                <w:color w:val="000000"/>
              </w:rPr>
            </w:pPr>
            <w:r>
              <w:rPr>
                <w:b/>
                <w:bCs/>
                <w:color w:val="000000"/>
              </w:rPr>
              <w:t>Safety &amp; product Standards:</w:t>
            </w:r>
          </w:p>
          <w:p w14:paraId="65F33602"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Resistant to all usual disinfectants and chemicals in accordance with ISO 2812.</w:t>
            </w:r>
          </w:p>
          <w:p w14:paraId="3E6BD74C"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Antibacterial upholstered covering. Suitable for cleanrooms category 3 in accordance with ISO 14644-1.</w:t>
            </w:r>
          </w:p>
          <w:p w14:paraId="4A2F6004"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Adheres to biosafety level BSL2 and BSL3 of the Directive of Biological Agents.</w:t>
            </w:r>
          </w:p>
          <w:p w14:paraId="16835864"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UNFPA Compliance to regulatory requirements: QMS of the manufacturing site ISO 9001</w:t>
            </w:r>
          </w:p>
          <w:p w14:paraId="47E2AD20" w14:textId="77777777" w:rsidR="0035379C" w:rsidRPr="00913FB2" w:rsidRDefault="0035379C" w:rsidP="003F0CC7">
            <w:pPr>
              <w:pStyle w:val="ListParagraph"/>
              <w:rPr>
                <w:color w:val="000000"/>
              </w:rPr>
            </w:pPr>
          </w:p>
        </w:tc>
      </w:tr>
      <w:tr w:rsidR="0035379C" w:rsidRPr="00337FAB" w14:paraId="4DD004F1" w14:textId="77777777" w:rsidTr="0035379C">
        <w:trPr>
          <w:trHeight w:val="53"/>
        </w:trPr>
        <w:tc>
          <w:tcPr>
            <w:tcW w:w="895" w:type="dxa"/>
            <w:vMerge w:val="restart"/>
            <w:shd w:val="clear" w:color="auto" w:fill="DAEEF3" w:themeFill="accent5" w:themeFillTint="33"/>
          </w:tcPr>
          <w:p w14:paraId="6AE6C1DA" w14:textId="77777777" w:rsidR="0035379C" w:rsidRPr="00C34340" w:rsidRDefault="0035379C" w:rsidP="003F0CC7">
            <w:pPr>
              <w:rPr>
                <w:b/>
                <w:bCs/>
                <w:color w:val="000000"/>
              </w:rPr>
            </w:pPr>
            <w:r>
              <w:rPr>
                <w:b/>
                <w:bCs/>
                <w:color w:val="000000"/>
              </w:rPr>
              <w:t>Item 13</w:t>
            </w:r>
          </w:p>
        </w:tc>
        <w:tc>
          <w:tcPr>
            <w:tcW w:w="8483" w:type="dxa"/>
            <w:shd w:val="clear" w:color="auto" w:fill="DAEEF3" w:themeFill="accent5" w:themeFillTint="33"/>
          </w:tcPr>
          <w:p w14:paraId="31A7B105" w14:textId="77777777" w:rsidR="0035379C" w:rsidRDefault="0035379C" w:rsidP="003F0CC7">
            <w:r w:rsidRPr="00567B62">
              <w:rPr>
                <w:b/>
                <w:bCs/>
              </w:rPr>
              <w:t>CENTRIFUGE HIGH SPEED</w:t>
            </w:r>
            <w:r w:rsidRPr="00337FAB">
              <w:rPr>
                <w:b/>
                <w:bCs/>
              </w:rPr>
              <w:t xml:space="preserve"> </w:t>
            </w:r>
            <w:r>
              <w:t>(</w:t>
            </w:r>
            <w:r w:rsidRPr="0059342A">
              <w:t>3 pcs</w:t>
            </w:r>
            <w:r>
              <w:t>)</w:t>
            </w:r>
          </w:p>
          <w:p w14:paraId="093EEB28" w14:textId="77777777" w:rsidR="0035379C" w:rsidRPr="00337FAB" w:rsidRDefault="0035379C" w:rsidP="003F0CC7">
            <w:pPr>
              <w:rPr>
                <w:b/>
                <w:bCs/>
              </w:rPr>
            </w:pPr>
          </w:p>
        </w:tc>
      </w:tr>
      <w:tr w:rsidR="0035379C" w:rsidRPr="00337FAB" w14:paraId="22288A99" w14:textId="77777777" w:rsidTr="0035379C">
        <w:trPr>
          <w:trHeight w:val="6389"/>
        </w:trPr>
        <w:tc>
          <w:tcPr>
            <w:tcW w:w="895" w:type="dxa"/>
            <w:vMerge/>
            <w:shd w:val="clear" w:color="auto" w:fill="DAEEF3" w:themeFill="accent5" w:themeFillTint="33"/>
          </w:tcPr>
          <w:p w14:paraId="405A8038" w14:textId="77777777" w:rsidR="0035379C" w:rsidRPr="00337FAB" w:rsidRDefault="0035379C" w:rsidP="003F0CC7">
            <w:pPr>
              <w:rPr>
                <w:color w:val="000000"/>
              </w:rPr>
            </w:pPr>
          </w:p>
        </w:tc>
        <w:tc>
          <w:tcPr>
            <w:tcW w:w="8483" w:type="dxa"/>
            <w:shd w:val="clear" w:color="auto" w:fill="auto"/>
            <w:hideMark/>
          </w:tcPr>
          <w:p w14:paraId="6AF5C90C" w14:textId="77777777" w:rsidR="0035379C" w:rsidRPr="00F73CB6" w:rsidRDefault="0035379C" w:rsidP="003F0CC7">
            <w:pPr>
              <w:rPr>
                <w:b/>
                <w:bCs/>
                <w:color w:val="000000"/>
              </w:rPr>
            </w:pPr>
            <w:r w:rsidRPr="00F73CB6">
              <w:rPr>
                <w:b/>
                <w:bCs/>
                <w:color w:val="000000"/>
              </w:rPr>
              <w:t>Product description:</w:t>
            </w:r>
          </w:p>
          <w:p w14:paraId="722EAFFE" w14:textId="77777777" w:rsidR="0035379C" w:rsidRDefault="0035379C" w:rsidP="003F0CC7">
            <w:pPr>
              <w:rPr>
                <w:color w:val="000000"/>
              </w:rPr>
            </w:pPr>
            <w:r w:rsidRPr="00337FAB">
              <w:rPr>
                <w:color w:val="000000"/>
              </w:rPr>
              <w:t>Centrifuge for laboratory usage, cooled, high-speed. Separates component parts of the samples by centrifugal force, has facility for several samples at once, rotated in a balanced fashion. Speed, duration and temperature of operation can be controlled by a user.</w:t>
            </w:r>
          </w:p>
          <w:p w14:paraId="04228D00" w14:textId="77777777" w:rsidR="0035379C" w:rsidRDefault="0035379C" w:rsidP="003F0CC7">
            <w:pPr>
              <w:rPr>
                <w:color w:val="000000"/>
              </w:rPr>
            </w:pPr>
          </w:p>
          <w:p w14:paraId="3C87F7DE" w14:textId="77777777" w:rsidR="0035379C" w:rsidRPr="00F73CB6" w:rsidRDefault="0035379C" w:rsidP="003F0CC7">
            <w:pPr>
              <w:rPr>
                <w:b/>
                <w:bCs/>
                <w:color w:val="000000"/>
              </w:rPr>
            </w:pPr>
            <w:r w:rsidRPr="00F73CB6">
              <w:rPr>
                <w:b/>
                <w:bCs/>
                <w:color w:val="000000"/>
              </w:rPr>
              <w:t>Specification:</w:t>
            </w:r>
          </w:p>
          <w:p w14:paraId="473CC256"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The routine benchtop, cooled centrifuge with microprocessor controller</w:t>
            </w:r>
          </w:p>
          <w:p w14:paraId="00F82A0C"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Max. Speed up to 14000 rpm</w:t>
            </w:r>
          </w:p>
          <w:p w14:paraId="4B71C8C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Capacity up to 4 L</w:t>
            </w:r>
          </w:p>
          <w:p w14:paraId="67315463"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Noise Level &lt;61dba</w:t>
            </w:r>
          </w:p>
          <w:p w14:paraId="6A7F3F31"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With a timer</w:t>
            </w:r>
          </w:p>
          <w:p w14:paraId="2EA823DA"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Sample tube mounting and access to be by quick and simple procedure</w:t>
            </w:r>
          </w:p>
          <w:p w14:paraId="03742F0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With auto-lock system</w:t>
            </w:r>
          </w:p>
          <w:p w14:paraId="1B3BCD72"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Supplied with both fixed-angle and horizontal (swinging bucket) rotor fittings</w:t>
            </w:r>
          </w:p>
          <w:p w14:paraId="60455BF7"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Lid interlock required, lid to include seal to prevent aerosol or particle expulsion. Closed lid security system during operation</w:t>
            </w:r>
          </w:p>
          <w:p w14:paraId="5FE5EC7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Stainless steel rotor chamber</w:t>
            </w:r>
          </w:p>
          <w:p w14:paraId="12AE8ED8"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Brushless motor</w:t>
            </w:r>
          </w:p>
          <w:p w14:paraId="4DAAAB9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Imbalance sensor with safety shut down</w:t>
            </w:r>
          </w:p>
          <w:p w14:paraId="27869A4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Electrical supply: 220-240V, 50/60Hz, ±10%.  Approx.6A</w:t>
            </w:r>
          </w:p>
          <w:p w14:paraId="71D85885"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Displayed parameters:</w:t>
            </w:r>
          </w:p>
          <w:p w14:paraId="13C8ED44" w14:textId="77777777" w:rsidR="0035379C" w:rsidRPr="00F73CB6" w:rsidRDefault="0035379C" w:rsidP="00E33A30">
            <w:pPr>
              <w:pStyle w:val="ListParagraph"/>
              <w:numPr>
                <w:ilvl w:val="1"/>
                <w:numId w:val="54"/>
              </w:numPr>
              <w:overflowPunct/>
              <w:autoSpaceDE/>
              <w:autoSpaceDN/>
              <w:adjustRightInd/>
              <w:contextualSpacing/>
              <w:textAlignment w:val="auto"/>
              <w:rPr>
                <w:rFonts w:ascii="Arial" w:hAnsi="Arial" w:cs="Arial"/>
                <w:color w:val="000000"/>
              </w:rPr>
            </w:pPr>
            <w:r w:rsidRPr="00F73CB6">
              <w:rPr>
                <w:rFonts w:eastAsia="Arial"/>
                <w:color w:val="000000"/>
              </w:rPr>
              <w:t>Alert indicators are required for imbalance, lid open and cycle complete.</w:t>
            </w:r>
          </w:p>
          <w:p w14:paraId="1E43026D" w14:textId="77777777" w:rsidR="0035379C" w:rsidRPr="00F73CB6" w:rsidRDefault="0035379C" w:rsidP="00E33A30">
            <w:pPr>
              <w:pStyle w:val="ListParagraph"/>
              <w:numPr>
                <w:ilvl w:val="1"/>
                <w:numId w:val="54"/>
              </w:numPr>
              <w:overflowPunct/>
              <w:autoSpaceDE/>
              <w:autoSpaceDN/>
              <w:adjustRightInd/>
              <w:contextualSpacing/>
              <w:textAlignment w:val="auto"/>
              <w:rPr>
                <w:rFonts w:ascii="Arial" w:hAnsi="Arial" w:cs="Arial"/>
                <w:color w:val="000000"/>
              </w:rPr>
            </w:pPr>
            <w:r w:rsidRPr="00F73CB6">
              <w:rPr>
                <w:rFonts w:eastAsia="Arial"/>
                <w:color w:val="000000"/>
              </w:rPr>
              <w:t>Timer display required, showing cycle time remaining.</w:t>
            </w:r>
          </w:p>
          <w:p w14:paraId="0BC0D655" w14:textId="77777777" w:rsidR="0035379C" w:rsidRPr="00F73CB6" w:rsidRDefault="0035379C" w:rsidP="00E33A30">
            <w:pPr>
              <w:pStyle w:val="ListParagraph"/>
              <w:numPr>
                <w:ilvl w:val="1"/>
                <w:numId w:val="54"/>
              </w:numPr>
              <w:overflowPunct/>
              <w:autoSpaceDE/>
              <w:autoSpaceDN/>
              <w:adjustRightInd/>
              <w:contextualSpacing/>
              <w:textAlignment w:val="auto"/>
              <w:rPr>
                <w:rFonts w:ascii="Arial" w:hAnsi="Arial" w:cs="Arial"/>
                <w:color w:val="000000"/>
              </w:rPr>
            </w:pPr>
            <w:r w:rsidRPr="00F73CB6">
              <w:rPr>
                <w:rFonts w:eastAsia="Arial"/>
                <w:color w:val="000000"/>
              </w:rPr>
              <w:t>Speed</w:t>
            </w:r>
          </w:p>
          <w:p w14:paraId="7FEB4055"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Accessories: To be supplied with swing out rotor including various types of buckets and hygienic lids:</w:t>
            </w:r>
          </w:p>
          <w:p w14:paraId="7F100BB0" w14:textId="77777777" w:rsidR="0035379C" w:rsidRPr="00F73CB6" w:rsidRDefault="0035379C" w:rsidP="00E33A30">
            <w:pPr>
              <w:pStyle w:val="ListParagraph"/>
              <w:numPr>
                <w:ilvl w:val="1"/>
                <w:numId w:val="54"/>
              </w:numPr>
              <w:overflowPunct/>
              <w:autoSpaceDE/>
              <w:autoSpaceDN/>
              <w:adjustRightInd/>
              <w:contextualSpacing/>
              <w:textAlignment w:val="auto"/>
              <w:rPr>
                <w:rFonts w:eastAsia="Arial"/>
                <w:color w:val="000000"/>
              </w:rPr>
            </w:pPr>
            <w:r w:rsidRPr="00337FAB">
              <w:rPr>
                <w:rFonts w:eastAsia="Arial"/>
                <w:color w:val="000000"/>
              </w:rPr>
              <w:t>tube inserts for sealed rotor for 50 ml conical tube</w:t>
            </w:r>
          </w:p>
          <w:p w14:paraId="259D673C" w14:textId="77777777" w:rsidR="0035379C" w:rsidRPr="00F73CB6" w:rsidRDefault="0035379C" w:rsidP="00E33A30">
            <w:pPr>
              <w:pStyle w:val="ListParagraph"/>
              <w:numPr>
                <w:ilvl w:val="1"/>
                <w:numId w:val="54"/>
              </w:numPr>
              <w:overflowPunct/>
              <w:autoSpaceDE/>
              <w:autoSpaceDN/>
              <w:adjustRightInd/>
              <w:contextualSpacing/>
              <w:textAlignment w:val="auto"/>
              <w:rPr>
                <w:rFonts w:eastAsia="Arial"/>
                <w:color w:val="000000"/>
              </w:rPr>
            </w:pPr>
            <w:r w:rsidRPr="00337FAB">
              <w:rPr>
                <w:rFonts w:eastAsia="Arial"/>
                <w:color w:val="000000"/>
              </w:rPr>
              <w:t>tube inserts for sealed rotor for 15 ml conical tube</w:t>
            </w:r>
          </w:p>
          <w:p w14:paraId="228E2BDC" w14:textId="77777777" w:rsidR="0035379C" w:rsidRPr="00F73CB6" w:rsidRDefault="0035379C" w:rsidP="00E33A30">
            <w:pPr>
              <w:pStyle w:val="ListParagraph"/>
              <w:numPr>
                <w:ilvl w:val="1"/>
                <w:numId w:val="54"/>
              </w:numPr>
              <w:overflowPunct/>
              <w:autoSpaceDE/>
              <w:autoSpaceDN/>
              <w:adjustRightInd/>
              <w:contextualSpacing/>
              <w:textAlignment w:val="auto"/>
              <w:rPr>
                <w:rFonts w:eastAsia="Arial"/>
                <w:color w:val="000000"/>
              </w:rPr>
            </w:pPr>
            <w:r w:rsidRPr="00337FAB">
              <w:rPr>
                <w:rFonts w:eastAsia="Arial"/>
                <w:color w:val="000000"/>
              </w:rPr>
              <w:t xml:space="preserve">tube inserts for sealed rotor for 5/7 ml conical tube  </w:t>
            </w:r>
          </w:p>
          <w:p w14:paraId="43356034" w14:textId="77777777" w:rsidR="0035379C" w:rsidRPr="00F73CB6" w:rsidRDefault="0035379C" w:rsidP="00E33A30">
            <w:pPr>
              <w:pStyle w:val="ListParagraph"/>
              <w:numPr>
                <w:ilvl w:val="1"/>
                <w:numId w:val="54"/>
              </w:numPr>
              <w:overflowPunct/>
              <w:autoSpaceDE/>
              <w:autoSpaceDN/>
              <w:adjustRightInd/>
              <w:contextualSpacing/>
              <w:textAlignment w:val="auto"/>
              <w:rPr>
                <w:rFonts w:eastAsia="Arial"/>
                <w:color w:val="000000"/>
              </w:rPr>
            </w:pPr>
            <w:r w:rsidRPr="00337FAB">
              <w:rPr>
                <w:rFonts w:eastAsia="Arial"/>
                <w:color w:val="000000"/>
              </w:rPr>
              <w:t>tube inserts for sealed rotor for 2 ml Eppendorf tube</w:t>
            </w:r>
          </w:p>
          <w:p w14:paraId="71B87717"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The case is to be cleanable with laboratory grade disinfectants</w:t>
            </w:r>
          </w:p>
          <w:p w14:paraId="4CBDA324"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Estimated Life Span: 5 years</w:t>
            </w:r>
          </w:p>
        </w:tc>
      </w:tr>
      <w:tr w:rsidR="0035379C" w:rsidRPr="00337FAB" w14:paraId="600E9927" w14:textId="77777777" w:rsidTr="0035379C">
        <w:trPr>
          <w:trHeight w:val="300"/>
        </w:trPr>
        <w:tc>
          <w:tcPr>
            <w:tcW w:w="895" w:type="dxa"/>
            <w:vMerge/>
            <w:shd w:val="clear" w:color="auto" w:fill="DAEEF3" w:themeFill="accent5" w:themeFillTint="33"/>
          </w:tcPr>
          <w:p w14:paraId="0859E65A" w14:textId="77777777" w:rsidR="0035379C" w:rsidRPr="00337FAB" w:rsidRDefault="0035379C" w:rsidP="003F0CC7">
            <w:pPr>
              <w:rPr>
                <w:color w:val="000000"/>
              </w:rPr>
            </w:pPr>
          </w:p>
        </w:tc>
        <w:tc>
          <w:tcPr>
            <w:tcW w:w="8483" w:type="dxa"/>
            <w:shd w:val="clear" w:color="auto" w:fill="auto"/>
            <w:hideMark/>
          </w:tcPr>
          <w:p w14:paraId="7BE6CB35" w14:textId="77777777" w:rsidR="0035379C" w:rsidRPr="00337FAB" w:rsidRDefault="0035379C" w:rsidP="003F0CC7">
            <w:pPr>
              <w:rPr>
                <w:color w:val="000000"/>
              </w:rPr>
            </w:pPr>
            <w:r w:rsidRPr="00337FAB">
              <w:rPr>
                <w:b/>
                <w:bCs/>
                <w:color w:val="000000"/>
              </w:rPr>
              <w:t>Training and installation requirement:</w:t>
            </w:r>
            <w:r w:rsidRPr="00337FAB">
              <w:rPr>
                <w:rFonts w:eastAsia="Arial"/>
                <w:color w:val="000000"/>
              </w:rPr>
              <w:t xml:space="preserve"> Supplier to perform free installation training, safety and operation checks before handover.</w:t>
            </w:r>
          </w:p>
        </w:tc>
      </w:tr>
      <w:tr w:rsidR="0035379C" w:rsidRPr="00337FAB" w14:paraId="290BCD76" w14:textId="77777777" w:rsidTr="0035379C">
        <w:trPr>
          <w:trHeight w:val="80"/>
        </w:trPr>
        <w:tc>
          <w:tcPr>
            <w:tcW w:w="895" w:type="dxa"/>
            <w:vMerge/>
            <w:shd w:val="clear" w:color="auto" w:fill="DAEEF3" w:themeFill="accent5" w:themeFillTint="33"/>
          </w:tcPr>
          <w:p w14:paraId="2B165266" w14:textId="77777777" w:rsidR="0035379C" w:rsidRPr="00337FAB" w:rsidRDefault="0035379C" w:rsidP="003F0CC7">
            <w:pPr>
              <w:ind w:firstLineChars="200" w:firstLine="400"/>
              <w:rPr>
                <w:rFonts w:ascii="Arial" w:eastAsia="Arial" w:hAnsi="Arial" w:cs="Arial"/>
                <w:color w:val="000000"/>
              </w:rPr>
            </w:pPr>
          </w:p>
        </w:tc>
        <w:tc>
          <w:tcPr>
            <w:tcW w:w="8483" w:type="dxa"/>
            <w:shd w:val="clear" w:color="auto" w:fill="auto"/>
            <w:hideMark/>
          </w:tcPr>
          <w:p w14:paraId="1263D5BE"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1B0BA6D4"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35379C" w:rsidRPr="00337FAB" w14:paraId="37D18DF4" w14:textId="77777777" w:rsidTr="0035379C">
        <w:trPr>
          <w:trHeight w:val="1043"/>
        </w:trPr>
        <w:tc>
          <w:tcPr>
            <w:tcW w:w="895" w:type="dxa"/>
            <w:vMerge/>
            <w:shd w:val="clear" w:color="auto" w:fill="DAEEF3" w:themeFill="accent5" w:themeFillTint="33"/>
          </w:tcPr>
          <w:p w14:paraId="44D5F56B" w14:textId="77777777" w:rsidR="0035379C" w:rsidRPr="00337FAB" w:rsidRDefault="0035379C" w:rsidP="003F0CC7">
            <w:pPr>
              <w:ind w:firstLineChars="200" w:firstLine="400"/>
              <w:rPr>
                <w:rFonts w:ascii="Arial" w:eastAsia="Arial" w:hAnsi="Arial" w:cs="Arial"/>
                <w:color w:val="000000"/>
              </w:rPr>
            </w:pPr>
          </w:p>
        </w:tc>
        <w:tc>
          <w:tcPr>
            <w:tcW w:w="8483" w:type="dxa"/>
            <w:shd w:val="clear" w:color="auto" w:fill="auto"/>
          </w:tcPr>
          <w:p w14:paraId="5F34E3A2" w14:textId="77777777" w:rsidR="0035379C" w:rsidRDefault="0035379C" w:rsidP="003F0CC7">
            <w:pPr>
              <w:rPr>
                <w:b/>
                <w:bCs/>
                <w:color w:val="000000"/>
              </w:rPr>
            </w:pPr>
            <w:r>
              <w:rPr>
                <w:b/>
                <w:bCs/>
                <w:color w:val="000000"/>
              </w:rPr>
              <w:t>Safety &amp; product Standards:</w:t>
            </w:r>
          </w:p>
          <w:p w14:paraId="0B0DAEEC" w14:textId="77777777" w:rsidR="0035379C" w:rsidRDefault="0035379C" w:rsidP="00E33A30">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26FC4AE2" w14:textId="77777777" w:rsidR="0035379C" w:rsidRPr="00AF6022" w:rsidRDefault="0035379C" w:rsidP="00E33A30">
            <w:pPr>
              <w:pStyle w:val="ListParagraph"/>
              <w:numPr>
                <w:ilvl w:val="0"/>
                <w:numId w:val="45"/>
              </w:numPr>
              <w:overflowPunct/>
              <w:autoSpaceDE/>
              <w:autoSpaceDN/>
              <w:adjustRightInd/>
              <w:contextualSpacing/>
              <w:textAlignment w:val="auto"/>
              <w:rPr>
                <w:color w:val="000000"/>
              </w:rPr>
            </w:pPr>
            <w:r w:rsidRPr="00AF602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4B7A64F0" w14:textId="77777777" w:rsidTr="0035379C">
        <w:trPr>
          <w:trHeight w:val="300"/>
        </w:trPr>
        <w:tc>
          <w:tcPr>
            <w:tcW w:w="895" w:type="dxa"/>
            <w:vMerge/>
            <w:shd w:val="clear" w:color="auto" w:fill="DAEEF3" w:themeFill="accent5" w:themeFillTint="33"/>
          </w:tcPr>
          <w:p w14:paraId="7D3F98E9" w14:textId="77777777" w:rsidR="0035379C" w:rsidRPr="00337FAB" w:rsidRDefault="0035379C" w:rsidP="003F0CC7">
            <w:pPr>
              <w:rPr>
                <w:color w:val="000000"/>
              </w:rPr>
            </w:pPr>
          </w:p>
        </w:tc>
        <w:tc>
          <w:tcPr>
            <w:tcW w:w="8483" w:type="dxa"/>
            <w:shd w:val="clear" w:color="auto" w:fill="auto"/>
            <w:hideMark/>
          </w:tcPr>
          <w:p w14:paraId="0BDA2998" w14:textId="2CD57827" w:rsidR="0035379C" w:rsidRPr="00337FAB" w:rsidRDefault="0035379C" w:rsidP="003F0CC7">
            <w:pPr>
              <w:rPr>
                <w:color w:val="000000"/>
              </w:rPr>
            </w:pPr>
            <w:r w:rsidRPr="00337FAB">
              <w:rPr>
                <w:b/>
                <w:bCs/>
                <w:color w:val="000000"/>
              </w:rPr>
              <w:t>Warranty:</w:t>
            </w:r>
            <w:r w:rsidRPr="00337FAB">
              <w:rPr>
                <w:color w:val="000000"/>
              </w:rPr>
              <w:t xml:space="preserve"> </w:t>
            </w:r>
            <w:r w:rsidR="007869E1">
              <w:rPr>
                <w:color w:val="000000"/>
              </w:rPr>
              <w:t xml:space="preserve">Two </w:t>
            </w:r>
            <w:r w:rsidR="007869E1" w:rsidRPr="00337FAB">
              <w:rPr>
                <w:color w:val="000000"/>
              </w:rPr>
              <w:t>(</w:t>
            </w:r>
            <w:r w:rsidR="007869E1">
              <w:rPr>
                <w:color w:val="000000"/>
              </w:rPr>
              <w:t>2</w:t>
            </w:r>
            <w:r w:rsidR="007869E1" w:rsidRPr="00337FAB">
              <w:rPr>
                <w:color w:val="000000"/>
              </w:rPr>
              <w:t>) year</w:t>
            </w:r>
            <w:r w:rsidR="007869E1">
              <w:rPr>
                <w:color w:val="000000"/>
              </w:rPr>
              <w:t xml:space="preserve"> </w:t>
            </w:r>
            <w:r w:rsidR="007869E1" w:rsidRPr="00337FAB">
              <w:rPr>
                <w:color w:val="000000"/>
              </w:rPr>
              <w:t>warranty should be provided.</w:t>
            </w:r>
          </w:p>
        </w:tc>
      </w:tr>
      <w:tr w:rsidR="0035379C" w:rsidRPr="00337FAB" w14:paraId="7427114C" w14:textId="77777777" w:rsidTr="0035379C">
        <w:trPr>
          <w:trHeight w:val="80"/>
        </w:trPr>
        <w:tc>
          <w:tcPr>
            <w:tcW w:w="895" w:type="dxa"/>
            <w:vMerge/>
            <w:shd w:val="clear" w:color="auto" w:fill="DAEEF3" w:themeFill="accent5" w:themeFillTint="33"/>
          </w:tcPr>
          <w:p w14:paraId="317F3849" w14:textId="77777777" w:rsidR="0035379C" w:rsidRPr="00337FAB" w:rsidRDefault="0035379C" w:rsidP="003F0CC7">
            <w:pPr>
              <w:rPr>
                <w:color w:val="000000"/>
              </w:rPr>
            </w:pPr>
          </w:p>
        </w:tc>
        <w:tc>
          <w:tcPr>
            <w:tcW w:w="8483" w:type="dxa"/>
            <w:shd w:val="clear" w:color="auto" w:fill="auto"/>
            <w:hideMark/>
          </w:tcPr>
          <w:p w14:paraId="789F0DFA" w14:textId="77777777" w:rsidR="0035379C" w:rsidRPr="00F73CB6" w:rsidRDefault="0035379C" w:rsidP="003F0CC7">
            <w:pPr>
              <w:rPr>
                <w:b/>
                <w:bCs/>
                <w:color w:val="000000"/>
              </w:rPr>
            </w:pPr>
            <w:r w:rsidRPr="00F73CB6">
              <w:rPr>
                <w:b/>
                <w:bCs/>
                <w:color w:val="000000"/>
              </w:rPr>
              <w:t>Documentation requirements:</w:t>
            </w:r>
          </w:p>
          <w:p w14:paraId="08E81846"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User, technical and maintenance manuals to be supplied in Mongolian language</w:t>
            </w:r>
          </w:p>
          <w:p w14:paraId="4AF7F0FF"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Specify all other fittings available for given model</w:t>
            </w:r>
          </w:p>
          <w:p w14:paraId="24E54FFD"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Advanced maintenance tasks required shall be documented</w:t>
            </w:r>
          </w:p>
          <w:p w14:paraId="0C3A5F3A"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Certificate of calibration and inspection to be provided</w:t>
            </w:r>
          </w:p>
          <w:p w14:paraId="3663DE08"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Description of sterilization process for accessories </w:t>
            </w:r>
          </w:p>
          <w:p w14:paraId="3049A7F5"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List to be provided of equipment and procedures required for local calibration and routine maintenance</w:t>
            </w:r>
          </w:p>
          <w:p w14:paraId="14BD2DAF"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List to be provided of important spares and accessories, with their part numbers and cost</w:t>
            </w:r>
          </w:p>
          <w:p w14:paraId="388E5795"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Contact details of manufacturer, supplier and local service agent to be provided. </w:t>
            </w:r>
          </w:p>
          <w:p w14:paraId="47C2D422" w14:textId="77777777" w:rsidR="0035379C" w:rsidRPr="00F73CB6"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Logbook with instruction for daily, weekly, monthly and quarterly maintenance checklist. </w:t>
            </w:r>
          </w:p>
          <w:p w14:paraId="1850F08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The job description of the hospital technician and company service engineer should be clearly spelt out;</w:t>
            </w:r>
          </w:p>
        </w:tc>
      </w:tr>
      <w:tr w:rsidR="0035379C" w:rsidRPr="00337FAB" w14:paraId="0B54695F" w14:textId="77777777" w:rsidTr="0035379C">
        <w:trPr>
          <w:trHeight w:val="300"/>
        </w:trPr>
        <w:tc>
          <w:tcPr>
            <w:tcW w:w="895" w:type="dxa"/>
            <w:vMerge w:val="restart"/>
            <w:shd w:val="clear" w:color="auto" w:fill="DAEEF3" w:themeFill="accent5" w:themeFillTint="33"/>
          </w:tcPr>
          <w:p w14:paraId="19CF96A9" w14:textId="77777777" w:rsidR="0035379C" w:rsidRPr="00C34340" w:rsidRDefault="0035379C" w:rsidP="003F0CC7">
            <w:pPr>
              <w:rPr>
                <w:b/>
                <w:bCs/>
                <w:color w:val="000000"/>
              </w:rPr>
            </w:pPr>
            <w:r>
              <w:rPr>
                <w:b/>
                <w:bCs/>
                <w:color w:val="000000"/>
              </w:rPr>
              <w:t>Item 14</w:t>
            </w:r>
          </w:p>
        </w:tc>
        <w:tc>
          <w:tcPr>
            <w:tcW w:w="8483" w:type="dxa"/>
            <w:shd w:val="clear" w:color="auto" w:fill="DAEEF3" w:themeFill="accent5" w:themeFillTint="33"/>
          </w:tcPr>
          <w:p w14:paraId="4BD38339" w14:textId="77777777" w:rsidR="0035379C" w:rsidRDefault="0035379C" w:rsidP="003F0CC7">
            <w:r w:rsidRPr="00567B62">
              <w:rPr>
                <w:b/>
                <w:bCs/>
              </w:rPr>
              <w:t>SPIN DOWN</w:t>
            </w:r>
            <w:r>
              <w:rPr>
                <w:b/>
                <w:bCs/>
              </w:rPr>
              <w:t xml:space="preserve"> </w:t>
            </w:r>
            <w:r w:rsidRPr="00567B62">
              <w:t>(6 pcs)</w:t>
            </w:r>
          </w:p>
          <w:p w14:paraId="0C5DF388" w14:textId="77777777" w:rsidR="0035379C" w:rsidRPr="00337FAB" w:rsidRDefault="0035379C" w:rsidP="003F0CC7">
            <w:pPr>
              <w:rPr>
                <w:b/>
                <w:bCs/>
              </w:rPr>
            </w:pPr>
          </w:p>
        </w:tc>
      </w:tr>
      <w:tr w:rsidR="0035379C" w:rsidRPr="00337FAB" w14:paraId="5AADEE1F" w14:textId="77777777" w:rsidTr="0035379C">
        <w:trPr>
          <w:trHeight w:val="2070"/>
        </w:trPr>
        <w:tc>
          <w:tcPr>
            <w:tcW w:w="895" w:type="dxa"/>
            <w:vMerge/>
            <w:tcBorders>
              <w:bottom w:val="single" w:sz="4" w:space="0" w:color="auto"/>
            </w:tcBorders>
            <w:shd w:val="clear" w:color="auto" w:fill="DAEEF3" w:themeFill="accent5" w:themeFillTint="33"/>
          </w:tcPr>
          <w:p w14:paraId="405B277F" w14:textId="77777777" w:rsidR="0035379C" w:rsidRPr="00337FAB" w:rsidRDefault="0035379C" w:rsidP="003F0CC7">
            <w:pPr>
              <w:rPr>
                <w:color w:val="000000"/>
              </w:rPr>
            </w:pPr>
          </w:p>
        </w:tc>
        <w:tc>
          <w:tcPr>
            <w:tcW w:w="8483" w:type="dxa"/>
            <w:tcBorders>
              <w:bottom w:val="single" w:sz="4" w:space="0" w:color="auto"/>
            </w:tcBorders>
            <w:shd w:val="clear" w:color="auto" w:fill="auto"/>
            <w:hideMark/>
          </w:tcPr>
          <w:p w14:paraId="0406FFA4" w14:textId="77777777" w:rsidR="0035379C" w:rsidRPr="00F73CB6" w:rsidRDefault="0035379C" w:rsidP="003F0CC7">
            <w:pPr>
              <w:rPr>
                <w:b/>
                <w:bCs/>
                <w:color w:val="000000"/>
              </w:rPr>
            </w:pPr>
            <w:r w:rsidRPr="00F73CB6">
              <w:rPr>
                <w:b/>
                <w:bCs/>
                <w:color w:val="000000"/>
              </w:rPr>
              <w:t>Product description:</w:t>
            </w:r>
          </w:p>
          <w:p w14:paraId="1B89FB84" w14:textId="77777777" w:rsidR="0035379C" w:rsidRPr="00337FAB" w:rsidRDefault="0035379C" w:rsidP="003F0CC7">
            <w:pPr>
              <w:rPr>
                <w:color w:val="000000"/>
              </w:rPr>
            </w:pPr>
            <w:r w:rsidRPr="00337FAB">
              <w:rPr>
                <w:color w:val="000000"/>
              </w:rPr>
              <w:t>Laboratory use Spin down</w:t>
            </w:r>
          </w:p>
          <w:p w14:paraId="1782AEA1" w14:textId="77777777" w:rsidR="0035379C" w:rsidRDefault="0035379C" w:rsidP="003F0CC7">
            <w:pPr>
              <w:rPr>
                <w:color w:val="000000"/>
              </w:rPr>
            </w:pPr>
          </w:p>
          <w:p w14:paraId="0B720865" w14:textId="77777777" w:rsidR="0035379C" w:rsidRPr="00F73CB6" w:rsidRDefault="0035379C" w:rsidP="003F0CC7">
            <w:pPr>
              <w:rPr>
                <w:b/>
                <w:bCs/>
                <w:color w:val="000000"/>
              </w:rPr>
            </w:pPr>
            <w:r w:rsidRPr="00F73CB6">
              <w:rPr>
                <w:b/>
                <w:bCs/>
                <w:color w:val="000000"/>
              </w:rPr>
              <w:t>Specification:</w:t>
            </w:r>
          </w:p>
          <w:p w14:paraId="30B8BD1F"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Dimensions (W× H × D): Approximately 14-15cm x 10-13 cm x 15-18 cm</w:t>
            </w:r>
          </w:p>
          <w:p w14:paraId="3A3C0B1B"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Speed: Approximately 6000 rpm, 2000 x g</w:t>
            </w:r>
          </w:p>
          <w:p w14:paraId="2C82D12B"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Power Source: 220V</w:t>
            </w:r>
          </w:p>
          <w:p w14:paraId="319F279A"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Capacity: 8 x 1.5/2.0ml, 32 x 0.2ml, 4 x PCR Strips</w:t>
            </w:r>
          </w:p>
          <w:p w14:paraId="41BF15A3"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Weight: Up to 2 kg </w:t>
            </w:r>
          </w:p>
        </w:tc>
      </w:tr>
      <w:tr w:rsidR="0035379C" w:rsidRPr="00337FAB" w14:paraId="12508905" w14:textId="77777777" w:rsidTr="0035379C">
        <w:trPr>
          <w:trHeight w:val="143"/>
        </w:trPr>
        <w:tc>
          <w:tcPr>
            <w:tcW w:w="895" w:type="dxa"/>
            <w:vMerge/>
            <w:tcBorders>
              <w:bottom w:val="single" w:sz="4" w:space="0" w:color="auto"/>
            </w:tcBorders>
            <w:shd w:val="clear" w:color="auto" w:fill="DAEEF3" w:themeFill="accent5" w:themeFillTint="33"/>
          </w:tcPr>
          <w:p w14:paraId="5D950848" w14:textId="77777777" w:rsidR="0035379C" w:rsidRPr="00337FAB" w:rsidRDefault="0035379C" w:rsidP="003F0CC7">
            <w:pPr>
              <w:rPr>
                <w:color w:val="000000"/>
              </w:rPr>
            </w:pPr>
          </w:p>
        </w:tc>
        <w:tc>
          <w:tcPr>
            <w:tcW w:w="8483" w:type="dxa"/>
            <w:tcBorders>
              <w:bottom w:val="single" w:sz="4" w:space="0" w:color="auto"/>
            </w:tcBorders>
            <w:shd w:val="clear" w:color="auto" w:fill="auto"/>
            <w:hideMark/>
          </w:tcPr>
          <w:p w14:paraId="396B9703"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6F8D144C" w14:textId="77777777" w:rsidR="0035379C" w:rsidRPr="00913FB2" w:rsidRDefault="0035379C" w:rsidP="003F0CC7">
            <w:pPr>
              <w:rPr>
                <w:color w:val="000000"/>
              </w:rPr>
            </w:pPr>
            <w:r w:rsidRPr="00913FB2">
              <w:rPr>
                <w:color w:val="000000"/>
              </w:rPr>
              <w:t>FDA 510k Premarket registration or CE certificate, WHO-GMP certificate or similar</w:t>
            </w:r>
          </w:p>
        </w:tc>
      </w:tr>
      <w:tr w:rsidR="0035379C" w:rsidRPr="00337FAB" w14:paraId="307985F8" w14:textId="77777777" w:rsidTr="0035379C">
        <w:trPr>
          <w:trHeight w:val="1016"/>
        </w:trPr>
        <w:tc>
          <w:tcPr>
            <w:tcW w:w="895" w:type="dxa"/>
            <w:vMerge/>
            <w:tcBorders>
              <w:bottom w:val="single" w:sz="4" w:space="0" w:color="auto"/>
            </w:tcBorders>
            <w:shd w:val="clear" w:color="auto" w:fill="DAEEF3" w:themeFill="accent5" w:themeFillTint="33"/>
          </w:tcPr>
          <w:p w14:paraId="36A53D63" w14:textId="77777777" w:rsidR="0035379C" w:rsidRPr="00337FAB" w:rsidRDefault="0035379C" w:rsidP="003F0CC7">
            <w:pPr>
              <w:rPr>
                <w:color w:val="000000"/>
              </w:rPr>
            </w:pPr>
          </w:p>
        </w:tc>
        <w:tc>
          <w:tcPr>
            <w:tcW w:w="8483" w:type="dxa"/>
            <w:tcBorders>
              <w:bottom w:val="single" w:sz="4" w:space="0" w:color="auto"/>
            </w:tcBorders>
            <w:shd w:val="clear" w:color="auto" w:fill="auto"/>
          </w:tcPr>
          <w:p w14:paraId="7C30DE1F" w14:textId="77777777" w:rsidR="0035379C" w:rsidRDefault="0035379C" w:rsidP="003F0CC7">
            <w:pPr>
              <w:rPr>
                <w:b/>
                <w:bCs/>
                <w:color w:val="000000"/>
              </w:rPr>
            </w:pPr>
            <w:r>
              <w:rPr>
                <w:b/>
                <w:bCs/>
                <w:color w:val="000000"/>
              </w:rPr>
              <w:t>Safety &amp; product Standards:</w:t>
            </w:r>
          </w:p>
          <w:p w14:paraId="79C63F53" w14:textId="77777777" w:rsidR="0035379C" w:rsidRPr="00913FB2" w:rsidRDefault="0035379C" w:rsidP="003F0CC7">
            <w:pPr>
              <w:rPr>
                <w:color w:val="000000"/>
              </w:rPr>
            </w:pPr>
            <w:r w:rsidRPr="00913FB2">
              <w:rPr>
                <w:color w:val="000000"/>
              </w:rPr>
              <w:t>QMS of the manufacturing site: ISO 13485, or ISO 9001 or 21CFR820 (USA)</w:t>
            </w:r>
          </w:p>
          <w:p w14:paraId="45783AEE" w14:textId="77777777" w:rsidR="0035379C" w:rsidRPr="00913FB2" w:rsidRDefault="0035379C" w:rsidP="003F0CC7">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747406E6" w14:textId="77777777" w:rsidTr="0035379C">
        <w:trPr>
          <w:trHeight w:val="161"/>
        </w:trPr>
        <w:tc>
          <w:tcPr>
            <w:tcW w:w="895" w:type="dxa"/>
            <w:vMerge/>
            <w:shd w:val="clear" w:color="auto" w:fill="DAEEF3" w:themeFill="accent5" w:themeFillTint="33"/>
          </w:tcPr>
          <w:p w14:paraId="411535D6" w14:textId="77777777" w:rsidR="0035379C" w:rsidRPr="00337FAB" w:rsidRDefault="0035379C" w:rsidP="003F0CC7">
            <w:pPr>
              <w:rPr>
                <w:color w:val="000000"/>
              </w:rPr>
            </w:pPr>
          </w:p>
        </w:tc>
        <w:tc>
          <w:tcPr>
            <w:tcW w:w="8483" w:type="dxa"/>
            <w:shd w:val="clear" w:color="auto" w:fill="auto"/>
            <w:hideMark/>
          </w:tcPr>
          <w:p w14:paraId="65BF3C2A" w14:textId="534E5C38" w:rsidR="0035379C" w:rsidRPr="00337FAB" w:rsidRDefault="0035379C" w:rsidP="003F0CC7">
            <w:pPr>
              <w:rPr>
                <w:color w:val="000000"/>
              </w:rPr>
            </w:pPr>
            <w:r w:rsidRPr="00337FAB">
              <w:rPr>
                <w:b/>
                <w:bCs/>
                <w:color w:val="000000"/>
              </w:rPr>
              <w:t>Warranty:</w:t>
            </w:r>
            <w:r w:rsidRPr="00337FAB">
              <w:rPr>
                <w:color w:val="000000"/>
              </w:rPr>
              <w:t xml:space="preserve"> </w:t>
            </w:r>
            <w:r w:rsidR="007869E1">
              <w:rPr>
                <w:color w:val="000000"/>
              </w:rPr>
              <w:t xml:space="preserve">One </w:t>
            </w:r>
            <w:r w:rsidR="007869E1" w:rsidRPr="00337FAB">
              <w:rPr>
                <w:color w:val="000000"/>
              </w:rPr>
              <w:t>(</w:t>
            </w:r>
            <w:r w:rsidR="007869E1">
              <w:rPr>
                <w:color w:val="000000"/>
              </w:rPr>
              <w:t>1</w:t>
            </w:r>
            <w:r w:rsidR="007869E1" w:rsidRPr="00337FAB">
              <w:rPr>
                <w:color w:val="000000"/>
              </w:rPr>
              <w:t>) year</w:t>
            </w:r>
            <w:r w:rsidR="007869E1">
              <w:rPr>
                <w:color w:val="000000"/>
              </w:rPr>
              <w:t xml:space="preserve"> </w:t>
            </w:r>
            <w:r w:rsidR="007869E1" w:rsidRPr="00337FAB">
              <w:rPr>
                <w:color w:val="000000"/>
              </w:rPr>
              <w:t>warranty should be provided.</w:t>
            </w:r>
          </w:p>
        </w:tc>
      </w:tr>
      <w:tr w:rsidR="0035379C" w:rsidRPr="00337FAB" w14:paraId="5948E320" w14:textId="77777777" w:rsidTr="0035379C">
        <w:trPr>
          <w:trHeight w:val="197"/>
        </w:trPr>
        <w:tc>
          <w:tcPr>
            <w:tcW w:w="895" w:type="dxa"/>
            <w:vMerge/>
            <w:shd w:val="clear" w:color="auto" w:fill="DAEEF3" w:themeFill="accent5" w:themeFillTint="33"/>
          </w:tcPr>
          <w:p w14:paraId="2239981F" w14:textId="77777777" w:rsidR="0035379C" w:rsidRPr="00337FAB" w:rsidRDefault="0035379C" w:rsidP="003F0CC7">
            <w:pPr>
              <w:rPr>
                <w:color w:val="000000"/>
              </w:rPr>
            </w:pPr>
          </w:p>
        </w:tc>
        <w:tc>
          <w:tcPr>
            <w:tcW w:w="8483" w:type="dxa"/>
            <w:shd w:val="clear" w:color="auto" w:fill="auto"/>
            <w:hideMark/>
          </w:tcPr>
          <w:p w14:paraId="168DACC3" w14:textId="77777777" w:rsidR="0035379C" w:rsidRDefault="0035379C" w:rsidP="003F0CC7">
            <w:pPr>
              <w:rPr>
                <w:rFonts w:eastAsia="Arial"/>
                <w:color w:val="000000"/>
              </w:rPr>
            </w:pPr>
            <w:r w:rsidRPr="00337FAB">
              <w:rPr>
                <w:b/>
                <w:bCs/>
                <w:color w:val="000000"/>
              </w:rPr>
              <w:t>Documentation requirements:</w:t>
            </w:r>
            <w:r w:rsidRPr="00337FAB">
              <w:rPr>
                <w:rFonts w:eastAsia="Arial"/>
                <w:color w:val="000000"/>
              </w:rPr>
              <w:t xml:space="preserve"> Certificate of factory calibration and inspection to be provided.</w:t>
            </w:r>
          </w:p>
          <w:p w14:paraId="542983F7" w14:textId="77777777" w:rsidR="0035379C" w:rsidRDefault="0035379C" w:rsidP="003F0CC7">
            <w:pPr>
              <w:rPr>
                <w:rFonts w:eastAsia="Arial"/>
                <w:color w:val="000000"/>
              </w:rPr>
            </w:pPr>
          </w:p>
          <w:p w14:paraId="57B86D60" w14:textId="77777777" w:rsidR="0035379C" w:rsidRPr="00337FAB" w:rsidRDefault="0035379C" w:rsidP="003F0CC7">
            <w:pPr>
              <w:rPr>
                <w:rFonts w:eastAsia="Arial"/>
                <w:color w:val="000000"/>
              </w:rPr>
            </w:pPr>
          </w:p>
        </w:tc>
      </w:tr>
      <w:tr w:rsidR="0035379C" w:rsidRPr="00337FAB" w14:paraId="2F9E0127" w14:textId="77777777" w:rsidTr="0035379C">
        <w:trPr>
          <w:trHeight w:val="300"/>
        </w:trPr>
        <w:tc>
          <w:tcPr>
            <w:tcW w:w="895" w:type="dxa"/>
            <w:vMerge w:val="restart"/>
            <w:shd w:val="clear" w:color="auto" w:fill="DAEEF3" w:themeFill="accent5" w:themeFillTint="33"/>
          </w:tcPr>
          <w:p w14:paraId="5C3E2800" w14:textId="77777777" w:rsidR="0035379C" w:rsidRPr="00C34340" w:rsidRDefault="0035379C" w:rsidP="003F0CC7">
            <w:pPr>
              <w:rPr>
                <w:b/>
                <w:bCs/>
                <w:color w:val="000000"/>
              </w:rPr>
            </w:pPr>
            <w:r>
              <w:rPr>
                <w:b/>
                <w:bCs/>
                <w:color w:val="000000"/>
              </w:rPr>
              <w:t>Item 15</w:t>
            </w:r>
          </w:p>
        </w:tc>
        <w:tc>
          <w:tcPr>
            <w:tcW w:w="8483" w:type="dxa"/>
            <w:shd w:val="clear" w:color="auto" w:fill="DAEEF3" w:themeFill="accent5" w:themeFillTint="33"/>
          </w:tcPr>
          <w:p w14:paraId="57917EFC" w14:textId="77777777" w:rsidR="0035379C" w:rsidRDefault="0035379C" w:rsidP="003F0CC7">
            <w:r w:rsidRPr="00567B62">
              <w:rPr>
                <w:b/>
                <w:bCs/>
              </w:rPr>
              <w:t xml:space="preserve">VORTEX </w:t>
            </w:r>
            <w:r w:rsidRPr="00567B62">
              <w:t>(6 pcs)</w:t>
            </w:r>
          </w:p>
          <w:p w14:paraId="03C17479" w14:textId="77777777" w:rsidR="0035379C" w:rsidRPr="00337FAB" w:rsidRDefault="0035379C" w:rsidP="003F0CC7">
            <w:pPr>
              <w:rPr>
                <w:b/>
                <w:bCs/>
              </w:rPr>
            </w:pPr>
          </w:p>
        </w:tc>
      </w:tr>
      <w:tr w:rsidR="0035379C" w:rsidRPr="00337FAB" w14:paraId="0B35811A" w14:textId="77777777" w:rsidTr="0035379C">
        <w:trPr>
          <w:trHeight w:val="1070"/>
        </w:trPr>
        <w:tc>
          <w:tcPr>
            <w:tcW w:w="895" w:type="dxa"/>
            <w:vMerge/>
            <w:tcBorders>
              <w:bottom w:val="single" w:sz="4" w:space="0" w:color="auto"/>
            </w:tcBorders>
            <w:shd w:val="clear" w:color="auto" w:fill="DAEEF3" w:themeFill="accent5" w:themeFillTint="33"/>
          </w:tcPr>
          <w:p w14:paraId="5B9EFBAD" w14:textId="77777777" w:rsidR="0035379C" w:rsidRPr="00337FAB" w:rsidRDefault="0035379C" w:rsidP="003F0CC7">
            <w:pPr>
              <w:rPr>
                <w:color w:val="000000"/>
              </w:rPr>
            </w:pPr>
          </w:p>
        </w:tc>
        <w:tc>
          <w:tcPr>
            <w:tcW w:w="8483" w:type="dxa"/>
            <w:tcBorders>
              <w:bottom w:val="single" w:sz="4" w:space="0" w:color="auto"/>
            </w:tcBorders>
            <w:shd w:val="clear" w:color="auto" w:fill="auto"/>
            <w:hideMark/>
          </w:tcPr>
          <w:p w14:paraId="7D29F2C3" w14:textId="77777777" w:rsidR="0035379C" w:rsidRPr="00E01A80" w:rsidRDefault="0035379C" w:rsidP="003F0CC7">
            <w:pPr>
              <w:rPr>
                <w:b/>
                <w:bCs/>
                <w:color w:val="000000"/>
              </w:rPr>
            </w:pPr>
            <w:r w:rsidRPr="00E01A80">
              <w:rPr>
                <w:b/>
                <w:bCs/>
                <w:color w:val="000000"/>
              </w:rPr>
              <w:t>Product description:</w:t>
            </w:r>
          </w:p>
          <w:p w14:paraId="4D5317A7" w14:textId="77777777" w:rsidR="0035379C" w:rsidRDefault="0035379C" w:rsidP="003F0CC7">
            <w:pPr>
              <w:rPr>
                <w:color w:val="000000"/>
              </w:rPr>
            </w:pPr>
            <w:r w:rsidRPr="00337FAB">
              <w:rPr>
                <w:color w:val="000000"/>
              </w:rPr>
              <w:t xml:space="preserve">Vortex with rubber feet for tube and flask shaking for maximum high-speed touch mixing. It should have solid metal casting. </w:t>
            </w:r>
          </w:p>
          <w:p w14:paraId="07BF4267" w14:textId="77777777" w:rsidR="0035379C" w:rsidRDefault="0035379C" w:rsidP="003F0CC7">
            <w:pPr>
              <w:rPr>
                <w:color w:val="000000"/>
              </w:rPr>
            </w:pPr>
          </w:p>
          <w:p w14:paraId="4F633000" w14:textId="77777777" w:rsidR="0035379C" w:rsidRPr="00E01A80" w:rsidRDefault="0035379C" w:rsidP="003F0CC7">
            <w:pPr>
              <w:rPr>
                <w:b/>
                <w:bCs/>
                <w:color w:val="000000"/>
              </w:rPr>
            </w:pPr>
            <w:r w:rsidRPr="00E01A80">
              <w:rPr>
                <w:b/>
                <w:bCs/>
                <w:color w:val="000000"/>
              </w:rPr>
              <w:t>Specification:</w:t>
            </w:r>
          </w:p>
          <w:p w14:paraId="2B354DE3"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Suitable for continuous operation (low heat due to ventilation of motor)</w:t>
            </w:r>
          </w:p>
          <w:p w14:paraId="36F9C7CB"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Stable operation at high speeds due to silicon base feet;</w:t>
            </w:r>
          </w:p>
          <w:p w14:paraId="277297C8"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Infinitely adjustable speed range;</w:t>
            </w:r>
          </w:p>
          <w:p w14:paraId="72358FBF"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Various applications possible (</w:t>
            </w:r>
            <w:proofErr w:type="spellStart"/>
            <w:r w:rsidRPr="00337FAB">
              <w:rPr>
                <w:color w:val="000000"/>
              </w:rPr>
              <w:t>e.g</w:t>
            </w:r>
            <w:proofErr w:type="spellEnd"/>
            <w:r w:rsidRPr="00337FAB">
              <w:rPr>
                <w:color w:val="000000"/>
              </w:rPr>
              <w:t xml:space="preserve"> Eppendorf tubes, microtiter plates, Erlenmeyer flasks 250 ml </w:t>
            </w:r>
            <w:proofErr w:type="spellStart"/>
            <w:r w:rsidRPr="00337FAB">
              <w:rPr>
                <w:color w:val="000000"/>
              </w:rPr>
              <w:t>etc</w:t>
            </w:r>
            <w:proofErr w:type="spellEnd"/>
            <w:r w:rsidRPr="00337FAB">
              <w:rPr>
                <w:color w:val="000000"/>
              </w:rPr>
              <w:t>);</w:t>
            </w:r>
          </w:p>
          <w:p w14:paraId="0BD88628"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Speed Range (Adjustable): min 200rpm and max 2500rpm;</w:t>
            </w:r>
          </w:p>
          <w:p w14:paraId="0C9F5213"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Weight: up to 5 Kg</w:t>
            </w:r>
          </w:p>
          <w:p w14:paraId="571C5674"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Type of movement: orbital</w:t>
            </w:r>
          </w:p>
          <w:p w14:paraId="752D78C7"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Speed display</w:t>
            </w:r>
          </w:p>
          <w:p w14:paraId="6C7F65EC" w14:textId="77777777" w:rsidR="0035379C" w:rsidRPr="00383B36" w:rsidRDefault="0035379C" w:rsidP="00E33A30">
            <w:pPr>
              <w:pStyle w:val="ListParagraph"/>
              <w:numPr>
                <w:ilvl w:val="0"/>
                <w:numId w:val="48"/>
              </w:numPr>
              <w:overflowPunct/>
              <w:autoSpaceDE/>
              <w:autoSpaceDN/>
              <w:adjustRightInd/>
              <w:contextualSpacing/>
              <w:textAlignment w:val="auto"/>
              <w:rPr>
                <w:color w:val="000000"/>
                <w:lang w:val="fr-FR"/>
              </w:rPr>
            </w:pPr>
            <w:proofErr w:type="spellStart"/>
            <w:r w:rsidRPr="00383B36">
              <w:rPr>
                <w:color w:val="000000"/>
                <w:lang w:val="fr-FR"/>
              </w:rPr>
              <w:t>Approximate</w:t>
            </w:r>
            <w:proofErr w:type="spellEnd"/>
            <w:r w:rsidRPr="00383B36">
              <w:rPr>
                <w:color w:val="000000"/>
                <w:lang w:val="fr-FR"/>
              </w:rPr>
              <w:t xml:space="preserve"> dimensions (W x H x D): 12-15 cm x 10-15cm x 13-20cm;</w:t>
            </w:r>
          </w:p>
          <w:p w14:paraId="6E7603D8"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Permissible ambient temperature: 5 - 40 °C</w:t>
            </w:r>
          </w:p>
          <w:p w14:paraId="407E7213"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Permissible relative humidity: 80 %</w:t>
            </w:r>
          </w:p>
          <w:p w14:paraId="4DEB1F7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Protection class according to DIN EN 60529: IP 21</w:t>
            </w:r>
          </w:p>
          <w:p w14:paraId="5021F20A"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Power supply: 220 V, 50/60 Hz</w:t>
            </w:r>
          </w:p>
          <w:p w14:paraId="414F481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Mobility, portability: Yes</w:t>
            </w:r>
          </w:p>
          <w:p w14:paraId="198E829D"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Supplied in protective, re-closable seal.</w:t>
            </w:r>
          </w:p>
        </w:tc>
      </w:tr>
      <w:tr w:rsidR="0035379C" w:rsidRPr="00337FAB" w14:paraId="3C4678A4" w14:textId="77777777" w:rsidTr="0035379C">
        <w:trPr>
          <w:trHeight w:val="332"/>
        </w:trPr>
        <w:tc>
          <w:tcPr>
            <w:tcW w:w="895" w:type="dxa"/>
            <w:vMerge/>
            <w:tcBorders>
              <w:bottom w:val="single" w:sz="4" w:space="0" w:color="auto"/>
            </w:tcBorders>
            <w:shd w:val="clear" w:color="auto" w:fill="DAEEF3" w:themeFill="accent5" w:themeFillTint="33"/>
          </w:tcPr>
          <w:p w14:paraId="1EA6818A" w14:textId="77777777" w:rsidR="0035379C" w:rsidRPr="00337FAB" w:rsidRDefault="0035379C" w:rsidP="003F0CC7">
            <w:pPr>
              <w:rPr>
                <w:color w:val="000000"/>
              </w:rPr>
            </w:pPr>
          </w:p>
        </w:tc>
        <w:tc>
          <w:tcPr>
            <w:tcW w:w="8483" w:type="dxa"/>
            <w:tcBorders>
              <w:bottom w:val="single" w:sz="4" w:space="0" w:color="auto"/>
            </w:tcBorders>
            <w:shd w:val="clear" w:color="auto" w:fill="auto"/>
            <w:hideMark/>
          </w:tcPr>
          <w:p w14:paraId="74C43C5C"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274C7C3A" w14:textId="77777777" w:rsidR="0035379C" w:rsidRPr="00913FB2" w:rsidRDefault="0035379C" w:rsidP="003F0CC7">
            <w:pPr>
              <w:rPr>
                <w:color w:val="000000"/>
              </w:rPr>
            </w:pPr>
            <w:r w:rsidRPr="00913FB2">
              <w:rPr>
                <w:color w:val="000000"/>
              </w:rPr>
              <w:t>FDA 510k Premarket registration or CE certificate, WHO-GMP certificate or similar</w:t>
            </w:r>
          </w:p>
        </w:tc>
      </w:tr>
      <w:tr w:rsidR="0035379C" w:rsidRPr="00337FAB" w14:paraId="69CB9A66" w14:textId="77777777" w:rsidTr="0035379C">
        <w:trPr>
          <w:trHeight w:val="926"/>
        </w:trPr>
        <w:tc>
          <w:tcPr>
            <w:tcW w:w="895" w:type="dxa"/>
            <w:vMerge/>
            <w:tcBorders>
              <w:bottom w:val="single" w:sz="4" w:space="0" w:color="auto"/>
            </w:tcBorders>
            <w:shd w:val="clear" w:color="auto" w:fill="DAEEF3" w:themeFill="accent5" w:themeFillTint="33"/>
          </w:tcPr>
          <w:p w14:paraId="768EEE90" w14:textId="77777777" w:rsidR="0035379C" w:rsidRPr="00337FAB" w:rsidRDefault="0035379C" w:rsidP="003F0CC7">
            <w:pPr>
              <w:rPr>
                <w:color w:val="000000"/>
              </w:rPr>
            </w:pPr>
          </w:p>
        </w:tc>
        <w:tc>
          <w:tcPr>
            <w:tcW w:w="8483" w:type="dxa"/>
            <w:tcBorders>
              <w:bottom w:val="single" w:sz="4" w:space="0" w:color="auto"/>
            </w:tcBorders>
            <w:shd w:val="clear" w:color="auto" w:fill="auto"/>
          </w:tcPr>
          <w:p w14:paraId="6462F2FC" w14:textId="77777777" w:rsidR="0035379C" w:rsidRDefault="0035379C" w:rsidP="003F0CC7">
            <w:pPr>
              <w:rPr>
                <w:b/>
                <w:bCs/>
                <w:color w:val="000000"/>
              </w:rPr>
            </w:pPr>
            <w:r>
              <w:rPr>
                <w:b/>
                <w:bCs/>
                <w:color w:val="000000"/>
              </w:rPr>
              <w:t>Safety &amp; product Standards:</w:t>
            </w:r>
          </w:p>
          <w:p w14:paraId="4310A44F" w14:textId="77777777" w:rsidR="0035379C" w:rsidRPr="00913FB2" w:rsidRDefault="0035379C" w:rsidP="003F0CC7">
            <w:pPr>
              <w:rPr>
                <w:color w:val="000000"/>
              </w:rPr>
            </w:pPr>
            <w:r w:rsidRPr="00913FB2">
              <w:rPr>
                <w:color w:val="000000"/>
              </w:rPr>
              <w:t>QMS of the manufacturing site: ISO 13485, or ISO 9001 or 21CFR820 (USA)</w:t>
            </w:r>
          </w:p>
          <w:p w14:paraId="707C40B7" w14:textId="77777777" w:rsidR="0035379C" w:rsidRPr="00913FB2" w:rsidRDefault="0035379C" w:rsidP="003F0CC7">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57D74B6F" w14:textId="77777777" w:rsidTr="0035379C">
        <w:trPr>
          <w:trHeight w:val="206"/>
        </w:trPr>
        <w:tc>
          <w:tcPr>
            <w:tcW w:w="895" w:type="dxa"/>
            <w:vMerge/>
            <w:shd w:val="clear" w:color="auto" w:fill="DAEEF3" w:themeFill="accent5" w:themeFillTint="33"/>
          </w:tcPr>
          <w:p w14:paraId="42EF26E0" w14:textId="77777777" w:rsidR="0035379C" w:rsidRPr="00337FAB" w:rsidRDefault="0035379C" w:rsidP="003F0CC7">
            <w:pPr>
              <w:rPr>
                <w:color w:val="000000"/>
              </w:rPr>
            </w:pPr>
          </w:p>
        </w:tc>
        <w:tc>
          <w:tcPr>
            <w:tcW w:w="8483" w:type="dxa"/>
            <w:shd w:val="clear" w:color="auto" w:fill="auto"/>
            <w:hideMark/>
          </w:tcPr>
          <w:p w14:paraId="6BB347D3" w14:textId="1B08C56B" w:rsidR="0035379C" w:rsidRPr="00337FAB" w:rsidRDefault="0035379C" w:rsidP="003F0CC7">
            <w:pPr>
              <w:rPr>
                <w:color w:val="000000"/>
              </w:rPr>
            </w:pPr>
            <w:r w:rsidRPr="00337FAB">
              <w:rPr>
                <w:b/>
                <w:bCs/>
                <w:color w:val="000000"/>
              </w:rPr>
              <w:t>Warranty:</w:t>
            </w:r>
            <w:r w:rsidR="007869E1">
              <w:rPr>
                <w:b/>
                <w:bCs/>
                <w:color w:val="000000"/>
              </w:rPr>
              <w:t xml:space="preserve"> </w:t>
            </w:r>
            <w:r w:rsidR="007869E1">
              <w:rPr>
                <w:color w:val="000000"/>
              </w:rPr>
              <w:t xml:space="preserve">One </w:t>
            </w:r>
            <w:r w:rsidR="007869E1" w:rsidRPr="00337FAB">
              <w:rPr>
                <w:color w:val="000000"/>
              </w:rPr>
              <w:t>(</w:t>
            </w:r>
            <w:r w:rsidR="007869E1">
              <w:rPr>
                <w:color w:val="000000"/>
              </w:rPr>
              <w:t>1</w:t>
            </w:r>
            <w:r w:rsidR="007869E1" w:rsidRPr="00337FAB">
              <w:rPr>
                <w:color w:val="000000"/>
              </w:rPr>
              <w:t>) year</w:t>
            </w:r>
            <w:r w:rsidR="007869E1">
              <w:rPr>
                <w:color w:val="000000"/>
              </w:rPr>
              <w:t xml:space="preserve"> </w:t>
            </w:r>
            <w:r w:rsidR="007869E1" w:rsidRPr="00337FAB">
              <w:rPr>
                <w:color w:val="000000"/>
              </w:rPr>
              <w:t>warranty should be provided.</w:t>
            </w:r>
          </w:p>
        </w:tc>
      </w:tr>
      <w:tr w:rsidR="0035379C" w:rsidRPr="00337FAB" w14:paraId="33DF97E2" w14:textId="77777777" w:rsidTr="0035379C">
        <w:trPr>
          <w:trHeight w:val="242"/>
        </w:trPr>
        <w:tc>
          <w:tcPr>
            <w:tcW w:w="895" w:type="dxa"/>
            <w:vMerge/>
            <w:shd w:val="clear" w:color="auto" w:fill="DAEEF3" w:themeFill="accent5" w:themeFillTint="33"/>
          </w:tcPr>
          <w:p w14:paraId="7975BCCF" w14:textId="77777777" w:rsidR="0035379C" w:rsidRPr="00337FAB" w:rsidRDefault="0035379C" w:rsidP="003F0CC7">
            <w:pPr>
              <w:rPr>
                <w:color w:val="000000"/>
              </w:rPr>
            </w:pPr>
          </w:p>
        </w:tc>
        <w:tc>
          <w:tcPr>
            <w:tcW w:w="8483" w:type="dxa"/>
            <w:shd w:val="clear" w:color="auto" w:fill="auto"/>
            <w:hideMark/>
          </w:tcPr>
          <w:p w14:paraId="34D94916" w14:textId="77777777" w:rsidR="0035379C" w:rsidRDefault="0035379C" w:rsidP="003F0CC7">
            <w:pPr>
              <w:rPr>
                <w:color w:val="000000"/>
              </w:rPr>
            </w:pPr>
            <w:r w:rsidRPr="00337FAB">
              <w:rPr>
                <w:b/>
                <w:bCs/>
                <w:color w:val="000000"/>
              </w:rPr>
              <w:t>Documentation requirements:</w:t>
            </w:r>
            <w:r w:rsidRPr="00337FAB">
              <w:rPr>
                <w:color w:val="000000"/>
              </w:rPr>
              <w:t xml:space="preserve"> Certificate of factory calibration and inspection to be provided</w:t>
            </w:r>
          </w:p>
          <w:p w14:paraId="0ED59C73" w14:textId="77777777" w:rsidR="0035379C" w:rsidRPr="00337FAB" w:rsidRDefault="0035379C" w:rsidP="003F0CC7">
            <w:pPr>
              <w:rPr>
                <w:color w:val="000000"/>
              </w:rPr>
            </w:pPr>
          </w:p>
        </w:tc>
      </w:tr>
      <w:tr w:rsidR="0035379C" w:rsidRPr="00337FAB" w14:paraId="67B35A28" w14:textId="77777777" w:rsidTr="0035379C">
        <w:trPr>
          <w:trHeight w:val="300"/>
        </w:trPr>
        <w:tc>
          <w:tcPr>
            <w:tcW w:w="895" w:type="dxa"/>
            <w:vMerge w:val="restart"/>
            <w:shd w:val="clear" w:color="auto" w:fill="DAEEF3" w:themeFill="accent5" w:themeFillTint="33"/>
          </w:tcPr>
          <w:p w14:paraId="23D2841B" w14:textId="77777777" w:rsidR="0035379C" w:rsidRPr="00C34340" w:rsidRDefault="0035379C" w:rsidP="003F0CC7">
            <w:pPr>
              <w:rPr>
                <w:b/>
                <w:bCs/>
                <w:color w:val="000000"/>
              </w:rPr>
            </w:pPr>
            <w:r>
              <w:rPr>
                <w:b/>
                <w:bCs/>
                <w:color w:val="000000"/>
              </w:rPr>
              <w:t>Item 16</w:t>
            </w:r>
          </w:p>
        </w:tc>
        <w:tc>
          <w:tcPr>
            <w:tcW w:w="8483" w:type="dxa"/>
            <w:shd w:val="clear" w:color="auto" w:fill="DAEEF3" w:themeFill="accent5" w:themeFillTint="33"/>
          </w:tcPr>
          <w:p w14:paraId="5E22D2D4" w14:textId="77777777" w:rsidR="0035379C" w:rsidRDefault="0035379C" w:rsidP="003F0CC7">
            <w:r w:rsidRPr="00567B62">
              <w:rPr>
                <w:b/>
                <w:bCs/>
              </w:rPr>
              <w:t>LABORATORY REFRIGERATOR WITH FREEZER</w:t>
            </w:r>
            <w:r w:rsidRPr="00337FAB">
              <w:rPr>
                <w:b/>
                <w:bCs/>
              </w:rPr>
              <w:t xml:space="preserve"> </w:t>
            </w:r>
            <w:r w:rsidRPr="00567B62">
              <w:t>(6 pcs)</w:t>
            </w:r>
          </w:p>
          <w:p w14:paraId="78FEF2BE" w14:textId="77777777" w:rsidR="0035379C" w:rsidRPr="00337FAB" w:rsidRDefault="0035379C" w:rsidP="003F0CC7">
            <w:pPr>
              <w:rPr>
                <w:b/>
                <w:bCs/>
              </w:rPr>
            </w:pPr>
          </w:p>
        </w:tc>
      </w:tr>
      <w:tr w:rsidR="0035379C" w:rsidRPr="00337FAB" w14:paraId="4077C1E4" w14:textId="77777777" w:rsidTr="0035379C">
        <w:trPr>
          <w:trHeight w:val="2690"/>
        </w:trPr>
        <w:tc>
          <w:tcPr>
            <w:tcW w:w="895" w:type="dxa"/>
            <w:vMerge/>
            <w:tcBorders>
              <w:bottom w:val="single" w:sz="4" w:space="0" w:color="auto"/>
            </w:tcBorders>
            <w:shd w:val="clear" w:color="auto" w:fill="DAEEF3" w:themeFill="accent5" w:themeFillTint="33"/>
          </w:tcPr>
          <w:p w14:paraId="6696A98A" w14:textId="77777777" w:rsidR="0035379C" w:rsidRPr="00337FAB" w:rsidRDefault="0035379C" w:rsidP="003F0CC7">
            <w:pPr>
              <w:rPr>
                <w:color w:val="000000"/>
              </w:rPr>
            </w:pPr>
          </w:p>
        </w:tc>
        <w:tc>
          <w:tcPr>
            <w:tcW w:w="8483" w:type="dxa"/>
            <w:tcBorders>
              <w:bottom w:val="single" w:sz="4" w:space="0" w:color="auto"/>
            </w:tcBorders>
            <w:shd w:val="clear" w:color="auto" w:fill="auto"/>
            <w:hideMark/>
          </w:tcPr>
          <w:p w14:paraId="1B905355" w14:textId="659DC2F8" w:rsidR="007869E1" w:rsidRPr="007869E1" w:rsidRDefault="007869E1" w:rsidP="007869E1">
            <w:pPr>
              <w:overflowPunct/>
              <w:autoSpaceDE/>
              <w:autoSpaceDN/>
              <w:adjustRightInd/>
              <w:contextualSpacing/>
              <w:textAlignment w:val="auto"/>
              <w:rPr>
                <w:b/>
                <w:bCs/>
                <w:color w:val="000000"/>
              </w:rPr>
            </w:pPr>
            <w:r w:rsidRPr="007869E1">
              <w:rPr>
                <w:b/>
                <w:bCs/>
                <w:color w:val="000000"/>
              </w:rPr>
              <w:t>Product description:</w:t>
            </w:r>
          </w:p>
          <w:p w14:paraId="3CF2FA62" w14:textId="704D9D2D" w:rsidR="0035379C" w:rsidRDefault="0035379C" w:rsidP="007869E1">
            <w:pPr>
              <w:overflowPunct/>
              <w:autoSpaceDE/>
              <w:autoSpaceDN/>
              <w:adjustRightInd/>
              <w:contextualSpacing/>
              <w:textAlignment w:val="auto"/>
              <w:rPr>
                <w:color w:val="000000"/>
              </w:rPr>
            </w:pPr>
            <w:r w:rsidRPr="007869E1">
              <w:rPr>
                <w:color w:val="000000"/>
              </w:rPr>
              <w:t>The laboratory upright refrigerator with freezer, with two separate, visible doors and precise electronic control</w:t>
            </w:r>
          </w:p>
          <w:p w14:paraId="6C93B591" w14:textId="79A95D01" w:rsidR="007869E1" w:rsidRDefault="007869E1" w:rsidP="007869E1">
            <w:pPr>
              <w:overflowPunct/>
              <w:autoSpaceDE/>
              <w:autoSpaceDN/>
              <w:adjustRightInd/>
              <w:contextualSpacing/>
              <w:textAlignment w:val="auto"/>
              <w:rPr>
                <w:color w:val="000000"/>
              </w:rPr>
            </w:pPr>
          </w:p>
          <w:p w14:paraId="7161EDC4" w14:textId="68BB448D" w:rsidR="007869E1" w:rsidRPr="007869E1" w:rsidRDefault="007869E1" w:rsidP="007869E1">
            <w:pPr>
              <w:overflowPunct/>
              <w:autoSpaceDE/>
              <w:autoSpaceDN/>
              <w:adjustRightInd/>
              <w:contextualSpacing/>
              <w:textAlignment w:val="auto"/>
              <w:rPr>
                <w:b/>
                <w:bCs/>
                <w:color w:val="000000"/>
              </w:rPr>
            </w:pPr>
            <w:r w:rsidRPr="007869E1">
              <w:rPr>
                <w:b/>
                <w:bCs/>
                <w:color w:val="000000"/>
              </w:rPr>
              <w:t>Specification:</w:t>
            </w:r>
          </w:p>
          <w:p w14:paraId="507C66FB"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Easy-to-clean interior with epoxy-coated;</w:t>
            </w:r>
          </w:p>
          <w:p w14:paraId="4F877BC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Estimated Life Span: 8 years</w:t>
            </w:r>
          </w:p>
          <w:p w14:paraId="1BA578C3"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With steel-wire shelves that resist most acids, solvents, and chemicals;</w:t>
            </w:r>
          </w:p>
          <w:p w14:paraId="36168C09"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CFC-free insulation and coolant;</w:t>
            </w:r>
          </w:p>
          <w:p w14:paraId="1A06FBC8"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Adjustable hydraulic thermostat control and door lock;</w:t>
            </w:r>
          </w:p>
          <w:p w14:paraId="18F5D836"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83B36">
              <w:rPr>
                <w:color w:val="000000"/>
                <w:lang w:val="fr-FR"/>
              </w:rPr>
              <w:t xml:space="preserve">Dimensions:  W x D x H approx. </w:t>
            </w:r>
            <w:r w:rsidRPr="00337FAB">
              <w:rPr>
                <w:color w:val="000000"/>
              </w:rPr>
              <w:t>500 -550 mm x 550-600 mm x 1600-1900 mm</w:t>
            </w:r>
          </w:p>
          <w:p w14:paraId="2A745E12"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Refrigerator volume: 170-210 liter</w:t>
            </w:r>
          </w:p>
          <w:p w14:paraId="4D4992D5"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Min Temp. 2ºc and Max. Temp. 10ºc;</w:t>
            </w:r>
          </w:p>
          <w:p w14:paraId="1A92DB5C"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Number of shelves: at least 5</w:t>
            </w:r>
          </w:p>
          <w:p w14:paraId="0EF61411"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Displayed parameters: Displays settings and alerts for temperature and power supply, with large, easy-to-read digital display showing temperature within 1°C;</w:t>
            </w:r>
          </w:p>
          <w:p w14:paraId="116C9A22"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Freezer volume: 35-60 liter</w:t>
            </w:r>
          </w:p>
          <w:p w14:paraId="0E61C88C"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Min Temp. -20ºc and Max. Temp. -30ºc;</w:t>
            </w:r>
          </w:p>
          <w:p w14:paraId="58574D31"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With the microprocessor control</w:t>
            </w:r>
          </w:p>
          <w:p w14:paraId="283942B2"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Electrical source requirements: 220-240V, 50Hz, Single phase</w:t>
            </w:r>
          </w:p>
          <w:p w14:paraId="37C05DBD"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Should have grounding connector or socket should have integrated grounding sockets</w:t>
            </w:r>
          </w:p>
          <w:p w14:paraId="69D8E28A"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Provide compatible UPS with at least 45 mins back-up </w:t>
            </w:r>
          </w:p>
        </w:tc>
      </w:tr>
      <w:tr w:rsidR="0035379C" w:rsidRPr="00337FAB" w14:paraId="7F711D52" w14:textId="77777777" w:rsidTr="0035379C">
        <w:trPr>
          <w:trHeight w:val="197"/>
        </w:trPr>
        <w:tc>
          <w:tcPr>
            <w:tcW w:w="895" w:type="dxa"/>
            <w:vMerge/>
            <w:tcBorders>
              <w:bottom w:val="single" w:sz="4" w:space="0" w:color="auto"/>
            </w:tcBorders>
            <w:shd w:val="clear" w:color="auto" w:fill="DAEEF3" w:themeFill="accent5" w:themeFillTint="33"/>
          </w:tcPr>
          <w:p w14:paraId="4D562809" w14:textId="77777777" w:rsidR="0035379C" w:rsidRPr="00337FAB" w:rsidRDefault="0035379C" w:rsidP="003F0CC7">
            <w:pPr>
              <w:rPr>
                <w:color w:val="000000"/>
              </w:rPr>
            </w:pPr>
          </w:p>
        </w:tc>
        <w:tc>
          <w:tcPr>
            <w:tcW w:w="8483" w:type="dxa"/>
            <w:tcBorders>
              <w:bottom w:val="single" w:sz="4" w:space="0" w:color="auto"/>
            </w:tcBorders>
            <w:shd w:val="clear" w:color="auto" w:fill="auto"/>
            <w:hideMark/>
          </w:tcPr>
          <w:p w14:paraId="7D4AC3CC"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384663D8" w14:textId="77777777" w:rsidR="0035379C" w:rsidRPr="00913FB2" w:rsidRDefault="0035379C" w:rsidP="003F0CC7">
            <w:pPr>
              <w:rPr>
                <w:color w:val="000000"/>
              </w:rPr>
            </w:pPr>
            <w:r w:rsidRPr="00913FB2">
              <w:rPr>
                <w:color w:val="000000"/>
              </w:rPr>
              <w:t>FDA 510k Premarket registration or CE certificate, WHO-GMP certificate or similar</w:t>
            </w:r>
          </w:p>
        </w:tc>
      </w:tr>
      <w:tr w:rsidR="0035379C" w:rsidRPr="00337FAB" w14:paraId="2F2DFE00" w14:textId="77777777" w:rsidTr="0035379C">
        <w:trPr>
          <w:trHeight w:val="989"/>
        </w:trPr>
        <w:tc>
          <w:tcPr>
            <w:tcW w:w="895" w:type="dxa"/>
            <w:vMerge/>
            <w:tcBorders>
              <w:bottom w:val="single" w:sz="4" w:space="0" w:color="auto"/>
            </w:tcBorders>
            <w:shd w:val="clear" w:color="auto" w:fill="DAEEF3" w:themeFill="accent5" w:themeFillTint="33"/>
          </w:tcPr>
          <w:p w14:paraId="317EDA69" w14:textId="77777777" w:rsidR="0035379C" w:rsidRPr="00337FAB" w:rsidRDefault="0035379C" w:rsidP="003F0CC7">
            <w:pPr>
              <w:rPr>
                <w:color w:val="000000"/>
              </w:rPr>
            </w:pPr>
          </w:p>
        </w:tc>
        <w:tc>
          <w:tcPr>
            <w:tcW w:w="8483" w:type="dxa"/>
            <w:tcBorders>
              <w:bottom w:val="single" w:sz="4" w:space="0" w:color="auto"/>
            </w:tcBorders>
            <w:shd w:val="clear" w:color="auto" w:fill="auto"/>
          </w:tcPr>
          <w:p w14:paraId="6A8DBF4A" w14:textId="77777777" w:rsidR="0035379C" w:rsidRDefault="0035379C" w:rsidP="003F0CC7">
            <w:pPr>
              <w:rPr>
                <w:b/>
                <w:bCs/>
                <w:color w:val="000000"/>
              </w:rPr>
            </w:pPr>
            <w:r>
              <w:rPr>
                <w:b/>
                <w:bCs/>
                <w:color w:val="000000"/>
              </w:rPr>
              <w:t>Safety &amp; product Standards:</w:t>
            </w:r>
          </w:p>
          <w:p w14:paraId="5AF06F38" w14:textId="77777777" w:rsidR="0035379C" w:rsidRDefault="0035379C" w:rsidP="003F0CC7">
            <w:pPr>
              <w:pStyle w:val="Default"/>
              <w:rPr>
                <w:sz w:val="20"/>
                <w:szCs w:val="20"/>
              </w:rPr>
            </w:pPr>
            <w:r>
              <w:rPr>
                <w:sz w:val="20"/>
                <w:szCs w:val="20"/>
              </w:rPr>
              <w:t>Bidder shall furnish the documentary evidence to demonstrate that the good it offers meet the international safety &amp; regulatory standards providing a signed and dated Declaration of Conformity (</w:t>
            </w:r>
            <w:proofErr w:type="spellStart"/>
            <w:r>
              <w:rPr>
                <w:sz w:val="20"/>
                <w:szCs w:val="20"/>
              </w:rPr>
              <w:t>DoC</w:t>
            </w:r>
            <w:proofErr w:type="spellEnd"/>
            <w:r>
              <w:rPr>
                <w:sz w:val="20"/>
                <w:szCs w:val="20"/>
              </w:rPr>
              <w:t xml:space="preserve">) according to ISO 17050 stating compliance to the follow standards: </w:t>
            </w:r>
          </w:p>
          <w:p w14:paraId="54E7A26A" w14:textId="77777777" w:rsidR="0035379C" w:rsidRPr="00BF36D5" w:rsidRDefault="0035379C" w:rsidP="00E33A30">
            <w:pPr>
              <w:pStyle w:val="ListParagraph"/>
              <w:numPr>
                <w:ilvl w:val="0"/>
                <w:numId w:val="45"/>
              </w:numPr>
              <w:overflowPunct/>
              <w:autoSpaceDE/>
              <w:autoSpaceDN/>
              <w:adjustRightInd/>
              <w:contextualSpacing/>
              <w:textAlignment w:val="auto"/>
              <w:rPr>
                <w:color w:val="000000"/>
              </w:rPr>
            </w:pPr>
            <w:r w:rsidRPr="00BF36D5">
              <w:rPr>
                <w:color w:val="000000"/>
              </w:rPr>
              <w:t xml:space="preserve">ISO 9001: 2015 Quality Management System. </w:t>
            </w:r>
          </w:p>
          <w:p w14:paraId="554EAC00" w14:textId="77777777" w:rsidR="0035379C" w:rsidRPr="00BF36D5" w:rsidRDefault="0035379C" w:rsidP="00E33A30">
            <w:pPr>
              <w:pStyle w:val="ListParagraph"/>
              <w:numPr>
                <w:ilvl w:val="0"/>
                <w:numId w:val="45"/>
              </w:numPr>
              <w:overflowPunct/>
              <w:autoSpaceDE/>
              <w:autoSpaceDN/>
              <w:adjustRightInd/>
              <w:contextualSpacing/>
              <w:textAlignment w:val="auto"/>
              <w:rPr>
                <w:color w:val="000000"/>
              </w:rPr>
            </w:pPr>
            <w:r w:rsidRPr="00BF36D5">
              <w:rPr>
                <w:color w:val="000000"/>
              </w:rPr>
              <w:t xml:space="preserve">ISO 13485:2016 Medical devices - Quality management systems. </w:t>
            </w:r>
          </w:p>
          <w:p w14:paraId="462960A1" w14:textId="77777777" w:rsidR="0035379C" w:rsidRPr="00BF36D5" w:rsidRDefault="0035379C" w:rsidP="00E33A30">
            <w:pPr>
              <w:pStyle w:val="ListParagraph"/>
              <w:numPr>
                <w:ilvl w:val="0"/>
                <w:numId w:val="45"/>
              </w:numPr>
              <w:overflowPunct/>
              <w:autoSpaceDE/>
              <w:autoSpaceDN/>
              <w:adjustRightInd/>
              <w:contextualSpacing/>
              <w:textAlignment w:val="auto"/>
              <w:rPr>
                <w:color w:val="000000"/>
              </w:rPr>
            </w:pPr>
            <w:r w:rsidRPr="00BF36D5">
              <w:rPr>
                <w:color w:val="000000"/>
              </w:rPr>
              <w:t xml:space="preserve">DIN 58371:2010-09 Refrigerators for conserved blood - Definitions, requirements, testing </w:t>
            </w:r>
          </w:p>
          <w:p w14:paraId="3C6CD828" w14:textId="77777777" w:rsidR="0035379C" w:rsidRPr="00BF36D5" w:rsidRDefault="0035379C" w:rsidP="00E33A30">
            <w:pPr>
              <w:pStyle w:val="ListParagraph"/>
              <w:numPr>
                <w:ilvl w:val="0"/>
                <w:numId w:val="45"/>
              </w:numPr>
              <w:overflowPunct/>
              <w:autoSpaceDE/>
              <w:autoSpaceDN/>
              <w:adjustRightInd/>
              <w:contextualSpacing/>
              <w:textAlignment w:val="auto"/>
              <w:rPr>
                <w:color w:val="000000"/>
              </w:rPr>
            </w:pPr>
            <w:r w:rsidRPr="00BF36D5">
              <w:rPr>
                <w:color w:val="000000"/>
              </w:rPr>
              <w:t xml:space="preserve">IEC 61010-2-011:2019 RLV Safety requirements for electrical equipment for measurement, control, and laboratory use - Part 2-011: Particular requirements for refrigerating equipment </w:t>
            </w:r>
          </w:p>
          <w:p w14:paraId="36AD3DF0" w14:textId="77777777" w:rsidR="0035379C" w:rsidRPr="00BF36D5" w:rsidRDefault="0035379C" w:rsidP="00E33A30">
            <w:pPr>
              <w:pStyle w:val="ListParagraph"/>
              <w:numPr>
                <w:ilvl w:val="0"/>
                <w:numId w:val="45"/>
              </w:numPr>
              <w:overflowPunct/>
              <w:autoSpaceDE/>
              <w:autoSpaceDN/>
              <w:adjustRightInd/>
              <w:contextualSpacing/>
              <w:textAlignment w:val="auto"/>
              <w:rPr>
                <w:color w:val="000000"/>
              </w:rPr>
            </w:pPr>
            <w:r w:rsidRPr="00BF36D5">
              <w:rPr>
                <w:color w:val="000000"/>
              </w:rPr>
              <w:t xml:space="preserve">Environment Certifications ISO 14001 and ISO 50001 are desirable </w:t>
            </w:r>
          </w:p>
        </w:tc>
      </w:tr>
      <w:tr w:rsidR="0035379C" w:rsidRPr="00337FAB" w14:paraId="43FA307C" w14:textId="77777777" w:rsidTr="0035379C">
        <w:trPr>
          <w:trHeight w:val="116"/>
        </w:trPr>
        <w:tc>
          <w:tcPr>
            <w:tcW w:w="895" w:type="dxa"/>
            <w:vMerge/>
            <w:shd w:val="clear" w:color="auto" w:fill="DAEEF3" w:themeFill="accent5" w:themeFillTint="33"/>
          </w:tcPr>
          <w:p w14:paraId="1276095D" w14:textId="77777777" w:rsidR="0035379C" w:rsidRPr="00337FAB" w:rsidRDefault="0035379C" w:rsidP="003F0CC7">
            <w:pPr>
              <w:rPr>
                <w:color w:val="000000"/>
              </w:rPr>
            </w:pPr>
          </w:p>
        </w:tc>
        <w:tc>
          <w:tcPr>
            <w:tcW w:w="8483" w:type="dxa"/>
            <w:shd w:val="clear" w:color="auto" w:fill="auto"/>
            <w:hideMark/>
          </w:tcPr>
          <w:p w14:paraId="5551F393" w14:textId="77777777" w:rsidR="0035379C" w:rsidRPr="00337FAB" w:rsidRDefault="0035379C" w:rsidP="003F0CC7">
            <w:pPr>
              <w:rPr>
                <w:color w:val="000000"/>
              </w:rPr>
            </w:pPr>
            <w:r w:rsidRPr="00337FAB">
              <w:rPr>
                <w:b/>
                <w:bCs/>
                <w:color w:val="000000"/>
              </w:rPr>
              <w:t>Warranty:</w:t>
            </w:r>
            <w:r w:rsidRPr="00337FAB">
              <w:rPr>
                <w:color w:val="000000"/>
              </w:rPr>
              <w:t xml:space="preserve"> Two (2) years warranty should be provided. </w:t>
            </w:r>
          </w:p>
        </w:tc>
      </w:tr>
      <w:tr w:rsidR="0035379C" w:rsidRPr="00337FAB" w14:paraId="743DC166" w14:textId="77777777" w:rsidTr="0035379C">
        <w:trPr>
          <w:trHeight w:val="53"/>
        </w:trPr>
        <w:tc>
          <w:tcPr>
            <w:tcW w:w="895" w:type="dxa"/>
            <w:vMerge/>
            <w:tcBorders>
              <w:bottom w:val="single" w:sz="4" w:space="0" w:color="auto"/>
            </w:tcBorders>
            <w:shd w:val="clear" w:color="auto" w:fill="DAEEF3" w:themeFill="accent5" w:themeFillTint="33"/>
          </w:tcPr>
          <w:p w14:paraId="7022D5F8" w14:textId="77777777" w:rsidR="0035379C" w:rsidRPr="00337FAB" w:rsidRDefault="0035379C" w:rsidP="003F0CC7">
            <w:pPr>
              <w:rPr>
                <w:color w:val="000000"/>
              </w:rPr>
            </w:pPr>
          </w:p>
        </w:tc>
        <w:tc>
          <w:tcPr>
            <w:tcW w:w="8483" w:type="dxa"/>
            <w:tcBorders>
              <w:bottom w:val="single" w:sz="4" w:space="0" w:color="auto"/>
            </w:tcBorders>
            <w:shd w:val="clear" w:color="auto" w:fill="auto"/>
            <w:hideMark/>
          </w:tcPr>
          <w:p w14:paraId="03776B88" w14:textId="77777777" w:rsidR="0035379C" w:rsidRPr="00E01A80" w:rsidRDefault="0035379C" w:rsidP="003F0CC7">
            <w:pPr>
              <w:rPr>
                <w:b/>
                <w:bCs/>
                <w:color w:val="000000"/>
              </w:rPr>
            </w:pPr>
            <w:r w:rsidRPr="00337FAB">
              <w:rPr>
                <w:b/>
                <w:bCs/>
                <w:color w:val="000000"/>
              </w:rPr>
              <w:t xml:space="preserve">Documentation requirements: </w:t>
            </w:r>
          </w:p>
          <w:p w14:paraId="1764EB31" w14:textId="77777777" w:rsidR="0035379C" w:rsidRPr="00E01A80"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List to be provided of equipment and procedures required for routine maintenance.</w:t>
            </w:r>
          </w:p>
          <w:p w14:paraId="159F85C7" w14:textId="77777777" w:rsidR="0035379C" w:rsidRPr="00E01A80"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Specific inclusions and exclusions to be listed. </w:t>
            </w:r>
          </w:p>
          <w:p w14:paraId="23DBE801"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4660377E" w14:textId="77777777" w:rsidR="0035379C" w:rsidRPr="00337FAB" w:rsidRDefault="0035379C" w:rsidP="003F0CC7">
            <w:pPr>
              <w:pStyle w:val="ListParagraph"/>
              <w:rPr>
                <w:color w:val="000000"/>
              </w:rPr>
            </w:pPr>
          </w:p>
        </w:tc>
      </w:tr>
      <w:tr w:rsidR="0035379C" w:rsidRPr="00337FAB" w14:paraId="4C55972A" w14:textId="77777777" w:rsidTr="0035379C">
        <w:trPr>
          <w:trHeight w:val="269"/>
        </w:trPr>
        <w:tc>
          <w:tcPr>
            <w:tcW w:w="895" w:type="dxa"/>
            <w:vMerge w:val="restart"/>
            <w:shd w:val="clear" w:color="auto" w:fill="DAEEF3" w:themeFill="accent5" w:themeFillTint="33"/>
          </w:tcPr>
          <w:p w14:paraId="00316417" w14:textId="77777777" w:rsidR="0035379C" w:rsidRPr="00337FAB" w:rsidRDefault="0035379C" w:rsidP="003F0CC7">
            <w:pPr>
              <w:jc w:val="center"/>
              <w:rPr>
                <w:b/>
                <w:bCs/>
              </w:rPr>
            </w:pPr>
            <w:r>
              <w:rPr>
                <w:b/>
                <w:bCs/>
              </w:rPr>
              <w:t>Item 17</w:t>
            </w:r>
          </w:p>
        </w:tc>
        <w:tc>
          <w:tcPr>
            <w:tcW w:w="8483" w:type="dxa"/>
            <w:shd w:val="clear" w:color="auto" w:fill="DAEEF3" w:themeFill="accent5" w:themeFillTint="33"/>
            <w:hideMark/>
          </w:tcPr>
          <w:p w14:paraId="01D9678E" w14:textId="77777777" w:rsidR="0035379C" w:rsidRDefault="0035379C" w:rsidP="003F0CC7">
            <w:pPr>
              <w:rPr>
                <w:color w:val="000000"/>
              </w:rPr>
            </w:pPr>
            <w:r w:rsidRPr="00567B62">
              <w:rPr>
                <w:b/>
                <w:bCs/>
                <w:color w:val="000000"/>
              </w:rPr>
              <w:t>AUTOCLAVE</w:t>
            </w:r>
            <w:r w:rsidRPr="0059342A">
              <w:rPr>
                <w:color w:val="000000"/>
              </w:rPr>
              <w:t xml:space="preserve"> </w:t>
            </w:r>
            <w:r>
              <w:rPr>
                <w:color w:val="000000"/>
              </w:rPr>
              <w:t>(</w:t>
            </w:r>
            <w:r w:rsidRPr="0059342A">
              <w:rPr>
                <w:color w:val="000000"/>
              </w:rPr>
              <w:t>6 pcs</w:t>
            </w:r>
            <w:r>
              <w:rPr>
                <w:color w:val="000000"/>
              </w:rPr>
              <w:t>)</w:t>
            </w:r>
          </w:p>
          <w:p w14:paraId="0C66519C" w14:textId="77777777" w:rsidR="0035379C" w:rsidRPr="00337FAB" w:rsidRDefault="0035379C" w:rsidP="003F0CC7">
            <w:pPr>
              <w:rPr>
                <w:color w:val="000000"/>
              </w:rPr>
            </w:pPr>
          </w:p>
        </w:tc>
      </w:tr>
      <w:tr w:rsidR="0035379C" w:rsidRPr="00337FAB" w14:paraId="6FDCE6FF" w14:textId="77777777" w:rsidTr="0035379C">
        <w:trPr>
          <w:trHeight w:val="890"/>
        </w:trPr>
        <w:tc>
          <w:tcPr>
            <w:tcW w:w="895" w:type="dxa"/>
            <w:vMerge/>
            <w:shd w:val="clear" w:color="auto" w:fill="DAEEF3" w:themeFill="accent5" w:themeFillTint="33"/>
          </w:tcPr>
          <w:p w14:paraId="0A95077B" w14:textId="77777777" w:rsidR="0035379C" w:rsidRPr="00C34340" w:rsidRDefault="0035379C" w:rsidP="003F0CC7">
            <w:pPr>
              <w:rPr>
                <w:b/>
                <w:bCs/>
                <w:color w:val="000000"/>
              </w:rPr>
            </w:pPr>
          </w:p>
        </w:tc>
        <w:tc>
          <w:tcPr>
            <w:tcW w:w="8483" w:type="dxa"/>
            <w:shd w:val="clear" w:color="auto" w:fill="FFFFFF" w:themeFill="background1"/>
          </w:tcPr>
          <w:p w14:paraId="124CB3FB" w14:textId="77777777" w:rsidR="0035379C" w:rsidRPr="002C4CFE" w:rsidRDefault="0035379C" w:rsidP="003F0CC7">
            <w:pPr>
              <w:rPr>
                <w:b/>
                <w:bCs/>
                <w:color w:val="000000"/>
              </w:rPr>
            </w:pPr>
            <w:r w:rsidRPr="002C4CFE">
              <w:rPr>
                <w:b/>
                <w:bCs/>
                <w:color w:val="000000"/>
              </w:rPr>
              <w:t xml:space="preserve">Product description: </w:t>
            </w:r>
          </w:p>
          <w:p w14:paraId="23A163CD" w14:textId="77777777" w:rsidR="0035379C" w:rsidRPr="00337FAB" w:rsidRDefault="0035379C" w:rsidP="003F0CC7">
            <w:pPr>
              <w:rPr>
                <w:color w:val="000000"/>
              </w:rPr>
            </w:pPr>
            <w:r w:rsidRPr="00337FAB">
              <w:rPr>
                <w:color w:val="000000"/>
              </w:rPr>
              <w:t>Horizontal tabletop type laboratory autoclave. A device is designed for sterilization</w:t>
            </w:r>
          </w:p>
          <w:p w14:paraId="017E6B1F" w14:textId="77777777" w:rsidR="0035379C" w:rsidRDefault="0035379C" w:rsidP="003F0CC7">
            <w:pPr>
              <w:rPr>
                <w:color w:val="000000"/>
              </w:rPr>
            </w:pPr>
          </w:p>
          <w:p w14:paraId="69E027DA" w14:textId="77777777" w:rsidR="0035379C" w:rsidRPr="002C4CFE" w:rsidRDefault="0035379C" w:rsidP="003F0CC7">
            <w:pPr>
              <w:rPr>
                <w:b/>
                <w:bCs/>
                <w:color w:val="000000"/>
              </w:rPr>
            </w:pPr>
            <w:r w:rsidRPr="002C4CFE">
              <w:rPr>
                <w:b/>
                <w:bCs/>
                <w:color w:val="000000"/>
              </w:rPr>
              <w:t>Specification:</w:t>
            </w:r>
          </w:p>
          <w:p w14:paraId="5765BAC0" w14:textId="77777777" w:rsidR="0035379C" w:rsidRPr="002C4CFE" w:rsidRDefault="0035379C" w:rsidP="00E33A30">
            <w:pPr>
              <w:pStyle w:val="ListParagraph"/>
              <w:numPr>
                <w:ilvl w:val="0"/>
                <w:numId w:val="48"/>
              </w:numPr>
              <w:overflowPunct/>
              <w:autoSpaceDE/>
              <w:autoSpaceDN/>
              <w:adjustRightInd/>
              <w:contextualSpacing/>
              <w:textAlignment w:val="auto"/>
              <w:rPr>
                <w:color w:val="000000"/>
              </w:rPr>
            </w:pPr>
            <w:r w:rsidRPr="002C4CFE">
              <w:rPr>
                <w:color w:val="000000"/>
              </w:rPr>
              <w:t>Sterilizing capacity: 60-65 liter</w:t>
            </w:r>
          </w:p>
          <w:p w14:paraId="74BA33E9"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Stainless steel, rectangular or cylinder form</w:t>
            </w:r>
          </w:p>
          <w:p w14:paraId="26665B85"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Maximum pressure: not less than 2.0 kg/cm2</w:t>
            </w:r>
          </w:p>
          <w:p w14:paraId="3FD1CA1E"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Temperature operating range: approx. 100 ºc - 140 ºc, adjustable</w:t>
            </w:r>
          </w:p>
          <w:p w14:paraId="6E43C1B4"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Control requirements: </w:t>
            </w:r>
          </w:p>
          <w:p w14:paraId="386B0A4E" w14:textId="77777777" w:rsidR="0035379C" w:rsidRPr="002C4CFE" w:rsidRDefault="0035379C" w:rsidP="00E33A30">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Automatic control of sterilizing cycle</w:t>
            </w:r>
          </w:p>
          <w:p w14:paraId="7D772C2C" w14:textId="77777777" w:rsidR="0035379C" w:rsidRPr="002C4CFE" w:rsidRDefault="0035379C" w:rsidP="00E33A30">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Temperature-pressure-time program cycles</w:t>
            </w:r>
          </w:p>
          <w:p w14:paraId="5FE68C05" w14:textId="77777777" w:rsidR="0035379C" w:rsidRPr="002C4CFE" w:rsidRDefault="0035379C" w:rsidP="00E33A30">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Test &amp; warming program cycles</w:t>
            </w:r>
          </w:p>
          <w:p w14:paraId="2A96755B" w14:textId="77777777" w:rsidR="0035379C" w:rsidRPr="002C4CFE" w:rsidRDefault="0035379C" w:rsidP="00E33A30">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Gravity cycles</w:t>
            </w:r>
          </w:p>
          <w:p w14:paraId="69210038" w14:textId="77777777" w:rsidR="0035379C" w:rsidRPr="002C4CFE" w:rsidRDefault="0035379C" w:rsidP="00E33A30">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Audio and optical signal indicates completed sterilization cycle</w:t>
            </w:r>
          </w:p>
          <w:p w14:paraId="32124E38"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Door interlock system, unopen able under pressure</w:t>
            </w:r>
          </w:p>
          <w:p w14:paraId="034F8713" w14:textId="77777777" w:rsidR="0035379C"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Power supply: 220 V ± 10%, 50 Hz</w:t>
            </w:r>
          </w:p>
          <w:p w14:paraId="1CFD9761"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Accessories and Consumables:</w:t>
            </w:r>
          </w:p>
          <w:p w14:paraId="47A535EA" w14:textId="77777777" w:rsidR="0035379C" w:rsidRPr="002C4CFE" w:rsidRDefault="0035379C" w:rsidP="00E33A30">
            <w:pPr>
              <w:pStyle w:val="ListParagraph"/>
              <w:numPr>
                <w:ilvl w:val="0"/>
                <w:numId w:val="49"/>
              </w:numPr>
              <w:overflowPunct/>
              <w:autoSpaceDE/>
              <w:autoSpaceDN/>
              <w:adjustRightInd/>
              <w:contextualSpacing/>
              <w:textAlignment w:val="auto"/>
              <w:rPr>
                <w:rFonts w:eastAsia="Arial"/>
                <w:color w:val="000000"/>
              </w:rPr>
            </w:pPr>
            <w:r w:rsidRPr="00337FAB">
              <w:rPr>
                <w:rFonts w:eastAsia="Arial"/>
                <w:color w:val="000000"/>
              </w:rPr>
              <w:t>Pressure regulator - 1pc</w:t>
            </w:r>
          </w:p>
          <w:p w14:paraId="28121C0A" w14:textId="77777777" w:rsidR="0035379C" w:rsidRPr="002C4CFE" w:rsidRDefault="0035379C" w:rsidP="00E33A30">
            <w:pPr>
              <w:pStyle w:val="ListParagraph"/>
              <w:numPr>
                <w:ilvl w:val="0"/>
                <w:numId w:val="49"/>
              </w:numPr>
              <w:overflowPunct/>
              <w:autoSpaceDE/>
              <w:autoSpaceDN/>
              <w:adjustRightInd/>
              <w:contextualSpacing/>
              <w:textAlignment w:val="auto"/>
              <w:rPr>
                <w:rFonts w:eastAsia="Arial"/>
                <w:color w:val="000000"/>
              </w:rPr>
            </w:pPr>
            <w:r w:rsidRPr="00337FAB">
              <w:rPr>
                <w:rFonts w:eastAsia="Arial"/>
                <w:color w:val="000000"/>
              </w:rPr>
              <w:t>Pressure sensor - 1pc</w:t>
            </w:r>
          </w:p>
          <w:p w14:paraId="59CA70CA" w14:textId="77777777" w:rsidR="0035379C" w:rsidRPr="002C4CFE" w:rsidRDefault="0035379C" w:rsidP="00E33A30">
            <w:pPr>
              <w:pStyle w:val="ListParagraph"/>
              <w:numPr>
                <w:ilvl w:val="0"/>
                <w:numId w:val="49"/>
              </w:numPr>
              <w:overflowPunct/>
              <w:autoSpaceDE/>
              <w:autoSpaceDN/>
              <w:adjustRightInd/>
              <w:contextualSpacing/>
              <w:textAlignment w:val="auto"/>
              <w:rPr>
                <w:rFonts w:eastAsia="Arial"/>
                <w:color w:val="000000"/>
              </w:rPr>
            </w:pPr>
            <w:r w:rsidRPr="00337FAB">
              <w:rPr>
                <w:rFonts w:eastAsia="Arial"/>
                <w:color w:val="000000"/>
              </w:rPr>
              <w:t>Temperature Sensor - 1pc</w:t>
            </w:r>
          </w:p>
          <w:p w14:paraId="4655E853" w14:textId="77777777" w:rsidR="0035379C" w:rsidRPr="002C4CFE" w:rsidRDefault="0035379C" w:rsidP="00E33A30">
            <w:pPr>
              <w:pStyle w:val="ListParagraph"/>
              <w:numPr>
                <w:ilvl w:val="0"/>
                <w:numId w:val="49"/>
              </w:numPr>
              <w:overflowPunct/>
              <w:autoSpaceDE/>
              <w:autoSpaceDN/>
              <w:adjustRightInd/>
              <w:contextualSpacing/>
              <w:textAlignment w:val="auto"/>
              <w:rPr>
                <w:rFonts w:eastAsia="Arial"/>
                <w:color w:val="000000"/>
              </w:rPr>
            </w:pPr>
            <w:r w:rsidRPr="00337FAB">
              <w:rPr>
                <w:rFonts w:eastAsia="Arial"/>
                <w:color w:val="000000"/>
              </w:rPr>
              <w:t>Fuses - 3pcs</w:t>
            </w:r>
          </w:p>
          <w:p w14:paraId="68BE840D" w14:textId="77777777" w:rsidR="0035379C" w:rsidRPr="00337FAB" w:rsidRDefault="0035379C" w:rsidP="00E33A30">
            <w:pPr>
              <w:pStyle w:val="ListParagraph"/>
              <w:numPr>
                <w:ilvl w:val="0"/>
                <w:numId w:val="49"/>
              </w:numPr>
              <w:overflowPunct/>
              <w:autoSpaceDE/>
              <w:autoSpaceDN/>
              <w:adjustRightInd/>
              <w:contextualSpacing/>
              <w:textAlignment w:val="auto"/>
              <w:rPr>
                <w:b/>
                <w:bCs/>
              </w:rPr>
            </w:pPr>
            <w:r w:rsidRPr="00337FAB">
              <w:rPr>
                <w:rFonts w:eastAsia="Arial"/>
                <w:color w:val="000000"/>
              </w:rPr>
              <w:t>Silicone tube for chamber door - 2pcs</w:t>
            </w:r>
          </w:p>
        </w:tc>
      </w:tr>
      <w:tr w:rsidR="0035379C" w:rsidRPr="00337FAB" w14:paraId="559D7272" w14:textId="77777777" w:rsidTr="0035379C">
        <w:trPr>
          <w:trHeight w:val="170"/>
        </w:trPr>
        <w:tc>
          <w:tcPr>
            <w:tcW w:w="895" w:type="dxa"/>
            <w:vMerge/>
            <w:shd w:val="clear" w:color="auto" w:fill="DAEEF3" w:themeFill="accent5" w:themeFillTint="33"/>
          </w:tcPr>
          <w:p w14:paraId="0896C3A5" w14:textId="77777777" w:rsidR="0035379C" w:rsidRPr="00337FAB" w:rsidRDefault="0035379C" w:rsidP="003F0CC7">
            <w:pPr>
              <w:rPr>
                <w:color w:val="000000"/>
              </w:rPr>
            </w:pPr>
          </w:p>
        </w:tc>
        <w:tc>
          <w:tcPr>
            <w:tcW w:w="8483" w:type="dxa"/>
            <w:shd w:val="clear" w:color="auto" w:fill="auto"/>
            <w:hideMark/>
          </w:tcPr>
          <w:p w14:paraId="1ADC3FED" w14:textId="77777777" w:rsidR="0035379C" w:rsidRPr="007714F2" w:rsidRDefault="0035379C" w:rsidP="003F0CC7">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0E8D164E" w14:textId="77777777" w:rsidR="0035379C" w:rsidRPr="00913FB2" w:rsidRDefault="0035379C" w:rsidP="003F0CC7">
            <w:pPr>
              <w:rPr>
                <w:color w:val="000000"/>
              </w:rPr>
            </w:pPr>
            <w:r w:rsidRPr="00913FB2">
              <w:rPr>
                <w:color w:val="000000"/>
              </w:rPr>
              <w:t>FDA 510k Premarket registration or CE certificate, WHO-GMP certificate or similar</w:t>
            </w:r>
          </w:p>
        </w:tc>
      </w:tr>
      <w:tr w:rsidR="0035379C" w:rsidRPr="00337FAB" w14:paraId="47F8078A" w14:textId="77777777" w:rsidTr="0035379C">
        <w:trPr>
          <w:trHeight w:val="836"/>
        </w:trPr>
        <w:tc>
          <w:tcPr>
            <w:tcW w:w="895" w:type="dxa"/>
            <w:vMerge/>
            <w:shd w:val="clear" w:color="auto" w:fill="DAEEF3" w:themeFill="accent5" w:themeFillTint="33"/>
          </w:tcPr>
          <w:p w14:paraId="143C5D87" w14:textId="77777777" w:rsidR="0035379C" w:rsidRPr="00337FAB" w:rsidRDefault="0035379C" w:rsidP="003F0CC7">
            <w:pPr>
              <w:rPr>
                <w:color w:val="000000"/>
              </w:rPr>
            </w:pPr>
          </w:p>
        </w:tc>
        <w:tc>
          <w:tcPr>
            <w:tcW w:w="8483" w:type="dxa"/>
            <w:shd w:val="clear" w:color="auto" w:fill="auto"/>
          </w:tcPr>
          <w:p w14:paraId="6ADCBCE9" w14:textId="77777777" w:rsidR="0035379C" w:rsidRDefault="0035379C" w:rsidP="003F0CC7">
            <w:pPr>
              <w:rPr>
                <w:b/>
                <w:bCs/>
                <w:color w:val="000000"/>
              </w:rPr>
            </w:pPr>
            <w:r>
              <w:rPr>
                <w:b/>
                <w:bCs/>
                <w:color w:val="000000"/>
              </w:rPr>
              <w:t>Safety &amp; product Standards:</w:t>
            </w:r>
          </w:p>
          <w:p w14:paraId="314831AE" w14:textId="77777777" w:rsidR="0035379C" w:rsidRPr="00913FB2" w:rsidRDefault="0035379C" w:rsidP="003F0CC7">
            <w:pPr>
              <w:rPr>
                <w:color w:val="000000"/>
              </w:rPr>
            </w:pPr>
            <w:r w:rsidRPr="00913FB2">
              <w:rPr>
                <w:color w:val="000000"/>
              </w:rPr>
              <w:t>QMS of the manufacturing site: ISO 13485, or ISO 9001 or 21CFR820 (USA)</w:t>
            </w:r>
          </w:p>
          <w:p w14:paraId="39A69D94" w14:textId="77777777" w:rsidR="0035379C" w:rsidRPr="00913FB2" w:rsidRDefault="0035379C" w:rsidP="003F0CC7">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35379C" w:rsidRPr="00337FAB" w14:paraId="6FADBE17" w14:textId="77777777" w:rsidTr="0035379C">
        <w:trPr>
          <w:trHeight w:val="143"/>
        </w:trPr>
        <w:tc>
          <w:tcPr>
            <w:tcW w:w="895" w:type="dxa"/>
            <w:vMerge/>
            <w:shd w:val="clear" w:color="auto" w:fill="DAEEF3" w:themeFill="accent5" w:themeFillTint="33"/>
          </w:tcPr>
          <w:p w14:paraId="11460BA2" w14:textId="77777777" w:rsidR="0035379C" w:rsidRPr="00337FAB" w:rsidRDefault="0035379C" w:rsidP="003F0CC7">
            <w:pPr>
              <w:rPr>
                <w:color w:val="000000"/>
              </w:rPr>
            </w:pPr>
          </w:p>
        </w:tc>
        <w:tc>
          <w:tcPr>
            <w:tcW w:w="8483" w:type="dxa"/>
            <w:shd w:val="clear" w:color="auto" w:fill="auto"/>
            <w:hideMark/>
          </w:tcPr>
          <w:p w14:paraId="4738F8CD" w14:textId="77777777" w:rsidR="0035379C" w:rsidRPr="00E01A80" w:rsidRDefault="0035379C" w:rsidP="003F0CC7">
            <w:pPr>
              <w:rPr>
                <w:b/>
                <w:bCs/>
                <w:color w:val="000000"/>
              </w:rPr>
            </w:pPr>
            <w:r w:rsidRPr="00337FAB">
              <w:rPr>
                <w:b/>
                <w:bCs/>
                <w:color w:val="000000"/>
              </w:rPr>
              <w:t xml:space="preserve">Training and installation requirement: </w:t>
            </w:r>
            <w:r w:rsidRPr="00E01A80">
              <w:rPr>
                <w:color w:val="000000"/>
              </w:rPr>
              <w:t>Onsite installation and training is required</w:t>
            </w:r>
          </w:p>
        </w:tc>
      </w:tr>
      <w:tr w:rsidR="0035379C" w:rsidRPr="00337FAB" w14:paraId="38488483" w14:textId="77777777" w:rsidTr="0035379C">
        <w:trPr>
          <w:trHeight w:val="300"/>
        </w:trPr>
        <w:tc>
          <w:tcPr>
            <w:tcW w:w="895" w:type="dxa"/>
            <w:vMerge/>
            <w:shd w:val="clear" w:color="auto" w:fill="DAEEF3" w:themeFill="accent5" w:themeFillTint="33"/>
          </w:tcPr>
          <w:p w14:paraId="77626E97" w14:textId="77777777" w:rsidR="0035379C" w:rsidRPr="00337FAB" w:rsidRDefault="0035379C" w:rsidP="003F0CC7">
            <w:pPr>
              <w:rPr>
                <w:color w:val="000000"/>
              </w:rPr>
            </w:pPr>
          </w:p>
        </w:tc>
        <w:tc>
          <w:tcPr>
            <w:tcW w:w="8483" w:type="dxa"/>
            <w:shd w:val="clear" w:color="auto" w:fill="auto"/>
            <w:hideMark/>
          </w:tcPr>
          <w:p w14:paraId="163988F9" w14:textId="57105CEB" w:rsidR="0035379C" w:rsidRPr="00E01A80" w:rsidRDefault="0035379C" w:rsidP="003F0CC7">
            <w:pPr>
              <w:rPr>
                <w:b/>
                <w:bCs/>
                <w:color w:val="000000"/>
              </w:rPr>
            </w:pPr>
            <w:r w:rsidRPr="00337FAB">
              <w:rPr>
                <w:b/>
                <w:bCs/>
                <w:color w:val="000000"/>
              </w:rPr>
              <w:t xml:space="preserve">Warranty: </w:t>
            </w:r>
            <w:r w:rsidR="00133C61">
              <w:rPr>
                <w:color w:val="000000"/>
              </w:rPr>
              <w:t xml:space="preserve">Two </w:t>
            </w:r>
            <w:r w:rsidR="00133C61" w:rsidRPr="00337FAB">
              <w:rPr>
                <w:color w:val="000000"/>
              </w:rPr>
              <w:t>(</w:t>
            </w:r>
            <w:r w:rsidR="00133C61">
              <w:rPr>
                <w:color w:val="000000"/>
              </w:rPr>
              <w:t>2</w:t>
            </w:r>
            <w:r w:rsidR="00133C61" w:rsidRPr="00337FAB">
              <w:rPr>
                <w:color w:val="000000"/>
              </w:rPr>
              <w:t>) year</w:t>
            </w:r>
            <w:r w:rsidR="00133C61">
              <w:rPr>
                <w:color w:val="000000"/>
              </w:rPr>
              <w:t xml:space="preserve">s </w:t>
            </w:r>
            <w:r w:rsidR="00133C61" w:rsidRPr="00337FAB">
              <w:rPr>
                <w:color w:val="000000"/>
              </w:rPr>
              <w:t>warranty should be provided.</w:t>
            </w:r>
          </w:p>
        </w:tc>
      </w:tr>
      <w:tr w:rsidR="0035379C" w:rsidRPr="00337FAB" w14:paraId="76231E93" w14:textId="77777777" w:rsidTr="0035379C">
        <w:trPr>
          <w:trHeight w:val="300"/>
        </w:trPr>
        <w:tc>
          <w:tcPr>
            <w:tcW w:w="895" w:type="dxa"/>
            <w:vMerge/>
            <w:shd w:val="clear" w:color="auto" w:fill="DAEEF3" w:themeFill="accent5" w:themeFillTint="33"/>
          </w:tcPr>
          <w:p w14:paraId="51105714" w14:textId="77777777" w:rsidR="0035379C" w:rsidRPr="00337FAB" w:rsidRDefault="0035379C" w:rsidP="003F0CC7">
            <w:pPr>
              <w:rPr>
                <w:color w:val="000000"/>
              </w:rPr>
            </w:pPr>
          </w:p>
        </w:tc>
        <w:tc>
          <w:tcPr>
            <w:tcW w:w="8483" w:type="dxa"/>
            <w:shd w:val="clear" w:color="auto" w:fill="auto"/>
            <w:hideMark/>
          </w:tcPr>
          <w:p w14:paraId="7AE96AA9" w14:textId="77777777" w:rsidR="0035379C" w:rsidRDefault="0035379C" w:rsidP="003F0CC7">
            <w:pPr>
              <w:rPr>
                <w:color w:val="000000"/>
              </w:rPr>
            </w:pPr>
            <w:r w:rsidRPr="00337FAB">
              <w:rPr>
                <w:b/>
                <w:bCs/>
                <w:color w:val="000000"/>
              </w:rPr>
              <w:t xml:space="preserve">Documentation requirement: </w:t>
            </w:r>
            <w:r w:rsidRPr="00E01A80">
              <w:rPr>
                <w:color w:val="000000"/>
              </w:rPr>
              <w:t>List to be provided of equipment and procedures required for routine maintenance.</w:t>
            </w:r>
          </w:p>
          <w:p w14:paraId="67ADD1C6" w14:textId="77777777" w:rsidR="0035379C" w:rsidRPr="00E01A80" w:rsidRDefault="0035379C" w:rsidP="003F0CC7">
            <w:pPr>
              <w:rPr>
                <w:color w:val="000000"/>
              </w:rPr>
            </w:pPr>
          </w:p>
          <w:p w14:paraId="125586DA" w14:textId="77777777" w:rsidR="0035379C" w:rsidRPr="00337FAB" w:rsidRDefault="0035379C" w:rsidP="003F0CC7">
            <w:pPr>
              <w:pStyle w:val="ListParagraph"/>
              <w:rPr>
                <w:color w:val="000000"/>
              </w:rPr>
            </w:pPr>
          </w:p>
        </w:tc>
      </w:tr>
      <w:tr w:rsidR="0035379C" w:rsidRPr="00337FAB" w14:paraId="56FA5633" w14:textId="77777777" w:rsidTr="0035379C">
        <w:trPr>
          <w:trHeight w:val="53"/>
        </w:trPr>
        <w:tc>
          <w:tcPr>
            <w:tcW w:w="895" w:type="dxa"/>
            <w:vMerge w:val="restart"/>
            <w:shd w:val="clear" w:color="auto" w:fill="DAEEF3" w:themeFill="accent5" w:themeFillTint="33"/>
          </w:tcPr>
          <w:p w14:paraId="3C58F53F" w14:textId="77777777" w:rsidR="0035379C" w:rsidRPr="00C34340" w:rsidRDefault="0035379C" w:rsidP="003F0CC7">
            <w:pPr>
              <w:rPr>
                <w:b/>
                <w:bCs/>
                <w:color w:val="000000"/>
              </w:rPr>
            </w:pPr>
            <w:r>
              <w:rPr>
                <w:b/>
                <w:bCs/>
                <w:color w:val="000000"/>
              </w:rPr>
              <w:t>Item 18</w:t>
            </w:r>
          </w:p>
        </w:tc>
        <w:tc>
          <w:tcPr>
            <w:tcW w:w="8483" w:type="dxa"/>
            <w:shd w:val="clear" w:color="auto" w:fill="DAEEF3" w:themeFill="accent5" w:themeFillTint="33"/>
          </w:tcPr>
          <w:p w14:paraId="3BC557DD" w14:textId="77777777" w:rsidR="0035379C" w:rsidRDefault="0035379C" w:rsidP="003F0CC7">
            <w:r w:rsidRPr="00567B62">
              <w:rPr>
                <w:b/>
                <w:bCs/>
              </w:rPr>
              <w:t>MICROPIPETTE SET</w:t>
            </w:r>
            <w:r w:rsidRPr="00337FAB">
              <w:rPr>
                <w:b/>
                <w:bCs/>
              </w:rPr>
              <w:t xml:space="preserve"> </w:t>
            </w:r>
            <w:r w:rsidRPr="00567B62">
              <w:t>(</w:t>
            </w:r>
            <w:r w:rsidRPr="0059342A">
              <w:t>9 sets</w:t>
            </w:r>
            <w:r>
              <w:t>)</w:t>
            </w:r>
          </w:p>
          <w:p w14:paraId="1CC89B4B" w14:textId="77777777" w:rsidR="0035379C" w:rsidRPr="00337FAB" w:rsidRDefault="0035379C" w:rsidP="003F0CC7">
            <w:pPr>
              <w:rPr>
                <w:b/>
                <w:bCs/>
              </w:rPr>
            </w:pPr>
          </w:p>
        </w:tc>
      </w:tr>
      <w:tr w:rsidR="0035379C" w:rsidRPr="00337FAB" w14:paraId="25177E92" w14:textId="77777777" w:rsidTr="00915F14">
        <w:trPr>
          <w:trHeight w:val="80"/>
        </w:trPr>
        <w:tc>
          <w:tcPr>
            <w:tcW w:w="895" w:type="dxa"/>
            <w:vMerge/>
            <w:shd w:val="clear" w:color="auto" w:fill="DAEEF3" w:themeFill="accent5" w:themeFillTint="33"/>
          </w:tcPr>
          <w:p w14:paraId="5CC9C714" w14:textId="77777777" w:rsidR="0035379C" w:rsidRPr="00337FAB" w:rsidRDefault="0035379C" w:rsidP="003F0CC7">
            <w:pPr>
              <w:rPr>
                <w:color w:val="000000"/>
              </w:rPr>
            </w:pPr>
          </w:p>
        </w:tc>
        <w:tc>
          <w:tcPr>
            <w:tcW w:w="8483" w:type="dxa"/>
            <w:shd w:val="clear" w:color="auto" w:fill="auto"/>
            <w:hideMark/>
          </w:tcPr>
          <w:p w14:paraId="43E74154" w14:textId="77777777" w:rsidR="0035379C" w:rsidRPr="002D1F9B" w:rsidRDefault="0035379C" w:rsidP="003F0CC7">
            <w:pPr>
              <w:rPr>
                <w:b/>
                <w:bCs/>
                <w:color w:val="000000"/>
              </w:rPr>
            </w:pPr>
            <w:r w:rsidRPr="002D1F9B">
              <w:rPr>
                <w:b/>
                <w:bCs/>
                <w:color w:val="000000"/>
              </w:rPr>
              <w:t>Product description:</w:t>
            </w:r>
          </w:p>
          <w:p w14:paraId="19C1FF0C" w14:textId="77777777" w:rsidR="0035379C" w:rsidRDefault="0035379C" w:rsidP="003F0CC7">
            <w:pPr>
              <w:rPr>
                <w:color w:val="000000"/>
              </w:rPr>
            </w:pPr>
            <w:r w:rsidRPr="00337FAB">
              <w:rPr>
                <w:color w:val="000000"/>
              </w:rPr>
              <w:t>Set of micropipettes suited for small volume dispensing of aqueous fluids of moderate viscosity and density. Each micropipette set will be consisted of:</w:t>
            </w:r>
          </w:p>
          <w:p w14:paraId="4262266F" w14:textId="77777777" w:rsidR="0035379C" w:rsidRPr="004F1383" w:rsidRDefault="0035379C" w:rsidP="00E33A30">
            <w:pPr>
              <w:pStyle w:val="ListParagraph"/>
              <w:numPr>
                <w:ilvl w:val="0"/>
                <w:numId w:val="50"/>
              </w:numPr>
              <w:overflowPunct/>
              <w:autoSpaceDE/>
              <w:autoSpaceDN/>
              <w:adjustRightInd/>
              <w:ind w:left="611"/>
              <w:contextualSpacing/>
              <w:textAlignment w:val="auto"/>
              <w:rPr>
                <w:color w:val="000000"/>
              </w:rPr>
            </w:pPr>
            <w:r w:rsidRPr="004F1383">
              <w:rPr>
                <w:color w:val="000000"/>
              </w:rPr>
              <w:t xml:space="preserve">1 pcs of adjustable single channel pipettes with volume of 2-20ul with increments 0.02 </w:t>
            </w:r>
            <w:proofErr w:type="spellStart"/>
            <w:r w:rsidRPr="004F1383">
              <w:rPr>
                <w:color w:val="000000"/>
              </w:rPr>
              <w:t>μl</w:t>
            </w:r>
            <w:proofErr w:type="spellEnd"/>
          </w:p>
          <w:p w14:paraId="4A693735" w14:textId="77777777" w:rsidR="0035379C" w:rsidRPr="00337FAB" w:rsidRDefault="0035379C" w:rsidP="00E33A30">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1 pcs of adjustable single channel pipettes with volume of 10-100 ul with increments 0.1 </w:t>
            </w:r>
            <w:proofErr w:type="spellStart"/>
            <w:r w:rsidRPr="00337FAB">
              <w:rPr>
                <w:color w:val="000000"/>
              </w:rPr>
              <w:t>μl</w:t>
            </w:r>
            <w:proofErr w:type="spellEnd"/>
            <w:r w:rsidRPr="00337FAB">
              <w:rPr>
                <w:color w:val="000000"/>
              </w:rPr>
              <w:t xml:space="preserve"> </w:t>
            </w:r>
          </w:p>
          <w:p w14:paraId="4177BFA6" w14:textId="77777777" w:rsidR="0035379C" w:rsidRPr="00337FAB" w:rsidRDefault="0035379C" w:rsidP="00E33A30">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1 pcs of adjustable single channel pipettes with volume of 20-200ul with increments 0.02 </w:t>
            </w:r>
            <w:proofErr w:type="spellStart"/>
            <w:r w:rsidRPr="00337FAB">
              <w:rPr>
                <w:color w:val="000000"/>
              </w:rPr>
              <w:t>μl</w:t>
            </w:r>
            <w:proofErr w:type="spellEnd"/>
            <w:r w:rsidRPr="00337FAB">
              <w:rPr>
                <w:color w:val="000000"/>
              </w:rPr>
              <w:t>;</w:t>
            </w:r>
          </w:p>
          <w:p w14:paraId="2A002384" w14:textId="77777777" w:rsidR="0035379C" w:rsidRPr="00337FAB" w:rsidRDefault="0035379C" w:rsidP="00E33A30">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1 pcs of adjustable single channel pipettes with volume of 100–1,000 </w:t>
            </w:r>
            <w:proofErr w:type="spellStart"/>
            <w:r w:rsidRPr="00337FAB">
              <w:rPr>
                <w:color w:val="000000"/>
              </w:rPr>
              <w:t>μl</w:t>
            </w:r>
            <w:proofErr w:type="spellEnd"/>
            <w:r w:rsidRPr="00337FAB">
              <w:rPr>
                <w:color w:val="000000"/>
              </w:rPr>
              <w:t xml:space="preserve"> with increments 1 </w:t>
            </w:r>
            <w:proofErr w:type="spellStart"/>
            <w:r w:rsidRPr="00337FAB">
              <w:rPr>
                <w:color w:val="000000"/>
              </w:rPr>
              <w:t>μl</w:t>
            </w:r>
            <w:proofErr w:type="spellEnd"/>
          </w:p>
          <w:p w14:paraId="625F3B1E" w14:textId="77777777" w:rsidR="0035379C" w:rsidRPr="00337FAB" w:rsidRDefault="0035379C" w:rsidP="00E33A30">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1 pcs of multichannel pipette, 8 channel pipette with volume of 5 to 50 </w:t>
            </w:r>
            <w:proofErr w:type="spellStart"/>
            <w:r w:rsidRPr="00337FAB">
              <w:rPr>
                <w:color w:val="000000"/>
              </w:rPr>
              <w:t>μl</w:t>
            </w:r>
            <w:proofErr w:type="spellEnd"/>
            <w:r w:rsidRPr="00337FAB">
              <w:rPr>
                <w:color w:val="000000"/>
              </w:rPr>
              <w:t xml:space="preserve"> with length of 23-25 cm. </w:t>
            </w:r>
          </w:p>
          <w:p w14:paraId="7A6BE8A1" w14:textId="77777777" w:rsidR="0035379C" w:rsidRPr="00337FAB" w:rsidRDefault="0035379C" w:rsidP="00E33A30">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2880 pcs of pipette tips with volume of 2-20 </w:t>
            </w:r>
            <w:proofErr w:type="spellStart"/>
            <w:r w:rsidRPr="00337FAB">
              <w:rPr>
                <w:color w:val="000000"/>
              </w:rPr>
              <w:t>μl</w:t>
            </w:r>
            <w:proofErr w:type="spellEnd"/>
          </w:p>
          <w:p w14:paraId="18C85690" w14:textId="77777777" w:rsidR="0035379C" w:rsidRPr="00337FAB" w:rsidRDefault="0035379C" w:rsidP="00E33A30">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960 pcs of pipette tips with volume of 200 </w:t>
            </w:r>
            <w:proofErr w:type="spellStart"/>
            <w:r w:rsidRPr="00337FAB">
              <w:rPr>
                <w:color w:val="000000"/>
              </w:rPr>
              <w:t>μl</w:t>
            </w:r>
            <w:proofErr w:type="spellEnd"/>
            <w:r w:rsidRPr="00337FAB">
              <w:rPr>
                <w:color w:val="000000"/>
              </w:rPr>
              <w:t>;</w:t>
            </w:r>
          </w:p>
          <w:p w14:paraId="58AD7F58" w14:textId="77777777" w:rsidR="0035379C" w:rsidRPr="00337FAB" w:rsidRDefault="0035379C" w:rsidP="00E33A30">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960 pcs of pipette tips with volume of 1,000 </w:t>
            </w:r>
            <w:proofErr w:type="spellStart"/>
            <w:r w:rsidRPr="00337FAB">
              <w:rPr>
                <w:color w:val="000000"/>
              </w:rPr>
              <w:t>μl</w:t>
            </w:r>
            <w:proofErr w:type="spellEnd"/>
          </w:p>
          <w:p w14:paraId="12FB332E" w14:textId="77777777" w:rsidR="0035379C" w:rsidRPr="002D1F9B" w:rsidRDefault="0035379C" w:rsidP="00E33A30">
            <w:pPr>
              <w:pStyle w:val="ListParagraph"/>
              <w:numPr>
                <w:ilvl w:val="0"/>
                <w:numId w:val="50"/>
              </w:numPr>
              <w:overflowPunct/>
              <w:autoSpaceDE/>
              <w:autoSpaceDN/>
              <w:adjustRightInd/>
              <w:ind w:left="611"/>
              <w:contextualSpacing/>
              <w:textAlignment w:val="auto"/>
              <w:rPr>
                <w:color w:val="000000"/>
              </w:rPr>
            </w:pPr>
            <w:r w:rsidRPr="00337FAB">
              <w:rPr>
                <w:color w:val="000000"/>
              </w:rPr>
              <w:t>3 pcs of pipette stand</w:t>
            </w:r>
            <w:r>
              <w:rPr>
                <w:color w:val="000000"/>
              </w:rPr>
              <w:t>s</w:t>
            </w:r>
          </w:p>
          <w:p w14:paraId="49E727E1" w14:textId="77777777" w:rsidR="0035379C" w:rsidRDefault="0035379C" w:rsidP="003F0CC7">
            <w:pPr>
              <w:rPr>
                <w:b/>
                <w:bCs/>
                <w:color w:val="000000"/>
              </w:rPr>
            </w:pPr>
          </w:p>
          <w:p w14:paraId="43F1B71C" w14:textId="77777777" w:rsidR="0035379C" w:rsidRPr="002D1F9B" w:rsidRDefault="0035379C" w:rsidP="003F0CC7">
            <w:pPr>
              <w:rPr>
                <w:b/>
                <w:bCs/>
                <w:color w:val="000000"/>
              </w:rPr>
            </w:pPr>
            <w:r w:rsidRPr="002D1F9B">
              <w:rPr>
                <w:b/>
                <w:bCs/>
                <w:color w:val="000000"/>
              </w:rPr>
              <w:t>Specification:</w:t>
            </w:r>
          </w:p>
          <w:p w14:paraId="2B0A74E1"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Should be ergonomic, flexible and robustness; pipette should be with adjustable volume</w:t>
            </w:r>
          </w:p>
          <w:p w14:paraId="4B32AF0F"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Provided with automatic tip-eject feature</w:t>
            </w:r>
          </w:p>
          <w:p w14:paraId="7272ABB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Should be made of an organic polymer which is resistant to heat, mildew, bleaches, acids and </w:t>
            </w:r>
            <w:proofErr w:type="spellStart"/>
            <w:r w:rsidRPr="00337FAB">
              <w:rPr>
                <w:color w:val="000000"/>
              </w:rPr>
              <w:t>alkalies</w:t>
            </w:r>
            <w:proofErr w:type="spellEnd"/>
            <w:r w:rsidRPr="00337FAB">
              <w:rPr>
                <w:color w:val="000000"/>
              </w:rPr>
              <w:t>, sunlight, aging, and abrasion, Stainless steel piston. PVDF handle.</w:t>
            </w:r>
          </w:p>
          <w:p w14:paraId="34316597"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Pipettes’ accuracy should be ±10 to 2.5% and precision should be 8.0 to 2.0%;</w:t>
            </w:r>
          </w:p>
          <w:p w14:paraId="661325FF"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Any color</w:t>
            </w:r>
          </w:p>
          <w:p w14:paraId="07A5A72B"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Compact and robust design allowing for operating comfort</w:t>
            </w:r>
          </w:p>
          <w:p w14:paraId="790AD5F0"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Multifunctional button for the measuring stroke, the blow-out and ejecting the tip</w:t>
            </w:r>
          </w:p>
          <w:p w14:paraId="2FBE56AB"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 xml:space="preserve">Pipette tips will be: </w:t>
            </w:r>
          </w:p>
          <w:p w14:paraId="340FA8FA" w14:textId="77777777" w:rsidR="0035379C" w:rsidRPr="002D1F9B" w:rsidRDefault="0035379C" w:rsidP="00E33A30">
            <w:pPr>
              <w:pStyle w:val="ListParagraph"/>
              <w:numPr>
                <w:ilvl w:val="0"/>
                <w:numId w:val="51"/>
              </w:numPr>
              <w:overflowPunct/>
              <w:autoSpaceDE/>
              <w:autoSpaceDN/>
              <w:adjustRightInd/>
              <w:contextualSpacing/>
              <w:textAlignment w:val="auto"/>
              <w:rPr>
                <w:rFonts w:ascii="Arial" w:hAnsi="Arial" w:cs="Arial"/>
                <w:color w:val="000000"/>
              </w:rPr>
            </w:pPr>
            <w:r w:rsidRPr="002D1F9B">
              <w:rPr>
                <w:rFonts w:eastAsia="Arial"/>
                <w:color w:val="000000"/>
              </w:rPr>
              <w:t xml:space="preserve">filtered pipette tips. </w:t>
            </w:r>
          </w:p>
          <w:p w14:paraId="57D243E7" w14:textId="77777777" w:rsidR="0035379C" w:rsidRPr="002D1F9B" w:rsidRDefault="0035379C" w:rsidP="00E33A30">
            <w:pPr>
              <w:pStyle w:val="ListParagraph"/>
              <w:numPr>
                <w:ilvl w:val="0"/>
                <w:numId w:val="51"/>
              </w:numPr>
              <w:overflowPunct/>
              <w:autoSpaceDE/>
              <w:autoSpaceDN/>
              <w:adjustRightInd/>
              <w:contextualSpacing/>
              <w:textAlignment w:val="auto"/>
              <w:rPr>
                <w:rFonts w:ascii="Arial" w:hAnsi="Arial" w:cs="Arial"/>
                <w:color w:val="000000"/>
              </w:rPr>
            </w:pPr>
            <w:r w:rsidRPr="002D1F9B">
              <w:rPr>
                <w:rFonts w:eastAsia="Arial"/>
                <w:color w:val="000000"/>
              </w:rPr>
              <w:t xml:space="preserve">Purity grade of tubes and tips according to the minimal standards for In Vitro applications. </w:t>
            </w:r>
          </w:p>
          <w:p w14:paraId="3883E0E4" w14:textId="77777777" w:rsidR="0035379C" w:rsidRPr="002D1F9B" w:rsidRDefault="0035379C" w:rsidP="00E33A30">
            <w:pPr>
              <w:pStyle w:val="ListParagraph"/>
              <w:numPr>
                <w:ilvl w:val="0"/>
                <w:numId w:val="51"/>
              </w:numPr>
              <w:overflowPunct/>
              <w:autoSpaceDE/>
              <w:autoSpaceDN/>
              <w:adjustRightInd/>
              <w:contextualSpacing/>
              <w:textAlignment w:val="auto"/>
              <w:rPr>
                <w:rFonts w:ascii="Arial" w:hAnsi="Arial" w:cs="Arial"/>
                <w:color w:val="000000"/>
              </w:rPr>
            </w:pPr>
            <w:r w:rsidRPr="002D1F9B">
              <w:rPr>
                <w:rFonts w:eastAsia="Arial"/>
                <w:color w:val="000000"/>
              </w:rPr>
              <w:t xml:space="preserve">Tips will consist of 3 types of tips as follow. </w:t>
            </w:r>
          </w:p>
          <w:p w14:paraId="36575ADA" w14:textId="77777777" w:rsidR="0035379C" w:rsidRPr="00337FAB" w:rsidRDefault="0035379C" w:rsidP="00E33A30">
            <w:pPr>
              <w:pStyle w:val="ListParagraph"/>
              <w:numPr>
                <w:ilvl w:val="0"/>
                <w:numId w:val="48"/>
              </w:numPr>
              <w:overflowPunct/>
              <w:autoSpaceDE/>
              <w:autoSpaceDN/>
              <w:adjustRightInd/>
              <w:contextualSpacing/>
              <w:textAlignment w:val="auto"/>
              <w:rPr>
                <w:color w:val="000000"/>
              </w:rPr>
            </w:pPr>
            <w:r w:rsidRPr="00337FAB">
              <w:rPr>
                <w:color w:val="000000"/>
              </w:rPr>
              <w:t>Pipette stands will be:</w:t>
            </w:r>
          </w:p>
          <w:p w14:paraId="504536BC" w14:textId="77777777" w:rsidR="0035379C" w:rsidRPr="002D1F9B" w:rsidRDefault="0035379C" w:rsidP="00E33A30">
            <w:pPr>
              <w:pStyle w:val="ListParagraph"/>
              <w:numPr>
                <w:ilvl w:val="0"/>
                <w:numId w:val="51"/>
              </w:numPr>
              <w:overflowPunct/>
              <w:autoSpaceDE/>
              <w:autoSpaceDN/>
              <w:adjustRightInd/>
              <w:contextualSpacing/>
              <w:textAlignment w:val="auto"/>
              <w:rPr>
                <w:rFonts w:eastAsia="Arial"/>
                <w:color w:val="000000"/>
              </w:rPr>
            </w:pPr>
            <w:r w:rsidRPr="00337FAB">
              <w:rPr>
                <w:rFonts w:eastAsia="Arial"/>
                <w:color w:val="000000"/>
              </w:rPr>
              <w:t xml:space="preserve">Carousel stand holds up to 5 pipettes (single and multichannel pipettes), </w:t>
            </w:r>
          </w:p>
          <w:p w14:paraId="0A51A676" w14:textId="77777777" w:rsidR="0035379C" w:rsidRPr="002D1F9B" w:rsidRDefault="0035379C" w:rsidP="00E33A30">
            <w:pPr>
              <w:pStyle w:val="ListParagraph"/>
              <w:numPr>
                <w:ilvl w:val="0"/>
                <w:numId w:val="51"/>
              </w:numPr>
              <w:overflowPunct/>
              <w:autoSpaceDE/>
              <w:autoSpaceDN/>
              <w:adjustRightInd/>
              <w:contextualSpacing/>
              <w:textAlignment w:val="auto"/>
              <w:rPr>
                <w:rFonts w:eastAsia="Arial"/>
                <w:color w:val="000000"/>
              </w:rPr>
            </w:pPr>
            <w:r w:rsidRPr="00337FAB">
              <w:rPr>
                <w:rFonts w:eastAsia="Arial"/>
                <w:color w:val="000000"/>
              </w:rPr>
              <w:t xml:space="preserve">Rotates for easy access, sturdy, safe. </w:t>
            </w:r>
          </w:p>
          <w:p w14:paraId="796BC060" w14:textId="77777777" w:rsidR="0035379C" w:rsidRPr="002D1F9B" w:rsidRDefault="0035379C" w:rsidP="00E33A30">
            <w:pPr>
              <w:pStyle w:val="ListParagraph"/>
              <w:numPr>
                <w:ilvl w:val="0"/>
                <w:numId w:val="51"/>
              </w:numPr>
              <w:overflowPunct/>
              <w:autoSpaceDE/>
              <w:autoSpaceDN/>
              <w:adjustRightInd/>
              <w:contextualSpacing/>
              <w:textAlignment w:val="auto"/>
              <w:rPr>
                <w:rFonts w:eastAsia="Arial"/>
                <w:color w:val="000000"/>
              </w:rPr>
            </w:pPr>
            <w:r w:rsidRPr="00337FAB">
              <w:rPr>
                <w:rFonts w:eastAsia="Arial"/>
                <w:color w:val="000000"/>
              </w:rPr>
              <w:t>Weighted base keeps the stand upright and prevents tipping</w:t>
            </w:r>
          </w:p>
          <w:p w14:paraId="35C015F7" w14:textId="77777777" w:rsidR="0035379C" w:rsidRPr="002D1F9B" w:rsidRDefault="0035379C" w:rsidP="00E33A30">
            <w:pPr>
              <w:pStyle w:val="ListParagraph"/>
              <w:numPr>
                <w:ilvl w:val="0"/>
                <w:numId w:val="51"/>
              </w:numPr>
              <w:overflowPunct/>
              <w:autoSpaceDE/>
              <w:autoSpaceDN/>
              <w:adjustRightInd/>
              <w:contextualSpacing/>
              <w:textAlignment w:val="auto"/>
              <w:rPr>
                <w:color w:val="000000"/>
              </w:rPr>
            </w:pPr>
            <w:r w:rsidRPr="00337FAB">
              <w:rPr>
                <w:rFonts w:eastAsia="Arial"/>
                <w:color w:val="000000"/>
              </w:rPr>
              <w:t>Cleanable with alcohol or chlorine wipes</w:t>
            </w:r>
          </w:p>
        </w:tc>
      </w:tr>
      <w:tr w:rsidR="00133C61" w:rsidRPr="00337FAB" w14:paraId="6C0B4F91" w14:textId="77777777" w:rsidTr="00915F14">
        <w:trPr>
          <w:trHeight w:val="80"/>
        </w:trPr>
        <w:tc>
          <w:tcPr>
            <w:tcW w:w="895" w:type="dxa"/>
            <w:vMerge/>
            <w:shd w:val="clear" w:color="auto" w:fill="DAEEF3" w:themeFill="accent5" w:themeFillTint="33"/>
          </w:tcPr>
          <w:p w14:paraId="2F9D93D1" w14:textId="77777777" w:rsidR="00133C61" w:rsidRPr="00337FAB" w:rsidRDefault="00133C61" w:rsidP="00133C61">
            <w:pPr>
              <w:rPr>
                <w:color w:val="000000"/>
              </w:rPr>
            </w:pPr>
          </w:p>
        </w:tc>
        <w:tc>
          <w:tcPr>
            <w:tcW w:w="8483" w:type="dxa"/>
            <w:shd w:val="clear" w:color="auto" w:fill="auto"/>
          </w:tcPr>
          <w:p w14:paraId="4B3C86C7" w14:textId="2FA0F8C6" w:rsidR="00133C61" w:rsidRPr="00133C61" w:rsidRDefault="00133C61" w:rsidP="00133C61">
            <w:pPr>
              <w:rPr>
                <w:color w:val="000000"/>
              </w:rPr>
            </w:pPr>
            <w:r w:rsidRPr="00337FAB">
              <w:rPr>
                <w:b/>
                <w:bCs/>
                <w:color w:val="000000"/>
              </w:rPr>
              <w:t>Warranty requirement:</w:t>
            </w:r>
            <w:r>
              <w:rPr>
                <w:b/>
                <w:bCs/>
                <w:color w:val="000000"/>
              </w:rPr>
              <w:t xml:space="preserve"> </w:t>
            </w:r>
            <w:r w:rsidRPr="00133C61">
              <w:rPr>
                <w:color w:val="000000"/>
              </w:rPr>
              <w:t xml:space="preserve">One </w:t>
            </w:r>
            <w:r>
              <w:rPr>
                <w:color w:val="000000"/>
              </w:rPr>
              <w:t>(</w:t>
            </w:r>
            <w:r w:rsidRPr="0003652A">
              <w:rPr>
                <w:color w:val="000000"/>
              </w:rPr>
              <w:t>1</w:t>
            </w:r>
            <w:r>
              <w:rPr>
                <w:color w:val="000000"/>
              </w:rPr>
              <w:t>)</w:t>
            </w:r>
            <w:r w:rsidRPr="0003652A">
              <w:rPr>
                <w:color w:val="000000"/>
              </w:rPr>
              <w:t xml:space="preserve"> year</w:t>
            </w:r>
            <w:r>
              <w:rPr>
                <w:color w:val="000000"/>
              </w:rPr>
              <w:t xml:space="preserve"> warranty is required.</w:t>
            </w:r>
          </w:p>
        </w:tc>
      </w:tr>
      <w:tr w:rsidR="00133C61" w:rsidRPr="00337FAB" w14:paraId="27AF61E5" w14:textId="77777777" w:rsidTr="0035379C">
        <w:trPr>
          <w:trHeight w:val="53"/>
        </w:trPr>
        <w:tc>
          <w:tcPr>
            <w:tcW w:w="895" w:type="dxa"/>
            <w:vMerge/>
            <w:tcBorders>
              <w:bottom w:val="single" w:sz="4" w:space="0" w:color="auto"/>
            </w:tcBorders>
            <w:shd w:val="clear" w:color="auto" w:fill="DAEEF3" w:themeFill="accent5" w:themeFillTint="33"/>
          </w:tcPr>
          <w:p w14:paraId="115F78B7" w14:textId="77777777" w:rsidR="00133C61" w:rsidRPr="00337FAB" w:rsidRDefault="00133C61" w:rsidP="00133C61">
            <w:pPr>
              <w:rPr>
                <w:color w:val="000000"/>
              </w:rPr>
            </w:pPr>
          </w:p>
        </w:tc>
        <w:tc>
          <w:tcPr>
            <w:tcW w:w="8483" w:type="dxa"/>
            <w:tcBorders>
              <w:bottom w:val="single" w:sz="4" w:space="0" w:color="auto"/>
            </w:tcBorders>
            <w:shd w:val="clear" w:color="auto" w:fill="auto"/>
            <w:hideMark/>
          </w:tcPr>
          <w:p w14:paraId="16A6B782" w14:textId="77777777" w:rsidR="00133C61" w:rsidRPr="007714F2" w:rsidRDefault="00133C61" w:rsidP="00133C61">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14DAC474" w14:textId="77777777" w:rsidR="00133C61" w:rsidRPr="00913FB2" w:rsidRDefault="00133C61" w:rsidP="00133C61">
            <w:pPr>
              <w:rPr>
                <w:color w:val="000000"/>
              </w:rPr>
            </w:pPr>
            <w:r w:rsidRPr="00913FB2">
              <w:rPr>
                <w:color w:val="000000"/>
              </w:rPr>
              <w:t>FDA 510k Premarket registration or CE certificate, WHO-GMP certificate or similar</w:t>
            </w:r>
          </w:p>
        </w:tc>
      </w:tr>
      <w:tr w:rsidR="00133C61" w:rsidRPr="00337FAB" w14:paraId="1D83D1F8" w14:textId="77777777" w:rsidTr="00383B36">
        <w:trPr>
          <w:trHeight w:val="1390"/>
        </w:trPr>
        <w:tc>
          <w:tcPr>
            <w:tcW w:w="895" w:type="dxa"/>
            <w:vMerge/>
            <w:tcBorders>
              <w:bottom w:val="single" w:sz="4" w:space="0" w:color="auto"/>
            </w:tcBorders>
            <w:shd w:val="clear" w:color="auto" w:fill="DAEEF3" w:themeFill="accent5" w:themeFillTint="33"/>
          </w:tcPr>
          <w:p w14:paraId="0E4B5A2C" w14:textId="77777777" w:rsidR="00133C61" w:rsidRPr="00337FAB" w:rsidRDefault="00133C61" w:rsidP="00133C61">
            <w:pPr>
              <w:rPr>
                <w:color w:val="000000"/>
              </w:rPr>
            </w:pPr>
          </w:p>
        </w:tc>
        <w:tc>
          <w:tcPr>
            <w:tcW w:w="8483" w:type="dxa"/>
            <w:shd w:val="clear" w:color="auto" w:fill="auto"/>
          </w:tcPr>
          <w:p w14:paraId="7BCF0480" w14:textId="77777777" w:rsidR="00133C61" w:rsidRDefault="00133C61" w:rsidP="00133C61">
            <w:pPr>
              <w:rPr>
                <w:b/>
                <w:bCs/>
                <w:color w:val="000000"/>
              </w:rPr>
            </w:pPr>
            <w:r>
              <w:rPr>
                <w:b/>
                <w:bCs/>
                <w:color w:val="000000"/>
              </w:rPr>
              <w:t>Safety &amp; product Standards:</w:t>
            </w:r>
          </w:p>
          <w:p w14:paraId="4FEC9D62" w14:textId="77777777" w:rsidR="00133C61" w:rsidRPr="00913FB2" w:rsidRDefault="00133C61" w:rsidP="00133C61">
            <w:pPr>
              <w:rPr>
                <w:color w:val="000000"/>
              </w:rPr>
            </w:pPr>
            <w:r w:rsidRPr="00913FB2">
              <w:rPr>
                <w:color w:val="000000"/>
              </w:rPr>
              <w:t>QMS of the manufacturing site: ISO 13485, or ISO 9001 or 21CFR820 (USA)</w:t>
            </w:r>
          </w:p>
          <w:p w14:paraId="435E8E3F" w14:textId="77777777" w:rsidR="00133C61" w:rsidRPr="00913FB2" w:rsidRDefault="00133C61" w:rsidP="00133C61">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133C61" w:rsidRPr="00337FAB" w14:paraId="6A4E05B5" w14:textId="77777777" w:rsidTr="0035379C">
        <w:trPr>
          <w:trHeight w:val="296"/>
        </w:trPr>
        <w:tc>
          <w:tcPr>
            <w:tcW w:w="895" w:type="dxa"/>
            <w:vMerge w:val="restart"/>
            <w:shd w:val="clear" w:color="auto" w:fill="DAEEF3" w:themeFill="accent5" w:themeFillTint="33"/>
          </w:tcPr>
          <w:p w14:paraId="75F53BFB" w14:textId="77777777" w:rsidR="00133C61" w:rsidRPr="00C34340" w:rsidRDefault="00133C61" w:rsidP="00133C61">
            <w:pPr>
              <w:rPr>
                <w:b/>
                <w:bCs/>
                <w:color w:val="000000"/>
              </w:rPr>
            </w:pPr>
            <w:r>
              <w:rPr>
                <w:b/>
                <w:bCs/>
                <w:color w:val="000000"/>
              </w:rPr>
              <w:t>Item 19</w:t>
            </w:r>
          </w:p>
        </w:tc>
        <w:tc>
          <w:tcPr>
            <w:tcW w:w="8483" w:type="dxa"/>
            <w:shd w:val="clear" w:color="auto" w:fill="DAEEF3" w:themeFill="accent5" w:themeFillTint="33"/>
          </w:tcPr>
          <w:p w14:paraId="5C0AF0D0" w14:textId="77777777" w:rsidR="00133C61" w:rsidRDefault="00133C61" w:rsidP="00133C61">
            <w:r w:rsidRPr="00567B62">
              <w:rPr>
                <w:b/>
                <w:bCs/>
              </w:rPr>
              <w:t xml:space="preserve">LABORATORY THERMOMETER SET </w:t>
            </w:r>
            <w:r w:rsidRPr="00567B62">
              <w:t>(</w:t>
            </w:r>
            <w:r w:rsidRPr="0059342A">
              <w:t>3 sets</w:t>
            </w:r>
            <w:r>
              <w:t>)</w:t>
            </w:r>
          </w:p>
          <w:p w14:paraId="2AC5334E" w14:textId="77777777" w:rsidR="00133C61" w:rsidRPr="00337FAB" w:rsidRDefault="00133C61" w:rsidP="00133C61">
            <w:pPr>
              <w:rPr>
                <w:b/>
                <w:bCs/>
              </w:rPr>
            </w:pPr>
          </w:p>
        </w:tc>
      </w:tr>
      <w:tr w:rsidR="00133C61" w:rsidRPr="00337FAB" w14:paraId="76E06320" w14:textId="77777777" w:rsidTr="0035379C">
        <w:trPr>
          <w:trHeight w:val="773"/>
        </w:trPr>
        <w:tc>
          <w:tcPr>
            <w:tcW w:w="895" w:type="dxa"/>
            <w:vMerge/>
            <w:shd w:val="clear" w:color="auto" w:fill="DAEEF3" w:themeFill="accent5" w:themeFillTint="33"/>
          </w:tcPr>
          <w:p w14:paraId="4E3DF0CE" w14:textId="77777777" w:rsidR="00133C61" w:rsidRPr="00337FAB" w:rsidRDefault="00133C61" w:rsidP="00133C61">
            <w:pPr>
              <w:rPr>
                <w:color w:val="000000"/>
              </w:rPr>
            </w:pPr>
          </w:p>
        </w:tc>
        <w:tc>
          <w:tcPr>
            <w:tcW w:w="8483" w:type="dxa"/>
            <w:tcBorders>
              <w:bottom w:val="single" w:sz="4" w:space="0" w:color="auto"/>
            </w:tcBorders>
            <w:shd w:val="clear" w:color="auto" w:fill="auto"/>
            <w:hideMark/>
          </w:tcPr>
          <w:p w14:paraId="394BF8EF" w14:textId="77777777" w:rsidR="00133C61" w:rsidRPr="00C97F3F" w:rsidRDefault="00133C61" w:rsidP="00133C61">
            <w:pPr>
              <w:rPr>
                <w:b/>
                <w:bCs/>
                <w:color w:val="000000"/>
              </w:rPr>
            </w:pPr>
            <w:r w:rsidRPr="00C97F3F">
              <w:rPr>
                <w:b/>
                <w:bCs/>
                <w:color w:val="000000"/>
              </w:rPr>
              <w:t xml:space="preserve">Product description: </w:t>
            </w:r>
          </w:p>
          <w:p w14:paraId="3299CA75" w14:textId="77777777" w:rsidR="00133C61" w:rsidRPr="00337FAB" w:rsidRDefault="00133C61" w:rsidP="00133C61">
            <w:pPr>
              <w:rPr>
                <w:color w:val="000000"/>
              </w:rPr>
            </w:pPr>
            <w:r w:rsidRPr="00337FAB">
              <w:rPr>
                <w:color w:val="000000"/>
              </w:rPr>
              <w:t>Thermometer set to measures temperature in a laboratory context.</w:t>
            </w:r>
            <w:r>
              <w:rPr>
                <w:color w:val="000000"/>
              </w:rPr>
              <w:t xml:space="preserve"> </w:t>
            </w:r>
            <w:r w:rsidRPr="00337FAB">
              <w:rPr>
                <w:color w:val="000000"/>
              </w:rPr>
              <w:t>Each set should contain:</w:t>
            </w:r>
          </w:p>
          <w:p w14:paraId="50F8B7FB" w14:textId="77777777" w:rsidR="00133C61" w:rsidRPr="00337FAB" w:rsidRDefault="00133C61" w:rsidP="00133C61">
            <w:pPr>
              <w:pStyle w:val="ListParagraph"/>
              <w:numPr>
                <w:ilvl w:val="0"/>
                <w:numId w:val="52"/>
              </w:numPr>
              <w:overflowPunct/>
              <w:autoSpaceDE/>
              <w:autoSpaceDN/>
              <w:adjustRightInd/>
              <w:ind w:left="611"/>
              <w:contextualSpacing/>
              <w:textAlignment w:val="auto"/>
              <w:rPr>
                <w:color w:val="000000"/>
              </w:rPr>
            </w:pPr>
            <w:r w:rsidRPr="00337FAB">
              <w:rPr>
                <w:color w:val="000000"/>
              </w:rPr>
              <w:t xml:space="preserve">2 pcs of thermometers for refrigerator with temperature range -9.9° to + 40°C </w:t>
            </w:r>
            <w:proofErr w:type="spellStart"/>
            <w:r w:rsidRPr="00337FAB">
              <w:rPr>
                <w:color w:val="000000"/>
              </w:rPr>
              <w:t>approx</w:t>
            </w:r>
            <w:proofErr w:type="spellEnd"/>
          </w:p>
          <w:p w14:paraId="70B6EAFA" w14:textId="77777777" w:rsidR="00133C61" w:rsidRPr="00337FAB" w:rsidRDefault="00133C61" w:rsidP="00133C61">
            <w:pPr>
              <w:pStyle w:val="ListParagraph"/>
              <w:numPr>
                <w:ilvl w:val="0"/>
                <w:numId w:val="52"/>
              </w:numPr>
              <w:overflowPunct/>
              <w:autoSpaceDE/>
              <w:autoSpaceDN/>
              <w:adjustRightInd/>
              <w:ind w:left="611"/>
              <w:contextualSpacing/>
              <w:textAlignment w:val="auto"/>
              <w:rPr>
                <w:color w:val="000000"/>
              </w:rPr>
            </w:pPr>
            <w:r w:rsidRPr="00337FAB">
              <w:rPr>
                <w:color w:val="000000"/>
              </w:rPr>
              <w:t xml:space="preserve">2 pcs of thermometers for deep freezer with temperature range 40°c to + 40°c </w:t>
            </w:r>
            <w:proofErr w:type="spellStart"/>
            <w:r w:rsidRPr="00337FAB">
              <w:rPr>
                <w:color w:val="000000"/>
              </w:rPr>
              <w:t>approx</w:t>
            </w:r>
            <w:proofErr w:type="spellEnd"/>
          </w:p>
          <w:p w14:paraId="34616E02" w14:textId="77777777" w:rsidR="00133C61" w:rsidRPr="00337FAB" w:rsidRDefault="00133C61" w:rsidP="00133C61">
            <w:pPr>
              <w:pStyle w:val="ListParagraph"/>
              <w:numPr>
                <w:ilvl w:val="0"/>
                <w:numId w:val="52"/>
              </w:numPr>
              <w:overflowPunct/>
              <w:autoSpaceDE/>
              <w:autoSpaceDN/>
              <w:adjustRightInd/>
              <w:ind w:left="611"/>
              <w:contextualSpacing/>
              <w:textAlignment w:val="auto"/>
              <w:rPr>
                <w:color w:val="000000"/>
              </w:rPr>
            </w:pPr>
            <w:r w:rsidRPr="00337FAB">
              <w:rPr>
                <w:color w:val="000000"/>
              </w:rPr>
              <w:t>3 pcs of room type thermometers with temperature range of 0-40°c approx.</w:t>
            </w:r>
          </w:p>
          <w:p w14:paraId="18C61FDD" w14:textId="77777777" w:rsidR="00133C61" w:rsidRDefault="00133C61" w:rsidP="00133C61">
            <w:pPr>
              <w:rPr>
                <w:color w:val="000000"/>
              </w:rPr>
            </w:pPr>
          </w:p>
          <w:p w14:paraId="03C132A9" w14:textId="77777777" w:rsidR="00133C61" w:rsidRPr="00C570C3" w:rsidRDefault="00133C61" w:rsidP="00133C61">
            <w:pPr>
              <w:rPr>
                <w:b/>
                <w:bCs/>
                <w:color w:val="000000"/>
              </w:rPr>
            </w:pPr>
            <w:r w:rsidRPr="00C570C3">
              <w:rPr>
                <w:b/>
                <w:bCs/>
                <w:color w:val="000000"/>
              </w:rPr>
              <w:t>Specification:</w:t>
            </w:r>
          </w:p>
          <w:p w14:paraId="25C13AEA"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Non-mercury thermometers</w:t>
            </w:r>
          </w:p>
          <w:p w14:paraId="00FDDB5C"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 xml:space="preserve">Traceable digital thermometer is preferable </w:t>
            </w:r>
          </w:p>
          <w:p w14:paraId="25D4FC51"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Displayed parameters: Display allows recording to 0.1 degree C accuracy</w:t>
            </w:r>
          </w:p>
        </w:tc>
      </w:tr>
      <w:tr w:rsidR="00133C61" w:rsidRPr="00337FAB" w14:paraId="613E3A5B" w14:textId="77777777" w:rsidTr="0035379C">
        <w:trPr>
          <w:trHeight w:val="53"/>
        </w:trPr>
        <w:tc>
          <w:tcPr>
            <w:tcW w:w="895" w:type="dxa"/>
            <w:vMerge/>
            <w:shd w:val="clear" w:color="auto" w:fill="DAEEF3" w:themeFill="accent5" w:themeFillTint="33"/>
          </w:tcPr>
          <w:p w14:paraId="1947B4B5" w14:textId="77777777" w:rsidR="00133C61" w:rsidRPr="00337FAB" w:rsidRDefault="00133C61" w:rsidP="00133C61">
            <w:pPr>
              <w:rPr>
                <w:color w:val="000000"/>
              </w:rPr>
            </w:pPr>
          </w:p>
        </w:tc>
        <w:tc>
          <w:tcPr>
            <w:tcW w:w="8483" w:type="dxa"/>
            <w:tcBorders>
              <w:bottom w:val="single" w:sz="4" w:space="0" w:color="auto"/>
            </w:tcBorders>
            <w:shd w:val="clear" w:color="auto" w:fill="auto"/>
            <w:hideMark/>
          </w:tcPr>
          <w:p w14:paraId="6EEC392D" w14:textId="77777777" w:rsidR="00133C61" w:rsidRDefault="00133C61" w:rsidP="00133C61">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775A60BD" w14:textId="77777777" w:rsidR="00133C61" w:rsidRPr="00913FB2" w:rsidRDefault="00133C61" w:rsidP="00133C61">
            <w:pPr>
              <w:rPr>
                <w:b/>
                <w:bCs/>
                <w:color w:val="000000"/>
              </w:rPr>
            </w:pPr>
            <w:r w:rsidRPr="00913FB2">
              <w:rPr>
                <w:color w:val="000000"/>
              </w:rPr>
              <w:t>FDA 510k Premarket registration or CE certificate, WHO-GMP certificate or similar</w:t>
            </w:r>
          </w:p>
        </w:tc>
      </w:tr>
      <w:tr w:rsidR="00133C61" w:rsidRPr="00337FAB" w14:paraId="2790EF28" w14:textId="77777777" w:rsidTr="0035379C">
        <w:trPr>
          <w:trHeight w:val="53"/>
        </w:trPr>
        <w:tc>
          <w:tcPr>
            <w:tcW w:w="895" w:type="dxa"/>
            <w:vMerge/>
            <w:shd w:val="clear" w:color="auto" w:fill="DAEEF3" w:themeFill="accent5" w:themeFillTint="33"/>
          </w:tcPr>
          <w:p w14:paraId="4C911D82" w14:textId="77777777" w:rsidR="00133C61" w:rsidRPr="00337FAB" w:rsidRDefault="00133C61" w:rsidP="00133C61">
            <w:pPr>
              <w:rPr>
                <w:color w:val="000000"/>
              </w:rPr>
            </w:pPr>
          </w:p>
        </w:tc>
        <w:tc>
          <w:tcPr>
            <w:tcW w:w="8483" w:type="dxa"/>
            <w:tcBorders>
              <w:bottom w:val="single" w:sz="4" w:space="0" w:color="auto"/>
            </w:tcBorders>
            <w:shd w:val="clear" w:color="auto" w:fill="auto"/>
          </w:tcPr>
          <w:p w14:paraId="7625EA0D" w14:textId="149537EC" w:rsidR="00133C61" w:rsidRPr="00133C61" w:rsidRDefault="00133C61" w:rsidP="00133C61">
            <w:pPr>
              <w:rPr>
                <w:color w:val="000000"/>
              </w:rPr>
            </w:pPr>
            <w:r w:rsidRPr="00337FAB">
              <w:rPr>
                <w:b/>
                <w:bCs/>
                <w:color w:val="000000"/>
              </w:rPr>
              <w:t>Warranty requirement:</w:t>
            </w:r>
            <w:r>
              <w:rPr>
                <w:b/>
                <w:bCs/>
                <w:color w:val="000000"/>
              </w:rPr>
              <w:t xml:space="preserve"> </w:t>
            </w:r>
            <w:r w:rsidRPr="00133C61">
              <w:rPr>
                <w:color w:val="000000"/>
              </w:rPr>
              <w:t xml:space="preserve">One </w:t>
            </w:r>
            <w:r>
              <w:rPr>
                <w:color w:val="000000"/>
              </w:rPr>
              <w:t>(</w:t>
            </w:r>
            <w:r w:rsidRPr="0003652A">
              <w:rPr>
                <w:color w:val="000000"/>
              </w:rPr>
              <w:t>1</w:t>
            </w:r>
            <w:r>
              <w:rPr>
                <w:color w:val="000000"/>
              </w:rPr>
              <w:t>)</w:t>
            </w:r>
            <w:r w:rsidRPr="0003652A">
              <w:rPr>
                <w:color w:val="000000"/>
              </w:rPr>
              <w:t xml:space="preserve"> year</w:t>
            </w:r>
            <w:r>
              <w:rPr>
                <w:color w:val="000000"/>
              </w:rPr>
              <w:t xml:space="preserve"> warranty is required.</w:t>
            </w:r>
          </w:p>
        </w:tc>
      </w:tr>
      <w:tr w:rsidR="00133C61" w:rsidRPr="00337FAB" w14:paraId="0F17317D" w14:textId="77777777" w:rsidTr="0035379C">
        <w:trPr>
          <w:trHeight w:val="1079"/>
        </w:trPr>
        <w:tc>
          <w:tcPr>
            <w:tcW w:w="895" w:type="dxa"/>
            <w:vMerge/>
            <w:tcBorders>
              <w:bottom w:val="single" w:sz="4" w:space="0" w:color="auto"/>
            </w:tcBorders>
            <w:shd w:val="clear" w:color="auto" w:fill="DAEEF3" w:themeFill="accent5" w:themeFillTint="33"/>
          </w:tcPr>
          <w:p w14:paraId="2B518D1A" w14:textId="77777777" w:rsidR="00133C61" w:rsidRPr="00337FAB" w:rsidRDefault="00133C61" w:rsidP="00133C61">
            <w:pPr>
              <w:rPr>
                <w:color w:val="000000"/>
              </w:rPr>
            </w:pPr>
          </w:p>
        </w:tc>
        <w:tc>
          <w:tcPr>
            <w:tcW w:w="8483" w:type="dxa"/>
            <w:tcBorders>
              <w:bottom w:val="single" w:sz="4" w:space="0" w:color="auto"/>
            </w:tcBorders>
            <w:shd w:val="clear" w:color="auto" w:fill="auto"/>
          </w:tcPr>
          <w:p w14:paraId="729EE254" w14:textId="77777777" w:rsidR="00133C61" w:rsidRDefault="00133C61" w:rsidP="00133C61">
            <w:pPr>
              <w:rPr>
                <w:b/>
                <w:bCs/>
                <w:color w:val="000000"/>
              </w:rPr>
            </w:pPr>
            <w:r>
              <w:rPr>
                <w:b/>
                <w:bCs/>
                <w:color w:val="000000"/>
              </w:rPr>
              <w:t>Safety &amp; product Standards:</w:t>
            </w:r>
          </w:p>
          <w:p w14:paraId="545DA015" w14:textId="77777777" w:rsidR="00133C61" w:rsidRPr="00913FB2" w:rsidRDefault="00133C61" w:rsidP="00133C61">
            <w:pPr>
              <w:rPr>
                <w:color w:val="000000"/>
              </w:rPr>
            </w:pPr>
            <w:r w:rsidRPr="00913FB2">
              <w:rPr>
                <w:color w:val="000000"/>
              </w:rPr>
              <w:t>QMS of the manufacturing site: ISO 13485, or ISO 9001 or 21CFR820 (USA)</w:t>
            </w:r>
          </w:p>
          <w:p w14:paraId="26D3314D" w14:textId="77777777" w:rsidR="00133C61" w:rsidRPr="00337FAB" w:rsidRDefault="00133C61" w:rsidP="00133C61">
            <w:pPr>
              <w:rPr>
                <w:b/>
                <w:bCs/>
                <w:color w:val="000000"/>
              </w:rPr>
            </w:pPr>
            <w:r w:rsidRPr="00B36430">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133C61" w:rsidRPr="00337FAB" w14:paraId="58E2817D" w14:textId="77777777" w:rsidTr="0035379C">
        <w:trPr>
          <w:trHeight w:val="395"/>
        </w:trPr>
        <w:tc>
          <w:tcPr>
            <w:tcW w:w="895" w:type="dxa"/>
            <w:vMerge w:val="restart"/>
            <w:shd w:val="clear" w:color="auto" w:fill="DAEEF3" w:themeFill="accent5" w:themeFillTint="33"/>
          </w:tcPr>
          <w:p w14:paraId="07D24C13" w14:textId="77777777" w:rsidR="00133C61" w:rsidRPr="00C34340" w:rsidRDefault="00133C61" w:rsidP="00133C61">
            <w:pPr>
              <w:rPr>
                <w:b/>
                <w:bCs/>
                <w:color w:val="000000"/>
              </w:rPr>
            </w:pPr>
            <w:r>
              <w:rPr>
                <w:b/>
                <w:bCs/>
                <w:color w:val="000000"/>
              </w:rPr>
              <w:t>Item 20</w:t>
            </w:r>
          </w:p>
        </w:tc>
        <w:tc>
          <w:tcPr>
            <w:tcW w:w="8483" w:type="dxa"/>
            <w:shd w:val="clear" w:color="auto" w:fill="DAEEF3" w:themeFill="accent5" w:themeFillTint="33"/>
          </w:tcPr>
          <w:p w14:paraId="29BD2934" w14:textId="77777777" w:rsidR="00133C61" w:rsidRPr="00337FAB" w:rsidRDefault="00133C61" w:rsidP="00133C61">
            <w:pPr>
              <w:rPr>
                <w:b/>
                <w:bCs/>
              </w:rPr>
            </w:pPr>
            <w:r w:rsidRPr="00567B62">
              <w:rPr>
                <w:b/>
                <w:bCs/>
              </w:rPr>
              <w:t xml:space="preserve">VIRUS TRANSPORT MEDIUM WITH SWABS </w:t>
            </w:r>
            <w:r w:rsidRPr="00567B62">
              <w:t>(</w:t>
            </w:r>
            <w:r w:rsidRPr="0059342A">
              <w:t>4000 pcs</w:t>
            </w:r>
            <w:r>
              <w:t>)</w:t>
            </w:r>
          </w:p>
        </w:tc>
      </w:tr>
      <w:tr w:rsidR="00133C61" w:rsidRPr="00337FAB" w14:paraId="5C41E223" w14:textId="77777777" w:rsidTr="0035379C">
        <w:trPr>
          <w:trHeight w:val="611"/>
        </w:trPr>
        <w:tc>
          <w:tcPr>
            <w:tcW w:w="895" w:type="dxa"/>
            <w:vMerge/>
            <w:shd w:val="clear" w:color="auto" w:fill="DAEEF3" w:themeFill="accent5" w:themeFillTint="33"/>
          </w:tcPr>
          <w:p w14:paraId="048E6AD6" w14:textId="77777777" w:rsidR="00133C61" w:rsidRPr="00337FAB" w:rsidRDefault="00133C61" w:rsidP="00133C61">
            <w:pPr>
              <w:rPr>
                <w:color w:val="000000"/>
              </w:rPr>
            </w:pPr>
          </w:p>
        </w:tc>
        <w:tc>
          <w:tcPr>
            <w:tcW w:w="8483" w:type="dxa"/>
            <w:shd w:val="clear" w:color="auto" w:fill="auto"/>
            <w:hideMark/>
          </w:tcPr>
          <w:p w14:paraId="66A53FB9" w14:textId="77777777" w:rsidR="00133C61" w:rsidRPr="00E01A80" w:rsidRDefault="00133C61" w:rsidP="00133C61">
            <w:pPr>
              <w:rPr>
                <w:b/>
                <w:bCs/>
                <w:color w:val="000000"/>
              </w:rPr>
            </w:pPr>
            <w:r w:rsidRPr="00E01A80">
              <w:rPr>
                <w:b/>
                <w:bCs/>
                <w:color w:val="000000"/>
              </w:rPr>
              <w:t>Product description:</w:t>
            </w:r>
          </w:p>
          <w:p w14:paraId="6C8A8DF2" w14:textId="77777777" w:rsidR="00133C61" w:rsidRPr="00337FAB" w:rsidRDefault="00133C61" w:rsidP="00133C61">
            <w:pPr>
              <w:rPr>
                <w:color w:val="000000"/>
              </w:rPr>
            </w:pPr>
            <w:r w:rsidRPr="00337FAB">
              <w:rPr>
                <w:color w:val="000000"/>
              </w:rPr>
              <w:t>Virus transport medium with swabs collection kit</w:t>
            </w:r>
          </w:p>
          <w:p w14:paraId="1A7472C7" w14:textId="77777777" w:rsidR="00133C61" w:rsidRDefault="00133C61" w:rsidP="00133C61">
            <w:pPr>
              <w:rPr>
                <w:color w:val="000000"/>
              </w:rPr>
            </w:pPr>
          </w:p>
          <w:p w14:paraId="00640B7F" w14:textId="77777777" w:rsidR="00133C61" w:rsidRPr="00E01A80" w:rsidRDefault="00133C61" w:rsidP="00133C61">
            <w:pPr>
              <w:rPr>
                <w:b/>
                <w:bCs/>
                <w:color w:val="000000"/>
              </w:rPr>
            </w:pPr>
            <w:r w:rsidRPr="00E01A80">
              <w:rPr>
                <w:b/>
                <w:bCs/>
                <w:color w:val="000000"/>
              </w:rPr>
              <w:t xml:space="preserve">Specification: </w:t>
            </w:r>
          </w:p>
          <w:p w14:paraId="1919BA64"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Tube Volume: 10-13ml</w:t>
            </w:r>
          </w:p>
          <w:p w14:paraId="0B104B1A"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Applicator Material- Plastic</w:t>
            </w:r>
          </w:p>
          <w:p w14:paraId="0B1DCBD8"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Medium Volume: 3ml</w:t>
            </w:r>
          </w:p>
          <w:p w14:paraId="1121C743"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Swab Material: Nylon Flocked</w:t>
            </w:r>
          </w:p>
          <w:p w14:paraId="57E61E4D"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 xml:space="preserve">Swab Option: Nasopharyngeal, cervical, </w:t>
            </w:r>
            <w:proofErr w:type="spellStart"/>
            <w:r w:rsidRPr="00337FAB">
              <w:rPr>
                <w:color w:val="000000"/>
              </w:rPr>
              <w:t>urethrial</w:t>
            </w:r>
            <w:proofErr w:type="spellEnd"/>
            <w:r w:rsidRPr="00337FAB">
              <w:rPr>
                <w:color w:val="000000"/>
              </w:rPr>
              <w:t xml:space="preserve"> </w:t>
            </w:r>
          </w:p>
          <w:p w14:paraId="32254E84"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Sterilization: EO</w:t>
            </w:r>
          </w:p>
        </w:tc>
      </w:tr>
      <w:tr w:rsidR="00133C61" w:rsidRPr="00337FAB" w14:paraId="682F26C9" w14:textId="77777777" w:rsidTr="0035379C">
        <w:trPr>
          <w:trHeight w:val="413"/>
        </w:trPr>
        <w:tc>
          <w:tcPr>
            <w:tcW w:w="895" w:type="dxa"/>
            <w:vMerge/>
            <w:shd w:val="clear" w:color="auto" w:fill="DAEEF3" w:themeFill="accent5" w:themeFillTint="33"/>
          </w:tcPr>
          <w:p w14:paraId="668D3DCB" w14:textId="77777777" w:rsidR="00133C61" w:rsidRPr="00337FAB" w:rsidRDefault="00133C61" w:rsidP="00133C61">
            <w:pPr>
              <w:rPr>
                <w:color w:val="000000"/>
              </w:rPr>
            </w:pPr>
          </w:p>
        </w:tc>
        <w:tc>
          <w:tcPr>
            <w:tcW w:w="8483" w:type="dxa"/>
            <w:shd w:val="clear" w:color="auto" w:fill="auto"/>
          </w:tcPr>
          <w:p w14:paraId="53886FDC" w14:textId="77777777" w:rsidR="00133C61" w:rsidRPr="007714F2" w:rsidRDefault="00133C61" w:rsidP="00133C61">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34381FF7" w14:textId="77777777" w:rsidR="00133C61" w:rsidRPr="00E01A80" w:rsidRDefault="00133C61" w:rsidP="00133C61">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133C61" w:rsidRPr="00337FAB" w14:paraId="1B4C058E" w14:textId="77777777" w:rsidTr="0035379C">
        <w:trPr>
          <w:trHeight w:val="791"/>
        </w:trPr>
        <w:tc>
          <w:tcPr>
            <w:tcW w:w="895" w:type="dxa"/>
            <w:vMerge/>
            <w:shd w:val="clear" w:color="auto" w:fill="DAEEF3" w:themeFill="accent5" w:themeFillTint="33"/>
          </w:tcPr>
          <w:p w14:paraId="73EFE7F9" w14:textId="77777777" w:rsidR="00133C61" w:rsidRPr="00337FAB" w:rsidRDefault="00133C61" w:rsidP="00133C61">
            <w:pPr>
              <w:rPr>
                <w:color w:val="000000"/>
              </w:rPr>
            </w:pPr>
          </w:p>
        </w:tc>
        <w:tc>
          <w:tcPr>
            <w:tcW w:w="8483" w:type="dxa"/>
            <w:shd w:val="clear" w:color="auto" w:fill="auto"/>
            <w:hideMark/>
          </w:tcPr>
          <w:p w14:paraId="55A33E6E" w14:textId="77777777" w:rsidR="00133C61" w:rsidRDefault="00133C61" w:rsidP="00133C61">
            <w:pPr>
              <w:rPr>
                <w:b/>
                <w:bCs/>
                <w:color w:val="000000"/>
              </w:rPr>
            </w:pPr>
            <w:r>
              <w:rPr>
                <w:b/>
                <w:bCs/>
                <w:color w:val="000000"/>
              </w:rPr>
              <w:t>Safety &amp; product Standards:</w:t>
            </w:r>
          </w:p>
          <w:p w14:paraId="729EEF47" w14:textId="77777777" w:rsidR="00133C61" w:rsidRPr="00913FB2" w:rsidRDefault="00133C61" w:rsidP="00133C61">
            <w:pPr>
              <w:rPr>
                <w:color w:val="000000"/>
              </w:rPr>
            </w:pPr>
            <w:r w:rsidRPr="00913FB2">
              <w:rPr>
                <w:color w:val="000000"/>
              </w:rPr>
              <w:t>QMS of the manufacturing site: ISO 13485, or ISO 9001 or 21CFR820 (USA)</w:t>
            </w:r>
          </w:p>
          <w:p w14:paraId="564E7785" w14:textId="77777777" w:rsidR="00133C61" w:rsidRPr="00913FB2" w:rsidRDefault="00133C61" w:rsidP="00133C61">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133C61" w:rsidRPr="00337FAB" w14:paraId="0BC2E62A" w14:textId="77777777" w:rsidTr="0035379C">
        <w:trPr>
          <w:trHeight w:val="350"/>
        </w:trPr>
        <w:tc>
          <w:tcPr>
            <w:tcW w:w="895" w:type="dxa"/>
            <w:vMerge w:val="restart"/>
            <w:shd w:val="clear" w:color="auto" w:fill="DAEEF3" w:themeFill="accent5" w:themeFillTint="33"/>
          </w:tcPr>
          <w:p w14:paraId="4E7DE310" w14:textId="77777777" w:rsidR="00133C61" w:rsidRPr="00C34340" w:rsidRDefault="00133C61" w:rsidP="00133C61">
            <w:pPr>
              <w:rPr>
                <w:b/>
                <w:bCs/>
                <w:color w:val="000000"/>
              </w:rPr>
            </w:pPr>
            <w:r>
              <w:rPr>
                <w:b/>
                <w:bCs/>
                <w:color w:val="000000"/>
              </w:rPr>
              <w:t>Item 21</w:t>
            </w:r>
          </w:p>
        </w:tc>
        <w:tc>
          <w:tcPr>
            <w:tcW w:w="8483" w:type="dxa"/>
            <w:shd w:val="clear" w:color="auto" w:fill="DAEEF3" w:themeFill="accent5" w:themeFillTint="33"/>
          </w:tcPr>
          <w:p w14:paraId="4E7CCBC8" w14:textId="77777777" w:rsidR="00133C61" w:rsidRDefault="00133C61" w:rsidP="00133C61">
            <w:r w:rsidRPr="00567B62">
              <w:rPr>
                <w:b/>
                <w:bCs/>
              </w:rPr>
              <w:t>SAMPLE TRANSPORT BOX</w:t>
            </w:r>
            <w:r w:rsidRPr="00337FAB">
              <w:rPr>
                <w:b/>
                <w:bCs/>
              </w:rPr>
              <w:t xml:space="preserve"> </w:t>
            </w:r>
            <w:r w:rsidRPr="00567B62">
              <w:t>(</w:t>
            </w:r>
            <w:r w:rsidRPr="0059342A">
              <w:t>3 pcs</w:t>
            </w:r>
            <w:r>
              <w:t>)</w:t>
            </w:r>
          </w:p>
          <w:p w14:paraId="24A291DF" w14:textId="77777777" w:rsidR="00133C61" w:rsidRPr="00337FAB" w:rsidRDefault="00133C61" w:rsidP="00133C61">
            <w:pPr>
              <w:rPr>
                <w:b/>
                <w:bCs/>
              </w:rPr>
            </w:pPr>
          </w:p>
        </w:tc>
      </w:tr>
      <w:tr w:rsidR="00133C61" w:rsidRPr="00337FAB" w14:paraId="11E4E87C" w14:textId="77777777" w:rsidTr="0035379C">
        <w:trPr>
          <w:trHeight w:val="80"/>
        </w:trPr>
        <w:tc>
          <w:tcPr>
            <w:tcW w:w="895" w:type="dxa"/>
            <w:vMerge/>
            <w:shd w:val="clear" w:color="auto" w:fill="DAEEF3" w:themeFill="accent5" w:themeFillTint="33"/>
          </w:tcPr>
          <w:p w14:paraId="4F049E0B" w14:textId="77777777" w:rsidR="00133C61" w:rsidRPr="00337FAB" w:rsidRDefault="00133C61" w:rsidP="00133C61">
            <w:pPr>
              <w:rPr>
                <w:color w:val="000000"/>
              </w:rPr>
            </w:pPr>
          </w:p>
        </w:tc>
        <w:tc>
          <w:tcPr>
            <w:tcW w:w="8483" w:type="dxa"/>
            <w:shd w:val="clear" w:color="auto" w:fill="auto"/>
            <w:hideMark/>
          </w:tcPr>
          <w:p w14:paraId="7F2FDC17" w14:textId="77777777" w:rsidR="00133C61" w:rsidRPr="00E01A80" w:rsidRDefault="00133C61" w:rsidP="00133C61">
            <w:pPr>
              <w:rPr>
                <w:b/>
                <w:bCs/>
                <w:color w:val="000000"/>
              </w:rPr>
            </w:pPr>
            <w:r w:rsidRPr="00E01A80">
              <w:rPr>
                <w:b/>
                <w:bCs/>
                <w:color w:val="000000"/>
              </w:rPr>
              <w:t xml:space="preserve">Product description: </w:t>
            </w:r>
          </w:p>
          <w:p w14:paraId="6A1B6539" w14:textId="77777777" w:rsidR="00133C61" w:rsidRPr="00337FAB" w:rsidRDefault="00133C61" w:rsidP="00133C61">
            <w:pPr>
              <w:rPr>
                <w:color w:val="000000"/>
              </w:rPr>
            </w:pPr>
            <w:r w:rsidRPr="00337FAB">
              <w:rPr>
                <w:color w:val="000000"/>
              </w:rPr>
              <w:t xml:space="preserve">A Transport box with ability to transport of samples maintaining the storage temperature specified. </w:t>
            </w:r>
          </w:p>
          <w:p w14:paraId="38073A1D" w14:textId="77777777" w:rsidR="00133C61" w:rsidRPr="00337FAB" w:rsidRDefault="00133C61" w:rsidP="00133C61">
            <w:pPr>
              <w:rPr>
                <w:color w:val="000000"/>
              </w:rPr>
            </w:pPr>
            <w:r w:rsidRPr="00337FAB">
              <w:rPr>
                <w:color w:val="000000"/>
              </w:rPr>
              <w:t xml:space="preserve">The transport box should consist of two (2) packaging: </w:t>
            </w:r>
          </w:p>
          <w:p w14:paraId="084D2E6D" w14:textId="77777777" w:rsidR="00133C61" w:rsidRPr="00337FAB" w:rsidRDefault="00133C61" w:rsidP="00133C61">
            <w:pPr>
              <w:ind w:firstLineChars="600" w:firstLine="1200"/>
              <w:rPr>
                <w:color w:val="000000"/>
              </w:rPr>
            </w:pPr>
            <w:r w:rsidRPr="00337FAB">
              <w:rPr>
                <w:color w:val="000000"/>
              </w:rPr>
              <w:t>a.</w:t>
            </w:r>
            <w:r w:rsidRPr="00337FAB">
              <w:rPr>
                <w:color w:val="000000"/>
                <w:sz w:val="14"/>
                <w:szCs w:val="14"/>
              </w:rPr>
              <w:t xml:space="preserve">        </w:t>
            </w:r>
            <w:r w:rsidRPr="00337FAB">
              <w:rPr>
                <w:color w:val="000000"/>
              </w:rPr>
              <w:t xml:space="preserve">Portable outer packaging box and </w:t>
            </w:r>
          </w:p>
          <w:p w14:paraId="13FAAE71" w14:textId="77777777" w:rsidR="00133C61" w:rsidRPr="00337FAB" w:rsidRDefault="00133C61" w:rsidP="00133C61">
            <w:pPr>
              <w:ind w:firstLineChars="600" w:firstLine="1200"/>
              <w:rPr>
                <w:color w:val="000000"/>
              </w:rPr>
            </w:pPr>
            <w:r w:rsidRPr="00337FAB">
              <w:rPr>
                <w:color w:val="000000"/>
              </w:rPr>
              <w:t>b.</w:t>
            </w:r>
            <w:r w:rsidRPr="00337FAB">
              <w:rPr>
                <w:color w:val="000000"/>
                <w:sz w:val="14"/>
                <w:szCs w:val="14"/>
              </w:rPr>
              <w:t xml:space="preserve">       </w:t>
            </w:r>
            <w:r w:rsidRPr="00337FAB">
              <w:rPr>
                <w:color w:val="000000"/>
              </w:rPr>
              <w:t>Secondary packaging bag</w:t>
            </w:r>
          </w:p>
          <w:p w14:paraId="1302EA4A" w14:textId="77777777" w:rsidR="00133C61" w:rsidRDefault="00133C61" w:rsidP="00133C61">
            <w:pPr>
              <w:rPr>
                <w:color w:val="000000"/>
              </w:rPr>
            </w:pPr>
          </w:p>
          <w:p w14:paraId="71E2C610" w14:textId="77777777" w:rsidR="00133C61" w:rsidRPr="00E01A80" w:rsidRDefault="00133C61" w:rsidP="00133C61">
            <w:pPr>
              <w:rPr>
                <w:b/>
                <w:bCs/>
                <w:color w:val="000000"/>
              </w:rPr>
            </w:pPr>
            <w:r w:rsidRPr="00E01A80">
              <w:rPr>
                <w:b/>
                <w:bCs/>
                <w:color w:val="000000"/>
              </w:rPr>
              <w:t>Specification:</w:t>
            </w:r>
          </w:p>
          <w:p w14:paraId="23D541F6"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Watertight/leak-proof secondary packaging with absorbent material to be placed into outer packaging</w:t>
            </w:r>
          </w:p>
          <w:p w14:paraId="47502E71"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Portable outer packaging box:</w:t>
            </w:r>
          </w:p>
          <w:p w14:paraId="6A12881B" w14:textId="77777777" w:rsidR="00133C61" w:rsidRPr="00E01A80" w:rsidRDefault="00133C61" w:rsidP="00133C61">
            <w:pPr>
              <w:pStyle w:val="ListParagraph"/>
              <w:numPr>
                <w:ilvl w:val="1"/>
                <w:numId w:val="53"/>
              </w:numPr>
              <w:overflowPunct/>
              <w:autoSpaceDE/>
              <w:autoSpaceDN/>
              <w:adjustRightInd/>
              <w:contextualSpacing/>
              <w:textAlignment w:val="auto"/>
              <w:rPr>
                <w:rFonts w:ascii="Arial" w:hAnsi="Arial" w:cs="Arial"/>
                <w:color w:val="000000"/>
              </w:rPr>
            </w:pPr>
            <w:r w:rsidRPr="00E01A80">
              <w:rPr>
                <w:rFonts w:eastAsia="Arial"/>
                <w:color w:val="000000"/>
              </w:rPr>
              <w:t xml:space="preserve">Lightweight, made by waterproof, scuff-resistant material </w:t>
            </w:r>
          </w:p>
          <w:p w14:paraId="63FC5297" w14:textId="77777777" w:rsidR="00133C61" w:rsidRPr="00E01A80" w:rsidRDefault="00133C61" w:rsidP="00133C61">
            <w:pPr>
              <w:pStyle w:val="ListParagraph"/>
              <w:numPr>
                <w:ilvl w:val="1"/>
                <w:numId w:val="53"/>
              </w:numPr>
              <w:overflowPunct/>
              <w:autoSpaceDE/>
              <w:autoSpaceDN/>
              <w:adjustRightInd/>
              <w:contextualSpacing/>
              <w:textAlignment w:val="auto"/>
              <w:rPr>
                <w:rFonts w:eastAsia="Arial"/>
                <w:color w:val="000000"/>
              </w:rPr>
            </w:pPr>
            <w:r w:rsidRPr="00337FAB">
              <w:rPr>
                <w:rFonts w:ascii="Arial" w:eastAsia="Arial" w:hAnsi="Arial" w:cs="Arial"/>
                <w:color w:val="000000"/>
              </w:rPr>
              <w:t>-</w:t>
            </w:r>
            <w:r w:rsidRPr="00337FAB">
              <w:rPr>
                <w:rFonts w:eastAsia="Arial"/>
                <w:color w:val="000000"/>
                <w:sz w:val="14"/>
                <w:szCs w:val="14"/>
              </w:rPr>
              <w:t xml:space="preserve">   </w:t>
            </w:r>
            <w:r w:rsidRPr="00337FAB">
              <w:rPr>
                <w:rFonts w:eastAsia="Arial"/>
                <w:color w:val="000000"/>
              </w:rPr>
              <w:t>Suitable for temperature sensitive shipments, accommodate tubes, vials, ampoules, small bottles, and tissue flasks with space for refrigerants.</w:t>
            </w:r>
          </w:p>
          <w:p w14:paraId="61F96270" w14:textId="77777777" w:rsidR="00133C61" w:rsidRPr="00E01A80" w:rsidRDefault="00133C61" w:rsidP="00133C61">
            <w:pPr>
              <w:pStyle w:val="ListParagraph"/>
              <w:numPr>
                <w:ilvl w:val="1"/>
                <w:numId w:val="53"/>
              </w:numPr>
              <w:overflowPunct/>
              <w:autoSpaceDE/>
              <w:autoSpaceDN/>
              <w:adjustRightInd/>
              <w:contextualSpacing/>
              <w:textAlignment w:val="auto"/>
              <w:rPr>
                <w:rFonts w:eastAsia="Arial"/>
                <w:color w:val="000000"/>
              </w:rPr>
            </w:pPr>
            <w:r w:rsidRPr="00337FAB">
              <w:rPr>
                <w:rFonts w:eastAsia="Arial"/>
                <w:color w:val="000000"/>
              </w:rPr>
              <w:t>-   Must be marked with infectious substance hazard label</w:t>
            </w:r>
          </w:p>
          <w:p w14:paraId="37425EFF"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Category A Biohazard bag, 95kpa tested to be used for placing the primary receptacles (blood tube, urine container and etc.)</w:t>
            </w:r>
          </w:p>
          <w:p w14:paraId="08431D3B"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 xml:space="preserve">Absorbent material must be sufficient to absorb the entire contents for at least 100 samples. </w:t>
            </w:r>
          </w:p>
          <w:p w14:paraId="11C50394"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 xml:space="preserve">Absorbent material should be </w:t>
            </w:r>
            <w:proofErr w:type="spellStart"/>
            <w:r w:rsidRPr="00337FAB">
              <w:rPr>
                <w:color w:val="000000"/>
              </w:rPr>
              <w:t>vernagel</w:t>
            </w:r>
            <w:proofErr w:type="spellEnd"/>
            <w:r w:rsidRPr="00337FAB">
              <w:rPr>
                <w:color w:val="000000"/>
              </w:rPr>
              <w:t>, cotton wool</w:t>
            </w:r>
          </w:p>
          <w:p w14:paraId="4E26FF82" w14:textId="77777777" w:rsidR="00133C61"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Cushioning material should be cotton wool</w:t>
            </w:r>
          </w:p>
          <w:p w14:paraId="492507A7" w14:textId="77777777" w:rsidR="00133C61" w:rsidRDefault="00133C61" w:rsidP="00133C61">
            <w:pPr>
              <w:pStyle w:val="ListParagraph"/>
              <w:numPr>
                <w:ilvl w:val="0"/>
                <w:numId w:val="48"/>
              </w:numPr>
              <w:overflowPunct/>
              <w:autoSpaceDE/>
              <w:autoSpaceDN/>
              <w:adjustRightInd/>
              <w:contextualSpacing/>
              <w:textAlignment w:val="auto"/>
              <w:rPr>
                <w:color w:val="000000"/>
              </w:rPr>
            </w:pPr>
            <w:r w:rsidRPr="00E01A80">
              <w:rPr>
                <w:color w:val="000000"/>
              </w:rPr>
              <w:t>Packaging must be capable of temperatures in the range of –40oc to +55oc</w:t>
            </w:r>
          </w:p>
          <w:p w14:paraId="2CA35AF3" w14:textId="77777777" w:rsidR="00133C61" w:rsidRPr="00E01A80"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User care: Unit layout to enable easy cleaning and disinfection of all surfaces.</w:t>
            </w:r>
          </w:p>
        </w:tc>
      </w:tr>
      <w:tr w:rsidR="00133C61" w:rsidRPr="00337FAB" w14:paraId="47AE3208" w14:textId="77777777" w:rsidTr="0035379C">
        <w:trPr>
          <w:trHeight w:val="80"/>
        </w:trPr>
        <w:tc>
          <w:tcPr>
            <w:tcW w:w="895" w:type="dxa"/>
            <w:vMerge/>
            <w:shd w:val="clear" w:color="auto" w:fill="DAEEF3" w:themeFill="accent5" w:themeFillTint="33"/>
          </w:tcPr>
          <w:p w14:paraId="15B7861C" w14:textId="77777777" w:rsidR="00133C61" w:rsidRPr="00337FAB" w:rsidRDefault="00133C61" w:rsidP="00133C61">
            <w:pPr>
              <w:rPr>
                <w:color w:val="000000"/>
              </w:rPr>
            </w:pPr>
          </w:p>
        </w:tc>
        <w:tc>
          <w:tcPr>
            <w:tcW w:w="8483" w:type="dxa"/>
            <w:shd w:val="clear" w:color="auto" w:fill="auto"/>
          </w:tcPr>
          <w:p w14:paraId="3CA0A854" w14:textId="77777777" w:rsidR="00133C61" w:rsidRPr="007714F2" w:rsidRDefault="00133C61" w:rsidP="00133C61">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7A667548" w14:textId="77777777" w:rsidR="00133C61" w:rsidRPr="00E01A80" w:rsidRDefault="00133C61" w:rsidP="00133C61">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r>
      <w:tr w:rsidR="00133C61" w:rsidRPr="00337FAB" w14:paraId="3EEB9662" w14:textId="77777777" w:rsidTr="0035379C">
        <w:trPr>
          <w:trHeight w:val="809"/>
        </w:trPr>
        <w:tc>
          <w:tcPr>
            <w:tcW w:w="895" w:type="dxa"/>
            <w:vMerge/>
            <w:shd w:val="clear" w:color="auto" w:fill="DAEEF3" w:themeFill="accent5" w:themeFillTint="33"/>
          </w:tcPr>
          <w:p w14:paraId="00C245E3" w14:textId="77777777" w:rsidR="00133C61" w:rsidRPr="00337FAB" w:rsidRDefault="00133C61" w:rsidP="00133C61">
            <w:pPr>
              <w:rPr>
                <w:color w:val="000000"/>
              </w:rPr>
            </w:pPr>
          </w:p>
        </w:tc>
        <w:tc>
          <w:tcPr>
            <w:tcW w:w="8483" w:type="dxa"/>
            <w:shd w:val="clear" w:color="auto" w:fill="auto"/>
            <w:hideMark/>
          </w:tcPr>
          <w:p w14:paraId="37FFB4F0" w14:textId="77777777" w:rsidR="00133C61" w:rsidRDefault="00133C61" w:rsidP="00133C61">
            <w:pPr>
              <w:rPr>
                <w:b/>
                <w:bCs/>
                <w:color w:val="000000"/>
              </w:rPr>
            </w:pPr>
            <w:r>
              <w:rPr>
                <w:b/>
                <w:bCs/>
                <w:color w:val="000000"/>
              </w:rPr>
              <w:t>Safety &amp; product Standards:</w:t>
            </w:r>
          </w:p>
          <w:p w14:paraId="67CD19C0" w14:textId="77777777" w:rsidR="00133C61" w:rsidRPr="00913FB2" w:rsidRDefault="00133C61" w:rsidP="00133C61">
            <w:pPr>
              <w:rPr>
                <w:color w:val="000000"/>
              </w:rPr>
            </w:pPr>
            <w:r w:rsidRPr="00913FB2">
              <w:rPr>
                <w:color w:val="000000"/>
              </w:rPr>
              <w:t>QMS of the manufacturing site: ISO 13485, or ISO 9001 or 21CFR820 (USA)</w:t>
            </w:r>
          </w:p>
          <w:p w14:paraId="4261D9C1" w14:textId="77777777" w:rsidR="00133C61" w:rsidRPr="00913FB2" w:rsidRDefault="00133C61" w:rsidP="00133C61">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r>
      <w:tr w:rsidR="00133C61" w:rsidRPr="00337FAB" w14:paraId="6E32AA64" w14:textId="77777777" w:rsidTr="0035379C">
        <w:trPr>
          <w:trHeight w:val="215"/>
        </w:trPr>
        <w:tc>
          <w:tcPr>
            <w:tcW w:w="895" w:type="dxa"/>
            <w:vMerge w:val="restart"/>
            <w:shd w:val="clear" w:color="auto" w:fill="DAEEF3" w:themeFill="accent5" w:themeFillTint="33"/>
          </w:tcPr>
          <w:p w14:paraId="6EF4FC33" w14:textId="77777777" w:rsidR="00133C61" w:rsidRPr="00C34340" w:rsidRDefault="00133C61" w:rsidP="00133C61">
            <w:pPr>
              <w:rPr>
                <w:b/>
                <w:bCs/>
                <w:color w:val="000000"/>
              </w:rPr>
            </w:pPr>
            <w:r>
              <w:rPr>
                <w:b/>
                <w:bCs/>
                <w:color w:val="000000"/>
              </w:rPr>
              <w:t>Item 22</w:t>
            </w:r>
          </w:p>
        </w:tc>
        <w:tc>
          <w:tcPr>
            <w:tcW w:w="8483" w:type="dxa"/>
            <w:shd w:val="clear" w:color="auto" w:fill="DAEEF3" w:themeFill="accent5" w:themeFillTint="33"/>
          </w:tcPr>
          <w:p w14:paraId="477C1F1F" w14:textId="77777777" w:rsidR="00133C61" w:rsidRDefault="00133C61" w:rsidP="00133C61">
            <w:r w:rsidRPr="00567B62">
              <w:rPr>
                <w:b/>
                <w:bCs/>
              </w:rPr>
              <w:t xml:space="preserve">HANDHELD LABEL PRINTER </w:t>
            </w:r>
            <w:r w:rsidRPr="00567B62">
              <w:t>(</w:t>
            </w:r>
            <w:r w:rsidRPr="0059342A">
              <w:t>3 pcs</w:t>
            </w:r>
            <w:r>
              <w:t>)</w:t>
            </w:r>
          </w:p>
          <w:p w14:paraId="7FC2C5FE" w14:textId="77777777" w:rsidR="00133C61" w:rsidRPr="00337FAB" w:rsidRDefault="00133C61" w:rsidP="00133C61">
            <w:pPr>
              <w:rPr>
                <w:b/>
                <w:bCs/>
              </w:rPr>
            </w:pPr>
          </w:p>
        </w:tc>
      </w:tr>
      <w:tr w:rsidR="00133C61" w:rsidRPr="00337FAB" w14:paraId="22273A40" w14:textId="77777777" w:rsidTr="0035379C">
        <w:trPr>
          <w:trHeight w:val="1871"/>
        </w:trPr>
        <w:tc>
          <w:tcPr>
            <w:tcW w:w="895" w:type="dxa"/>
            <w:vMerge/>
            <w:shd w:val="clear" w:color="auto" w:fill="DAEEF3" w:themeFill="accent5" w:themeFillTint="33"/>
          </w:tcPr>
          <w:p w14:paraId="28BFA7C1" w14:textId="77777777" w:rsidR="00133C61" w:rsidRPr="00337FAB" w:rsidRDefault="00133C61" w:rsidP="00133C61">
            <w:pPr>
              <w:rPr>
                <w:color w:val="000000"/>
              </w:rPr>
            </w:pPr>
          </w:p>
        </w:tc>
        <w:tc>
          <w:tcPr>
            <w:tcW w:w="8483" w:type="dxa"/>
            <w:shd w:val="clear" w:color="auto" w:fill="auto"/>
            <w:hideMark/>
          </w:tcPr>
          <w:p w14:paraId="5B936077" w14:textId="77777777" w:rsidR="00133C61" w:rsidRPr="0003652A" w:rsidRDefault="00133C61" w:rsidP="00133C61">
            <w:pPr>
              <w:rPr>
                <w:b/>
                <w:bCs/>
                <w:color w:val="000000"/>
              </w:rPr>
            </w:pPr>
            <w:r w:rsidRPr="0003652A">
              <w:rPr>
                <w:b/>
                <w:bCs/>
                <w:color w:val="000000"/>
              </w:rPr>
              <w:t>Product d</w:t>
            </w:r>
            <w:r w:rsidRPr="00337FAB">
              <w:rPr>
                <w:b/>
                <w:bCs/>
                <w:color w:val="000000"/>
              </w:rPr>
              <w:t xml:space="preserve">escription: </w:t>
            </w:r>
          </w:p>
          <w:p w14:paraId="3FE8AEC4" w14:textId="77777777" w:rsidR="00133C61" w:rsidRPr="00337FAB" w:rsidRDefault="00133C61" w:rsidP="00133C61">
            <w:pPr>
              <w:rPr>
                <w:color w:val="000000"/>
              </w:rPr>
            </w:pPr>
            <w:r w:rsidRPr="00337FAB">
              <w:rPr>
                <w:color w:val="000000"/>
              </w:rPr>
              <w:t>Small printer to create self-adhesive labels for laboratory specimens</w:t>
            </w:r>
          </w:p>
          <w:p w14:paraId="5C856081" w14:textId="77777777" w:rsidR="00133C61" w:rsidRDefault="00133C61" w:rsidP="00133C61">
            <w:pPr>
              <w:rPr>
                <w:color w:val="000000"/>
              </w:rPr>
            </w:pPr>
          </w:p>
          <w:p w14:paraId="03D423C3" w14:textId="77777777" w:rsidR="00133C61" w:rsidRPr="0003652A" w:rsidRDefault="00133C61" w:rsidP="00133C61">
            <w:pPr>
              <w:rPr>
                <w:b/>
                <w:bCs/>
                <w:color w:val="000000"/>
              </w:rPr>
            </w:pPr>
            <w:r w:rsidRPr="0003652A">
              <w:rPr>
                <w:b/>
                <w:bCs/>
                <w:color w:val="000000"/>
              </w:rPr>
              <w:t>Specification:</w:t>
            </w:r>
          </w:p>
          <w:p w14:paraId="7C6C9CB8"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Color capability:  Single color printing, Clear, legible printing even on the smallest labels using the smallest fonts and text won't smear from handling.</w:t>
            </w:r>
          </w:p>
          <w:p w14:paraId="6DC5377A"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Display:  LCD</w:t>
            </w:r>
          </w:p>
          <w:p w14:paraId="41EE2E3E"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Keyboard: Qwerty layout of keys</w:t>
            </w:r>
          </w:p>
          <w:p w14:paraId="6970E227"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Multiline print: Print resolution: 300dpi</w:t>
            </w:r>
          </w:p>
          <w:p w14:paraId="2AA0E602"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Print Rotation</w:t>
            </w:r>
          </w:p>
          <w:p w14:paraId="79A4AD85"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Auto-serialization; one touch time and date stamping, lab-specific symbols;</w:t>
            </w:r>
          </w:p>
          <w:p w14:paraId="3DA1BC81"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Labels with withstand: Inclusive a large set of labels: Well Plate Labels; Slide Labels</w:t>
            </w:r>
          </w:p>
          <w:p w14:paraId="00C97E01"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Power supply requirement:</w:t>
            </w:r>
          </w:p>
          <w:p w14:paraId="4CF3975F" w14:textId="77777777" w:rsidR="00133C61" w:rsidRPr="0003652A" w:rsidRDefault="00133C61" w:rsidP="00133C61">
            <w:pPr>
              <w:pStyle w:val="ListParagraph"/>
              <w:numPr>
                <w:ilvl w:val="0"/>
                <w:numId w:val="56"/>
              </w:numPr>
              <w:overflowPunct/>
              <w:autoSpaceDE/>
              <w:autoSpaceDN/>
              <w:adjustRightInd/>
              <w:contextualSpacing/>
              <w:textAlignment w:val="auto"/>
              <w:rPr>
                <w:rFonts w:eastAsia="Arial"/>
                <w:color w:val="000000"/>
              </w:rPr>
            </w:pPr>
            <w:r w:rsidRPr="0003652A">
              <w:rPr>
                <w:rFonts w:eastAsia="Arial"/>
                <w:color w:val="000000"/>
              </w:rPr>
              <w:t>Main power 220V, 50Hz</w:t>
            </w:r>
          </w:p>
          <w:p w14:paraId="3802FB65" w14:textId="77777777" w:rsidR="00133C61" w:rsidRPr="0003652A" w:rsidRDefault="00133C61" w:rsidP="00133C61">
            <w:pPr>
              <w:pStyle w:val="ListParagraph"/>
              <w:numPr>
                <w:ilvl w:val="0"/>
                <w:numId w:val="56"/>
              </w:numPr>
              <w:overflowPunct/>
              <w:autoSpaceDE/>
              <w:autoSpaceDN/>
              <w:adjustRightInd/>
              <w:contextualSpacing/>
              <w:textAlignment w:val="auto"/>
              <w:rPr>
                <w:color w:val="000000"/>
              </w:rPr>
            </w:pPr>
            <w:r w:rsidRPr="0003652A">
              <w:rPr>
                <w:rFonts w:eastAsia="Arial"/>
                <w:color w:val="000000"/>
              </w:rPr>
              <w:t>Rechargeable battery and charging station</w:t>
            </w:r>
          </w:p>
          <w:p w14:paraId="65731580" w14:textId="77777777" w:rsidR="00133C61" w:rsidRPr="00913FB2" w:rsidRDefault="00133C61" w:rsidP="00133C61">
            <w:pPr>
              <w:pStyle w:val="ListParagraph"/>
              <w:numPr>
                <w:ilvl w:val="0"/>
                <w:numId w:val="56"/>
              </w:numPr>
              <w:overflowPunct/>
              <w:autoSpaceDE/>
              <w:autoSpaceDN/>
              <w:adjustRightInd/>
              <w:contextualSpacing/>
              <w:textAlignment w:val="auto"/>
              <w:rPr>
                <w:color w:val="000000"/>
              </w:rPr>
            </w:pPr>
            <w:r w:rsidRPr="0003652A">
              <w:rPr>
                <w:rFonts w:eastAsia="Arial"/>
                <w:color w:val="000000"/>
              </w:rPr>
              <w:t xml:space="preserve">Line connection plug "Type C" Europlug or "Type E" and "Type F" </w:t>
            </w:r>
            <w:proofErr w:type="spellStart"/>
            <w:r w:rsidRPr="0003652A">
              <w:rPr>
                <w:rFonts w:eastAsia="Arial"/>
                <w:color w:val="000000"/>
              </w:rPr>
              <w:t>Schuko</w:t>
            </w:r>
            <w:proofErr w:type="spellEnd"/>
          </w:p>
          <w:p w14:paraId="0B0CB81A" w14:textId="77777777" w:rsidR="00133C61" w:rsidRPr="00913FB2" w:rsidRDefault="00133C61" w:rsidP="00133C61">
            <w:pPr>
              <w:rPr>
                <w:b/>
                <w:bCs/>
                <w:color w:val="000000"/>
              </w:rPr>
            </w:pPr>
            <w:r w:rsidRPr="00913FB2">
              <w:rPr>
                <w:b/>
                <w:bCs/>
                <w:color w:val="000000"/>
              </w:rPr>
              <w:t>A</w:t>
            </w:r>
            <w:r w:rsidRPr="00337FAB">
              <w:rPr>
                <w:b/>
                <w:bCs/>
                <w:color w:val="000000"/>
              </w:rPr>
              <w:t xml:space="preserve">ccessories and spare parts: </w:t>
            </w:r>
          </w:p>
          <w:p w14:paraId="01FF86CE" w14:textId="77777777" w:rsidR="00133C61" w:rsidRPr="00913FB2"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All the needed spare parts should be supplied for at least 2 years of use.</w:t>
            </w:r>
          </w:p>
          <w:p w14:paraId="42E339A5" w14:textId="77777777" w:rsidR="00133C61" w:rsidRPr="0003652A"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Spare parts should be available in Mongolia</w:t>
            </w:r>
          </w:p>
        </w:tc>
      </w:tr>
      <w:tr w:rsidR="00133C61" w:rsidRPr="00337FAB" w14:paraId="3F0388FA" w14:textId="77777777" w:rsidTr="00133C61">
        <w:trPr>
          <w:trHeight w:val="60"/>
        </w:trPr>
        <w:tc>
          <w:tcPr>
            <w:tcW w:w="895" w:type="dxa"/>
            <w:vMerge/>
            <w:shd w:val="clear" w:color="auto" w:fill="DAEEF3" w:themeFill="accent5" w:themeFillTint="33"/>
          </w:tcPr>
          <w:p w14:paraId="01CFC3A2" w14:textId="77777777" w:rsidR="00133C61" w:rsidRPr="00337FAB" w:rsidRDefault="00133C61" w:rsidP="00133C61">
            <w:pPr>
              <w:rPr>
                <w:color w:val="000000"/>
              </w:rPr>
            </w:pPr>
          </w:p>
        </w:tc>
        <w:tc>
          <w:tcPr>
            <w:tcW w:w="8483" w:type="dxa"/>
            <w:shd w:val="clear" w:color="auto" w:fill="auto"/>
          </w:tcPr>
          <w:p w14:paraId="1A90C5DE" w14:textId="7C772547" w:rsidR="00133C61" w:rsidRPr="0003652A" w:rsidRDefault="00133C61" w:rsidP="00133C61">
            <w:pPr>
              <w:rPr>
                <w:b/>
                <w:bCs/>
                <w:color w:val="000000"/>
              </w:rPr>
            </w:pPr>
            <w:r w:rsidRPr="00337FAB">
              <w:rPr>
                <w:b/>
                <w:bCs/>
                <w:color w:val="000000"/>
              </w:rPr>
              <w:t>Warranty requirement:</w:t>
            </w:r>
            <w:r>
              <w:rPr>
                <w:b/>
                <w:bCs/>
                <w:color w:val="000000"/>
              </w:rPr>
              <w:t xml:space="preserve"> </w:t>
            </w:r>
            <w:r>
              <w:rPr>
                <w:color w:val="000000"/>
              </w:rPr>
              <w:t>Two (2)</w:t>
            </w:r>
            <w:r w:rsidRPr="0003652A">
              <w:rPr>
                <w:color w:val="000000"/>
              </w:rPr>
              <w:t xml:space="preserve"> year</w:t>
            </w:r>
            <w:r>
              <w:rPr>
                <w:color w:val="000000"/>
              </w:rPr>
              <w:t xml:space="preserve"> warranty is required.</w:t>
            </w:r>
          </w:p>
        </w:tc>
      </w:tr>
      <w:tr w:rsidR="00133C61" w:rsidRPr="00337FAB" w14:paraId="6AA32204" w14:textId="77777777" w:rsidTr="0035379C">
        <w:trPr>
          <w:trHeight w:val="1097"/>
        </w:trPr>
        <w:tc>
          <w:tcPr>
            <w:tcW w:w="895" w:type="dxa"/>
            <w:vMerge/>
            <w:shd w:val="clear" w:color="auto" w:fill="DAEEF3" w:themeFill="accent5" w:themeFillTint="33"/>
          </w:tcPr>
          <w:p w14:paraId="55F2626B" w14:textId="77777777" w:rsidR="00133C61" w:rsidRPr="00337FAB" w:rsidRDefault="00133C61" w:rsidP="00133C61">
            <w:pPr>
              <w:rPr>
                <w:color w:val="000000"/>
              </w:rPr>
            </w:pPr>
          </w:p>
        </w:tc>
        <w:tc>
          <w:tcPr>
            <w:tcW w:w="8483" w:type="dxa"/>
            <w:shd w:val="clear" w:color="auto" w:fill="auto"/>
            <w:hideMark/>
          </w:tcPr>
          <w:p w14:paraId="4EB6936A" w14:textId="77777777" w:rsidR="00133C61" w:rsidRPr="00337FAB" w:rsidRDefault="00133C61" w:rsidP="00133C61">
            <w:pPr>
              <w:rPr>
                <w:color w:val="000000"/>
              </w:rPr>
            </w:pPr>
            <w:r w:rsidRPr="00337FAB">
              <w:rPr>
                <w:color w:val="000000"/>
              </w:rPr>
              <w:t>Documentation requirement:</w:t>
            </w:r>
          </w:p>
          <w:p w14:paraId="4D421C9A" w14:textId="77777777" w:rsidR="00133C61" w:rsidRPr="00913FB2"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User manual to be supplied in English or Russian</w:t>
            </w:r>
          </w:p>
          <w:p w14:paraId="7C502AA4" w14:textId="77777777" w:rsidR="00133C61" w:rsidRPr="00913FB2"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Service manual to be supplied in English or Russian</w:t>
            </w:r>
          </w:p>
          <w:p w14:paraId="2A80C898" w14:textId="77777777" w:rsidR="00133C61" w:rsidRPr="00913FB2"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Maintenance manual to be supplied in English or Russian</w:t>
            </w:r>
          </w:p>
          <w:p w14:paraId="299C422B" w14:textId="77777777" w:rsidR="00133C61" w:rsidRPr="00337FAB" w:rsidRDefault="00133C61" w:rsidP="00133C61">
            <w:pPr>
              <w:pStyle w:val="ListParagraph"/>
              <w:numPr>
                <w:ilvl w:val="0"/>
                <w:numId w:val="48"/>
              </w:numPr>
              <w:overflowPunct/>
              <w:autoSpaceDE/>
              <w:autoSpaceDN/>
              <w:adjustRightInd/>
              <w:contextualSpacing/>
              <w:textAlignment w:val="auto"/>
              <w:rPr>
                <w:color w:val="000000"/>
              </w:rPr>
            </w:pPr>
            <w:r w:rsidRPr="00337FAB">
              <w:rPr>
                <w:color w:val="000000"/>
              </w:rPr>
              <w:t>List of important spare parts and accessories with their part number and price</w:t>
            </w:r>
          </w:p>
        </w:tc>
      </w:tr>
    </w:tbl>
    <w:p w14:paraId="1C515635" w14:textId="7764E978" w:rsidR="00987CDE" w:rsidRDefault="00987CDE" w:rsidP="00C46995">
      <w:pPr>
        <w:suppressAutoHyphens/>
        <w:jc w:val="both"/>
        <w:rPr>
          <w:b/>
          <w:i/>
          <w:highlight w:val="yellow"/>
        </w:rPr>
      </w:pPr>
    </w:p>
    <w:p w14:paraId="755DA5F7" w14:textId="24B4DADC" w:rsidR="00987CDE" w:rsidRDefault="00987CDE" w:rsidP="00C46995">
      <w:pPr>
        <w:suppressAutoHyphens/>
        <w:jc w:val="both"/>
        <w:rPr>
          <w:b/>
          <w:i/>
          <w:highlight w:val="yellow"/>
        </w:rPr>
      </w:pPr>
    </w:p>
    <w:p w14:paraId="31C98131" w14:textId="09FC7525" w:rsidR="004F4C7E" w:rsidRDefault="004F4C7E" w:rsidP="00096FE3">
      <w:pPr>
        <w:pStyle w:val="ListParagraph"/>
        <w:numPr>
          <w:ilvl w:val="1"/>
          <w:numId w:val="19"/>
        </w:numPr>
        <w:rPr>
          <w:b/>
          <w:sz w:val="24"/>
          <w:szCs w:val="24"/>
          <w:lang w:val="en-GB"/>
        </w:rPr>
      </w:pPr>
      <w:r>
        <w:rPr>
          <w:b/>
          <w:sz w:val="24"/>
          <w:szCs w:val="24"/>
          <w:lang w:val="en-GB"/>
        </w:rPr>
        <w:t>General requirements</w:t>
      </w:r>
    </w:p>
    <w:p w14:paraId="3526AFA9" w14:textId="063A745E" w:rsidR="004F4C7E" w:rsidRDefault="004F4C7E" w:rsidP="004F4C7E">
      <w:pPr>
        <w:rPr>
          <w:b/>
          <w:sz w:val="24"/>
          <w:szCs w:val="24"/>
          <w:lang w:val="en-GB"/>
        </w:rPr>
      </w:pPr>
    </w:p>
    <w:p w14:paraId="3A70C533" w14:textId="575F4E81"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 xml:space="preserve">Manufacturer’s authorization letter will be required for each item a bidder quote for. </w:t>
      </w:r>
    </w:p>
    <w:p w14:paraId="469C88AE" w14:textId="77777777"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 xml:space="preserve">Successful Bidder must have the capacity to perform full Commissioning. This is inclusive of the following: </w:t>
      </w:r>
    </w:p>
    <w:p w14:paraId="67F99496" w14:textId="1EF5A4B8" w:rsidR="004F4C7E" w:rsidRDefault="004F4C7E" w:rsidP="00E33A30">
      <w:pPr>
        <w:pStyle w:val="Sub-ClauseText"/>
        <w:numPr>
          <w:ilvl w:val="1"/>
          <w:numId w:val="48"/>
        </w:numPr>
        <w:spacing w:before="0" w:after="0"/>
        <w:ind w:left="1080"/>
        <w:rPr>
          <w:spacing w:val="0"/>
          <w:sz w:val="22"/>
          <w:szCs w:val="22"/>
        </w:rPr>
      </w:pPr>
      <w:r w:rsidRPr="004F4C7E">
        <w:rPr>
          <w:spacing w:val="0"/>
          <w:sz w:val="22"/>
          <w:szCs w:val="22"/>
        </w:rPr>
        <w:t>Delivery to site</w:t>
      </w:r>
      <w:r w:rsidR="00A049B9">
        <w:rPr>
          <w:spacing w:val="0"/>
          <w:sz w:val="22"/>
          <w:szCs w:val="22"/>
        </w:rPr>
        <w:t>s</w:t>
      </w:r>
      <w:r w:rsidRPr="004F4C7E">
        <w:rPr>
          <w:spacing w:val="0"/>
          <w:sz w:val="22"/>
          <w:szCs w:val="22"/>
        </w:rPr>
        <w:t>,</w:t>
      </w:r>
    </w:p>
    <w:p w14:paraId="09C52258" w14:textId="50E7186D" w:rsidR="004F4C7E" w:rsidRDefault="0042473F" w:rsidP="0042473F">
      <w:pPr>
        <w:pStyle w:val="Sub-ClauseText"/>
        <w:numPr>
          <w:ilvl w:val="4"/>
          <w:numId w:val="6"/>
        </w:numPr>
        <w:spacing w:before="0" w:after="0"/>
        <w:ind w:left="1530"/>
        <w:rPr>
          <w:spacing w:val="0"/>
          <w:sz w:val="22"/>
          <w:szCs w:val="22"/>
        </w:rPr>
      </w:pPr>
      <w:proofErr w:type="spellStart"/>
      <w:r>
        <w:rPr>
          <w:spacing w:val="0"/>
          <w:sz w:val="22"/>
          <w:szCs w:val="22"/>
        </w:rPr>
        <w:t>Urguu</w:t>
      </w:r>
      <w:proofErr w:type="spellEnd"/>
      <w:r>
        <w:rPr>
          <w:spacing w:val="0"/>
          <w:sz w:val="22"/>
          <w:szCs w:val="22"/>
        </w:rPr>
        <w:t xml:space="preserve"> maternity hospital in Ulaanbaatar, Mongolia</w:t>
      </w:r>
    </w:p>
    <w:p w14:paraId="4CA0EEDB" w14:textId="40AC75AA" w:rsidR="0042473F" w:rsidRDefault="0042473F" w:rsidP="0042473F">
      <w:pPr>
        <w:pStyle w:val="Sub-ClauseText"/>
        <w:numPr>
          <w:ilvl w:val="4"/>
          <w:numId w:val="6"/>
        </w:numPr>
        <w:spacing w:before="0" w:after="0"/>
        <w:ind w:left="1530"/>
        <w:rPr>
          <w:spacing w:val="0"/>
          <w:sz w:val="22"/>
          <w:szCs w:val="22"/>
        </w:rPr>
      </w:pPr>
      <w:proofErr w:type="spellStart"/>
      <w:r>
        <w:rPr>
          <w:spacing w:val="0"/>
          <w:sz w:val="22"/>
          <w:szCs w:val="22"/>
        </w:rPr>
        <w:t>Amgalan</w:t>
      </w:r>
      <w:proofErr w:type="spellEnd"/>
      <w:r>
        <w:rPr>
          <w:spacing w:val="0"/>
          <w:sz w:val="22"/>
          <w:szCs w:val="22"/>
        </w:rPr>
        <w:t xml:space="preserve"> maternity hospital in Ulaanbaatar, Mongolia</w:t>
      </w:r>
    </w:p>
    <w:p w14:paraId="332AE289" w14:textId="3C991297" w:rsidR="0042473F" w:rsidRDefault="0042473F" w:rsidP="0042473F">
      <w:pPr>
        <w:pStyle w:val="Sub-ClauseText"/>
        <w:numPr>
          <w:ilvl w:val="4"/>
          <w:numId w:val="6"/>
        </w:numPr>
        <w:spacing w:before="0" w:after="0"/>
        <w:ind w:left="1530"/>
        <w:rPr>
          <w:spacing w:val="0"/>
          <w:sz w:val="22"/>
          <w:szCs w:val="22"/>
        </w:rPr>
      </w:pPr>
      <w:r>
        <w:rPr>
          <w:spacing w:val="0"/>
          <w:sz w:val="22"/>
          <w:szCs w:val="22"/>
        </w:rPr>
        <w:t xml:space="preserve">Maternity and Neonatal Health </w:t>
      </w:r>
      <w:proofErr w:type="spellStart"/>
      <w:r>
        <w:rPr>
          <w:spacing w:val="0"/>
          <w:sz w:val="22"/>
          <w:szCs w:val="22"/>
        </w:rPr>
        <w:t>Center</w:t>
      </w:r>
      <w:proofErr w:type="spellEnd"/>
      <w:r>
        <w:rPr>
          <w:spacing w:val="0"/>
          <w:sz w:val="22"/>
          <w:szCs w:val="22"/>
        </w:rPr>
        <w:t xml:space="preserve"> – 2 in Ulaanbaatar, Mongolia</w:t>
      </w:r>
    </w:p>
    <w:p w14:paraId="00DCBC5D" w14:textId="6CC62D4F" w:rsidR="004F4C7E" w:rsidRPr="004F4C7E" w:rsidRDefault="004F4C7E" w:rsidP="0042473F">
      <w:pPr>
        <w:pStyle w:val="Sub-ClauseText"/>
        <w:spacing w:before="0" w:after="0"/>
        <w:ind w:left="1080"/>
        <w:rPr>
          <w:spacing w:val="0"/>
          <w:sz w:val="22"/>
          <w:szCs w:val="22"/>
        </w:rPr>
      </w:pPr>
      <w:r w:rsidRPr="004F4C7E">
        <w:rPr>
          <w:spacing w:val="0"/>
          <w:sz w:val="22"/>
          <w:szCs w:val="22"/>
        </w:rPr>
        <w:t xml:space="preserve"> </w:t>
      </w:r>
    </w:p>
    <w:p w14:paraId="7466E71B" w14:textId="40242C63" w:rsidR="004F4C7E" w:rsidRPr="004F4C7E" w:rsidRDefault="004F4C7E" w:rsidP="00E33A30">
      <w:pPr>
        <w:pStyle w:val="Sub-ClauseText"/>
        <w:numPr>
          <w:ilvl w:val="1"/>
          <w:numId w:val="48"/>
        </w:numPr>
        <w:spacing w:before="0" w:after="0"/>
        <w:ind w:left="1080"/>
        <w:rPr>
          <w:spacing w:val="0"/>
          <w:sz w:val="22"/>
          <w:szCs w:val="22"/>
        </w:rPr>
      </w:pPr>
      <w:r w:rsidRPr="004F4C7E">
        <w:rPr>
          <w:spacing w:val="0"/>
          <w:sz w:val="22"/>
          <w:szCs w:val="22"/>
        </w:rPr>
        <w:t>Set Up and Commissioning (SC) (EC)</w:t>
      </w:r>
    </w:p>
    <w:p w14:paraId="2ABCFBE2" w14:textId="361A61C3" w:rsidR="004F4C7E" w:rsidRPr="004F4C7E" w:rsidRDefault="00A049B9" w:rsidP="00E33A30">
      <w:pPr>
        <w:pStyle w:val="Sub-ClauseText"/>
        <w:numPr>
          <w:ilvl w:val="1"/>
          <w:numId w:val="48"/>
        </w:numPr>
        <w:spacing w:before="0" w:after="0"/>
        <w:ind w:left="1080"/>
        <w:rPr>
          <w:spacing w:val="0"/>
          <w:sz w:val="22"/>
          <w:szCs w:val="22"/>
        </w:rPr>
      </w:pPr>
      <w:r>
        <w:rPr>
          <w:spacing w:val="0"/>
          <w:sz w:val="22"/>
          <w:szCs w:val="22"/>
        </w:rPr>
        <w:t xml:space="preserve">One time </w:t>
      </w:r>
      <w:r w:rsidR="004F4C7E" w:rsidRPr="004F4C7E">
        <w:rPr>
          <w:spacing w:val="0"/>
          <w:sz w:val="22"/>
          <w:szCs w:val="22"/>
        </w:rPr>
        <w:t xml:space="preserve">User Training (UT) </w:t>
      </w:r>
    </w:p>
    <w:p w14:paraId="2F17D75B" w14:textId="6630CE1A" w:rsidR="004F4C7E" w:rsidRPr="004F4C7E" w:rsidRDefault="004F4C7E" w:rsidP="00E33A30">
      <w:pPr>
        <w:pStyle w:val="Sub-ClauseText"/>
        <w:numPr>
          <w:ilvl w:val="1"/>
          <w:numId w:val="48"/>
        </w:numPr>
        <w:spacing w:before="0" w:after="0"/>
        <w:ind w:left="1080"/>
        <w:rPr>
          <w:spacing w:val="0"/>
          <w:sz w:val="22"/>
          <w:szCs w:val="22"/>
        </w:rPr>
      </w:pPr>
      <w:r w:rsidRPr="004F4C7E">
        <w:rPr>
          <w:spacing w:val="0"/>
          <w:sz w:val="22"/>
          <w:szCs w:val="22"/>
        </w:rPr>
        <w:t xml:space="preserve">After Sales Service </w:t>
      </w:r>
    </w:p>
    <w:p w14:paraId="753C6121" w14:textId="28671917" w:rsidR="004F4C7E" w:rsidRPr="004F4C7E" w:rsidRDefault="004F4C7E" w:rsidP="0042473F">
      <w:pPr>
        <w:pStyle w:val="Sub-ClauseText"/>
        <w:spacing w:before="0" w:after="0"/>
        <w:ind w:left="540"/>
        <w:rPr>
          <w:spacing w:val="0"/>
          <w:sz w:val="22"/>
          <w:szCs w:val="22"/>
        </w:rPr>
      </w:pPr>
    </w:p>
    <w:p w14:paraId="68657AFF" w14:textId="0F4E849B"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The equipment must be new, not used, produced not earlier than 202</w:t>
      </w:r>
      <w:r w:rsidR="0042473F">
        <w:rPr>
          <w:spacing w:val="0"/>
          <w:sz w:val="22"/>
          <w:szCs w:val="22"/>
        </w:rPr>
        <w:t>1</w:t>
      </w:r>
    </w:p>
    <w:p w14:paraId="182C652D" w14:textId="5241FA5C"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 xml:space="preserve">It must be provided full graphic illustrated original technical literature at least in English describing the equipment offered, detailing the specifications shall be supplied with the bid and operation instructions, installation, maintenance and cleaning, storage conditions, safe disposal, training, etc. </w:t>
      </w:r>
    </w:p>
    <w:p w14:paraId="7A322F55" w14:textId="482E8346"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 xml:space="preserve">The Bidder shall also furnish a list giving full particulars, including available sources and current prices of spare parts, special tools, etc., necessary for the proper and continuing functioning of the goods during warranty period. </w:t>
      </w:r>
    </w:p>
    <w:p w14:paraId="724ED4B9" w14:textId="3B6EE4D4"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 xml:space="preserve">A detailed Price Schedule Form (Annex 5) of the equipment describing the parts and accessories offered as requested by the specification together with their make, model, country of origin, unit price, quantity, total price, ref. numbers of accessories and the period of warranty offered etc. shall be compulsorily provided with the bid, as well as the cost of the services. </w:t>
      </w:r>
    </w:p>
    <w:p w14:paraId="5543BF5B" w14:textId="29C98B04"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The equipment shall be covered by a comprehensive “Parts &amp; Labour” warranty for the period of not less than 24</w:t>
      </w:r>
      <w:r w:rsidR="006A1BFD">
        <w:rPr>
          <w:spacing w:val="0"/>
          <w:sz w:val="22"/>
          <w:szCs w:val="22"/>
        </w:rPr>
        <w:t>-36</w:t>
      </w:r>
      <w:r w:rsidRPr="004F4C7E">
        <w:rPr>
          <w:spacing w:val="0"/>
          <w:sz w:val="22"/>
          <w:szCs w:val="22"/>
        </w:rPr>
        <w:t xml:space="preserve"> calendar months from the date of successful Installation &amp; commissioning</w:t>
      </w:r>
      <w:r w:rsidR="006A1BFD">
        <w:rPr>
          <w:spacing w:val="0"/>
          <w:sz w:val="22"/>
          <w:szCs w:val="22"/>
        </w:rPr>
        <w:t xml:space="preserve"> as specified in the technical requirement</w:t>
      </w:r>
      <w:r w:rsidRPr="004F4C7E">
        <w:rPr>
          <w:spacing w:val="0"/>
          <w:sz w:val="22"/>
          <w:szCs w:val="22"/>
        </w:rPr>
        <w:t>.</w:t>
      </w:r>
      <w:r w:rsidR="00F650F1">
        <w:rPr>
          <w:spacing w:val="0"/>
          <w:sz w:val="22"/>
          <w:szCs w:val="22"/>
        </w:rPr>
        <w:t xml:space="preserve"> </w:t>
      </w:r>
    </w:p>
    <w:p w14:paraId="2310F388" w14:textId="583A8C59"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Successful bidders must have capability to provide after-sales support for a minimum of 3 years, with a local representative, in order to reduce the downtime to an extremely short period.</w:t>
      </w:r>
    </w:p>
    <w:p w14:paraId="5C5B6A57" w14:textId="28CD5167"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 xml:space="preserve">Successful bidders must guarantee with the local representative the stock of spare parts to reduce on downtime. </w:t>
      </w:r>
    </w:p>
    <w:p w14:paraId="67196037" w14:textId="2F9A48AC"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 xml:space="preserve">Software upgrades where needed should be free of charge to the purchaser. </w:t>
      </w:r>
    </w:p>
    <w:p w14:paraId="538D0E26" w14:textId="4CE2C986" w:rsidR="004F4C7E" w:rsidRPr="004F4C7E" w:rsidRDefault="004F4C7E" w:rsidP="004F4C7E">
      <w:pPr>
        <w:pStyle w:val="Sub-ClauseText"/>
        <w:numPr>
          <w:ilvl w:val="3"/>
          <w:numId w:val="3"/>
        </w:numPr>
        <w:tabs>
          <w:tab w:val="clear" w:pos="2520"/>
          <w:tab w:val="num" w:pos="2160"/>
        </w:tabs>
        <w:spacing w:before="0" w:after="0"/>
        <w:ind w:left="540"/>
        <w:rPr>
          <w:spacing w:val="0"/>
          <w:sz w:val="22"/>
          <w:szCs w:val="22"/>
        </w:rPr>
      </w:pPr>
      <w:r w:rsidRPr="004F4C7E">
        <w:rPr>
          <w:spacing w:val="0"/>
          <w:sz w:val="22"/>
          <w:szCs w:val="22"/>
        </w:rPr>
        <w:t xml:space="preserve">Successful bidders must provide details of all other available fittings with specifications and costs for pre-installation requirements (if relevant). </w:t>
      </w:r>
    </w:p>
    <w:p w14:paraId="163A42A0" w14:textId="320D0EA6" w:rsidR="004F4C7E" w:rsidRPr="008A00FA" w:rsidRDefault="008A00FA" w:rsidP="008A00FA">
      <w:pPr>
        <w:pStyle w:val="Sub-ClauseText"/>
        <w:numPr>
          <w:ilvl w:val="3"/>
          <w:numId w:val="3"/>
        </w:numPr>
        <w:tabs>
          <w:tab w:val="clear" w:pos="2520"/>
          <w:tab w:val="num" w:pos="2160"/>
        </w:tabs>
        <w:spacing w:before="0" w:after="0"/>
        <w:ind w:left="540"/>
        <w:rPr>
          <w:spacing w:val="0"/>
          <w:sz w:val="22"/>
          <w:szCs w:val="22"/>
        </w:rPr>
      </w:pPr>
      <w:r w:rsidRPr="008A00FA">
        <w:rPr>
          <w:spacing w:val="0"/>
          <w:sz w:val="22"/>
          <w:szCs w:val="22"/>
        </w:rPr>
        <w:t>For sterile products, expiration date should not exceed 5 years from date of sterilization.</w:t>
      </w:r>
    </w:p>
    <w:p w14:paraId="5EC33E6A" w14:textId="77777777" w:rsidR="00C16B3F" w:rsidRDefault="00C16B3F" w:rsidP="00C16B3F">
      <w:pPr>
        <w:pStyle w:val="Sub-ClauseText"/>
        <w:spacing w:before="0" w:after="0"/>
        <w:ind w:left="180"/>
        <w:rPr>
          <w:i/>
          <w:iCs/>
          <w:spacing w:val="0"/>
          <w:sz w:val="22"/>
          <w:szCs w:val="22"/>
          <w:u w:val="single"/>
        </w:rPr>
      </w:pPr>
    </w:p>
    <w:p w14:paraId="4E3FE700" w14:textId="2378723C" w:rsidR="00C16B3F" w:rsidRPr="00C16B3F" w:rsidRDefault="00C16B3F" w:rsidP="00C16B3F">
      <w:pPr>
        <w:pStyle w:val="Sub-ClauseText"/>
        <w:spacing w:before="0" w:after="0"/>
        <w:ind w:left="180"/>
        <w:rPr>
          <w:i/>
          <w:iCs/>
          <w:spacing w:val="0"/>
          <w:sz w:val="22"/>
          <w:szCs w:val="22"/>
          <w:u w:val="single"/>
        </w:rPr>
      </w:pPr>
      <w:r w:rsidRPr="00C16B3F">
        <w:rPr>
          <w:i/>
          <w:iCs/>
          <w:spacing w:val="0"/>
          <w:sz w:val="22"/>
          <w:szCs w:val="22"/>
          <w:u w:val="single"/>
        </w:rPr>
        <w:t xml:space="preserve">Packaging and labelling </w:t>
      </w:r>
    </w:p>
    <w:p w14:paraId="64E300D0" w14:textId="306C853B" w:rsidR="008A00FA" w:rsidRPr="00C16B3F" w:rsidRDefault="008A00FA" w:rsidP="00C16B3F">
      <w:pPr>
        <w:pStyle w:val="Sub-ClauseText"/>
        <w:numPr>
          <w:ilvl w:val="3"/>
          <w:numId w:val="3"/>
        </w:numPr>
        <w:tabs>
          <w:tab w:val="clear" w:pos="2520"/>
          <w:tab w:val="num" w:pos="2160"/>
        </w:tabs>
        <w:spacing w:before="0" w:after="0"/>
        <w:ind w:left="540"/>
        <w:rPr>
          <w:spacing w:val="0"/>
          <w:sz w:val="22"/>
          <w:szCs w:val="22"/>
        </w:rPr>
      </w:pPr>
      <w:r w:rsidRPr="008A00FA">
        <w:rPr>
          <w:spacing w:val="0"/>
          <w:sz w:val="22"/>
          <w:szCs w:val="22"/>
        </w:rPr>
        <w:t xml:space="preserve">All paper and cardboard secondary packing </w:t>
      </w:r>
      <w:r w:rsidR="00C16B3F">
        <w:rPr>
          <w:spacing w:val="0"/>
          <w:sz w:val="22"/>
          <w:szCs w:val="22"/>
        </w:rPr>
        <w:t xml:space="preserve">should be </w:t>
      </w:r>
      <w:r w:rsidRPr="008A00FA">
        <w:rPr>
          <w:spacing w:val="0"/>
          <w:sz w:val="22"/>
          <w:szCs w:val="22"/>
        </w:rPr>
        <w:t>FSC marked. Plastic used in secondary packing will gradually be required to be fully biodegradable</w:t>
      </w:r>
      <w:r w:rsidR="00C16B3F">
        <w:rPr>
          <w:spacing w:val="0"/>
          <w:sz w:val="22"/>
          <w:szCs w:val="22"/>
        </w:rPr>
        <w:t>.</w:t>
      </w:r>
    </w:p>
    <w:p w14:paraId="73A30B9E" w14:textId="77777777" w:rsidR="008A00FA" w:rsidRPr="008A00FA" w:rsidRDefault="008A00FA" w:rsidP="008A00FA">
      <w:pPr>
        <w:pStyle w:val="Sub-ClauseText"/>
        <w:numPr>
          <w:ilvl w:val="3"/>
          <w:numId w:val="3"/>
        </w:numPr>
        <w:tabs>
          <w:tab w:val="clear" w:pos="2520"/>
          <w:tab w:val="num" w:pos="2160"/>
        </w:tabs>
        <w:spacing w:before="0" w:after="0"/>
        <w:ind w:left="540"/>
        <w:rPr>
          <w:spacing w:val="0"/>
          <w:sz w:val="22"/>
          <w:szCs w:val="22"/>
        </w:rPr>
      </w:pPr>
      <w:r w:rsidRPr="008A00FA">
        <w:rPr>
          <w:spacing w:val="0"/>
          <w:sz w:val="22"/>
          <w:szCs w:val="22"/>
        </w:rPr>
        <w:t>For products supplied sterile or for single use disposable devices, the label should clearly state STERILE and/or DISPOSABLE or SINGLE USE (or equivalent harmonised symbols). Additionally, a date of expiry is to be stated with clear indication to expiry year and month before which the device is considered to be safe to use. In order to verify the stated shelf life, the date of manufacture must be included in the label. Label should include the used sterilization method where applicable</w:t>
      </w:r>
    </w:p>
    <w:p w14:paraId="5101A75B" w14:textId="77777777" w:rsidR="008A00FA" w:rsidRPr="008A00FA" w:rsidRDefault="008A00FA" w:rsidP="008A00FA">
      <w:pPr>
        <w:pStyle w:val="Sub-ClauseText"/>
        <w:numPr>
          <w:ilvl w:val="3"/>
          <w:numId w:val="3"/>
        </w:numPr>
        <w:tabs>
          <w:tab w:val="clear" w:pos="2520"/>
          <w:tab w:val="num" w:pos="2160"/>
        </w:tabs>
        <w:spacing w:before="0" w:after="0"/>
        <w:ind w:left="540"/>
        <w:rPr>
          <w:spacing w:val="0"/>
          <w:sz w:val="22"/>
          <w:szCs w:val="22"/>
        </w:rPr>
      </w:pPr>
      <w:r w:rsidRPr="008A00FA">
        <w:rPr>
          <w:spacing w:val="0"/>
          <w:sz w:val="22"/>
          <w:szCs w:val="22"/>
        </w:rPr>
        <w:t>Information for particular storage conditions that apply (temperature, pressure, light, humidity, etc., as appropriate must read in the package (or equivalent harmonised symbols)</w:t>
      </w:r>
    </w:p>
    <w:p w14:paraId="477E2ABF" w14:textId="77777777" w:rsidR="008A00FA" w:rsidRPr="008A00FA" w:rsidRDefault="008A00FA" w:rsidP="008A00FA">
      <w:pPr>
        <w:pStyle w:val="Sub-ClauseText"/>
        <w:numPr>
          <w:ilvl w:val="3"/>
          <w:numId w:val="3"/>
        </w:numPr>
        <w:tabs>
          <w:tab w:val="clear" w:pos="2520"/>
          <w:tab w:val="num" w:pos="2160"/>
        </w:tabs>
        <w:spacing w:before="0" w:after="0"/>
        <w:ind w:left="540"/>
        <w:rPr>
          <w:spacing w:val="0"/>
          <w:sz w:val="22"/>
          <w:szCs w:val="22"/>
        </w:rPr>
      </w:pPr>
      <w:r w:rsidRPr="008A00FA">
        <w:rPr>
          <w:spacing w:val="0"/>
          <w:sz w:val="22"/>
          <w:szCs w:val="22"/>
        </w:rPr>
        <w:t>Information for handling (e.g. warnings) or instructions for use, if applicable (or equivalent harmonised symbols)</w:t>
      </w:r>
    </w:p>
    <w:p w14:paraId="28AAEC65" w14:textId="4E3AAF50" w:rsidR="008A00FA" w:rsidRPr="008A00FA" w:rsidRDefault="008A00FA" w:rsidP="008A00FA">
      <w:pPr>
        <w:pStyle w:val="Sub-ClauseText"/>
        <w:numPr>
          <w:ilvl w:val="3"/>
          <w:numId w:val="3"/>
        </w:numPr>
        <w:tabs>
          <w:tab w:val="clear" w:pos="2520"/>
          <w:tab w:val="num" w:pos="2160"/>
        </w:tabs>
        <w:spacing w:before="0" w:after="0"/>
        <w:ind w:left="540"/>
        <w:rPr>
          <w:spacing w:val="0"/>
          <w:sz w:val="22"/>
          <w:szCs w:val="22"/>
        </w:rPr>
      </w:pPr>
      <w:r w:rsidRPr="008A00FA">
        <w:rPr>
          <w:spacing w:val="0"/>
          <w:sz w:val="22"/>
          <w:szCs w:val="22"/>
        </w:rPr>
        <w:t>For devices that have CE marking approval, the CE mark should be on the item itself, or on the primary packaging as appropriate. Please note: if on device itself, this should not be removable during handling, use or cleaning of the device.</w:t>
      </w:r>
    </w:p>
    <w:p w14:paraId="25F3B88F" w14:textId="77777777" w:rsidR="004F4C7E" w:rsidRPr="004F4C7E" w:rsidRDefault="004F4C7E" w:rsidP="004F4C7E">
      <w:pPr>
        <w:rPr>
          <w:b/>
          <w:sz w:val="24"/>
          <w:szCs w:val="24"/>
          <w:lang w:val="en-GB"/>
        </w:rPr>
      </w:pPr>
    </w:p>
    <w:p w14:paraId="69D89C3E" w14:textId="1B589E9C" w:rsidR="00E7741C" w:rsidRDefault="00FB2A58" w:rsidP="00096FE3">
      <w:pPr>
        <w:pStyle w:val="ListParagraph"/>
        <w:numPr>
          <w:ilvl w:val="1"/>
          <w:numId w:val="19"/>
        </w:numPr>
        <w:rPr>
          <w:b/>
          <w:sz w:val="24"/>
          <w:szCs w:val="24"/>
          <w:lang w:val="en-GB"/>
        </w:rPr>
      </w:pPr>
      <w:r>
        <w:rPr>
          <w:b/>
          <w:sz w:val="24"/>
          <w:szCs w:val="24"/>
          <w:lang w:val="en-GB"/>
        </w:rPr>
        <w:t>S</w:t>
      </w:r>
      <w:r w:rsidR="002738DF" w:rsidRPr="00FB2A58">
        <w:rPr>
          <w:b/>
          <w:sz w:val="24"/>
          <w:szCs w:val="24"/>
          <w:lang w:val="en-GB"/>
        </w:rPr>
        <w:t>chedule of Requirements</w:t>
      </w:r>
    </w:p>
    <w:p w14:paraId="4037DF2F" w14:textId="77777777" w:rsidR="00B45366" w:rsidRPr="005C7732" w:rsidRDefault="00B45366" w:rsidP="00B45366">
      <w:pPr>
        <w:rPr>
          <w:sz w:val="22"/>
          <w:szCs w:val="22"/>
          <w:lang w:val="en-GB"/>
        </w:rPr>
      </w:pPr>
    </w:p>
    <w:p w14:paraId="40EED49D" w14:textId="24159654" w:rsidR="0008751A" w:rsidRPr="006B6307" w:rsidRDefault="002C40BE" w:rsidP="006B6307">
      <w:pPr>
        <w:pStyle w:val="Sub-ClauseText"/>
        <w:spacing w:before="0" w:after="0"/>
        <w:rPr>
          <w:spacing w:val="0"/>
          <w:sz w:val="22"/>
          <w:szCs w:val="22"/>
        </w:rPr>
      </w:pPr>
      <w:r>
        <w:rPr>
          <w:spacing w:val="0"/>
          <w:sz w:val="22"/>
          <w:szCs w:val="22"/>
        </w:rPr>
        <w:t xml:space="preserve">The </w:t>
      </w:r>
      <w:r w:rsidR="007C4290">
        <w:rPr>
          <w:spacing w:val="0"/>
          <w:sz w:val="22"/>
          <w:szCs w:val="22"/>
        </w:rPr>
        <w:t>B</w:t>
      </w:r>
      <w:r>
        <w:rPr>
          <w:spacing w:val="0"/>
          <w:sz w:val="22"/>
          <w:szCs w:val="22"/>
        </w:rPr>
        <w:t xml:space="preserve">idder shall also furnish a list giving full particulars, including available sources and current prices of spare parts, special tools, etc., necessary for the proper and continuing functioning of the goods during </w:t>
      </w:r>
      <w:r w:rsidR="00BE6B72" w:rsidRPr="006C1BE1">
        <w:rPr>
          <w:i/>
          <w:spacing w:val="0"/>
          <w:sz w:val="22"/>
          <w:szCs w:val="22"/>
        </w:rPr>
        <w:t xml:space="preserve">2 </w:t>
      </w:r>
      <w:r w:rsidRPr="006C1BE1">
        <w:rPr>
          <w:i/>
          <w:spacing w:val="0"/>
          <w:sz w:val="22"/>
          <w:szCs w:val="22"/>
        </w:rPr>
        <w:t>years</w:t>
      </w:r>
      <w:r w:rsidRPr="006C1BE1">
        <w:rPr>
          <w:spacing w:val="0"/>
          <w:sz w:val="22"/>
          <w:szCs w:val="22"/>
        </w:rPr>
        <w:t xml:space="preserve"> following</w:t>
      </w:r>
      <w:r>
        <w:rPr>
          <w:spacing w:val="0"/>
          <w:sz w:val="22"/>
          <w:szCs w:val="22"/>
        </w:rPr>
        <w:t xml:space="preserve"> commencement of the use of the goods by UNFPA.</w:t>
      </w:r>
    </w:p>
    <w:p w14:paraId="3EBDDB3B" w14:textId="77777777" w:rsidR="00FD5F82" w:rsidRDefault="00FD5F82">
      <w:pPr>
        <w:overflowPunct/>
        <w:autoSpaceDE/>
        <w:autoSpaceDN/>
        <w:adjustRightInd/>
        <w:textAlignment w:val="auto"/>
        <w:rPr>
          <w:sz w:val="22"/>
          <w:szCs w:val="22"/>
          <w:lang w:val="en-GB"/>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690"/>
        <w:gridCol w:w="990"/>
        <w:gridCol w:w="1030"/>
        <w:gridCol w:w="2120"/>
      </w:tblGrid>
      <w:tr w:rsidR="0008751A" w14:paraId="3710ED8A" w14:textId="77777777" w:rsidTr="006B6307">
        <w:trPr>
          <w:cantSplit/>
          <w:trHeight w:val="368"/>
          <w:jc w:val="center"/>
        </w:trPr>
        <w:tc>
          <w:tcPr>
            <w:tcW w:w="8748" w:type="dxa"/>
            <w:gridSpan w:val="5"/>
          </w:tcPr>
          <w:p w14:paraId="3E2EF347" w14:textId="77777777" w:rsidR="0008751A" w:rsidRDefault="0008751A" w:rsidP="00096FE3">
            <w:pPr>
              <w:pStyle w:val="SectionVIHeader"/>
              <w:numPr>
                <w:ilvl w:val="0"/>
                <w:numId w:val="16"/>
              </w:numPr>
              <w:spacing w:before="0" w:after="0"/>
              <w:ind w:left="567" w:hanging="567"/>
              <w:jc w:val="left"/>
              <w:rPr>
                <w:b w:val="0"/>
                <w:bCs/>
                <w:sz w:val="28"/>
                <w:szCs w:val="28"/>
              </w:rPr>
            </w:pPr>
            <w:r>
              <w:rPr>
                <w:sz w:val="28"/>
                <w:szCs w:val="28"/>
              </w:rPr>
              <w:t>List of Goods and Delivery Schedule</w:t>
            </w:r>
          </w:p>
        </w:tc>
      </w:tr>
      <w:tr w:rsidR="0008751A" w14:paraId="15651FF6" w14:textId="77777777" w:rsidTr="006B6307">
        <w:trPr>
          <w:cantSplit/>
          <w:jc w:val="center"/>
        </w:trPr>
        <w:tc>
          <w:tcPr>
            <w:tcW w:w="918" w:type="dxa"/>
            <w:vAlign w:val="center"/>
          </w:tcPr>
          <w:p w14:paraId="2079434B" w14:textId="77777777" w:rsidR="0008751A" w:rsidRPr="009C1C2E" w:rsidRDefault="0008751A">
            <w:pPr>
              <w:suppressAutoHyphens/>
              <w:jc w:val="center"/>
            </w:pPr>
            <w:r w:rsidRPr="009C1C2E">
              <w:rPr>
                <w:b/>
                <w:bCs/>
              </w:rPr>
              <w:t>Line Item</w:t>
            </w:r>
          </w:p>
        </w:tc>
        <w:tc>
          <w:tcPr>
            <w:tcW w:w="3690" w:type="dxa"/>
            <w:vAlign w:val="center"/>
          </w:tcPr>
          <w:p w14:paraId="4559A1BC" w14:textId="77777777" w:rsidR="0008751A" w:rsidRPr="009C1C2E" w:rsidRDefault="0008751A">
            <w:pPr>
              <w:jc w:val="center"/>
            </w:pPr>
            <w:r w:rsidRPr="009C1C2E">
              <w:rPr>
                <w:b/>
                <w:bCs/>
              </w:rPr>
              <w:t>Description of Goods</w:t>
            </w:r>
          </w:p>
        </w:tc>
        <w:tc>
          <w:tcPr>
            <w:tcW w:w="990" w:type="dxa"/>
            <w:vAlign w:val="center"/>
          </w:tcPr>
          <w:p w14:paraId="2AC90929" w14:textId="77777777" w:rsidR="0008751A" w:rsidRPr="009C1C2E" w:rsidRDefault="0008751A">
            <w:pPr>
              <w:jc w:val="center"/>
            </w:pPr>
            <w:r w:rsidRPr="009C1C2E">
              <w:rPr>
                <w:b/>
                <w:bCs/>
              </w:rPr>
              <w:t>Quantity</w:t>
            </w:r>
          </w:p>
        </w:tc>
        <w:tc>
          <w:tcPr>
            <w:tcW w:w="1030" w:type="dxa"/>
            <w:vAlign w:val="center"/>
          </w:tcPr>
          <w:p w14:paraId="774831FE" w14:textId="77777777" w:rsidR="0008751A" w:rsidRPr="009C1C2E" w:rsidRDefault="0008751A">
            <w:pPr>
              <w:jc w:val="center"/>
            </w:pPr>
            <w:r w:rsidRPr="009C1C2E">
              <w:rPr>
                <w:b/>
                <w:bCs/>
              </w:rPr>
              <w:t>Unit of measure</w:t>
            </w:r>
          </w:p>
        </w:tc>
        <w:tc>
          <w:tcPr>
            <w:tcW w:w="2120" w:type="dxa"/>
            <w:vAlign w:val="center"/>
          </w:tcPr>
          <w:p w14:paraId="58A83339" w14:textId="77777777" w:rsidR="0008751A" w:rsidRPr="009C1C2E" w:rsidRDefault="0008751A">
            <w:pPr>
              <w:jc w:val="center"/>
            </w:pPr>
            <w:r w:rsidRPr="009C1C2E">
              <w:rPr>
                <w:b/>
                <w:bCs/>
              </w:rPr>
              <w:t>Delivery Schedule from date of Contract</w:t>
            </w:r>
          </w:p>
        </w:tc>
      </w:tr>
      <w:tr w:rsidR="007D79AA" w14:paraId="2185203A" w14:textId="77777777" w:rsidTr="006B6307">
        <w:trPr>
          <w:cantSplit/>
          <w:jc w:val="center"/>
        </w:trPr>
        <w:tc>
          <w:tcPr>
            <w:tcW w:w="918" w:type="dxa"/>
          </w:tcPr>
          <w:p w14:paraId="72216666" w14:textId="557F9831" w:rsidR="007D79AA" w:rsidRPr="006B6307" w:rsidRDefault="007D79AA" w:rsidP="007D79AA">
            <w:pPr>
              <w:jc w:val="center"/>
              <w:rPr>
                <w:i/>
                <w:iCs/>
              </w:rPr>
            </w:pPr>
            <w:r w:rsidRPr="006B6307">
              <w:rPr>
                <w:color w:val="000000"/>
                <w:lang w:val="en-GB"/>
              </w:rPr>
              <w:t>Item 1</w:t>
            </w:r>
          </w:p>
        </w:tc>
        <w:tc>
          <w:tcPr>
            <w:tcW w:w="3690" w:type="dxa"/>
          </w:tcPr>
          <w:p w14:paraId="2AF0D237" w14:textId="503408BC" w:rsidR="007D79AA" w:rsidRPr="006B6307" w:rsidRDefault="007D79AA" w:rsidP="007D79AA">
            <w:pPr>
              <w:rPr>
                <w:color w:val="000000"/>
                <w:lang w:val="en-GB"/>
              </w:rPr>
            </w:pPr>
            <w:r w:rsidRPr="006B6307">
              <w:rPr>
                <w:color w:val="000000"/>
                <w:lang w:val="en-GB"/>
              </w:rPr>
              <w:t xml:space="preserve">Real time </w:t>
            </w:r>
            <w:proofErr w:type="spellStart"/>
            <w:r w:rsidRPr="006B6307">
              <w:rPr>
                <w:color w:val="000000"/>
                <w:lang w:val="en-GB"/>
              </w:rPr>
              <w:t>pcr</w:t>
            </w:r>
            <w:proofErr w:type="spellEnd"/>
            <w:r w:rsidRPr="006B6307">
              <w:rPr>
                <w:color w:val="000000"/>
                <w:lang w:val="en-GB"/>
              </w:rPr>
              <w:t xml:space="preserve"> system</w:t>
            </w:r>
          </w:p>
        </w:tc>
        <w:tc>
          <w:tcPr>
            <w:tcW w:w="990" w:type="dxa"/>
          </w:tcPr>
          <w:p w14:paraId="262A129F" w14:textId="6B46AA5F" w:rsidR="007D79AA" w:rsidRPr="001B11E7" w:rsidRDefault="007D79AA" w:rsidP="007D79AA">
            <w:pPr>
              <w:jc w:val="center"/>
            </w:pPr>
            <w:r>
              <w:t>3</w:t>
            </w:r>
          </w:p>
        </w:tc>
        <w:tc>
          <w:tcPr>
            <w:tcW w:w="1030" w:type="dxa"/>
          </w:tcPr>
          <w:p w14:paraId="7990C5EB" w14:textId="4630C962" w:rsidR="007D79AA" w:rsidRPr="001B11E7" w:rsidRDefault="007D79AA" w:rsidP="007D79AA">
            <w:pPr>
              <w:jc w:val="center"/>
              <w:rPr>
                <w:highlight w:val="yellow"/>
              </w:rPr>
            </w:pPr>
            <w:r>
              <w:t>each</w:t>
            </w:r>
          </w:p>
        </w:tc>
        <w:tc>
          <w:tcPr>
            <w:tcW w:w="2120" w:type="dxa"/>
          </w:tcPr>
          <w:p w14:paraId="1A83D8F0" w14:textId="63243D51" w:rsidR="007D79AA" w:rsidRPr="009C1C2E" w:rsidRDefault="007D79AA" w:rsidP="007D79AA">
            <w:pPr>
              <w:jc w:val="center"/>
            </w:pPr>
            <w:r>
              <w:t>4-6 weeks</w:t>
            </w:r>
            <w:r w:rsidR="006E1D01">
              <w:t xml:space="preserve"> is desirable</w:t>
            </w:r>
          </w:p>
        </w:tc>
      </w:tr>
      <w:tr w:rsidR="007D79AA" w14:paraId="181E1397" w14:textId="77777777" w:rsidTr="006B6307">
        <w:trPr>
          <w:cantSplit/>
          <w:jc w:val="center"/>
        </w:trPr>
        <w:tc>
          <w:tcPr>
            <w:tcW w:w="918" w:type="dxa"/>
          </w:tcPr>
          <w:p w14:paraId="1A2283CF" w14:textId="2EC577A1" w:rsidR="007D79AA" w:rsidRPr="006B6307" w:rsidRDefault="007D79AA" w:rsidP="007D79AA">
            <w:pPr>
              <w:jc w:val="center"/>
              <w:rPr>
                <w:lang w:val="en-GB"/>
              </w:rPr>
            </w:pPr>
            <w:r w:rsidRPr="006B6307">
              <w:rPr>
                <w:color w:val="000000"/>
              </w:rPr>
              <w:t>Item 2</w:t>
            </w:r>
          </w:p>
        </w:tc>
        <w:tc>
          <w:tcPr>
            <w:tcW w:w="3690" w:type="dxa"/>
          </w:tcPr>
          <w:p w14:paraId="392766C1" w14:textId="1B3AF139" w:rsidR="007D79AA" w:rsidRPr="006B6307" w:rsidRDefault="007D79AA" w:rsidP="007D79AA">
            <w:pPr>
              <w:rPr>
                <w:lang w:val="en-GB"/>
              </w:rPr>
            </w:pPr>
            <w:r w:rsidRPr="006B6307">
              <w:rPr>
                <w:color w:val="000000"/>
                <w:lang w:val="en-GB"/>
              </w:rPr>
              <w:t>PCR diagnostic kit for SARS-COV-19</w:t>
            </w:r>
          </w:p>
        </w:tc>
        <w:tc>
          <w:tcPr>
            <w:tcW w:w="990" w:type="dxa"/>
          </w:tcPr>
          <w:p w14:paraId="379DC9B0" w14:textId="6C6CBA69" w:rsidR="007D79AA" w:rsidRPr="001B11E7" w:rsidRDefault="007D79AA" w:rsidP="007D79AA">
            <w:pPr>
              <w:jc w:val="center"/>
            </w:pPr>
            <w:r>
              <w:t>3000</w:t>
            </w:r>
          </w:p>
        </w:tc>
        <w:tc>
          <w:tcPr>
            <w:tcW w:w="1030" w:type="dxa"/>
          </w:tcPr>
          <w:p w14:paraId="3B4F3B08" w14:textId="66B1CB76" w:rsidR="007D79AA" w:rsidRPr="001B11E7" w:rsidRDefault="007D79AA" w:rsidP="007D79AA">
            <w:pPr>
              <w:jc w:val="center"/>
            </w:pPr>
            <w:r>
              <w:t>Test</w:t>
            </w:r>
          </w:p>
        </w:tc>
        <w:tc>
          <w:tcPr>
            <w:tcW w:w="2120" w:type="dxa"/>
          </w:tcPr>
          <w:p w14:paraId="6998706E" w14:textId="4298B4BE" w:rsidR="007D79AA" w:rsidRDefault="007D79AA" w:rsidP="007D79AA">
            <w:pPr>
              <w:jc w:val="center"/>
            </w:pPr>
            <w:r>
              <w:t>4-6 weeks</w:t>
            </w:r>
            <w:r w:rsidR="006E1D01">
              <w:t xml:space="preserve"> is desirable</w:t>
            </w:r>
          </w:p>
        </w:tc>
      </w:tr>
      <w:tr w:rsidR="007D79AA" w14:paraId="0505EBA8" w14:textId="77777777" w:rsidTr="006B6307">
        <w:trPr>
          <w:cantSplit/>
          <w:jc w:val="center"/>
        </w:trPr>
        <w:tc>
          <w:tcPr>
            <w:tcW w:w="918" w:type="dxa"/>
          </w:tcPr>
          <w:p w14:paraId="0F5764AF" w14:textId="3CC68901" w:rsidR="007D79AA" w:rsidRPr="006B6307" w:rsidRDefault="007D79AA" w:rsidP="007D79AA">
            <w:pPr>
              <w:jc w:val="center"/>
              <w:rPr>
                <w:lang w:val="en-GB"/>
              </w:rPr>
            </w:pPr>
            <w:r w:rsidRPr="006B6307">
              <w:rPr>
                <w:color w:val="000000"/>
                <w:lang w:val="en-GB"/>
              </w:rPr>
              <w:t>Item 3</w:t>
            </w:r>
          </w:p>
        </w:tc>
        <w:tc>
          <w:tcPr>
            <w:tcW w:w="3690" w:type="dxa"/>
          </w:tcPr>
          <w:p w14:paraId="26BE4AB8" w14:textId="15CB3A24" w:rsidR="007D79AA" w:rsidRPr="006B6307" w:rsidRDefault="007D79AA" w:rsidP="007D79AA">
            <w:pPr>
              <w:rPr>
                <w:lang w:val="en-GB"/>
              </w:rPr>
            </w:pPr>
            <w:r w:rsidRPr="006B6307">
              <w:rPr>
                <w:color w:val="000000"/>
                <w:lang w:val="en-GB"/>
              </w:rPr>
              <w:t xml:space="preserve">PCR diagnostic kit for </w:t>
            </w:r>
            <w:proofErr w:type="spellStart"/>
            <w:r w:rsidRPr="006B6307">
              <w:rPr>
                <w:color w:val="000000"/>
                <w:lang w:val="en-GB"/>
              </w:rPr>
              <w:t>sti</w:t>
            </w:r>
            <w:proofErr w:type="spellEnd"/>
            <w:r w:rsidRPr="006B6307">
              <w:rPr>
                <w:color w:val="000000"/>
                <w:lang w:val="en-GB"/>
              </w:rPr>
              <w:t xml:space="preserve"> and reproductive infections including </w:t>
            </w:r>
            <w:proofErr w:type="spellStart"/>
            <w:r w:rsidRPr="006B6307">
              <w:rPr>
                <w:color w:val="000000"/>
                <w:sz w:val="18"/>
                <w:szCs w:val="18"/>
                <w:lang w:val="en-GB"/>
              </w:rPr>
              <w:t>ct</w:t>
            </w:r>
            <w:proofErr w:type="spellEnd"/>
            <w:r w:rsidRPr="006B6307">
              <w:rPr>
                <w:color w:val="000000"/>
                <w:sz w:val="18"/>
                <w:szCs w:val="18"/>
                <w:lang w:val="en-GB"/>
              </w:rPr>
              <w:t xml:space="preserve">, ng, mg, </w:t>
            </w:r>
            <w:proofErr w:type="spellStart"/>
            <w:r w:rsidRPr="006B6307">
              <w:rPr>
                <w:color w:val="000000"/>
                <w:sz w:val="18"/>
                <w:szCs w:val="18"/>
                <w:lang w:val="en-GB"/>
              </w:rPr>
              <w:t>uu</w:t>
            </w:r>
            <w:proofErr w:type="spellEnd"/>
            <w:r w:rsidRPr="006B6307">
              <w:rPr>
                <w:color w:val="000000"/>
                <w:sz w:val="18"/>
                <w:szCs w:val="18"/>
                <w:lang w:val="en-GB"/>
              </w:rPr>
              <w:t>, up and tv</w:t>
            </w:r>
          </w:p>
        </w:tc>
        <w:tc>
          <w:tcPr>
            <w:tcW w:w="990" w:type="dxa"/>
          </w:tcPr>
          <w:p w14:paraId="6D4530B6" w14:textId="6CFA5769" w:rsidR="007D79AA" w:rsidRPr="001B11E7" w:rsidRDefault="007D79AA" w:rsidP="007D79AA">
            <w:pPr>
              <w:jc w:val="center"/>
            </w:pPr>
            <w:r>
              <w:t>1000</w:t>
            </w:r>
          </w:p>
        </w:tc>
        <w:tc>
          <w:tcPr>
            <w:tcW w:w="1030" w:type="dxa"/>
          </w:tcPr>
          <w:p w14:paraId="126A94FB" w14:textId="481AB468" w:rsidR="007D79AA" w:rsidRPr="001B11E7" w:rsidRDefault="007D79AA" w:rsidP="007D79AA">
            <w:pPr>
              <w:jc w:val="center"/>
            </w:pPr>
            <w:r>
              <w:t xml:space="preserve">Test </w:t>
            </w:r>
          </w:p>
        </w:tc>
        <w:tc>
          <w:tcPr>
            <w:tcW w:w="2120" w:type="dxa"/>
          </w:tcPr>
          <w:p w14:paraId="1DE2132A" w14:textId="7036F629" w:rsidR="007D79AA" w:rsidRDefault="007D79AA" w:rsidP="007D79AA">
            <w:pPr>
              <w:jc w:val="center"/>
            </w:pPr>
            <w:r>
              <w:t>4-6 weeks</w:t>
            </w:r>
            <w:r w:rsidR="006E1D01">
              <w:t xml:space="preserve"> is desirable</w:t>
            </w:r>
          </w:p>
        </w:tc>
      </w:tr>
      <w:tr w:rsidR="007D79AA" w14:paraId="225EC887" w14:textId="77777777" w:rsidTr="006B6307">
        <w:trPr>
          <w:cantSplit/>
          <w:jc w:val="center"/>
        </w:trPr>
        <w:tc>
          <w:tcPr>
            <w:tcW w:w="918" w:type="dxa"/>
          </w:tcPr>
          <w:p w14:paraId="5358347B" w14:textId="5B75D45C" w:rsidR="007D79AA" w:rsidRPr="006B6307" w:rsidRDefault="007D79AA" w:rsidP="007D79AA">
            <w:pPr>
              <w:jc w:val="center"/>
              <w:rPr>
                <w:lang w:val="en-GB"/>
              </w:rPr>
            </w:pPr>
            <w:r w:rsidRPr="006B6307">
              <w:rPr>
                <w:color w:val="000000"/>
              </w:rPr>
              <w:t>Item 4</w:t>
            </w:r>
          </w:p>
        </w:tc>
        <w:tc>
          <w:tcPr>
            <w:tcW w:w="3690" w:type="dxa"/>
          </w:tcPr>
          <w:p w14:paraId="79E2428C" w14:textId="0B4E6AC8" w:rsidR="007D79AA" w:rsidRPr="006B6307" w:rsidRDefault="007D79AA" w:rsidP="007D79AA">
            <w:pPr>
              <w:rPr>
                <w:lang w:val="en-GB"/>
              </w:rPr>
            </w:pPr>
            <w:r w:rsidRPr="006B6307">
              <w:rPr>
                <w:color w:val="000000"/>
                <w:lang w:val="en-GB"/>
              </w:rPr>
              <w:t xml:space="preserve">Manual </w:t>
            </w:r>
            <w:proofErr w:type="spellStart"/>
            <w:r w:rsidRPr="006B6307">
              <w:rPr>
                <w:color w:val="000000"/>
                <w:lang w:val="en-GB"/>
              </w:rPr>
              <w:t>dna</w:t>
            </w:r>
            <w:proofErr w:type="spellEnd"/>
            <w:r w:rsidRPr="006B6307">
              <w:rPr>
                <w:color w:val="000000"/>
                <w:lang w:val="en-GB"/>
              </w:rPr>
              <w:t>/</w:t>
            </w:r>
            <w:proofErr w:type="spellStart"/>
            <w:r w:rsidRPr="006B6307">
              <w:rPr>
                <w:color w:val="000000"/>
                <w:lang w:val="en-GB"/>
              </w:rPr>
              <w:t>rna</w:t>
            </w:r>
            <w:proofErr w:type="spellEnd"/>
            <w:r w:rsidRPr="006B6307">
              <w:rPr>
                <w:color w:val="000000"/>
                <w:lang w:val="en-GB"/>
              </w:rPr>
              <w:t xml:space="preserve"> extraction kits</w:t>
            </w:r>
          </w:p>
        </w:tc>
        <w:tc>
          <w:tcPr>
            <w:tcW w:w="990" w:type="dxa"/>
          </w:tcPr>
          <w:p w14:paraId="781FFC54" w14:textId="3CB8C878" w:rsidR="007D79AA" w:rsidRPr="001B11E7" w:rsidRDefault="007D79AA" w:rsidP="007D79AA">
            <w:pPr>
              <w:jc w:val="center"/>
            </w:pPr>
            <w:r>
              <w:t>4000</w:t>
            </w:r>
          </w:p>
        </w:tc>
        <w:tc>
          <w:tcPr>
            <w:tcW w:w="1030" w:type="dxa"/>
          </w:tcPr>
          <w:p w14:paraId="7E200BF0" w14:textId="672B4BBF" w:rsidR="007D79AA" w:rsidRPr="001B11E7" w:rsidRDefault="007D79AA" w:rsidP="007D79AA">
            <w:pPr>
              <w:jc w:val="center"/>
            </w:pPr>
            <w:r>
              <w:t xml:space="preserve">Test </w:t>
            </w:r>
          </w:p>
        </w:tc>
        <w:tc>
          <w:tcPr>
            <w:tcW w:w="2120" w:type="dxa"/>
          </w:tcPr>
          <w:p w14:paraId="2E76E5E8" w14:textId="7CD5DB0A" w:rsidR="007D79AA" w:rsidRDefault="007D79AA" w:rsidP="007D79AA">
            <w:pPr>
              <w:jc w:val="center"/>
            </w:pPr>
            <w:r>
              <w:t>4-6 weeks</w:t>
            </w:r>
            <w:r w:rsidR="006E1D01">
              <w:t xml:space="preserve"> is desirable</w:t>
            </w:r>
          </w:p>
        </w:tc>
      </w:tr>
      <w:tr w:rsidR="007D79AA" w14:paraId="36D8405F" w14:textId="77777777" w:rsidTr="006B6307">
        <w:trPr>
          <w:cantSplit/>
          <w:jc w:val="center"/>
        </w:trPr>
        <w:tc>
          <w:tcPr>
            <w:tcW w:w="918" w:type="dxa"/>
          </w:tcPr>
          <w:p w14:paraId="60B741DC" w14:textId="6239B8C9" w:rsidR="007D79AA" w:rsidRPr="006B6307" w:rsidRDefault="007D79AA" w:rsidP="007D79AA">
            <w:pPr>
              <w:jc w:val="center"/>
              <w:rPr>
                <w:lang w:val="en-GB"/>
              </w:rPr>
            </w:pPr>
            <w:r w:rsidRPr="006B6307">
              <w:rPr>
                <w:color w:val="000000"/>
              </w:rPr>
              <w:t>Item 5</w:t>
            </w:r>
          </w:p>
        </w:tc>
        <w:tc>
          <w:tcPr>
            <w:tcW w:w="3690" w:type="dxa"/>
          </w:tcPr>
          <w:p w14:paraId="71667594" w14:textId="67B245B1" w:rsidR="007D79AA" w:rsidRPr="006B6307" w:rsidRDefault="007D79AA" w:rsidP="007D79AA">
            <w:pPr>
              <w:rPr>
                <w:color w:val="000000"/>
              </w:rPr>
            </w:pPr>
            <w:r w:rsidRPr="006B6307">
              <w:rPr>
                <w:color w:val="000000"/>
                <w:lang w:val="en-GB"/>
              </w:rPr>
              <w:t xml:space="preserve">HPV diagnostic kit for 28 </w:t>
            </w:r>
            <w:proofErr w:type="spellStart"/>
            <w:r w:rsidRPr="006B6307">
              <w:rPr>
                <w:color w:val="000000"/>
                <w:lang w:val="en-GB"/>
              </w:rPr>
              <w:t>hpv</w:t>
            </w:r>
            <w:proofErr w:type="spellEnd"/>
            <w:r w:rsidRPr="006B6307">
              <w:rPr>
                <w:color w:val="000000"/>
                <w:lang w:val="en-GB"/>
              </w:rPr>
              <w:t xml:space="preserve"> subtypes</w:t>
            </w:r>
          </w:p>
        </w:tc>
        <w:tc>
          <w:tcPr>
            <w:tcW w:w="990" w:type="dxa"/>
          </w:tcPr>
          <w:p w14:paraId="02B994BF" w14:textId="477A3624" w:rsidR="007D79AA" w:rsidRPr="001B11E7" w:rsidRDefault="007D79AA" w:rsidP="007D79AA">
            <w:pPr>
              <w:jc w:val="center"/>
            </w:pPr>
            <w:r>
              <w:t>1000</w:t>
            </w:r>
          </w:p>
        </w:tc>
        <w:tc>
          <w:tcPr>
            <w:tcW w:w="1030" w:type="dxa"/>
          </w:tcPr>
          <w:p w14:paraId="248C1F1B" w14:textId="407BFAE3" w:rsidR="007D79AA" w:rsidRPr="001B11E7" w:rsidRDefault="007D79AA" w:rsidP="007D79AA">
            <w:pPr>
              <w:jc w:val="center"/>
            </w:pPr>
            <w:r>
              <w:t xml:space="preserve">Test </w:t>
            </w:r>
          </w:p>
        </w:tc>
        <w:tc>
          <w:tcPr>
            <w:tcW w:w="2120" w:type="dxa"/>
          </w:tcPr>
          <w:p w14:paraId="2E921FBC" w14:textId="6036ACD5" w:rsidR="007D79AA" w:rsidRDefault="007D79AA" w:rsidP="007D79AA">
            <w:pPr>
              <w:jc w:val="center"/>
            </w:pPr>
            <w:r>
              <w:t>4-6 weeks</w:t>
            </w:r>
            <w:r w:rsidR="006E1D01">
              <w:t xml:space="preserve"> is desirable</w:t>
            </w:r>
          </w:p>
        </w:tc>
      </w:tr>
      <w:tr w:rsidR="007D79AA" w14:paraId="6BCE7DCE" w14:textId="77777777" w:rsidTr="006B6307">
        <w:trPr>
          <w:cantSplit/>
          <w:jc w:val="center"/>
        </w:trPr>
        <w:tc>
          <w:tcPr>
            <w:tcW w:w="918" w:type="dxa"/>
          </w:tcPr>
          <w:p w14:paraId="3BE7472D" w14:textId="5FC04E36" w:rsidR="007D79AA" w:rsidRPr="006B6307" w:rsidRDefault="007D79AA" w:rsidP="007D79AA">
            <w:pPr>
              <w:jc w:val="center"/>
            </w:pPr>
            <w:r w:rsidRPr="006B6307">
              <w:rPr>
                <w:color w:val="000000"/>
              </w:rPr>
              <w:t>Item 6</w:t>
            </w:r>
          </w:p>
        </w:tc>
        <w:tc>
          <w:tcPr>
            <w:tcW w:w="3690" w:type="dxa"/>
          </w:tcPr>
          <w:p w14:paraId="26F6A187" w14:textId="55666E48" w:rsidR="007D79AA" w:rsidRPr="006B6307" w:rsidRDefault="007D79AA" w:rsidP="007D79AA">
            <w:pPr>
              <w:overflowPunct/>
              <w:autoSpaceDE/>
              <w:autoSpaceDN/>
              <w:adjustRightInd/>
              <w:textAlignment w:val="auto"/>
              <w:rPr>
                <w:lang w:eastAsia="en-US"/>
              </w:rPr>
            </w:pPr>
            <w:r w:rsidRPr="006B6307">
              <w:t>Nucleic acid purification system</w:t>
            </w:r>
          </w:p>
        </w:tc>
        <w:tc>
          <w:tcPr>
            <w:tcW w:w="990" w:type="dxa"/>
          </w:tcPr>
          <w:p w14:paraId="62F5DADD" w14:textId="367BCBE9" w:rsidR="007D79AA" w:rsidRPr="001B11E7" w:rsidRDefault="007D79AA" w:rsidP="007D79AA">
            <w:pPr>
              <w:jc w:val="center"/>
            </w:pPr>
            <w:r>
              <w:t>3</w:t>
            </w:r>
          </w:p>
        </w:tc>
        <w:tc>
          <w:tcPr>
            <w:tcW w:w="1030" w:type="dxa"/>
          </w:tcPr>
          <w:p w14:paraId="57D9DF97" w14:textId="20190535" w:rsidR="007D79AA" w:rsidRPr="001B11E7" w:rsidRDefault="007D79AA" w:rsidP="007D79AA">
            <w:pPr>
              <w:jc w:val="center"/>
            </w:pPr>
            <w:r>
              <w:t>Each</w:t>
            </w:r>
          </w:p>
        </w:tc>
        <w:tc>
          <w:tcPr>
            <w:tcW w:w="2120" w:type="dxa"/>
          </w:tcPr>
          <w:p w14:paraId="1AFB116D" w14:textId="5D8DDB59" w:rsidR="007D79AA" w:rsidRPr="009C1C2E" w:rsidRDefault="007D79AA" w:rsidP="007D79AA">
            <w:pPr>
              <w:jc w:val="center"/>
            </w:pPr>
            <w:r>
              <w:t>4-6 weeks</w:t>
            </w:r>
            <w:r w:rsidR="006E1D01">
              <w:t xml:space="preserve"> is desirable</w:t>
            </w:r>
          </w:p>
        </w:tc>
      </w:tr>
      <w:tr w:rsidR="006E1D01" w14:paraId="5A49E9F5" w14:textId="77777777" w:rsidTr="006B6307">
        <w:trPr>
          <w:cantSplit/>
          <w:jc w:val="center"/>
        </w:trPr>
        <w:tc>
          <w:tcPr>
            <w:tcW w:w="918" w:type="dxa"/>
          </w:tcPr>
          <w:p w14:paraId="6B653505" w14:textId="6A26C1BD" w:rsidR="006E1D01" w:rsidRPr="006B6307" w:rsidRDefault="006E1D01" w:rsidP="006E1D01">
            <w:pPr>
              <w:jc w:val="center"/>
              <w:rPr>
                <w:lang w:val="en-GB"/>
              </w:rPr>
            </w:pPr>
            <w:r w:rsidRPr="006B6307">
              <w:rPr>
                <w:color w:val="000000"/>
              </w:rPr>
              <w:t>Item 7</w:t>
            </w:r>
          </w:p>
        </w:tc>
        <w:tc>
          <w:tcPr>
            <w:tcW w:w="3690" w:type="dxa"/>
          </w:tcPr>
          <w:p w14:paraId="24B0037E" w14:textId="458B1888" w:rsidR="006E1D01" w:rsidRPr="006B6307" w:rsidRDefault="006E1D01" w:rsidP="006E1D01">
            <w:pPr>
              <w:rPr>
                <w:color w:val="000000"/>
              </w:rPr>
            </w:pPr>
            <w:r w:rsidRPr="006B6307">
              <w:rPr>
                <w:color w:val="000000"/>
              </w:rPr>
              <w:t>DNA/RNA extraction kits – automated</w:t>
            </w:r>
          </w:p>
        </w:tc>
        <w:tc>
          <w:tcPr>
            <w:tcW w:w="990" w:type="dxa"/>
          </w:tcPr>
          <w:p w14:paraId="0F82CA39" w14:textId="2B973ECB" w:rsidR="006E1D01" w:rsidRPr="001B11E7" w:rsidRDefault="006E1D01" w:rsidP="006E1D01">
            <w:pPr>
              <w:jc w:val="center"/>
              <w:rPr>
                <w:lang w:eastAsia="en-US"/>
              </w:rPr>
            </w:pPr>
            <w:r>
              <w:rPr>
                <w:lang w:eastAsia="en-US"/>
              </w:rPr>
              <w:t>4800</w:t>
            </w:r>
          </w:p>
        </w:tc>
        <w:tc>
          <w:tcPr>
            <w:tcW w:w="1030" w:type="dxa"/>
          </w:tcPr>
          <w:p w14:paraId="2794B131" w14:textId="2EB1521F" w:rsidR="006E1D01" w:rsidRDefault="006E1D01" w:rsidP="006E1D01">
            <w:pPr>
              <w:jc w:val="center"/>
            </w:pPr>
            <w:r>
              <w:t xml:space="preserve">Test </w:t>
            </w:r>
          </w:p>
        </w:tc>
        <w:tc>
          <w:tcPr>
            <w:tcW w:w="2120" w:type="dxa"/>
          </w:tcPr>
          <w:p w14:paraId="0E5E7F64" w14:textId="5CE058BE" w:rsidR="006E1D01" w:rsidRDefault="006E1D01" w:rsidP="006E1D01">
            <w:pPr>
              <w:jc w:val="center"/>
            </w:pPr>
            <w:r>
              <w:t>4-6 weeks is desirable</w:t>
            </w:r>
          </w:p>
        </w:tc>
      </w:tr>
      <w:tr w:rsidR="006E1D01" w14:paraId="3691BC09" w14:textId="77777777" w:rsidTr="006B6307">
        <w:trPr>
          <w:cantSplit/>
          <w:jc w:val="center"/>
        </w:trPr>
        <w:tc>
          <w:tcPr>
            <w:tcW w:w="918" w:type="dxa"/>
          </w:tcPr>
          <w:p w14:paraId="3A041E3B" w14:textId="0CB7E072" w:rsidR="006E1D01" w:rsidRPr="006B6307" w:rsidRDefault="006E1D01" w:rsidP="006E1D01">
            <w:pPr>
              <w:jc w:val="center"/>
            </w:pPr>
            <w:r w:rsidRPr="006B6307">
              <w:rPr>
                <w:color w:val="000000"/>
              </w:rPr>
              <w:t>Item 8</w:t>
            </w:r>
          </w:p>
        </w:tc>
        <w:tc>
          <w:tcPr>
            <w:tcW w:w="3690" w:type="dxa"/>
          </w:tcPr>
          <w:p w14:paraId="1409C19F" w14:textId="1FC73E62" w:rsidR="006E1D01" w:rsidRPr="006B6307" w:rsidRDefault="006E1D01" w:rsidP="006E1D01">
            <w:pPr>
              <w:overflowPunct/>
              <w:autoSpaceDE/>
              <w:autoSpaceDN/>
              <w:adjustRightInd/>
              <w:textAlignment w:val="auto"/>
              <w:rPr>
                <w:lang w:eastAsia="en-US"/>
              </w:rPr>
            </w:pPr>
            <w:r w:rsidRPr="006B6307">
              <w:t>PCR chamber</w:t>
            </w:r>
          </w:p>
        </w:tc>
        <w:tc>
          <w:tcPr>
            <w:tcW w:w="990" w:type="dxa"/>
          </w:tcPr>
          <w:p w14:paraId="25BACE61" w14:textId="6450BACD" w:rsidR="006E1D01" w:rsidRDefault="006E1D01" w:rsidP="006E1D01">
            <w:pPr>
              <w:jc w:val="center"/>
            </w:pPr>
            <w:r>
              <w:t>3</w:t>
            </w:r>
          </w:p>
        </w:tc>
        <w:tc>
          <w:tcPr>
            <w:tcW w:w="1030" w:type="dxa"/>
          </w:tcPr>
          <w:p w14:paraId="1B559A79" w14:textId="097ED062" w:rsidR="006E1D01" w:rsidRDefault="006E1D01" w:rsidP="006E1D01">
            <w:pPr>
              <w:jc w:val="center"/>
            </w:pPr>
            <w:r>
              <w:t>each</w:t>
            </w:r>
          </w:p>
        </w:tc>
        <w:tc>
          <w:tcPr>
            <w:tcW w:w="2120" w:type="dxa"/>
          </w:tcPr>
          <w:p w14:paraId="784D1243" w14:textId="649EB2EC" w:rsidR="006E1D01" w:rsidRPr="009C1C2E" w:rsidRDefault="006E1D01" w:rsidP="006E1D01">
            <w:pPr>
              <w:jc w:val="center"/>
            </w:pPr>
            <w:r>
              <w:t>4-6 weeks is desirable</w:t>
            </w:r>
          </w:p>
        </w:tc>
      </w:tr>
      <w:tr w:rsidR="006E1D01" w14:paraId="1804DF01" w14:textId="77777777" w:rsidTr="006B6307">
        <w:trPr>
          <w:cantSplit/>
          <w:trHeight w:val="80"/>
          <w:jc w:val="center"/>
        </w:trPr>
        <w:tc>
          <w:tcPr>
            <w:tcW w:w="918" w:type="dxa"/>
          </w:tcPr>
          <w:p w14:paraId="52B94034" w14:textId="4038646D" w:rsidR="006E1D01" w:rsidRPr="006B6307" w:rsidRDefault="006E1D01" w:rsidP="006E1D01">
            <w:pPr>
              <w:jc w:val="center"/>
            </w:pPr>
            <w:r w:rsidRPr="006B6307">
              <w:t>Item 9</w:t>
            </w:r>
          </w:p>
        </w:tc>
        <w:tc>
          <w:tcPr>
            <w:tcW w:w="3690" w:type="dxa"/>
          </w:tcPr>
          <w:p w14:paraId="577D0360" w14:textId="39C37C12" w:rsidR="006E1D01" w:rsidRPr="006B6307" w:rsidRDefault="006E1D01" w:rsidP="006E1D01">
            <w:r w:rsidRPr="006B6307">
              <w:t>Biosafety cabins</w:t>
            </w:r>
          </w:p>
        </w:tc>
        <w:tc>
          <w:tcPr>
            <w:tcW w:w="990" w:type="dxa"/>
          </w:tcPr>
          <w:p w14:paraId="78D64A14" w14:textId="710CD0E1" w:rsidR="006E1D01" w:rsidRDefault="006E1D01" w:rsidP="006E1D01">
            <w:pPr>
              <w:jc w:val="center"/>
            </w:pPr>
            <w:r>
              <w:t>3</w:t>
            </w:r>
          </w:p>
        </w:tc>
        <w:tc>
          <w:tcPr>
            <w:tcW w:w="1030" w:type="dxa"/>
          </w:tcPr>
          <w:p w14:paraId="359B5012" w14:textId="610CEF7B" w:rsidR="006E1D01" w:rsidRDefault="006E1D01" w:rsidP="006E1D01">
            <w:pPr>
              <w:jc w:val="center"/>
            </w:pPr>
            <w:r>
              <w:t>each</w:t>
            </w:r>
          </w:p>
        </w:tc>
        <w:tc>
          <w:tcPr>
            <w:tcW w:w="2120" w:type="dxa"/>
          </w:tcPr>
          <w:p w14:paraId="168DA44F" w14:textId="1F0D90F6" w:rsidR="006E1D01" w:rsidRPr="009C1C2E" w:rsidRDefault="006E1D01" w:rsidP="006E1D01">
            <w:pPr>
              <w:jc w:val="center"/>
            </w:pPr>
            <w:r>
              <w:t>4-6 weeks is desirable</w:t>
            </w:r>
          </w:p>
        </w:tc>
      </w:tr>
      <w:tr w:rsidR="006E1D01" w14:paraId="5DEC98E8" w14:textId="77777777" w:rsidTr="006B6307">
        <w:trPr>
          <w:cantSplit/>
          <w:jc w:val="center"/>
        </w:trPr>
        <w:tc>
          <w:tcPr>
            <w:tcW w:w="918" w:type="dxa"/>
          </w:tcPr>
          <w:p w14:paraId="742F8CDC" w14:textId="75CBDA56" w:rsidR="006E1D01" w:rsidRPr="006B6307" w:rsidRDefault="006E1D01" w:rsidP="006E1D01">
            <w:pPr>
              <w:jc w:val="center"/>
              <w:rPr>
                <w:lang w:val="en-GB"/>
              </w:rPr>
            </w:pPr>
            <w:r w:rsidRPr="006B6307">
              <w:rPr>
                <w:color w:val="000000"/>
              </w:rPr>
              <w:t>Item 10</w:t>
            </w:r>
          </w:p>
        </w:tc>
        <w:tc>
          <w:tcPr>
            <w:tcW w:w="3690" w:type="dxa"/>
          </w:tcPr>
          <w:p w14:paraId="5F3BD685" w14:textId="4F5A0311" w:rsidR="006E1D01" w:rsidRPr="006B6307" w:rsidRDefault="006E1D01" w:rsidP="006E1D01">
            <w:pPr>
              <w:overflowPunct/>
              <w:autoSpaceDE/>
              <w:autoSpaceDN/>
              <w:adjustRightInd/>
              <w:textAlignment w:val="auto"/>
              <w:rPr>
                <w:lang w:eastAsia="en-US"/>
              </w:rPr>
            </w:pPr>
            <w:r w:rsidRPr="006B6307">
              <w:t>Laminar box</w:t>
            </w:r>
          </w:p>
        </w:tc>
        <w:tc>
          <w:tcPr>
            <w:tcW w:w="990" w:type="dxa"/>
          </w:tcPr>
          <w:p w14:paraId="15A19D3C" w14:textId="13B643E6" w:rsidR="006E1D01" w:rsidRDefault="006E1D01" w:rsidP="006E1D01">
            <w:pPr>
              <w:jc w:val="center"/>
            </w:pPr>
            <w:r>
              <w:t>3</w:t>
            </w:r>
          </w:p>
        </w:tc>
        <w:tc>
          <w:tcPr>
            <w:tcW w:w="1030" w:type="dxa"/>
          </w:tcPr>
          <w:p w14:paraId="7419D65E" w14:textId="484C1E25" w:rsidR="006E1D01" w:rsidRDefault="006E1D01" w:rsidP="006E1D01">
            <w:pPr>
              <w:jc w:val="center"/>
            </w:pPr>
            <w:r>
              <w:t>each</w:t>
            </w:r>
          </w:p>
        </w:tc>
        <w:tc>
          <w:tcPr>
            <w:tcW w:w="2120" w:type="dxa"/>
          </w:tcPr>
          <w:p w14:paraId="1E41D09B" w14:textId="2D6D65AB" w:rsidR="006E1D01" w:rsidRPr="009C1C2E" w:rsidRDefault="006E1D01" w:rsidP="006E1D01">
            <w:pPr>
              <w:jc w:val="center"/>
            </w:pPr>
            <w:r>
              <w:t>4-6 weeks is desirable</w:t>
            </w:r>
          </w:p>
        </w:tc>
      </w:tr>
      <w:tr w:rsidR="006E1D01" w14:paraId="7501E307" w14:textId="77777777" w:rsidTr="006B6307">
        <w:trPr>
          <w:cantSplit/>
          <w:jc w:val="center"/>
        </w:trPr>
        <w:tc>
          <w:tcPr>
            <w:tcW w:w="918" w:type="dxa"/>
          </w:tcPr>
          <w:p w14:paraId="26D209FF" w14:textId="6D7410F4" w:rsidR="006E1D01" w:rsidRPr="006B6307" w:rsidRDefault="006E1D01" w:rsidP="006E1D01">
            <w:pPr>
              <w:jc w:val="center"/>
              <w:rPr>
                <w:lang w:val="en-GB"/>
              </w:rPr>
            </w:pPr>
            <w:r w:rsidRPr="006B6307">
              <w:rPr>
                <w:color w:val="000000"/>
              </w:rPr>
              <w:t>Item 11</w:t>
            </w:r>
          </w:p>
        </w:tc>
        <w:tc>
          <w:tcPr>
            <w:tcW w:w="3690" w:type="dxa"/>
          </w:tcPr>
          <w:p w14:paraId="62D63FE5" w14:textId="0D9F77A8" w:rsidR="006E1D01" w:rsidRPr="006B6307" w:rsidRDefault="006E1D01" w:rsidP="006E1D01">
            <w:pPr>
              <w:overflowPunct/>
              <w:autoSpaceDE/>
              <w:autoSpaceDN/>
              <w:adjustRightInd/>
              <w:textAlignment w:val="auto"/>
              <w:rPr>
                <w:lang w:eastAsia="en-US"/>
              </w:rPr>
            </w:pPr>
            <w:r w:rsidRPr="006B6307">
              <w:t>Air cooler</w:t>
            </w:r>
          </w:p>
        </w:tc>
        <w:tc>
          <w:tcPr>
            <w:tcW w:w="990" w:type="dxa"/>
          </w:tcPr>
          <w:p w14:paraId="505E203D" w14:textId="52578148" w:rsidR="006E1D01" w:rsidRDefault="006E1D01" w:rsidP="006E1D01">
            <w:pPr>
              <w:jc w:val="center"/>
            </w:pPr>
            <w:r>
              <w:t>3</w:t>
            </w:r>
          </w:p>
        </w:tc>
        <w:tc>
          <w:tcPr>
            <w:tcW w:w="1030" w:type="dxa"/>
          </w:tcPr>
          <w:p w14:paraId="46079B27" w14:textId="2B2D50D4" w:rsidR="006E1D01" w:rsidRDefault="006E1D01" w:rsidP="006E1D01">
            <w:pPr>
              <w:jc w:val="center"/>
            </w:pPr>
            <w:r>
              <w:t>each</w:t>
            </w:r>
          </w:p>
        </w:tc>
        <w:tc>
          <w:tcPr>
            <w:tcW w:w="2120" w:type="dxa"/>
          </w:tcPr>
          <w:p w14:paraId="2CD7FC96" w14:textId="737DC03D" w:rsidR="006E1D01" w:rsidRPr="009C1C2E" w:rsidRDefault="006E1D01" w:rsidP="006E1D01">
            <w:pPr>
              <w:jc w:val="center"/>
            </w:pPr>
            <w:r>
              <w:t>4-6 weeks is desirable</w:t>
            </w:r>
          </w:p>
        </w:tc>
      </w:tr>
      <w:tr w:rsidR="006E1D01" w14:paraId="52EE364B" w14:textId="77777777" w:rsidTr="006B6307">
        <w:trPr>
          <w:cantSplit/>
          <w:jc w:val="center"/>
        </w:trPr>
        <w:tc>
          <w:tcPr>
            <w:tcW w:w="918" w:type="dxa"/>
          </w:tcPr>
          <w:p w14:paraId="4BF9CDF6" w14:textId="6479D314" w:rsidR="006E1D01" w:rsidRPr="006B6307" w:rsidRDefault="006E1D01" w:rsidP="006E1D01">
            <w:pPr>
              <w:jc w:val="center"/>
              <w:rPr>
                <w:lang w:val="en-GB"/>
              </w:rPr>
            </w:pPr>
            <w:r w:rsidRPr="006B6307">
              <w:rPr>
                <w:color w:val="000000"/>
              </w:rPr>
              <w:t>Item 12</w:t>
            </w:r>
          </w:p>
        </w:tc>
        <w:tc>
          <w:tcPr>
            <w:tcW w:w="3690" w:type="dxa"/>
          </w:tcPr>
          <w:p w14:paraId="495F3899" w14:textId="56B81066" w:rsidR="006E1D01" w:rsidRPr="006B6307" w:rsidRDefault="006E1D01" w:rsidP="006E1D01">
            <w:pPr>
              <w:overflowPunct/>
              <w:autoSpaceDE/>
              <w:autoSpaceDN/>
              <w:adjustRightInd/>
              <w:textAlignment w:val="auto"/>
              <w:rPr>
                <w:lang w:eastAsia="en-US"/>
              </w:rPr>
            </w:pPr>
            <w:r w:rsidRPr="006B6307">
              <w:t>Laboratory furniture set</w:t>
            </w:r>
          </w:p>
        </w:tc>
        <w:tc>
          <w:tcPr>
            <w:tcW w:w="990" w:type="dxa"/>
          </w:tcPr>
          <w:p w14:paraId="650B2470" w14:textId="02077FE0" w:rsidR="006E1D01" w:rsidRDefault="006E1D01" w:rsidP="006E1D01">
            <w:pPr>
              <w:jc w:val="center"/>
            </w:pPr>
            <w:r>
              <w:t>3</w:t>
            </w:r>
          </w:p>
        </w:tc>
        <w:tc>
          <w:tcPr>
            <w:tcW w:w="1030" w:type="dxa"/>
          </w:tcPr>
          <w:p w14:paraId="7781DB3D" w14:textId="04829143" w:rsidR="006E1D01" w:rsidRDefault="006E1D01" w:rsidP="006E1D01">
            <w:pPr>
              <w:jc w:val="center"/>
            </w:pPr>
            <w:r>
              <w:t>each</w:t>
            </w:r>
          </w:p>
        </w:tc>
        <w:tc>
          <w:tcPr>
            <w:tcW w:w="2120" w:type="dxa"/>
          </w:tcPr>
          <w:p w14:paraId="4BC4AB58" w14:textId="011BE866" w:rsidR="006E1D01" w:rsidRPr="009C1C2E" w:rsidRDefault="006E1D01" w:rsidP="006E1D01">
            <w:pPr>
              <w:jc w:val="center"/>
            </w:pPr>
            <w:r>
              <w:t>4-6 weeks is desirable</w:t>
            </w:r>
          </w:p>
        </w:tc>
      </w:tr>
      <w:tr w:rsidR="006E1D01" w14:paraId="378A9A8F" w14:textId="77777777" w:rsidTr="006B6307">
        <w:trPr>
          <w:cantSplit/>
          <w:jc w:val="center"/>
        </w:trPr>
        <w:tc>
          <w:tcPr>
            <w:tcW w:w="918" w:type="dxa"/>
          </w:tcPr>
          <w:p w14:paraId="361C3A67" w14:textId="0CE36D0F" w:rsidR="006E1D01" w:rsidRPr="006B6307" w:rsidRDefault="006E1D01" w:rsidP="006E1D01">
            <w:pPr>
              <w:jc w:val="center"/>
              <w:rPr>
                <w:lang w:val="en-GB"/>
              </w:rPr>
            </w:pPr>
            <w:r w:rsidRPr="006B6307">
              <w:rPr>
                <w:color w:val="000000"/>
              </w:rPr>
              <w:t>Item 13</w:t>
            </w:r>
          </w:p>
        </w:tc>
        <w:tc>
          <w:tcPr>
            <w:tcW w:w="3690" w:type="dxa"/>
          </w:tcPr>
          <w:p w14:paraId="73F95290" w14:textId="61AADDBE" w:rsidR="006E1D01" w:rsidRPr="006B6307" w:rsidRDefault="006E1D01" w:rsidP="006E1D01">
            <w:pPr>
              <w:overflowPunct/>
              <w:autoSpaceDE/>
              <w:autoSpaceDN/>
              <w:adjustRightInd/>
              <w:textAlignment w:val="auto"/>
              <w:rPr>
                <w:lang w:eastAsia="en-US"/>
              </w:rPr>
            </w:pPr>
            <w:r w:rsidRPr="006B6307">
              <w:t>Centrifuge high speed</w:t>
            </w:r>
          </w:p>
        </w:tc>
        <w:tc>
          <w:tcPr>
            <w:tcW w:w="990" w:type="dxa"/>
          </w:tcPr>
          <w:p w14:paraId="3EE153A7" w14:textId="74C16A3F" w:rsidR="006E1D01" w:rsidRDefault="006E1D01" w:rsidP="006E1D01">
            <w:pPr>
              <w:jc w:val="center"/>
            </w:pPr>
            <w:r>
              <w:t>3</w:t>
            </w:r>
          </w:p>
        </w:tc>
        <w:tc>
          <w:tcPr>
            <w:tcW w:w="1030" w:type="dxa"/>
          </w:tcPr>
          <w:p w14:paraId="6552F286" w14:textId="200B6C51" w:rsidR="006E1D01" w:rsidRDefault="006E1D01" w:rsidP="006E1D01">
            <w:pPr>
              <w:jc w:val="center"/>
            </w:pPr>
            <w:r>
              <w:t>each</w:t>
            </w:r>
          </w:p>
        </w:tc>
        <w:tc>
          <w:tcPr>
            <w:tcW w:w="2120" w:type="dxa"/>
          </w:tcPr>
          <w:p w14:paraId="3A2EFC1C" w14:textId="6A11A4F2" w:rsidR="006E1D01" w:rsidRPr="009C1C2E" w:rsidRDefault="006E1D01" w:rsidP="006E1D01">
            <w:pPr>
              <w:jc w:val="center"/>
            </w:pPr>
            <w:r>
              <w:t>4-6 weeks is desirable</w:t>
            </w:r>
          </w:p>
        </w:tc>
      </w:tr>
      <w:tr w:rsidR="006E1D01" w14:paraId="79ADB3D8" w14:textId="77777777" w:rsidTr="006B6307">
        <w:trPr>
          <w:cantSplit/>
          <w:jc w:val="center"/>
        </w:trPr>
        <w:tc>
          <w:tcPr>
            <w:tcW w:w="918" w:type="dxa"/>
          </w:tcPr>
          <w:p w14:paraId="042089B2" w14:textId="02909DE2" w:rsidR="006E1D01" w:rsidRPr="006B6307" w:rsidRDefault="006E1D01" w:rsidP="006E1D01">
            <w:pPr>
              <w:jc w:val="center"/>
              <w:rPr>
                <w:lang w:val="en-GB"/>
              </w:rPr>
            </w:pPr>
            <w:r w:rsidRPr="006B6307">
              <w:rPr>
                <w:color w:val="000000"/>
              </w:rPr>
              <w:t>Item 14</w:t>
            </w:r>
          </w:p>
        </w:tc>
        <w:tc>
          <w:tcPr>
            <w:tcW w:w="3690" w:type="dxa"/>
          </w:tcPr>
          <w:p w14:paraId="6F4F285C" w14:textId="52E35ADD" w:rsidR="006E1D01" w:rsidRPr="006B6307" w:rsidRDefault="006E1D01" w:rsidP="006E1D01">
            <w:pPr>
              <w:overflowPunct/>
              <w:autoSpaceDE/>
              <w:autoSpaceDN/>
              <w:adjustRightInd/>
              <w:textAlignment w:val="auto"/>
              <w:rPr>
                <w:lang w:eastAsia="en-US"/>
              </w:rPr>
            </w:pPr>
            <w:r w:rsidRPr="006B6307">
              <w:t>Spin down</w:t>
            </w:r>
          </w:p>
        </w:tc>
        <w:tc>
          <w:tcPr>
            <w:tcW w:w="990" w:type="dxa"/>
          </w:tcPr>
          <w:p w14:paraId="4ACC4230" w14:textId="3B15E3BB" w:rsidR="006E1D01" w:rsidRDefault="006E1D01" w:rsidP="006E1D01">
            <w:pPr>
              <w:jc w:val="center"/>
            </w:pPr>
            <w:r>
              <w:t>6</w:t>
            </w:r>
          </w:p>
        </w:tc>
        <w:tc>
          <w:tcPr>
            <w:tcW w:w="1030" w:type="dxa"/>
          </w:tcPr>
          <w:p w14:paraId="19141384" w14:textId="71472302" w:rsidR="006E1D01" w:rsidRDefault="006E1D01" w:rsidP="006E1D01">
            <w:pPr>
              <w:jc w:val="center"/>
            </w:pPr>
            <w:r>
              <w:t>each</w:t>
            </w:r>
          </w:p>
        </w:tc>
        <w:tc>
          <w:tcPr>
            <w:tcW w:w="2120" w:type="dxa"/>
          </w:tcPr>
          <w:p w14:paraId="323D6DE5" w14:textId="448E2883" w:rsidR="006E1D01" w:rsidRPr="009C1C2E" w:rsidRDefault="006E1D01" w:rsidP="006E1D01">
            <w:pPr>
              <w:jc w:val="center"/>
            </w:pPr>
            <w:r>
              <w:t>4-6 weeks is desirable</w:t>
            </w:r>
          </w:p>
        </w:tc>
      </w:tr>
      <w:tr w:rsidR="006E1D01" w14:paraId="11C15949" w14:textId="77777777" w:rsidTr="006B6307">
        <w:trPr>
          <w:cantSplit/>
          <w:jc w:val="center"/>
        </w:trPr>
        <w:tc>
          <w:tcPr>
            <w:tcW w:w="918" w:type="dxa"/>
          </w:tcPr>
          <w:p w14:paraId="428B1228" w14:textId="4EE2931F" w:rsidR="006E1D01" w:rsidRPr="006B6307" w:rsidRDefault="006E1D01" w:rsidP="006E1D01">
            <w:pPr>
              <w:jc w:val="center"/>
              <w:rPr>
                <w:lang w:val="en-GB"/>
              </w:rPr>
            </w:pPr>
            <w:r w:rsidRPr="006B6307">
              <w:rPr>
                <w:color w:val="000000"/>
              </w:rPr>
              <w:t>Item 15</w:t>
            </w:r>
          </w:p>
        </w:tc>
        <w:tc>
          <w:tcPr>
            <w:tcW w:w="3690" w:type="dxa"/>
          </w:tcPr>
          <w:p w14:paraId="6C445914" w14:textId="02253BED" w:rsidR="006E1D01" w:rsidRPr="006B6307" w:rsidRDefault="006E1D01" w:rsidP="006E1D01">
            <w:pPr>
              <w:overflowPunct/>
              <w:autoSpaceDE/>
              <w:autoSpaceDN/>
              <w:adjustRightInd/>
              <w:textAlignment w:val="auto"/>
              <w:rPr>
                <w:lang w:eastAsia="en-US"/>
              </w:rPr>
            </w:pPr>
            <w:r w:rsidRPr="006B6307">
              <w:t>Vortex</w:t>
            </w:r>
          </w:p>
        </w:tc>
        <w:tc>
          <w:tcPr>
            <w:tcW w:w="990" w:type="dxa"/>
          </w:tcPr>
          <w:p w14:paraId="151A3839" w14:textId="51CE5C9E" w:rsidR="006E1D01" w:rsidRDefault="006E1D01" w:rsidP="006E1D01">
            <w:pPr>
              <w:jc w:val="center"/>
            </w:pPr>
            <w:r>
              <w:t>6</w:t>
            </w:r>
          </w:p>
        </w:tc>
        <w:tc>
          <w:tcPr>
            <w:tcW w:w="1030" w:type="dxa"/>
          </w:tcPr>
          <w:p w14:paraId="29EBA22C" w14:textId="5116FDC9" w:rsidR="006E1D01" w:rsidRDefault="006E1D01" w:rsidP="006E1D01">
            <w:pPr>
              <w:jc w:val="center"/>
            </w:pPr>
            <w:r>
              <w:t>each</w:t>
            </w:r>
          </w:p>
        </w:tc>
        <w:tc>
          <w:tcPr>
            <w:tcW w:w="2120" w:type="dxa"/>
          </w:tcPr>
          <w:p w14:paraId="4FB9460E" w14:textId="6D25EBDA" w:rsidR="006E1D01" w:rsidRPr="009C1C2E" w:rsidRDefault="006E1D01" w:rsidP="006E1D01">
            <w:pPr>
              <w:jc w:val="center"/>
            </w:pPr>
            <w:r>
              <w:t>4-6 weeks is desirable</w:t>
            </w:r>
          </w:p>
        </w:tc>
      </w:tr>
      <w:tr w:rsidR="006E1D01" w14:paraId="29F4EAA2" w14:textId="77777777" w:rsidTr="006B6307">
        <w:trPr>
          <w:cantSplit/>
          <w:jc w:val="center"/>
        </w:trPr>
        <w:tc>
          <w:tcPr>
            <w:tcW w:w="918" w:type="dxa"/>
          </w:tcPr>
          <w:p w14:paraId="5ED720AA" w14:textId="7B4B58CF" w:rsidR="006E1D01" w:rsidRPr="006B6307" w:rsidRDefault="006E1D01" w:rsidP="006E1D01">
            <w:pPr>
              <w:jc w:val="center"/>
              <w:rPr>
                <w:lang w:val="en-GB"/>
              </w:rPr>
            </w:pPr>
            <w:r w:rsidRPr="006B6307">
              <w:rPr>
                <w:color w:val="000000"/>
              </w:rPr>
              <w:t>Item 16</w:t>
            </w:r>
          </w:p>
        </w:tc>
        <w:tc>
          <w:tcPr>
            <w:tcW w:w="3690" w:type="dxa"/>
          </w:tcPr>
          <w:p w14:paraId="7E0CF099" w14:textId="38651E65" w:rsidR="006E1D01" w:rsidRPr="006B6307" w:rsidRDefault="006E1D01" w:rsidP="006E1D01">
            <w:pPr>
              <w:overflowPunct/>
              <w:autoSpaceDE/>
              <w:autoSpaceDN/>
              <w:adjustRightInd/>
              <w:textAlignment w:val="auto"/>
              <w:rPr>
                <w:lang w:eastAsia="en-US"/>
              </w:rPr>
            </w:pPr>
            <w:r>
              <w:t>L</w:t>
            </w:r>
            <w:r w:rsidRPr="006B6307">
              <w:t>aboratory refrigerator with freezer</w:t>
            </w:r>
          </w:p>
        </w:tc>
        <w:tc>
          <w:tcPr>
            <w:tcW w:w="990" w:type="dxa"/>
          </w:tcPr>
          <w:p w14:paraId="51770B6D" w14:textId="74C3F183" w:rsidR="006E1D01" w:rsidRDefault="006E1D01" w:rsidP="006E1D01">
            <w:pPr>
              <w:jc w:val="center"/>
            </w:pPr>
            <w:r>
              <w:t>6</w:t>
            </w:r>
          </w:p>
        </w:tc>
        <w:tc>
          <w:tcPr>
            <w:tcW w:w="1030" w:type="dxa"/>
          </w:tcPr>
          <w:p w14:paraId="5EFE3986" w14:textId="27471A02" w:rsidR="006E1D01" w:rsidRDefault="006E1D01" w:rsidP="006E1D01">
            <w:pPr>
              <w:jc w:val="center"/>
            </w:pPr>
            <w:r>
              <w:t>each</w:t>
            </w:r>
          </w:p>
        </w:tc>
        <w:tc>
          <w:tcPr>
            <w:tcW w:w="2120" w:type="dxa"/>
          </w:tcPr>
          <w:p w14:paraId="59F1BD38" w14:textId="5C59291D" w:rsidR="006E1D01" w:rsidRPr="009C1C2E" w:rsidRDefault="006E1D01" w:rsidP="006E1D01">
            <w:pPr>
              <w:jc w:val="center"/>
            </w:pPr>
            <w:r>
              <w:t>4-6 weeks is desirable</w:t>
            </w:r>
          </w:p>
        </w:tc>
      </w:tr>
      <w:tr w:rsidR="006E1D01" w14:paraId="4688A47A" w14:textId="77777777" w:rsidTr="006B6307">
        <w:trPr>
          <w:cantSplit/>
          <w:jc w:val="center"/>
        </w:trPr>
        <w:tc>
          <w:tcPr>
            <w:tcW w:w="918" w:type="dxa"/>
          </w:tcPr>
          <w:p w14:paraId="776EFD84" w14:textId="180F54B8" w:rsidR="006E1D01" w:rsidRPr="006B6307" w:rsidRDefault="006E1D01" w:rsidP="006E1D01">
            <w:pPr>
              <w:jc w:val="center"/>
              <w:rPr>
                <w:lang w:val="en-GB"/>
              </w:rPr>
            </w:pPr>
            <w:r w:rsidRPr="006B6307">
              <w:t>Item 17</w:t>
            </w:r>
          </w:p>
        </w:tc>
        <w:tc>
          <w:tcPr>
            <w:tcW w:w="3690" w:type="dxa"/>
          </w:tcPr>
          <w:p w14:paraId="7800A863" w14:textId="55294A44" w:rsidR="006E1D01" w:rsidRPr="006B6307" w:rsidRDefault="006E1D01" w:rsidP="006E1D01">
            <w:pPr>
              <w:rPr>
                <w:color w:val="000000"/>
              </w:rPr>
            </w:pPr>
            <w:r>
              <w:rPr>
                <w:color w:val="000000"/>
              </w:rPr>
              <w:t>A</w:t>
            </w:r>
            <w:r w:rsidRPr="006B6307">
              <w:rPr>
                <w:color w:val="000000"/>
              </w:rPr>
              <w:t>utoclave</w:t>
            </w:r>
          </w:p>
        </w:tc>
        <w:tc>
          <w:tcPr>
            <w:tcW w:w="990" w:type="dxa"/>
          </w:tcPr>
          <w:p w14:paraId="4C48CC7C" w14:textId="1C151FCF" w:rsidR="006E1D01" w:rsidRDefault="006E1D01" w:rsidP="006E1D01">
            <w:pPr>
              <w:jc w:val="center"/>
            </w:pPr>
            <w:r>
              <w:t>6</w:t>
            </w:r>
          </w:p>
        </w:tc>
        <w:tc>
          <w:tcPr>
            <w:tcW w:w="1030" w:type="dxa"/>
          </w:tcPr>
          <w:p w14:paraId="1FD987E4" w14:textId="45F54B6C" w:rsidR="006E1D01" w:rsidRDefault="006E1D01" w:rsidP="006E1D01">
            <w:pPr>
              <w:jc w:val="center"/>
            </w:pPr>
            <w:r>
              <w:t>each</w:t>
            </w:r>
          </w:p>
        </w:tc>
        <w:tc>
          <w:tcPr>
            <w:tcW w:w="2120" w:type="dxa"/>
          </w:tcPr>
          <w:p w14:paraId="773EFD4F" w14:textId="2D833EE5" w:rsidR="006E1D01" w:rsidRPr="009C1C2E" w:rsidRDefault="006E1D01" w:rsidP="006E1D01">
            <w:pPr>
              <w:jc w:val="center"/>
            </w:pPr>
            <w:r>
              <w:t>4-6 weeks is desirable</w:t>
            </w:r>
          </w:p>
        </w:tc>
      </w:tr>
      <w:tr w:rsidR="006E1D01" w14:paraId="5FF93103" w14:textId="77777777" w:rsidTr="006B6307">
        <w:trPr>
          <w:cantSplit/>
          <w:jc w:val="center"/>
        </w:trPr>
        <w:tc>
          <w:tcPr>
            <w:tcW w:w="918" w:type="dxa"/>
          </w:tcPr>
          <w:p w14:paraId="4EEC4D81" w14:textId="547919F8" w:rsidR="006E1D01" w:rsidRPr="006B6307" w:rsidRDefault="006E1D01" w:rsidP="006E1D01">
            <w:pPr>
              <w:jc w:val="center"/>
              <w:rPr>
                <w:lang w:val="en-GB"/>
              </w:rPr>
            </w:pPr>
            <w:r w:rsidRPr="006B6307">
              <w:rPr>
                <w:color w:val="000000"/>
              </w:rPr>
              <w:t>Item 18</w:t>
            </w:r>
          </w:p>
        </w:tc>
        <w:tc>
          <w:tcPr>
            <w:tcW w:w="3690" w:type="dxa"/>
          </w:tcPr>
          <w:p w14:paraId="5A662827" w14:textId="41246F25" w:rsidR="006E1D01" w:rsidRPr="006B6307" w:rsidRDefault="006E1D01" w:rsidP="006E1D01">
            <w:pPr>
              <w:overflowPunct/>
              <w:autoSpaceDE/>
              <w:autoSpaceDN/>
              <w:adjustRightInd/>
              <w:textAlignment w:val="auto"/>
              <w:rPr>
                <w:lang w:eastAsia="en-US"/>
              </w:rPr>
            </w:pPr>
            <w:r>
              <w:t>M</w:t>
            </w:r>
            <w:r w:rsidRPr="006B6307">
              <w:t>icropipette set</w:t>
            </w:r>
          </w:p>
        </w:tc>
        <w:tc>
          <w:tcPr>
            <w:tcW w:w="990" w:type="dxa"/>
          </w:tcPr>
          <w:p w14:paraId="1C1F354A" w14:textId="71720D5B" w:rsidR="006E1D01" w:rsidRDefault="006E1D01" w:rsidP="006E1D01">
            <w:pPr>
              <w:jc w:val="center"/>
            </w:pPr>
            <w:r>
              <w:t>9</w:t>
            </w:r>
          </w:p>
        </w:tc>
        <w:tc>
          <w:tcPr>
            <w:tcW w:w="1030" w:type="dxa"/>
          </w:tcPr>
          <w:p w14:paraId="744C188B" w14:textId="6E5B3DE1" w:rsidR="006E1D01" w:rsidRDefault="006E1D01" w:rsidP="006E1D01">
            <w:pPr>
              <w:jc w:val="center"/>
            </w:pPr>
            <w:r>
              <w:t>each</w:t>
            </w:r>
          </w:p>
        </w:tc>
        <w:tc>
          <w:tcPr>
            <w:tcW w:w="2120" w:type="dxa"/>
          </w:tcPr>
          <w:p w14:paraId="26568356" w14:textId="62B0D4E4" w:rsidR="006E1D01" w:rsidRPr="009C1C2E" w:rsidRDefault="006E1D01" w:rsidP="006E1D01">
            <w:pPr>
              <w:jc w:val="center"/>
            </w:pPr>
            <w:r>
              <w:t>4-6 weeks is desirable</w:t>
            </w:r>
          </w:p>
        </w:tc>
      </w:tr>
      <w:tr w:rsidR="006E1D01" w14:paraId="26FA915A" w14:textId="77777777" w:rsidTr="006B6307">
        <w:trPr>
          <w:cantSplit/>
          <w:jc w:val="center"/>
        </w:trPr>
        <w:tc>
          <w:tcPr>
            <w:tcW w:w="918" w:type="dxa"/>
          </w:tcPr>
          <w:p w14:paraId="0F39426E" w14:textId="4AD8B4AD" w:rsidR="006E1D01" w:rsidRPr="006B6307" w:rsidRDefault="006E1D01" w:rsidP="006E1D01">
            <w:pPr>
              <w:jc w:val="center"/>
              <w:rPr>
                <w:color w:val="000000"/>
              </w:rPr>
            </w:pPr>
            <w:r w:rsidRPr="006B6307">
              <w:rPr>
                <w:color w:val="000000"/>
              </w:rPr>
              <w:t>Item 19</w:t>
            </w:r>
          </w:p>
        </w:tc>
        <w:tc>
          <w:tcPr>
            <w:tcW w:w="3690" w:type="dxa"/>
          </w:tcPr>
          <w:p w14:paraId="22B637E6" w14:textId="2CA28269" w:rsidR="006E1D01" w:rsidRPr="006B6307" w:rsidRDefault="006E1D01" w:rsidP="006E1D01">
            <w:pPr>
              <w:overflowPunct/>
              <w:autoSpaceDE/>
              <w:autoSpaceDN/>
              <w:adjustRightInd/>
              <w:textAlignment w:val="auto"/>
            </w:pPr>
            <w:r>
              <w:t>L</w:t>
            </w:r>
            <w:r w:rsidRPr="006B6307">
              <w:t>aboratory thermometer set</w:t>
            </w:r>
          </w:p>
        </w:tc>
        <w:tc>
          <w:tcPr>
            <w:tcW w:w="990" w:type="dxa"/>
          </w:tcPr>
          <w:p w14:paraId="438B4666" w14:textId="3F774F00" w:rsidR="006E1D01" w:rsidRDefault="006E1D01" w:rsidP="006E1D01">
            <w:pPr>
              <w:jc w:val="center"/>
            </w:pPr>
            <w:r>
              <w:t>3</w:t>
            </w:r>
          </w:p>
        </w:tc>
        <w:tc>
          <w:tcPr>
            <w:tcW w:w="1030" w:type="dxa"/>
          </w:tcPr>
          <w:p w14:paraId="51189AB5" w14:textId="3D61E42A" w:rsidR="006E1D01" w:rsidRDefault="006E1D01" w:rsidP="006E1D01">
            <w:pPr>
              <w:jc w:val="center"/>
            </w:pPr>
            <w:r>
              <w:t>each</w:t>
            </w:r>
          </w:p>
        </w:tc>
        <w:tc>
          <w:tcPr>
            <w:tcW w:w="2120" w:type="dxa"/>
          </w:tcPr>
          <w:p w14:paraId="37F401EC" w14:textId="2813508C" w:rsidR="006E1D01" w:rsidRDefault="006E1D01" w:rsidP="006E1D01">
            <w:pPr>
              <w:jc w:val="center"/>
            </w:pPr>
            <w:r>
              <w:t>4-6 weeks is desirable</w:t>
            </w:r>
          </w:p>
        </w:tc>
      </w:tr>
      <w:tr w:rsidR="006E1D01" w14:paraId="1DDAC91F" w14:textId="77777777" w:rsidTr="006B6307">
        <w:trPr>
          <w:cantSplit/>
          <w:jc w:val="center"/>
        </w:trPr>
        <w:tc>
          <w:tcPr>
            <w:tcW w:w="918" w:type="dxa"/>
          </w:tcPr>
          <w:p w14:paraId="4C4B2961" w14:textId="478D8964" w:rsidR="006E1D01" w:rsidRPr="006B6307" w:rsidRDefault="006E1D01" w:rsidP="006E1D01">
            <w:pPr>
              <w:jc w:val="center"/>
              <w:rPr>
                <w:color w:val="000000"/>
              </w:rPr>
            </w:pPr>
            <w:r w:rsidRPr="006B6307">
              <w:rPr>
                <w:color w:val="000000"/>
              </w:rPr>
              <w:t>Item 20</w:t>
            </w:r>
          </w:p>
        </w:tc>
        <w:tc>
          <w:tcPr>
            <w:tcW w:w="3690" w:type="dxa"/>
          </w:tcPr>
          <w:p w14:paraId="7A7F5051" w14:textId="3C295509" w:rsidR="006E1D01" w:rsidRPr="006B6307" w:rsidRDefault="006E1D01" w:rsidP="006E1D01">
            <w:pPr>
              <w:overflowPunct/>
              <w:autoSpaceDE/>
              <w:autoSpaceDN/>
              <w:adjustRightInd/>
              <w:textAlignment w:val="auto"/>
            </w:pPr>
            <w:r>
              <w:t>V</w:t>
            </w:r>
            <w:r w:rsidRPr="006B6307">
              <w:t>irus transport medium with swabs</w:t>
            </w:r>
          </w:p>
        </w:tc>
        <w:tc>
          <w:tcPr>
            <w:tcW w:w="990" w:type="dxa"/>
          </w:tcPr>
          <w:p w14:paraId="01392AB7" w14:textId="5A294E7D" w:rsidR="006E1D01" w:rsidRDefault="006E1D01" w:rsidP="006E1D01">
            <w:pPr>
              <w:jc w:val="center"/>
            </w:pPr>
            <w:r>
              <w:t>4000</w:t>
            </w:r>
          </w:p>
        </w:tc>
        <w:tc>
          <w:tcPr>
            <w:tcW w:w="1030" w:type="dxa"/>
          </w:tcPr>
          <w:p w14:paraId="0928688E" w14:textId="6F7AE9CF" w:rsidR="006E1D01" w:rsidRDefault="006E1D01" w:rsidP="006E1D01">
            <w:pPr>
              <w:jc w:val="center"/>
            </w:pPr>
            <w:r>
              <w:t>each</w:t>
            </w:r>
          </w:p>
        </w:tc>
        <w:tc>
          <w:tcPr>
            <w:tcW w:w="2120" w:type="dxa"/>
          </w:tcPr>
          <w:p w14:paraId="6E3FBA4B" w14:textId="4F053C33" w:rsidR="006E1D01" w:rsidRDefault="006E1D01" w:rsidP="006E1D01">
            <w:pPr>
              <w:jc w:val="center"/>
            </w:pPr>
            <w:r>
              <w:t>4-6 weeks is desirable</w:t>
            </w:r>
          </w:p>
        </w:tc>
      </w:tr>
      <w:tr w:rsidR="006E1D01" w14:paraId="11E250F7" w14:textId="77777777" w:rsidTr="006B6307">
        <w:trPr>
          <w:cantSplit/>
          <w:jc w:val="center"/>
        </w:trPr>
        <w:tc>
          <w:tcPr>
            <w:tcW w:w="918" w:type="dxa"/>
          </w:tcPr>
          <w:p w14:paraId="0C39C497" w14:textId="7C1F30EC" w:rsidR="006E1D01" w:rsidRPr="006B6307" w:rsidRDefault="006E1D01" w:rsidP="006E1D01">
            <w:pPr>
              <w:jc w:val="center"/>
              <w:rPr>
                <w:color w:val="000000"/>
              </w:rPr>
            </w:pPr>
            <w:r w:rsidRPr="006B6307">
              <w:rPr>
                <w:color w:val="000000"/>
              </w:rPr>
              <w:t>Item 21</w:t>
            </w:r>
          </w:p>
        </w:tc>
        <w:tc>
          <w:tcPr>
            <w:tcW w:w="3690" w:type="dxa"/>
          </w:tcPr>
          <w:p w14:paraId="1F378543" w14:textId="031DAA29" w:rsidR="006E1D01" w:rsidRPr="006B6307" w:rsidRDefault="006E1D01" w:rsidP="006E1D01">
            <w:pPr>
              <w:overflowPunct/>
              <w:autoSpaceDE/>
              <w:autoSpaceDN/>
              <w:adjustRightInd/>
              <w:textAlignment w:val="auto"/>
            </w:pPr>
            <w:r>
              <w:t>S</w:t>
            </w:r>
            <w:r w:rsidRPr="006B6307">
              <w:t>ample transport box</w:t>
            </w:r>
          </w:p>
        </w:tc>
        <w:tc>
          <w:tcPr>
            <w:tcW w:w="990" w:type="dxa"/>
          </w:tcPr>
          <w:p w14:paraId="30001BDB" w14:textId="7DB4FF54" w:rsidR="006E1D01" w:rsidRDefault="006E1D01" w:rsidP="006E1D01">
            <w:pPr>
              <w:jc w:val="center"/>
            </w:pPr>
            <w:r>
              <w:t>3</w:t>
            </w:r>
          </w:p>
        </w:tc>
        <w:tc>
          <w:tcPr>
            <w:tcW w:w="1030" w:type="dxa"/>
          </w:tcPr>
          <w:p w14:paraId="0F396319" w14:textId="5968A023" w:rsidR="006E1D01" w:rsidRDefault="006E1D01" w:rsidP="006E1D01">
            <w:pPr>
              <w:jc w:val="center"/>
            </w:pPr>
            <w:r>
              <w:t>each</w:t>
            </w:r>
          </w:p>
        </w:tc>
        <w:tc>
          <w:tcPr>
            <w:tcW w:w="2120" w:type="dxa"/>
          </w:tcPr>
          <w:p w14:paraId="279B74F3" w14:textId="4D1F4CCD" w:rsidR="006E1D01" w:rsidRDefault="006E1D01" w:rsidP="006E1D01">
            <w:pPr>
              <w:jc w:val="center"/>
            </w:pPr>
            <w:r>
              <w:t>4-6 weeks is desirable</w:t>
            </w:r>
          </w:p>
        </w:tc>
      </w:tr>
      <w:tr w:rsidR="006E1D01" w14:paraId="747279B2" w14:textId="77777777" w:rsidTr="006B6307">
        <w:trPr>
          <w:cantSplit/>
          <w:jc w:val="center"/>
        </w:trPr>
        <w:tc>
          <w:tcPr>
            <w:tcW w:w="918" w:type="dxa"/>
          </w:tcPr>
          <w:p w14:paraId="21942FC4" w14:textId="760FAFD3" w:rsidR="006E1D01" w:rsidRPr="006B6307" w:rsidRDefault="006E1D01" w:rsidP="006E1D01">
            <w:pPr>
              <w:jc w:val="center"/>
              <w:rPr>
                <w:color w:val="000000"/>
              </w:rPr>
            </w:pPr>
            <w:r w:rsidRPr="006B6307">
              <w:rPr>
                <w:color w:val="000000"/>
              </w:rPr>
              <w:t>Item 22</w:t>
            </w:r>
          </w:p>
        </w:tc>
        <w:tc>
          <w:tcPr>
            <w:tcW w:w="3690" w:type="dxa"/>
          </w:tcPr>
          <w:p w14:paraId="4CF92C92" w14:textId="5F2406AD" w:rsidR="006E1D01" w:rsidRPr="006B6307" w:rsidRDefault="006E1D01" w:rsidP="006E1D01">
            <w:pPr>
              <w:overflowPunct/>
              <w:autoSpaceDE/>
              <w:autoSpaceDN/>
              <w:adjustRightInd/>
              <w:textAlignment w:val="auto"/>
            </w:pPr>
            <w:r>
              <w:t>H</w:t>
            </w:r>
            <w:r w:rsidRPr="006B6307">
              <w:t>andheld label printer</w:t>
            </w:r>
          </w:p>
        </w:tc>
        <w:tc>
          <w:tcPr>
            <w:tcW w:w="990" w:type="dxa"/>
          </w:tcPr>
          <w:p w14:paraId="0E2FC9FD" w14:textId="23B42544" w:rsidR="006E1D01" w:rsidRDefault="006E1D01" w:rsidP="006E1D01">
            <w:pPr>
              <w:jc w:val="center"/>
            </w:pPr>
            <w:r>
              <w:t>3</w:t>
            </w:r>
          </w:p>
        </w:tc>
        <w:tc>
          <w:tcPr>
            <w:tcW w:w="1030" w:type="dxa"/>
          </w:tcPr>
          <w:p w14:paraId="5A64A66E" w14:textId="1DD434F6" w:rsidR="006E1D01" w:rsidRDefault="006E1D01" w:rsidP="006E1D01">
            <w:pPr>
              <w:jc w:val="center"/>
            </w:pPr>
            <w:r>
              <w:t>each</w:t>
            </w:r>
          </w:p>
        </w:tc>
        <w:tc>
          <w:tcPr>
            <w:tcW w:w="2120" w:type="dxa"/>
          </w:tcPr>
          <w:p w14:paraId="6251BAA7" w14:textId="2DB0FDE6" w:rsidR="006E1D01" w:rsidRDefault="006E1D01" w:rsidP="006E1D01">
            <w:pPr>
              <w:jc w:val="center"/>
            </w:pPr>
            <w:r>
              <w:t>4-6 weeks is desirable</w:t>
            </w:r>
          </w:p>
        </w:tc>
      </w:tr>
      <w:tr w:rsidR="006E1D01" w14:paraId="1F91BDE1" w14:textId="77777777" w:rsidTr="006B6307">
        <w:trPr>
          <w:cantSplit/>
          <w:jc w:val="center"/>
        </w:trPr>
        <w:tc>
          <w:tcPr>
            <w:tcW w:w="918" w:type="dxa"/>
          </w:tcPr>
          <w:p w14:paraId="3F9D84FA" w14:textId="77777777" w:rsidR="006E1D01" w:rsidRPr="006B6307" w:rsidRDefault="006E1D01" w:rsidP="006E1D01">
            <w:pPr>
              <w:jc w:val="center"/>
              <w:rPr>
                <w:color w:val="000000"/>
              </w:rPr>
            </w:pPr>
          </w:p>
        </w:tc>
        <w:tc>
          <w:tcPr>
            <w:tcW w:w="3690" w:type="dxa"/>
          </w:tcPr>
          <w:p w14:paraId="190351B3" w14:textId="77777777" w:rsidR="006E1D01" w:rsidRDefault="006E1D01" w:rsidP="006E1D01">
            <w:pPr>
              <w:overflowPunct/>
              <w:autoSpaceDE/>
              <w:autoSpaceDN/>
              <w:adjustRightInd/>
              <w:textAlignment w:val="auto"/>
            </w:pPr>
          </w:p>
        </w:tc>
        <w:tc>
          <w:tcPr>
            <w:tcW w:w="990" w:type="dxa"/>
          </w:tcPr>
          <w:p w14:paraId="2F620291" w14:textId="77777777" w:rsidR="006E1D01" w:rsidRDefault="006E1D01" w:rsidP="006E1D01">
            <w:pPr>
              <w:jc w:val="center"/>
            </w:pPr>
          </w:p>
        </w:tc>
        <w:tc>
          <w:tcPr>
            <w:tcW w:w="1030" w:type="dxa"/>
          </w:tcPr>
          <w:p w14:paraId="5E09338A" w14:textId="77777777" w:rsidR="006E1D01" w:rsidRDefault="006E1D01" w:rsidP="006E1D01">
            <w:pPr>
              <w:jc w:val="center"/>
            </w:pPr>
          </w:p>
        </w:tc>
        <w:tc>
          <w:tcPr>
            <w:tcW w:w="2120" w:type="dxa"/>
          </w:tcPr>
          <w:p w14:paraId="220B1E2F" w14:textId="77777777" w:rsidR="006E1D01" w:rsidRDefault="006E1D01" w:rsidP="006E1D01">
            <w:pPr>
              <w:jc w:val="center"/>
            </w:pPr>
          </w:p>
        </w:tc>
      </w:tr>
    </w:tbl>
    <w:p w14:paraId="58B11C0E" w14:textId="27944FC8" w:rsidR="0008751A" w:rsidRDefault="0008751A">
      <w:pPr>
        <w:overflowPunct/>
        <w:autoSpaceDE/>
        <w:autoSpaceDN/>
        <w:adjustRightInd/>
        <w:textAlignment w:val="auto"/>
        <w:rPr>
          <w:sz w:val="22"/>
          <w:szCs w:val="22"/>
          <w:lang w:val="en-GB"/>
        </w:rPr>
      </w:pPr>
    </w:p>
    <w:p w14:paraId="07C5D1E9" w14:textId="77777777" w:rsidR="00A22A0B" w:rsidRDefault="00A22A0B">
      <w:pPr>
        <w:overflowPunct/>
        <w:autoSpaceDE/>
        <w:autoSpaceDN/>
        <w:adjustRightInd/>
        <w:textAlignment w:val="auto"/>
        <w:rPr>
          <w:sz w:val="22"/>
          <w:szCs w:val="22"/>
          <w:lang w:val="en-GB"/>
        </w:rPr>
      </w:pPr>
    </w:p>
    <w:p w14:paraId="55B6F901" w14:textId="77777777" w:rsidR="00A22A0B" w:rsidRDefault="00A22A0B">
      <w:pPr>
        <w:overflowPunct/>
        <w:autoSpaceDE/>
        <w:autoSpaceDN/>
        <w:adjustRightInd/>
        <w:textAlignment w:val="auto"/>
        <w:rPr>
          <w:sz w:val="22"/>
          <w:szCs w:val="22"/>
          <w:lang w:val="en-GB"/>
        </w:rPr>
      </w:pPr>
    </w:p>
    <w:tbl>
      <w:tblPr>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677"/>
        <w:gridCol w:w="1170"/>
        <w:gridCol w:w="1332"/>
        <w:gridCol w:w="1353"/>
      </w:tblGrid>
      <w:tr w:rsidR="0008751A" w14:paraId="7AFC7BB5" w14:textId="77777777" w:rsidTr="00673D30">
        <w:trPr>
          <w:cantSplit/>
          <w:trHeight w:val="413"/>
        </w:trPr>
        <w:tc>
          <w:tcPr>
            <w:tcW w:w="8710" w:type="dxa"/>
            <w:gridSpan w:val="5"/>
          </w:tcPr>
          <w:p w14:paraId="0971CD40" w14:textId="77777777" w:rsidR="00A96C65" w:rsidRDefault="00FD5F82" w:rsidP="00096FE3">
            <w:pPr>
              <w:pStyle w:val="SectionVIHeader"/>
              <w:numPr>
                <w:ilvl w:val="0"/>
                <w:numId w:val="16"/>
              </w:numPr>
              <w:spacing w:before="0" w:after="0"/>
              <w:ind w:left="567" w:hanging="567"/>
              <w:jc w:val="left"/>
              <w:rPr>
                <w:bCs/>
                <w:sz w:val="28"/>
                <w:szCs w:val="28"/>
              </w:rPr>
            </w:pPr>
            <w:r>
              <w:br w:type="page"/>
            </w:r>
            <w:r w:rsidR="0008751A">
              <w:rPr>
                <w:bCs/>
                <w:sz w:val="28"/>
                <w:szCs w:val="28"/>
              </w:rPr>
              <w:t xml:space="preserve">Consignee Address and Consignee-wise </w:t>
            </w:r>
            <w:r w:rsidR="009B5C33">
              <w:rPr>
                <w:bCs/>
                <w:sz w:val="28"/>
                <w:szCs w:val="28"/>
              </w:rPr>
              <w:t>Quantity Distribution</w:t>
            </w:r>
          </w:p>
        </w:tc>
      </w:tr>
      <w:tr w:rsidR="0008751A" w14:paraId="7B7CAA23" w14:textId="77777777" w:rsidTr="00673D30">
        <w:trPr>
          <w:cantSplit/>
          <w:trHeight w:val="251"/>
        </w:trPr>
        <w:tc>
          <w:tcPr>
            <w:tcW w:w="2178" w:type="dxa"/>
            <w:vAlign w:val="center"/>
          </w:tcPr>
          <w:p w14:paraId="3CB48BCD" w14:textId="644D7C07" w:rsidR="0008751A" w:rsidRDefault="00787D25">
            <w:pPr>
              <w:suppressAutoHyphens/>
              <w:jc w:val="center"/>
              <w:rPr>
                <w:b/>
                <w:bCs/>
                <w:sz w:val="22"/>
                <w:szCs w:val="22"/>
              </w:rPr>
            </w:pPr>
            <w:r>
              <w:rPr>
                <w:b/>
                <w:bCs/>
                <w:sz w:val="22"/>
                <w:szCs w:val="22"/>
              </w:rPr>
              <w:t>Consignee Address</w:t>
            </w:r>
          </w:p>
        </w:tc>
        <w:tc>
          <w:tcPr>
            <w:tcW w:w="2677" w:type="dxa"/>
            <w:vAlign w:val="center"/>
          </w:tcPr>
          <w:p w14:paraId="46A68B06" w14:textId="67E0A4F5" w:rsidR="0008751A" w:rsidRDefault="00787D25">
            <w:pPr>
              <w:suppressAutoHyphens/>
              <w:jc w:val="center"/>
              <w:rPr>
                <w:b/>
                <w:bCs/>
                <w:sz w:val="22"/>
                <w:szCs w:val="22"/>
              </w:rPr>
            </w:pPr>
            <w:r>
              <w:rPr>
                <w:b/>
                <w:bCs/>
                <w:sz w:val="22"/>
                <w:szCs w:val="22"/>
              </w:rPr>
              <w:t>Contact person</w:t>
            </w:r>
          </w:p>
        </w:tc>
        <w:tc>
          <w:tcPr>
            <w:tcW w:w="1170" w:type="dxa"/>
            <w:vAlign w:val="center"/>
          </w:tcPr>
          <w:p w14:paraId="14721628" w14:textId="11C468F9" w:rsidR="0008751A" w:rsidRDefault="00787D25" w:rsidP="009A3CB0">
            <w:pPr>
              <w:suppressAutoHyphens/>
              <w:jc w:val="center"/>
              <w:rPr>
                <w:b/>
                <w:bCs/>
                <w:sz w:val="22"/>
                <w:szCs w:val="22"/>
              </w:rPr>
            </w:pPr>
            <w:r>
              <w:rPr>
                <w:b/>
                <w:bCs/>
                <w:sz w:val="22"/>
                <w:szCs w:val="22"/>
              </w:rPr>
              <w:t>Line Item</w:t>
            </w:r>
          </w:p>
        </w:tc>
        <w:tc>
          <w:tcPr>
            <w:tcW w:w="1332" w:type="dxa"/>
            <w:vAlign w:val="center"/>
          </w:tcPr>
          <w:p w14:paraId="31257C32" w14:textId="6C6F75EE" w:rsidR="00544A3D" w:rsidRDefault="0008751A" w:rsidP="00AD7858">
            <w:pPr>
              <w:suppressAutoHyphens/>
              <w:jc w:val="center"/>
              <w:rPr>
                <w:b/>
                <w:bCs/>
                <w:sz w:val="22"/>
                <w:szCs w:val="22"/>
              </w:rPr>
            </w:pPr>
            <w:r>
              <w:rPr>
                <w:b/>
                <w:bCs/>
                <w:sz w:val="22"/>
                <w:szCs w:val="22"/>
              </w:rPr>
              <w:t>Quantity</w:t>
            </w:r>
          </w:p>
        </w:tc>
        <w:tc>
          <w:tcPr>
            <w:tcW w:w="1350" w:type="dxa"/>
            <w:vAlign w:val="center"/>
          </w:tcPr>
          <w:p w14:paraId="5C3D152E" w14:textId="60064AC6" w:rsidR="00544A3D" w:rsidRDefault="0008751A" w:rsidP="00AD7858">
            <w:pPr>
              <w:suppressAutoHyphens/>
              <w:jc w:val="center"/>
              <w:rPr>
                <w:b/>
                <w:bCs/>
                <w:sz w:val="22"/>
                <w:szCs w:val="22"/>
              </w:rPr>
            </w:pPr>
            <w:r>
              <w:rPr>
                <w:b/>
                <w:bCs/>
                <w:sz w:val="22"/>
                <w:szCs w:val="22"/>
              </w:rPr>
              <w:t>Unit of measure</w:t>
            </w:r>
          </w:p>
        </w:tc>
      </w:tr>
      <w:tr w:rsidR="00AD7858" w14:paraId="77B735D7" w14:textId="77777777" w:rsidTr="00673D30">
        <w:trPr>
          <w:cantSplit/>
        </w:trPr>
        <w:tc>
          <w:tcPr>
            <w:tcW w:w="2178" w:type="dxa"/>
            <w:vMerge w:val="restart"/>
          </w:tcPr>
          <w:p w14:paraId="07D5529C" w14:textId="6F71E742" w:rsidR="00AD7858" w:rsidRPr="00787D25" w:rsidRDefault="00AD7858" w:rsidP="00AD7858">
            <w:pPr>
              <w:rPr>
                <w:i/>
                <w:iCs/>
                <w:sz w:val="22"/>
                <w:szCs w:val="22"/>
                <w:lang w:val="en-GB"/>
              </w:rPr>
            </w:pPr>
            <w:r w:rsidRPr="00AD7858">
              <w:rPr>
                <w:i/>
                <w:iCs/>
                <w:sz w:val="22"/>
                <w:szCs w:val="22"/>
                <w:lang w:val="en-GB"/>
              </w:rPr>
              <w:t xml:space="preserve">a. </w:t>
            </w:r>
            <w:proofErr w:type="spellStart"/>
            <w:r w:rsidRPr="00787D25">
              <w:rPr>
                <w:i/>
                <w:iCs/>
                <w:sz w:val="22"/>
                <w:szCs w:val="22"/>
                <w:lang w:val="en-GB"/>
              </w:rPr>
              <w:t>Urguu</w:t>
            </w:r>
            <w:proofErr w:type="spellEnd"/>
            <w:r w:rsidRPr="00787D25">
              <w:rPr>
                <w:i/>
                <w:iCs/>
                <w:sz w:val="22"/>
                <w:szCs w:val="22"/>
                <w:lang w:val="en-GB"/>
              </w:rPr>
              <w:t xml:space="preserve"> Maternity hospital in Enkhtaivan avenue, 1</w:t>
            </w:r>
            <w:r w:rsidRPr="00AD7858">
              <w:rPr>
                <w:i/>
                <w:iCs/>
                <w:sz w:val="22"/>
                <w:szCs w:val="22"/>
                <w:lang w:val="en-GB"/>
              </w:rPr>
              <w:t>st</w:t>
            </w:r>
            <w:r w:rsidRPr="00787D25">
              <w:rPr>
                <w:i/>
                <w:iCs/>
                <w:sz w:val="22"/>
                <w:szCs w:val="22"/>
                <w:lang w:val="en-GB"/>
              </w:rPr>
              <w:t xml:space="preserve"> sub-district, Sukhbaatar district, Ulaanbaatar, Mongolia.  </w:t>
            </w:r>
          </w:p>
          <w:p w14:paraId="15470CF8" w14:textId="25C3D19F" w:rsidR="00AD7858" w:rsidRPr="00AD7858" w:rsidRDefault="00AD7858" w:rsidP="00AD7858">
            <w:pPr>
              <w:jc w:val="both"/>
              <w:rPr>
                <w:i/>
                <w:iCs/>
                <w:sz w:val="22"/>
                <w:szCs w:val="22"/>
                <w:lang w:val="en-GB"/>
              </w:rPr>
            </w:pPr>
          </w:p>
        </w:tc>
        <w:tc>
          <w:tcPr>
            <w:tcW w:w="2677" w:type="dxa"/>
            <w:vMerge w:val="restart"/>
          </w:tcPr>
          <w:p w14:paraId="02536CD2" w14:textId="0926A11C" w:rsidR="001C3044" w:rsidRDefault="001C3044" w:rsidP="00AD7858">
            <w:pPr>
              <w:rPr>
                <w:i/>
                <w:iCs/>
                <w:sz w:val="22"/>
                <w:szCs w:val="22"/>
                <w:lang w:val="en-GB"/>
              </w:rPr>
            </w:pPr>
            <w:proofErr w:type="spellStart"/>
            <w:r>
              <w:rPr>
                <w:i/>
                <w:iCs/>
                <w:sz w:val="22"/>
                <w:szCs w:val="22"/>
                <w:lang w:val="en-GB"/>
              </w:rPr>
              <w:t>Jargalsaikhan.B</w:t>
            </w:r>
            <w:proofErr w:type="spellEnd"/>
            <w:r>
              <w:rPr>
                <w:i/>
                <w:iCs/>
                <w:sz w:val="22"/>
                <w:szCs w:val="22"/>
                <w:lang w:val="en-GB"/>
              </w:rPr>
              <w:t>, Logistic focal point, UNFPA Mongolia, 3535305(3359</w:t>
            </w:r>
          </w:p>
          <w:p w14:paraId="29FF7023" w14:textId="77777777" w:rsidR="001C3044" w:rsidRDefault="001C3044" w:rsidP="00AD7858">
            <w:pPr>
              <w:rPr>
                <w:i/>
                <w:iCs/>
                <w:sz w:val="22"/>
                <w:szCs w:val="22"/>
                <w:lang w:val="en-GB"/>
              </w:rPr>
            </w:pPr>
          </w:p>
          <w:p w14:paraId="2671BCD9" w14:textId="66EBE23F" w:rsidR="00AD7858" w:rsidRPr="00787D25" w:rsidRDefault="00AD7858" w:rsidP="00AD7858">
            <w:pPr>
              <w:rPr>
                <w:i/>
                <w:iCs/>
                <w:sz w:val="22"/>
                <w:szCs w:val="22"/>
                <w:lang w:val="en-GB"/>
              </w:rPr>
            </w:pPr>
            <w:proofErr w:type="spellStart"/>
            <w:r w:rsidRPr="00787D25">
              <w:rPr>
                <w:i/>
                <w:iCs/>
                <w:sz w:val="22"/>
                <w:szCs w:val="22"/>
                <w:lang w:val="en-GB"/>
              </w:rPr>
              <w:t>Dr.</w:t>
            </w:r>
            <w:proofErr w:type="spellEnd"/>
            <w:r w:rsidRPr="00787D25">
              <w:rPr>
                <w:i/>
                <w:iCs/>
                <w:sz w:val="22"/>
                <w:szCs w:val="22"/>
                <w:lang w:val="en-GB"/>
              </w:rPr>
              <w:t xml:space="preserve"> </w:t>
            </w:r>
            <w:proofErr w:type="spellStart"/>
            <w:r w:rsidRPr="00787D25">
              <w:rPr>
                <w:i/>
                <w:iCs/>
                <w:sz w:val="22"/>
                <w:szCs w:val="22"/>
                <w:lang w:val="en-GB"/>
              </w:rPr>
              <w:t>Enkhtsestseg</w:t>
            </w:r>
            <w:proofErr w:type="spellEnd"/>
            <w:r w:rsidRPr="00787D25">
              <w:rPr>
                <w:i/>
                <w:iCs/>
                <w:sz w:val="22"/>
                <w:szCs w:val="22"/>
                <w:lang w:val="en-GB"/>
              </w:rPr>
              <w:t>, Director of the hospital</w:t>
            </w:r>
            <w:r w:rsidR="00EE1DED">
              <w:rPr>
                <w:i/>
                <w:iCs/>
                <w:sz w:val="22"/>
                <w:szCs w:val="22"/>
                <w:lang w:val="en-GB"/>
              </w:rPr>
              <w:t xml:space="preserve">, Phone: </w:t>
            </w:r>
            <w:r w:rsidR="00EE1DED" w:rsidRPr="001E4C4D">
              <w:rPr>
                <w:i/>
                <w:iCs/>
                <w:color w:val="FF0000"/>
                <w:sz w:val="22"/>
                <w:szCs w:val="22"/>
                <w:lang w:val="en-GB"/>
              </w:rPr>
              <w:t>99992999</w:t>
            </w:r>
          </w:p>
        </w:tc>
        <w:tc>
          <w:tcPr>
            <w:tcW w:w="1170" w:type="dxa"/>
          </w:tcPr>
          <w:p w14:paraId="5284A26A" w14:textId="6526F6B6" w:rsidR="00AD7858" w:rsidRDefault="00AD7858" w:rsidP="00AD7858">
            <w:pPr>
              <w:jc w:val="center"/>
              <w:rPr>
                <w:i/>
                <w:iCs/>
                <w:highlight w:val="yellow"/>
              </w:rPr>
            </w:pPr>
            <w:r w:rsidRPr="006B6307">
              <w:rPr>
                <w:color w:val="000000"/>
                <w:lang w:val="en-GB"/>
              </w:rPr>
              <w:t>Item 1</w:t>
            </w:r>
          </w:p>
        </w:tc>
        <w:tc>
          <w:tcPr>
            <w:tcW w:w="1332" w:type="dxa"/>
          </w:tcPr>
          <w:p w14:paraId="58DED537" w14:textId="6952C402" w:rsidR="00AD7858" w:rsidRDefault="00AD7858" w:rsidP="00AD7858">
            <w:pPr>
              <w:jc w:val="center"/>
              <w:rPr>
                <w:i/>
                <w:iCs/>
              </w:rPr>
            </w:pPr>
            <w:r>
              <w:t>1</w:t>
            </w:r>
          </w:p>
        </w:tc>
        <w:tc>
          <w:tcPr>
            <w:tcW w:w="1350" w:type="dxa"/>
          </w:tcPr>
          <w:p w14:paraId="1E9DC36F" w14:textId="08ED3B7C" w:rsidR="00AD7858" w:rsidRDefault="00AD7858" w:rsidP="00AD7858">
            <w:pPr>
              <w:jc w:val="center"/>
              <w:rPr>
                <w:i/>
                <w:iCs/>
              </w:rPr>
            </w:pPr>
            <w:r>
              <w:t>each</w:t>
            </w:r>
          </w:p>
        </w:tc>
      </w:tr>
      <w:tr w:rsidR="00AD7858" w14:paraId="774AEEB2" w14:textId="77777777" w:rsidTr="00673D30">
        <w:trPr>
          <w:cantSplit/>
        </w:trPr>
        <w:tc>
          <w:tcPr>
            <w:tcW w:w="2178" w:type="dxa"/>
            <w:vMerge/>
          </w:tcPr>
          <w:p w14:paraId="5388D0AA" w14:textId="22D9A058" w:rsidR="00AD7858" w:rsidRPr="00AD7858" w:rsidRDefault="00AD7858" w:rsidP="00AD7858">
            <w:pPr>
              <w:rPr>
                <w:i/>
                <w:iCs/>
                <w:sz w:val="22"/>
                <w:szCs w:val="22"/>
                <w:lang w:val="en-GB"/>
              </w:rPr>
            </w:pPr>
          </w:p>
        </w:tc>
        <w:tc>
          <w:tcPr>
            <w:tcW w:w="2677" w:type="dxa"/>
            <w:vMerge/>
          </w:tcPr>
          <w:p w14:paraId="42B9DDC1"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6F7D0057" w14:textId="22D37F9B" w:rsidR="00AD7858" w:rsidRDefault="00AD7858" w:rsidP="00AD7858">
            <w:pPr>
              <w:jc w:val="center"/>
              <w:rPr>
                <w:i/>
                <w:iCs/>
                <w:highlight w:val="yellow"/>
              </w:rPr>
            </w:pPr>
            <w:r w:rsidRPr="006B6307">
              <w:rPr>
                <w:color w:val="000000"/>
              </w:rPr>
              <w:t>Item 2</w:t>
            </w:r>
          </w:p>
        </w:tc>
        <w:tc>
          <w:tcPr>
            <w:tcW w:w="1332" w:type="dxa"/>
          </w:tcPr>
          <w:p w14:paraId="2982F188" w14:textId="6CA48E2E" w:rsidR="00AD7858" w:rsidRDefault="00AD7858" w:rsidP="00AD7858">
            <w:pPr>
              <w:jc w:val="center"/>
              <w:rPr>
                <w:i/>
                <w:iCs/>
              </w:rPr>
            </w:pPr>
            <w:r>
              <w:t>1000</w:t>
            </w:r>
          </w:p>
        </w:tc>
        <w:tc>
          <w:tcPr>
            <w:tcW w:w="1350" w:type="dxa"/>
          </w:tcPr>
          <w:p w14:paraId="1F78C5DA" w14:textId="100FACBC" w:rsidR="00AD7858" w:rsidRDefault="00AD7858" w:rsidP="00AD7858">
            <w:pPr>
              <w:jc w:val="center"/>
              <w:rPr>
                <w:i/>
                <w:iCs/>
              </w:rPr>
            </w:pPr>
            <w:r>
              <w:t>Test</w:t>
            </w:r>
          </w:p>
        </w:tc>
      </w:tr>
      <w:tr w:rsidR="00AD7858" w14:paraId="46F5BD38" w14:textId="77777777" w:rsidTr="00673D30">
        <w:trPr>
          <w:cantSplit/>
        </w:trPr>
        <w:tc>
          <w:tcPr>
            <w:tcW w:w="2178" w:type="dxa"/>
            <w:vMerge/>
          </w:tcPr>
          <w:p w14:paraId="58B2C03C" w14:textId="11E9035F" w:rsidR="00AD7858" w:rsidRPr="00AD7858" w:rsidRDefault="00AD7858" w:rsidP="00AD7858">
            <w:pPr>
              <w:rPr>
                <w:i/>
                <w:iCs/>
                <w:sz w:val="22"/>
                <w:szCs w:val="22"/>
                <w:lang w:val="en-GB"/>
              </w:rPr>
            </w:pPr>
          </w:p>
        </w:tc>
        <w:tc>
          <w:tcPr>
            <w:tcW w:w="2677" w:type="dxa"/>
            <w:vMerge/>
          </w:tcPr>
          <w:p w14:paraId="5C85AFB0"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0FB1D060" w14:textId="26D32ED5" w:rsidR="00AD7858" w:rsidRDefault="00AD7858" w:rsidP="00AD7858">
            <w:pPr>
              <w:jc w:val="center"/>
              <w:rPr>
                <w:i/>
                <w:iCs/>
                <w:highlight w:val="yellow"/>
              </w:rPr>
            </w:pPr>
            <w:r w:rsidRPr="006B6307">
              <w:rPr>
                <w:color w:val="000000"/>
                <w:lang w:val="en-GB"/>
              </w:rPr>
              <w:t>Item 3</w:t>
            </w:r>
          </w:p>
        </w:tc>
        <w:tc>
          <w:tcPr>
            <w:tcW w:w="1332" w:type="dxa"/>
          </w:tcPr>
          <w:p w14:paraId="3393B9C2" w14:textId="1EC471EE" w:rsidR="00AD7858" w:rsidRDefault="00AD7858" w:rsidP="00AD7858">
            <w:pPr>
              <w:jc w:val="center"/>
              <w:rPr>
                <w:i/>
                <w:iCs/>
              </w:rPr>
            </w:pPr>
            <w:r>
              <w:t>300</w:t>
            </w:r>
          </w:p>
        </w:tc>
        <w:tc>
          <w:tcPr>
            <w:tcW w:w="1350" w:type="dxa"/>
          </w:tcPr>
          <w:p w14:paraId="454A1ADF" w14:textId="3D404271" w:rsidR="00AD7858" w:rsidRDefault="00AD7858" w:rsidP="00AD7858">
            <w:pPr>
              <w:jc w:val="center"/>
              <w:rPr>
                <w:i/>
                <w:iCs/>
              </w:rPr>
            </w:pPr>
            <w:r>
              <w:t>Test</w:t>
            </w:r>
          </w:p>
        </w:tc>
      </w:tr>
      <w:tr w:rsidR="00AD7858" w14:paraId="414FCED4" w14:textId="77777777" w:rsidTr="00673D30">
        <w:trPr>
          <w:cantSplit/>
        </w:trPr>
        <w:tc>
          <w:tcPr>
            <w:tcW w:w="2178" w:type="dxa"/>
            <w:vMerge/>
          </w:tcPr>
          <w:p w14:paraId="159156ED" w14:textId="33331E37" w:rsidR="00AD7858" w:rsidRPr="00AD7858" w:rsidRDefault="00AD7858" w:rsidP="00AD7858">
            <w:pPr>
              <w:rPr>
                <w:i/>
                <w:iCs/>
                <w:sz w:val="22"/>
                <w:szCs w:val="22"/>
                <w:lang w:val="en-GB"/>
              </w:rPr>
            </w:pPr>
          </w:p>
        </w:tc>
        <w:tc>
          <w:tcPr>
            <w:tcW w:w="2677" w:type="dxa"/>
            <w:vMerge/>
          </w:tcPr>
          <w:p w14:paraId="03C07F51"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0AE10944" w14:textId="0EB86CD6" w:rsidR="00AD7858" w:rsidRDefault="00AD7858" w:rsidP="00AD7858">
            <w:pPr>
              <w:jc w:val="center"/>
              <w:rPr>
                <w:i/>
                <w:iCs/>
                <w:highlight w:val="yellow"/>
              </w:rPr>
            </w:pPr>
            <w:r w:rsidRPr="006B6307">
              <w:rPr>
                <w:color w:val="000000"/>
              </w:rPr>
              <w:t>Item 4</w:t>
            </w:r>
          </w:p>
        </w:tc>
        <w:tc>
          <w:tcPr>
            <w:tcW w:w="1332" w:type="dxa"/>
          </w:tcPr>
          <w:p w14:paraId="762D2A13" w14:textId="2742DBB4" w:rsidR="00AD7858" w:rsidRDefault="00AD7858" w:rsidP="00AD7858">
            <w:pPr>
              <w:jc w:val="center"/>
              <w:rPr>
                <w:i/>
                <w:iCs/>
              </w:rPr>
            </w:pPr>
            <w:r>
              <w:t>1</w:t>
            </w:r>
            <w:r w:rsidR="00735315">
              <w:t>25</w:t>
            </w:r>
            <w:r>
              <w:t>0</w:t>
            </w:r>
          </w:p>
        </w:tc>
        <w:tc>
          <w:tcPr>
            <w:tcW w:w="1350" w:type="dxa"/>
          </w:tcPr>
          <w:p w14:paraId="3DB419D5" w14:textId="6541C2E3" w:rsidR="00AD7858" w:rsidRDefault="00AD7858" w:rsidP="00AD7858">
            <w:pPr>
              <w:jc w:val="center"/>
              <w:rPr>
                <w:i/>
                <w:iCs/>
              </w:rPr>
            </w:pPr>
            <w:r>
              <w:t>Test</w:t>
            </w:r>
          </w:p>
        </w:tc>
      </w:tr>
      <w:tr w:rsidR="00AD7858" w14:paraId="06482EBC" w14:textId="77777777" w:rsidTr="00673D30">
        <w:trPr>
          <w:cantSplit/>
        </w:trPr>
        <w:tc>
          <w:tcPr>
            <w:tcW w:w="2178" w:type="dxa"/>
            <w:vMerge/>
          </w:tcPr>
          <w:p w14:paraId="07FB4512" w14:textId="4B1B017E" w:rsidR="00AD7858" w:rsidRPr="00AD7858" w:rsidRDefault="00AD7858" w:rsidP="00AD7858">
            <w:pPr>
              <w:rPr>
                <w:i/>
                <w:iCs/>
                <w:sz w:val="22"/>
                <w:szCs w:val="22"/>
                <w:lang w:val="en-GB"/>
              </w:rPr>
            </w:pPr>
          </w:p>
        </w:tc>
        <w:tc>
          <w:tcPr>
            <w:tcW w:w="2677" w:type="dxa"/>
            <w:vMerge/>
          </w:tcPr>
          <w:p w14:paraId="4D9588D9"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7CAFC758" w14:textId="5433FDD8" w:rsidR="00AD7858" w:rsidRDefault="00AD7858" w:rsidP="00AD7858">
            <w:pPr>
              <w:jc w:val="center"/>
              <w:rPr>
                <w:i/>
                <w:iCs/>
                <w:highlight w:val="yellow"/>
              </w:rPr>
            </w:pPr>
            <w:r w:rsidRPr="006B6307">
              <w:rPr>
                <w:color w:val="000000"/>
              </w:rPr>
              <w:t>Item 5</w:t>
            </w:r>
          </w:p>
        </w:tc>
        <w:tc>
          <w:tcPr>
            <w:tcW w:w="1332" w:type="dxa"/>
          </w:tcPr>
          <w:p w14:paraId="7E7F64FD" w14:textId="398651D1" w:rsidR="00AD7858" w:rsidRDefault="00AD7858" w:rsidP="00AD7858">
            <w:pPr>
              <w:jc w:val="center"/>
              <w:rPr>
                <w:i/>
                <w:iCs/>
              </w:rPr>
            </w:pPr>
            <w:r>
              <w:t>300</w:t>
            </w:r>
          </w:p>
        </w:tc>
        <w:tc>
          <w:tcPr>
            <w:tcW w:w="1350" w:type="dxa"/>
          </w:tcPr>
          <w:p w14:paraId="78523F02" w14:textId="26DE7680" w:rsidR="00AD7858" w:rsidRDefault="00AD7858" w:rsidP="00AD7858">
            <w:pPr>
              <w:jc w:val="center"/>
              <w:rPr>
                <w:i/>
                <w:iCs/>
              </w:rPr>
            </w:pPr>
            <w:r>
              <w:t>Test</w:t>
            </w:r>
          </w:p>
        </w:tc>
      </w:tr>
      <w:tr w:rsidR="00AD7858" w14:paraId="5EC31839" w14:textId="77777777" w:rsidTr="00673D30">
        <w:trPr>
          <w:cantSplit/>
        </w:trPr>
        <w:tc>
          <w:tcPr>
            <w:tcW w:w="2178" w:type="dxa"/>
            <w:vMerge/>
          </w:tcPr>
          <w:p w14:paraId="01174B52" w14:textId="66150C9F" w:rsidR="00AD7858" w:rsidRPr="00AD7858" w:rsidRDefault="00AD7858" w:rsidP="00AD7858">
            <w:pPr>
              <w:rPr>
                <w:i/>
                <w:iCs/>
                <w:sz w:val="22"/>
                <w:szCs w:val="22"/>
                <w:lang w:val="en-GB"/>
              </w:rPr>
            </w:pPr>
          </w:p>
        </w:tc>
        <w:tc>
          <w:tcPr>
            <w:tcW w:w="2677" w:type="dxa"/>
            <w:vMerge/>
          </w:tcPr>
          <w:p w14:paraId="75B14AA6"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2D89B58C" w14:textId="699E38D5" w:rsidR="00AD7858" w:rsidRDefault="00AD7858" w:rsidP="00AD7858">
            <w:pPr>
              <w:jc w:val="center"/>
              <w:rPr>
                <w:i/>
                <w:iCs/>
                <w:highlight w:val="yellow"/>
              </w:rPr>
            </w:pPr>
            <w:r w:rsidRPr="006B6307">
              <w:rPr>
                <w:color w:val="000000"/>
              </w:rPr>
              <w:t>Item 6</w:t>
            </w:r>
          </w:p>
        </w:tc>
        <w:tc>
          <w:tcPr>
            <w:tcW w:w="1332" w:type="dxa"/>
          </w:tcPr>
          <w:p w14:paraId="170688D0" w14:textId="4A98775C" w:rsidR="00AD7858" w:rsidRDefault="00AD7858" w:rsidP="00AD7858">
            <w:pPr>
              <w:jc w:val="center"/>
              <w:rPr>
                <w:i/>
                <w:iCs/>
              </w:rPr>
            </w:pPr>
            <w:r>
              <w:t>1</w:t>
            </w:r>
          </w:p>
        </w:tc>
        <w:tc>
          <w:tcPr>
            <w:tcW w:w="1350" w:type="dxa"/>
          </w:tcPr>
          <w:p w14:paraId="70BB5BF1" w14:textId="1946E7F7" w:rsidR="00AD7858" w:rsidRDefault="00AD7858" w:rsidP="00AD7858">
            <w:pPr>
              <w:jc w:val="center"/>
              <w:rPr>
                <w:i/>
                <w:iCs/>
              </w:rPr>
            </w:pPr>
            <w:r>
              <w:t>Each</w:t>
            </w:r>
          </w:p>
        </w:tc>
      </w:tr>
      <w:tr w:rsidR="00AD7858" w14:paraId="003AA335" w14:textId="77777777" w:rsidTr="00673D30">
        <w:trPr>
          <w:cantSplit/>
        </w:trPr>
        <w:tc>
          <w:tcPr>
            <w:tcW w:w="2178" w:type="dxa"/>
            <w:vMerge/>
          </w:tcPr>
          <w:p w14:paraId="31FB6CF3" w14:textId="50922566" w:rsidR="00AD7858" w:rsidRPr="00AD7858" w:rsidRDefault="00AD7858" w:rsidP="00AD7858">
            <w:pPr>
              <w:rPr>
                <w:i/>
                <w:iCs/>
                <w:sz w:val="22"/>
                <w:szCs w:val="22"/>
                <w:lang w:val="en-GB"/>
              </w:rPr>
            </w:pPr>
          </w:p>
        </w:tc>
        <w:tc>
          <w:tcPr>
            <w:tcW w:w="2677" w:type="dxa"/>
            <w:vMerge/>
          </w:tcPr>
          <w:p w14:paraId="158F7388"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3B4FE64C" w14:textId="75F73CC3" w:rsidR="00AD7858" w:rsidRDefault="00AD7858" w:rsidP="00AD7858">
            <w:pPr>
              <w:jc w:val="center"/>
              <w:rPr>
                <w:i/>
                <w:iCs/>
                <w:highlight w:val="yellow"/>
              </w:rPr>
            </w:pPr>
            <w:r w:rsidRPr="006B6307">
              <w:rPr>
                <w:color w:val="000000"/>
              </w:rPr>
              <w:t>Item 7</w:t>
            </w:r>
          </w:p>
        </w:tc>
        <w:tc>
          <w:tcPr>
            <w:tcW w:w="1332" w:type="dxa"/>
          </w:tcPr>
          <w:p w14:paraId="0342CCCD" w14:textId="02B7D0D4" w:rsidR="00AD7858" w:rsidRDefault="00AD7858" w:rsidP="00AD7858">
            <w:pPr>
              <w:jc w:val="center"/>
              <w:rPr>
                <w:i/>
                <w:iCs/>
              </w:rPr>
            </w:pPr>
            <w:r>
              <w:rPr>
                <w:lang w:eastAsia="en-US"/>
              </w:rPr>
              <w:t>1600</w:t>
            </w:r>
          </w:p>
        </w:tc>
        <w:tc>
          <w:tcPr>
            <w:tcW w:w="1350" w:type="dxa"/>
          </w:tcPr>
          <w:p w14:paraId="34B78A1F" w14:textId="3F74E5E4" w:rsidR="00AD7858" w:rsidRDefault="00AD7858" w:rsidP="00AD7858">
            <w:pPr>
              <w:jc w:val="center"/>
              <w:rPr>
                <w:i/>
                <w:iCs/>
              </w:rPr>
            </w:pPr>
            <w:r>
              <w:t>Test</w:t>
            </w:r>
          </w:p>
        </w:tc>
      </w:tr>
      <w:tr w:rsidR="00AD7858" w14:paraId="6A080445" w14:textId="77777777" w:rsidTr="00673D30">
        <w:trPr>
          <w:cantSplit/>
        </w:trPr>
        <w:tc>
          <w:tcPr>
            <w:tcW w:w="2178" w:type="dxa"/>
            <w:vMerge/>
          </w:tcPr>
          <w:p w14:paraId="3E7CB693" w14:textId="11B19AA4" w:rsidR="00AD7858" w:rsidRPr="00AD7858" w:rsidRDefault="00AD7858" w:rsidP="00AD7858">
            <w:pPr>
              <w:rPr>
                <w:i/>
                <w:iCs/>
                <w:sz w:val="22"/>
                <w:szCs w:val="22"/>
                <w:lang w:val="en-GB"/>
              </w:rPr>
            </w:pPr>
          </w:p>
        </w:tc>
        <w:tc>
          <w:tcPr>
            <w:tcW w:w="2677" w:type="dxa"/>
            <w:vMerge/>
          </w:tcPr>
          <w:p w14:paraId="5175078F"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11AFD0D8" w14:textId="28E2E892" w:rsidR="00AD7858" w:rsidRDefault="00AD7858" w:rsidP="00AD7858">
            <w:pPr>
              <w:jc w:val="center"/>
              <w:rPr>
                <w:i/>
                <w:iCs/>
                <w:highlight w:val="yellow"/>
              </w:rPr>
            </w:pPr>
            <w:r w:rsidRPr="006B6307">
              <w:rPr>
                <w:color w:val="000000"/>
              </w:rPr>
              <w:t>Item 8</w:t>
            </w:r>
          </w:p>
        </w:tc>
        <w:tc>
          <w:tcPr>
            <w:tcW w:w="1332" w:type="dxa"/>
          </w:tcPr>
          <w:p w14:paraId="20EBA46B" w14:textId="1C162EA6" w:rsidR="00AD7858" w:rsidRDefault="00AD7858" w:rsidP="00AD7858">
            <w:pPr>
              <w:jc w:val="center"/>
              <w:rPr>
                <w:i/>
                <w:iCs/>
              </w:rPr>
            </w:pPr>
            <w:r>
              <w:t>1</w:t>
            </w:r>
          </w:p>
        </w:tc>
        <w:tc>
          <w:tcPr>
            <w:tcW w:w="1350" w:type="dxa"/>
          </w:tcPr>
          <w:p w14:paraId="0B0F6E52" w14:textId="676ABE16" w:rsidR="00AD7858" w:rsidRDefault="00AD7858" w:rsidP="00AD7858">
            <w:pPr>
              <w:jc w:val="center"/>
              <w:rPr>
                <w:i/>
                <w:iCs/>
              </w:rPr>
            </w:pPr>
            <w:r>
              <w:t>each</w:t>
            </w:r>
          </w:p>
        </w:tc>
      </w:tr>
      <w:tr w:rsidR="00AD7858" w14:paraId="4FCD7864" w14:textId="77777777" w:rsidTr="00673D30">
        <w:trPr>
          <w:cantSplit/>
        </w:trPr>
        <w:tc>
          <w:tcPr>
            <w:tcW w:w="2178" w:type="dxa"/>
            <w:vMerge/>
          </w:tcPr>
          <w:p w14:paraId="35586FDC" w14:textId="65863E39" w:rsidR="00AD7858" w:rsidRPr="00AD7858" w:rsidRDefault="00AD7858" w:rsidP="00AD7858">
            <w:pPr>
              <w:rPr>
                <w:i/>
                <w:iCs/>
                <w:sz w:val="22"/>
                <w:szCs w:val="22"/>
                <w:lang w:val="en-GB"/>
              </w:rPr>
            </w:pPr>
          </w:p>
        </w:tc>
        <w:tc>
          <w:tcPr>
            <w:tcW w:w="2677" w:type="dxa"/>
            <w:vMerge/>
          </w:tcPr>
          <w:p w14:paraId="1CC80BE3"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417CC973" w14:textId="2400F9E4" w:rsidR="00AD7858" w:rsidRDefault="00AD7858" w:rsidP="00AD7858">
            <w:pPr>
              <w:jc w:val="center"/>
              <w:rPr>
                <w:i/>
                <w:iCs/>
                <w:highlight w:val="yellow"/>
              </w:rPr>
            </w:pPr>
            <w:r w:rsidRPr="006B6307">
              <w:t>Item 9</w:t>
            </w:r>
          </w:p>
        </w:tc>
        <w:tc>
          <w:tcPr>
            <w:tcW w:w="1332" w:type="dxa"/>
          </w:tcPr>
          <w:p w14:paraId="6B490D47" w14:textId="4ABE526E" w:rsidR="00AD7858" w:rsidRDefault="00AD7858" w:rsidP="00AD7858">
            <w:pPr>
              <w:jc w:val="center"/>
              <w:rPr>
                <w:i/>
                <w:iCs/>
              </w:rPr>
            </w:pPr>
            <w:r>
              <w:t>1</w:t>
            </w:r>
          </w:p>
        </w:tc>
        <w:tc>
          <w:tcPr>
            <w:tcW w:w="1350" w:type="dxa"/>
          </w:tcPr>
          <w:p w14:paraId="6C8F4816" w14:textId="050B507A" w:rsidR="00AD7858" w:rsidRDefault="00AD7858" w:rsidP="00AD7858">
            <w:pPr>
              <w:jc w:val="center"/>
              <w:rPr>
                <w:i/>
                <w:iCs/>
              </w:rPr>
            </w:pPr>
            <w:r>
              <w:t>each</w:t>
            </w:r>
          </w:p>
        </w:tc>
      </w:tr>
      <w:tr w:rsidR="00AD7858" w14:paraId="4A1B4E26" w14:textId="77777777" w:rsidTr="00673D30">
        <w:trPr>
          <w:cantSplit/>
        </w:trPr>
        <w:tc>
          <w:tcPr>
            <w:tcW w:w="2178" w:type="dxa"/>
            <w:vMerge/>
          </w:tcPr>
          <w:p w14:paraId="3D9EBA30" w14:textId="6A0DF6D5" w:rsidR="00AD7858" w:rsidRPr="00AD7858" w:rsidRDefault="00AD7858" w:rsidP="00AD7858">
            <w:pPr>
              <w:rPr>
                <w:i/>
                <w:iCs/>
                <w:sz w:val="22"/>
                <w:szCs w:val="22"/>
                <w:lang w:val="en-GB"/>
              </w:rPr>
            </w:pPr>
          </w:p>
        </w:tc>
        <w:tc>
          <w:tcPr>
            <w:tcW w:w="2677" w:type="dxa"/>
            <w:vMerge/>
          </w:tcPr>
          <w:p w14:paraId="0D5990FE"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401C13AD" w14:textId="547F52EE" w:rsidR="00AD7858" w:rsidRDefault="00AD7858" w:rsidP="00AD7858">
            <w:pPr>
              <w:jc w:val="center"/>
              <w:rPr>
                <w:i/>
                <w:iCs/>
                <w:highlight w:val="yellow"/>
              </w:rPr>
            </w:pPr>
            <w:r w:rsidRPr="006B6307">
              <w:rPr>
                <w:color w:val="000000"/>
              </w:rPr>
              <w:t>Item 10</w:t>
            </w:r>
          </w:p>
        </w:tc>
        <w:tc>
          <w:tcPr>
            <w:tcW w:w="1332" w:type="dxa"/>
          </w:tcPr>
          <w:p w14:paraId="102B9E8E" w14:textId="32AB67A4" w:rsidR="00AD7858" w:rsidRDefault="00AD7858" w:rsidP="00AD7858">
            <w:pPr>
              <w:jc w:val="center"/>
              <w:rPr>
                <w:i/>
                <w:iCs/>
              </w:rPr>
            </w:pPr>
            <w:r>
              <w:t>1</w:t>
            </w:r>
          </w:p>
        </w:tc>
        <w:tc>
          <w:tcPr>
            <w:tcW w:w="1350" w:type="dxa"/>
          </w:tcPr>
          <w:p w14:paraId="746E64BB" w14:textId="1E1AFCD0" w:rsidR="00AD7858" w:rsidRDefault="00AD7858" w:rsidP="00AD7858">
            <w:pPr>
              <w:jc w:val="center"/>
              <w:rPr>
                <w:i/>
                <w:iCs/>
              </w:rPr>
            </w:pPr>
            <w:r>
              <w:t>each</w:t>
            </w:r>
          </w:p>
        </w:tc>
      </w:tr>
      <w:tr w:rsidR="00AD7858" w14:paraId="3F7F067B" w14:textId="77777777" w:rsidTr="00673D30">
        <w:trPr>
          <w:cantSplit/>
        </w:trPr>
        <w:tc>
          <w:tcPr>
            <w:tcW w:w="2178" w:type="dxa"/>
            <w:vMerge/>
          </w:tcPr>
          <w:p w14:paraId="0D71473E" w14:textId="34C33953" w:rsidR="00AD7858" w:rsidRPr="00AD7858" w:rsidRDefault="00AD7858" w:rsidP="00AD7858">
            <w:pPr>
              <w:rPr>
                <w:i/>
                <w:iCs/>
                <w:sz w:val="22"/>
                <w:szCs w:val="22"/>
                <w:lang w:val="en-GB"/>
              </w:rPr>
            </w:pPr>
          </w:p>
        </w:tc>
        <w:tc>
          <w:tcPr>
            <w:tcW w:w="2677" w:type="dxa"/>
            <w:vMerge/>
          </w:tcPr>
          <w:p w14:paraId="4DC6CED8"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5EFA0C95" w14:textId="339D49A8" w:rsidR="00AD7858" w:rsidRDefault="00AD7858" w:rsidP="00AD7858">
            <w:pPr>
              <w:jc w:val="center"/>
              <w:rPr>
                <w:i/>
                <w:iCs/>
                <w:highlight w:val="yellow"/>
              </w:rPr>
            </w:pPr>
            <w:r w:rsidRPr="006B6307">
              <w:rPr>
                <w:color w:val="000000"/>
              </w:rPr>
              <w:t>Item 11</w:t>
            </w:r>
          </w:p>
        </w:tc>
        <w:tc>
          <w:tcPr>
            <w:tcW w:w="1332" w:type="dxa"/>
          </w:tcPr>
          <w:p w14:paraId="39C1A159" w14:textId="3190F469" w:rsidR="00AD7858" w:rsidRDefault="00AD7858" w:rsidP="00AD7858">
            <w:pPr>
              <w:jc w:val="center"/>
              <w:rPr>
                <w:i/>
                <w:iCs/>
              </w:rPr>
            </w:pPr>
            <w:r>
              <w:t>1</w:t>
            </w:r>
          </w:p>
        </w:tc>
        <w:tc>
          <w:tcPr>
            <w:tcW w:w="1350" w:type="dxa"/>
          </w:tcPr>
          <w:p w14:paraId="5457986A" w14:textId="0C617CA6" w:rsidR="00AD7858" w:rsidRDefault="00AD7858" w:rsidP="00AD7858">
            <w:pPr>
              <w:jc w:val="center"/>
              <w:rPr>
                <w:i/>
                <w:iCs/>
              </w:rPr>
            </w:pPr>
            <w:r>
              <w:t>each</w:t>
            </w:r>
          </w:p>
        </w:tc>
      </w:tr>
      <w:tr w:rsidR="00AD7858" w14:paraId="2184BE27" w14:textId="77777777" w:rsidTr="00673D30">
        <w:trPr>
          <w:cantSplit/>
        </w:trPr>
        <w:tc>
          <w:tcPr>
            <w:tcW w:w="2178" w:type="dxa"/>
            <w:vMerge/>
          </w:tcPr>
          <w:p w14:paraId="6E70780E" w14:textId="407AE6DD" w:rsidR="00AD7858" w:rsidRPr="00AD7858" w:rsidRDefault="00AD7858" w:rsidP="00AD7858">
            <w:pPr>
              <w:rPr>
                <w:i/>
                <w:iCs/>
                <w:sz w:val="22"/>
                <w:szCs w:val="22"/>
                <w:lang w:val="en-GB"/>
              </w:rPr>
            </w:pPr>
          </w:p>
        </w:tc>
        <w:tc>
          <w:tcPr>
            <w:tcW w:w="2677" w:type="dxa"/>
            <w:vMerge/>
          </w:tcPr>
          <w:p w14:paraId="6BBAAC44"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736F9E37" w14:textId="341F79AA" w:rsidR="00AD7858" w:rsidRDefault="00AD7858" w:rsidP="00AD7858">
            <w:pPr>
              <w:jc w:val="center"/>
              <w:rPr>
                <w:i/>
                <w:iCs/>
                <w:highlight w:val="yellow"/>
              </w:rPr>
            </w:pPr>
            <w:r w:rsidRPr="006B6307">
              <w:rPr>
                <w:color w:val="000000"/>
              </w:rPr>
              <w:t>Item 12</w:t>
            </w:r>
          </w:p>
        </w:tc>
        <w:tc>
          <w:tcPr>
            <w:tcW w:w="1332" w:type="dxa"/>
          </w:tcPr>
          <w:p w14:paraId="1C15AB61" w14:textId="2C5E98F7" w:rsidR="00AD7858" w:rsidRDefault="00AD7858" w:rsidP="00AD7858">
            <w:pPr>
              <w:jc w:val="center"/>
              <w:rPr>
                <w:i/>
                <w:iCs/>
              </w:rPr>
            </w:pPr>
            <w:r>
              <w:t>1</w:t>
            </w:r>
          </w:p>
        </w:tc>
        <w:tc>
          <w:tcPr>
            <w:tcW w:w="1350" w:type="dxa"/>
          </w:tcPr>
          <w:p w14:paraId="065C6469" w14:textId="12F7B1EB" w:rsidR="00AD7858" w:rsidRDefault="00AD7858" w:rsidP="00AD7858">
            <w:pPr>
              <w:jc w:val="center"/>
              <w:rPr>
                <w:i/>
                <w:iCs/>
              </w:rPr>
            </w:pPr>
            <w:r>
              <w:t>each</w:t>
            </w:r>
          </w:p>
        </w:tc>
      </w:tr>
      <w:tr w:rsidR="00AD7858" w14:paraId="6D7F2FA3" w14:textId="77777777" w:rsidTr="00673D30">
        <w:trPr>
          <w:cantSplit/>
        </w:trPr>
        <w:tc>
          <w:tcPr>
            <w:tcW w:w="2178" w:type="dxa"/>
            <w:vMerge/>
          </w:tcPr>
          <w:p w14:paraId="194DE887" w14:textId="45F79197" w:rsidR="00AD7858" w:rsidRPr="00AD7858" w:rsidRDefault="00AD7858" w:rsidP="00AD7858">
            <w:pPr>
              <w:rPr>
                <w:i/>
                <w:iCs/>
                <w:sz w:val="22"/>
                <w:szCs w:val="22"/>
                <w:lang w:val="en-GB"/>
              </w:rPr>
            </w:pPr>
          </w:p>
        </w:tc>
        <w:tc>
          <w:tcPr>
            <w:tcW w:w="2677" w:type="dxa"/>
            <w:vMerge/>
          </w:tcPr>
          <w:p w14:paraId="5CDE352B"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53AAA051" w14:textId="368B3B1C" w:rsidR="00AD7858" w:rsidRDefault="00AD7858" w:rsidP="00AD7858">
            <w:pPr>
              <w:jc w:val="center"/>
              <w:rPr>
                <w:i/>
                <w:iCs/>
                <w:highlight w:val="yellow"/>
              </w:rPr>
            </w:pPr>
            <w:r w:rsidRPr="006B6307">
              <w:rPr>
                <w:color w:val="000000"/>
              </w:rPr>
              <w:t>Item 13</w:t>
            </w:r>
          </w:p>
        </w:tc>
        <w:tc>
          <w:tcPr>
            <w:tcW w:w="1332" w:type="dxa"/>
          </w:tcPr>
          <w:p w14:paraId="53D51A44" w14:textId="73248667" w:rsidR="00AD7858" w:rsidRDefault="00AD7858" w:rsidP="00AD7858">
            <w:pPr>
              <w:jc w:val="center"/>
              <w:rPr>
                <w:i/>
                <w:iCs/>
              </w:rPr>
            </w:pPr>
            <w:r>
              <w:t>1</w:t>
            </w:r>
          </w:p>
        </w:tc>
        <w:tc>
          <w:tcPr>
            <w:tcW w:w="1350" w:type="dxa"/>
          </w:tcPr>
          <w:p w14:paraId="315D908D" w14:textId="43712E08" w:rsidR="00AD7858" w:rsidRDefault="00AD7858" w:rsidP="00AD7858">
            <w:pPr>
              <w:jc w:val="center"/>
              <w:rPr>
                <w:i/>
                <w:iCs/>
              </w:rPr>
            </w:pPr>
            <w:r>
              <w:t>each</w:t>
            </w:r>
          </w:p>
        </w:tc>
      </w:tr>
      <w:tr w:rsidR="00AD7858" w14:paraId="54C0F59B" w14:textId="77777777" w:rsidTr="00673D30">
        <w:trPr>
          <w:cantSplit/>
        </w:trPr>
        <w:tc>
          <w:tcPr>
            <w:tcW w:w="2178" w:type="dxa"/>
            <w:vMerge/>
          </w:tcPr>
          <w:p w14:paraId="07DE3A97" w14:textId="45991783" w:rsidR="00AD7858" w:rsidRPr="00AD7858" w:rsidRDefault="00AD7858" w:rsidP="00AD7858">
            <w:pPr>
              <w:rPr>
                <w:i/>
                <w:iCs/>
                <w:sz w:val="22"/>
                <w:szCs w:val="22"/>
                <w:lang w:val="en-GB"/>
              </w:rPr>
            </w:pPr>
          </w:p>
        </w:tc>
        <w:tc>
          <w:tcPr>
            <w:tcW w:w="2677" w:type="dxa"/>
            <w:vMerge/>
          </w:tcPr>
          <w:p w14:paraId="737A72D7" w14:textId="77777777" w:rsidR="00AD7858" w:rsidRPr="00AD7858" w:rsidRDefault="00AD7858" w:rsidP="00AD7858">
            <w:pPr>
              <w:overflowPunct/>
              <w:autoSpaceDE/>
              <w:autoSpaceDN/>
              <w:adjustRightInd/>
              <w:textAlignment w:val="auto"/>
              <w:rPr>
                <w:i/>
                <w:iCs/>
                <w:sz w:val="22"/>
                <w:szCs w:val="22"/>
                <w:lang w:val="en-GB"/>
              </w:rPr>
            </w:pPr>
          </w:p>
        </w:tc>
        <w:tc>
          <w:tcPr>
            <w:tcW w:w="1170" w:type="dxa"/>
          </w:tcPr>
          <w:p w14:paraId="3B94A6F4" w14:textId="16677E89" w:rsidR="00AD7858" w:rsidRDefault="00AD7858" w:rsidP="00AD7858">
            <w:pPr>
              <w:jc w:val="center"/>
              <w:rPr>
                <w:i/>
                <w:iCs/>
                <w:highlight w:val="yellow"/>
              </w:rPr>
            </w:pPr>
            <w:r w:rsidRPr="006B6307">
              <w:rPr>
                <w:color w:val="000000"/>
              </w:rPr>
              <w:t>Item 14</w:t>
            </w:r>
          </w:p>
        </w:tc>
        <w:tc>
          <w:tcPr>
            <w:tcW w:w="1332" w:type="dxa"/>
          </w:tcPr>
          <w:p w14:paraId="50D5BA6D" w14:textId="061DE80C" w:rsidR="00AD7858" w:rsidRDefault="00AD7858" w:rsidP="00AD7858">
            <w:pPr>
              <w:jc w:val="center"/>
              <w:rPr>
                <w:i/>
                <w:iCs/>
              </w:rPr>
            </w:pPr>
            <w:r>
              <w:t>2</w:t>
            </w:r>
          </w:p>
        </w:tc>
        <w:tc>
          <w:tcPr>
            <w:tcW w:w="1350" w:type="dxa"/>
          </w:tcPr>
          <w:p w14:paraId="325DD4FE" w14:textId="67FFC272" w:rsidR="00AD7858" w:rsidRDefault="00AD7858" w:rsidP="00AD7858">
            <w:pPr>
              <w:jc w:val="center"/>
              <w:rPr>
                <w:i/>
                <w:iCs/>
              </w:rPr>
            </w:pPr>
            <w:r>
              <w:t>each</w:t>
            </w:r>
          </w:p>
        </w:tc>
      </w:tr>
      <w:tr w:rsidR="00AD7858" w14:paraId="1BA82543" w14:textId="77777777" w:rsidTr="00673D30">
        <w:trPr>
          <w:cantSplit/>
        </w:trPr>
        <w:tc>
          <w:tcPr>
            <w:tcW w:w="2178" w:type="dxa"/>
            <w:vMerge/>
          </w:tcPr>
          <w:p w14:paraId="672333FD" w14:textId="1D27C546" w:rsidR="00AD7858" w:rsidRPr="00AD7858" w:rsidRDefault="00AD7858" w:rsidP="00AD7858">
            <w:pPr>
              <w:rPr>
                <w:i/>
                <w:iCs/>
                <w:sz w:val="22"/>
                <w:szCs w:val="22"/>
                <w:lang w:val="en-GB"/>
              </w:rPr>
            </w:pPr>
          </w:p>
        </w:tc>
        <w:tc>
          <w:tcPr>
            <w:tcW w:w="2677" w:type="dxa"/>
            <w:vMerge/>
          </w:tcPr>
          <w:p w14:paraId="4C8E692B" w14:textId="1F62708A" w:rsidR="00AD7858" w:rsidRPr="00AD7858" w:rsidRDefault="00AD7858" w:rsidP="00AD7858">
            <w:pPr>
              <w:overflowPunct/>
              <w:autoSpaceDE/>
              <w:autoSpaceDN/>
              <w:adjustRightInd/>
              <w:textAlignment w:val="auto"/>
              <w:rPr>
                <w:i/>
                <w:iCs/>
                <w:sz w:val="22"/>
                <w:szCs w:val="22"/>
                <w:lang w:val="en-GB"/>
              </w:rPr>
            </w:pPr>
          </w:p>
        </w:tc>
        <w:tc>
          <w:tcPr>
            <w:tcW w:w="1170" w:type="dxa"/>
          </w:tcPr>
          <w:p w14:paraId="0E6584EB" w14:textId="1B6E0DB0" w:rsidR="00AD7858" w:rsidRDefault="00AD7858" w:rsidP="00AD7858">
            <w:pPr>
              <w:jc w:val="center"/>
              <w:rPr>
                <w:i/>
                <w:iCs/>
                <w:highlight w:val="yellow"/>
              </w:rPr>
            </w:pPr>
            <w:r w:rsidRPr="006B6307">
              <w:rPr>
                <w:color w:val="000000"/>
              </w:rPr>
              <w:t>Item 15</w:t>
            </w:r>
          </w:p>
        </w:tc>
        <w:tc>
          <w:tcPr>
            <w:tcW w:w="1332" w:type="dxa"/>
          </w:tcPr>
          <w:p w14:paraId="67A8ED3B" w14:textId="0EE61BBD" w:rsidR="00AD7858" w:rsidRDefault="00AD7858" w:rsidP="00AD7858">
            <w:pPr>
              <w:jc w:val="center"/>
              <w:rPr>
                <w:i/>
                <w:iCs/>
                <w:highlight w:val="yellow"/>
              </w:rPr>
            </w:pPr>
            <w:r>
              <w:t>2</w:t>
            </w:r>
          </w:p>
        </w:tc>
        <w:tc>
          <w:tcPr>
            <w:tcW w:w="1350" w:type="dxa"/>
          </w:tcPr>
          <w:p w14:paraId="56A1E3AC" w14:textId="59D36B93" w:rsidR="00AD7858" w:rsidRDefault="00AD7858" w:rsidP="00AD7858">
            <w:pPr>
              <w:jc w:val="center"/>
              <w:rPr>
                <w:i/>
                <w:iCs/>
                <w:highlight w:val="yellow"/>
              </w:rPr>
            </w:pPr>
            <w:r>
              <w:t>each</w:t>
            </w:r>
          </w:p>
        </w:tc>
      </w:tr>
      <w:tr w:rsidR="00AD7858" w14:paraId="5708A681" w14:textId="77777777" w:rsidTr="00673D30">
        <w:trPr>
          <w:cantSplit/>
        </w:trPr>
        <w:tc>
          <w:tcPr>
            <w:tcW w:w="2178" w:type="dxa"/>
            <w:vMerge/>
          </w:tcPr>
          <w:p w14:paraId="3D478BF8" w14:textId="19C7C940" w:rsidR="00AD7858" w:rsidRPr="00AD7858" w:rsidRDefault="00AD7858" w:rsidP="00AD7858">
            <w:pPr>
              <w:rPr>
                <w:i/>
                <w:iCs/>
                <w:sz w:val="22"/>
                <w:szCs w:val="22"/>
                <w:lang w:val="en-GB"/>
              </w:rPr>
            </w:pPr>
          </w:p>
        </w:tc>
        <w:tc>
          <w:tcPr>
            <w:tcW w:w="2677" w:type="dxa"/>
            <w:vMerge/>
          </w:tcPr>
          <w:p w14:paraId="7CD18421" w14:textId="1E841E20" w:rsidR="00AD7858" w:rsidRPr="00AD7858" w:rsidRDefault="00AD7858" w:rsidP="00AD7858">
            <w:pPr>
              <w:overflowPunct/>
              <w:autoSpaceDE/>
              <w:autoSpaceDN/>
              <w:adjustRightInd/>
              <w:textAlignment w:val="auto"/>
              <w:rPr>
                <w:i/>
                <w:iCs/>
                <w:sz w:val="22"/>
                <w:szCs w:val="22"/>
                <w:lang w:val="en-GB"/>
              </w:rPr>
            </w:pPr>
          </w:p>
        </w:tc>
        <w:tc>
          <w:tcPr>
            <w:tcW w:w="1170" w:type="dxa"/>
          </w:tcPr>
          <w:p w14:paraId="0CC6DA6E" w14:textId="680FCA17" w:rsidR="00AD7858" w:rsidRDefault="00AD7858" w:rsidP="00AD7858">
            <w:pPr>
              <w:jc w:val="center"/>
              <w:rPr>
                <w:i/>
                <w:iCs/>
                <w:highlight w:val="yellow"/>
              </w:rPr>
            </w:pPr>
            <w:r w:rsidRPr="006B6307">
              <w:rPr>
                <w:color w:val="000000"/>
              </w:rPr>
              <w:t>Item 16</w:t>
            </w:r>
          </w:p>
        </w:tc>
        <w:tc>
          <w:tcPr>
            <w:tcW w:w="1332" w:type="dxa"/>
          </w:tcPr>
          <w:p w14:paraId="43B66BED" w14:textId="49C50DE5" w:rsidR="00AD7858" w:rsidRDefault="00AD7858" w:rsidP="00AD7858">
            <w:pPr>
              <w:jc w:val="center"/>
              <w:rPr>
                <w:i/>
                <w:iCs/>
                <w:highlight w:val="yellow"/>
              </w:rPr>
            </w:pPr>
            <w:r>
              <w:t>2</w:t>
            </w:r>
          </w:p>
        </w:tc>
        <w:tc>
          <w:tcPr>
            <w:tcW w:w="1350" w:type="dxa"/>
          </w:tcPr>
          <w:p w14:paraId="48574541" w14:textId="1ED2D047" w:rsidR="00AD7858" w:rsidRDefault="00AD7858" w:rsidP="00AD7858">
            <w:pPr>
              <w:jc w:val="center"/>
              <w:rPr>
                <w:i/>
                <w:iCs/>
                <w:highlight w:val="yellow"/>
              </w:rPr>
            </w:pPr>
            <w:r>
              <w:t>each</w:t>
            </w:r>
          </w:p>
        </w:tc>
      </w:tr>
      <w:tr w:rsidR="00AD7858" w14:paraId="06A4BF86" w14:textId="77777777" w:rsidTr="00673D30">
        <w:trPr>
          <w:cantSplit/>
        </w:trPr>
        <w:tc>
          <w:tcPr>
            <w:tcW w:w="2178" w:type="dxa"/>
            <w:vMerge/>
          </w:tcPr>
          <w:p w14:paraId="48FF5448" w14:textId="20806648" w:rsidR="00AD7858" w:rsidRPr="00AD7858" w:rsidRDefault="00AD7858" w:rsidP="00AD7858">
            <w:pPr>
              <w:rPr>
                <w:i/>
                <w:iCs/>
                <w:sz w:val="22"/>
                <w:szCs w:val="22"/>
                <w:lang w:val="en-GB"/>
              </w:rPr>
            </w:pPr>
          </w:p>
        </w:tc>
        <w:tc>
          <w:tcPr>
            <w:tcW w:w="2677" w:type="dxa"/>
            <w:vMerge/>
          </w:tcPr>
          <w:p w14:paraId="06511E69" w14:textId="2A159E0F" w:rsidR="00AD7858" w:rsidRPr="00AD7858" w:rsidRDefault="00AD7858" w:rsidP="00AD7858">
            <w:pPr>
              <w:rPr>
                <w:i/>
                <w:iCs/>
                <w:sz w:val="22"/>
                <w:szCs w:val="22"/>
                <w:lang w:val="en-GB"/>
              </w:rPr>
            </w:pPr>
          </w:p>
        </w:tc>
        <w:tc>
          <w:tcPr>
            <w:tcW w:w="1170" w:type="dxa"/>
          </w:tcPr>
          <w:p w14:paraId="710843DC" w14:textId="40C8B430" w:rsidR="00AD7858" w:rsidRDefault="00AD7858" w:rsidP="00AD7858">
            <w:pPr>
              <w:jc w:val="center"/>
              <w:rPr>
                <w:i/>
                <w:iCs/>
                <w:highlight w:val="yellow"/>
              </w:rPr>
            </w:pPr>
            <w:r w:rsidRPr="006B6307">
              <w:t>Item 17</w:t>
            </w:r>
          </w:p>
        </w:tc>
        <w:tc>
          <w:tcPr>
            <w:tcW w:w="1332" w:type="dxa"/>
          </w:tcPr>
          <w:p w14:paraId="65204515" w14:textId="156432C3" w:rsidR="00AD7858" w:rsidRDefault="00AD7858" w:rsidP="00AD7858">
            <w:pPr>
              <w:jc w:val="center"/>
              <w:rPr>
                <w:i/>
                <w:iCs/>
                <w:highlight w:val="yellow"/>
              </w:rPr>
            </w:pPr>
            <w:r>
              <w:t>2</w:t>
            </w:r>
          </w:p>
        </w:tc>
        <w:tc>
          <w:tcPr>
            <w:tcW w:w="1350" w:type="dxa"/>
          </w:tcPr>
          <w:p w14:paraId="220721B4" w14:textId="188D0086" w:rsidR="00AD7858" w:rsidRDefault="00AD7858" w:rsidP="00AD7858">
            <w:pPr>
              <w:jc w:val="center"/>
              <w:rPr>
                <w:i/>
                <w:iCs/>
                <w:highlight w:val="yellow"/>
              </w:rPr>
            </w:pPr>
            <w:r>
              <w:t>each</w:t>
            </w:r>
          </w:p>
        </w:tc>
      </w:tr>
      <w:tr w:rsidR="00AD7858" w14:paraId="0763C54C" w14:textId="77777777" w:rsidTr="00673D30">
        <w:trPr>
          <w:cantSplit/>
        </w:trPr>
        <w:tc>
          <w:tcPr>
            <w:tcW w:w="2178" w:type="dxa"/>
            <w:vMerge/>
          </w:tcPr>
          <w:p w14:paraId="256EF93C" w14:textId="78E09D50" w:rsidR="00AD7858" w:rsidRPr="00AD7858" w:rsidRDefault="00AD7858" w:rsidP="00AD7858">
            <w:pPr>
              <w:rPr>
                <w:i/>
                <w:iCs/>
                <w:sz w:val="22"/>
                <w:szCs w:val="22"/>
                <w:lang w:val="en-GB"/>
              </w:rPr>
            </w:pPr>
          </w:p>
        </w:tc>
        <w:tc>
          <w:tcPr>
            <w:tcW w:w="2677" w:type="dxa"/>
            <w:vMerge/>
          </w:tcPr>
          <w:p w14:paraId="2D5C3E53" w14:textId="77777777" w:rsidR="00AD7858" w:rsidRPr="00AD7858" w:rsidRDefault="00AD7858" w:rsidP="00AD7858">
            <w:pPr>
              <w:rPr>
                <w:i/>
                <w:iCs/>
                <w:sz w:val="22"/>
                <w:szCs w:val="22"/>
                <w:lang w:val="en-GB"/>
              </w:rPr>
            </w:pPr>
          </w:p>
        </w:tc>
        <w:tc>
          <w:tcPr>
            <w:tcW w:w="1170" w:type="dxa"/>
          </w:tcPr>
          <w:p w14:paraId="46CFD396" w14:textId="6EB57B7D" w:rsidR="00AD7858" w:rsidRDefault="00AD7858" w:rsidP="00AD7858">
            <w:pPr>
              <w:jc w:val="center"/>
              <w:rPr>
                <w:i/>
                <w:iCs/>
                <w:highlight w:val="yellow"/>
              </w:rPr>
            </w:pPr>
            <w:r w:rsidRPr="006B6307">
              <w:rPr>
                <w:color w:val="000000"/>
              </w:rPr>
              <w:t>Item 18</w:t>
            </w:r>
          </w:p>
        </w:tc>
        <w:tc>
          <w:tcPr>
            <w:tcW w:w="1332" w:type="dxa"/>
          </w:tcPr>
          <w:p w14:paraId="2DF50EBD" w14:textId="45D408E1" w:rsidR="00AD7858" w:rsidRDefault="00AD7858" w:rsidP="00AD7858">
            <w:pPr>
              <w:jc w:val="center"/>
              <w:rPr>
                <w:i/>
                <w:iCs/>
                <w:highlight w:val="yellow"/>
              </w:rPr>
            </w:pPr>
            <w:r>
              <w:t>3</w:t>
            </w:r>
          </w:p>
        </w:tc>
        <w:tc>
          <w:tcPr>
            <w:tcW w:w="1350" w:type="dxa"/>
          </w:tcPr>
          <w:p w14:paraId="2D433C0F" w14:textId="7459C827" w:rsidR="00AD7858" w:rsidRDefault="00AD7858" w:rsidP="00AD7858">
            <w:pPr>
              <w:jc w:val="center"/>
              <w:rPr>
                <w:i/>
                <w:iCs/>
                <w:highlight w:val="yellow"/>
              </w:rPr>
            </w:pPr>
            <w:r>
              <w:t>each</w:t>
            </w:r>
          </w:p>
        </w:tc>
      </w:tr>
      <w:tr w:rsidR="00AD7858" w14:paraId="587354A4" w14:textId="77777777" w:rsidTr="00673D30">
        <w:trPr>
          <w:cantSplit/>
        </w:trPr>
        <w:tc>
          <w:tcPr>
            <w:tcW w:w="2178" w:type="dxa"/>
            <w:vMerge/>
          </w:tcPr>
          <w:p w14:paraId="17FD87DF" w14:textId="5BFFF900" w:rsidR="00AD7858" w:rsidRPr="00AD7858" w:rsidRDefault="00AD7858" w:rsidP="00AD7858">
            <w:pPr>
              <w:rPr>
                <w:i/>
                <w:iCs/>
                <w:sz w:val="22"/>
                <w:szCs w:val="22"/>
                <w:lang w:val="en-GB"/>
              </w:rPr>
            </w:pPr>
          </w:p>
        </w:tc>
        <w:tc>
          <w:tcPr>
            <w:tcW w:w="2677" w:type="dxa"/>
            <w:vMerge/>
          </w:tcPr>
          <w:p w14:paraId="13728A59" w14:textId="77777777" w:rsidR="00AD7858" w:rsidRPr="00AD7858" w:rsidRDefault="00AD7858" w:rsidP="00AD7858">
            <w:pPr>
              <w:rPr>
                <w:i/>
                <w:iCs/>
                <w:sz w:val="22"/>
                <w:szCs w:val="22"/>
                <w:lang w:val="en-GB"/>
              </w:rPr>
            </w:pPr>
          </w:p>
        </w:tc>
        <w:tc>
          <w:tcPr>
            <w:tcW w:w="1170" w:type="dxa"/>
          </w:tcPr>
          <w:p w14:paraId="7B006FBF" w14:textId="434F5363" w:rsidR="00AD7858" w:rsidRDefault="00AD7858" w:rsidP="00AD7858">
            <w:pPr>
              <w:jc w:val="center"/>
              <w:rPr>
                <w:sz w:val="22"/>
                <w:szCs w:val="22"/>
              </w:rPr>
            </w:pPr>
            <w:r w:rsidRPr="006B6307">
              <w:rPr>
                <w:color w:val="000000"/>
              </w:rPr>
              <w:t>Item 19</w:t>
            </w:r>
          </w:p>
        </w:tc>
        <w:tc>
          <w:tcPr>
            <w:tcW w:w="1332" w:type="dxa"/>
          </w:tcPr>
          <w:p w14:paraId="25F3C330" w14:textId="3CD8B334" w:rsidR="00AD7858" w:rsidRDefault="00AD7858" w:rsidP="00AD7858">
            <w:pPr>
              <w:jc w:val="center"/>
              <w:rPr>
                <w:sz w:val="22"/>
                <w:szCs w:val="22"/>
              </w:rPr>
            </w:pPr>
            <w:r>
              <w:t>1</w:t>
            </w:r>
          </w:p>
        </w:tc>
        <w:tc>
          <w:tcPr>
            <w:tcW w:w="1350" w:type="dxa"/>
          </w:tcPr>
          <w:p w14:paraId="082C1F32" w14:textId="33607834" w:rsidR="00AD7858" w:rsidRDefault="00AD7858" w:rsidP="00AD7858">
            <w:pPr>
              <w:jc w:val="center"/>
              <w:rPr>
                <w:sz w:val="22"/>
                <w:szCs w:val="22"/>
              </w:rPr>
            </w:pPr>
            <w:r>
              <w:t>each</w:t>
            </w:r>
          </w:p>
        </w:tc>
      </w:tr>
      <w:tr w:rsidR="00AD7858" w14:paraId="7D0CCF4E" w14:textId="77777777" w:rsidTr="00673D30">
        <w:trPr>
          <w:cantSplit/>
        </w:trPr>
        <w:tc>
          <w:tcPr>
            <w:tcW w:w="2178" w:type="dxa"/>
            <w:vMerge/>
          </w:tcPr>
          <w:p w14:paraId="2A2531A8" w14:textId="0600676B" w:rsidR="00AD7858" w:rsidRPr="00AD7858" w:rsidRDefault="00AD7858" w:rsidP="00AD7858">
            <w:pPr>
              <w:rPr>
                <w:i/>
                <w:iCs/>
                <w:sz w:val="22"/>
                <w:szCs w:val="22"/>
                <w:lang w:val="en-GB"/>
              </w:rPr>
            </w:pPr>
          </w:p>
        </w:tc>
        <w:tc>
          <w:tcPr>
            <w:tcW w:w="2677" w:type="dxa"/>
            <w:vMerge/>
          </w:tcPr>
          <w:p w14:paraId="6FAA5194" w14:textId="77777777" w:rsidR="00AD7858" w:rsidRPr="00AD7858" w:rsidRDefault="00AD7858" w:rsidP="00AD7858">
            <w:pPr>
              <w:rPr>
                <w:i/>
                <w:iCs/>
                <w:sz w:val="22"/>
                <w:szCs w:val="22"/>
                <w:lang w:val="en-GB"/>
              </w:rPr>
            </w:pPr>
          </w:p>
        </w:tc>
        <w:tc>
          <w:tcPr>
            <w:tcW w:w="1170" w:type="dxa"/>
          </w:tcPr>
          <w:p w14:paraId="0523A8D2" w14:textId="553EC2DF" w:rsidR="00AD7858" w:rsidRDefault="00AD7858" w:rsidP="00AD7858">
            <w:pPr>
              <w:jc w:val="center"/>
            </w:pPr>
            <w:r w:rsidRPr="006B6307">
              <w:rPr>
                <w:color w:val="000000"/>
              </w:rPr>
              <w:t>Item 20</w:t>
            </w:r>
          </w:p>
        </w:tc>
        <w:tc>
          <w:tcPr>
            <w:tcW w:w="1332" w:type="dxa"/>
          </w:tcPr>
          <w:p w14:paraId="4D0C8F78" w14:textId="4B55BC40" w:rsidR="00AD7858" w:rsidRDefault="00AD7858" w:rsidP="00AD7858">
            <w:pPr>
              <w:jc w:val="center"/>
            </w:pPr>
            <w:r>
              <w:t>1300</w:t>
            </w:r>
          </w:p>
        </w:tc>
        <w:tc>
          <w:tcPr>
            <w:tcW w:w="1350" w:type="dxa"/>
          </w:tcPr>
          <w:p w14:paraId="12C42A28" w14:textId="16F03C6F" w:rsidR="00AD7858" w:rsidRDefault="00AD7858" w:rsidP="00AD7858">
            <w:pPr>
              <w:jc w:val="center"/>
            </w:pPr>
            <w:r>
              <w:t>each</w:t>
            </w:r>
          </w:p>
        </w:tc>
      </w:tr>
      <w:tr w:rsidR="00AD7858" w14:paraId="55FE9CE6" w14:textId="77777777" w:rsidTr="00673D30">
        <w:trPr>
          <w:cantSplit/>
        </w:trPr>
        <w:tc>
          <w:tcPr>
            <w:tcW w:w="2178" w:type="dxa"/>
            <w:vMerge/>
          </w:tcPr>
          <w:p w14:paraId="337A72C9" w14:textId="588C355B" w:rsidR="00AD7858" w:rsidRPr="00AD7858" w:rsidRDefault="00AD7858" w:rsidP="00AD7858">
            <w:pPr>
              <w:rPr>
                <w:i/>
                <w:iCs/>
                <w:sz w:val="22"/>
                <w:szCs w:val="22"/>
                <w:lang w:val="en-GB"/>
              </w:rPr>
            </w:pPr>
          </w:p>
        </w:tc>
        <w:tc>
          <w:tcPr>
            <w:tcW w:w="2677" w:type="dxa"/>
            <w:vMerge/>
          </w:tcPr>
          <w:p w14:paraId="7B925EF5" w14:textId="77777777" w:rsidR="00AD7858" w:rsidRPr="00AD7858" w:rsidRDefault="00AD7858" w:rsidP="00AD7858">
            <w:pPr>
              <w:rPr>
                <w:i/>
                <w:iCs/>
                <w:sz w:val="22"/>
                <w:szCs w:val="22"/>
                <w:lang w:val="en-GB"/>
              </w:rPr>
            </w:pPr>
          </w:p>
        </w:tc>
        <w:tc>
          <w:tcPr>
            <w:tcW w:w="1170" w:type="dxa"/>
          </w:tcPr>
          <w:p w14:paraId="3951EA52" w14:textId="63C6D0E8" w:rsidR="00AD7858" w:rsidRDefault="00AD7858" w:rsidP="00AD7858">
            <w:pPr>
              <w:jc w:val="center"/>
            </w:pPr>
            <w:r w:rsidRPr="006B6307">
              <w:rPr>
                <w:color w:val="000000"/>
              </w:rPr>
              <w:t>Item 21</w:t>
            </w:r>
          </w:p>
        </w:tc>
        <w:tc>
          <w:tcPr>
            <w:tcW w:w="1332" w:type="dxa"/>
          </w:tcPr>
          <w:p w14:paraId="16971572" w14:textId="7ADDE6C3" w:rsidR="00AD7858" w:rsidRDefault="00AD7858" w:rsidP="00AD7858">
            <w:pPr>
              <w:jc w:val="center"/>
            </w:pPr>
            <w:r>
              <w:t>1</w:t>
            </w:r>
          </w:p>
        </w:tc>
        <w:tc>
          <w:tcPr>
            <w:tcW w:w="1350" w:type="dxa"/>
          </w:tcPr>
          <w:p w14:paraId="3D1E7F18" w14:textId="194B2420" w:rsidR="00AD7858" w:rsidRDefault="00AD7858" w:rsidP="00AD7858">
            <w:pPr>
              <w:jc w:val="center"/>
            </w:pPr>
            <w:r>
              <w:t>each</w:t>
            </w:r>
          </w:p>
        </w:tc>
      </w:tr>
      <w:tr w:rsidR="00AD7858" w14:paraId="4E215E51" w14:textId="77777777" w:rsidTr="00673D30">
        <w:trPr>
          <w:cantSplit/>
        </w:trPr>
        <w:tc>
          <w:tcPr>
            <w:tcW w:w="2178" w:type="dxa"/>
            <w:vMerge/>
          </w:tcPr>
          <w:p w14:paraId="6279C599" w14:textId="15E7DAD3" w:rsidR="00AD7858" w:rsidRPr="00AD7858" w:rsidRDefault="00AD7858" w:rsidP="00AD7858">
            <w:pPr>
              <w:rPr>
                <w:i/>
                <w:iCs/>
                <w:sz w:val="22"/>
                <w:szCs w:val="22"/>
                <w:lang w:val="en-GB"/>
              </w:rPr>
            </w:pPr>
          </w:p>
        </w:tc>
        <w:tc>
          <w:tcPr>
            <w:tcW w:w="2677" w:type="dxa"/>
            <w:vMerge/>
          </w:tcPr>
          <w:p w14:paraId="749E738B" w14:textId="77777777" w:rsidR="00AD7858" w:rsidRPr="00AD7858" w:rsidRDefault="00AD7858" w:rsidP="00AD7858">
            <w:pPr>
              <w:rPr>
                <w:i/>
                <w:iCs/>
                <w:sz w:val="22"/>
                <w:szCs w:val="22"/>
                <w:lang w:val="en-GB"/>
              </w:rPr>
            </w:pPr>
          </w:p>
        </w:tc>
        <w:tc>
          <w:tcPr>
            <w:tcW w:w="1170" w:type="dxa"/>
          </w:tcPr>
          <w:p w14:paraId="7DC38A16" w14:textId="5D4943B3" w:rsidR="00AD7858" w:rsidRDefault="00AD7858" w:rsidP="00AD7858">
            <w:pPr>
              <w:jc w:val="center"/>
            </w:pPr>
            <w:r w:rsidRPr="006B6307">
              <w:rPr>
                <w:color w:val="000000"/>
              </w:rPr>
              <w:t>Item 22</w:t>
            </w:r>
          </w:p>
        </w:tc>
        <w:tc>
          <w:tcPr>
            <w:tcW w:w="1332" w:type="dxa"/>
          </w:tcPr>
          <w:p w14:paraId="51957217" w14:textId="1F3C8CDA" w:rsidR="00AD7858" w:rsidRDefault="00AD7858" w:rsidP="00AD7858">
            <w:pPr>
              <w:jc w:val="center"/>
            </w:pPr>
            <w:r>
              <w:t>1</w:t>
            </w:r>
          </w:p>
        </w:tc>
        <w:tc>
          <w:tcPr>
            <w:tcW w:w="1350" w:type="dxa"/>
          </w:tcPr>
          <w:p w14:paraId="6D46BF2F" w14:textId="72B5A322" w:rsidR="00AD7858" w:rsidRDefault="00AD7858" w:rsidP="00AD7858">
            <w:pPr>
              <w:jc w:val="center"/>
            </w:pPr>
            <w:r>
              <w:t>each</w:t>
            </w:r>
          </w:p>
        </w:tc>
      </w:tr>
      <w:tr w:rsidR="00735315" w14:paraId="1C5B95C9" w14:textId="77777777" w:rsidTr="00673D30">
        <w:trPr>
          <w:cantSplit/>
        </w:trPr>
        <w:tc>
          <w:tcPr>
            <w:tcW w:w="2178" w:type="dxa"/>
            <w:vMerge w:val="restart"/>
          </w:tcPr>
          <w:p w14:paraId="7E13EE58" w14:textId="06CBABAE" w:rsidR="00735315" w:rsidRPr="00787D25" w:rsidRDefault="00735315" w:rsidP="00735315">
            <w:pPr>
              <w:rPr>
                <w:i/>
                <w:iCs/>
                <w:sz w:val="22"/>
                <w:szCs w:val="22"/>
                <w:lang w:val="en-GB"/>
              </w:rPr>
            </w:pPr>
            <w:r w:rsidRPr="00787D25">
              <w:rPr>
                <w:i/>
                <w:iCs/>
                <w:sz w:val="22"/>
                <w:szCs w:val="22"/>
                <w:lang w:val="en-GB"/>
              </w:rPr>
              <w:t xml:space="preserve">b. </w:t>
            </w:r>
            <w:proofErr w:type="spellStart"/>
            <w:r w:rsidRPr="00787D25">
              <w:rPr>
                <w:i/>
                <w:iCs/>
                <w:sz w:val="22"/>
                <w:szCs w:val="22"/>
                <w:lang w:val="en-GB"/>
              </w:rPr>
              <w:t>Amgalan</w:t>
            </w:r>
            <w:proofErr w:type="spellEnd"/>
            <w:r w:rsidRPr="00787D25">
              <w:rPr>
                <w:i/>
                <w:iCs/>
                <w:sz w:val="22"/>
                <w:szCs w:val="22"/>
                <w:lang w:val="en-GB"/>
              </w:rPr>
              <w:t xml:space="preserve"> Maternity hospital, Enkhtaivan avenue, </w:t>
            </w:r>
            <w:proofErr w:type="spellStart"/>
            <w:r w:rsidRPr="00787D25">
              <w:rPr>
                <w:i/>
                <w:iCs/>
                <w:sz w:val="22"/>
                <w:szCs w:val="22"/>
                <w:lang w:val="en-GB"/>
              </w:rPr>
              <w:t>Bayanzurkh</w:t>
            </w:r>
            <w:proofErr w:type="spellEnd"/>
            <w:r w:rsidRPr="00787D25">
              <w:rPr>
                <w:i/>
                <w:iCs/>
                <w:sz w:val="22"/>
                <w:szCs w:val="22"/>
                <w:lang w:val="en-GB"/>
              </w:rPr>
              <w:t xml:space="preserve"> district, Ulaanbaatar, Mongolia.</w:t>
            </w:r>
          </w:p>
          <w:p w14:paraId="25995087" w14:textId="6ACE4BC4" w:rsidR="00735315" w:rsidRPr="00AD7858" w:rsidRDefault="00735315" w:rsidP="00735315">
            <w:pPr>
              <w:rPr>
                <w:i/>
                <w:iCs/>
                <w:sz w:val="22"/>
                <w:szCs w:val="22"/>
                <w:lang w:val="en-GB"/>
              </w:rPr>
            </w:pPr>
          </w:p>
        </w:tc>
        <w:tc>
          <w:tcPr>
            <w:tcW w:w="2677" w:type="dxa"/>
            <w:vMerge w:val="restart"/>
          </w:tcPr>
          <w:p w14:paraId="5607624C" w14:textId="29A7425F" w:rsidR="001C3044" w:rsidRDefault="001C3044" w:rsidP="00735315">
            <w:pPr>
              <w:overflowPunct/>
              <w:autoSpaceDE/>
              <w:autoSpaceDN/>
              <w:adjustRightInd/>
              <w:textAlignment w:val="auto"/>
              <w:rPr>
                <w:i/>
                <w:iCs/>
                <w:sz w:val="22"/>
                <w:szCs w:val="22"/>
                <w:lang w:val="en-GB"/>
              </w:rPr>
            </w:pPr>
            <w:proofErr w:type="spellStart"/>
            <w:r>
              <w:rPr>
                <w:i/>
                <w:iCs/>
                <w:sz w:val="22"/>
                <w:szCs w:val="22"/>
                <w:lang w:val="en-GB"/>
              </w:rPr>
              <w:t>Jargalsaikhan.B</w:t>
            </w:r>
            <w:proofErr w:type="spellEnd"/>
            <w:r>
              <w:rPr>
                <w:i/>
                <w:iCs/>
                <w:sz w:val="22"/>
                <w:szCs w:val="22"/>
                <w:lang w:val="en-GB"/>
              </w:rPr>
              <w:t>, Logistic focal point, UNFPA Mongolia, 3535305(3359</w:t>
            </w:r>
          </w:p>
          <w:p w14:paraId="10AA0E1B" w14:textId="77777777" w:rsidR="001C3044" w:rsidRDefault="001C3044" w:rsidP="00735315">
            <w:pPr>
              <w:overflowPunct/>
              <w:autoSpaceDE/>
              <w:autoSpaceDN/>
              <w:adjustRightInd/>
              <w:textAlignment w:val="auto"/>
              <w:rPr>
                <w:i/>
                <w:iCs/>
                <w:sz w:val="22"/>
                <w:szCs w:val="22"/>
                <w:lang w:val="en-GB"/>
              </w:rPr>
            </w:pPr>
          </w:p>
          <w:p w14:paraId="7813A54C" w14:textId="04F56A9B" w:rsidR="00735315" w:rsidRPr="00AD7858" w:rsidRDefault="00735315" w:rsidP="00735315">
            <w:pPr>
              <w:overflowPunct/>
              <w:autoSpaceDE/>
              <w:autoSpaceDN/>
              <w:adjustRightInd/>
              <w:textAlignment w:val="auto"/>
              <w:rPr>
                <w:i/>
                <w:iCs/>
                <w:sz w:val="22"/>
                <w:szCs w:val="22"/>
                <w:lang w:val="en-GB"/>
              </w:rPr>
            </w:pPr>
            <w:proofErr w:type="spellStart"/>
            <w:r w:rsidRPr="00AD7858">
              <w:rPr>
                <w:i/>
                <w:iCs/>
                <w:sz w:val="22"/>
                <w:szCs w:val="22"/>
                <w:lang w:val="en-GB"/>
              </w:rPr>
              <w:t>Dr.</w:t>
            </w:r>
            <w:proofErr w:type="spellEnd"/>
            <w:r w:rsidRPr="00AD7858">
              <w:rPr>
                <w:i/>
                <w:iCs/>
                <w:sz w:val="22"/>
                <w:szCs w:val="22"/>
                <w:lang w:val="en-GB"/>
              </w:rPr>
              <w:t xml:space="preserve"> Batbold, director of the hospital, Phone: 91916585 </w:t>
            </w:r>
          </w:p>
          <w:p w14:paraId="05B31DB1" w14:textId="02A42A0F" w:rsidR="00735315" w:rsidRPr="00AD7858" w:rsidRDefault="00735315" w:rsidP="00735315">
            <w:pPr>
              <w:rPr>
                <w:i/>
                <w:iCs/>
                <w:sz w:val="22"/>
                <w:szCs w:val="22"/>
                <w:lang w:val="en-GB"/>
              </w:rPr>
            </w:pPr>
          </w:p>
        </w:tc>
        <w:tc>
          <w:tcPr>
            <w:tcW w:w="1170" w:type="dxa"/>
          </w:tcPr>
          <w:p w14:paraId="4386D030" w14:textId="1604CF7A" w:rsidR="00735315" w:rsidRDefault="00735315" w:rsidP="00735315">
            <w:pPr>
              <w:jc w:val="center"/>
            </w:pPr>
            <w:r w:rsidRPr="006B6307">
              <w:rPr>
                <w:color w:val="000000"/>
                <w:lang w:val="en-GB"/>
              </w:rPr>
              <w:t>Item 1</w:t>
            </w:r>
          </w:p>
        </w:tc>
        <w:tc>
          <w:tcPr>
            <w:tcW w:w="1332" w:type="dxa"/>
          </w:tcPr>
          <w:p w14:paraId="25EDA6D1" w14:textId="4FE42F83" w:rsidR="00735315" w:rsidRDefault="00735315" w:rsidP="00735315">
            <w:pPr>
              <w:jc w:val="center"/>
            </w:pPr>
            <w:r>
              <w:t>1</w:t>
            </w:r>
          </w:p>
        </w:tc>
        <w:tc>
          <w:tcPr>
            <w:tcW w:w="1350" w:type="dxa"/>
          </w:tcPr>
          <w:p w14:paraId="2925708D" w14:textId="51983131" w:rsidR="00735315" w:rsidRDefault="00735315" w:rsidP="00735315">
            <w:pPr>
              <w:jc w:val="center"/>
            </w:pPr>
            <w:r>
              <w:t>each</w:t>
            </w:r>
          </w:p>
        </w:tc>
      </w:tr>
      <w:tr w:rsidR="00735315" w14:paraId="11E54029" w14:textId="77777777" w:rsidTr="00673D30">
        <w:trPr>
          <w:cantSplit/>
        </w:trPr>
        <w:tc>
          <w:tcPr>
            <w:tcW w:w="2178" w:type="dxa"/>
            <w:vMerge/>
          </w:tcPr>
          <w:p w14:paraId="42773EBB" w14:textId="073D7E57" w:rsidR="00735315" w:rsidRPr="009C1C2E" w:rsidRDefault="00735315" w:rsidP="00735315">
            <w:pPr>
              <w:rPr>
                <w:lang w:val="en-GB"/>
              </w:rPr>
            </w:pPr>
          </w:p>
        </w:tc>
        <w:tc>
          <w:tcPr>
            <w:tcW w:w="2677" w:type="dxa"/>
            <w:vMerge/>
          </w:tcPr>
          <w:p w14:paraId="73AE6219" w14:textId="6EEE26D6" w:rsidR="00735315" w:rsidRDefault="00735315" w:rsidP="00735315"/>
        </w:tc>
        <w:tc>
          <w:tcPr>
            <w:tcW w:w="1170" w:type="dxa"/>
          </w:tcPr>
          <w:p w14:paraId="03F654F1" w14:textId="56A415A4" w:rsidR="00735315" w:rsidRDefault="00735315" w:rsidP="00735315">
            <w:pPr>
              <w:jc w:val="center"/>
            </w:pPr>
            <w:r w:rsidRPr="006B6307">
              <w:rPr>
                <w:color w:val="000000"/>
              </w:rPr>
              <w:t>Item 2</w:t>
            </w:r>
          </w:p>
        </w:tc>
        <w:tc>
          <w:tcPr>
            <w:tcW w:w="1332" w:type="dxa"/>
          </w:tcPr>
          <w:p w14:paraId="1C255EC5" w14:textId="7FFF9671" w:rsidR="00735315" w:rsidRDefault="00735315" w:rsidP="00735315">
            <w:pPr>
              <w:jc w:val="center"/>
            </w:pPr>
            <w:r>
              <w:t>1000</w:t>
            </w:r>
          </w:p>
        </w:tc>
        <w:tc>
          <w:tcPr>
            <w:tcW w:w="1350" w:type="dxa"/>
          </w:tcPr>
          <w:p w14:paraId="60B16E67" w14:textId="6FDF238B" w:rsidR="00735315" w:rsidRDefault="00735315" w:rsidP="00735315">
            <w:pPr>
              <w:jc w:val="center"/>
            </w:pPr>
            <w:r>
              <w:t>Test</w:t>
            </w:r>
          </w:p>
        </w:tc>
      </w:tr>
      <w:tr w:rsidR="00735315" w14:paraId="0E680BF8" w14:textId="77777777" w:rsidTr="00673D30">
        <w:trPr>
          <w:cantSplit/>
        </w:trPr>
        <w:tc>
          <w:tcPr>
            <w:tcW w:w="2178" w:type="dxa"/>
            <w:vMerge/>
          </w:tcPr>
          <w:p w14:paraId="47FFEDE6" w14:textId="5D2484E1" w:rsidR="00735315" w:rsidRPr="009C1C2E" w:rsidRDefault="00735315" w:rsidP="00735315">
            <w:pPr>
              <w:rPr>
                <w:lang w:val="en-GB"/>
              </w:rPr>
            </w:pPr>
          </w:p>
        </w:tc>
        <w:tc>
          <w:tcPr>
            <w:tcW w:w="2677" w:type="dxa"/>
            <w:vMerge/>
          </w:tcPr>
          <w:p w14:paraId="40567ACE" w14:textId="77777777" w:rsidR="00735315" w:rsidRDefault="00735315" w:rsidP="00735315"/>
        </w:tc>
        <w:tc>
          <w:tcPr>
            <w:tcW w:w="1170" w:type="dxa"/>
          </w:tcPr>
          <w:p w14:paraId="50B1FA0A" w14:textId="5E638C12" w:rsidR="00735315" w:rsidRDefault="00735315" w:rsidP="00735315">
            <w:pPr>
              <w:jc w:val="center"/>
            </w:pPr>
            <w:r w:rsidRPr="006B6307">
              <w:rPr>
                <w:color w:val="000000"/>
                <w:lang w:val="en-GB"/>
              </w:rPr>
              <w:t>Item 3</w:t>
            </w:r>
          </w:p>
        </w:tc>
        <w:tc>
          <w:tcPr>
            <w:tcW w:w="1332" w:type="dxa"/>
          </w:tcPr>
          <w:p w14:paraId="56D23D3B" w14:textId="0B3B75CC" w:rsidR="00735315" w:rsidRDefault="00735315" w:rsidP="00735315">
            <w:pPr>
              <w:jc w:val="center"/>
            </w:pPr>
            <w:r>
              <w:t>300</w:t>
            </w:r>
          </w:p>
        </w:tc>
        <w:tc>
          <w:tcPr>
            <w:tcW w:w="1350" w:type="dxa"/>
          </w:tcPr>
          <w:p w14:paraId="5A83D3FA" w14:textId="2C01830E" w:rsidR="00735315" w:rsidRDefault="00735315" w:rsidP="00735315">
            <w:pPr>
              <w:jc w:val="center"/>
            </w:pPr>
            <w:r>
              <w:t>Test</w:t>
            </w:r>
          </w:p>
        </w:tc>
      </w:tr>
      <w:tr w:rsidR="00735315" w14:paraId="1B7F3281" w14:textId="77777777" w:rsidTr="00673D30">
        <w:trPr>
          <w:cantSplit/>
        </w:trPr>
        <w:tc>
          <w:tcPr>
            <w:tcW w:w="2178" w:type="dxa"/>
            <w:vMerge/>
          </w:tcPr>
          <w:p w14:paraId="78FCB36D" w14:textId="5D0A8B32" w:rsidR="00735315" w:rsidRPr="009C1C2E" w:rsidRDefault="00735315" w:rsidP="00735315">
            <w:pPr>
              <w:rPr>
                <w:lang w:val="en-GB"/>
              </w:rPr>
            </w:pPr>
          </w:p>
        </w:tc>
        <w:tc>
          <w:tcPr>
            <w:tcW w:w="2677" w:type="dxa"/>
            <w:vMerge/>
          </w:tcPr>
          <w:p w14:paraId="117C60ED" w14:textId="77777777" w:rsidR="00735315" w:rsidRDefault="00735315" w:rsidP="00735315"/>
        </w:tc>
        <w:tc>
          <w:tcPr>
            <w:tcW w:w="1170" w:type="dxa"/>
          </w:tcPr>
          <w:p w14:paraId="6B9F0F2E" w14:textId="510D74DF" w:rsidR="00735315" w:rsidRDefault="00735315" w:rsidP="00735315">
            <w:pPr>
              <w:jc w:val="center"/>
            </w:pPr>
            <w:r w:rsidRPr="006B6307">
              <w:rPr>
                <w:color w:val="000000"/>
              </w:rPr>
              <w:t>Item 4</w:t>
            </w:r>
          </w:p>
        </w:tc>
        <w:tc>
          <w:tcPr>
            <w:tcW w:w="1332" w:type="dxa"/>
          </w:tcPr>
          <w:p w14:paraId="5016428F" w14:textId="0322D99F" w:rsidR="00735315" w:rsidRDefault="00735315" w:rsidP="00735315">
            <w:pPr>
              <w:jc w:val="center"/>
            </w:pPr>
            <w:r>
              <w:t>1250</w:t>
            </w:r>
          </w:p>
        </w:tc>
        <w:tc>
          <w:tcPr>
            <w:tcW w:w="1350" w:type="dxa"/>
          </w:tcPr>
          <w:p w14:paraId="010442B1" w14:textId="0C495F1D" w:rsidR="00735315" w:rsidRDefault="00735315" w:rsidP="00735315">
            <w:pPr>
              <w:jc w:val="center"/>
            </w:pPr>
            <w:r>
              <w:t>Test</w:t>
            </w:r>
          </w:p>
        </w:tc>
      </w:tr>
      <w:tr w:rsidR="00735315" w14:paraId="32A1DB58" w14:textId="77777777" w:rsidTr="00673D30">
        <w:trPr>
          <w:cantSplit/>
        </w:trPr>
        <w:tc>
          <w:tcPr>
            <w:tcW w:w="2178" w:type="dxa"/>
            <w:vMerge/>
          </w:tcPr>
          <w:p w14:paraId="0F73C3BC" w14:textId="788AE6BC" w:rsidR="00735315" w:rsidRPr="009C1C2E" w:rsidRDefault="00735315" w:rsidP="00735315">
            <w:pPr>
              <w:rPr>
                <w:lang w:val="en-GB"/>
              </w:rPr>
            </w:pPr>
          </w:p>
        </w:tc>
        <w:tc>
          <w:tcPr>
            <w:tcW w:w="2677" w:type="dxa"/>
            <w:vMerge/>
          </w:tcPr>
          <w:p w14:paraId="6728BD11" w14:textId="77777777" w:rsidR="00735315" w:rsidRDefault="00735315" w:rsidP="00735315"/>
        </w:tc>
        <w:tc>
          <w:tcPr>
            <w:tcW w:w="1170" w:type="dxa"/>
          </w:tcPr>
          <w:p w14:paraId="20EA10BE" w14:textId="75D295AD" w:rsidR="00735315" w:rsidRDefault="00735315" w:rsidP="00735315">
            <w:pPr>
              <w:jc w:val="center"/>
            </w:pPr>
            <w:r w:rsidRPr="006B6307">
              <w:rPr>
                <w:color w:val="000000"/>
              </w:rPr>
              <w:t>Item 5</w:t>
            </w:r>
          </w:p>
        </w:tc>
        <w:tc>
          <w:tcPr>
            <w:tcW w:w="1332" w:type="dxa"/>
          </w:tcPr>
          <w:p w14:paraId="4E90FB26" w14:textId="6B035950" w:rsidR="00735315" w:rsidRDefault="00735315" w:rsidP="00735315">
            <w:pPr>
              <w:jc w:val="center"/>
            </w:pPr>
            <w:r>
              <w:t>300</w:t>
            </w:r>
          </w:p>
        </w:tc>
        <w:tc>
          <w:tcPr>
            <w:tcW w:w="1350" w:type="dxa"/>
          </w:tcPr>
          <w:p w14:paraId="2AFFCE80" w14:textId="2AC50C41" w:rsidR="00735315" w:rsidRDefault="00735315" w:rsidP="00735315">
            <w:pPr>
              <w:jc w:val="center"/>
            </w:pPr>
            <w:r>
              <w:t>Test</w:t>
            </w:r>
          </w:p>
        </w:tc>
      </w:tr>
      <w:tr w:rsidR="00735315" w14:paraId="732789D1" w14:textId="77777777" w:rsidTr="00673D30">
        <w:trPr>
          <w:cantSplit/>
        </w:trPr>
        <w:tc>
          <w:tcPr>
            <w:tcW w:w="2178" w:type="dxa"/>
            <w:vMerge/>
          </w:tcPr>
          <w:p w14:paraId="54E13E9F" w14:textId="03C2B7E1" w:rsidR="00735315" w:rsidRPr="009C1C2E" w:rsidRDefault="00735315" w:rsidP="00735315">
            <w:pPr>
              <w:rPr>
                <w:lang w:val="en-GB"/>
              </w:rPr>
            </w:pPr>
          </w:p>
        </w:tc>
        <w:tc>
          <w:tcPr>
            <w:tcW w:w="2677" w:type="dxa"/>
            <w:vMerge/>
          </w:tcPr>
          <w:p w14:paraId="602C303A" w14:textId="77777777" w:rsidR="00735315" w:rsidRDefault="00735315" w:rsidP="00735315"/>
        </w:tc>
        <w:tc>
          <w:tcPr>
            <w:tcW w:w="1170" w:type="dxa"/>
          </w:tcPr>
          <w:p w14:paraId="1A431270" w14:textId="6473DD92" w:rsidR="00735315" w:rsidRDefault="00735315" w:rsidP="00735315">
            <w:pPr>
              <w:jc w:val="center"/>
            </w:pPr>
            <w:r w:rsidRPr="006B6307">
              <w:rPr>
                <w:color w:val="000000"/>
              </w:rPr>
              <w:t>Item 6</w:t>
            </w:r>
          </w:p>
        </w:tc>
        <w:tc>
          <w:tcPr>
            <w:tcW w:w="1332" w:type="dxa"/>
          </w:tcPr>
          <w:p w14:paraId="1A2725B6" w14:textId="7A8646E0" w:rsidR="00735315" w:rsidRDefault="00735315" w:rsidP="00735315">
            <w:pPr>
              <w:jc w:val="center"/>
            </w:pPr>
            <w:r>
              <w:t>1</w:t>
            </w:r>
          </w:p>
        </w:tc>
        <w:tc>
          <w:tcPr>
            <w:tcW w:w="1350" w:type="dxa"/>
          </w:tcPr>
          <w:p w14:paraId="6ADE747B" w14:textId="4C082093" w:rsidR="00735315" w:rsidRDefault="00735315" w:rsidP="00735315">
            <w:pPr>
              <w:jc w:val="center"/>
            </w:pPr>
            <w:r>
              <w:t>Each</w:t>
            </w:r>
          </w:p>
        </w:tc>
      </w:tr>
      <w:tr w:rsidR="00735315" w14:paraId="27077830" w14:textId="77777777" w:rsidTr="00673D30">
        <w:trPr>
          <w:cantSplit/>
        </w:trPr>
        <w:tc>
          <w:tcPr>
            <w:tcW w:w="2178" w:type="dxa"/>
            <w:vMerge/>
          </w:tcPr>
          <w:p w14:paraId="169FA6B8" w14:textId="6014F6B2" w:rsidR="00735315" w:rsidRPr="009C1C2E" w:rsidRDefault="00735315" w:rsidP="00735315">
            <w:pPr>
              <w:rPr>
                <w:lang w:val="en-GB"/>
              </w:rPr>
            </w:pPr>
          </w:p>
        </w:tc>
        <w:tc>
          <w:tcPr>
            <w:tcW w:w="2677" w:type="dxa"/>
            <w:vMerge/>
          </w:tcPr>
          <w:p w14:paraId="05CB8FFA" w14:textId="77777777" w:rsidR="00735315" w:rsidRDefault="00735315" w:rsidP="00735315"/>
        </w:tc>
        <w:tc>
          <w:tcPr>
            <w:tcW w:w="1170" w:type="dxa"/>
          </w:tcPr>
          <w:p w14:paraId="6D5F26F6" w14:textId="6ED68EE0" w:rsidR="00735315" w:rsidRDefault="00735315" w:rsidP="00735315">
            <w:pPr>
              <w:jc w:val="center"/>
            </w:pPr>
            <w:r w:rsidRPr="006B6307">
              <w:rPr>
                <w:color w:val="000000"/>
              </w:rPr>
              <w:t>Item 7</w:t>
            </w:r>
          </w:p>
        </w:tc>
        <w:tc>
          <w:tcPr>
            <w:tcW w:w="1332" w:type="dxa"/>
          </w:tcPr>
          <w:p w14:paraId="76668D98" w14:textId="0C59F70A" w:rsidR="00735315" w:rsidRDefault="00735315" w:rsidP="00735315">
            <w:pPr>
              <w:jc w:val="center"/>
            </w:pPr>
            <w:r>
              <w:rPr>
                <w:lang w:eastAsia="en-US"/>
              </w:rPr>
              <w:t>1600</w:t>
            </w:r>
          </w:p>
        </w:tc>
        <w:tc>
          <w:tcPr>
            <w:tcW w:w="1350" w:type="dxa"/>
          </w:tcPr>
          <w:p w14:paraId="57530584" w14:textId="383421A9" w:rsidR="00735315" w:rsidRDefault="00735315" w:rsidP="00735315">
            <w:pPr>
              <w:jc w:val="center"/>
            </w:pPr>
            <w:r>
              <w:t>Test</w:t>
            </w:r>
          </w:p>
        </w:tc>
      </w:tr>
      <w:tr w:rsidR="00735315" w14:paraId="6E798362" w14:textId="77777777" w:rsidTr="00673D30">
        <w:trPr>
          <w:cantSplit/>
        </w:trPr>
        <w:tc>
          <w:tcPr>
            <w:tcW w:w="2178" w:type="dxa"/>
            <w:vMerge/>
          </w:tcPr>
          <w:p w14:paraId="4D284969" w14:textId="1F490134" w:rsidR="00735315" w:rsidRPr="009C1C2E" w:rsidRDefault="00735315" w:rsidP="00735315">
            <w:pPr>
              <w:rPr>
                <w:lang w:val="en-GB"/>
              </w:rPr>
            </w:pPr>
          </w:p>
        </w:tc>
        <w:tc>
          <w:tcPr>
            <w:tcW w:w="2677" w:type="dxa"/>
            <w:vMerge/>
          </w:tcPr>
          <w:p w14:paraId="1D952FBE" w14:textId="77777777" w:rsidR="00735315" w:rsidRDefault="00735315" w:rsidP="00735315"/>
        </w:tc>
        <w:tc>
          <w:tcPr>
            <w:tcW w:w="1170" w:type="dxa"/>
          </w:tcPr>
          <w:p w14:paraId="7F554364" w14:textId="42FC14A8" w:rsidR="00735315" w:rsidRDefault="00735315" w:rsidP="00735315">
            <w:pPr>
              <w:jc w:val="center"/>
            </w:pPr>
            <w:r w:rsidRPr="006B6307">
              <w:rPr>
                <w:color w:val="000000"/>
              </w:rPr>
              <w:t>Item 8</w:t>
            </w:r>
          </w:p>
        </w:tc>
        <w:tc>
          <w:tcPr>
            <w:tcW w:w="1332" w:type="dxa"/>
          </w:tcPr>
          <w:p w14:paraId="05075C73" w14:textId="7266F141" w:rsidR="00735315" w:rsidRDefault="00735315" w:rsidP="00735315">
            <w:pPr>
              <w:jc w:val="center"/>
            </w:pPr>
            <w:r>
              <w:t>1</w:t>
            </w:r>
          </w:p>
        </w:tc>
        <w:tc>
          <w:tcPr>
            <w:tcW w:w="1350" w:type="dxa"/>
          </w:tcPr>
          <w:p w14:paraId="06726AD8" w14:textId="5BB136B7" w:rsidR="00735315" w:rsidRDefault="00735315" w:rsidP="00735315">
            <w:pPr>
              <w:jc w:val="center"/>
            </w:pPr>
            <w:r>
              <w:t>each</w:t>
            </w:r>
          </w:p>
        </w:tc>
      </w:tr>
      <w:tr w:rsidR="00735315" w14:paraId="314BCE86" w14:textId="77777777" w:rsidTr="00673D30">
        <w:trPr>
          <w:cantSplit/>
        </w:trPr>
        <w:tc>
          <w:tcPr>
            <w:tcW w:w="2178" w:type="dxa"/>
            <w:vMerge/>
          </w:tcPr>
          <w:p w14:paraId="39F8009F" w14:textId="77777777" w:rsidR="00735315" w:rsidRPr="009C1C2E" w:rsidRDefault="00735315" w:rsidP="00735315">
            <w:pPr>
              <w:rPr>
                <w:lang w:val="en-GB"/>
              </w:rPr>
            </w:pPr>
          </w:p>
        </w:tc>
        <w:tc>
          <w:tcPr>
            <w:tcW w:w="2677" w:type="dxa"/>
            <w:vMerge/>
          </w:tcPr>
          <w:p w14:paraId="7A3CA654" w14:textId="77777777" w:rsidR="00735315" w:rsidRDefault="00735315" w:rsidP="00735315"/>
        </w:tc>
        <w:tc>
          <w:tcPr>
            <w:tcW w:w="1170" w:type="dxa"/>
          </w:tcPr>
          <w:p w14:paraId="03C5EB2A" w14:textId="388CE179" w:rsidR="00735315" w:rsidRDefault="00735315" w:rsidP="00735315">
            <w:pPr>
              <w:jc w:val="center"/>
            </w:pPr>
            <w:r w:rsidRPr="006B6307">
              <w:t>Item 9</w:t>
            </w:r>
          </w:p>
        </w:tc>
        <w:tc>
          <w:tcPr>
            <w:tcW w:w="1332" w:type="dxa"/>
          </w:tcPr>
          <w:p w14:paraId="5ADB6D78" w14:textId="72423469" w:rsidR="00735315" w:rsidRDefault="00735315" w:rsidP="00735315">
            <w:pPr>
              <w:jc w:val="center"/>
            </w:pPr>
            <w:r>
              <w:t>1</w:t>
            </w:r>
          </w:p>
        </w:tc>
        <w:tc>
          <w:tcPr>
            <w:tcW w:w="1350" w:type="dxa"/>
          </w:tcPr>
          <w:p w14:paraId="2F036BD0" w14:textId="0FB2B461" w:rsidR="00735315" w:rsidRDefault="00735315" w:rsidP="00735315">
            <w:pPr>
              <w:jc w:val="center"/>
            </w:pPr>
            <w:r>
              <w:t>each</w:t>
            </w:r>
          </w:p>
        </w:tc>
      </w:tr>
      <w:tr w:rsidR="00735315" w14:paraId="7AA9E651" w14:textId="77777777" w:rsidTr="00673D30">
        <w:trPr>
          <w:cantSplit/>
        </w:trPr>
        <w:tc>
          <w:tcPr>
            <w:tcW w:w="2178" w:type="dxa"/>
            <w:vMerge/>
          </w:tcPr>
          <w:p w14:paraId="2003CA95" w14:textId="77777777" w:rsidR="00735315" w:rsidRPr="009C1C2E" w:rsidRDefault="00735315" w:rsidP="00735315">
            <w:pPr>
              <w:rPr>
                <w:lang w:val="en-GB"/>
              </w:rPr>
            </w:pPr>
          </w:p>
        </w:tc>
        <w:tc>
          <w:tcPr>
            <w:tcW w:w="2677" w:type="dxa"/>
            <w:vMerge/>
          </w:tcPr>
          <w:p w14:paraId="4C7F7119" w14:textId="77777777" w:rsidR="00735315" w:rsidRDefault="00735315" w:rsidP="00735315"/>
        </w:tc>
        <w:tc>
          <w:tcPr>
            <w:tcW w:w="1170" w:type="dxa"/>
          </w:tcPr>
          <w:p w14:paraId="5022AF8C" w14:textId="55BEA369" w:rsidR="00735315" w:rsidRDefault="00735315" w:rsidP="00735315">
            <w:pPr>
              <w:jc w:val="center"/>
            </w:pPr>
            <w:r w:rsidRPr="006B6307">
              <w:rPr>
                <w:color w:val="000000"/>
              </w:rPr>
              <w:t>Item 10</w:t>
            </w:r>
          </w:p>
        </w:tc>
        <w:tc>
          <w:tcPr>
            <w:tcW w:w="1332" w:type="dxa"/>
          </w:tcPr>
          <w:p w14:paraId="5DB57FC0" w14:textId="70E18C43" w:rsidR="00735315" w:rsidRDefault="00735315" w:rsidP="00735315">
            <w:pPr>
              <w:jc w:val="center"/>
            </w:pPr>
            <w:r>
              <w:t>1</w:t>
            </w:r>
          </w:p>
        </w:tc>
        <w:tc>
          <w:tcPr>
            <w:tcW w:w="1350" w:type="dxa"/>
          </w:tcPr>
          <w:p w14:paraId="16F2C630" w14:textId="0D8FD980" w:rsidR="00735315" w:rsidRDefault="00735315" w:rsidP="00735315">
            <w:pPr>
              <w:jc w:val="center"/>
            </w:pPr>
            <w:r>
              <w:t>each</w:t>
            </w:r>
          </w:p>
        </w:tc>
      </w:tr>
      <w:tr w:rsidR="00735315" w14:paraId="79D83206" w14:textId="77777777" w:rsidTr="00673D30">
        <w:trPr>
          <w:cantSplit/>
        </w:trPr>
        <w:tc>
          <w:tcPr>
            <w:tcW w:w="2178" w:type="dxa"/>
            <w:vMerge/>
          </w:tcPr>
          <w:p w14:paraId="3EDD6E8E" w14:textId="77777777" w:rsidR="00735315" w:rsidRPr="009C1C2E" w:rsidRDefault="00735315" w:rsidP="00735315">
            <w:pPr>
              <w:rPr>
                <w:lang w:val="en-GB"/>
              </w:rPr>
            </w:pPr>
          </w:p>
        </w:tc>
        <w:tc>
          <w:tcPr>
            <w:tcW w:w="2677" w:type="dxa"/>
            <w:vMerge/>
          </w:tcPr>
          <w:p w14:paraId="4FE71E05" w14:textId="77777777" w:rsidR="00735315" w:rsidRDefault="00735315" w:rsidP="00735315"/>
        </w:tc>
        <w:tc>
          <w:tcPr>
            <w:tcW w:w="1170" w:type="dxa"/>
          </w:tcPr>
          <w:p w14:paraId="707776E3" w14:textId="6297BB9F" w:rsidR="00735315" w:rsidRDefault="00735315" w:rsidP="00735315">
            <w:pPr>
              <w:jc w:val="center"/>
            </w:pPr>
            <w:r w:rsidRPr="006B6307">
              <w:rPr>
                <w:color w:val="000000"/>
              </w:rPr>
              <w:t>Item 11</w:t>
            </w:r>
          </w:p>
        </w:tc>
        <w:tc>
          <w:tcPr>
            <w:tcW w:w="1332" w:type="dxa"/>
          </w:tcPr>
          <w:p w14:paraId="3218D0D6" w14:textId="17CEEABE" w:rsidR="00735315" w:rsidRDefault="00735315" w:rsidP="00735315">
            <w:pPr>
              <w:jc w:val="center"/>
            </w:pPr>
            <w:r>
              <w:t>1</w:t>
            </w:r>
          </w:p>
        </w:tc>
        <w:tc>
          <w:tcPr>
            <w:tcW w:w="1350" w:type="dxa"/>
          </w:tcPr>
          <w:p w14:paraId="7D106AA5" w14:textId="72059E79" w:rsidR="00735315" w:rsidRDefault="00735315" w:rsidP="00735315">
            <w:pPr>
              <w:jc w:val="center"/>
            </w:pPr>
            <w:r>
              <w:t>each</w:t>
            </w:r>
          </w:p>
        </w:tc>
      </w:tr>
      <w:tr w:rsidR="00735315" w14:paraId="3BD8CE85" w14:textId="77777777" w:rsidTr="00673D30">
        <w:trPr>
          <w:cantSplit/>
        </w:trPr>
        <w:tc>
          <w:tcPr>
            <w:tcW w:w="2178" w:type="dxa"/>
            <w:vMerge/>
          </w:tcPr>
          <w:p w14:paraId="6239FCAF" w14:textId="77777777" w:rsidR="00735315" w:rsidRPr="009C1C2E" w:rsidRDefault="00735315" w:rsidP="00735315">
            <w:pPr>
              <w:rPr>
                <w:lang w:val="en-GB"/>
              </w:rPr>
            </w:pPr>
          </w:p>
        </w:tc>
        <w:tc>
          <w:tcPr>
            <w:tcW w:w="2677" w:type="dxa"/>
            <w:vMerge/>
          </w:tcPr>
          <w:p w14:paraId="659FBA76" w14:textId="77777777" w:rsidR="00735315" w:rsidRDefault="00735315" w:rsidP="00735315"/>
        </w:tc>
        <w:tc>
          <w:tcPr>
            <w:tcW w:w="1170" w:type="dxa"/>
          </w:tcPr>
          <w:p w14:paraId="3BC1287E" w14:textId="5C9D6E62" w:rsidR="00735315" w:rsidRDefault="00735315" w:rsidP="00735315">
            <w:pPr>
              <w:jc w:val="center"/>
            </w:pPr>
            <w:r w:rsidRPr="006B6307">
              <w:rPr>
                <w:color w:val="000000"/>
              </w:rPr>
              <w:t>Item 12</w:t>
            </w:r>
          </w:p>
        </w:tc>
        <w:tc>
          <w:tcPr>
            <w:tcW w:w="1332" w:type="dxa"/>
          </w:tcPr>
          <w:p w14:paraId="7C3B4BA0" w14:textId="78102CFF" w:rsidR="00735315" w:rsidRDefault="00735315" w:rsidP="00735315">
            <w:pPr>
              <w:jc w:val="center"/>
            </w:pPr>
            <w:r>
              <w:t>1</w:t>
            </w:r>
          </w:p>
        </w:tc>
        <w:tc>
          <w:tcPr>
            <w:tcW w:w="1350" w:type="dxa"/>
          </w:tcPr>
          <w:p w14:paraId="09D141DF" w14:textId="1EA08B22" w:rsidR="00735315" w:rsidRDefault="00735315" w:rsidP="00735315">
            <w:pPr>
              <w:jc w:val="center"/>
            </w:pPr>
            <w:r>
              <w:t>each</w:t>
            </w:r>
          </w:p>
        </w:tc>
      </w:tr>
      <w:tr w:rsidR="00735315" w14:paraId="54673C32" w14:textId="77777777" w:rsidTr="00673D30">
        <w:trPr>
          <w:cantSplit/>
        </w:trPr>
        <w:tc>
          <w:tcPr>
            <w:tcW w:w="2178" w:type="dxa"/>
            <w:vMerge/>
          </w:tcPr>
          <w:p w14:paraId="22DE7383" w14:textId="77777777" w:rsidR="00735315" w:rsidRPr="009C1C2E" w:rsidRDefault="00735315" w:rsidP="00735315">
            <w:pPr>
              <w:rPr>
                <w:lang w:val="en-GB"/>
              </w:rPr>
            </w:pPr>
          </w:p>
        </w:tc>
        <w:tc>
          <w:tcPr>
            <w:tcW w:w="2677" w:type="dxa"/>
            <w:vMerge/>
          </w:tcPr>
          <w:p w14:paraId="4B021A91" w14:textId="77777777" w:rsidR="00735315" w:rsidRDefault="00735315" w:rsidP="00735315"/>
        </w:tc>
        <w:tc>
          <w:tcPr>
            <w:tcW w:w="1170" w:type="dxa"/>
          </w:tcPr>
          <w:p w14:paraId="2AC20C70" w14:textId="10064F8D" w:rsidR="00735315" w:rsidRDefault="00735315" w:rsidP="00735315">
            <w:pPr>
              <w:jc w:val="center"/>
            </w:pPr>
            <w:r w:rsidRPr="006B6307">
              <w:rPr>
                <w:color w:val="000000"/>
              </w:rPr>
              <w:t>Item 13</w:t>
            </w:r>
          </w:p>
        </w:tc>
        <w:tc>
          <w:tcPr>
            <w:tcW w:w="1332" w:type="dxa"/>
          </w:tcPr>
          <w:p w14:paraId="7163DD68" w14:textId="1F9B38C3" w:rsidR="00735315" w:rsidRDefault="00735315" w:rsidP="00735315">
            <w:pPr>
              <w:jc w:val="center"/>
            </w:pPr>
            <w:r>
              <w:t>1</w:t>
            </w:r>
          </w:p>
        </w:tc>
        <w:tc>
          <w:tcPr>
            <w:tcW w:w="1350" w:type="dxa"/>
          </w:tcPr>
          <w:p w14:paraId="1F31CBE1" w14:textId="5D26908A" w:rsidR="00735315" w:rsidRDefault="00735315" w:rsidP="00735315">
            <w:pPr>
              <w:jc w:val="center"/>
            </w:pPr>
            <w:r>
              <w:t>each</w:t>
            </w:r>
          </w:p>
        </w:tc>
      </w:tr>
      <w:tr w:rsidR="00735315" w14:paraId="7FCC9AB6" w14:textId="77777777" w:rsidTr="00673D30">
        <w:trPr>
          <w:cantSplit/>
        </w:trPr>
        <w:tc>
          <w:tcPr>
            <w:tcW w:w="2178" w:type="dxa"/>
            <w:vMerge/>
          </w:tcPr>
          <w:p w14:paraId="30CEBB08" w14:textId="77777777" w:rsidR="00735315" w:rsidRPr="009C1C2E" w:rsidRDefault="00735315" w:rsidP="00735315">
            <w:pPr>
              <w:rPr>
                <w:lang w:val="en-GB"/>
              </w:rPr>
            </w:pPr>
          </w:p>
        </w:tc>
        <w:tc>
          <w:tcPr>
            <w:tcW w:w="2677" w:type="dxa"/>
            <w:vMerge/>
          </w:tcPr>
          <w:p w14:paraId="05E9FC33" w14:textId="77777777" w:rsidR="00735315" w:rsidRDefault="00735315" w:rsidP="00735315"/>
        </w:tc>
        <w:tc>
          <w:tcPr>
            <w:tcW w:w="1170" w:type="dxa"/>
          </w:tcPr>
          <w:p w14:paraId="7C7CDF47" w14:textId="2B83E071" w:rsidR="00735315" w:rsidRDefault="00735315" w:rsidP="00735315">
            <w:pPr>
              <w:jc w:val="center"/>
            </w:pPr>
            <w:r w:rsidRPr="006B6307">
              <w:rPr>
                <w:color w:val="000000"/>
              </w:rPr>
              <w:t>Item 14</w:t>
            </w:r>
          </w:p>
        </w:tc>
        <w:tc>
          <w:tcPr>
            <w:tcW w:w="1332" w:type="dxa"/>
          </w:tcPr>
          <w:p w14:paraId="5D8EB42E" w14:textId="20DD49B6" w:rsidR="00735315" w:rsidRDefault="00735315" w:rsidP="00735315">
            <w:pPr>
              <w:jc w:val="center"/>
            </w:pPr>
            <w:r>
              <w:t>2</w:t>
            </w:r>
          </w:p>
        </w:tc>
        <w:tc>
          <w:tcPr>
            <w:tcW w:w="1350" w:type="dxa"/>
          </w:tcPr>
          <w:p w14:paraId="46A33F9F" w14:textId="7D460E83" w:rsidR="00735315" w:rsidRDefault="00735315" w:rsidP="00735315">
            <w:pPr>
              <w:jc w:val="center"/>
            </w:pPr>
            <w:r>
              <w:t>each</w:t>
            </w:r>
          </w:p>
        </w:tc>
      </w:tr>
      <w:tr w:rsidR="00735315" w14:paraId="7BEB815C" w14:textId="77777777" w:rsidTr="00673D30">
        <w:trPr>
          <w:cantSplit/>
        </w:trPr>
        <w:tc>
          <w:tcPr>
            <w:tcW w:w="2178" w:type="dxa"/>
            <w:vMerge/>
          </w:tcPr>
          <w:p w14:paraId="5825E12F" w14:textId="77777777" w:rsidR="00735315" w:rsidRPr="009C1C2E" w:rsidRDefault="00735315" w:rsidP="00735315">
            <w:pPr>
              <w:rPr>
                <w:lang w:val="en-GB"/>
              </w:rPr>
            </w:pPr>
          </w:p>
        </w:tc>
        <w:tc>
          <w:tcPr>
            <w:tcW w:w="2677" w:type="dxa"/>
            <w:vMerge/>
          </w:tcPr>
          <w:p w14:paraId="403CB180" w14:textId="77777777" w:rsidR="00735315" w:rsidRDefault="00735315" w:rsidP="00735315"/>
        </w:tc>
        <w:tc>
          <w:tcPr>
            <w:tcW w:w="1170" w:type="dxa"/>
          </w:tcPr>
          <w:p w14:paraId="737244C7" w14:textId="03A7B207" w:rsidR="00735315" w:rsidRDefault="00735315" w:rsidP="00735315">
            <w:pPr>
              <w:jc w:val="center"/>
            </w:pPr>
            <w:r w:rsidRPr="006B6307">
              <w:rPr>
                <w:color w:val="000000"/>
              </w:rPr>
              <w:t>Item 15</w:t>
            </w:r>
          </w:p>
        </w:tc>
        <w:tc>
          <w:tcPr>
            <w:tcW w:w="1332" w:type="dxa"/>
          </w:tcPr>
          <w:p w14:paraId="01C578DD" w14:textId="64619FC9" w:rsidR="00735315" w:rsidRDefault="00735315" w:rsidP="00735315">
            <w:pPr>
              <w:jc w:val="center"/>
            </w:pPr>
            <w:r>
              <w:t>2</w:t>
            </w:r>
          </w:p>
        </w:tc>
        <w:tc>
          <w:tcPr>
            <w:tcW w:w="1350" w:type="dxa"/>
          </w:tcPr>
          <w:p w14:paraId="0FBA5F6D" w14:textId="53656286" w:rsidR="00735315" w:rsidRDefault="00735315" w:rsidP="00735315">
            <w:pPr>
              <w:jc w:val="center"/>
            </w:pPr>
            <w:r>
              <w:t>each</w:t>
            </w:r>
          </w:p>
        </w:tc>
      </w:tr>
      <w:tr w:rsidR="00735315" w14:paraId="0280A407" w14:textId="77777777" w:rsidTr="00673D30">
        <w:trPr>
          <w:cantSplit/>
        </w:trPr>
        <w:tc>
          <w:tcPr>
            <w:tcW w:w="2178" w:type="dxa"/>
            <w:vMerge/>
          </w:tcPr>
          <w:p w14:paraId="119EEA1D" w14:textId="77777777" w:rsidR="00735315" w:rsidRPr="009C1C2E" w:rsidRDefault="00735315" w:rsidP="00735315">
            <w:pPr>
              <w:rPr>
                <w:lang w:val="en-GB"/>
              </w:rPr>
            </w:pPr>
          </w:p>
        </w:tc>
        <w:tc>
          <w:tcPr>
            <w:tcW w:w="2677" w:type="dxa"/>
            <w:vMerge/>
          </w:tcPr>
          <w:p w14:paraId="1888210C" w14:textId="77777777" w:rsidR="00735315" w:rsidRDefault="00735315" w:rsidP="00735315"/>
        </w:tc>
        <w:tc>
          <w:tcPr>
            <w:tcW w:w="1170" w:type="dxa"/>
          </w:tcPr>
          <w:p w14:paraId="396879EA" w14:textId="7381A06B" w:rsidR="00735315" w:rsidRDefault="00735315" w:rsidP="00735315">
            <w:pPr>
              <w:jc w:val="center"/>
            </w:pPr>
            <w:r w:rsidRPr="006B6307">
              <w:rPr>
                <w:color w:val="000000"/>
              </w:rPr>
              <w:t>Item 16</w:t>
            </w:r>
          </w:p>
        </w:tc>
        <w:tc>
          <w:tcPr>
            <w:tcW w:w="1332" w:type="dxa"/>
          </w:tcPr>
          <w:p w14:paraId="7819D474" w14:textId="103BC59A" w:rsidR="00735315" w:rsidRDefault="00735315" w:rsidP="00735315">
            <w:pPr>
              <w:jc w:val="center"/>
            </w:pPr>
            <w:r>
              <w:t>2</w:t>
            </w:r>
          </w:p>
        </w:tc>
        <w:tc>
          <w:tcPr>
            <w:tcW w:w="1350" w:type="dxa"/>
          </w:tcPr>
          <w:p w14:paraId="11F86D2A" w14:textId="4EF41EBC" w:rsidR="00735315" w:rsidRDefault="00735315" w:rsidP="00735315">
            <w:pPr>
              <w:jc w:val="center"/>
            </w:pPr>
            <w:r>
              <w:t>each</w:t>
            </w:r>
          </w:p>
        </w:tc>
      </w:tr>
      <w:tr w:rsidR="00735315" w14:paraId="4FCD5B5D" w14:textId="77777777" w:rsidTr="00673D30">
        <w:trPr>
          <w:cantSplit/>
        </w:trPr>
        <w:tc>
          <w:tcPr>
            <w:tcW w:w="2178" w:type="dxa"/>
            <w:vMerge/>
          </w:tcPr>
          <w:p w14:paraId="245CAFF6" w14:textId="77777777" w:rsidR="00735315" w:rsidRPr="009C1C2E" w:rsidRDefault="00735315" w:rsidP="00735315">
            <w:pPr>
              <w:rPr>
                <w:lang w:val="en-GB"/>
              </w:rPr>
            </w:pPr>
          </w:p>
        </w:tc>
        <w:tc>
          <w:tcPr>
            <w:tcW w:w="2677" w:type="dxa"/>
            <w:vMerge/>
          </w:tcPr>
          <w:p w14:paraId="12D746D6" w14:textId="77777777" w:rsidR="00735315" w:rsidRDefault="00735315" w:rsidP="00735315"/>
        </w:tc>
        <w:tc>
          <w:tcPr>
            <w:tcW w:w="1170" w:type="dxa"/>
          </w:tcPr>
          <w:p w14:paraId="67C54ABE" w14:textId="064BE180" w:rsidR="00735315" w:rsidRDefault="00735315" w:rsidP="00735315">
            <w:pPr>
              <w:jc w:val="center"/>
            </w:pPr>
            <w:r w:rsidRPr="006B6307">
              <w:t>Item 17</w:t>
            </w:r>
          </w:p>
        </w:tc>
        <w:tc>
          <w:tcPr>
            <w:tcW w:w="1332" w:type="dxa"/>
          </w:tcPr>
          <w:p w14:paraId="16D15469" w14:textId="601867C8" w:rsidR="00735315" w:rsidRDefault="00735315" w:rsidP="00735315">
            <w:pPr>
              <w:jc w:val="center"/>
            </w:pPr>
            <w:r>
              <w:t>2</w:t>
            </w:r>
          </w:p>
        </w:tc>
        <w:tc>
          <w:tcPr>
            <w:tcW w:w="1350" w:type="dxa"/>
          </w:tcPr>
          <w:p w14:paraId="779FFD82" w14:textId="28169EC1" w:rsidR="00735315" w:rsidRDefault="00735315" w:rsidP="00735315">
            <w:pPr>
              <w:jc w:val="center"/>
            </w:pPr>
            <w:r>
              <w:t>each</w:t>
            </w:r>
          </w:p>
        </w:tc>
      </w:tr>
      <w:tr w:rsidR="00735315" w14:paraId="269E8519" w14:textId="77777777" w:rsidTr="00673D30">
        <w:trPr>
          <w:cantSplit/>
        </w:trPr>
        <w:tc>
          <w:tcPr>
            <w:tcW w:w="2178" w:type="dxa"/>
            <w:vMerge/>
          </w:tcPr>
          <w:p w14:paraId="4DF4987A" w14:textId="77777777" w:rsidR="00735315" w:rsidRPr="009C1C2E" w:rsidRDefault="00735315" w:rsidP="00735315">
            <w:pPr>
              <w:rPr>
                <w:lang w:val="en-GB"/>
              </w:rPr>
            </w:pPr>
          </w:p>
        </w:tc>
        <w:tc>
          <w:tcPr>
            <w:tcW w:w="2677" w:type="dxa"/>
            <w:vMerge/>
          </w:tcPr>
          <w:p w14:paraId="3B8A5032" w14:textId="77777777" w:rsidR="00735315" w:rsidRDefault="00735315" w:rsidP="00735315"/>
        </w:tc>
        <w:tc>
          <w:tcPr>
            <w:tcW w:w="1170" w:type="dxa"/>
          </w:tcPr>
          <w:p w14:paraId="443359C4" w14:textId="06D50EE2" w:rsidR="00735315" w:rsidRDefault="00735315" w:rsidP="00735315">
            <w:pPr>
              <w:jc w:val="center"/>
            </w:pPr>
            <w:r w:rsidRPr="006B6307">
              <w:rPr>
                <w:color w:val="000000"/>
              </w:rPr>
              <w:t>Item 18</w:t>
            </w:r>
          </w:p>
        </w:tc>
        <w:tc>
          <w:tcPr>
            <w:tcW w:w="1332" w:type="dxa"/>
          </w:tcPr>
          <w:p w14:paraId="0107989C" w14:textId="23523E66" w:rsidR="00735315" w:rsidRDefault="00735315" w:rsidP="00735315">
            <w:pPr>
              <w:jc w:val="center"/>
            </w:pPr>
            <w:r>
              <w:t>3</w:t>
            </w:r>
          </w:p>
        </w:tc>
        <w:tc>
          <w:tcPr>
            <w:tcW w:w="1350" w:type="dxa"/>
          </w:tcPr>
          <w:p w14:paraId="1B765B6F" w14:textId="36A8B37E" w:rsidR="00735315" w:rsidRDefault="00735315" w:rsidP="00735315">
            <w:pPr>
              <w:jc w:val="center"/>
            </w:pPr>
            <w:r>
              <w:t>each</w:t>
            </w:r>
          </w:p>
        </w:tc>
      </w:tr>
      <w:tr w:rsidR="00735315" w14:paraId="6FEB4E9B" w14:textId="77777777" w:rsidTr="00673D30">
        <w:trPr>
          <w:cantSplit/>
        </w:trPr>
        <w:tc>
          <w:tcPr>
            <w:tcW w:w="2178" w:type="dxa"/>
            <w:vMerge/>
          </w:tcPr>
          <w:p w14:paraId="56B917DE" w14:textId="77777777" w:rsidR="00735315" w:rsidRPr="009C1C2E" w:rsidRDefault="00735315" w:rsidP="00735315">
            <w:pPr>
              <w:rPr>
                <w:lang w:val="en-GB"/>
              </w:rPr>
            </w:pPr>
          </w:p>
        </w:tc>
        <w:tc>
          <w:tcPr>
            <w:tcW w:w="2677" w:type="dxa"/>
            <w:vMerge/>
          </w:tcPr>
          <w:p w14:paraId="15D574FF" w14:textId="77777777" w:rsidR="00735315" w:rsidRDefault="00735315" w:rsidP="00735315"/>
        </w:tc>
        <w:tc>
          <w:tcPr>
            <w:tcW w:w="1170" w:type="dxa"/>
          </w:tcPr>
          <w:p w14:paraId="38F609D8" w14:textId="00FAB5E1" w:rsidR="00735315" w:rsidRDefault="00735315" w:rsidP="00735315">
            <w:pPr>
              <w:jc w:val="center"/>
            </w:pPr>
            <w:r w:rsidRPr="006B6307">
              <w:rPr>
                <w:color w:val="000000"/>
              </w:rPr>
              <w:t>Item 19</w:t>
            </w:r>
          </w:p>
        </w:tc>
        <w:tc>
          <w:tcPr>
            <w:tcW w:w="1332" w:type="dxa"/>
          </w:tcPr>
          <w:p w14:paraId="51E46794" w14:textId="25308142" w:rsidR="00735315" w:rsidRDefault="00735315" w:rsidP="00735315">
            <w:pPr>
              <w:jc w:val="center"/>
            </w:pPr>
            <w:r>
              <w:t>1</w:t>
            </w:r>
          </w:p>
        </w:tc>
        <w:tc>
          <w:tcPr>
            <w:tcW w:w="1350" w:type="dxa"/>
          </w:tcPr>
          <w:p w14:paraId="426676E0" w14:textId="2D2028B2" w:rsidR="00735315" w:rsidRDefault="00735315" w:rsidP="00735315">
            <w:pPr>
              <w:jc w:val="center"/>
            </w:pPr>
            <w:r>
              <w:t>each</w:t>
            </w:r>
          </w:p>
        </w:tc>
      </w:tr>
      <w:tr w:rsidR="00735315" w14:paraId="64802EE3" w14:textId="77777777" w:rsidTr="00673D30">
        <w:trPr>
          <w:cantSplit/>
        </w:trPr>
        <w:tc>
          <w:tcPr>
            <w:tcW w:w="2178" w:type="dxa"/>
            <w:vMerge/>
          </w:tcPr>
          <w:p w14:paraId="45121414" w14:textId="77777777" w:rsidR="00735315" w:rsidRPr="009C1C2E" w:rsidRDefault="00735315" w:rsidP="00735315">
            <w:pPr>
              <w:rPr>
                <w:lang w:val="en-GB"/>
              </w:rPr>
            </w:pPr>
          </w:p>
        </w:tc>
        <w:tc>
          <w:tcPr>
            <w:tcW w:w="2677" w:type="dxa"/>
            <w:vMerge/>
          </w:tcPr>
          <w:p w14:paraId="61990B0C" w14:textId="77777777" w:rsidR="00735315" w:rsidRDefault="00735315" w:rsidP="00735315"/>
        </w:tc>
        <w:tc>
          <w:tcPr>
            <w:tcW w:w="1170" w:type="dxa"/>
          </w:tcPr>
          <w:p w14:paraId="4749A5A6" w14:textId="45C5F1BB" w:rsidR="00735315" w:rsidRDefault="00735315" w:rsidP="00735315">
            <w:pPr>
              <w:jc w:val="center"/>
            </w:pPr>
            <w:r w:rsidRPr="006B6307">
              <w:rPr>
                <w:color w:val="000000"/>
              </w:rPr>
              <w:t>Item 20</w:t>
            </w:r>
          </w:p>
        </w:tc>
        <w:tc>
          <w:tcPr>
            <w:tcW w:w="1332" w:type="dxa"/>
          </w:tcPr>
          <w:p w14:paraId="6F64A66C" w14:textId="50DB8F47" w:rsidR="00735315" w:rsidRDefault="00735315" w:rsidP="00735315">
            <w:pPr>
              <w:jc w:val="center"/>
            </w:pPr>
            <w:r>
              <w:t>1300</w:t>
            </w:r>
          </w:p>
        </w:tc>
        <w:tc>
          <w:tcPr>
            <w:tcW w:w="1350" w:type="dxa"/>
          </w:tcPr>
          <w:p w14:paraId="03516444" w14:textId="55D779B2" w:rsidR="00735315" w:rsidRDefault="00735315" w:rsidP="00735315">
            <w:pPr>
              <w:jc w:val="center"/>
            </w:pPr>
            <w:r>
              <w:t>each</w:t>
            </w:r>
          </w:p>
        </w:tc>
      </w:tr>
      <w:tr w:rsidR="00735315" w14:paraId="725AB8A3" w14:textId="77777777" w:rsidTr="00673D30">
        <w:trPr>
          <w:cantSplit/>
        </w:trPr>
        <w:tc>
          <w:tcPr>
            <w:tcW w:w="2178" w:type="dxa"/>
            <w:vMerge/>
          </w:tcPr>
          <w:p w14:paraId="2722D523" w14:textId="77777777" w:rsidR="00735315" w:rsidRPr="009C1C2E" w:rsidRDefault="00735315" w:rsidP="00735315">
            <w:pPr>
              <w:rPr>
                <w:lang w:val="en-GB"/>
              </w:rPr>
            </w:pPr>
          </w:p>
        </w:tc>
        <w:tc>
          <w:tcPr>
            <w:tcW w:w="2677" w:type="dxa"/>
            <w:vMerge/>
          </w:tcPr>
          <w:p w14:paraId="7E575BBB" w14:textId="77777777" w:rsidR="00735315" w:rsidRDefault="00735315" w:rsidP="00735315"/>
        </w:tc>
        <w:tc>
          <w:tcPr>
            <w:tcW w:w="1170" w:type="dxa"/>
          </w:tcPr>
          <w:p w14:paraId="786701BA" w14:textId="46649341" w:rsidR="00735315" w:rsidRDefault="00735315" w:rsidP="00735315">
            <w:pPr>
              <w:jc w:val="center"/>
            </w:pPr>
            <w:r w:rsidRPr="006B6307">
              <w:rPr>
                <w:color w:val="000000"/>
              </w:rPr>
              <w:t>Item 21</w:t>
            </w:r>
          </w:p>
        </w:tc>
        <w:tc>
          <w:tcPr>
            <w:tcW w:w="1332" w:type="dxa"/>
          </w:tcPr>
          <w:p w14:paraId="22BA32E2" w14:textId="12146984" w:rsidR="00735315" w:rsidRDefault="00735315" w:rsidP="00735315">
            <w:pPr>
              <w:jc w:val="center"/>
            </w:pPr>
            <w:r>
              <w:t>1</w:t>
            </w:r>
          </w:p>
        </w:tc>
        <w:tc>
          <w:tcPr>
            <w:tcW w:w="1350" w:type="dxa"/>
          </w:tcPr>
          <w:p w14:paraId="5C3EDABF" w14:textId="1B720C8B" w:rsidR="00735315" w:rsidRDefault="00735315" w:rsidP="00735315">
            <w:pPr>
              <w:jc w:val="center"/>
            </w:pPr>
            <w:r>
              <w:t>each</w:t>
            </w:r>
          </w:p>
        </w:tc>
      </w:tr>
      <w:tr w:rsidR="00735315" w14:paraId="1FB7C900" w14:textId="77777777" w:rsidTr="00673D30">
        <w:trPr>
          <w:cantSplit/>
        </w:trPr>
        <w:tc>
          <w:tcPr>
            <w:tcW w:w="2178" w:type="dxa"/>
            <w:vMerge/>
          </w:tcPr>
          <w:p w14:paraId="6FAE3AFE" w14:textId="77777777" w:rsidR="00735315" w:rsidRPr="009C1C2E" w:rsidRDefault="00735315" w:rsidP="00735315">
            <w:pPr>
              <w:rPr>
                <w:lang w:val="en-GB"/>
              </w:rPr>
            </w:pPr>
          </w:p>
        </w:tc>
        <w:tc>
          <w:tcPr>
            <w:tcW w:w="2677" w:type="dxa"/>
            <w:vMerge/>
          </w:tcPr>
          <w:p w14:paraId="0A1A263A" w14:textId="77777777" w:rsidR="00735315" w:rsidRDefault="00735315" w:rsidP="00735315"/>
        </w:tc>
        <w:tc>
          <w:tcPr>
            <w:tcW w:w="1170" w:type="dxa"/>
          </w:tcPr>
          <w:p w14:paraId="28394488" w14:textId="0157E181" w:rsidR="00735315" w:rsidRDefault="00735315" w:rsidP="00735315">
            <w:pPr>
              <w:jc w:val="center"/>
            </w:pPr>
            <w:r w:rsidRPr="006B6307">
              <w:rPr>
                <w:color w:val="000000"/>
              </w:rPr>
              <w:t>Item 22</w:t>
            </w:r>
          </w:p>
        </w:tc>
        <w:tc>
          <w:tcPr>
            <w:tcW w:w="1332" w:type="dxa"/>
          </w:tcPr>
          <w:p w14:paraId="3806D77E" w14:textId="3420B4CF" w:rsidR="00735315" w:rsidRDefault="00735315" w:rsidP="00735315">
            <w:pPr>
              <w:jc w:val="center"/>
            </w:pPr>
            <w:r>
              <w:t>1</w:t>
            </w:r>
          </w:p>
        </w:tc>
        <w:tc>
          <w:tcPr>
            <w:tcW w:w="1350" w:type="dxa"/>
          </w:tcPr>
          <w:p w14:paraId="7985DE8D" w14:textId="2372BD66" w:rsidR="00735315" w:rsidRDefault="00735315" w:rsidP="00735315">
            <w:pPr>
              <w:jc w:val="center"/>
            </w:pPr>
            <w:r>
              <w:t>each</w:t>
            </w:r>
          </w:p>
        </w:tc>
      </w:tr>
      <w:tr w:rsidR="00735315" w14:paraId="4B2763DF" w14:textId="77777777" w:rsidTr="00673D30">
        <w:trPr>
          <w:cantSplit/>
        </w:trPr>
        <w:tc>
          <w:tcPr>
            <w:tcW w:w="2178" w:type="dxa"/>
            <w:vMerge w:val="restart"/>
          </w:tcPr>
          <w:p w14:paraId="3D2BA882" w14:textId="1AA9A65B" w:rsidR="00735315" w:rsidRPr="00787D25" w:rsidRDefault="00735315" w:rsidP="00735315">
            <w:pPr>
              <w:rPr>
                <w:i/>
                <w:iCs/>
                <w:sz w:val="22"/>
                <w:szCs w:val="22"/>
                <w:lang w:val="en-GB"/>
              </w:rPr>
            </w:pPr>
            <w:r w:rsidRPr="00787D25">
              <w:rPr>
                <w:i/>
                <w:iCs/>
                <w:sz w:val="22"/>
                <w:szCs w:val="22"/>
                <w:lang w:val="en-GB"/>
              </w:rPr>
              <w:t xml:space="preserve">c. MNHC-2 in </w:t>
            </w:r>
            <w:proofErr w:type="spellStart"/>
            <w:r w:rsidRPr="00787D25">
              <w:rPr>
                <w:i/>
                <w:iCs/>
                <w:sz w:val="22"/>
                <w:szCs w:val="22"/>
                <w:lang w:val="en-GB"/>
              </w:rPr>
              <w:t>Ulziit</w:t>
            </w:r>
            <w:proofErr w:type="spellEnd"/>
            <w:r w:rsidRPr="00787D25">
              <w:rPr>
                <w:i/>
                <w:iCs/>
                <w:sz w:val="22"/>
                <w:szCs w:val="22"/>
                <w:lang w:val="en-GB"/>
              </w:rPr>
              <w:t xml:space="preserve"> street, 21</w:t>
            </w:r>
            <w:r w:rsidRPr="00AD7858">
              <w:rPr>
                <w:i/>
                <w:iCs/>
                <w:sz w:val="22"/>
                <w:szCs w:val="22"/>
                <w:lang w:val="en-GB"/>
              </w:rPr>
              <w:t>st</w:t>
            </w:r>
            <w:r w:rsidRPr="00787D25">
              <w:rPr>
                <w:i/>
                <w:iCs/>
                <w:sz w:val="22"/>
                <w:szCs w:val="22"/>
                <w:lang w:val="en-GB"/>
              </w:rPr>
              <w:t xml:space="preserve"> sub-district, Khan-</w:t>
            </w:r>
            <w:proofErr w:type="spellStart"/>
            <w:r w:rsidRPr="00787D25">
              <w:rPr>
                <w:i/>
                <w:iCs/>
                <w:sz w:val="22"/>
                <w:szCs w:val="22"/>
                <w:lang w:val="en-GB"/>
              </w:rPr>
              <w:t>Uul</w:t>
            </w:r>
            <w:proofErr w:type="spellEnd"/>
            <w:r w:rsidRPr="00787D25">
              <w:rPr>
                <w:i/>
                <w:iCs/>
                <w:sz w:val="22"/>
                <w:szCs w:val="22"/>
                <w:lang w:val="en-GB"/>
              </w:rPr>
              <w:t xml:space="preserve"> district, Ulaanbaatar, Mongolia</w:t>
            </w:r>
          </w:p>
          <w:p w14:paraId="795131FA" w14:textId="77777777" w:rsidR="00735315" w:rsidRPr="00AD7858" w:rsidRDefault="00735315" w:rsidP="00735315">
            <w:pPr>
              <w:rPr>
                <w:i/>
                <w:iCs/>
                <w:sz w:val="22"/>
                <w:szCs w:val="22"/>
                <w:lang w:val="en-GB"/>
              </w:rPr>
            </w:pPr>
          </w:p>
        </w:tc>
        <w:tc>
          <w:tcPr>
            <w:tcW w:w="2677" w:type="dxa"/>
            <w:vMerge w:val="restart"/>
          </w:tcPr>
          <w:p w14:paraId="2778F234" w14:textId="4C1B745E" w:rsidR="001C3044" w:rsidRDefault="001C3044" w:rsidP="00735315">
            <w:pPr>
              <w:rPr>
                <w:i/>
                <w:iCs/>
                <w:sz w:val="22"/>
                <w:szCs w:val="22"/>
                <w:lang w:val="en-GB"/>
              </w:rPr>
            </w:pPr>
            <w:proofErr w:type="spellStart"/>
            <w:r>
              <w:rPr>
                <w:i/>
                <w:iCs/>
                <w:sz w:val="22"/>
                <w:szCs w:val="22"/>
                <w:lang w:val="en-GB"/>
              </w:rPr>
              <w:t>Jargalsaikhan.B</w:t>
            </w:r>
            <w:proofErr w:type="spellEnd"/>
            <w:r>
              <w:rPr>
                <w:i/>
                <w:iCs/>
                <w:sz w:val="22"/>
                <w:szCs w:val="22"/>
                <w:lang w:val="en-GB"/>
              </w:rPr>
              <w:t>, Logistic focal point, UNFPA Mongolia, 3535305(3359)</w:t>
            </w:r>
          </w:p>
          <w:p w14:paraId="53B56640" w14:textId="77777777" w:rsidR="001C3044" w:rsidRDefault="001C3044" w:rsidP="00735315">
            <w:pPr>
              <w:rPr>
                <w:i/>
                <w:iCs/>
                <w:sz w:val="22"/>
                <w:szCs w:val="22"/>
                <w:lang w:val="en-GB"/>
              </w:rPr>
            </w:pPr>
          </w:p>
          <w:p w14:paraId="3AF740F4" w14:textId="65F06DE9" w:rsidR="00735315" w:rsidRPr="00AD7858" w:rsidRDefault="00735315" w:rsidP="00735315">
            <w:pPr>
              <w:rPr>
                <w:i/>
                <w:iCs/>
                <w:sz w:val="22"/>
                <w:szCs w:val="22"/>
                <w:lang w:val="en-GB"/>
              </w:rPr>
            </w:pPr>
            <w:proofErr w:type="spellStart"/>
            <w:r w:rsidRPr="00AD7858">
              <w:rPr>
                <w:i/>
                <w:iCs/>
                <w:sz w:val="22"/>
                <w:szCs w:val="22"/>
                <w:lang w:val="en-GB"/>
              </w:rPr>
              <w:t>Dr.</w:t>
            </w:r>
            <w:proofErr w:type="spellEnd"/>
            <w:r w:rsidRPr="00AD7858">
              <w:rPr>
                <w:i/>
                <w:iCs/>
                <w:sz w:val="22"/>
                <w:szCs w:val="22"/>
                <w:lang w:val="en-GB"/>
              </w:rPr>
              <w:t xml:space="preserve"> </w:t>
            </w:r>
            <w:proofErr w:type="spellStart"/>
            <w:r w:rsidRPr="00AD7858">
              <w:rPr>
                <w:i/>
                <w:iCs/>
                <w:sz w:val="22"/>
                <w:szCs w:val="22"/>
                <w:lang w:val="en-GB"/>
              </w:rPr>
              <w:t>Erdenetuya</w:t>
            </w:r>
            <w:proofErr w:type="spellEnd"/>
            <w:r w:rsidRPr="00AD7858">
              <w:rPr>
                <w:i/>
                <w:iCs/>
                <w:sz w:val="22"/>
                <w:szCs w:val="22"/>
                <w:lang w:val="en-GB"/>
              </w:rPr>
              <w:t>, director of the hospital</w:t>
            </w:r>
            <w:r w:rsidR="00EE1DED">
              <w:rPr>
                <w:i/>
                <w:iCs/>
                <w:sz w:val="22"/>
                <w:szCs w:val="22"/>
                <w:lang w:val="en-GB"/>
              </w:rPr>
              <w:t xml:space="preserve">, Phone: </w:t>
            </w:r>
            <w:r w:rsidR="00EE1DED" w:rsidRPr="001E4C4D">
              <w:rPr>
                <w:i/>
                <w:iCs/>
                <w:color w:val="FF0000"/>
                <w:sz w:val="22"/>
                <w:szCs w:val="22"/>
                <w:lang w:val="en-GB"/>
              </w:rPr>
              <w:t>77552201</w:t>
            </w:r>
          </w:p>
        </w:tc>
        <w:tc>
          <w:tcPr>
            <w:tcW w:w="1170" w:type="dxa"/>
          </w:tcPr>
          <w:p w14:paraId="3A83914E" w14:textId="7D618031" w:rsidR="00735315" w:rsidRDefault="00735315" w:rsidP="00735315">
            <w:pPr>
              <w:jc w:val="center"/>
            </w:pPr>
            <w:r w:rsidRPr="006B6307">
              <w:rPr>
                <w:color w:val="000000"/>
                <w:lang w:val="en-GB"/>
              </w:rPr>
              <w:t>Item 1</w:t>
            </w:r>
          </w:p>
        </w:tc>
        <w:tc>
          <w:tcPr>
            <w:tcW w:w="1332" w:type="dxa"/>
          </w:tcPr>
          <w:p w14:paraId="646A2DCF" w14:textId="7ACC5964" w:rsidR="00735315" w:rsidRDefault="00735315" w:rsidP="00735315">
            <w:pPr>
              <w:jc w:val="center"/>
            </w:pPr>
            <w:r>
              <w:t>1</w:t>
            </w:r>
          </w:p>
        </w:tc>
        <w:tc>
          <w:tcPr>
            <w:tcW w:w="1350" w:type="dxa"/>
          </w:tcPr>
          <w:p w14:paraId="586C3B2F" w14:textId="207FE27F" w:rsidR="00735315" w:rsidRDefault="00735315" w:rsidP="00735315">
            <w:pPr>
              <w:jc w:val="center"/>
            </w:pPr>
            <w:r>
              <w:t>each</w:t>
            </w:r>
          </w:p>
        </w:tc>
      </w:tr>
      <w:tr w:rsidR="00735315" w14:paraId="70647263" w14:textId="77777777" w:rsidTr="00673D30">
        <w:trPr>
          <w:cantSplit/>
        </w:trPr>
        <w:tc>
          <w:tcPr>
            <w:tcW w:w="2178" w:type="dxa"/>
            <w:vMerge/>
          </w:tcPr>
          <w:p w14:paraId="27B07BB1" w14:textId="77777777" w:rsidR="00735315" w:rsidRPr="009C1C2E" w:rsidRDefault="00735315" w:rsidP="00735315">
            <w:pPr>
              <w:rPr>
                <w:lang w:val="en-GB"/>
              </w:rPr>
            </w:pPr>
          </w:p>
        </w:tc>
        <w:tc>
          <w:tcPr>
            <w:tcW w:w="2677" w:type="dxa"/>
            <w:vMerge/>
          </w:tcPr>
          <w:p w14:paraId="3885EAA7" w14:textId="77777777" w:rsidR="00735315" w:rsidRDefault="00735315" w:rsidP="00735315"/>
        </w:tc>
        <w:tc>
          <w:tcPr>
            <w:tcW w:w="1170" w:type="dxa"/>
          </w:tcPr>
          <w:p w14:paraId="0487C8BC" w14:textId="6520DE01" w:rsidR="00735315" w:rsidRDefault="00735315" w:rsidP="00735315">
            <w:pPr>
              <w:jc w:val="center"/>
            </w:pPr>
            <w:r w:rsidRPr="006B6307">
              <w:rPr>
                <w:color w:val="000000"/>
              </w:rPr>
              <w:t>Item 2</w:t>
            </w:r>
          </w:p>
        </w:tc>
        <w:tc>
          <w:tcPr>
            <w:tcW w:w="1332" w:type="dxa"/>
          </w:tcPr>
          <w:p w14:paraId="682C9362" w14:textId="0C8E3D27" w:rsidR="00735315" w:rsidRDefault="00735315" w:rsidP="00735315">
            <w:pPr>
              <w:jc w:val="center"/>
            </w:pPr>
            <w:r>
              <w:t>1000</w:t>
            </w:r>
          </w:p>
        </w:tc>
        <w:tc>
          <w:tcPr>
            <w:tcW w:w="1350" w:type="dxa"/>
          </w:tcPr>
          <w:p w14:paraId="111F148F" w14:textId="38F1AB39" w:rsidR="00735315" w:rsidRDefault="00735315" w:rsidP="00735315">
            <w:pPr>
              <w:jc w:val="center"/>
            </w:pPr>
            <w:r>
              <w:t>Test</w:t>
            </w:r>
          </w:p>
        </w:tc>
      </w:tr>
      <w:tr w:rsidR="00735315" w14:paraId="16E1E2FC" w14:textId="77777777" w:rsidTr="00673D30">
        <w:trPr>
          <w:cantSplit/>
        </w:trPr>
        <w:tc>
          <w:tcPr>
            <w:tcW w:w="2178" w:type="dxa"/>
            <w:vMerge/>
          </w:tcPr>
          <w:p w14:paraId="7432FBCB" w14:textId="77777777" w:rsidR="00735315" w:rsidRPr="009C1C2E" w:rsidRDefault="00735315" w:rsidP="00735315">
            <w:pPr>
              <w:rPr>
                <w:lang w:val="en-GB"/>
              </w:rPr>
            </w:pPr>
          </w:p>
        </w:tc>
        <w:tc>
          <w:tcPr>
            <w:tcW w:w="2677" w:type="dxa"/>
            <w:vMerge/>
          </w:tcPr>
          <w:p w14:paraId="62F29660" w14:textId="77777777" w:rsidR="00735315" w:rsidRDefault="00735315" w:rsidP="00735315"/>
        </w:tc>
        <w:tc>
          <w:tcPr>
            <w:tcW w:w="1170" w:type="dxa"/>
          </w:tcPr>
          <w:p w14:paraId="0F7FD5FE" w14:textId="2A4281E6" w:rsidR="00735315" w:rsidRDefault="00735315" w:rsidP="00735315">
            <w:pPr>
              <w:jc w:val="center"/>
            </w:pPr>
            <w:r w:rsidRPr="006B6307">
              <w:rPr>
                <w:color w:val="000000"/>
                <w:lang w:val="en-GB"/>
              </w:rPr>
              <w:t>Item 3</w:t>
            </w:r>
          </w:p>
        </w:tc>
        <w:tc>
          <w:tcPr>
            <w:tcW w:w="1332" w:type="dxa"/>
          </w:tcPr>
          <w:p w14:paraId="36412114" w14:textId="717BCA4D" w:rsidR="00735315" w:rsidRDefault="00735315" w:rsidP="00735315">
            <w:pPr>
              <w:jc w:val="center"/>
            </w:pPr>
            <w:r>
              <w:t>400</w:t>
            </w:r>
          </w:p>
        </w:tc>
        <w:tc>
          <w:tcPr>
            <w:tcW w:w="1350" w:type="dxa"/>
          </w:tcPr>
          <w:p w14:paraId="7B9ED1C1" w14:textId="547E2660" w:rsidR="00735315" w:rsidRDefault="00735315" w:rsidP="00735315">
            <w:pPr>
              <w:jc w:val="center"/>
            </w:pPr>
            <w:r>
              <w:t>Test</w:t>
            </w:r>
          </w:p>
        </w:tc>
      </w:tr>
      <w:tr w:rsidR="00735315" w14:paraId="34F56829" w14:textId="77777777" w:rsidTr="00673D30">
        <w:trPr>
          <w:cantSplit/>
        </w:trPr>
        <w:tc>
          <w:tcPr>
            <w:tcW w:w="2178" w:type="dxa"/>
            <w:vMerge/>
          </w:tcPr>
          <w:p w14:paraId="600FB8B5" w14:textId="77777777" w:rsidR="00735315" w:rsidRPr="009C1C2E" w:rsidRDefault="00735315" w:rsidP="00735315">
            <w:pPr>
              <w:rPr>
                <w:lang w:val="en-GB"/>
              </w:rPr>
            </w:pPr>
          </w:p>
        </w:tc>
        <w:tc>
          <w:tcPr>
            <w:tcW w:w="2677" w:type="dxa"/>
            <w:vMerge/>
          </w:tcPr>
          <w:p w14:paraId="562DE5F9" w14:textId="77777777" w:rsidR="00735315" w:rsidRDefault="00735315" w:rsidP="00735315"/>
        </w:tc>
        <w:tc>
          <w:tcPr>
            <w:tcW w:w="1170" w:type="dxa"/>
          </w:tcPr>
          <w:p w14:paraId="39DC62B7" w14:textId="06931834" w:rsidR="00735315" w:rsidRDefault="00735315" w:rsidP="00735315">
            <w:pPr>
              <w:jc w:val="center"/>
            </w:pPr>
            <w:r w:rsidRPr="006B6307">
              <w:rPr>
                <w:color w:val="000000"/>
              </w:rPr>
              <w:t>Item 4</w:t>
            </w:r>
          </w:p>
        </w:tc>
        <w:tc>
          <w:tcPr>
            <w:tcW w:w="1332" w:type="dxa"/>
          </w:tcPr>
          <w:p w14:paraId="56C3D77A" w14:textId="4B4ED1C9" w:rsidR="00735315" w:rsidRDefault="00735315" w:rsidP="00735315">
            <w:pPr>
              <w:jc w:val="center"/>
            </w:pPr>
            <w:r>
              <w:t>1500</w:t>
            </w:r>
          </w:p>
        </w:tc>
        <w:tc>
          <w:tcPr>
            <w:tcW w:w="1350" w:type="dxa"/>
          </w:tcPr>
          <w:p w14:paraId="322E4AB9" w14:textId="541448DF" w:rsidR="00735315" w:rsidRDefault="00735315" w:rsidP="00735315">
            <w:pPr>
              <w:jc w:val="center"/>
            </w:pPr>
            <w:r>
              <w:t>Test</w:t>
            </w:r>
          </w:p>
        </w:tc>
      </w:tr>
      <w:tr w:rsidR="00735315" w14:paraId="3E18C097" w14:textId="77777777" w:rsidTr="00673D30">
        <w:trPr>
          <w:cantSplit/>
        </w:trPr>
        <w:tc>
          <w:tcPr>
            <w:tcW w:w="2178" w:type="dxa"/>
            <w:vMerge/>
          </w:tcPr>
          <w:p w14:paraId="1BDC499B" w14:textId="77777777" w:rsidR="00735315" w:rsidRPr="009C1C2E" w:rsidRDefault="00735315" w:rsidP="00735315">
            <w:pPr>
              <w:rPr>
                <w:lang w:val="en-GB"/>
              </w:rPr>
            </w:pPr>
          </w:p>
        </w:tc>
        <w:tc>
          <w:tcPr>
            <w:tcW w:w="2677" w:type="dxa"/>
            <w:vMerge/>
          </w:tcPr>
          <w:p w14:paraId="6D008849" w14:textId="77777777" w:rsidR="00735315" w:rsidRDefault="00735315" w:rsidP="00735315"/>
        </w:tc>
        <w:tc>
          <w:tcPr>
            <w:tcW w:w="1170" w:type="dxa"/>
          </w:tcPr>
          <w:p w14:paraId="48795593" w14:textId="293C85E1" w:rsidR="00735315" w:rsidRDefault="00735315" w:rsidP="00735315">
            <w:pPr>
              <w:jc w:val="center"/>
            </w:pPr>
            <w:r w:rsidRPr="006B6307">
              <w:rPr>
                <w:color w:val="000000"/>
              </w:rPr>
              <w:t>Item 5</w:t>
            </w:r>
          </w:p>
        </w:tc>
        <w:tc>
          <w:tcPr>
            <w:tcW w:w="1332" w:type="dxa"/>
          </w:tcPr>
          <w:p w14:paraId="71D4C862" w14:textId="1A30A173" w:rsidR="00735315" w:rsidRDefault="00735315" w:rsidP="00735315">
            <w:pPr>
              <w:jc w:val="center"/>
            </w:pPr>
            <w:r>
              <w:t>400</w:t>
            </w:r>
          </w:p>
        </w:tc>
        <w:tc>
          <w:tcPr>
            <w:tcW w:w="1350" w:type="dxa"/>
          </w:tcPr>
          <w:p w14:paraId="0B184B98" w14:textId="11E8CDAD" w:rsidR="00735315" w:rsidRDefault="00735315" w:rsidP="00735315">
            <w:pPr>
              <w:jc w:val="center"/>
            </w:pPr>
            <w:r>
              <w:t>Test</w:t>
            </w:r>
          </w:p>
        </w:tc>
      </w:tr>
      <w:tr w:rsidR="00735315" w14:paraId="650A68B1" w14:textId="77777777" w:rsidTr="00673D30">
        <w:trPr>
          <w:cantSplit/>
        </w:trPr>
        <w:tc>
          <w:tcPr>
            <w:tcW w:w="2178" w:type="dxa"/>
            <w:vMerge/>
          </w:tcPr>
          <w:p w14:paraId="07EDF08E" w14:textId="77777777" w:rsidR="00735315" w:rsidRPr="009C1C2E" w:rsidRDefault="00735315" w:rsidP="00735315">
            <w:pPr>
              <w:rPr>
                <w:lang w:val="en-GB"/>
              </w:rPr>
            </w:pPr>
          </w:p>
        </w:tc>
        <w:tc>
          <w:tcPr>
            <w:tcW w:w="2677" w:type="dxa"/>
            <w:vMerge/>
          </w:tcPr>
          <w:p w14:paraId="4E321AA7" w14:textId="77777777" w:rsidR="00735315" w:rsidRDefault="00735315" w:rsidP="00735315"/>
        </w:tc>
        <w:tc>
          <w:tcPr>
            <w:tcW w:w="1170" w:type="dxa"/>
          </w:tcPr>
          <w:p w14:paraId="733552CE" w14:textId="2B271D85" w:rsidR="00735315" w:rsidRDefault="00735315" w:rsidP="00735315">
            <w:pPr>
              <w:jc w:val="center"/>
            </w:pPr>
            <w:r w:rsidRPr="006B6307">
              <w:rPr>
                <w:color w:val="000000"/>
              </w:rPr>
              <w:t>Item 6</w:t>
            </w:r>
          </w:p>
        </w:tc>
        <w:tc>
          <w:tcPr>
            <w:tcW w:w="1332" w:type="dxa"/>
          </w:tcPr>
          <w:p w14:paraId="5FB69661" w14:textId="50BA1290" w:rsidR="00735315" w:rsidRDefault="00735315" w:rsidP="00735315">
            <w:pPr>
              <w:jc w:val="center"/>
            </w:pPr>
            <w:r>
              <w:t>1</w:t>
            </w:r>
          </w:p>
        </w:tc>
        <w:tc>
          <w:tcPr>
            <w:tcW w:w="1350" w:type="dxa"/>
          </w:tcPr>
          <w:p w14:paraId="7AB3F6A7" w14:textId="16A44F96" w:rsidR="00735315" w:rsidRDefault="00735315" w:rsidP="00735315">
            <w:pPr>
              <w:jc w:val="center"/>
            </w:pPr>
            <w:r>
              <w:t>Each</w:t>
            </w:r>
          </w:p>
        </w:tc>
      </w:tr>
      <w:tr w:rsidR="00735315" w14:paraId="75272314" w14:textId="77777777" w:rsidTr="00673D30">
        <w:trPr>
          <w:cantSplit/>
        </w:trPr>
        <w:tc>
          <w:tcPr>
            <w:tcW w:w="2178" w:type="dxa"/>
            <w:vMerge/>
          </w:tcPr>
          <w:p w14:paraId="48CE8512" w14:textId="77777777" w:rsidR="00735315" w:rsidRPr="009C1C2E" w:rsidRDefault="00735315" w:rsidP="00735315">
            <w:pPr>
              <w:rPr>
                <w:lang w:val="en-GB"/>
              </w:rPr>
            </w:pPr>
          </w:p>
        </w:tc>
        <w:tc>
          <w:tcPr>
            <w:tcW w:w="2677" w:type="dxa"/>
            <w:vMerge/>
          </w:tcPr>
          <w:p w14:paraId="35D3EF49" w14:textId="77777777" w:rsidR="00735315" w:rsidRDefault="00735315" w:rsidP="00735315"/>
        </w:tc>
        <w:tc>
          <w:tcPr>
            <w:tcW w:w="1170" w:type="dxa"/>
          </w:tcPr>
          <w:p w14:paraId="1E8FA501" w14:textId="388DDFEB" w:rsidR="00735315" w:rsidRDefault="00735315" w:rsidP="00735315">
            <w:pPr>
              <w:jc w:val="center"/>
            </w:pPr>
            <w:r w:rsidRPr="006B6307">
              <w:rPr>
                <w:color w:val="000000"/>
              </w:rPr>
              <w:t>Item 7</w:t>
            </w:r>
          </w:p>
        </w:tc>
        <w:tc>
          <w:tcPr>
            <w:tcW w:w="1332" w:type="dxa"/>
          </w:tcPr>
          <w:p w14:paraId="07B9D6E8" w14:textId="0D6710BB" w:rsidR="00735315" w:rsidRDefault="00735315" w:rsidP="00735315">
            <w:pPr>
              <w:jc w:val="center"/>
            </w:pPr>
            <w:r>
              <w:rPr>
                <w:lang w:eastAsia="en-US"/>
              </w:rPr>
              <w:t>1600</w:t>
            </w:r>
          </w:p>
        </w:tc>
        <w:tc>
          <w:tcPr>
            <w:tcW w:w="1350" w:type="dxa"/>
          </w:tcPr>
          <w:p w14:paraId="7F7636F4" w14:textId="35D41D94" w:rsidR="00735315" w:rsidRDefault="00735315" w:rsidP="00735315">
            <w:pPr>
              <w:jc w:val="center"/>
            </w:pPr>
            <w:r>
              <w:t>Test</w:t>
            </w:r>
          </w:p>
        </w:tc>
      </w:tr>
      <w:tr w:rsidR="00735315" w14:paraId="743842A7" w14:textId="77777777" w:rsidTr="00673D30">
        <w:trPr>
          <w:cantSplit/>
        </w:trPr>
        <w:tc>
          <w:tcPr>
            <w:tcW w:w="2178" w:type="dxa"/>
            <w:vMerge/>
          </w:tcPr>
          <w:p w14:paraId="75D452FA" w14:textId="77777777" w:rsidR="00735315" w:rsidRPr="009C1C2E" w:rsidRDefault="00735315" w:rsidP="00735315">
            <w:pPr>
              <w:rPr>
                <w:lang w:val="en-GB"/>
              </w:rPr>
            </w:pPr>
          </w:p>
        </w:tc>
        <w:tc>
          <w:tcPr>
            <w:tcW w:w="2677" w:type="dxa"/>
            <w:vMerge/>
          </w:tcPr>
          <w:p w14:paraId="6D802EBD" w14:textId="77777777" w:rsidR="00735315" w:rsidRDefault="00735315" w:rsidP="00735315"/>
        </w:tc>
        <w:tc>
          <w:tcPr>
            <w:tcW w:w="1170" w:type="dxa"/>
          </w:tcPr>
          <w:p w14:paraId="698DF47B" w14:textId="257F7D20" w:rsidR="00735315" w:rsidRDefault="00735315" w:rsidP="00735315">
            <w:pPr>
              <w:jc w:val="center"/>
            </w:pPr>
            <w:r w:rsidRPr="006B6307">
              <w:rPr>
                <w:color w:val="000000"/>
              </w:rPr>
              <w:t>Item 8</w:t>
            </w:r>
          </w:p>
        </w:tc>
        <w:tc>
          <w:tcPr>
            <w:tcW w:w="1332" w:type="dxa"/>
          </w:tcPr>
          <w:p w14:paraId="05E8FB36" w14:textId="45F9976C" w:rsidR="00735315" w:rsidRDefault="00735315" w:rsidP="00735315">
            <w:pPr>
              <w:jc w:val="center"/>
            </w:pPr>
            <w:r>
              <w:t>1</w:t>
            </w:r>
          </w:p>
        </w:tc>
        <w:tc>
          <w:tcPr>
            <w:tcW w:w="1350" w:type="dxa"/>
          </w:tcPr>
          <w:p w14:paraId="55FA0901" w14:textId="26EFFD9B" w:rsidR="00735315" w:rsidRDefault="00735315" w:rsidP="00735315">
            <w:pPr>
              <w:jc w:val="center"/>
            </w:pPr>
            <w:r>
              <w:t>each</w:t>
            </w:r>
          </w:p>
        </w:tc>
      </w:tr>
      <w:tr w:rsidR="00735315" w14:paraId="34C133D4" w14:textId="77777777" w:rsidTr="00673D30">
        <w:trPr>
          <w:cantSplit/>
        </w:trPr>
        <w:tc>
          <w:tcPr>
            <w:tcW w:w="2178" w:type="dxa"/>
            <w:vMerge/>
          </w:tcPr>
          <w:p w14:paraId="1000A438" w14:textId="77777777" w:rsidR="00735315" w:rsidRPr="009C1C2E" w:rsidRDefault="00735315" w:rsidP="00735315">
            <w:pPr>
              <w:rPr>
                <w:lang w:val="en-GB"/>
              </w:rPr>
            </w:pPr>
          </w:p>
        </w:tc>
        <w:tc>
          <w:tcPr>
            <w:tcW w:w="2677" w:type="dxa"/>
            <w:vMerge/>
          </w:tcPr>
          <w:p w14:paraId="03A8A7ED" w14:textId="77777777" w:rsidR="00735315" w:rsidRDefault="00735315" w:rsidP="00735315"/>
        </w:tc>
        <w:tc>
          <w:tcPr>
            <w:tcW w:w="1170" w:type="dxa"/>
          </w:tcPr>
          <w:p w14:paraId="783EEFAF" w14:textId="5FE0FA00" w:rsidR="00735315" w:rsidRDefault="00735315" w:rsidP="00735315">
            <w:pPr>
              <w:jc w:val="center"/>
            </w:pPr>
            <w:r w:rsidRPr="006B6307">
              <w:t>Item 9</w:t>
            </w:r>
          </w:p>
        </w:tc>
        <w:tc>
          <w:tcPr>
            <w:tcW w:w="1332" w:type="dxa"/>
          </w:tcPr>
          <w:p w14:paraId="217DFC72" w14:textId="1332DAA3" w:rsidR="00735315" w:rsidRDefault="00735315" w:rsidP="00735315">
            <w:pPr>
              <w:jc w:val="center"/>
            </w:pPr>
            <w:r>
              <w:t>1</w:t>
            </w:r>
          </w:p>
        </w:tc>
        <w:tc>
          <w:tcPr>
            <w:tcW w:w="1350" w:type="dxa"/>
          </w:tcPr>
          <w:p w14:paraId="794A5C3B" w14:textId="54E3B1E8" w:rsidR="00735315" w:rsidRDefault="00735315" w:rsidP="00735315">
            <w:pPr>
              <w:jc w:val="center"/>
            </w:pPr>
            <w:r>
              <w:t>each</w:t>
            </w:r>
          </w:p>
        </w:tc>
      </w:tr>
      <w:tr w:rsidR="00735315" w14:paraId="35E3EFB7" w14:textId="77777777" w:rsidTr="00673D30">
        <w:trPr>
          <w:cantSplit/>
        </w:trPr>
        <w:tc>
          <w:tcPr>
            <w:tcW w:w="2178" w:type="dxa"/>
            <w:vMerge/>
          </w:tcPr>
          <w:p w14:paraId="58BCA16C" w14:textId="77777777" w:rsidR="00735315" w:rsidRPr="009C1C2E" w:rsidRDefault="00735315" w:rsidP="00735315">
            <w:pPr>
              <w:rPr>
                <w:lang w:val="en-GB"/>
              </w:rPr>
            </w:pPr>
          </w:p>
        </w:tc>
        <w:tc>
          <w:tcPr>
            <w:tcW w:w="2677" w:type="dxa"/>
            <w:vMerge/>
          </w:tcPr>
          <w:p w14:paraId="57898B04" w14:textId="77777777" w:rsidR="00735315" w:rsidRDefault="00735315" w:rsidP="00735315"/>
        </w:tc>
        <w:tc>
          <w:tcPr>
            <w:tcW w:w="1170" w:type="dxa"/>
          </w:tcPr>
          <w:p w14:paraId="52A7100A" w14:textId="3E2CFE4D" w:rsidR="00735315" w:rsidRDefault="00735315" w:rsidP="00735315">
            <w:pPr>
              <w:jc w:val="center"/>
            </w:pPr>
            <w:r w:rsidRPr="006B6307">
              <w:rPr>
                <w:color w:val="000000"/>
              </w:rPr>
              <w:t>Item 10</w:t>
            </w:r>
          </w:p>
        </w:tc>
        <w:tc>
          <w:tcPr>
            <w:tcW w:w="1332" w:type="dxa"/>
          </w:tcPr>
          <w:p w14:paraId="6E1F2593" w14:textId="20FA4EDF" w:rsidR="00735315" w:rsidRDefault="00735315" w:rsidP="00735315">
            <w:pPr>
              <w:jc w:val="center"/>
            </w:pPr>
            <w:r>
              <w:t>1</w:t>
            </w:r>
          </w:p>
        </w:tc>
        <w:tc>
          <w:tcPr>
            <w:tcW w:w="1350" w:type="dxa"/>
          </w:tcPr>
          <w:p w14:paraId="3BF15F5B" w14:textId="5F24B4D3" w:rsidR="00735315" w:rsidRDefault="00735315" w:rsidP="00735315">
            <w:pPr>
              <w:jc w:val="center"/>
            </w:pPr>
            <w:r>
              <w:t>each</w:t>
            </w:r>
          </w:p>
        </w:tc>
      </w:tr>
      <w:tr w:rsidR="00735315" w14:paraId="13088BB7" w14:textId="77777777" w:rsidTr="00673D30">
        <w:trPr>
          <w:cantSplit/>
        </w:trPr>
        <w:tc>
          <w:tcPr>
            <w:tcW w:w="2178" w:type="dxa"/>
            <w:vMerge/>
          </w:tcPr>
          <w:p w14:paraId="4BD39E87" w14:textId="77777777" w:rsidR="00735315" w:rsidRPr="009C1C2E" w:rsidRDefault="00735315" w:rsidP="00735315">
            <w:pPr>
              <w:rPr>
                <w:lang w:val="en-GB"/>
              </w:rPr>
            </w:pPr>
          </w:p>
        </w:tc>
        <w:tc>
          <w:tcPr>
            <w:tcW w:w="2677" w:type="dxa"/>
            <w:vMerge/>
          </w:tcPr>
          <w:p w14:paraId="107585C0" w14:textId="77777777" w:rsidR="00735315" w:rsidRDefault="00735315" w:rsidP="00735315"/>
        </w:tc>
        <w:tc>
          <w:tcPr>
            <w:tcW w:w="1170" w:type="dxa"/>
          </w:tcPr>
          <w:p w14:paraId="0798CF06" w14:textId="1E39EF3A" w:rsidR="00735315" w:rsidRDefault="00735315" w:rsidP="00735315">
            <w:pPr>
              <w:jc w:val="center"/>
            </w:pPr>
            <w:r w:rsidRPr="006B6307">
              <w:rPr>
                <w:color w:val="000000"/>
              </w:rPr>
              <w:t>Item 11</w:t>
            </w:r>
          </w:p>
        </w:tc>
        <w:tc>
          <w:tcPr>
            <w:tcW w:w="1332" w:type="dxa"/>
          </w:tcPr>
          <w:p w14:paraId="0C4ADC78" w14:textId="3DB08892" w:rsidR="00735315" w:rsidRDefault="00735315" w:rsidP="00735315">
            <w:pPr>
              <w:jc w:val="center"/>
            </w:pPr>
            <w:r>
              <w:t>1</w:t>
            </w:r>
          </w:p>
        </w:tc>
        <w:tc>
          <w:tcPr>
            <w:tcW w:w="1350" w:type="dxa"/>
          </w:tcPr>
          <w:p w14:paraId="2EF89F6B" w14:textId="2F9B3F1D" w:rsidR="00735315" w:rsidRDefault="00735315" w:rsidP="00735315">
            <w:pPr>
              <w:jc w:val="center"/>
            </w:pPr>
            <w:r>
              <w:t>each</w:t>
            </w:r>
          </w:p>
        </w:tc>
      </w:tr>
      <w:tr w:rsidR="00735315" w14:paraId="681BB228" w14:textId="77777777" w:rsidTr="00673D30">
        <w:trPr>
          <w:cantSplit/>
        </w:trPr>
        <w:tc>
          <w:tcPr>
            <w:tcW w:w="2178" w:type="dxa"/>
            <w:vMerge/>
          </w:tcPr>
          <w:p w14:paraId="34ADB84B" w14:textId="77777777" w:rsidR="00735315" w:rsidRPr="009C1C2E" w:rsidRDefault="00735315" w:rsidP="00735315">
            <w:pPr>
              <w:rPr>
                <w:lang w:val="en-GB"/>
              </w:rPr>
            </w:pPr>
          </w:p>
        </w:tc>
        <w:tc>
          <w:tcPr>
            <w:tcW w:w="2677" w:type="dxa"/>
            <w:vMerge/>
          </w:tcPr>
          <w:p w14:paraId="0783DDEE" w14:textId="77777777" w:rsidR="00735315" w:rsidRDefault="00735315" w:rsidP="00735315"/>
        </w:tc>
        <w:tc>
          <w:tcPr>
            <w:tcW w:w="1170" w:type="dxa"/>
          </w:tcPr>
          <w:p w14:paraId="68E5AE47" w14:textId="71D11A77" w:rsidR="00735315" w:rsidRDefault="00735315" w:rsidP="00735315">
            <w:pPr>
              <w:jc w:val="center"/>
            </w:pPr>
            <w:r w:rsidRPr="006B6307">
              <w:rPr>
                <w:color w:val="000000"/>
              </w:rPr>
              <w:t>Item 12</w:t>
            </w:r>
          </w:p>
        </w:tc>
        <w:tc>
          <w:tcPr>
            <w:tcW w:w="1332" w:type="dxa"/>
          </w:tcPr>
          <w:p w14:paraId="4E5BCA2F" w14:textId="38740E6C" w:rsidR="00735315" w:rsidRDefault="00735315" w:rsidP="00735315">
            <w:pPr>
              <w:jc w:val="center"/>
            </w:pPr>
            <w:r>
              <w:t>1</w:t>
            </w:r>
          </w:p>
        </w:tc>
        <w:tc>
          <w:tcPr>
            <w:tcW w:w="1350" w:type="dxa"/>
          </w:tcPr>
          <w:p w14:paraId="32685899" w14:textId="7DF14CC0" w:rsidR="00735315" w:rsidRDefault="00735315" w:rsidP="00735315">
            <w:pPr>
              <w:jc w:val="center"/>
            </w:pPr>
            <w:r>
              <w:t>each</w:t>
            </w:r>
          </w:p>
        </w:tc>
      </w:tr>
      <w:tr w:rsidR="00735315" w14:paraId="1182902B" w14:textId="77777777" w:rsidTr="00673D30">
        <w:trPr>
          <w:cantSplit/>
        </w:trPr>
        <w:tc>
          <w:tcPr>
            <w:tcW w:w="2178" w:type="dxa"/>
            <w:vMerge/>
          </w:tcPr>
          <w:p w14:paraId="773AB030" w14:textId="77777777" w:rsidR="00735315" w:rsidRPr="009C1C2E" w:rsidRDefault="00735315" w:rsidP="00735315">
            <w:pPr>
              <w:rPr>
                <w:lang w:val="en-GB"/>
              </w:rPr>
            </w:pPr>
          </w:p>
        </w:tc>
        <w:tc>
          <w:tcPr>
            <w:tcW w:w="2677" w:type="dxa"/>
            <w:vMerge/>
          </w:tcPr>
          <w:p w14:paraId="2186296F" w14:textId="77777777" w:rsidR="00735315" w:rsidRDefault="00735315" w:rsidP="00735315"/>
        </w:tc>
        <w:tc>
          <w:tcPr>
            <w:tcW w:w="1170" w:type="dxa"/>
          </w:tcPr>
          <w:p w14:paraId="32F054E0" w14:textId="2D1A55F7" w:rsidR="00735315" w:rsidRDefault="00735315" w:rsidP="00735315">
            <w:pPr>
              <w:jc w:val="center"/>
            </w:pPr>
            <w:r w:rsidRPr="006B6307">
              <w:rPr>
                <w:color w:val="000000"/>
              </w:rPr>
              <w:t>Item 13</w:t>
            </w:r>
          </w:p>
        </w:tc>
        <w:tc>
          <w:tcPr>
            <w:tcW w:w="1332" w:type="dxa"/>
          </w:tcPr>
          <w:p w14:paraId="48F4EF24" w14:textId="575A26B7" w:rsidR="00735315" w:rsidRDefault="00735315" w:rsidP="00735315">
            <w:pPr>
              <w:jc w:val="center"/>
            </w:pPr>
            <w:r>
              <w:t>1</w:t>
            </w:r>
          </w:p>
        </w:tc>
        <w:tc>
          <w:tcPr>
            <w:tcW w:w="1350" w:type="dxa"/>
          </w:tcPr>
          <w:p w14:paraId="778702C7" w14:textId="6660B414" w:rsidR="00735315" w:rsidRDefault="00735315" w:rsidP="00735315">
            <w:pPr>
              <w:jc w:val="center"/>
            </w:pPr>
            <w:r>
              <w:t>each</w:t>
            </w:r>
          </w:p>
        </w:tc>
      </w:tr>
      <w:tr w:rsidR="00735315" w14:paraId="5CE56963" w14:textId="77777777" w:rsidTr="00673D30">
        <w:trPr>
          <w:cantSplit/>
        </w:trPr>
        <w:tc>
          <w:tcPr>
            <w:tcW w:w="2178" w:type="dxa"/>
            <w:vMerge/>
          </w:tcPr>
          <w:p w14:paraId="3EEAC3A5" w14:textId="77777777" w:rsidR="00735315" w:rsidRPr="009C1C2E" w:rsidRDefault="00735315" w:rsidP="00735315">
            <w:pPr>
              <w:rPr>
                <w:lang w:val="en-GB"/>
              </w:rPr>
            </w:pPr>
          </w:p>
        </w:tc>
        <w:tc>
          <w:tcPr>
            <w:tcW w:w="2677" w:type="dxa"/>
            <w:vMerge/>
          </w:tcPr>
          <w:p w14:paraId="4F60628A" w14:textId="77777777" w:rsidR="00735315" w:rsidRDefault="00735315" w:rsidP="00735315"/>
        </w:tc>
        <w:tc>
          <w:tcPr>
            <w:tcW w:w="1170" w:type="dxa"/>
          </w:tcPr>
          <w:p w14:paraId="3FB11A8E" w14:textId="26E94AD2" w:rsidR="00735315" w:rsidRDefault="00735315" w:rsidP="00735315">
            <w:pPr>
              <w:jc w:val="center"/>
            </w:pPr>
            <w:r w:rsidRPr="006B6307">
              <w:rPr>
                <w:color w:val="000000"/>
              </w:rPr>
              <w:t>Item 14</w:t>
            </w:r>
          </w:p>
        </w:tc>
        <w:tc>
          <w:tcPr>
            <w:tcW w:w="1332" w:type="dxa"/>
          </w:tcPr>
          <w:p w14:paraId="08548BF0" w14:textId="388C2062" w:rsidR="00735315" w:rsidRDefault="00735315" w:rsidP="00735315">
            <w:pPr>
              <w:jc w:val="center"/>
            </w:pPr>
            <w:r>
              <w:t>2</w:t>
            </w:r>
          </w:p>
        </w:tc>
        <w:tc>
          <w:tcPr>
            <w:tcW w:w="1350" w:type="dxa"/>
          </w:tcPr>
          <w:p w14:paraId="2E891B34" w14:textId="5EE80ED0" w:rsidR="00735315" w:rsidRDefault="00735315" w:rsidP="00735315">
            <w:pPr>
              <w:jc w:val="center"/>
            </w:pPr>
            <w:r>
              <w:t>each</w:t>
            </w:r>
          </w:p>
        </w:tc>
      </w:tr>
      <w:tr w:rsidR="00735315" w14:paraId="43391532" w14:textId="77777777" w:rsidTr="00673D30">
        <w:trPr>
          <w:cantSplit/>
        </w:trPr>
        <w:tc>
          <w:tcPr>
            <w:tcW w:w="2178" w:type="dxa"/>
            <w:vMerge/>
          </w:tcPr>
          <w:p w14:paraId="30F34748" w14:textId="77777777" w:rsidR="00735315" w:rsidRPr="009C1C2E" w:rsidRDefault="00735315" w:rsidP="00735315">
            <w:pPr>
              <w:rPr>
                <w:lang w:val="en-GB"/>
              </w:rPr>
            </w:pPr>
          </w:p>
        </w:tc>
        <w:tc>
          <w:tcPr>
            <w:tcW w:w="2677" w:type="dxa"/>
            <w:vMerge/>
          </w:tcPr>
          <w:p w14:paraId="0002700C" w14:textId="77777777" w:rsidR="00735315" w:rsidRDefault="00735315" w:rsidP="00735315"/>
        </w:tc>
        <w:tc>
          <w:tcPr>
            <w:tcW w:w="1170" w:type="dxa"/>
          </w:tcPr>
          <w:p w14:paraId="78913C7F" w14:textId="078D2811" w:rsidR="00735315" w:rsidRDefault="00735315" w:rsidP="00735315">
            <w:pPr>
              <w:jc w:val="center"/>
            </w:pPr>
            <w:r w:rsidRPr="006B6307">
              <w:rPr>
                <w:color w:val="000000"/>
              </w:rPr>
              <w:t>Item 15</w:t>
            </w:r>
          </w:p>
        </w:tc>
        <w:tc>
          <w:tcPr>
            <w:tcW w:w="1332" w:type="dxa"/>
          </w:tcPr>
          <w:p w14:paraId="76CAC08E" w14:textId="72C32AA3" w:rsidR="00735315" w:rsidRDefault="00735315" w:rsidP="00735315">
            <w:pPr>
              <w:jc w:val="center"/>
            </w:pPr>
            <w:r>
              <w:t>2</w:t>
            </w:r>
          </w:p>
        </w:tc>
        <w:tc>
          <w:tcPr>
            <w:tcW w:w="1350" w:type="dxa"/>
          </w:tcPr>
          <w:p w14:paraId="5B4A0F48" w14:textId="4D46DA3C" w:rsidR="00735315" w:rsidRDefault="00735315" w:rsidP="00735315">
            <w:pPr>
              <w:jc w:val="center"/>
            </w:pPr>
            <w:r>
              <w:t>each</w:t>
            </w:r>
          </w:p>
        </w:tc>
      </w:tr>
      <w:tr w:rsidR="00735315" w14:paraId="0114D2E0" w14:textId="77777777" w:rsidTr="00673D30">
        <w:trPr>
          <w:cantSplit/>
        </w:trPr>
        <w:tc>
          <w:tcPr>
            <w:tcW w:w="2178" w:type="dxa"/>
            <w:vMerge/>
          </w:tcPr>
          <w:p w14:paraId="03A67D87" w14:textId="77777777" w:rsidR="00735315" w:rsidRPr="009C1C2E" w:rsidRDefault="00735315" w:rsidP="00735315">
            <w:pPr>
              <w:rPr>
                <w:lang w:val="en-GB"/>
              </w:rPr>
            </w:pPr>
          </w:p>
        </w:tc>
        <w:tc>
          <w:tcPr>
            <w:tcW w:w="2677" w:type="dxa"/>
            <w:vMerge/>
          </w:tcPr>
          <w:p w14:paraId="252A4B75" w14:textId="77777777" w:rsidR="00735315" w:rsidRDefault="00735315" w:rsidP="00735315"/>
        </w:tc>
        <w:tc>
          <w:tcPr>
            <w:tcW w:w="1170" w:type="dxa"/>
          </w:tcPr>
          <w:p w14:paraId="629D8FCF" w14:textId="322F0345" w:rsidR="00735315" w:rsidRDefault="00735315" w:rsidP="00735315">
            <w:pPr>
              <w:jc w:val="center"/>
            </w:pPr>
            <w:r w:rsidRPr="006B6307">
              <w:rPr>
                <w:color w:val="000000"/>
              </w:rPr>
              <w:t>Item 16</w:t>
            </w:r>
          </w:p>
        </w:tc>
        <w:tc>
          <w:tcPr>
            <w:tcW w:w="1332" w:type="dxa"/>
          </w:tcPr>
          <w:p w14:paraId="51A2DCE7" w14:textId="4447A3A7" w:rsidR="00735315" w:rsidRDefault="00735315" w:rsidP="00735315">
            <w:pPr>
              <w:jc w:val="center"/>
            </w:pPr>
            <w:r>
              <w:t>2</w:t>
            </w:r>
          </w:p>
        </w:tc>
        <w:tc>
          <w:tcPr>
            <w:tcW w:w="1350" w:type="dxa"/>
          </w:tcPr>
          <w:p w14:paraId="7001688D" w14:textId="509D2EE1" w:rsidR="00735315" w:rsidRDefault="00735315" w:rsidP="00735315">
            <w:pPr>
              <w:jc w:val="center"/>
            </w:pPr>
            <w:r>
              <w:t>each</w:t>
            </w:r>
          </w:p>
        </w:tc>
      </w:tr>
      <w:tr w:rsidR="00735315" w14:paraId="6C4DFECC" w14:textId="77777777" w:rsidTr="00673D30">
        <w:trPr>
          <w:cantSplit/>
        </w:trPr>
        <w:tc>
          <w:tcPr>
            <w:tcW w:w="2178" w:type="dxa"/>
            <w:vMerge/>
          </w:tcPr>
          <w:p w14:paraId="531D5B60" w14:textId="77777777" w:rsidR="00735315" w:rsidRPr="009C1C2E" w:rsidRDefault="00735315" w:rsidP="00735315">
            <w:pPr>
              <w:rPr>
                <w:lang w:val="en-GB"/>
              </w:rPr>
            </w:pPr>
          </w:p>
        </w:tc>
        <w:tc>
          <w:tcPr>
            <w:tcW w:w="2677" w:type="dxa"/>
            <w:vMerge/>
          </w:tcPr>
          <w:p w14:paraId="28474F77" w14:textId="77777777" w:rsidR="00735315" w:rsidRDefault="00735315" w:rsidP="00735315"/>
        </w:tc>
        <w:tc>
          <w:tcPr>
            <w:tcW w:w="1170" w:type="dxa"/>
          </w:tcPr>
          <w:p w14:paraId="52C04DB0" w14:textId="391C4C26" w:rsidR="00735315" w:rsidRDefault="00735315" w:rsidP="00735315">
            <w:pPr>
              <w:jc w:val="center"/>
            </w:pPr>
            <w:r w:rsidRPr="006B6307">
              <w:t>Item 17</w:t>
            </w:r>
          </w:p>
        </w:tc>
        <w:tc>
          <w:tcPr>
            <w:tcW w:w="1332" w:type="dxa"/>
          </w:tcPr>
          <w:p w14:paraId="36714163" w14:textId="0B5E2200" w:rsidR="00735315" w:rsidRDefault="00735315" w:rsidP="00735315">
            <w:pPr>
              <w:jc w:val="center"/>
            </w:pPr>
            <w:r>
              <w:t>2</w:t>
            </w:r>
          </w:p>
        </w:tc>
        <w:tc>
          <w:tcPr>
            <w:tcW w:w="1350" w:type="dxa"/>
          </w:tcPr>
          <w:p w14:paraId="31E654BF" w14:textId="0DA2228D" w:rsidR="00735315" w:rsidRDefault="00735315" w:rsidP="00735315">
            <w:pPr>
              <w:jc w:val="center"/>
            </w:pPr>
            <w:r>
              <w:t>each</w:t>
            </w:r>
          </w:p>
        </w:tc>
      </w:tr>
      <w:tr w:rsidR="00735315" w14:paraId="228C9F69" w14:textId="77777777" w:rsidTr="00673D30">
        <w:trPr>
          <w:cantSplit/>
        </w:trPr>
        <w:tc>
          <w:tcPr>
            <w:tcW w:w="2178" w:type="dxa"/>
            <w:vMerge/>
          </w:tcPr>
          <w:p w14:paraId="4D262AE5" w14:textId="77777777" w:rsidR="00735315" w:rsidRPr="009C1C2E" w:rsidRDefault="00735315" w:rsidP="00735315">
            <w:pPr>
              <w:rPr>
                <w:lang w:val="en-GB"/>
              </w:rPr>
            </w:pPr>
          </w:p>
        </w:tc>
        <w:tc>
          <w:tcPr>
            <w:tcW w:w="2677" w:type="dxa"/>
            <w:vMerge/>
          </w:tcPr>
          <w:p w14:paraId="4C487D84" w14:textId="77777777" w:rsidR="00735315" w:rsidRDefault="00735315" w:rsidP="00735315"/>
        </w:tc>
        <w:tc>
          <w:tcPr>
            <w:tcW w:w="1170" w:type="dxa"/>
          </w:tcPr>
          <w:p w14:paraId="14040121" w14:textId="20143F69" w:rsidR="00735315" w:rsidRDefault="00735315" w:rsidP="00735315">
            <w:pPr>
              <w:jc w:val="center"/>
            </w:pPr>
            <w:r w:rsidRPr="006B6307">
              <w:rPr>
                <w:color w:val="000000"/>
              </w:rPr>
              <w:t>Item 18</w:t>
            </w:r>
          </w:p>
        </w:tc>
        <w:tc>
          <w:tcPr>
            <w:tcW w:w="1332" w:type="dxa"/>
          </w:tcPr>
          <w:p w14:paraId="78AC1019" w14:textId="354B15CB" w:rsidR="00735315" w:rsidRDefault="00735315" w:rsidP="00735315">
            <w:pPr>
              <w:jc w:val="center"/>
            </w:pPr>
            <w:r>
              <w:t>3</w:t>
            </w:r>
          </w:p>
        </w:tc>
        <w:tc>
          <w:tcPr>
            <w:tcW w:w="1350" w:type="dxa"/>
          </w:tcPr>
          <w:p w14:paraId="7BF2895D" w14:textId="43D15DDC" w:rsidR="00735315" w:rsidRDefault="00735315" w:rsidP="00735315">
            <w:pPr>
              <w:jc w:val="center"/>
            </w:pPr>
            <w:r>
              <w:t>each</w:t>
            </w:r>
          </w:p>
        </w:tc>
      </w:tr>
      <w:tr w:rsidR="00735315" w14:paraId="7426174D" w14:textId="77777777" w:rsidTr="00673D30">
        <w:trPr>
          <w:cantSplit/>
        </w:trPr>
        <w:tc>
          <w:tcPr>
            <w:tcW w:w="2178" w:type="dxa"/>
            <w:vMerge/>
          </w:tcPr>
          <w:p w14:paraId="304FABF5" w14:textId="77777777" w:rsidR="00735315" w:rsidRPr="009C1C2E" w:rsidRDefault="00735315" w:rsidP="00735315">
            <w:pPr>
              <w:rPr>
                <w:lang w:val="en-GB"/>
              </w:rPr>
            </w:pPr>
          </w:p>
        </w:tc>
        <w:tc>
          <w:tcPr>
            <w:tcW w:w="2677" w:type="dxa"/>
            <w:vMerge/>
          </w:tcPr>
          <w:p w14:paraId="7B84AFB1" w14:textId="77777777" w:rsidR="00735315" w:rsidRDefault="00735315" w:rsidP="00735315"/>
        </w:tc>
        <w:tc>
          <w:tcPr>
            <w:tcW w:w="1170" w:type="dxa"/>
          </w:tcPr>
          <w:p w14:paraId="2C550367" w14:textId="520A9C09" w:rsidR="00735315" w:rsidRDefault="00735315" w:rsidP="00735315">
            <w:pPr>
              <w:jc w:val="center"/>
            </w:pPr>
            <w:r w:rsidRPr="006B6307">
              <w:rPr>
                <w:color w:val="000000"/>
              </w:rPr>
              <w:t>Item 19</w:t>
            </w:r>
          </w:p>
        </w:tc>
        <w:tc>
          <w:tcPr>
            <w:tcW w:w="1332" w:type="dxa"/>
          </w:tcPr>
          <w:p w14:paraId="547041AF" w14:textId="1C8FE4A4" w:rsidR="00735315" w:rsidRDefault="00735315" w:rsidP="00735315">
            <w:pPr>
              <w:jc w:val="center"/>
            </w:pPr>
            <w:r>
              <w:t>1</w:t>
            </w:r>
          </w:p>
        </w:tc>
        <w:tc>
          <w:tcPr>
            <w:tcW w:w="1350" w:type="dxa"/>
          </w:tcPr>
          <w:p w14:paraId="7194CA69" w14:textId="7C10DA4F" w:rsidR="00735315" w:rsidRDefault="00735315" w:rsidP="00735315">
            <w:pPr>
              <w:jc w:val="center"/>
            </w:pPr>
            <w:r>
              <w:t>each</w:t>
            </w:r>
          </w:p>
        </w:tc>
      </w:tr>
      <w:tr w:rsidR="00735315" w14:paraId="22411AC4" w14:textId="77777777" w:rsidTr="00673D30">
        <w:trPr>
          <w:cantSplit/>
        </w:trPr>
        <w:tc>
          <w:tcPr>
            <w:tcW w:w="2178" w:type="dxa"/>
            <w:vMerge/>
          </w:tcPr>
          <w:p w14:paraId="7C556EAF" w14:textId="77777777" w:rsidR="00735315" w:rsidRPr="009C1C2E" w:rsidRDefault="00735315" w:rsidP="00735315">
            <w:pPr>
              <w:rPr>
                <w:lang w:val="en-GB"/>
              </w:rPr>
            </w:pPr>
          </w:p>
        </w:tc>
        <w:tc>
          <w:tcPr>
            <w:tcW w:w="2677" w:type="dxa"/>
            <w:vMerge/>
          </w:tcPr>
          <w:p w14:paraId="74842655" w14:textId="77777777" w:rsidR="00735315" w:rsidRDefault="00735315" w:rsidP="00735315"/>
        </w:tc>
        <w:tc>
          <w:tcPr>
            <w:tcW w:w="1170" w:type="dxa"/>
          </w:tcPr>
          <w:p w14:paraId="0CBF8757" w14:textId="2D940F1F" w:rsidR="00735315" w:rsidRDefault="00735315" w:rsidP="00735315">
            <w:pPr>
              <w:jc w:val="center"/>
            </w:pPr>
            <w:r w:rsidRPr="006B6307">
              <w:rPr>
                <w:color w:val="000000"/>
              </w:rPr>
              <w:t>Item 20</w:t>
            </w:r>
          </w:p>
        </w:tc>
        <w:tc>
          <w:tcPr>
            <w:tcW w:w="1332" w:type="dxa"/>
          </w:tcPr>
          <w:p w14:paraId="2AB7BCD8" w14:textId="0066FE28" w:rsidR="00735315" w:rsidRDefault="00735315" w:rsidP="00735315">
            <w:pPr>
              <w:jc w:val="center"/>
            </w:pPr>
            <w:r>
              <w:t>1400</w:t>
            </w:r>
          </w:p>
        </w:tc>
        <w:tc>
          <w:tcPr>
            <w:tcW w:w="1350" w:type="dxa"/>
          </w:tcPr>
          <w:p w14:paraId="65D472B3" w14:textId="03FAF495" w:rsidR="00735315" w:rsidRDefault="00457050" w:rsidP="00735315">
            <w:pPr>
              <w:jc w:val="center"/>
            </w:pPr>
            <w:r>
              <w:t>E</w:t>
            </w:r>
            <w:r w:rsidR="00735315">
              <w:t>ach</w:t>
            </w:r>
          </w:p>
        </w:tc>
      </w:tr>
      <w:tr w:rsidR="00735315" w14:paraId="43C4C8CD" w14:textId="77777777" w:rsidTr="00673D30">
        <w:trPr>
          <w:cantSplit/>
        </w:trPr>
        <w:tc>
          <w:tcPr>
            <w:tcW w:w="2178" w:type="dxa"/>
            <w:vMerge/>
          </w:tcPr>
          <w:p w14:paraId="0E0DF212" w14:textId="77777777" w:rsidR="00735315" w:rsidRPr="009C1C2E" w:rsidRDefault="00735315" w:rsidP="00735315">
            <w:pPr>
              <w:rPr>
                <w:lang w:val="en-GB"/>
              </w:rPr>
            </w:pPr>
          </w:p>
        </w:tc>
        <w:tc>
          <w:tcPr>
            <w:tcW w:w="2677" w:type="dxa"/>
            <w:vMerge/>
          </w:tcPr>
          <w:p w14:paraId="480C5CFA" w14:textId="77777777" w:rsidR="00735315" w:rsidRDefault="00735315" w:rsidP="00735315"/>
        </w:tc>
        <w:tc>
          <w:tcPr>
            <w:tcW w:w="1170" w:type="dxa"/>
          </w:tcPr>
          <w:p w14:paraId="1D57C4C1" w14:textId="51D529E9" w:rsidR="00735315" w:rsidRDefault="00735315" w:rsidP="00735315">
            <w:pPr>
              <w:jc w:val="center"/>
            </w:pPr>
            <w:r w:rsidRPr="006B6307">
              <w:rPr>
                <w:color w:val="000000"/>
              </w:rPr>
              <w:t>Item 21</w:t>
            </w:r>
          </w:p>
        </w:tc>
        <w:tc>
          <w:tcPr>
            <w:tcW w:w="1332" w:type="dxa"/>
          </w:tcPr>
          <w:p w14:paraId="4B23E319" w14:textId="44D0957D" w:rsidR="00735315" w:rsidRDefault="00735315" w:rsidP="00735315">
            <w:pPr>
              <w:jc w:val="center"/>
            </w:pPr>
            <w:r>
              <w:t>1</w:t>
            </w:r>
          </w:p>
        </w:tc>
        <w:tc>
          <w:tcPr>
            <w:tcW w:w="1350" w:type="dxa"/>
          </w:tcPr>
          <w:p w14:paraId="3ACC1EC2" w14:textId="5279C20E" w:rsidR="00735315" w:rsidRDefault="00457050" w:rsidP="00735315">
            <w:pPr>
              <w:jc w:val="center"/>
            </w:pPr>
            <w:r>
              <w:t>E</w:t>
            </w:r>
            <w:r w:rsidR="00735315">
              <w:t>ach</w:t>
            </w:r>
          </w:p>
        </w:tc>
      </w:tr>
      <w:tr w:rsidR="00735315" w14:paraId="37420AED" w14:textId="77777777" w:rsidTr="00673D30">
        <w:trPr>
          <w:cantSplit/>
        </w:trPr>
        <w:tc>
          <w:tcPr>
            <w:tcW w:w="2178" w:type="dxa"/>
            <w:vMerge/>
          </w:tcPr>
          <w:p w14:paraId="17AA077E" w14:textId="77777777" w:rsidR="00735315" w:rsidRPr="009C1C2E" w:rsidRDefault="00735315" w:rsidP="00735315">
            <w:pPr>
              <w:rPr>
                <w:lang w:val="en-GB"/>
              </w:rPr>
            </w:pPr>
          </w:p>
        </w:tc>
        <w:tc>
          <w:tcPr>
            <w:tcW w:w="2677" w:type="dxa"/>
            <w:vMerge/>
          </w:tcPr>
          <w:p w14:paraId="70EE2EB5" w14:textId="77777777" w:rsidR="00735315" w:rsidRDefault="00735315" w:rsidP="00735315"/>
        </w:tc>
        <w:tc>
          <w:tcPr>
            <w:tcW w:w="1170" w:type="dxa"/>
          </w:tcPr>
          <w:p w14:paraId="7C82CFF5" w14:textId="4AE2F852" w:rsidR="00735315" w:rsidRDefault="00735315" w:rsidP="00735315">
            <w:pPr>
              <w:jc w:val="center"/>
            </w:pPr>
            <w:r w:rsidRPr="006B6307">
              <w:rPr>
                <w:color w:val="000000"/>
              </w:rPr>
              <w:t>Item 22</w:t>
            </w:r>
          </w:p>
        </w:tc>
        <w:tc>
          <w:tcPr>
            <w:tcW w:w="1332" w:type="dxa"/>
          </w:tcPr>
          <w:p w14:paraId="4170F419" w14:textId="1103C743" w:rsidR="00735315" w:rsidRDefault="00735315" w:rsidP="00735315">
            <w:pPr>
              <w:jc w:val="center"/>
            </w:pPr>
            <w:r>
              <w:t>1</w:t>
            </w:r>
          </w:p>
        </w:tc>
        <w:tc>
          <w:tcPr>
            <w:tcW w:w="1350" w:type="dxa"/>
          </w:tcPr>
          <w:p w14:paraId="255133EE" w14:textId="04A27A8F" w:rsidR="00735315" w:rsidRDefault="00457050" w:rsidP="00735315">
            <w:pPr>
              <w:jc w:val="center"/>
            </w:pPr>
            <w:r>
              <w:t>E</w:t>
            </w:r>
            <w:r w:rsidR="00735315">
              <w:t>ach</w:t>
            </w:r>
          </w:p>
        </w:tc>
      </w:tr>
    </w:tbl>
    <w:p w14:paraId="0492C249" w14:textId="77777777" w:rsidR="00787D25" w:rsidRDefault="00787D25">
      <w:pPr>
        <w:overflowPunct/>
        <w:autoSpaceDE/>
        <w:autoSpaceDN/>
        <w:adjustRightInd/>
        <w:textAlignment w:val="auto"/>
        <w:rPr>
          <w:lang w:val="en-GB"/>
        </w:rPr>
      </w:pPr>
    </w:p>
    <w:p w14:paraId="28AED625" w14:textId="77777777" w:rsidR="00FD5F82" w:rsidRDefault="00FD5F82">
      <w:pPr>
        <w:overflowPunct/>
        <w:autoSpaceDE/>
        <w:autoSpaceDN/>
        <w:adjustRightInd/>
        <w:textAlignment w:val="auto"/>
        <w:rPr>
          <w:sz w:val="22"/>
          <w:szCs w:val="22"/>
          <w:lang w:val="en-GB"/>
        </w:rPr>
      </w:pPr>
    </w:p>
    <w:tbl>
      <w:tblPr>
        <w:tblW w:w="918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12"/>
        <w:gridCol w:w="1836"/>
        <w:gridCol w:w="1620"/>
        <w:gridCol w:w="1530"/>
        <w:gridCol w:w="2070"/>
        <w:gridCol w:w="1517"/>
      </w:tblGrid>
      <w:tr w:rsidR="0008751A" w14:paraId="3C861654" w14:textId="77777777" w:rsidTr="00465BB9">
        <w:trPr>
          <w:cantSplit/>
          <w:trHeight w:val="520"/>
        </w:trPr>
        <w:tc>
          <w:tcPr>
            <w:tcW w:w="9185" w:type="dxa"/>
            <w:gridSpan w:val="6"/>
            <w:tcBorders>
              <w:top w:val="single" w:sz="4" w:space="0" w:color="auto"/>
              <w:left w:val="single" w:sz="4" w:space="0" w:color="auto"/>
              <w:bottom w:val="single" w:sz="4" w:space="0" w:color="auto"/>
              <w:right w:val="single" w:sz="4" w:space="0" w:color="auto"/>
            </w:tcBorders>
          </w:tcPr>
          <w:p w14:paraId="14632DE8" w14:textId="77777777" w:rsidR="0008751A" w:rsidRPr="006C1BE1" w:rsidRDefault="0008751A" w:rsidP="00096FE3">
            <w:pPr>
              <w:pStyle w:val="SectionVIHeader"/>
              <w:numPr>
                <w:ilvl w:val="0"/>
                <w:numId w:val="16"/>
              </w:numPr>
              <w:spacing w:before="0" w:after="0"/>
              <w:ind w:left="567" w:hanging="567"/>
              <w:jc w:val="left"/>
              <w:rPr>
                <w:sz w:val="28"/>
                <w:szCs w:val="28"/>
              </w:rPr>
            </w:pPr>
            <w:r w:rsidRPr="006C1BE1">
              <w:rPr>
                <w:sz w:val="20"/>
              </w:rPr>
              <w:br w:type="page"/>
            </w:r>
            <w:r w:rsidRPr="006C1BE1">
              <w:rPr>
                <w:sz w:val="28"/>
                <w:szCs w:val="28"/>
              </w:rPr>
              <w:t xml:space="preserve">List of Related Services and Completion Schedule </w:t>
            </w:r>
          </w:p>
          <w:p w14:paraId="4D78F690" w14:textId="77777777" w:rsidR="0008751A" w:rsidRPr="006C1BE1" w:rsidRDefault="0008751A" w:rsidP="00853D27">
            <w:pPr>
              <w:rPr>
                <w:i/>
                <w:iCs/>
              </w:rPr>
            </w:pPr>
            <w:r w:rsidRPr="006C1BE1">
              <w:rPr>
                <w:i/>
                <w:iCs/>
              </w:rPr>
              <w:t xml:space="preserve">[This table shall be filled in by UNFPA. The required completion dates should be realistic, and consistent with the required goods delivery dates (as per </w:t>
            </w:r>
            <w:r w:rsidR="00853D27" w:rsidRPr="006C1BE1">
              <w:rPr>
                <w:i/>
                <w:iCs/>
              </w:rPr>
              <w:t>INCOTERMS</w:t>
            </w:r>
            <w:r w:rsidRPr="006C1BE1">
              <w:rPr>
                <w:i/>
                <w:iCs/>
              </w:rPr>
              <w:t xml:space="preserve">)] </w:t>
            </w:r>
          </w:p>
        </w:tc>
      </w:tr>
      <w:tr w:rsidR="0008751A" w14:paraId="71CAF402" w14:textId="77777777" w:rsidTr="00465BB9">
        <w:trPr>
          <w:cantSplit/>
          <w:trHeight w:val="1091"/>
        </w:trPr>
        <w:tc>
          <w:tcPr>
            <w:tcW w:w="612" w:type="dxa"/>
            <w:tcBorders>
              <w:top w:val="single" w:sz="4" w:space="0" w:color="auto"/>
              <w:left w:val="single" w:sz="4" w:space="0" w:color="auto"/>
              <w:right w:val="single" w:sz="4" w:space="0" w:color="auto"/>
            </w:tcBorders>
            <w:vAlign w:val="center"/>
          </w:tcPr>
          <w:p w14:paraId="44CCDFEE" w14:textId="77777777" w:rsidR="0008751A" w:rsidRDefault="0008751A">
            <w:pPr>
              <w:jc w:val="center"/>
              <w:rPr>
                <w:b/>
                <w:bCs/>
                <w:sz w:val="22"/>
                <w:szCs w:val="22"/>
              </w:rPr>
            </w:pPr>
            <w:r>
              <w:rPr>
                <w:b/>
                <w:bCs/>
                <w:sz w:val="22"/>
                <w:szCs w:val="22"/>
              </w:rPr>
              <w:t>No.</w:t>
            </w:r>
          </w:p>
        </w:tc>
        <w:tc>
          <w:tcPr>
            <w:tcW w:w="1836" w:type="dxa"/>
            <w:tcBorders>
              <w:top w:val="single" w:sz="4" w:space="0" w:color="auto"/>
              <w:left w:val="single" w:sz="4" w:space="0" w:color="auto"/>
              <w:bottom w:val="single" w:sz="4" w:space="0" w:color="auto"/>
              <w:right w:val="single" w:sz="4" w:space="0" w:color="auto"/>
            </w:tcBorders>
            <w:vAlign w:val="center"/>
          </w:tcPr>
          <w:p w14:paraId="70D20218" w14:textId="77777777" w:rsidR="0008751A" w:rsidRDefault="0008751A">
            <w:pPr>
              <w:jc w:val="center"/>
              <w:rPr>
                <w:b/>
                <w:bCs/>
                <w:sz w:val="22"/>
                <w:szCs w:val="22"/>
              </w:rPr>
            </w:pPr>
            <w:r>
              <w:rPr>
                <w:b/>
                <w:bCs/>
                <w:sz w:val="22"/>
                <w:szCs w:val="22"/>
              </w:rPr>
              <w:t>Description of Service</w:t>
            </w:r>
          </w:p>
        </w:tc>
        <w:tc>
          <w:tcPr>
            <w:tcW w:w="1620" w:type="dxa"/>
            <w:tcBorders>
              <w:top w:val="single" w:sz="4" w:space="0" w:color="auto"/>
              <w:left w:val="single" w:sz="4" w:space="0" w:color="auto"/>
              <w:bottom w:val="single" w:sz="4" w:space="0" w:color="auto"/>
              <w:right w:val="single" w:sz="4" w:space="0" w:color="auto"/>
            </w:tcBorders>
            <w:vAlign w:val="center"/>
          </w:tcPr>
          <w:p w14:paraId="327579ED" w14:textId="77777777" w:rsidR="0008751A" w:rsidRPr="006C1BE1" w:rsidRDefault="0008751A">
            <w:pPr>
              <w:jc w:val="center"/>
              <w:rPr>
                <w:b/>
                <w:bCs/>
                <w:sz w:val="22"/>
                <w:szCs w:val="22"/>
              </w:rPr>
            </w:pPr>
            <w:r w:rsidRPr="006C1BE1">
              <w:rPr>
                <w:b/>
                <w:bCs/>
                <w:sz w:val="22"/>
                <w:szCs w:val="22"/>
              </w:rPr>
              <w:t>Quantity</w:t>
            </w:r>
          </w:p>
          <w:p w14:paraId="2B79F763" w14:textId="77777777" w:rsidR="0008751A" w:rsidRPr="006C1BE1" w:rsidRDefault="0008751A">
            <w:pPr>
              <w:jc w:val="center"/>
              <w:rPr>
                <w:b/>
                <w:bCs/>
                <w:sz w:val="22"/>
                <w:szCs w:val="22"/>
              </w:rPr>
            </w:pPr>
            <w:r w:rsidRPr="006C1BE1">
              <w:rPr>
                <w:b/>
                <w:bCs/>
                <w:sz w:val="22"/>
                <w:szCs w:val="22"/>
              </w:rPr>
              <w:t>(if applicable)</w:t>
            </w:r>
          </w:p>
        </w:tc>
        <w:tc>
          <w:tcPr>
            <w:tcW w:w="1530" w:type="dxa"/>
            <w:tcBorders>
              <w:top w:val="single" w:sz="4" w:space="0" w:color="auto"/>
              <w:left w:val="single" w:sz="4" w:space="0" w:color="auto"/>
              <w:bottom w:val="single" w:sz="4" w:space="0" w:color="auto"/>
              <w:right w:val="single" w:sz="4" w:space="0" w:color="auto"/>
            </w:tcBorders>
            <w:vAlign w:val="center"/>
          </w:tcPr>
          <w:p w14:paraId="26414F10" w14:textId="77777777" w:rsidR="0008751A" w:rsidRDefault="0008751A">
            <w:pPr>
              <w:jc w:val="center"/>
              <w:rPr>
                <w:b/>
                <w:bCs/>
                <w:sz w:val="22"/>
                <w:szCs w:val="22"/>
              </w:rPr>
            </w:pPr>
            <w:r>
              <w:rPr>
                <w:b/>
                <w:bCs/>
                <w:sz w:val="22"/>
                <w:szCs w:val="22"/>
              </w:rPr>
              <w:t>Physical Unit</w:t>
            </w:r>
          </w:p>
        </w:tc>
        <w:tc>
          <w:tcPr>
            <w:tcW w:w="2070" w:type="dxa"/>
            <w:tcBorders>
              <w:top w:val="single" w:sz="4" w:space="0" w:color="auto"/>
              <w:left w:val="single" w:sz="4" w:space="0" w:color="auto"/>
              <w:bottom w:val="single" w:sz="4" w:space="0" w:color="auto"/>
              <w:right w:val="single" w:sz="4" w:space="0" w:color="auto"/>
            </w:tcBorders>
            <w:vAlign w:val="center"/>
          </w:tcPr>
          <w:p w14:paraId="11335491" w14:textId="77777777" w:rsidR="0008751A" w:rsidRDefault="0008751A">
            <w:pPr>
              <w:jc w:val="center"/>
              <w:rPr>
                <w:b/>
                <w:bCs/>
                <w:sz w:val="22"/>
                <w:szCs w:val="22"/>
              </w:rPr>
            </w:pPr>
            <w:r>
              <w:rPr>
                <w:b/>
                <w:bCs/>
                <w:sz w:val="22"/>
                <w:szCs w:val="22"/>
              </w:rPr>
              <w:t>Place where Services shall be performed</w:t>
            </w:r>
          </w:p>
        </w:tc>
        <w:tc>
          <w:tcPr>
            <w:tcW w:w="1512" w:type="dxa"/>
            <w:tcBorders>
              <w:top w:val="single" w:sz="4" w:space="0" w:color="auto"/>
              <w:left w:val="single" w:sz="4" w:space="0" w:color="auto"/>
              <w:bottom w:val="single" w:sz="4" w:space="0" w:color="auto"/>
              <w:right w:val="single" w:sz="4" w:space="0" w:color="auto"/>
            </w:tcBorders>
            <w:vAlign w:val="center"/>
          </w:tcPr>
          <w:p w14:paraId="0688FB45" w14:textId="77777777" w:rsidR="0008751A" w:rsidRDefault="0008751A">
            <w:pPr>
              <w:ind w:left="-18"/>
              <w:jc w:val="center"/>
              <w:rPr>
                <w:b/>
                <w:bCs/>
                <w:sz w:val="22"/>
                <w:szCs w:val="22"/>
              </w:rPr>
            </w:pPr>
            <w:r>
              <w:rPr>
                <w:b/>
                <w:bCs/>
                <w:sz w:val="22"/>
                <w:szCs w:val="22"/>
              </w:rPr>
              <w:t>Final Completion Date(s) of Services</w:t>
            </w:r>
          </w:p>
        </w:tc>
      </w:tr>
      <w:tr w:rsidR="007054C4" w14:paraId="341B7CC5" w14:textId="77777777" w:rsidTr="00465BB9">
        <w:trPr>
          <w:cantSplit/>
          <w:trHeight w:val="1092"/>
        </w:trPr>
        <w:tc>
          <w:tcPr>
            <w:tcW w:w="612" w:type="dxa"/>
            <w:tcBorders>
              <w:top w:val="single" w:sz="4" w:space="0" w:color="auto"/>
              <w:left w:val="single" w:sz="4" w:space="0" w:color="auto"/>
              <w:bottom w:val="single" w:sz="4" w:space="0" w:color="auto"/>
              <w:right w:val="single" w:sz="4" w:space="0" w:color="auto"/>
            </w:tcBorders>
          </w:tcPr>
          <w:p w14:paraId="7F09AEBB" w14:textId="77242A4B" w:rsidR="007054C4" w:rsidRDefault="00783740">
            <w:pPr>
              <w:pStyle w:val="Outline"/>
              <w:spacing w:before="0"/>
              <w:jc w:val="center"/>
              <w:rPr>
                <w:kern w:val="0"/>
              </w:rPr>
            </w:pPr>
            <w:r>
              <w:rPr>
                <w:kern w:val="0"/>
              </w:rPr>
              <w:t>1</w:t>
            </w:r>
          </w:p>
        </w:tc>
        <w:tc>
          <w:tcPr>
            <w:tcW w:w="1836" w:type="dxa"/>
            <w:tcBorders>
              <w:top w:val="single" w:sz="4" w:space="0" w:color="auto"/>
              <w:left w:val="single" w:sz="4" w:space="0" w:color="auto"/>
              <w:bottom w:val="single" w:sz="4" w:space="0" w:color="auto"/>
              <w:right w:val="single" w:sz="4" w:space="0" w:color="auto"/>
            </w:tcBorders>
          </w:tcPr>
          <w:p w14:paraId="4B704A6F" w14:textId="77777777" w:rsidR="007054C4" w:rsidRPr="007054C4" w:rsidRDefault="007054C4" w:rsidP="007054C4">
            <w:pPr>
              <w:pStyle w:val="Default"/>
            </w:pPr>
            <w:r w:rsidRPr="007054C4">
              <w:rPr>
                <w:sz w:val="23"/>
                <w:szCs w:val="23"/>
              </w:rPr>
              <w:t>Set Up and Commissioning of equipment to be provided</w:t>
            </w:r>
            <w:r w:rsidRPr="007054C4">
              <w:rPr>
                <w:sz w:val="20"/>
                <w:szCs w:val="20"/>
              </w:rPr>
              <w:t>.</w:t>
            </w:r>
          </w:p>
          <w:p w14:paraId="60D8C235" w14:textId="3EB7D933" w:rsidR="007054C4" w:rsidRPr="00783740" w:rsidRDefault="007054C4" w:rsidP="00783740">
            <w:pPr>
              <w:pStyle w:val="Default"/>
              <w:rPr>
                <w:sz w:val="23"/>
                <w:szCs w:val="23"/>
              </w:rPr>
            </w:pPr>
          </w:p>
        </w:tc>
        <w:tc>
          <w:tcPr>
            <w:tcW w:w="1620" w:type="dxa"/>
            <w:tcBorders>
              <w:top w:val="single" w:sz="4" w:space="0" w:color="auto"/>
              <w:left w:val="single" w:sz="4" w:space="0" w:color="auto"/>
              <w:bottom w:val="single" w:sz="4" w:space="0" w:color="auto"/>
              <w:right w:val="single" w:sz="4" w:space="0" w:color="auto"/>
            </w:tcBorders>
          </w:tcPr>
          <w:p w14:paraId="2228C5B9" w14:textId="7E8A8AD9" w:rsidR="007054C4" w:rsidRPr="007054C4" w:rsidRDefault="007054C4" w:rsidP="007054C4">
            <w:pPr>
              <w:pStyle w:val="Outline"/>
              <w:spacing w:before="0"/>
              <w:rPr>
                <w:kern w:val="0"/>
              </w:rPr>
            </w:pPr>
            <w:r>
              <w:rPr>
                <w:kern w:val="0"/>
              </w:rPr>
              <w:t>As specified in the technical specif</w:t>
            </w:r>
            <w:r w:rsidRPr="00783740">
              <w:rPr>
                <w:b/>
                <w:bCs/>
                <w:kern w:val="0"/>
              </w:rPr>
              <w:t>ic</w:t>
            </w:r>
            <w:r>
              <w:rPr>
                <w:kern w:val="0"/>
              </w:rPr>
              <w:t>ation</w:t>
            </w:r>
          </w:p>
        </w:tc>
        <w:tc>
          <w:tcPr>
            <w:tcW w:w="1530" w:type="dxa"/>
            <w:tcBorders>
              <w:top w:val="single" w:sz="4" w:space="0" w:color="auto"/>
              <w:left w:val="single" w:sz="4" w:space="0" w:color="auto"/>
              <w:bottom w:val="single" w:sz="4" w:space="0" w:color="auto"/>
              <w:right w:val="single" w:sz="4" w:space="0" w:color="auto"/>
            </w:tcBorders>
          </w:tcPr>
          <w:p w14:paraId="1B8D348F" w14:textId="50F27488" w:rsidR="007054C4" w:rsidRPr="007054C4" w:rsidRDefault="007054C4">
            <w:pPr>
              <w:pStyle w:val="Outline"/>
              <w:spacing w:before="0"/>
              <w:jc w:val="center"/>
              <w:rPr>
                <w:kern w:val="0"/>
              </w:rPr>
            </w:pPr>
            <w:r>
              <w:rPr>
                <w:kern w:val="0"/>
              </w:rPr>
              <w:t xml:space="preserve">As per technical specification </w:t>
            </w:r>
          </w:p>
        </w:tc>
        <w:tc>
          <w:tcPr>
            <w:tcW w:w="2070" w:type="dxa"/>
            <w:tcBorders>
              <w:top w:val="single" w:sz="4" w:space="0" w:color="auto"/>
              <w:left w:val="single" w:sz="4" w:space="0" w:color="auto"/>
              <w:bottom w:val="single" w:sz="4" w:space="0" w:color="auto"/>
              <w:right w:val="single" w:sz="4" w:space="0" w:color="auto"/>
            </w:tcBorders>
          </w:tcPr>
          <w:p w14:paraId="32BD58DE" w14:textId="2264E1A8" w:rsidR="007054C4" w:rsidRPr="007054C4" w:rsidRDefault="007054C4" w:rsidP="007054C4">
            <w:pPr>
              <w:rPr>
                <w:sz w:val="22"/>
                <w:szCs w:val="22"/>
                <w:lang w:val="en-GB"/>
              </w:rPr>
            </w:pPr>
            <w:proofErr w:type="spellStart"/>
            <w:r w:rsidRPr="007054C4">
              <w:rPr>
                <w:sz w:val="22"/>
                <w:szCs w:val="22"/>
                <w:lang w:val="en-GB"/>
              </w:rPr>
              <w:t>Urguu</w:t>
            </w:r>
            <w:proofErr w:type="spellEnd"/>
            <w:r w:rsidRPr="007054C4">
              <w:rPr>
                <w:sz w:val="22"/>
                <w:szCs w:val="22"/>
                <w:lang w:val="en-GB"/>
              </w:rPr>
              <w:t xml:space="preserve"> Maternity hospital</w:t>
            </w:r>
            <w:r>
              <w:rPr>
                <w:sz w:val="22"/>
                <w:szCs w:val="22"/>
                <w:lang w:val="en-GB"/>
              </w:rPr>
              <w:t xml:space="preserve">, </w:t>
            </w:r>
            <w:proofErr w:type="spellStart"/>
            <w:r w:rsidRPr="007054C4">
              <w:rPr>
                <w:sz w:val="22"/>
                <w:szCs w:val="22"/>
                <w:lang w:val="en-GB"/>
              </w:rPr>
              <w:t>Amgalan</w:t>
            </w:r>
            <w:proofErr w:type="spellEnd"/>
            <w:r w:rsidRPr="007054C4">
              <w:rPr>
                <w:sz w:val="22"/>
                <w:szCs w:val="22"/>
                <w:lang w:val="en-GB"/>
              </w:rPr>
              <w:t xml:space="preserve"> Maternity hospital</w:t>
            </w:r>
            <w:r>
              <w:rPr>
                <w:sz w:val="22"/>
                <w:szCs w:val="22"/>
                <w:lang w:val="en-GB"/>
              </w:rPr>
              <w:t xml:space="preserve"> and </w:t>
            </w:r>
            <w:r w:rsidRPr="007054C4">
              <w:rPr>
                <w:sz w:val="22"/>
                <w:szCs w:val="22"/>
                <w:lang w:val="en-GB"/>
              </w:rPr>
              <w:t>MNHC-2 in Ulaanbaatar, Mongolia</w:t>
            </w:r>
          </w:p>
        </w:tc>
        <w:tc>
          <w:tcPr>
            <w:tcW w:w="1512" w:type="dxa"/>
            <w:tcBorders>
              <w:top w:val="single" w:sz="4" w:space="0" w:color="auto"/>
              <w:left w:val="single" w:sz="4" w:space="0" w:color="auto"/>
              <w:bottom w:val="single" w:sz="4" w:space="0" w:color="auto"/>
              <w:right w:val="single" w:sz="4" w:space="0" w:color="auto"/>
            </w:tcBorders>
          </w:tcPr>
          <w:p w14:paraId="7F99B2B6" w14:textId="7BDA5BDA" w:rsidR="007054C4" w:rsidRPr="007054C4" w:rsidRDefault="00EE1DED">
            <w:pPr>
              <w:pStyle w:val="Outline"/>
              <w:spacing w:before="0"/>
              <w:jc w:val="center"/>
              <w:rPr>
                <w:kern w:val="0"/>
              </w:rPr>
            </w:pPr>
            <w:r>
              <w:rPr>
                <w:kern w:val="0"/>
              </w:rPr>
              <w:t>7 working days</w:t>
            </w:r>
          </w:p>
        </w:tc>
      </w:tr>
      <w:tr w:rsidR="00783740" w14:paraId="5C665220" w14:textId="77777777" w:rsidTr="00465BB9">
        <w:trPr>
          <w:cantSplit/>
          <w:trHeight w:val="890"/>
        </w:trPr>
        <w:tc>
          <w:tcPr>
            <w:tcW w:w="612" w:type="dxa"/>
            <w:tcBorders>
              <w:top w:val="single" w:sz="4" w:space="0" w:color="auto"/>
              <w:left w:val="single" w:sz="4" w:space="0" w:color="auto"/>
              <w:bottom w:val="single" w:sz="4" w:space="0" w:color="auto"/>
              <w:right w:val="single" w:sz="4" w:space="0" w:color="auto"/>
            </w:tcBorders>
          </w:tcPr>
          <w:p w14:paraId="40BDA895" w14:textId="4177757C" w:rsidR="00783740" w:rsidRDefault="00783740" w:rsidP="00783740">
            <w:pPr>
              <w:pStyle w:val="Outline"/>
              <w:spacing w:before="0"/>
              <w:jc w:val="center"/>
              <w:rPr>
                <w:kern w:val="0"/>
              </w:rPr>
            </w:pPr>
            <w:r>
              <w:rPr>
                <w:kern w:val="0"/>
              </w:rPr>
              <w:t>2</w:t>
            </w:r>
          </w:p>
        </w:tc>
        <w:tc>
          <w:tcPr>
            <w:tcW w:w="1836" w:type="dxa"/>
            <w:tcBorders>
              <w:top w:val="single" w:sz="4" w:space="0" w:color="auto"/>
              <w:left w:val="single" w:sz="4" w:space="0" w:color="auto"/>
              <w:bottom w:val="single" w:sz="4" w:space="0" w:color="auto"/>
              <w:right w:val="single" w:sz="4" w:space="0" w:color="auto"/>
            </w:tcBorders>
          </w:tcPr>
          <w:p w14:paraId="46F923FC" w14:textId="3CCCA6FB" w:rsidR="00783740" w:rsidRPr="007054C4" w:rsidRDefault="00783740" w:rsidP="00783740">
            <w:pPr>
              <w:pStyle w:val="Default"/>
              <w:rPr>
                <w:sz w:val="23"/>
                <w:szCs w:val="23"/>
              </w:rPr>
            </w:pPr>
            <w:r>
              <w:rPr>
                <w:sz w:val="23"/>
                <w:szCs w:val="23"/>
              </w:rPr>
              <w:t xml:space="preserve">Training for End User and Maintenance personnel. </w:t>
            </w:r>
          </w:p>
        </w:tc>
        <w:tc>
          <w:tcPr>
            <w:tcW w:w="1620" w:type="dxa"/>
            <w:tcBorders>
              <w:top w:val="single" w:sz="4" w:space="0" w:color="auto"/>
              <w:left w:val="single" w:sz="4" w:space="0" w:color="auto"/>
              <w:bottom w:val="single" w:sz="4" w:space="0" w:color="auto"/>
              <w:right w:val="single" w:sz="4" w:space="0" w:color="auto"/>
            </w:tcBorders>
          </w:tcPr>
          <w:p w14:paraId="5EE65BCD" w14:textId="2D472035" w:rsidR="00783740" w:rsidRDefault="00783740" w:rsidP="00783740">
            <w:pPr>
              <w:pStyle w:val="Outline"/>
              <w:spacing w:before="0"/>
              <w:rPr>
                <w:kern w:val="0"/>
              </w:rPr>
            </w:pPr>
            <w:r>
              <w:rPr>
                <w:kern w:val="0"/>
              </w:rPr>
              <w:t>As specified in the technical specif</w:t>
            </w:r>
            <w:r w:rsidRPr="00783740">
              <w:rPr>
                <w:b/>
                <w:bCs/>
                <w:kern w:val="0"/>
              </w:rPr>
              <w:t>ic</w:t>
            </w:r>
            <w:r>
              <w:rPr>
                <w:kern w:val="0"/>
              </w:rPr>
              <w:t>ation</w:t>
            </w:r>
          </w:p>
        </w:tc>
        <w:tc>
          <w:tcPr>
            <w:tcW w:w="1530" w:type="dxa"/>
            <w:tcBorders>
              <w:top w:val="single" w:sz="4" w:space="0" w:color="auto"/>
              <w:left w:val="single" w:sz="4" w:space="0" w:color="auto"/>
              <w:bottom w:val="single" w:sz="4" w:space="0" w:color="auto"/>
              <w:right w:val="single" w:sz="4" w:space="0" w:color="auto"/>
            </w:tcBorders>
          </w:tcPr>
          <w:p w14:paraId="465CBED5" w14:textId="7050813D" w:rsidR="00783740" w:rsidRDefault="00783740" w:rsidP="00783740">
            <w:pPr>
              <w:pStyle w:val="Outline"/>
              <w:spacing w:before="0"/>
              <w:jc w:val="center"/>
              <w:rPr>
                <w:kern w:val="0"/>
              </w:rPr>
            </w:pPr>
            <w:r>
              <w:rPr>
                <w:kern w:val="0"/>
              </w:rPr>
              <w:t>As per technical specification</w:t>
            </w:r>
          </w:p>
        </w:tc>
        <w:tc>
          <w:tcPr>
            <w:tcW w:w="2070" w:type="dxa"/>
            <w:tcBorders>
              <w:top w:val="single" w:sz="4" w:space="0" w:color="auto"/>
              <w:left w:val="single" w:sz="4" w:space="0" w:color="auto"/>
              <w:bottom w:val="single" w:sz="4" w:space="0" w:color="auto"/>
              <w:right w:val="single" w:sz="4" w:space="0" w:color="auto"/>
            </w:tcBorders>
          </w:tcPr>
          <w:p w14:paraId="6F11D8C7" w14:textId="6132794F" w:rsidR="00783740" w:rsidRPr="007054C4" w:rsidRDefault="00783740" w:rsidP="00783740">
            <w:pPr>
              <w:rPr>
                <w:sz w:val="22"/>
                <w:szCs w:val="22"/>
                <w:lang w:val="en-GB"/>
              </w:rPr>
            </w:pPr>
            <w:r>
              <w:rPr>
                <w:sz w:val="22"/>
                <w:szCs w:val="22"/>
                <w:lang w:val="en-GB"/>
              </w:rPr>
              <w:t>Same as above</w:t>
            </w:r>
          </w:p>
        </w:tc>
        <w:tc>
          <w:tcPr>
            <w:tcW w:w="1512" w:type="dxa"/>
            <w:tcBorders>
              <w:top w:val="single" w:sz="4" w:space="0" w:color="auto"/>
              <w:left w:val="single" w:sz="4" w:space="0" w:color="auto"/>
              <w:bottom w:val="single" w:sz="4" w:space="0" w:color="auto"/>
              <w:right w:val="single" w:sz="4" w:space="0" w:color="auto"/>
            </w:tcBorders>
          </w:tcPr>
          <w:p w14:paraId="1AB63D9C" w14:textId="2DC50EC9" w:rsidR="00783740" w:rsidRPr="007054C4" w:rsidRDefault="00783740" w:rsidP="00783740">
            <w:pPr>
              <w:pStyle w:val="Outline"/>
              <w:spacing w:before="0"/>
              <w:jc w:val="center"/>
              <w:rPr>
                <w:kern w:val="0"/>
              </w:rPr>
            </w:pPr>
            <w:r>
              <w:rPr>
                <w:kern w:val="0"/>
              </w:rPr>
              <w:t>Training to be completed immediately after installation</w:t>
            </w:r>
          </w:p>
        </w:tc>
      </w:tr>
      <w:tr w:rsidR="00783740" w14:paraId="03800713" w14:textId="77777777" w:rsidTr="00465BB9">
        <w:trPr>
          <w:cantSplit/>
          <w:trHeight w:val="980"/>
        </w:trPr>
        <w:tc>
          <w:tcPr>
            <w:tcW w:w="612" w:type="dxa"/>
            <w:tcBorders>
              <w:top w:val="single" w:sz="4" w:space="0" w:color="auto"/>
              <w:left w:val="single" w:sz="4" w:space="0" w:color="auto"/>
              <w:bottom w:val="single" w:sz="6" w:space="0" w:color="auto"/>
              <w:right w:val="single" w:sz="4" w:space="0" w:color="auto"/>
            </w:tcBorders>
          </w:tcPr>
          <w:p w14:paraId="04D33E01" w14:textId="1EE2E1CD" w:rsidR="00783740" w:rsidRDefault="00783740" w:rsidP="00783740">
            <w:pPr>
              <w:pStyle w:val="Outline"/>
              <w:spacing w:before="0"/>
              <w:jc w:val="center"/>
              <w:rPr>
                <w:kern w:val="0"/>
              </w:rPr>
            </w:pPr>
            <w:r>
              <w:rPr>
                <w:kern w:val="0"/>
              </w:rPr>
              <w:t>3</w:t>
            </w:r>
          </w:p>
        </w:tc>
        <w:tc>
          <w:tcPr>
            <w:tcW w:w="1836" w:type="dxa"/>
            <w:tcBorders>
              <w:top w:val="single" w:sz="4" w:space="0" w:color="auto"/>
              <w:left w:val="single" w:sz="4" w:space="0" w:color="auto"/>
              <w:bottom w:val="single" w:sz="6" w:space="0" w:color="auto"/>
              <w:right w:val="single" w:sz="4" w:space="0" w:color="auto"/>
            </w:tcBorders>
          </w:tcPr>
          <w:p w14:paraId="36FE696E" w14:textId="2E1458C3" w:rsidR="00783740" w:rsidRPr="007054C4" w:rsidRDefault="00783740" w:rsidP="00783740">
            <w:pPr>
              <w:pStyle w:val="Default"/>
              <w:rPr>
                <w:sz w:val="23"/>
                <w:szCs w:val="23"/>
              </w:rPr>
            </w:pPr>
            <w:r>
              <w:rPr>
                <w:sz w:val="23"/>
                <w:szCs w:val="23"/>
              </w:rPr>
              <w:t>After Sales Service: Preventive and corrective maintenance</w:t>
            </w:r>
          </w:p>
        </w:tc>
        <w:tc>
          <w:tcPr>
            <w:tcW w:w="1620" w:type="dxa"/>
            <w:tcBorders>
              <w:top w:val="single" w:sz="4" w:space="0" w:color="auto"/>
              <w:left w:val="single" w:sz="4" w:space="0" w:color="auto"/>
              <w:bottom w:val="single" w:sz="6" w:space="0" w:color="auto"/>
              <w:right w:val="single" w:sz="4" w:space="0" w:color="auto"/>
            </w:tcBorders>
          </w:tcPr>
          <w:p w14:paraId="591F7C39" w14:textId="1CAB6A92" w:rsidR="00783740" w:rsidRDefault="00783740" w:rsidP="00783740">
            <w:pPr>
              <w:pStyle w:val="Outline"/>
              <w:spacing w:before="0"/>
              <w:rPr>
                <w:kern w:val="0"/>
              </w:rPr>
            </w:pPr>
            <w:r>
              <w:rPr>
                <w:kern w:val="0"/>
              </w:rPr>
              <w:t>As specified in the technical specif</w:t>
            </w:r>
            <w:r w:rsidRPr="00783740">
              <w:rPr>
                <w:b/>
                <w:bCs/>
                <w:kern w:val="0"/>
              </w:rPr>
              <w:t>ic</w:t>
            </w:r>
            <w:r>
              <w:rPr>
                <w:kern w:val="0"/>
              </w:rPr>
              <w:t>ation</w:t>
            </w:r>
          </w:p>
        </w:tc>
        <w:tc>
          <w:tcPr>
            <w:tcW w:w="1530" w:type="dxa"/>
            <w:tcBorders>
              <w:top w:val="single" w:sz="4" w:space="0" w:color="auto"/>
              <w:left w:val="single" w:sz="4" w:space="0" w:color="auto"/>
              <w:right w:val="single" w:sz="4" w:space="0" w:color="auto"/>
            </w:tcBorders>
          </w:tcPr>
          <w:p w14:paraId="27ED79B0" w14:textId="5B7AFC31" w:rsidR="00783740" w:rsidRDefault="00783740" w:rsidP="00783740">
            <w:pPr>
              <w:pStyle w:val="Outline"/>
              <w:spacing w:before="0"/>
              <w:jc w:val="center"/>
              <w:rPr>
                <w:kern w:val="0"/>
              </w:rPr>
            </w:pPr>
            <w:r>
              <w:rPr>
                <w:kern w:val="0"/>
              </w:rPr>
              <w:t>As per technical specification</w:t>
            </w:r>
          </w:p>
        </w:tc>
        <w:tc>
          <w:tcPr>
            <w:tcW w:w="2070" w:type="dxa"/>
            <w:tcBorders>
              <w:top w:val="single" w:sz="4" w:space="0" w:color="auto"/>
              <w:left w:val="single" w:sz="4" w:space="0" w:color="auto"/>
              <w:bottom w:val="single" w:sz="6" w:space="0" w:color="auto"/>
              <w:right w:val="single" w:sz="4" w:space="0" w:color="auto"/>
            </w:tcBorders>
          </w:tcPr>
          <w:p w14:paraId="5C622CC1" w14:textId="17E59D92" w:rsidR="00783740" w:rsidRPr="007054C4" w:rsidRDefault="00783740" w:rsidP="00783740">
            <w:pPr>
              <w:rPr>
                <w:sz w:val="22"/>
                <w:szCs w:val="22"/>
                <w:lang w:val="en-GB"/>
              </w:rPr>
            </w:pPr>
            <w:r>
              <w:rPr>
                <w:sz w:val="22"/>
                <w:szCs w:val="22"/>
                <w:lang w:val="en-GB"/>
              </w:rPr>
              <w:t>Same as above</w:t>
            </w:r>
          </w:p>
        </w:tc>
        <w:tc>
          <w:tcPr>
            <w:tcW w:w="1512" w:type="dxa"/>
            <w:tcBorders>
              <w:top w:val="single" w:sz="4" w:space="0" w:color="auto"/>
              <w:left w:val="single" w:sz="4" w:space="0" w:color="auto"/>
              <w:bottom w:val="single" w:sz="6" w:space="0" w:color="auto"/>
              <w:right w:val="single" w:sz="4" w:space="0" w:color="auto"/>
            </w:tcBorders>
          </w:tcPr>
          <w:p w14:paraId="3D5BBD75" w14:textId="05A84626" w:rsidR="00783740" w:rsidRPr="007054C4" w:rsidRDefault="00783740" w:rsidP="00783740">
            <w:pPr>
              <w:pStyle w:val="Outline"/>
              <w:spacing w:before="0"/>
              <w:jc w:val="center"/>
              <w:rPr>
                <w:kern w:val="0"/>
              </w:rPr>
            </w:pPr>
            <w:r>
              <w:rPr>
                <w:kern w:val="0"/>
              </w:rPr>
              <w:t>After warranty period</w:t>
            </w:r>
          </w:p>
        </w:tc>
      </w:tr>
    </w:tbl>
    <w:p w14:paraId="2DCBC156" w14:textId="77777777" w:rsidR="0008751A" w:rsidRDefault="0008751A">
      <w:pPr>
        <w:overflowPunct/>
        <w:autoSpaceDE/>
        <w:autoSpaceDN/>
        <w:adjustRightInd/>
        <w:textAlignment w:val="auto"/>
        <w:rPr>
          <w:sz w:val="22"/>
          <w:szCs w:val="22"/>
          <w:lang w:val="en-GB"/>
        </w:rPr>
      </w:pPr>
    </w:p>
    <w:p w14:paraId="25FDDAB7" w14:textId="77777777" w:rsidR="0008751A" w:rsidRDefault="0008751A">
      <w:pPr>
        <w:suppressAutoHyphens/>
        <w:jc w:val="both"/>
      </w:pPr>
    </w:p>
    <w:p w14:paraId="6C83907B" w14:textId="77777777" w:rsidR="0008751A" w:rsidRDefault="0008751A">
      <w:pPr>
        <w:rPr>
          <w:iCs/>
        </w:rPr>
      </w:pPr>
    </w:p>
    <w:p w14:paraId="6D313B48" w14:textId="77777777" w:rsidR="0008751A" w:rsidRDefault="0008751A">
      <w:pPr>
        <w:pStyle w:val="Heading1"/>
        <w:jc w:val="center"/>
        <w:rPr>
          <w:rFonts w:ascii="Times New Roman" w:hAnsi="Times New Roman" w:cs="Times New Roman"/>
          <w:sz w:val="22"/>
          <w:szCs w:val="22"/>
          <w:lang w:val="en-GB"/>
        </w:rPr>
      </w:pPr>
      <w:bookmarkStart w:id="61" w:name="_Toc38258042"/>
      <w:bookmarkEnd w:id="60"/>
    </w:p>
    <w:p w14:paraId="69CD1B2E" w14:textId="77777777" w:rsidR="0008751A" w:rsidRDefault="0008751A">
      <w:pPr>
        <w:pStyle w:val="Heading1"/>
        <w:jc w:val="center"/>
        <w:rPr>
          <w:rFonts w:ascii="Times New Roman" w:hAnsi="Times New Roman" w:cs="Times New Roman"/>
          <w:sz w:val="22"/>
          <w:szCs w:val="22"/>
          <w:lang w:val="en-GB"/>
        </w:rPr>
      </w:pPr>
      <w:bookmarkStart w:id="62" w:name="_Toc156198833"/>
      <w:bookmarkStart w:id="63" w:name="_Toc156294463"/>
      <w:bookmarkStart w:id="64" w:name="_Toc156294938"/>
      <w:bookmarkStart w:id="65" w:name="_Toc156357598"/>
    </w:p>
    <w:p w14:paraId="1F6AC7EB" w14:textId="77777777" w:rsidR="0008751A" w:rsidRDefault="0008751A">
      <w:pPr>
        <w:rPr>
          <w:sz w:val="22"/>
          <w:szCs w:val="22"/>
          <w:lang w:val="en-GB"/>
        </w:rPr>
      </w:pPr>
    </w:p>
    <w:p w14:paraId="02BFDF5B" w14:textId="77777777" w:rsidR="0008751A" w:rsidRDefault="0008751A">
      <w:pPr>
        <w:rPr>
          <w:sz w:val="22"/>
          <w:szCs w:val="22"/>
          <w:lang w:val="en-GB"/>
        </w:rPr>
      </w:pPr>
    </w:p>
    <w:p w14:paraId="1F45C642" w14:textId="77777777" w:rsidR="0008751A" w:rsidRDefault="0008751A">
      <w:pPr>
        <w:pStyle w:val="Heading1"/>
        <w:jc w:val="center"/>
        <w:rPr>
          <w:rFonts w:ascii="Times New Roman" w:hAnsi="Times New Roman" w:cs="Times New Roman"/>
          <w:sz w:val="22"/>
          <w:szCs w:val="22"/>
          <w:lang w:val="en-GB"/>
        </w:rPr>
      </w:pPr>
    </w:p>
    <w:p w14:paraId="0DD2A5E1" w14:textId="77777777" w:rsidR="0008751A" w:rsidRDefault="0008751A">
      <w:pPr>
        <w:pStyle w:val="Heading1"/>
        <w:jc w:val="center"/>
        <w:rPr>
          <w:rFonts w:ascii="Times New Roman" w:hAnsi="Times New Roman" w:cs="Times New Roman"/>
          <w:sz w:val="22"/>
          <w:szCs w:val="22"/>
          <w:lang w:val="en-GB"/>
        </w:rPr>
      </w:pPr>
    </w:p>
    <w:p w14:paraId="5F36902B" w14:textId="77777777" w:rsidR="0008751A" w:rsidRDefault="0008751A">
      <w:pPr>
        <w:pStyle w:val="Heading1"/>
        <w:jc w:val="center"/>
        <w:rPr>
          <w:rFonts w:ascii="Times New Roman" w:hAnsi="Times New Roman" w:cs="Times New Roman"/>
          <w:sz w:val="22"/>
          <w:szCs w:val="22"/>
          <w:lang w:val="en-GB"/>
        </w:rPr>
      </w:pPr>
    </w:p>
    <w:p w14:paraId="32417970" w14:textId="77777777" w:rsidR="00EE1DED" w:rsidRDefault="00EE1DED">
      <w:pPr>
        <w:overflowPunct/>
        <w:autoSpaceDE/>
        <w:autoSpaceDN/>
        <w:adjustRightInd/>
        <w:textAlignment w:val="auto"/>
        <w:rPr>
          <w:b/>
          <w:kern w:val="28"/>
          <w:sz w:val="28"/>
          <w:szCs w:val="28"/>
          <w:lang w:val="en-GB"/>
        </w:rPr>
      </w:pPr>
      <w:bookmarkStart w:id="66" w:name="_Toc99385398"/>
      <w:r>
        <w:rPr>
          <w:sz w:val="28"/>
          <w:szCs w:val="28"/>
          <w:lang w:val="en-GB"/>
        </w:rPr>
        <w:br w:type="page"/>
      </w:r>
    </w:p>
    <w:p w14:paraId="78D5F958" w14:textId="1015E010" w:rsidR="0008751A" w:rsidRPr="008B45F0" w:rsidRDefault="0008751A">
      <w:pPr>
        <w:pStyle w:val="Heading1"/>
        <w:jc w:val="center"/>
        <w:rPr>
          <w:rFonts w:ascii="Times New Roman" w:hAnsi="Times New Roman" w:cs="Times New Roman"/>
          <w:sz w:val="28"/>
          <w:szCs w:val="28"/>
          <w:lang w:val="en-GB"/>
        </w:rPr>
      </w:pPr>
      <w:r>
        <w:rPr>
          <w:rFonts w:ascii="Times New Roman" w:hAnsi="Times New Roman" w:cs="Times New Roman"/>
          <w:sz w:val="28"/>
          <w:szCs w:val="28"/>
          <w:lang w:val="en-GB"/>
        </w:rPr>
        <w:t xml:space="preserve">SECTION </w:t>
      </w:r>
      <w:r w:rsidRPr="008B45F0">
        <w:rPr>
          <w:rFonts w:ascii="Times New Roman" w:hAnsi="Times New Roman" w:cs="Times New Roman"/>
          <w:sz w:val="28"/>
          <w:szCs w:val="28"/>
          <w:lang w:val="en-GB"/>
        </w:rPr>
        <w:t>I</w:t>
      </w:r>
      <w:r w:rsidR="002C4D09" w:rsidRPr="008B45F0">
        <w:rPr>
          <w:rFonts w:ascii="Times New Roman" w:hAnsi="Times New Roman" w:cs="Times New Roman"/>
          <w:sz w:val="28"/>
          <w:szCs w:val="28"/>
          <w:lang w:val="en-GB"/>
        </w:rPr>
        <w:t>II</w:t>
      </w:r>
      <w:bookmarkEnd w:id="62"/>
      <w:bookmarkEnd w:id="63"/>
      <w:bookmarkEnd w:id="64"/>
      <w:bookmarkEnd w:id="65"/>
      <w:r w:rsidRPr="008B45F0">
        <w:rPr>
          <w:rFonts w:ascii="Times New Roman" w:hAnsi="Times New Roman" w:cs="Times New Roman"/>
          <w:sz w:val="28"/>
          <w:szCs w:val="28"/>
          <w:lang w:val="en-GB"/>
        </w:rPr>
        <w:t xml:space="preserve">: UNFPA General </w:t>
      </w:r>
      <w:r w:rsidR="007D6F23" w:rsidRPr="008B45F0">
        <w:rPr>
          <w:rFonts w:ascii="Times New Roman" w:hAnsi="Times New Roman" w:cs="Times New Roman"/>
          <w:sz w:val="28"/>
          <w:szCs w:val="28"/>
          <w:lang w:val="en-GB"/>
        </w:rPr>
        <w:t>Conditions of Contract</w:t>
      </w:r>
      <w:bookmarkStart w:id="67" w:name="_Toc38258043"/>
      <w:bookmarkEnd w:id="61"/>
      <w:bookmarkEnd w:id="66"/>
    </w:p>
    <w:p w14:paraId="1ABB9DB2" w14:textId="77777777" w:rsidR="00DA396C" w:rsidRPr="008B45F0" w:rsidRDefault="00DA396C">
      <w:pPr>
        <w:rPr>
          <w:sz w:val="22"/>
          <w:szCs w:val="22"/>
          <w:lang w:val="en-GB"/>
        </w:rPr>
      </w:pPr>
    </w:p>
    <w:p w14:paraId="24FB97FE" w14:textId="77777777" w:rsidR="009833EA" w:rsidRDefault="00692639" w:rsidP="00692639">
      <w:pPr>
        <w:jc w:val="center"/>
        <w:rPr>
          <w:sz w:val="22"/>
          <w:szCs w:val="22"/>
          <w:lang w:val="en-GB"/>
        </w:rPr>
      </w:pPr>
      <w:r w:rsidRPr="008B45F0">
        <w:rPr>
          <w:sz w:val="22"/>
          <w:szCs w:val="22"/>
          <w:lang w:val="en-GB"/>
        </w:rPr>
        <w:t>The General Conditions</w:t>
      </w:r>
      <w:r w:rsidR="007D6F23" w:rsidRPr="008B45F0">
        <w:rPr>
          <w:sz w:val="22"/>
          <w:szCs w:val="22"/>
          <w:lang w:val="en-GB"/>
        </w:rPr>
        <w:t xml:space="preserve"> of Contract</w:t>
      </w:r>
      <w:r w:rsidRPr="008B45F0">
        <w:rPr>
          <w:sz w:val="22"/>
          <w:szCs w:val="22"/>
          <w:lang w:val="en-GB"/>
        </w:rPr>
        <w:t xml:space="preserve"> can be</w:t>
      </w:r>
      <w:r>
        <w:rPr>
          <w:sz w:val="22"/>
          <w:szCs w:val="22"/>
          <w:lang w:val="en-GB"/>
        </w:rPr>
        <w:t xml:space="preserve"> found at: </w:t>
      </w:r>
    </w:p>
    <w:p w14:paraId="7231414B" w14:textId="6302B5AD" w:rsidR="00692639" w:rsidRDefault="00455E0A" w:rsidP="00692639">
      <w:pPr>
        <w:jc w:val="center"/>
        <w:rPr>
          <w:sz w:val="22"/>
          <w:szCs w:val="22"/>
          <w:lang w:val="en-GB"/>
        </w:rPr>
      </w:pPr>
      <w:hyperlink r:id="rId30" w:history="1"/>
      <w:r w:rsidR="009833EA">
        <w:rPr>
          <w:rStyle w:val="Hyperlink"/>
          <w:sz w:val="22"/>
          <w:szCs w:val="22"/>
          <w:lang w:val="en-GB"/>
        </w:rPr>
        <w:t xml:space="preserve"> </w:t>
      </w:r>
      <w:r w:rsidR="009833EA" w:rsidRPr="009833EA">
        <w:rPr>
          <w:rStyle w:val="Hyperlink"/>
          <w:sz w:val="22"/>
          <w:szCs w:val="22"/>
          <w:lang w:val="en-GB"/>
        </w:rPr>
        <w:t>http://www.unfpa.org/resources/unfpa-general-conditions-contract</w:t>
      </w:r>
    </w:p>
    <w:p w14:paraId="6C22B63B" w14:textId="77777777" w:rsidR="00692639" w:rsidRDefault="00692639">
      <w:pPr>
        <w:rPr>
          <w:sz w:val="22"/>
          <w:szCs w:val="22"/>
          <w:lang w:val="en-GB"/>
        </w:rPr>
      </w:pPr>
    </w:p>
    <w:p w14:paraId="1FFAB80B" w14:textId="77777777" w:rsidR="0008751A" w:rsidRDefault="0008751A">
      <w:pPr>
        <w:rPr>
          <w:sz w:val="22"/>
          <w:szCs w:val="22"/>
          <w:lang w:val="en-GB"/>
        </w:rPr>
      </w:pPr>
    </w:p>
    <w:bookmarkEnd w:id="67"/>
    <w:p w14:paraId="18ADFE42" w14:textId="77777777" w:rsidR="00692639" w:rsidRDefault="0008751A" w:rsidP="00692639">
      <w:pPr>
        <w:pStyle w:val="Heading1"/>
        <w:jc w:val="center"/>
        <w:rPr>
          <w:b w:val="0"/>
          <w:sz w:val="22"/>
          <w:szCs w:val="22"/>
          <w:lang w:val="en-GB"/>
        </w:rPr>
      </w:pPr>
      <w:r>
        <w:rPr>
          <w:b w:val="0"/>
          <w:sz w:val="22"/>
          <w:szCs w:val="22"/>
          <w:lang w:val="en-GB"/>
        </w:rPr>
        <w:br w:type="page"/>
      </w:r>
    </w:p>
    <w:p w14:paraId="3520F611" w14:textId="77777777" w:rsidR="00692639" w:rsidRDefault="00692639" w:rsidP="00692639">
      <w:pPr>
        <w:pStyle w:val="Heading1"/>
        <w:jc w:val="center"/>
        <w:rPr>
          <w:rFonts w:ascii="Times New Roman" w:hAnsi="Times New Roman" w:cs="Times New Roman"/>
          <w:sz w:val="28"/>
          <w:szCs w:val="28"/>
          <w:lang w:val="en-GB"/>
        </w:rPr>
      </w:pPr>
      <w:bookmarkStart w:id="68" w:name="_Toc99385399"/>
      <w:r>
        <w:rPr>
          <w:rFonts w:ascii="Times New Roman" w:hAnsi="Times New Roman" w:cs="Times New Roman"/>
          <w:sz w:val="28"/>
          <w:szCs w:val="28"/>
          <w:lang w:val="en-GB"/>
        </w:rPr>
        <w:t xml:space="preserve">SECTION </w:t>
      </w:r>
      <w:r w:rsidR="00836E0E">
        <w:rPr>
          <w:rFonts w:ascii="Times New Roman" w:hAnsi="Times New Roman" w:cs="Times New Roman"/>
          <w:sz w:val="28"/>
          <w:szCs w:val="28"/>
          <w:lang w:val="en-GB"/>
        </w:rPr>
        <w:t>I</w:t>
      </w:r>
      <w:r>
        <w:rPr>
          <w:rFonts w:ascii="Times New Roman" w:hAnsi="Times New Roman" w:cs="Times New Roman"/>
          <w:sz w:val="28"/>
          <w:szCs w:val="28"/>
          <w:lang w:val="en-GB"/>
        </w:rPr>
        <w:t>V: UNFPA Special Conditions</w:t>
      </w:r>
      <w:r w:rsidR="000E2EFB">
        <w:rPr>
          <w:rFonts w:ascii="Times New Roman" w:hAnsi="Times New Roman" w:cs="Times New Roman"/>
          <w:sz w:val="28"/>
          <w:szCs w:val="28"/>
          <w:lang w:val="en-GB"/>
        </w:rPr>
        <w:t xml:space="preserve"> for Contracts</w:t>
      </w:r>
      <w:bookmarkEnd w:id="68"/>
    </w:p>
    <w:p w14:paraId="5D50F3B2" w14:textId="77777777" w:rsidR="00AB0AEB" w:rsidRDefault="00AB0AEB">
      <w:pPr>
        <w:overflowPunct/>
        <w:autoSpaceDE/>
        <w:autoSpaceDN/>
        <w:adjustRightInd/>
        <w:textAlignment w:val="auto"/>
        <w:rPr>
          <w:b/>
          <w:sz w:val="22"/>
          <w:szCs w:val="22"/>
          <w:lang w:val="en-GB"/>
        </w:rPr>
      </w:pPr>
    </w:p>
    <w:tbl>
      <w:tblPr>
        <w:tblStyle w:val="TableGrid"/>
        <w:tblW w:w="0" w:type="auto"/>
        <w:tblLook w:val="04A0" w:firstRow="1" w:lastRow="0" w:firstColumn="1" w:lastColumn="0" w:noHBand="0" w:noVBand="1"/>
      </w:tblPr>
      <w:tblGrid>
        <w:gridCol w:w="2470"/>
        <w:gridCol w:w="6448"/>
      </w:tblGrid>
      <w:tr w:rsidR="00AB0AEB" w14:paraId="16A5D6E7" w14:textId="77777777" w:rsidTr="005D7B05">
        <w:tc>
          <w:tcPr>
            <w:tcW w:w="2470" w:type="dxa"/>
          </w:tcPr>
          <w:p w14:paraId="2A38CA03" w14:textId="77777777" w:rsidR="00AB0AEB" w:rsidRDefault="00AB0AEB">
            <w:pPr>
              <w:overflowPunct/>
              <w:autoSpaceDE/>
              <w:autoSpaceDN/>
              <w:adjustRightInd/>
              <w:textAlignment w:val="auto"/>
              <w:rPr>
                <w:b/>
                <w:sz w:val="22"/>
                <w:szCs w:val="22"/>
                <w:lang w:val="en-GB"/>
              </w:rPr>
            </w:pPr>
            <w:r>
              <w:rPr>
                <w:b/>
                <w:sz w:val="22"/>
                <w:szCs w:val="22"/>
                <w:lang w:val="en-GB"/>
              </w:rPr>
              <w:t xml:space="preserve">WARRANTY </w:t>
            </w:r>
          </w:p>
          <w:p w14:paraId="61216C43" w14:textId="77777777" w:rsidR="00AB0AEB" w:rsidRDefault="00AB0AEB">
            <w:pPr>
              <w:overflowPunct/>
              <w:autoSpaceDE/>
              <w:autoSpaceDN/>
              <w:adjustRightInd/>
              <w:textAlignment w:val="auto"/>
              <w:rPr>
                <w:b/>
                <w:sz w:val="22"/>
                <w:szCs w:val="22"/>
                <w:lang w:val="en-GB"/>
              </w:rPr>
            </w:pPr>
          </w:p>
        </w:tc>
        <w:tc>
          <w:tcPr>
            <w:tcW w:w="6448" w:type="dxa"/>
          </w:tcPr>
          <w:p w14:paraId="227A046F" w14:textId="3E08C933" w:rsidR="00AB0AEB" w:rsidRPr="00CA00C3" w:rsidRDefault="00AB0AEB">
            <w:pPr>
              <w:overflowPunct/>
              <w:autoSpaceDE/>
              <w:autoSpaceDN/>
              <w:adjustRightInd/>
              <w:textAlignment w:val="auto"/>
              <w:rPr>
                <w:sz w:val="22"/>
                <w:szCs w:val="22"/>
                <w:lang w:val="en-GB"/>
              </w:rPr>
            </w:pPr>
            <w:r w:rsidRPr="00CA00C3">
              <w:rPr>
                <w:sz w:val="22"/>
                <w:szCs w:val="22"/>
                <w:lang w:val="en-GB"/>
              </w:rPr>
              <w:t xml:space="preserve">Warranty Services required are included in </w:t>
            </w:r>
            <w:r w:rsidR="0043556F" w:rsidRPr="00CA00C3">
              <w:rPr>
                <w:sz w:val="22"/>
                <w:szCs w:val="22"/>
                <w:lang w:val="en-GB"/>
              </w:rPr>
              <w:t>Section</w:t>
            </w:r>
            <w:r w:rsidRPr="00CA00C3">
              <w:rPr>
                <w:sz w:val="22"/>
                <w:szCs w:val="22"/>
                <w:lang w:val="en-GB"/>
              </w:rPr>
              <w:t xml:space="preserve"> II: Technical Specifications and Schedule of Requirements.</w:t>
            </w:r>
          </w:p>
          <w:p w14:paraId="450EC171" w14:textId="1C812BCC" w:rsidR="00783740" w:rsidRPr="00CA00C3" w:rsidRDefault="00783740">
            <w:pPr>
              <w:overflowPunct/>
              <w:autoSpaceDE/>
              <w:autoSpaceDN/>
              <w:adjustRightInd/>
              <w:textAlignment w:val="auto"/>
              <w:rPr>
                <w:sz w:val="22"/>
                <w:szCs w:val="22"/>
                <w:lang w:val="en-GB"/>
              </w:rPr>
            </w:pPr>
          </w:p>
        </w:tc>
      </w:tr>
      <w:tr w:rsidR="005D7B05" w14:paraId="2B141480" w14:textId="77777777" w:rsidTr="005D7B05">
        <w:tc>
          <w:tcPr>
            <w:tcW w:w="2470" w:type="dxa"/>
          </w:tcPr>
          <w:p w14:paraId="064FBB6F" w14:textId="77777777" w:rsidR="005D7B05" w:rsidRDefault="005D7B05" w:rsidP="005D7B05">
            <w:pPr>
              <w:overflowPunct/>
              <w:autoSpaceDE/>
              <w:autoSpaceDN/>
              <w:adjustRightInd/>
              <w:textAlignment w:val="auto"/>
              <w:rPr>
                <w:b/>
                <w:sz w:val="22"/>
                <w:szCs w:val="22"/>
                <w:lang w:val="en-GB"/>
              </w:rPr>
            </w:pPr>
            <w:r>
              <w:rPr>
                <w:b/>
                <w:sz w:val="22"/>
                <w:szCs w:val="22"/>
                <w:lang w:val="en-GB"/>
              </w:rPr>
              <w:t>GOODS AND SERVICES DEFINED</w:t>
            </w:r>
          </w:p>
        </w:tc>
        <w:tc>
          <w:tcPr>
            <w:tcW w:w="6448" w:type="dxa"/>
          </w:tcPr>
          <w:p w14:paraId="590BD404" w14:textId="77777777" w:rsidR="005D7B05" w:rsidRDefault="005D7B05" w:rsidP="005D7B05">
            <w:pPr>
              <w:overflowPunct/>
              <w:autoSpaceDE/>
              <w:autoSpaceDN/>
              <w:adjustRightInd/>
              <w:textAlignment w:val="auto"/>
              <w:rPr>
                <w:sz w:val="22"/>
                <w:szCs w:val="22"/>
                <w:lang w:val="en-GB"/>
              </w:rPr>
            </w:pPr>
            <w:r>
              <w:rPr>
                <w:sz w:val="22"/>
                <w:szCs w:val="22"/>
                <w:lang w:val="en-GB"/>
              </w:rPr>
              <w:t>Goods are hereinafter deemed to include, without limitation, equipment, spare parts, commodities, raw materials, components, customized and standard software as required, intermediate products and products which the Supplier is required to supply under the Purchase Order.</w:t>
            </w:r>
          </w:p>
          <w:p w14:paraId="745531B9" w14:textId="77777777" w:rsidR="005D7B05" w:rsidRDefault="005D7B05" w:rsidP="005D7B05">
            <w:pPr>
              <w:overflowPunct/>
              <w:autoSpaceDE/>
              <w:autoSpaceDN/>
              <w:adjustRightInd/>
              <w:textAlignment w:val="auto"/>
              <w:rPr>
                <w:sz w:val="22"/>
                <w:szCs w:val="22"/>
                <w:lang w:val="en-GB"/>
              </w:rPr>
            </w:pPr>
          </w:p>
          <w:p w14:paraId="34F78A70" w14:textId="77777777" w:rsidR="005D7B05" w:rsidRDefault="005D7B05" w:rsidP="005D7B05">
            <w:pPr>
              <w:overflowPunct/>
              <w:autoSpaceDE/>
              <w:autoSpaceDN/>
              <w:adjustRightInd/>
              <w:textAlignment w:val="auto"/>
              <w:rPr>
                <w:sz w:val="22"/>
                <w:szCs w:val="22"/>
                <w:lang w:val="en-GB"/>
              </w:rPr>
            </w:pPr>
            <w:r>
              <w:rPr>
                <w:sz w:val="22"/>
                <w:szCs w:val="22"/>
                <w:lang w:val="en-GB"/>
              </w:rPr>
              <w:t>Services are to include design, installation and commissioning, training services, technical assistance and warranty services as required to supply in the Purchase Order.</w:t>
            </w:r>
          </w:p>
          <w:p w14:paraId="31C01960" w14:textId="77777777" w:rsidR="005D7B05" w:rsidRPr="00AB0AEB" w:rsidRDefault="005D7B05" w:rsidP="005D7B05">
            <w:pPr>
              <w:overflowPunct/>
              <w:autoSpaceDE/>
              <w:autoSpaceDN/>
              <w:adjustRightInd/>
              <w:textAlignment w:val="auto"/>
              <w:rPr>
                <w:sz w:val="22"/>
                <w:szCs w:val="22"/>
                <w:lang w:val="en-GB"/>
              </w:rPr>
            </w:pPr>
          </w:p>
        </w:tc>
      </w:tr>
      <w:tr w:rsidR="005D7B05" w14:paraId="135290F3" w14:textId="77777777" w:rsidTr="005D7B05">
        <w:tc>
          <w:tcPr>
            <w:tcW w:w="2470" w:type="dxa"/>
          </w:tcPr>
          <w:p w14:paraId="3A90EB7F" w14:textId="3B25C96D" w:rsidR="005D7B05" w:rsidRDefault="005D7B05" w:rsidP="005D7B05">
            <w:pPr>
              <w:overflowPunct/>
              <w:autoSpaceDE/>
              <w:autoSpaceDN/>
              <w:adjustRightInd/>
              <w:textAlignment w:val="auto"/>
              <w:rPr>
                <w:b/>
                <w:sz w:val="22"/>
                <w:szCs w:val="22"/>
                <w:lang w:val="en-GB"/>
              </w:rPr>
            </w:pPr>
            <w:r>
              <w:rPr>
                <w:b/>
                <w:sz w:val="22"/>
                <w:szCs w:val="22"/>
                <w:lang w:val="en-GB"/>
              </w:rPr>
              <w:t>AFTER SALES SERVICES</w:t>
            </w:r>
          </w:p>
        </w:tc>
        <w:tc>
          <w:tcPr>
            <w:tcW w:w="6448" w:type="dxa"/>
          </w:tcPr>
          <w:p w14:paraId="6619361F" w14:textId="43D720E7" w:rsidR="005D7B05" w:rsidRPr="00783740" w:rsidRDefault="00EE1DED" w:rsidP="005D7B05">
            <w:pPr>
              <w:overflowPunct/>
              <w:autoSpaceDE/>
              <w:autoSpaceDN/>
              <w:adjustRightInd/>
              <w:textAlignment w:val="auto"/>
              <w:rPr>
                <w:iCs/>
                <w:sz w:val="22"/>
                <w:szCs w:val="22"/>
                <w:lang w:val="en-GB"/>
              </w:rPr>
            </w:pPr>
            <w:r>
              <w:t>After sales service should be provided to all the items in Section II that require after sales services i.e. essential parts of the device or service to be provided post-sales to establish or maintain a functional product; such as items that contain accessories, spare parts or similar, and/or items that need after sales support in terms of updating, assembly, training, repair or maintenance</w:t>
            </w:r>
          </w:p>
        </w:tc>
      </w:tr>
      <w:tr w:rsidR="005D7B05" w14:paraId="6BB82B19" w14:textId="77777777" w:rsidTr="005D7B05">
        <w:tc>
          <w:tcPr>
            <w:tcW w:w="2470" w:type="dxa"/>
          </w:tcPr>
          <w:p w14:paraId="20D3CEE8" w14:textId="77777777" w:rsidR="005D7B05" w:rsidRPr="00855A4C" w:rsidRDefault="005D7B05" w:rsidP="005D7B05">
            <w:pPr>
              <w:overflowPunct/>
              <w:autoSpaceDE/>
              <w:autoSpaceDN/>
              <w:adjustRightInd/>
              <w:textAlignment w:val="auto"/>
              <w:rPr>
                <w:b/>
                <w:sz w:val="22"/>
                <w:szCs w:val="22"/>
                <w:lang w:val="en-GB"/>
              </w:rPr>
            </w:pPr>
            <w:r w:rsidRPr="00855A4C">
              <w:rPr>
                <w:b/>
                <w:bCs/>
                <w:sz w:val="22"/>
                <w:szCs w:val="22"/>
              </w:rPr>
              <w:t xml:space="preserve">TRANSPORTATION AND FREIGHT </w:t>
            </w:r>
          </w:p>
        </w:tc>
        <w:tc>
          <w:tcPr>
            <w:tcW w:w="6448" w:type="dxa"/>
          </w:tcPr>
          <w:p w14:paraId="080DE5B7" w14:textId="77777777" w:rsidR="005D7B05" w:rsidRPr="006C1BE1" w:rsidRDefault="005D7B05" w:rsidP="005D7B05">
            <w:pPr>
              <w:rPr>
                <w:sz w:val="22"/>
                <w:szCs w:val="22"/>
              </w:rPr>
            </w:pPr>
            <w:r w:rsidRPr="006C1BE1">
              <w:rPr>
                <w:sz w:val="22"/>
                <w:szCs w:val="22"/>
              </w:rPr>
              <w:t xml:space="preserve">Responsibility for transportation of the Goods shall be as specified in the INCOTERMS. </w:t>
            </w:r>
          </w:p>
          <w:p w14:paraId="3E3D2896" w14:textId="45D5BBC3" w:rsidR="005D7B05" w:rsidRPr="006C1BE1" w:rsidRDefault="005D7B05" w:rsidP="005D7B05">
            <w:pPr>
              <w:rPr>
                <w:sz w:val="22"/>
                <w:szCs w:val="22"/>
              </w:rPr>
            </w:pPr>
            <w:r w:rsidRPr="006C1BE1">
              <w:rPr>
                <w:sz w:val="22"/>
                <w:szCs w:val="22"/>
              </w:rPr>
              <w:t>All non-containerized Goods must be shipped below deck</w:t>
            </w:r>
          </w:p>
          <w:p w14:paraId="6E886D1B" w14:textId="6149CFE7" w:rsidR="005D7B05" w:rsidRPr="006C1BE1" w:rsidRDefault="005D7B05" w:rsidP="005D7B05">
            <w:pPr>
              <w:rPr>
                <w:sz w:val="22"/>
                <w:szCs w:val="22"/>
              </w:rPr>
            </w:pPr>
            <w:r w:rsidRPr="006C1BE1">
              <w:rPr>
                <w:sz w:val="22"/>
                <w:szCs w:val="22"/>
              </w:rPr>
              <w:t xml:space="preserve">Partial shipment </w:t>
            </w:r>
            <w:r w:rsidRPr="006C1BE1">
              <w:rPr>
                <w:i/>
                <w:iCs/>
                <w:sz w:val="22"/>
                <w:szCs w:val="22"/>
              </w:rPr>
              <w:t xml:space="preserve">is not </w:t>
            </w:r>
            <w:r w:rsidRPr="006C1BE1">
              <w:rPr>
                <w:sz w:val="22"/>
                <w:szCs w:val="22"/>
              </w:rPr>
              <w:t xml:space="preserve">allowed. </w:t>
            </w:r>
            <w:proofErr w:type="spellStart"/>
            <w:r w:rsidRPr="006C1BE1">
              <w:rPr>
                <w:sz w:val="22"/>
                <w:szCs w:val="22"/>
              </w:rPr>
              <w:t>Transhipment</w:t>
            </w:r>
            <w:proofErr w:type="spellEnd"/>
            <w:r w:rsidRPr="006C1BE1">
              <w:rPr>
                <w:sz w:val="22"/>
                <w:szCs w:val="22"/>
              </w:rPr>
              <w:t xml:space="preserve"> </w:t>
            </w:r>
            <w:r w:rsidRPr="006C1BE1">
              <w:rPr>
                <w:i/>
                <w:iCs/>
                <w:sz w:val="22"/>
                <w:szCs w:val="22"/>
              </w:rPr>
              <w:t xml:space="preserve">is not </w:t>
            </w:r>
            <w:r w:rsidRPr="006C1BE1">
              <w:rPr>
                <w:sz w:val="22"/>
                <w:szCs w:val="22"/>
              </w:rPr>
              <w:t>allowed.</w:t>
            </w:r>
          </w:p>
        </w:tc>
      </w:tr>
      <w:tr w:rsidR="005D7B05" w:rsidRPr="00855A4C" w14:paraId="27EF3F0D" w14:textId="77777777" w:rsidTr="005D7B05">
        <w:trPr>
          <w:trHeight w:val="404"/>
        </w:trPr>
        <w:tc>
          <w:tcPr>
            <w:tcW w:w="2470" w:type="dxa"/>
          </w:tcPr>
          <w:p w14:paraId="0D4FDC75" w14:textId="77777777" w:rsidR="005D7B05" w:rsidRPr="00855A4C" w:rsidRDefault="005D7B05" w:rsidP="005D7B05">
            <w:pPr>
              <w:overflowPunct/>
              <w:autoSpaceDE/>
              <w:autoSpaceDN/>
              <w:adjustRightInd/>
              <w:textAlignment w:val="auto"/>
              <w:rPr>
                <w:b/>
                <w:bCs/>
                <w:sz w:val="22"/>
                <w:szCs w:val="22"/>
              </w:rPr>
            </w:pPr>
            <w:r>
              <w:rPr>
                <w:b/>
                <w:bCs/>
                <w:sz w:val="22"/>
                <w:szCs w:val="22"/>
              </w:rPr>
              <w:t>SHIPPING AND PAYMENT INSTRUCTIONS</w:t>
            </w:r>
            <w:r w:rsidRPr="00855A4C">
              <w:rPr>
                <w:b/>
                <w:bCs/>
                <w:sz w:val="22"/>
                <w:szCs w:val="22"/>
              </w:rPr>
              <w:t xml:space="preserve">  </w:t>
            </w:r>
          </w:p>
        </w:tc>
        <w:tc>
          <w:tcPr>
            <w:tcW w:w="6448" w:type="dxa"/>
          </w:tcPr>
          <w:p w14:paraId="37629A6A" w14:textId="67B9CD26" w:rsidR="005D7B05" w:rsidRPr="006C1BE1" w:rsidRDefault="005D7B05" w:rsidP="005D7B05">
            <w:pPr>
              <w:suppressAutoHyphens/>
              <w:spacing w:before="120"/>
              <w:jc w:val="both"/>
              <w:rPr>
                <w:spacing w:val="-2"/>
                <w:sz w:val="22"/>
                <w:szCs w:val="22"/>
              </w:rPr>
            </w:pPr>
            <w:r w:rsidRPr="006C1BE1">
              <w:rPr>
                <w:spacing w:val="-2"/>
                <w:sz w:val="22"/>
                <w:szCs w:val="22"/>
              </w:rPr>
              <w:t xml:space="preserve">Access the following link for shipping and payment instructions: </w:t>
            </w:r>
          </w:p>
          <w:p w14:paraId="3697E88D" w14:textId="77777777" w:rsidR="005D7B05" w:rsidRPr="006C1BE1" w:rsidRDefault="005D7B05" w:rsidP="005D7B05">
            <w:pPr>
              <w:overflowPunct/>
              <w:autoSpaceDE/>
              <w:autoSpaceDN/>
              <w:adjustRightInd/>
              <w:textAlignment w:val="auto"/>
              <w:rPr>
                <w:sz w:val="22"/>
                <w:szCs w:val="22"/>
              </w:rPr>
            </w:pPr>
          </w:p>
          <w:p w14:paraId="0C7C277C" w14:textId="77777777" w:rsidR="005D7B05" w:rsidRPr="006C1BE1" w:rsidRDefault="00455E0A" w:rsidP="005D7B05">
            <w:pPr>
              <w:overflowPunct/>
              <w:autoSpaceDE/>
              <w:autoSpaceDN/>
              <w:adjustRightInd/>
              <w:textAlignment w:val="auto"/>
              <w:rPr>
                <w:sz w:val="22"/>
                <w:szCs w:val="22"/>
              </w:rPr>
            </w:pPr>
            <w:hyperlink r:id="rId31" w:history="1">
              <w:r w:rsidR="005D7B05" w:rsidRPr="006C1BE1">
                <w:rPr>
                  <w:rStyle w:val="Hyperlink"/>
                  <w:sz w:val="22"/>
                  <w:szCs w:val="22"/>
                </w:rPr>
                <w:t>Shipping Instructions</w:t>
              </w:r>
            </w:hyperlink>
          </w:p>
        </w:tc>
      </w:tr>
      <w:tr w:rsidR="005D7B05" w14:paraId="08C4F104" w14:textId="77777777" w:rsidTr="005D7B05">
        <w:tc>
          <w:tcPr>
            <w:tcW w:w="2470" w:type="dxa"/>
            <w:hideMark/>
          </w:tcPr>
          <w:p w14:paraId="750CFC3E" w14:textId="77777777" w:rsidR="005D7B05" w:rsidRDefault="005D7B05" w:rsidP="005D7B05">
            <w:pPr>
              <w:overflowPunct/>
              <w:rPr>
                <w:i/>
                <w:sz w:val="22"/>
                <w:szCs w:val="22"/>
                <w:highlight w:val="yellow"/>
                <w:lang w:eastAsia="zh-CN"/>
              </w:rPr>
            </w:pPr>
            <w:r>
              <w:rPr>
                <w:b/>
                <w:bCs/>
                <w:sz w:val="22"/>
                <w:szCs w:val="22"/>
                <w:lang w:eastAsia="zh-CN"/>
              </w:rPr>
              <w:t>LIQUATED DAMAGES</w:t>
            </w:r>
          </w:p>
        </w:tc>
        <w:tc>
          <w:tcPr>
            <w:tcW w:w="6448" w:type="dxa"/>
          </w:tcPr>
          <w:p w14:paraId="62355E2D" w14:textId="4D3BFA4A" w:rsidR="005D7B05" w:rsidRPr="006C1BE1" w:rsidRDefault="005D7B05" w:rsidP="005D7B05">
            <w:pPr>
              <w:jc w:val="both"/>
              <w:rPr>
                <w:sz w:val="22"/>
                <w:szCs w:val="22"/>
                <w:lang w:eastAsia="zh-CN"/>
              </w:rPr>
            </w:pPr>
            <w:r w:rsidRPr="006C1BE1">
              <w:rPr>
                <w:sz w:val="22"/>
                <w:szCs w:val="22"/>
                <w:lang w:eastAsia="zh-CN"/>
              </w:rPr>
              <w:t>In the event of a Contract being issued and in case the Vendor fails to deliver all the goods by the date or dates of delivery specified in the Purchase Order, UNFPA reserves the rights to claim liquidated damages from the Vendor and deduct 2</w:t>
            </w:r>
            <w:r w:rsidRPr="006C1BE1">
              <w:rPr>
                <w:i/>
                <w:sz w:val="22"/>
                <w:szCs w:val="22"/>
                <w:lang w:eastAsia="zh-CN"/>
              </w:rPr>
              <w:t xml:space="preserve">% </w:t>
            </w:r>
            <w:r w:rsidRPr="006C1BE1">
              <w:rPr>
                <w:sz w:val="22"/>
                <w:szCs w:val="22"/>
                <w:lang w:eastAsia="zh-CN"/>
              </w:rPr>
              <w:t>of the value of the goods pursuant to the Purchase Order per additional week of delay, up to a maximum of 10% of the value of the Purchase Order. The payment or deduction of such liquidated damages shall not relieve the Vendor from any of its other obligations or liabilities pursuant to any current Long Term Agreement or Purchase Order.</w:t>
            </w:r>
          </w:p>
        </w:tc>
      </w:tr>
    </w:tbl>
    <w:p w14:paraId="55F9C564" w14:textId="77777777" w:rsidR="00F90137" w:rsidRDefault="00F90137" w:rsidP="001A52C9">
      <w:pPr>
        <w:pStyle w:val="Heading1"/>
        <w:jc w:val="center"/>
        <w:rPr>
          <w:rFonts w:ascii="Times New Roman" w:hAnsi="Times New Roman" w:cs="Times New Roman"/>
          <w:lang w:val="en-GB"/>
        </w:rPr>
      </w:pPr>
    </w:p>
    <w:p w14:paraId="7B7D4BE4" w14:textId="77777777" w:rsidR="00F90137" w:rsidRDefault="00F90137">
      <w:pPr>
        <w:overflowPunct/>
        <w:autoSpaceDE/>
        <w:autoSpaceDN/>
        <w:adjustRightInd/>
        <w:textAlignment w:val="auto"/>
        <w:rPr>
          <w:b/>
          <w:kern w:val="28"/>
          <w:sz w:val="26"/>
          <w:lang w:val="en-GB"/>
        </w:rPr>
      </w:pPr>
      <w:r>
        <w:rPr>
          <w:lang w:val="en-GB"/>
        </w:rPr>
        <w:br w:type="page"/>
      </w:r>
    </w:p>
    <w:p w14:paraId="288A0BDE" w14:textId="6A167B19" w:rsidR="0008751A" w:rsidRPr="006B291A" w:rsidRDefault="0008751A" w:rsidP="001A52C9">
      <w:pPr>
        <w:pStyle w:val="Heading1"/>
        <w:jc w:val="center"/>
        <w:rPr>
          <w:rFonts w:ascii="Times New Roman" w:hAnsi="Times New Roman" w:cs="Times New Roman"/>
          <w:lang w:val="en-GB"/>
        </w:rPr>
      </w:pPr>
      <w:bookmarkStart w:id="69" w:name="_Toc99385400"/>
      <w:r w:rsidRPr="006B291A">
        <w:rPr>
          <w:rFonts w:ascii="Times New Roman" w:hAnsi="Times New Roman" w:cs="Times New Roman"/>
          <w:lang w:val="en-GB"/>
        </w:rPr>
        <w:t>SECTION V: Bidding Forms</w:t>
      </w:r>
      <w:bookmarkEnd w:id="69"/>
    </w:p>
    <w:p w14:paraId="6A23B995" w14:textId="77777777" w:rsidR="001A52C9" w:rsidRDefault="001A52C9">
      <w:pPr>
        <w:pStyle w:val="Heading1"/>
        <w:jc w:val="center"/>
        <w:rPr>
          <w:lang w:val="en-GB"/>
        </w:rPr>
      </w:pPr>
    </w:p>
    <w:p w14:paraId="2915AD18" w14:textId="77777777" w:rsidR="001A52C9" w:rsidRPr="00090D74" w:rsidRDefault="001A52C9" w:rsidP="00090D74">
      <w:pPr>
        <w:rPr>
          <w:b/>
          <w:sz w:val="24"/>
          <w:szCs w:val="24"/>
          <w:lang w:val="en-GB"/>
        </w:rPr>
      </w:pPr>
      <w:bookmarkStart w:id="70" w:name="_Toc306007417"/>
      <w:r w:rsidRPr="00090D74">
        <w:rPr>
          <w:sz w:val="24"/>
          <w:szCs w:val="24"/>
          <w:lang w:val="en-GB"/>
        </w:rPr>
        <w:t xml:space="preserve">The following checklist is provided as a courtesy to </w:t>
      </w:r>
      <w:r w:rsidR="007C4290">
        <w:rPr>
          <w:sz w:val="24"/>
          <w:szCs w:val="24"/>
          <w:lang w:val="en-GB"/>
        </w:rPr>
        <w:t>B</w:t>
      </w:r>
      <w:r w:rsidRPr="00090D74">
        <w:rPr>
          <w:sz w:val="24"/>
          <w:szCs w:val="24"/>
          <w:lang w:val="en-GB"/>
        </w:rPr>
        <w:t xml:space="preserve">idders. Please use this checklist while preparing the bid to ensure that your bid contains all required information. This checklist is for the </w:t>
      </w:r>
      <w:r w:rsidR="007C4290">
        <w:rPr>
          <w:sz w:val="24"/>
          <w:szCs w:val="24"/>
          <w:lang w:val="en-GB"/>
        </w:rPr>
        <w:t>B</w:t>
      </w:r>
      <w:r w:rsidRPr="00090D74">
        <w:rPr>
          <w:sz w:val="24"/>
          <w:szCs w:val="24"/>
          <w:lang w:val="en-GB"/>
        </w:rPr>
        <w:t>idder’s internal reference and does not need to be submitted with the bid.</w:t>
      </w:r>
      <w:bookmarkEnd w:id="70"/>
      <w:r w:rsidRPr="00090D74">
        <w:rPr>
          <w:sz w:val="24"/>
          <w:szCs w:val="24"/>
          <w:lang w:val="en-GB"/>
        </w:rPr>
        <w:t xml:space="preserve"> </w:t>
      </w:r>
    </w:p>
    <w:tbl>
      <w:tblPr>
        <w:tblStyle w:val="TableGrid"/>
        <w:tblW w:w="0" w:type="auto"/>
        <w:tblLook w:val="04A0" w:firstRow="1" w:lastRow="0" w:firstColumn="1" w:lastColumn="0" w:noHBand="0" w:noVBand="1"/>
      </w:tblPr>
      <w:tblGrid>
        <w:gridCol w:w="3577"/>
        <w:gridCol w:w="1578"/>
        <w:gridCol w:w="1935"/>
        <w:gridCol w:w="1828"/>
      </w:tblGrid>
      <w:tr w:rsidR="0016221D" w:rsidRPr="00066FB1" w14:paraId="5380E235" w14:textId="77777777" w:rsidTr="0016221D">
        <w:trPr>
          <w:trHeight w:val="620"/>
        </w:trPr>
        <w:tc>
          <w:tcPr>
            <w:tcW w:w="3752" w:type="dxa"/>
            <w:shd w:val="clear" w:color="auto" w:fill="000000" w:themeFill="text1"/>
          </w:tcPr>
          <w:p w14:paraId="6565C62A"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ACTIVITY</w:t>
            </w:r>
          </w:p>
        </w:tc>
        <w:tc>
          <w:tcPr>
            <w:tcW w:w="1583" w:type="dxa"/>
            <w:shd w:val="clear" w:color="auto" w:fill="000000" w:themeFill="text1"/>
          </w:tcPr>
          <w:p w14:paraId="4715DFF8"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LOCATION</w:t>
            </w:r>
          </w:p>
        </w:tc>
        <w:tc>
          <w:tcPr>
            <w:tcW w:w="1949" w:type="dxa"/>
            <w:shd w:val="clear" w:color="auto" w:fill="000000" w:themeFill="text1"/>
          </w:tcPr>
          <w:p w14:paraId="07690CBF"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 xml:space="preserve">YES / NO/ </w:t>
            </w:r>
          </w:p>
          <w:p w14:paraId="75576DEF"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NOT APPLICABLE</w:t>
            </w:r>
          </w:p>
        </w:tc>
        <w:tc>
          <w:tcPr>
            <w:tcW w:w="1860" w:type="dxa"/>
            <w:shd w:val="clear" w:color="auto" w:fill="000000" w:themeFill="text1"/>
          </w:tcPr>
          <w:p w14:paraId="32BE52CB"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REMARKS</w:t>
            </w:r>
          </w:p>
        </w:tc>
      </w:tr>
      <w:tr w:rsidR="00FF309D" w:rsidRPr="00066FB1" w14:paraId="5CF613DE" w14:textId="77777777" w:rsidTr="00FF309D">
        <w:tc>
          <w:tcPr>
            <w:tcW w:w="3752" w:type="dxa"/>
            <w:shd w:val="clear" w:color="auto" w:fill="auto"/>
          </w:tcPr>
          <w:p w14:paraId="5E1D12C2" w14:textId="77777777" w:rsidR="00FF309D" w:rsidRPr="00066FB1" w:rsidRDefault="00FF309D" w:rsidP="00FF309D">
            <w:r w:rsidRPr="00066FB1">
              <w:t>Have you noted the bid closing deadline?</w:t>
            </w:r>
          </w:p>
        </w:tc>
        <w:tc>
          <w:tcPr>
            <w:tcW w:w="1583" w:type="dxa"/>
          </w:tcPr>
          <w:p w14:paraId="4F07BFF1" w14:textId="77777777" w:rsidR="00FF309D" w:rsidRPr="00066FB1" w:rsidRDefault="00FF309D" w:rsidP="00FF309D">
            <w:r w:rsidRPr="00066FB1">
              <w:t>Cover letter, #5</w:t>
            </w:r>
          </w:p>
        </w:tc>
        <w:tc>
          <w:tcPr>
            <w:tcW w:w="1949" w:type="dxa"/>
            <w:shd w:val="clear" w:color="auto" w:fill="auto"/>
          </w:tcPr>
          <w:p w14:paraId="6E357605" w14:textId="77777777" w:rsidR="00FF309D" w:rsidRPr="00066FB1" w:rsidRDefault="00FF309D" w:rsidP="00FF309D"/>
        </w:tc>
        <w:tc>
          <w:tcPr>
            <w:tcW w:w="1860" w:type="dxa"/>
          </w:tcPr>
          <w:p w14:paraId="7D0CB332" w14:textId="77777777" w:rsidR="00FF309D" w:rsidRPr="00066FB1" w:rsidRDefault="00FF309D" w:rsidP="00FF309D"/>
        </w:tc>
      </w:tr>
      <w:tr w:rsidR="0016221D" w:rsidRPr="00066FB1" w14:paraId="1736278E" w14:textId="77777777" w:rsidTr="0016221D">
        <w:trPr>
          <w:trHeight w:val="620"/>
        </w:trPr>
        <w:tc>
          <w:tcPr>
            <w:tcW w:w="3752" w:type="dxa"/>
          </w:tcPr>
          <w:p w14:paraId="27992841" w14:textId="77777777" w:rsidR="0016221D" w:rsidRPr="00066FB1" w:rsidRDefault="0016221D" w:rsidP="0016221D">
            <w:r w:rsidRPr="00066FB1">
              <w:t>Have you read and understood all of the Inst</w:t>
            </w:r>
            <w:r>
              <w:t>ructions to Bidders in Section I</w:t>
            </w:r>
            <w:r w:rsidRPr="00066FB1">
              <w:t xml:space="preserve"> of the bidding documents?</w:t>
            </w:r>
          </w:p>
        </w:tc>
        <w:tc>
          <w:tcPr>
            <w:tcW w:w="1583" w:type="dxa"/>
          </w:tcPr>
          <w:p w14:paraId="3E809EE9" w14:textId="77777777" w:rsidR="0016221D" w:rsidRPr="00066FB1" w:rsidRDefault="0016221D" w:rsidP="0016221D">
            <w:r w:rsidRPr="00066FB1">
              <w:t xml:space="preserve">Section </w:t>
            </w:r>
            <w:r>
              <w:t>I</w:t>
            </w:r>
          </w:p>
        </w:tc>
        <w:tc>
          <w:tcPr>
            <w:tcW w:w="1949" w:type="dxa"/>
          </w:tcPr>
          <w:p w14:paraId="404D9D5B" w14:textId="77777777" w:rsidR="0016221D" w:rsidRPr="00066FB1" w:rsidRDefault="0016221D" w:rsidP="0016221D"/>
        </w:tc>
        <w:tc>
          <w:tcPr>
            <w:tcW w:w="1860" w:type="dxa"/>
          </w:tcPr>
          <w:p w14:paraId="0781FCA2" w14:textId="77777777" w:rsidR="0016221D" w:rsidRPr="00066FB1" w:rsidRDefault="0016221D" w:rsidP="0016221D"/>
        </w:tc>
      </w:tr>
      <w:tr w:rsidR="0016221D" w:rsidRPr="00066FB1" w14:paraId="5DADEEC0" w14:textId="77777777" w:rsidTr="0016221D">
        <w:tc>
          <w:tcPr>
            <w:tcW w:w="3752" w:type="dxa"/>
            <w:shd w:val="clear" w:color="auto" w:fill="auto"/>
          </w:tcPr>
          <w:p w14:paraId="56865455" w14:textId="77777777" w:rsidR="0016221D" w:rsidRPr="00066FB1" w:rsidRDefault="0016221D" w:rsidP="0016221D">
            <w:r w:rsidRPr="00066FB1">
              <w:t xml:space="preserve">Have you reviewed and agreed to the </w:t>
            </w:r>
            <w:r w:rsidRPr="008B45F0">
              <w:t>UN</w:t>
            </w:r>
            <w:r w:rsidR="0040078D" w:rsidRPr="008B45F0">
              <w:t>FPA</w:t>
            </w:r>
            <w:r w:rsidRPr="008B45F0">
              <w:t xml:space="preserve"> General Conditions</w:t>
            </w:r>
            <w:r w:rsidR="007D6F23" w:rsidRPr="008B45F0">
              <w:t xml:space="preserve"> of Contract</w:t>
            </w:r>
            <w:r w:rsidRPr="008B45F0">
              <w:t>?</w:t>
            </w:r>
          </w:p>
        </w:tc>
        <w:tc>
          <w:tcPr>
            <w:tcW w:w="1583" w:type="dxa"/>
          </w:tcPr>
          <w:p w14:paraId="0324D573" w14:textId="77777777" w:rsidR="0016221D" w:rsidRPr="00066FB1" w:rsidRDefault="0016221D" w:rsidP="0016221D">
            <w:r w:rsidRPr="00066FB1">
              <w:t>Section III</w:t>
            </w:r>
          </w:p>
        </w:tc>
        <w:tc>
          <w:tcPr>
            <w:tcW w:w="1949" w:type="dxa"/>
            <w:shd w:val="clear" w:color="auto" w:fill="auto"/>
          </w:tcPr>
          <w:p w14:paraId="787EB223" w14:textId="77777777" w:rsidR="0016221D" w:rsidRPr="00066FB1" w:rsidRDefault="0016221D" w:rsidP="0016221D"/>
        </w:tc>
        <w:tc>
          <w:tcPr>
            <w:tcW w:w="1860" w:type="dxa"/>
          </w:tcPr>
          <w:p w14:paraId="4BBBF78F" w14:textId="77777777" w:rsidR="0016221D" w:rsidRPr="00066FB1" w:rsidRDefault="0016221D" w:rsidP="0016221D"/>
        </w:tc>
      </w:tr>
      <w:tr w:rsidR="0016221D" w:rsidRPr="00066FB1" w14:paraId="3CF2974F" w14:textId="77777777" w:rsidTr="0016221D">
        <w:tc>
          <w:tcPr>
            <w:tcW w:w="3752" w:type="dxa"/>
            <w:shd w:val="clear" w:color="auto" w:fill="auto"/>
          </w:tcPr>
          <w:p w14:paraId="7E5FA1E2" w14:textId="77777777" w:rsidR="0016221D" w:rsidRPr="00066FB1" w:rsidRDefault="0016221D" w:rsidP="0016221D">
            <w:r w:rsidRPr="00066FB1">
              <w:t>Have you reviewed and agreed to the UNFPA Special Conditions</w:t>
            </w:r>
            <w:r>
              <w:t xml:space="preserve"> for Contracts</w:t>
            </w:r>
            <w:r w:rsidRPr="00066FB1">
              <w:t>?</w:t>
            </w:r>
          </w:p>
        </w:tc>
        <w:tc>
          <w:tcPr>
            <w:tcW w:w="1583" w:type="dxa"/>
          </w:tcPr>
          <w:p w14:paraId="2543F1E4" w14:textId="77777777" w:rsidR="0016221D" w:rsidRPr="00066FB1" w:rsidRDefault="0016221D" w:rsidP="0016221D">
            <w:r w:rsidRPr="00066FB1">
              <w:t>Section IV</w:t>
            </w:r>
          </w:p>
        </w:tc>
        <w:tc>
          <w:tcPr>
            <w:tcW w:w="1949" w:type="dxa"/>
            <w:shd w:val="clear" w:color="auto" w:fill="auto"/>
          </w:tcPr>
          <w:p w14:paraId="0A8D9FEF" w14:textId="77777777" w:rsidR="0016221D" w:rsidRPr="00066FB1" w:rsidRDefault="0016221D" w:rsidP="0016221D"/>
        </w:tc>
        <w:tc>
          <w:tcPr>
            <w:tcW w:w="1860" w:type="dxa"/>
          </w:tcPr>
          <w:p w14:paraId="4F8BE77E" w14:textId="77777777" w:rsidR="0016221D" w:rsidRPr="00066FB1" w:rsidRDefault="0016221D" w:rsidP="0016221D"/>
        </w:tc>
      </w:tr>
      <w:tr w:rsidR="0016221D" w:rsidRPr="00066FB1" w14:paraId="44576731" w14:textId="77777777" w:rsidTr="0016221D">
        <w:tc>
          <w:tcPr>
            <w:tcW w:w="3752" w:type="dxa"/>
            <w:shd w:val="clear" w:color="auto" w:fill="auto"/>
          </w:tcPr>
          <w:p w14:paraId="16536A8F" w14:textId="77777777" w:rsidR="0016221D" w:rsidRPr="00066FB1" w:rsidRDefault="0016221D" w:rsidP="0016221D">
            <w:r w:rsidRPr="00066FB1">
              <w:t>Have you completed the Bid Confirmation Form?</w:t>
            </w:r>
          </w:p>
        </w:tc>
        <w:tc>
          <w:tcPr>
            <w:tcW w:w="1583" w:type="dxa"/>
          </w:tcPr>
          <w:p w14:paraId="6AEA3DAC" w14:textId="77777777" w:rsidR="0016221D" w:rsidRPr="00066FB1" w:rsidRDefault="0016221D" w:rsidP="0016221D">
            <w:r w:rsidRPr="00066FB1">
              <w:t xml:space="preserve">Section V, </w:t>
            </w:r>
            <w:r>
              <w:t>1</w:t>
            </w:r>
          </w:p>
        </w:tc>
        <w:tc>
          <w:tcPr>
            <w:tcW w:w="1949" w:type="dxa"/>
            <w:shd w:val="clear" w:color="auto" w:fill="auto"/>
          </w:tcPr>
          <w:p w14:paraId="71C48244" w14:textId="77777777" w:rsidR="0016221D" w:rsidRPr="00066FB1" w:rsidRDefault="0016221D" w:rsidP="0016221D"/>
        </w:tc>
        <w:tc>
          <w:tcPr>
            <w:tcW w:w="1860" w:type="dxa"/>
          </w:tcPr>
          <w:p w14:paraId="662E7E87" w14:textId="77777777" w:rsidR="0016221D" w:rsidRPr="00066FB1" w:rsidRDefault="0016221D" w:rsidP="0016221D"/>
        </w:tc>
      </w:tr>
      <w:tr w:rsidR="0016221D" w:rsidRPr="00066FB1" w14:paraId="37BA34A1" w14:textId="77777777" w:rsidTr="0016221D">
        <w:tc>
          <w:tcPr>
            <w:tcW w:w="3752" w:type="dxa"/>
            <w:shd w:val="clear" w:color="auto" w:fill="auto"/>
          </w:tcPr>
          <w:p w14:paraId="154BF5C3" w14:textId="77777777" w:rsidR="0016221D" w:rsidRPr="00066FB1" w:rsidRDefault="0016221D" w:rsidP="0016221D">
            <w:r w:rsidRPr="00066FB1">
              <w:t>Have you completed the Bid Submission Form?</w:t>
            </w:r>
          </w:p>
        </w:tc>
        <w:tc>
          <w:tcPr>
            <w:tcW w:w="1583" w:type="dxa"/>
          </w:tcPr>
          <w:p w14:paraId="04C31E24" w14:textId="77777777" w:rsidR="0016221D" w:rsidRPr="00066FB1" w:rsidRDefault="0016221D" w:rsidP="0016221D">
            <w:r w:rsidRPr="00066FB1">
              <w:t>Section V, 2</w:t>
            </w:r>
          </w:p>
        </w:tc>
        <w:tc>
          <w:tcPr>
            <w:tcW w:w="1949" w:type="dxa"/>
            <w:shd w:val="clear" w:color="auto" w:fill="auto"/>
          </w:tcPr>
          <w:p w14:paraId="183748E4" w14:textId="77777777" w:rsidR="0016221D" w:rsidRPr="00066FB1" w:rsidRDefault="0016221D" w:rsidP="0016221D"/>
        </w:tc>
        <w:tc>
          <w:tcPr>
            <w:tcW w:w="1860" w:type="dxa"/>
          </w:tcPr>
          <w:p w14:paraId="3B6E08BD" w14:textId="77777777" w:rsidR="0016221D" w:rsidRPr="00066FB1" w:rsidRDefault="0016221D" w:rsidP="0016221D"/>
        </w:tc>
      </w:tr>
      <w:tr w:rsidR="0016221D" w:rsidRPr="00066FB1" w14:paraId="40F805BE" w14:textId="77777777" w:rsidTr="0016221D">
        <w:tc>
          <w:tcPr>
            <w:tcW w:w="3752" w:type="dxa"/>
            <w:shd w:val="clear" w:color="auto" w:fill="auto"/>
          </w:tcPr>
          <w:p w14:paraId="36D41BD7" w14:textId="77777777" w:rsidR="0016221D" w:rsidRPr="00066FB1" w:rsidRDefault="0016221D" w:rsidP="0016221D">
            <w:r w:rsidRPr="00066FB1">
              <w:t>Have you completed the Bidder’s Identification Form?</w:t>
            </w:r>
          </w:p>
        </w:tc>
        <w:tc>
          <w:tcPr>
            <w:tcW w:w="1583" w:type="dxa"/>
          </w:tcPr>
          <w:p w14:paraId="7930FF2B" w14:textId="77777777" w:rsidR="0016221D" w:rsidRPr="00066FB1" w:rsidRDefault="0016221D" w:rsidP="0016221D">
            <w:r w:rsidRPr="00066FB1">
              <w:t>Section V, 3</w:t>
            </w:r>
          </w:p>
        </w:tc>
        <w:tc>
          <w:tcPr>
            <w:tcW w:w="1949" w:type="dxa"/>
            <w:shd w:val="clear" w:color="auto" w:fill="auto"/>
          </w:tcPr>
          <w:p w14:paraId="7530EC41" w14:textId="77777777" w:rsidR="0016221D" w:rsidRPr="00066FB1" w:rsidRDefault="0016221D" w:rsidP="0016221D"/>
        </w:tc>
        <w:tc>
          <w:tcPr>
            <w:tcW w:w="1860" w:type="dxa"/>
          </w:tcPr>
          <w:p w14:paraId="30DAF56C" w14:textId="77777777" w:rsidR="0016221D" w:rsidRPr="00066FB1" w:rsidRDefault="0016221D" w:rsidP="0016221D"/>
        </w:tc>
      </w:tr>
      <w:tr w:rsidR="0016221D" w:rsidRPr="00066FB1" w14:paraId="2F32C9B2" w14:textId="77777777" w:rsidTr="0016221D">
        <w:tc>
          <w:tcPr>
            <w:tcW w:w="3752" w:type="dxa"/>
            <w:shd w:val="clear" w:color="auto" w:fill="auto"/>
          </w:tcPr>
          <w:p w14:paraId="685ADA78" w14:textId="77777777" w:rsidR="0016221D" w:rsidRPr="00066FB1" w:rsidRDefault="0016221D" w:rsidP="0016221D">
            <w:r w:rsidRPr="00066FB1">
              <w:t>Have you completed the Product Item Overview Form?</w:t>
            </w:r>
          </w:p>
        </w:tc>
        <w:tc>
          <w:tcPr>
            <w:tcW w:w="1583" w:type="dxa"/>
          </w:tcPr>
          <w:p w14:paraId="48627287" w14:textId="77777777" w:rsidR="0016221D" w:rsidRPr="00066FB1" w:rsidRDefault="0016221D" w:rsidP="0016221D">
            <w:r w:rsidRPr="00066FB1">
              <w:t xml:space="preserve">Section V, </w:t>
            </w:r>
            <w:r>
              <w:t>4</w:t>
            </w:r>
          </w:p>
        </w:tc>
        <w:tc>
          <w:tcPr>
            <w:tcW w:w="1949" w:type="dxa"/>
            <w:shd w:val="clear" w:color="auto" w:fill="auto"/>
          </w:tcPr>
          <w:p w14:paraId="0F6F7449" w14:textId="77777777" w:rsidR="0016221D" w:rsidRPr="00066FB1" w:rsidRDefault="0016221D" w:rsidP="0016221D"/>
        </w:tc>
        <w:tc>
          <w:tcPr>
            <w:tcW w:w="1860" w:type="dxa"/>
          </w:tcPr>
          <w:p w14:paraId="718EC975" w14:textId="77777777" w:rsidR="0016221D" w:rsidRPr="00066FB1" w:rsidRDefault="0016221D" w:rsidP="0016221D"/>
        </w:tc>
      </w:tr>
      <w:tr w:rsidR="0016221D" w:rsidRPr="00066FB1" w14:paraId="05B4C39C" w14:textId="77777777" w:rsidTr="0016221D">
        <w:tc>
          <w:tcPr>
            <w:tcW w:w="3752" w:type="dxa"/>
            <w:shd w:val="clear" w:color="auto" w:fill="auto"/>
          </w:tcPr>
          <w:p w14:paraId="368C5D55" w14:textId="77777777" w:rsidR="0016221D" w:rsidRPr="00066FB1" w:rsidRDefault="0016221D" w:rsidP="0016221D">
            <w:r w:rsidRPr="00066FB1">
              <w:t>Have you completed and signed the Price Schedule Form?</w:t>
            </w:r>
          </w:p>
        </w:tc>
        <w:tc>
          <w:tcPr>
            <w:tcW w:w="1583" w:type="dxa"/>
          </w:tcPr>
          <w:p w14:paraId="6C639C41" w14:textId="77777777" w:rsidR="0016221D" w:rsidRPr="00066FB1" w:rsidRDefault="0016221D" w:rsidP="0016221D">
            <w:r w:rsidRPr="00066FB1">
              <w:t>Section V,</w:t>
            </w:r>
            <w:r>
              <w:t xml:space="preserve"> 5</w:t>
            </w:r>
          </w:p>
        </w:tc>
        <w:tc>
          <w:tcPr>
            <w:tcW w:w="1949" w:type="dxa"/>
            <w:shd w:val="clear" w:color="auto" w:fill="auto"/>
          </w:tcPr>
          <w:p w14:paraId="4824B130" w14:textId="77777777" w:rsidR="0016221D" w:rsidRPr="00066FB1" w:rsidRDefault="0016221D" w:rsidP="0016221D"/>
        </w:tc>
        <w:tc>
          <w:tcPr>
            <w:tcW w:w="1860" w:type="dxa"/>
          </w:tcPr>
          <w:p w14:paraId="16A6C51A" w14:textId="77777777" w:rsidR="0016221D" w:rsidRPr="00066FB1" w:rsidRDefault="0016221D" w:rsidP="0016221D"/>
        </w:tc>
      </w:tr>
      <w:tr w:rsidR="0016221D" w:rsidRPr="00066FB1" w14:paraId="0BAF09D8" w14:textId="77777777" w:rsidTr="0016221D">
        <w:tc>
          <w:tcPr>
            <w:tcW w:w="3752" w:type="dxa"/>
            <w:shd w:val="clear" w:color="auto" w:fill="auto"/>
          </w:tcPr>
          <w:p w14:paraId="2565366B" w14:textId="77777777" w:rsidR="0016221D" w:rsidRPr="00066FB1" w:rsidRDefault="0016221D" w:rsidP="0016221D">
            <w:r w:rsidRPr="00066FB1">
              <w:t xml:space="preserve">Have you reviewed </w:t>
            </w:r>
            <w:r>
              <w:t xml:space="preserve">all of </w:t>
            </w:r>
            <w:r w:rsidRPr="00066FB1">
              <w:t>the relevant contract form(s)?</w:t>
            </w:r>
          </w:p>
        </w:tc>
        <w:tc>
          <w:tcPr>
            <w:tcW w:w="1583" w:type="dxa"/>
          </w:tcPr>
          <w:p w14:paraId="71A50771" w14:textId="77777777" w:rsidR="0016221D" w:rsidRPr="00066FB1" w:rsidRDefault="0016221D" w:rsidP="0016221D">
            <w:r w:rsidRPr="00066FB1">
              <w:t>Section VI</w:t>
            </w:r>
          </w:p>
        </w:tc>
        <w:tc>
          <w:tcPr>
            <w:tcW w:w="1949" w:type="dxa"/>
            <w:shd w:val="clear" w:color="auto" w:fill="auto"/>
          </w:tcPr>
          <w:p w14:paraId="5D59B588" w14:textId="77777777" w:rsidR="0016221D" w:rsidRPr="00066FB1" w:rsidRDefault="0016221D" w:rsidP="0016221D"/>
        </w:tc>
        <w:tc>
          <w:tcPr>
            <w:tcW w:w="1860" w:type="dxa"/>
          </w:tcPr>
          <w:p w14:paraId="168E4AE6" w14:textId="77777777" w:rsidR="0016221D" w:rsidRPr="00066FB1" w:rsidRDefault="0016221D" w:rsidP="0016221D"/>
        </w:tc>
      </w:tr>
      <w:tr w:rsidR="0016221D" w:rsidRPr="00066FB1" w14:paraId="67062447" w14:textId="77777777" w:rsidTr="0016221D">
        <w:tc>
          <w:tcPr>
            <w:tcW w:w="3752" w:type="dxa"/>
            <w:shd w:val="clear" w:color="auto" w:fill="auto"/>
          </w:tcPr>
          <w:p w14:paraId="21D1EE14" w14:textId="77777777" w:rsidR="0016221D" w:rsidRPr="0016221D" w:rsidRDefault="0016221D" w:rsidP="0016221D">
            <w:pPr>
              <w:rPr>
                <w:highlight w:val="yellow"/>
              </w:rPr>
            </w:pPr>
            <w:r w:rsidRPr="0016221D">
              <w:t>Have you provided evidence that your firm is established as a company and legally incorporated in the country where it resides?</w:t>
            </w:r>
          </w:p>
        </w:tc>
        <w:tc>
          <w:tcPr>
            <w:tcW w:w="1583" w:type="dxa"/>
            <w:shd w:val="clear" w:color="auto" w:fill="auto"/>
          </w:tcPr>
          <w:p w14:paraId="7CDB6CCF" w14:textId="77777777" w:rsidR="0016221D" w:rsidRPr="00066FB1" w:rsidRDefault="0016221D" w:rsidP="00AC09CF">
            <w:r>
              <w:t xml:space="preserve">Section </w:t>
            </w:r>
            <w:r w:rsidR="00AC09CF">
              <w:t>I</w:t>
            </w:r>
            <w:r>
              <w:t>, Sub-Clause 7.2, a</w:t>
            </w:r>
          </w:p>
        </w:tc>
        <w:tc>
          <w:tcPr>
            <w:tcW w:w="1949" w:type="dxa"/>
            <w:shd w:val="clear" w:color="auto" w:fill="auto"/>
          </w:tcPr>
          <w:p w14:paraId="25CB8671" w14:textId="77777777" w:rsidR="0016221D" w:rsidRPr="00066FB1" w:rsidRDefault="0016221D" w:rsidP="0016221D"/>
        </w:tc>
        <w:tc>
          <w:tcPr>
            <w:tcW w:w="1860" w:type="dxa"/>
            <w:shd w:val="clear" w:color="auto" w:fill="auto"/>
          </w:tcPr>
          <w:p w14:paraId="6E66EB99" w14:textId="77777777" w:rsidR="0016221D" w:rsidRPr="00066FB1" w:rsidRDefault="0016221D" w:rsidP="0016221D"/>
        </w:tc>
      </w:tr>
      <w:tr w:rsidR="0016221D" w:rsidRPr="00066FB1" w14:paraId="46A2A94F" w14:textId="77777777" w:rsidTr="0016221D">
        <w:tc>
          <w:tcPr>
            <w:tcW w:w="3752" w:type="dxa"/>
            <w:shd w:val="clear" w:color="auto" w:fill="auto"/>
          </w:tcPr>
          <w:p w14:paraId="7332D515" w14:textId="6F49183A" w:rsidR="0016221D" w:rsidRPr="00066FB1" w:rsidRDefault="0016221D" w:rsidP="0016221D">
            <w:r w:rsidRPr="00066FB1">
              <w:t>Have you prepared a copy of your valid manufacturing license from the country of manufacturing?</w:t>
            </w:r>
          </w:p>
        </w:tc>
        <w:tc>
          <w:tcPr>
            <w:tcW w:w="1583" w:type="dxa"/>
            <w:shd w:val="clear" w:color="auto" w:fill="auto"/>
          </w:tcPr>
          <w:p w14:paraId="5D433DAC" w14:textId="77777777" w:rsidR="0016221D" w:rsidRPr="00066FB1" w:rsidRDefault="0016221D" w:rsidP="00AC09CF">
            <w:r w:rsidRPr="00066FB1">
              <w:t xml:space="preserve">Section </w:t>
            </w:r>
            <w:r w:rsidR="00AC09CF">
              <w:t>I</w:t>
            </w:r>
            <w:r w:rsidRPr="00066FB1">
              <w:t xml:space="preserve">, Sub-Clause </w:t>
            </w:r>
            <w:r>
              <w:t>7</w:t>
            </w:r>
            <w:r w:rsidRPr="00066FB1">
              <w:t>.2, b.</w:t>
            </w:r>
          </w:p>
        </w:tc>
        <w:tc>
          <w:tcPr>
            <w:tcW w:w="1949" w:type="dxa"/>
            <w:shd w:val="clear" w:color="auto" w:fill="auto"/>
          </w:tcPr>
          <w:p w14:paraId="0806F77E" w14:textId="77777777" w:rsidR="0016221D" w:rsidRPr="00066FB1" w:rsidRDefault="0016221D" w:rsidP="0016221D"/>
        </w:tc>
        <w:tc>
          <w:tcPr>
            <w:tcW w:w="1860" w:type="dxa"/>
            <w:shd w:val="clear" w:color="auto" w:fill="auto"/>
          </w:tcPr>
          <w:p w14:paraId="45527E91" w14:textId="77777777" w:rsidR="0016221D" w:rsidRPr="00066FB1" w:rsidRDefault="0016221D" w:rsidP="0016221D"/>
        </w:tc>
      </w:tr>
      <w:tr w:rsidR="0016221D" w:rsidRPr="00066FB1" w14:paraId="01EA31CB" w14:textId="77777777" w:rsidTr="0016221D">
        <w:trPr>
          <w:trHeight w:val="584"/>
        </w:trPr>
        <w:tc>
          <w:tcPr>
            <w:tcW w:w="3752" w:type="dxa"/>
          </w:tcPr>
          <w:p w14:paraId="22D60A1D" w14:textId="77777777" w:rsidR="0016221D" w:rsidRPr="00066FB1" w:rsidRDefault="0016221D" w:rsidP="0016221D">
            <w:r>
              <w:t>Have you provided written confirmation that your company is neither suspended by the United Nations system nor debarred by the World Bank Group?</w:t>
            </w:r>
          </w:p>
        </w:tc>
        <w:tc>
          <w:tcPr>
            <w:tcW w:w="1583" w:type="dxa"/>
          </w:tcPr>
          <w:p w14:paraId="26495605" w14:textId="77777777" w:rsidR="0016221D" w:rsidRPr="00066FB1" w:rsidRDefault="0016221D" w:rsidP="00B82C12">
            <w:r w:rsidRPr="00066FB1">
              <w:t xml:space="preserve">Section </w:t>
            </w:r>
            <w:r>
              <w:t>I</w:t>
            </w:r>
            <w:r w:rsidRPr="00066FB1">
              <w:t xml:space="preserve">, Sub-Clause </w:t>
            </w:r>
            <w:r w:rsidR="00B56DB6">
              <w:t xml:space="preserve">2.4 </w:t>
            </w:r>
          </w:p>
        </w:tc>
        <w:tc>
          <w:tcPr>
            <w:tcW w:w="1949" w:type="dxa"/>
          </w:tcPr>
          <w:p w14:paraId="04DF949E" w14:textId="77777777" w:rsidR="0016221D" w:rsidRPr="00066FB1" w:rsidRDefault="0016221D" w:rsidP="0016221D"/>
        </w:tc>
        <w:tc>
          <w:tcPr>
            <w:tcW w:w="1860" w:type="dxa"/>
          </w:tcPr>
          <w:p w14:paraId="4689F6E3" w14:textId="77777777" w:rsidR="0016221D" w:rsidRPr="00066FB1" w:rsidRDefault="0016221D" w:rsidP="0016221D"/>
        </w:tc>
      </w:tr>
      <w:tr w:rsidR="0016221D" w:rsidRPr="00066FB1" w14:paraId="26D9D2E9" w14:textId="77777777" w:rsidTr="0016221D">
        <w:tc>
          <w:tcPr>
            <w:tcW w:w="3752" w:type="dxa"/>
          </w:tcPr>
          <w:p w14:paraId="5D555529" w14:textId="77777777" w:rsidR="0016221D" w:rsidRPr="00066FB1" w:rsidRDefault="0016221D" w:rsidP="0016221D">
            <w:r w:rsidRPr="00066FB1">
              <w:t>Have you prepared documentary evidence that the goods conform to the technical specifications and standards specified in Section II Technical Specifications and Schedule of Requirements?</w:t>
            </w:r>
          </w:p>
        </w:tc>
        <w:tc>
          <w:tcPr>
            <w:tcW w:w="1583" w:type="dxa"/>
          </w:tcPr>
          <w:p w14:paraId="0DF3E931" w14:textId="77777777" w:rsidR="0016221D" w:rsidRPr="00066FB1" w:rsidRDefault="0016221D" w:rsidP="0016221D">
            <w:r w:rsidRPr="00066FB1">
              <w:t xml:space="preserve">Section </w:t>
            </w:r>
            <w:r>
              <w:t>I</w:t>
            </w:r>
            <w:r w:rsidRPr="00066FB1">
              <w:t xml:space="preserve">, Sub-Clause </w:t>
            </w:r>
            <w:r w:rsidR="00B82C12">
              <w:t>7</w:t>
            </w:r>
            <w:r w:rsidRPr="00066FB1">
              <w:t>.3, a.</w:t>
            </w:r>
          </w:p>
          <w:p w14:paraId="47A3BCB7" w14:textId="77777777" w:rsidR="0016221D" w:rsidRPr="00066FB1" w:rsidRDefault="0016221D" w:rsidP="0016221D"/>
        </w:tc>
        <w:tc>
          <w:tcPr>
            <w:tcW w:w="1949" w:type="dxa"/>
          </w:tcPr>
          <w:p w14:paraId="1C892DDD" w14:textId="77777777" w:rsidR="0016221D" w:rsidRPr="00066FB1" w:rsidRDefault="0016221D" w:rsidP="0016221D"/>
        </w:tc>
        <w:tc>
          <w:tcPr>
            <w:tcW w:w="1860" w:type="dxa"/>
          </w:tcPr>
          <w:p w14:paraId="5497BCD6" w14:textId="77777777" w:rsidR="0016221D" w:rsidRPr="00066FB1" w:rsidRDefault="0016221D" w:rsidP="0016221D"/>
        </w:tc>
      </w:tr>
      <w:tr w:rsidR="0016221D" w:rsidRPr="00066FB1" w14:paraId="35FD2F5B" w14:textId="77777777" w:rsidTr="0016221D">
        <w:tc>
          <w:tcPr>
            <w:tcW w:w="3752" w:type="dxa"/>
          </w:tcPr>
          <w:p w14:paraId="15D47D9B" w14:textId="62334EAC" w:rsidR="0016221D" w:rsidRPr="00066FB1" w:rsidRDefault="0016221D" w:rsidP="0016221D">
            <w:r w:rsidRPr="00066FB1">
              <w:t>Have you prepared product catalogues containing pictures of the product(s)?</w:t>
            </w:r>
          </w:p>
        </w:tc>
        <w:tc>
          <w:tcPr>
            <w:tcW w:w="1583" w:type="dxa"/>
          </w:tcPr>
          <w:p w14:paraId="18FED679" w14:textId="77777777" w:rsidR="0016221D" w:rsidRPr="00066FB1" w:rsidRDefault="0016221D" w:rsidP="00B82C12">
            <w:r w:rsidRPr="00066FB1">
              <w:t xml:space="preserve">Section </w:t>
            </w:r>
            <w:r>
              <w:t>I</w:t>
            </w:r>
            <w:r w:rsidRPr="00066FB1">
              <w:t xml:space="preserve">, Sub-Clause </w:t>
            </w:r>
            <w:r w:rsidR="00B82C12">
              <w:t>7</w:t>
            </w:r>
            <w:r w:rsidRPr="00066FB1">
              <w:t>.3, c.</w:t>
            </w:r>
          </w:p>
        </w:tc>
        <w:tc>
          <w:tcPr>
            <w:tcW w:w="1949" w:type="dxa"/>
          </w:tcPr>
          <w:p w14:paraId="49D723E2" w14:textId="77777777" w:rsidR="0016221D" w:rsidRPr="00066FB1" w:rsidRDefault="0016221D" w:rsidP="0016221D"/>
        </w:tc>
        <w:tc>
          <w:tcPr>
            <w:tcW w:w="1860" w:type="dxa"/>
          </w:tcPr>
          <w:p w14:paraId="0DCB09DC" w14:textId="77777777" w:rsidR="0016221D" w:rsidRPr="00066FB1" w:rsidRDefault="0016221D" w:rsidP="0016221D"/>
        </w:tc>
      </w:tr>
      <w:tr w:rsidR="0016221D" w:rsidRPr="00066FB1" w14:paraId="29EFCE4D" w14:textId="77777777" w:rsidTr="0016221D">
        <w:tc>
          <w:tcPr>
            <w:tcW w:w="3752" w:type="dxa"/>
          </w:tcPr>
          <w:p w14:paraId="22C58C7C" w14:textId="655E0203" w:rsidR="0016221D" w:rsidRPr="00066FB1" w:rsidRDefault="0016221D" w:rsidP="0016221D">
            <w:r w:rsidRPr="00066FB1">
              <w:t>Have you prepared the manufacturer’s technical product specifications or data sheets?</w:t>
            </w:r>
            <w:r w:rsidRPr="00066FB1">
              <w:rPr>
                <w:i/>
                <w:highlight w:val="yellow"/>
              </w:rPr>
              <w:t xml:space="preserve"> </w:t>
            </w:r>
          </w:p>
        </w:tc>
        <w:tc>
          <w:tcPr>
            <w:tcW w:w="1583" w:type="dxa"/>
          </w:tcPr>
          <w:p w14:paraId="5B1DBD2A" w14:textId="77777777" w:rsidR="0016221D" w:rsidRPr="00066FB1" w:rsidRDefault="0016221D" w:rsidP="0016221D">
            <w:r w:rsidRPr="00066FB1">
              <w:t xml:space="preserve">Section </w:t>
            </w:r>
            <w:r>
              <w:t>I</w:t>
            </w:r>
            <w:r w:rsidRPr="00066FB1">
              <w:t xml:space="preserve">, Sub-Clause </w:t>
            </w:r>
            <w:r w:rsidR="00B82C12">
              <w:t>7</w:t>
            </w:r>
            <w:r w:rsidRPr="00066FB1">
              <w:t>.3, d.</w:t>
            </w:r>
          </w:p>
          <w:p w14:paraId="5A7F74AF" w14:textId="77777777" w:rsidR="0016221D" w:rsidRPr="00066FB1" w:rsidRDefault="0016221D" w:rsidP="0016221D"/>
        </w:tc>
        <w:tc>
          <w:tcPr>
            <w:tcW w:w="1949" w:type="dxa"/>
          </w:tcPr>
          <w:p w14:paraId="1254FE36" w14:textId="77777777" w:rsidR="0016221D" w:rsidRPr="00066FB1" w:rsidRDefault="0016221D" w:rsidP="0016221D"/>
        </w:tc>
        <w:tc>
          <w:tcPr>
            <w:tcW w:w="1860" w:type="dxa"/>
          </w:tcPr>
          <w:p w14:paraId="23A6EE51" w14:textId="77777777" w:rsidR="0016221D" w:rsidRPr="00066FB1" w:rsidRDefault="0016221D" w:rsidP="0016221D"/>
        </w:tc>
      </w:tr>
      <w:tr w:rsidR="0016221D" w:rsidRPr="00066FB1" w14:paraId="2769689B" w14:textId="77777777" w:rsidTr="0016221D">
        <w:tc>
          <w:tcPr>
            <w:tcW w:w="3752" w:type="dxa"/>
          </w:tcPr>
          <w:p w14:paraId="01A8FDFE" w14:textId="62800BA6" w:rsidR="0016221D" w:rsidRPr="00066FB1" w:rsidRDefault="0016221D" w:rsidP="0016221D">
            <w:r w:rsidRPr="00066FB1">
              <w:t xml:space="preserve">Have you provided the results of any testing carried out on the products? </w:t>
            </w:r>
          </w:p>
        </w:tc>
        <w:tc>
          <w:tcPr>
            <w:tcW w:w="1583" w:type="dxa"/>
          </w:tcPr>
          <w:p w14:paraId="5467E475" w14:textId="77777777" w:rsidR="0016221D" w:rsidRPr="00066FB1" w:rsidRDefault="0016221D" w:rsidP="00B82C12">
            <w:r w:rsidRPr="00066FB1">
              <w:t xml:space="preserve">Section </w:t>
            </w:r>
            <w:r>
              <w:t>I</w:t>
            </w:r>
            <w:r w:rsidRPr="00066FB1">
              <w:t xml:space="preserve">, Sub-Clause </w:t>
            </w:r>
            <w:r w:rsidR="00B82C12">
              <w:t>7</w:t>
            </w:r>
            <w:r w:rsidRPr="00066FB1">
              <w:t>.3, a.</w:t>
            </w:r>
          </w:p>
        </w:tc>
        <w:tc>
          <w:tcPr>
            <w:tcW w:w="1949" w:type="dxa"/>
          </w:tcPr>
          <w:p w14:paraId="1F2617AA" w14:textId="77777777" w:rsidR="0016221D" w:rsidRPr="00066FB1" w:rsidRDefault="0016221D" w:rsidP="0016221D"/>
        </w:tc>
        <w:tc>
          <w:tcPr>
            <w:tcW w:w="1860" w:type="dxa"/>
          </w:tcPr>
          <w:p w14:paraId="39F8AF07" w14:textId="77777777" w:rsidR="0016221D" w:rsidRPr="00066FB1" w:rsidRDefault="0016221D" w:rsidP="0016221D"/>
        </w:tc>
      </w:tr>
      <w:tr w:rsidR="0016221D" w:rsidRPr="00066FB1" w14:paraId="536578BA" w14:textId="77777777" w:rsidTr="0016221D">
        <w:tc>
          <w:tcPr>
            <w:tcW w:w="3752" w:type="dxa"/>
          </w:tcPr>
          <w:p w14:paraId="06CA00A8" w14:textId="654BC1FC" w:rsidR="0016221D" w:rsidRPr="00066FB1" w:rsidRDefault="0016221D" w:rsidP="0016221D">
            <w:r w:rsidRPr="00066FB1">
              <w:t xml:space="preserve">Have you provided any copies of current certificates such as GMP/Quality, FSC/CPP, manufacturer’s ISO certificate for the product, manufacturer’s CE certificate, USA510k, Japan QS standard, etc. as stated in the Technical Specifications and Schedule of Requirements, in Section II? </w:t>
            </w:r>
          </w:p>
        </w:tc>
        <w:tc>
          <w:tcPr>
            <w:tcW w:w="1583" w:type="dxa"/>
          </w:tcPr>
          <w:p w14:paraId="6A384C1C" w14:textId="77777777" w:rsidR="0016221D" w:rsidRPr="00066FB1" w:rsidRDefault="0016221D" w:rsidP="0016221D">
            <w:r w:rsidRPr="00066FB1">
              <w:t xml:space="preserve">Section </w:t>
            </w:r>
            <w:r>
              <w:t>I</w:t>
            </w:r>
            <w:r w:rsidRPr="00066FB1">
              <w:t xml:space="preserve">, Sub-Clause </w:t>
            </w:r>
            <w:r w:rsidR="00B82C12">
              <w:t>7</w:t>
            </w:r>
            <w:r w:rsidRPr="00066FB1">
              <w:t xml:space="preserve">.3, </w:t>
            </w:r>
            <w:r w:rsidR="00B82C12">
              <w:t>f</w:t>
            </w:r>
            <w:r w:rsidRPr="00066FB1">
              <w:t>.</w:t>
            </w:r>
          </w:p>
          <w:p w14:paraId="3BFFF49C" w14:textId="77777777" w:rsidR="0016221D" w:rsidRPr="00066FB1" w:rsidRDefault="0016221D" w:rsidP="0016221D"/>
        </w:tc>
        <w:tc>
          <w:tcPr>
            <w:tcW w:w="1949" w:type="dxa"/>
          </w:tcPr>
          <w:p w14:paraId="0B179CCC" w14:textId="77777777" w:rsidR="0016221D" w:rsidRPr="00066FB1" w:rsidRDefault="0016221D" w:rsidP="0016221D"/>
        </w:tc>
        <w:tc>
          <w:tcPr>
            <w:tcW w:w="1860" w:type="dxa"/>
          </w:tcPr>
          <w:p w14:paraId="405B7B09" w14:textId="77777777" w:rsidR="0016221D" w:rsidRPr="00066FB1" w:rsidRDefault="0016221D" w:rsidP="0016221D"/>
        </w:tc>
      </w:tr>
      <w:tr w:rsidR="0016221D" w:rsidRPr="00066FB1" w14:paraId="4A1CF5B7" w14:textId="77777777" w:rsidTr="0016221D">
        <w:tc>
          <w:tcPr>
            <w:tcW w:w="3752" w:type="dxa"/>
          </w:tcPr>
          <w:p w14:paraId="6FA497AA" w14:textId="265DC2DB" w:rsidR="0016221D" w:rsidRPr="00066FB1" w:rsidRDefault="0016221D" w:rsidP="0016221D">
            <w:r w:rsidRPr="00066FB1">
              <w:t>Have you provided a copy of the valid authorization letter issued by the manufacturer for each product, if you are not the manufacturer?</w:t>
            </w:r>
          </w:p>
        </w:tc>
        <w:tc>
          <w:tcPr>
            <w:tcW w:w="1583" w:type="dxa"/>
          </w:tcPr>
          <w:p w14:paraId="62DEB97E" w14:textId="77777777" w:rsidR="0016221D" w:rsidRPr="00066FB1" w:rsidRDefault="0016221D" w:rsidP="0016221D">
            <w:r w:rsidRPr="00066FB1">
              <w:t xml:space="preserve">Section </w:t>
            </w:r>
            <w:r>
              <w:t>I</w:t>
            </w:r>
            <w:r w:rsidRPr="00066FB1">
              <w:t xml:space="preserve">, Sub-Clause </w:t>
            </w:r>
            <w:r w:rsidR="00B82C12">
              <w:t>7</w:t>
            </w:r>
            <w:r w:rsidRPr="00066FB1">
              <w:t xml:space="preserve">.3, </w:t>
            </w:r>
            <w:r w:rsidR="00B82C12">
              <w:t>g</w:t>
            </w:r>
            <w:r w:rsidRPr="00066FB1">
              <w:t>.</w:t>
            </w:r>
          </w:p>
          <w:p w14:paraId="10430750" w14:textId="77777777" w:rsidR="0016221D" w:rsidRPr="00066FB1" w:rsidRDefault="0016221D" w:rsidP="0016221D"/>
        </w:tc>
        <w:tc>
          <w:tcPr>
            <w:tcW w:w="1949" w:type="dxa"/>
          </w:tcPr>
          <w:p w14:paraId="678407A3" w14:textId="77777777" w:rsidR="0016221D" w:rsidRPr="00066FB1" w:rsidRDefault="0016221D" w:rsidP="0016221D"/>
        </w:tc>
        <w:tc>
          <w:tcPr>
            <w:tcW w:w="1860" w:type="dxa"/>
          </w:tcPr>
          <w:p w14:paraId="019ABA4D" w14:textId="77777777" w:rsidR="0016221D" w:rsidRPr="00066FB1" w:rsidRDefault="0016221D" w:rsidP="0016221D"/>
        </w:tc>
      </w:tr>
      <w:tr w:rsidR="0016221D" w:rsidRPr="00066FB1" w14:paraId="6FCCF230" w14:textId="77777777" w:rsidTr="0016221D">
        <w:tc>
          <w:tcPr>
            <w:tcW w:w="3752" w:type="dxa"/>
          </w:tcPr>
          <w:p w14:paraId="2E59B4AE" w14:textId="77777777" w:rsidR="0016221D" w:rsidRPr="00066FB1" w:rsidRDefault="0016221D" w:rsidP="0016221D">
            <w:r w:rsidRPr="00066FB1">
              <w:t>Have you furnished a list of full particulars, regarding the available sources and current prices of space parts, special tools, etc., necessary for the proper and continuing functions of the goods within the Product Item Overview Form, Section V, 5?</w:t>
            </w:r>
          </w:p>
        </w:tc>
        <w:tc>
          <w:tcPr>
            <w:tcW w:w="1583" w:type="dxa"/>
          </w:tcPr>
          <w:p w14:paraId="17714D3A" w14:textId="77777777" w:rsidR="0016221D" w:rsidRPr="00066FB1" w:rsidRDefault="0016221D" w:rsidP="0016221D">
            <w:r w:rsidRPr="00066FB1">
              <w:t xml:space="preserve">Section </w:t>
            </w:r>
            <w:r>
              <w:t>I</w:t>
            </w:r>
            <w:r w:rsidRPr="00066FB1">
              <w:t>, Sub-Clause</w:t>
            </w:r>
            <w:r w:rsidR="00FF309D">
              <w:t>7</w:t>
            </w:r>
            <w:r w:rsidRPr="00066FB1">
              <w:t xml:space="preserve">.3, </w:t>
            </w:r>
            <w:r w:rsidR="00FF309D">
              <w:t>h</w:t>
            </w:r>
            <w:r w:rsidRPr="00066FB1">
              <w:t>.</w:t>
            </w:r>
          </w:p>
          <w:p w14:paraId="2A014ABA" w14:textId="77777777" w:rsidR="0016221D" w:rsidRPr="00066FB1" w:rsidRDefault="0016221D" w:rsidP="0016221D"/>
        </w:tc>
        <w:tc>
          <w:tcPr>
            <w:tcW w:w="1949" w:type="dxa"/>
          </w:tcPr>
          <w:p w14:paraId="40D087AB" w14:textId="77777777" w:rsidR="0016221D" w:rsidRPr="00066FB1" w:rsidRDefault="0016221D" w:rsidP="0016221D"/>
        </w:tc>
        <w:tc>
          <w:tcPr>
            <w:tcW w:w="1860" w:type="dxa"/>
          </w:tcPr>
          <w:p w14:paraId="41F68E0F" w14:textId="77777777" w:rsidR="0016221D" w:rsidRPr="00066FB1" w:rsidRDefault="0016221D" w:rsidP="0016221D"/>
        </w:tc>
      </w:tr>
      <w:tr w:rsidR="0016221D" w:rsidRPr="00066FB1" w14:paraId="3108F4EC" w14:textId="77777777" w:rsidTr="0016221D">
        <w:tc>
          <w:tcPr>
            <w:tcW w:w="3752" w:type="dxa"/>
            <w:shd w:val="clear" w:color="auto" w:fill="auto"/>
          </w:tcPr>
          <w:p w14:paraId="0BFD7079" w14:textId="77777777" w:rsidR="0016221D" w:rsidRPr="00066FB1" w:rsidRDefault="0016221D" w:rsidP="00AC09CF">
            <w:r w:rsidRPr="00066FB1">
              <w:t xml:space="preserve">Have you sealed and marked the bids according to Instructions to Bidders Clause </w:t>
            </w:r>
            <w:r w:rsidR="00AC09CF">
              <w:t xml:space="preserve">13 </w:t>
            </w:r>
            <w:r w:rsidRPr="00066FB1">
              <w:t xml:space="preserve">(hard copy bids) or Clause </w:t>
            </w:r>
            <w:r w:rsidR="00AC09CF">
              <w:t>14</w:t>
            </w:r>
            <w:r w:rsidRPr="00066FB1">
              <w:t xml:space="preserve"> (electronic bids)?</w:t>
            </w:r>
          </w:p>
        </w:tc>
        <w:tc>
          <w:tcPr>
            <w:tcW w:w="1583" w:type="dxa"/>
          </w:tcPr>
          <w:p w14:paraId="63DC9656" w14:textId="77777777" w:rsidR="0016221D" w:rsidRPr="00066FB1" w:rsidRDefault="0016221D" w:rsidP="0016221D">
            <w:r w:rsidRPr="00066FB1">
              <w:t xml:space="preserve">Section </w:t>
            </w:r>
            <w:r>
              <w:t>I</w:t>
            </w:r>
            <w:r w:rsidRPr="00066FB1">
              <w:t xml:space="preserve">, Sub-Clause </w:t>
            </w:r>
            <w:r w:rsidR="00FF309D">
              <w:t>13</w:t>
            </w:r>
            <w:r w:rsidR="00FF309D" w:rsidRPr="00066FB1">
              <w:t xml:space="preserve"> </w:t>
            </w:r>
            <w:r w:rsidRPr="00066FB1">
              <w:t xml:space="preserve">&amp; </w:t>
            </w:r>
            <w:r w:rsidR="00FF309D">
              <w:t>14</w:t>
            </w:r>
          </w:p>
          <w:p w14:paraId="5BF4628E" w14:textId="77777777" w:rsidR="0016221D" w:rsidRPr="00066FB1" w:rsidRDefault="0016221D" w:rsidP="0016221D"/>
        </w:tc>
        <w:tc>
          <w:tcPr>
            <w:tcW w:w="1949" w:type="dxa"/>
            <w:shd w:val="clear" w:color="auto" w:fill="auto"/>
          </w:tcPr>
          <w:p w14:paraId="609BE1BD" w14:textId="77777777" w:rsidR="0016221D" w:rsidRPr="00066FB1" w:rsidRDefault="0016221D" w:rsidP="0016221D"/>
        </w:tc>
        <w:tc>
          <w:tcPr>
            <w:tcW w:w="1860" w:type="dxa"/>
          </w:tcPr>
          <w:p w14:paraId="1CB2DB02" w14:textId="77777777" w:rsidR="0016221D" w:rsidRPr="00066FB1" w:rsidRDefault="0016221D" w:rsidP="0016221D"/>
        </w:tc>
      </w:tr>
      <w:tr w:rsidR="0016221D" w:rsidRPr="00066FB1" w14:paraId="506D4899" w14:textId="77777777" w:rsidTr="0016221D">
        <w:tc>
          <w:tcPr>
            <w:tcW w:w="3752" w:type="dxa"/>
            <w:shd w:val="clear" w:color="auto" w:fill="auto"/>
          </w:tcPr>
          <w:p w14:paraId="02258082" w14:textId="77777777" w:rsidR="0016221D" w:rsidRPr="00066FB1" w:rsidRDefault="0016221D" w:rsidP="00FF309D">
            <w:r w:rsidRPr="00066FB1">
              <w:t xml:space="preserve">If submitted electronically, is the file size of the bid less than 10MB? (If the file size is above 10MB, refer to Instructions to Bidders Sub-Clause </w:t>
            </w:r>
            <w:r w:rsidR="00FF309D">
              <w:t>14</w:t>
            </w:r>
            <w:r w:rsidRPr="00066FB1">
              <w:t xml:space="preserve">.4) </w:t>
            </w:r>
          </w:p>
        </w:tc>
        <w:tc>
          <w:tcPr>
            <w:tcW w:w="1583" w:type="dxa"/>
          </w:tcPr>
          <w:p w14:paraId="2D8782CE" w14:textId="77777777" w:rsidR="0016221D" w:rsidRPr="00066FB1" w:rsidRDefault="0016221D" w:rsidP="0016221D">
            <w:r w:rsidRPr="00066FB1">
              <w:t xml:space="preserve">Section </w:t>
            </w:r>
            <w:r>
              <w:t>I</w:t>
            </w:r>
            <w:r w:rsidRPr="00066FB1">
              <w:t xml:space="preserve">, Sub-Clause </w:t>
            </w:r>
            <w:r w:rsidR="00FF309D">
              <w:t>14</w:t>
            </w:r>
            <w:r w:rsidRPr="00066FB1">
              <w:t>.4</w:t>
            </w:r>
          </w:p>
          <w:p w14:paraId="32FD805B" w14:textId="77777777" w:rsidR="0016221D" w:rsidRPr="00066FB1" w:rsidRDefault="0016221D" w:rsidP="0016221D"/>
        </w:tc>
        <w:tc>
          <w:tcPr>
            <w:tcW w:w="1949" w:type="dxa"/>
            <w:shd w:val="clear" w:color="auto" w:fill="auto"/>
          </w:tcPr>
          <w:p w14:paraId="5E434379" w14:textId="77777777" w:rsidR="0016221D" w:rsidRPr="00066FB1" w:rsidRDefault="0016221D" w:rsidP="0016221D"/>
        </w:tc>
        <w:tc>
          <w:tcPr>
            <w:tcW w:w="1860" w:type="dxa"/>
          </w:tcPr>
          <w:p w14:paraId="7B6CA181" w14:textId="77777777" w:rsidR="0016221D" w:rsidRPr="00066FB1" w:rsidRDefault="0016221D" w:rsidP="0016221D"/>
        </w:tc>
      </w:tr>
      <w:tr w:rsidR="00FF309D" w:rsidRPr="00066FB1" w14:paraId="24A05807" w14:textId="77777777" w:rsidTr="00FF309D">
        <w:trPr>
          <w:trHeight w:val="584"/>
        </w:trPr>
        <w:tc>
          <w:tcPr>
            <w:tcW w:w="3752" w:type="dxa"/>
          </w:tcPr>
          <w:p w14:paraId="3077B028" w14:textId="77777777" w:rsidR="00FF309D" w:rsidRPr="00066FB1" w:rsidRDefault="00FF309D" w:rsidP="00FF309D">
            <w:r w:rsidRPr="00066FB1">
              <w:t>Have you prepared a copy of the previous year’s audited company Balance and Financial Statements?</w:t>
            </w:r>
          </w:p>
        </w:tc>
        <w:tc>
          <w:tcPr>
            <w:tcW w:w="1583" w:type="dxa"/>
          </w:tcPr>
          <w:p w14:paraId="2763DF39" w14:textId="77777777" w:rsidR="00FF309D" w:rsidRPr="00066FB1" w:rsidRDefault="00FF309D" w:rsidP="00FF309D">
            <w:r w:rsidRPr="00066FB1">
              <w:t xml:space="preserve">Section </w:t>
            </w:r>
            <w:r>
              <w:t>I</w:t>
            </w:r>
            <w:r w:rsidRPr="00066FB1">
              <w:t xml:space="preserve">, Sub-Clause </w:t>
            </w:r>
            <w:r>
              <w:t>27.3</w:t>
            </w:r>
          </w:p>
          <w:p w14:paraId="6CE123E1" w14:textId="77777777" w:rsidR="00FF309D" w:rsidRPr="00066FB1" w:rsidRDefault="00FF309D" w:rsidP="00FF309D"/>
        </w:tc>
        <w:tc>
          <w:tcPr>
            <w:tcW w:w="1949" w:type="dxa"/>
          </w:tcPr>
          <w:p w14:paraId="09EFDC6F" w14:textId="77777777" w:rsidR="00FF309D" w:rsidRPr="00066FB1" w:rsidRDefault="00FF309D" w:rsidP="00FF309D"/>
        </w:tc>
        <w:tc>
          <w:tcPr>
            <w:tcW w:w="1860" w:type="dxa"/>
          </w:tcPr>
          <w:p w14:paraId="0729E889" w14:textId="77777777" w:rsidR="00FF309D" w:rsidRPr="00066FB1" w:rsidRDefault="00FF309D" w:rsidP="00FF309D"/>
        </w:tc>
      </w:tr>
      <w:tr w:rsidR="00FF309D" w:rsidRPr="00066FB1" w14:paraId="5D6B709A" w14:textId="77777777" w:rsidTr="00FF309D">
        <w:trPr>
          <w:trHeight w:val="584"/>
        </w:trPr>
        <w:tc>
          <w:tcPr>
            <w:tcW w:w="3752" w:type="dxa"/>
          </w:tcPr>
          <w:p w14:paraId="60893940" w14:textId="76090B05" w:rsidR="00FF309D" w:rsidRPr="00066FB1" w:rsidRDefault="00FF309D" w:rsidP="00FF309D">
            <w:r w:rsidRPr="00FF309D">
              <w:t xml:space="preserve">For non-manufacturer </w:t>
            </w:r>
            <w:r w:rsidR="00804AC7">
              <w:t>B</w:t>
            </w:r>
            <w:r w:rsidRPr="00FF309D">
              <w:t>idders: Have you provided a legally enforceable authorization from the manufacturer, assuring full guarantee and warran</w:t>
            </w:r>
            <w:r w:rsidR="007D6F23">
              <w:t>t</w:t>
            </w:r>
            <w:r w:rsidRPr="00FF309D">
              <w:t>y obligations as per the tender conditions for the goods offer</w:t>
            </w:r>
            <w:r>
              <w:t>ed</w:t>
            </w:r>
            <w:r w:rsidRPr="00FF309D">
              <w:t>?</w:t>
            </w:r>
          </w:p>
        </w:tc>
        <w:tc>
          <w:tcPr>
            <w:tcW w:w="1583" w:type="dxa"/>
          </w:tcPr>
          <w:p w14:paraId="4980200A" w14:textId="77777777" w:rsidR="00FF309D" w:rsidRPr="00066FB1" w:rsidRDefault="00FF309D" w:rsidP="00FF309D">
            <w:r w:rsidRPr="00066FB1">
              <w:t xml:space="preserve">Section </w:t>
            </w:r>
            <w:r>
              <w:t>I</w:t>
            </w:r>
            <w:r w:rsidRPr="00066FB1">
              <w:t xml:space="preserve">, Sub-Clause </w:t>
            </w:r>
            <w:r>
              <w:t xml:space="preserve">27.3, a. </w:t>
            </w:r>
          </w:p>
          <w:p w14:paraId="75A1B451" w14:textId="77777777" w:rsidR="00FF309D" w:rsidRPr="00066FB1" w:rsidRDefault="00FF309D" w:rsidP="00FF309D"/>
        </w:tc>
        <w:tc>
          <w:tcPr>
            <w:tcW w:w="1949" w:type="dxa"/>
          </w:tcPr>
          <w:p w14:paraId="4BB787E3" w14:textId="77777777" w:rsidR="00FF309D" w:rsidRPr="00066FB1" w:rsidRDefault="00FF309D" w:rsidP="00FF309D"/>
        </w:tc>
        <w:tc>
          <w:tcPr>
            <w:tcW w:w="1860" w:type="dxa"/>
          </w:tcPr>
          <w:p w14:paraId="295A3ECE" w14:textId="77777777" w:rsidR="00FF309D" w:rsidRPr="00066FB1" w:rsidRDefault="00FF309D" w:rsidP="00FF309D"/>
        </w:tc>
      </w:tr>
      <w:tr w:rsidR="00FF309D" w:rsidRPr="00066FB1" w14:paraId="66F86A63" w14:textId="77777777" w:rsidTr="00FF309D">
        <w:trPr>
          <w:trHeight w:val="584"/>
        </w:trPr>
        <w:tc>
          <w:tcPr>
            <w:tcW w:w="3752" w:type="dxa"/>
          </w:tcPr>
          <w:p w14:paraId="7D88028B" w14:textId="53F8B940" w:rsidR="00FF309D" w:rsidRPr="00066FB1" w:rsidRDefault="002E2A11" w:rsidP="002E2A11">
            <w:pPr>
              <w:rPr>
                <w:i/>
                <w:highlight w:val="yellow"/>
              </w:rPr>
            </w:pPr>
            <w:r w:rsidRPr="002E2A11">
              <w:t xml:space="preserve">Have you provided </w:t>
            </w:r>
            <w:r>
              <w:t>evidence that you</w:t>
            </w:r>
            <w:r w:rsidR="00FF309D" w:rsidRPr="00FF309D">
              <w:t>, as authorized by the manufacturers, ha</w:t>
            </w:r>
            <w:r>
              <w:t>ve</w:t>
            </w:r>
            <w:r w:rsidR="00FF309D" w:rsidRPr="00FF309D">
              <w:t xml:space="preserve"> supplied and provided after sales service for similar goods to the extent of at least 20 percent of the quantities indicated in the tender requirements in any one </w:t>
            </w:r>
            <w:r>
              <w:t>of the last three years, and that the</w:t>
            </w:r>
            <w:r w:rsidR="00FF309D" w:rsidRPr="00FF309D">
              <w:t xml:space="preserve"> goods </w:t>
            </w:r>
            <w:r>
              <w:t>are i</w:t>
            </w:r>
            <w:r w:rsidR="00FF309D" w:rsidRPr="00FF309D">
              <w:t>n satisfactory operatio</w:t>
            </w:r>
            <w:r>
              <w:t>n?</w:t>
            </w:r>
          </w:p>
        </w:tc>
        <w:tc>
          <w:tcPr>
            <w:tcW w:w="1583" w:type="dxa"/>
          </w:tcPr>
          <w:p w14:paraId="426BC6A9" w14:textId="77777777" w:rsidR="002E2A11" w:rsidRPr="00066FB1" w:rsidRDefault="002E2A11" w:rsidP="002E2A11">
            <w:r w:rsidRPr="00066FB1">
              <w:t xml:space="preserve">Section </w:t>
            </w:r>
            <w:r>
              <w:t>I</w:t>
            </w:r>
            <w:r w:rsidRPr="00066FB1">
              <w:t xml:space="preserve">, Sub-Clause </w:t>
            </w:r>
            <w:r>
              <w:t xml:space="preserve">27.3, b. </w:t>
            </w:r>
          </w:p>
          <w:p w14:paraId="212AD22F" w14:textId="77777777" w:rsidR="00FF309D" w:rsidRPr="00066FB1" w:rsidRDefault="00FF309D" w:rsidP="00FF309D"/>
        </w:tc>
        <w:tc>
          <w:tcPr>
            <w:tcW w:w="1949" w:type="dxa"/>
          </w:tcPr>
          <w:p w14:paraId="6B50CAF9" w14:textId="77777777" w:rsidR="00FF309D" w:rsidRPr="00066FB1" w:rsidRDefault="00FF309D" w:rsidP="00FF309D"/>
        </w:tc>
        <w:tc>
          <w:tcPr>
            <w:tcW w:w="1860" w:type="dxa"/>
          </w:tcPr>
          <w:p w14:paraId="2C25C001" w14:textId="77777777" w:rsidR="00FF309D" w:rsidRPr="00066FB1" w:rsidRDefault="00FF309D" w:rsidP="00FF309D"/>
        </w:tc>
      </w:tr>
    </w:tbl>
    <w:p w14:paraId="7AE3B0FB" w14:textId="77777777" w:rsidR="0016221D" w:rsidRDefault="0016221D" w:rsidP="0016221D">
      <w:pPr>
        <w:rPr>
          <w:kern w:val="28"/>
          <w:lang w:val="en-GB"/>
        </w:rPr>
      </w:pPr>
      <w:r>
        <w:rPr>
          <w:lang w:val="en-GB"/>
        </w:rPr>
        <w:br w:type="page"/>
      </w:r>
    </w:p>
    <w:p w14:paraId="79A5A396" w14:textId="77777777" w:rsidR="0008751A" w:rsidRDefault="0008751A" w:rsidP="00604F84">
      <w:pPr>
        <w:pStyle w:val="Heading1"/>
        <w:jc w:val="center"/>
        <w:rPr>
          <w:rFonts w:ascii="Times New Roman" w:hAnsi="Times New Roman" w:cs="Times New Roman"/>
          <w:sz w:val="22"/>
          <w:szCs w:val="28"/>
          <w:lang w:val="en-GB"/>
        </w:rPr>
      </w:pPr>
      <w:bookmarkStart w:id="71" w:name="_Toc99385401"/>
      <w:r>
        <w:rPr>
          <w:rFonts w:ascii="Times New Roman" w:hAnsi="Times New Roman" w:cs="Times New Roman"/>
          <w:sz w:val="22"/>
          <w:szCs w:val="28"/>
          <w:lang w:val="en-GB"/>
        </w:rPr>
        <w:t>1. Bid Confirmation Form</w:t>
      </w:r>
      <w:bookmarkEnd w:id="71"/>
    </w:p>
    <w:p w14:paraId="6698E0EF" w14:textId="77777777" w:rsidR="0008751A" w:rsidRPr="006C1BE1" w:rsidRDefault="0008751A" w:rsidP="0040078D">
      <w:pPr>
        <w:overflowPunct/>
        <w:autoSpaceDE/>
        <w:autoSpaceDN/>
        <w:adjustRightInd/>
        <w:ind w:left="567"/>
        <w:jc w:val="center"/>
        <w:textAlignment w:val="auto"/>
        <w:rPr>
          <w:i/>
          <w:sz w:val="22"/>
          <w:szCs w:val="22"/>
        </w:rPr>
      </w:pPr>
      <w:r w:rsidRPr="006C1BE1">
        <w:rPr>
          <w:i/>
          <w:sz w:val="22"/>
          <w:szCs w:val="22"/>
        </w:rPr>
        <w:t xml:space="preserve">[Complete this page and return it prior to </w:t>
      </w:r>
      <w:r w:rsidR="0040078D" w:rsidRPr="006C1BE1">
        <w:rPr>
          <w:i/>
          <w:sz w:val="22"/>
          <w:szCs w:val="22"/>
        </w:rPr>
        <w:t>bid opening</w:t>
      </w:r>
      <w:r w:rsidRPr="006C1BE1">
        <w:rPr>
          <w:i/>
          <w:sz w:val="22"/>
          <w:szCs w:val="22"/>
        </w:rPr>
        <w:t>]</w:t>
      </w:r>
    </w:p>
    <w:p w14:paraId="3FB26FEE" w14:textId="77777777" w:rsidR="0008751A" w:rsidRPr="006C1BE1" w:rsidRDefault="0008751A">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08751A" w:rsidRPr="006C1BE1" w14:paraId="235EEF89" w14:textId="77777777">
        <w:tc>
          <w:tcPr>
            <w:tcW w:w="1003" w:type="dxa"/>
          </w:tcPr>
          <w:p w14:paraId="1328A731" w14:textId="77777777" w:rsidR="0008751A" w:rsidRPr="006C1BE1" w:rsidRDefault="0008751A">
            <w:pPr>
              <w:rPr>
                <w:sz w:val="22"/>
                <w:szCs w:val="22"/>
              </w:rPr>
            </w:pPr>
          </w:p>
        </w:tc>
        <w:tc>
          <w:tcPr>
            <w:tcW w:w="3990" w:type="dxa"/>
          </w:tcPr>
          <w:p w14:paraId="561C18B0" w14:textId="77777777" w:rsidR="0008751A" w:rsidRPr="006C1BE1" w:rsidRDefault="0008751A">
            <w:pPr>
              <w:rPr>
                <w:sz w:val="22"/>
                <w:szCs w:val="22"/>
              </w:rPr>
            </w:pPr>
            <w:bookmarkStart w:id="72" w:name="Buyer2"/>
            <w:bookmarkEnd w:id="72"/>
          </w:p>
        </w:tc>
        <w:tc>
          <w:tcPr>
            <w:tcW w:w="4497" w:type="dxa"/>
          </w:tcPr>
          <w:p w14:paraId="7771162B" w14:textId="77777777" w:rsidR="0008751A" w:rsidRPr="006C1BE1" w:rsidRDefault="0008751A">
            <w:pPr>
              <w:rPr>
                <w:sz w:val="22"/>
                <w:szCs w:val="22"/>
              </w:rPr>
            </w:pPr>
            <w:r w:rsidRPr="006C1BE1">
              <w:rPr>
                <w:sz w:val="22"/>
                <w:szCs w:val="22"/>
              </w:rPr>
              <w:t xml:space="preserve">Date: </w:t>
            </w:r>
          </w:p>
          <w:p w14:paraId="262E1EEA" w14:textId="77777777" w:rsidR="0008751A" w:rsidRPr="006C1BE1" w:rsidRDefault="0008751A">
            <w:pPr>
              <w:rPr>
                <w:sz w:val="22"/>
                <w:szCs w:val="22"/>
              </w:rPr>
            </w:pPr>
          </w:p>
        </w:tc>
      </w:tr>
      <w:tr w:rsidR="0008751A" w:rsidRPr="006C1BE1" w14:paraId="4D85711A" w14:textId="77777777">
        <w:tc>
          <w:tcPr>
            <w:tcW w:w="1003" w:type="dxa"/>
          </w:tcPr>
          <w:p w14:paraId="6B92AC02" w14:textId="77777777" w:rsidR="0008751A" w:rsidRPr="006C1BE1" w:rsidRDefault="0008751A">
            <w:pPr>
              <w:rPr>
                <w:sz w:val="22"/>
                <w:szCs w:val="22"/>
              </w:rPr>
            </w:pPr>
            <w:r w:rsidRPr="006C1BE1">
              <w:rPr>
                <w:sz w:val="22"/>
                <w:szCs w:val="22"/>
              </w:rPr>
              <w:t>To:</w:t>
            </w:r>
          </w:p>
        </w:tc>
        <w:tc>
          <w:tcPr>
            <w:tcW w:w="3990" w:type="dxa"/>
          </w:tcPr>
          <w:p w14:paraId="08F21C4A" w14:textId="77777777" w:rsidR="0008751A" w:rsidRPr="006C1BE1" w:rsidRDefault="0008751A">
            <w:pPr>
              <w:rPr>
                <w:sz w:val="22"/>
                <w:szCs w:val="22"/>
              </w:rPr>
            </w:pPr>
            <w:r w:rsidRPr="006C1BE1">
              <w:rPr>
                <w:sz w:val="22"/>
                <w:szCs w:val="22"/>
              </w:rPr>
              <w:t>UNFPA</w:t>
            </w:r>
          </w:p>
          <w:p w14:paraId="12D3F83B" w14:textId="77777777" w:rsidR="0008751A" w:rsidRPr="006C1BE1" w:rsidRDefault="0008751A" w:rsidP="00A33802">
            <w:pPr>
              <w:rPr>
                <w:i/>
                <w:sz w:val="22"/>
                <w:szCs w:val="22"/>
              </w:rPr>
            </w:pPr>
            <w:r w:rsidRPr="006C1BE1">
              <w:rPr>
                <w:i/>
                <w:sz w:val="22"/>
                <w:szCs w:val="22"/>
              </w:rPr>
              <w:t>[I</w:t>
            </w:r>
            <w:r w:rsidR="002245E7" w:rsidRPr="006C1BE1">
              <w:rPr>
                <w:i/>
                <w:sz w:val="22"/>
                <w:szCs w:val="22"/>
              </w:rPr>
              <w:t>nsert name of Office &amp; contact person</w:t>
            </w:r>
            <w:r w:rsidRPr="006C1BE1">
              <w:rPr>
                <w:i/>
                <w:sz w:val="22"/>
                <w:szCs w:val="22"/>
              </w:rPr>
              <w:t>]</w:t>
            </w:r>
          </w:p>
        </w:tc>
        <w:tc>
          <w:tcPr>
            <w:tcW w:w="4497" w:type="dxa"/>
          </w:tcPr>
          <w:p w14:paraId="171F755C" w14:textId="77777777" w:rsidR="0008751A" w:rsidRPr="006C1BE1" w:rsidRDefault="0008751A">
            <w:pPr>
              <w:rPr>
                <w:sz w:val="22"/>
                <w:szCs w:val="22"/>
              </w:rPr>
            </w:pPr>
            <w:r w:rsidRPr="006C1BE1">
              <w:rPr>
                <w:sz w:val="22"/>
                <w:szCs w:val="22"/>
              </w:rPr>
              <w:t xml:space="preserve">Fax/email: </w:t>
            </w:r>
            <w:r w:rsidRPr="006C1BE1">
              <w:rPr>
                <w:i/>
                <w:sz w:val="22"/>
                <w:szCs w:val="22"/>
              </w:rPr>
              <w:t>[Insert UNFPA contact person’s fax or email (Not the secure bid fax no./email address)]</w:t>
            </w:r>
          </w:p>
        </w:tc>
      </w:tr>
      <w:tr w:rsidR="0008751A" w:rsidRPr="006C1BE1" w14:paraId="11615431" w14:textId="77777777">
        <w:tc>
          <w:tcPr>
            <w:tcW w:w="1003" w:type="dxa"/>
          </w:tcPr>
          <w:p w14:paraId="677217FC" w14:textId="77777777" w:rsidR="0008751A" w:rsidRPr="006C1BE1" w:rsidRDefault="0008751A">
            <w:pPr>
              <w:rPr>
                <w:sz w:val="22"/>
                <w:szCs w:val="22"/>
              </w:rPr>
            </w:pPr>
            <w:r w:rsidRPr="006C1BE1">
              <w:rPr>
                <w:sz w:val="22"/>
                <w:szCs w:val="22"/>
              </w:rPr>
              <w:t>From:</w:t>
            </w:r>
          </w:p>
        </w:tc>
        <w:tc>
          <w:tcPr>
            <w:tcW w:w="3990" w:type="dxa"/>
            <w:tcBorders>
              <w:bottom w:val="single" w:sz="4" w:space="0" w:color="auto"/>
            </w:tcBorders>
          </w:tcPr>
          <w:p w14:paraId="6BA2AF48" w14:textId="77777777" w:rsidR="0008751A" w:rsidRPr="006C1BE1" w:rsidRDefault="0040078D">
            <w:pPr>
              <w:rPr>
                <w:sz w:val="22"/>
                <w:szCs w:val="22"/>
              </w:rPr>
            </w:pPr>
            <w:r w:rsidRPr="006C1BE1">
              <w:rPr>
                <w:i/>
                <w:sz w:val="22"/>
                <w:szCs w:val="22"/>
              </w:rPr>
              <w:t>[Company name]</w:t>
            </w:r>
          </w:p>
        </w:tc>
        <w:tc>
          <w:tcPr>
            <w:tcW w:w="4497" w:type="dxa"/>
          </w:tcPr>
          <w:p w14:paraId="370C577B" w14:textId="77777777" w:rsidR="0008751A" w:rsidRPr="006C1BE1" w:rsidRDefault="0008751A">
            <w:pPr>
              <w:rPr>
                <w:sz w:val="22"/>
                <w:szCs w:val="22"/>
              </w:rPr>
            </w:pPr>
          </w:p>
        </w:tc>
      </w:tr>
      <w:tr w:rsidR="0008751A" w:rsidRPr="006C1BE1" w14:paraId="5A36DB13" w14:textId="77777777">
        <w:tc>
          <w:tcPr>
            <w:tcW w:w="1003" w:type="dxa"/>
          </w:tcPr>
          <w:p w14:paraId="02EBCE4F" w14:textId="77777777" w:rsidR="0008751A" w:rsidRPr="006C1BE1" w:rsidRDefault="0008751A">
            <w:pPr>
              <w:rPr>
                <w:sz w:val="22"/>
                <w:szCs w:val="22"/>
              </w:rPr>
            </w:pPr>
          </w:p>
        </w:tc>
        <w:tc>
          <w:tcPr>
            <w:tcW w:w="3990" w:type="dxa"/>
            <w:tcBorders>
              <w:top w:val="single" w:sz="4" w:space="0" w:color="auto"/>
              <w:bottom w:val="single" w:sz="4" w:space="0" w:color="auto"/>
            </w:tcBorders>
          </w:tcPr>
          <w:p w14:paraId="2469D83F" w14:textId="77777777" w:rsidR="0008751A" w:rsidRPr="006C1BE1" w:rsidRDefault="0040078D">
            <w:pPr>
              <w:rPr>
                <w:sz w:val="22"/>
                <w:szCs w:val="22"/>
              </w:rPr>
            </w:pPr>
            <w:r w:rsidRPr="006C1BE1">
              <w:rPr>
                <w:i/>
                <w:sz w:val="22"/>
                <w:szCs w:val="22"/>
              </w:rPr>
              <w:t>[Contact person]</w:t>
            </w:r>
          </w:p>
        </w:tc>
        <w:tc>
          <w:tcPr>
            <w:tcW w:w="4497" w:type="dxa"/>
          </w:tcPr>
          <w:p w14:paraId="104764B1" w14:textId="77777777" w:rsidR="0008751A" w:rsidRPr="006C1BE1" w:rsidRDefault="0008751A">
            <w:pPr>
              <w:rPr>
                <w:sz w:val="22"/>
                <w:szCs w:val="22"/>
              </w:rPr>
            </w:pPr>
          </w:p>
        </w:tc>
      </w:tr>
      <w:tr w:rsidR="0008751A" w:rsidRPr="006C1BE1" w14:paraId="4C95DA1F" w14:textId="77777777">
        <w:tc>
          <w:tcPr>
            <w:tcW w:w="1003" w:type="dxa"/>
          </w:tcPr>
          <w:p w14:paraId="60474E6A" w14:textId="77777777" w:rsidR="0008751A" w:rsidRPr="006C1BE1" w:rsidRDefault="0008751A">
            <w:pPr>
              <w:rPr>
                <w:sz w:val="22"/>
                <w:szCs w:val="22"/>
              </w:rPr>
            </w:pPr>
          </w:p>
        </w:tc>
        <w:tc>
          <w:tcPr>
            <w:tcW w:w="3990" w:type="dxa"/>
            <w:tcBorders>
              <w:top w:val="single" w:sz="4" w:space="0" w:color="auto"/>
              <w:bottom w:val="single" w:sz="4" w:space="0" w:color="auto"/>
            </w:tcBorders>
          </w:tcPr>
          <w:p w14:paraId="78766E04" w14:textId="77777777" w:rsidR="0040078D" w:rsidRPr="006C1BE1" w:rsidRDefault="0040078D">
            <w:pPr>
              <w:rPr>
                <w:sz w:val="22"/>
                <w:szCs w:val="22"/>
              </w:rPr>
            </w:pPr>
            <w:r w:rsidRPr="006C1BE1">
              <w:rPr>
                <w:i/>
                <w:sz w:val="22"/>
                <w:szCs w:val="22"/>
              </w:rPr>
              <w:t>[Telephone]</w:t>
            </w:r>
          </w:p>
        </w:tc>
        <w:tc>
          <w:tcPr>
            <w:tcW w:w="4497" w:type="dxa"/>
          </w:tcPr>
          <w:p w14:paraId="3B67409A" w14:textId="77777777" w:rsidR="0008751A" w:rsidRPr="006C1BE1" w:rsidRDefault="0008751A">
            <w:pPr>
              <w:rPr>
                <w:sz w:val="22"/>
                <w:szCs w:val="22"/>
              </w:rPr>
            </w:pPr>
          </w:p>
        </w:tc>
      </w:tr>
      <w:tr w:rsidR="0040078D" w:rsidRPr="006C1BE1" w14:paraId="4045E895" w14:textId="77777777">
        <w:tc>
          <w:tcPr>
            <w:tcW w:w="1003" w:type="dxa"/>
          </w:tcPr>
          <w:p w14:paraId="3A825788" w14:textId="77777777" w:rsidR="0040078D" w:rsidRPr="006C1BE1" w:rsidRDefault="0040078D">
            <w:pPr>
              <w:rPr>
                <w:sz w:val="22"/>
                <w:szCs w:val="22"/>
              </w:rPr>
            </w:pPr>
          </w:p>
        </w:tc>
        <w:tc>
          <w:tcPr>
            <w:tcW w:w="3990" w:type="dxa"/>
            <w:tcBorders>
              <w:top w:val="single" w:sz="4" w:space="0" w:color="auto"/>
              <w:bottom w:val="single" w:sz="4" w:space="0" w:color="auto"/>
            </w:tcBorders>
          </w:tcPr>
          <w:p w14:paraId="74FBF82A" w14:textId="77777777" w:rsidR="0040078D" w:rsidRPr="006C1BE1" w:rsidRDefault="0040078D">
            <w:pPr>
              <w:rPr>
                <w:sz w:val="22"/>
                <w:szCs w:val="22"/>
              </w:rPr>
            </w:pPr>
            <w:r w:rsidRPr="006C1BE1">
              <w:rPr>
                <w:i/>
                <w:sz w:val="22"/>
                <w:szCs w:val="22"/>
              </w:rPr>
              <w:t>[Email address]</w:t>
            </w:r>
          </w:p>
        </w:tc>
        <w:tc>
          <w:tcPr>
            <w:tcW w:w="4497" w:type="dxa"/>
          </w:tcPr>
          <w:p w14:paraId="6313DF31" w14:textId="77777777" w:rsidR="0040078D" w:rsidRPr="006C1BE1" w:rsidRDefault="0040078D">
            <w:pPr>
              <w:rPr>
                <w:sz w:val="22"/>
                <w:szCs w:val="22"/>
              </w:rPr>
            </w:pPr>
          </w:p>
        </w:tc>
      </w:tr>
      <w:tr w:rsidR="0040078D" w:rsidRPr="006C1BE1" w14:paraId="5A471458" w14:textId="77777777">
        <w:tc>
          <w:tcPr>
            <w:tcW w:w="1003" w:type="dxa"/>
          </w:tcPr>
          <w:p w14:paraId="2F42766A" w14:textId="77777777" w:rsidR="0040078D" w:rsidRPr="006C1BE1" w:rsidRDefault="0040078D">
            <w:pPr>
              <w:rPr>
                <w:sz w:val="22"/>
                <w:szCs w:val="22"/>
              </w:rPr>
            </w:pPr>
          </w:p>
        </w:tc>
        <w:tc>
          <w:tcPr>
            <w:tcW w:w="3990" w:type="dxa"/>
            <w:tcBorders>
              <w:top w:val="single" w:sz="4" w:space="0" w:color="auto"/>
              <w:bottom w:val="single" w:sz="4" w:space="0" w:color="auto"/>
            </w:tcBorders>
          </w:tcPr>
          <w:p w14:paraId="16D4B588" w14:textId="77777777" w:rsidR="0040078D" w:rsidRPr="006C1BE1" w:rsidRDefault="0040078D">
            <w:pPr>
              <w:rPr>
                <w:sz w:val="22"/>
                <w:szCs w:val="22"/>
              </w:rPr>
            </w:pPr>
            <w:r w:rsidRPr="006C1BE1">
              <w:rPr>
                <w:i/>
                <w:sz w:val="22"/>
                <w:szCs w:val="22"/>
              </w:rPr>
              <w:t>[Postal address]</w:t>
            </w:r>
          </w:p>
        </w:tc>
        <w:tc>
          <w:tcPr>
            <w:tcW w:w="4497" w:type="dxa"/>
          </w:tcPr>
          <w:p w14:paraId="0161C2CD" w14:textId="77777777" w:rsidR="0040078D" w:rsidRPr="006C1BE1" w:rsidRDefault="0040078D">
            <w:pPr>
              <w:rPr>
                <w:sz w:val="22"/>
                <w:szCs w:val="22"/>
              </w:rPr>
            </w:pPr>
          </w:p>
        </w:tc>
      </w:tr>
      <w:tr w:rsidR="0008751A" w:rsidRPr="008B45F0" w14:paraId="3819CF5F" w14:textId="77777777">
        <w:trPr>
          <w:cantSplit/>
        </w:trPr>
        <w:tc>
          <w:tcPr>
            <w:tcW w:w="1003" w:type="dxa"/>
          </w:tcPr>
          <w:p w14:paraId="649D9FE2" w14:textId="77777777" w:rsidR="00AC22A6" w:rsidRPr="006C1BE1" w:rsidRDefault="00AC22A6">
            <w:pPr>
              <w:rPr>
                <w:sz w:val="22"/>
                <w:szCs w:val="22"/>
              </w:rPr>
            </w:pPr>
          </w:p>
          <w:p w14:paraId="14D3C092" w14:textId="77777777" w:rsidR="0008751A" w:rsidRPr="006C1BE1" w:rsidRDefault="0008751A">
            <w:pPr>
              <w:rPr>
                <w:sz w:val="22"/>
                <w:szCs w:val="22"/>
              </w:rPr>
            </w:pPr>
            <w:r w:rsidRPr="006C1BE1">
              <w:rPr>
                <w:sz w:val="22"/>
                <w:szCs w:val="22"/>
              </w:rPr>
              <w:t>Subject:</w:t>
            </w:r>
          </w:p>
        </w:tc>
        <w:tc>
          <w:tcPr>
            <w:tcW w:w="8487" w:type="dxa"/>
            <w:gridSpan w:val="2"/>
          </w:tcPr>
          <w:p w14:paraId="64EDE818" w14:textId="77777777" w:rsidR="00AC22A6" w:rsidRPr="006C1BE1" w:rsidRDefault="00AC22A6" w:rsidP="00170600">
            <w:pPr>
              <w:rPr>
                <w:sz w:val="22"/>
                <w:szCs w:val="22"/>
                <w:lang w:val="es-PE"/>
              </w:rPr>
            </w:pPr>
          </w:p>
          <w:p w14:paraId="0D18C09F" w14:textId="6D5C4552" w:rsidR="0008751A" w:rsidRPr="00B329DA" w:rsidRDefault="009A0EBC" w:rsidP="00170600">
            <w:pPr>
              <w:rPr>
                <w:sz w:val="22"/>
                <w:szCs w:val="22"/>
                <w:lang w:val="es-PE"/>
              </w:rPr>
            </w:pPr>
            <w:r w:rsidRPr="006C1BE1">
              <w:rPr>
                <w:sz w:val="22"/>
                <w:szCs w:val="22"/>
                <w:lang w:val="es-PE"/>
              </w:rPr>
              <w:t>ITB</w:t>
            </w:r>
            <w:r w:rsidR="0008751A" w:rsidRPr="006C1BE1">
              <w:rPr>
                <w:sz w:val="22"/>
                <w:szCs w:val="22"/>
                <w:lang w:val="es-PE"/>
              </w:rPr>
              <w:t xml:space="preserve"> No.: </w:t>
            </w:r>
            <w:bookmarkStart w:id="73" w:name="OPS_Case_no4"/>
            <w:bookmarkStart w:id="74" w:name="pno1"/>
            <w:bookmarkStart w:id="75" w:name="ProdDesc"/>
            <w:bookmarkEnd w:id="73"/>
            <w:bookmarkEnd w:id="74"/>
            <w:bookmarkEnd w:id="75"/>
            <w:r w:rsidR="009F6AEC" w:rsidRPr="006C1BE1">
              <w:rPr>
                <w:sz w:val="22"/>
                <w:szCs w:val="22"/>
                <w:lang w:val="es-ES"/>
              </w:rPr>
              <w:t>UNFPA/MNG/ITB/22/001</w:t>
            </w:r>
          </w:p>
        </w:tc>
      </w:tr>
    </w:tbl>
    <w:p w14:paraId="143B3808" w14:textId="77777777" w:rsidR="0008751A" w:rsidRPr="00B329DA" w:rsidRDefault="0008751A">
      <w:pPr>
        <w:ind w:firstLine="1418"/>
        <w:rPr>
          <w:sz w:val="22"/>
          <w:szCs w:val="22"/>
          <w:lang w:val="es-PE"/>
        </w:rPr>
      </w:pPr>
    </w:p>
    <w:p w14:paraId="16C50B31" w14:textId="77777777" w:rsidR="0008751A" w:rsidRDefault="0008751A">
      <w:pPr>
        <w:ind w:left="567"/>
        <w:rPr>
          <w:sz w:val="22"/>
          <w:szCs w:val="22"/>
        </w:rPr>
      </w:pPr>
      <w:r>
        <w:rPr>
          <w:sz w:val="22"/>
          <w:szCs w:val="22"/>
        </w:rPr>
        <w:t xml:space="preserve">YES, we intend to submit an </w:t>
      </w:r>
      <w:r w:rsidR="00E42E7C">
        <w:rPr>
          <w:sz w:val="22"/>
          <w:szCs w:val="22"/>
        </w:rPr>
        <w:t>bid</w:t>
      </w:r>
      <w:r>
        <w:rPr>
          <w:sz w:val="22"/>
          <w:szCs w:val="22"/>
        </w:rPr>
        <w:t>.</w:t>
      </w:r>
    </w:p>
    <w:p w14:paraId="127EC643" w14:textId="77777777" w:rsidR="0008751A" w:rsidRDefault="0008751A">
      <w:pPr>
        <w:ind w:left="567"/>
        <w:rPr>
          <w:sz w:val="22"/>
          <w:szCs w:val="22"/>
        </w:rPr>
      </w:pPr>
    </w:p>
    <w:p w14:paraId="60FBC99E" w14:textId="77777777" w:rsidR="0008751A" w:rsidRDefault="0008751A">
      <w:pPr>
        <w:ind w:left="567"/>
        <w:rPr>
          <w:sz w:val="22"/>
          <w:szCs w:val="22"/>
        </w:rPr>
      </w:pPr>
      <w:r>
        <w:rPr>
          <w:sz w:val="22"/>
          <w:szCs w:val="22"/>
        </w:rPr>
        <w:t xml:space="preserve">NO, we are unable to submit a bid in response to the above mentioned </w:t>
      </w:r>
      <w:r w:rsidR="00A33802">
        <w:rPr>
          <w:sz w:val="22"/>
          <w:szCs w:val="22"/>
        </w:rPr>
        <w:t>I</w:t>
      </w:r>
      <w:r>
        <w:rPr>
          <w:sz w:val="22"/>
          <w:szCs w:val="22"/>
        </w:rPr>
        <w:t xml:space="preserve">nvitation to </w:t>
      </w:r>
      <w:r w:rsidR="00A33802">
        <w:rPr>
          <w:sz w:val="22"/>
          <w:szCs w:val="22"/>
        </w:rPr>
        <w:t xml:space="preserve">Bid </w:t>
      </w:r>
      <w:r>
        <w:rPr>
          <w:sz w:val="22"/>
          <w:szCs w:val="22"/>
        </w:rPr>
        <w:t xml:space="preserve">due to the </w:t>
      </w:r>
      <w:r w:rsidR="00A33802">
        <w:rPr>
          <w:sz w:val="22"/>
          <w:szCs w:val="22"/>
        </w:rPr>
        <w:t xml:space="preserve">following </w:t>
      </w:r>
      <w:r>
        <w:rPr>
          <w:sz w:val="22"/>
          <w:szCs w:val="22"/>
        </w:rPr>
        <w:t>reason(s):</w:t>
      </w:r>
    </w:p>
    <w:p w14:paraId="0FE5FF80" w14:textId="77777777" w:rsidR="0008751A" w:rsidRDefault="0008751A">
      <w:pPr>
        <w:tabs>
          <w:tab w:val="left" w:pos="1418"/>
        </w:tabs>
        <w:ind w:left="1418" w:hanging="851"/>
        <w:rPr>
          <w:sz w:val="22"/>
          <w:szCs w:val="22"/>
        </w:rPr>
      </w:pPr>
      <w:r>
        <w:rPr>
          <w:sz w:val="22"/>
          <w:szCs w:val="22"/>
        </w:rPr>
        <w:t>( )</w:t>
      </w:r>
      <w:r>
        <w:rPr>
          <w:sz w:val="22"/>
          <w:szCs w:val="22"/>
        </w:rPr>
        <w:tab/>
        <w:t xml:space="preserve">The requested products </w:t>
      </w:r>
      <w:r w:rsidR="00170600">
        <w:rPr>
          <w:sz w:val="22"/>
          <w:szCs w:val="22"/>
        </w:rPr>
        <w:t xml:space="preserve">and services </w:t>
      </w:r>
      <w:r>
        <w:rPr>
          <w:sz w:val="22"/>
          <w:szCs w:val="22"/>
        </w:rPr>
        <w:t>are not within our range of supply</w:t>
      </w:r>
    </w:p>
    <w:p w14:paraId="74F68D3D" w14:textId="77777777" w:rsidR="0008751A" w:rsidRDefault="0008751A">
      <w:pPr>
        <w:tabs>
          <w:tab w:val="left" w:pos="1418"/>
        </w:tabs>
        <w:ind w:left="1418" w:hanging="851"/>
        <w:rPr>
          <w:sz w:val="22"/>
          <w:szCs w:val="22"/>
        </w:rPr>
      </w:pPr>
      <w:r>
        <w:rPr>
          <w:sz w:val="22"/>
          <w:szCs w:val="22"/>
        </w:rPr>
        <w:t>( )</w:t>
      </w:r>
      <w:r>
        <w:rPr>
          <w:sz w:val="22"/>
          <w:szCs w:val="22"/>
        </w:rPr>
        <w:tab/>
        <w:t xml:space="preserve">We are unable to submit a competitive </w:t>
      </w:r>
      <w:r w:rsidR="00E42E7C">
        <w:rPr>
          <w:sz w:val="22"/>
          <w:szCs w:val="22"/>
        </w:rPr>
        <w:t>bid</w:t>
      </w:r>
      <w:r>
        <w:rPr>
          <w:sz w:val="22"/>
          <w:szCs w:val="22"/>
        </w:rPr>
        <w:t xml:space="preserve"> for the requested products at the moment</w:t>
      </w:r>
    </w:p>
    <w:p w14:paraId="408E03C0" w14:textId="77777777" w:rsidR="0008751A" w:rsidRDefault="0008751A">
      <w:pPr>
        <w:tabs>
          <w:tab w:val="left" w:pos="1418"/>
        </w:tabs>
        <w:ind w:left="1418" w:hanging="851"/>
        <w:rPr>
          <w:sz w:val="22"/>
          <w:szCs w:val="22"/>
        </w:rPr>
      </w:pPr>
      <w:r>
        <w:rPr>
          <w:sz w:val="22"/>
          <w:szCs w:val="22"/>
        </w:rPr>
        <w:t>( )</w:t>
      </w:r>
      <w:r>
        <w:rPr>
          <w:sz w:val="22"/>
          <w:szCs w:val="22"/>
        </w:rPr>
        <w:tab/>
        <w:t>The requested products are not available at the moment</w:t>
      </w:r>
    </w:p>
    <w:p w14:paraId="62CDBC16" w14:textId="77777777" w:rsidR="0008751A" w:rsidRDefault="0008751A">
      <w:pPr>
        <w:tabs>
          <w:tab w:val="left" w:pos="1418"/>
        </w:tabs>
        <w:ind w:left="1418" w:hanging="851"/>
        <w:rPr>
          <w:sz w:val="22"/>
          <w:szCs w:val="22"/>
        </w:rPr>
      </w:pPr>
      <w:r>
        <w:rPr>
          <w:sz w:val="22"/>
          <w:szCs w:val="22"/>
        </w:rPr>
        <w:t>( )</w:t>
      </w:r>
      <w:r>
        <w:rPr>
          <w:sz w:val="22"/>
          <w:szCs w:val="22"/>
        </w:rPr>
        <w:tab/>
        <w:t>We cannot meet the requested specifications</w:t>
      </w:r>
    </w:p>
    <w:p w14:paraId="34981287" w14:textId="77777777" w:rsidR="0008751A" w:rsidRDefault="0008751A">
      <w:pPr>
        <w:tabs>
          <w:tab w:val="left" w:pos="1418"/>
        </w:tabs>
        <w:ind w:left="1418" w:hanging="851"/>
        <w:rPr>
          <w:sz w:val="22"/>
          <w:szCs w:val="22"/>
        </w:rPr>
      </w:pPr>
      <w:r>
        <w:rPr>
          <w:sz w:val="22"/>
          <w:szCs w:val="22"/>
        </w:rPr>
        <w:t>( )</w:t>
      </w:r>
      <w:r>
        <w:rPr>
          <w:sz w:val="22"/>
          <w:szCs w:val="22"/>
        </w:rPr>
        <w:tab/>
        <w:t>We cannot offer the requested type of packing</w:t>
      </w:r>
    </w:p>
    <w:p w14:paraId="17F8EA9D" w14:textId="77777777" w:rsidR="0008751A" w:rsidRDefault="0008751A">
      <w:pPr>
        <w:tabs>
          <w:tab w:val="left" w:pos="1418"/>
        </w:tabs>
        <w:ind w:left="1418" w:hanging="851"/>
        <w:rPr>
          <w:sz w:val="22"/>
          <w:szCs w:val="22"/>
        </w:rPr>
      </w:pPr>
      <w:r>
        <w:rPr>
          <w:sz w:val="22"/>
          <w:szCs w:val="22"/>
        </w:rPr>
        <w:t>( )</w:t>
      </w:r>
      <w:r>
        <w:rPr>
          <w:sz w:val="22"/>
          <w:szCs w:val="22"/>
        </w:rPr>
        <w:tab/>
        <w:t>We can only offer FCA prices</w:t>
      </w:r>
    </w:p>
    <w:p w14:paraId="7F865266" w14:textId="77777777" w:rsidR="0008751A" w:rsidRDefault="0008751A">
      <w:pPr>
        <w:tabs>
          <w:tab w:val="left" w:pos="1418"/>
        </w:tabs>
        <w:ind w:left="1418" w:hanging="851"/>
        <w:rPr>
          <w:sz w:val="22"/>
          <w:szCs w:val="22"/>
        </w:rPr>
      </w:pPr>
      <w:r>
        <w:rPr>
          <w:sz w:val="22"/>
          <w:szCs w:val="22"/>
        </w:rPr>
        <w:t>( )</w:t>
      </w:r>
      <w:r>
        <w:rPr>
          <w:sz w:val="22"/>
          <w:szCs w:val="22"/>
        </w:rPr>
        <w:tab/>
        <w:t>The information provided for quotation purposes is insufficient</w:t>
      </w:r>
    </w:p>
    <w:p w14:paraId="11E55343" w14:textId="77777777" w:rsidR="0008751A" w:rsidRDefault="0008751A">
      <w:pPr>
        <w:tabs>
          <w:tab w:val="left" w:pos="1418"/>
        </w:tabs>
        <w:ind w:left="1418" w:hanging="851"/>
        <w:rPr>
          <w:sz w:val="22"/>
          <w:szCs w:val="22"/>
        </w:rPr>
      </w:pPr>
      <w:r>
        <w:rPr>
          <w:sz w:val="22"/>
          <w:szCs w:val="22"/>
        </w:rPr>
        <w:t>( )</w:t>
      </w:r>
      <w:r>
        <w:rPr>
          <w:sz w:val="22"/>
          <w:szCs w:val="22"/>
        </w:rPr>
        <w:tab/>
        <w:t xml:space="preserve">Your </w:t>
      </w:r>
      <w:r w:rsidR="009A0EBC">
        <w:rPr>
          <w:sz w:val="22"/>
          <w:szCs w:val="22"/>
        </w:rPr>
        <w:t>ITB</w:t>
      </w:r>
      <w:r>
        <w:rPr>
          <w:sz w:val="22"/>
          <w:szCs w:val="22"/>
        </w:rPr>
        <w:t xml:space="preserve"> is too complicated</w:t>
      </w:r>
    </w:p>
    <w:p w14:paraId="0B5F6F2E" w14:textId="77777777" w:rsidR="0008751A" w:rsidRDefault="0008751A">
      <w:pPr>
        <w:tabs>
          <w:tab w:val="left" w:pos="1418"/>
        </w:tabs>
        <w:ind w:left="1418" w:hanging="851"/>
        <w:rPr>
          <w:sz w:val="22"/>
          <w:szCs w:val="22"/>
        </w:rPr>
      </w:pPr>
      <w:r>
        <w:rPr>
          <w:sz w:val="22"/>
          <w:szCs w:val="22"/>
        </w:rPr>
        <w:t>( )</w:t>
      </w:r>
      <w:r>
        <w:rPr>
          <w:sz w:val="22"/>
          <w:szCs w:val="22"/>
        </w:rPr>
        <w:tab/>
        <w:t>Insufficient time is allowed to prepare a quotation</w:t>
      </w:r>
    </w:p>
    <w:p w14:paraId="46F3F71B" w14:textId="77777777" w:rsidR="0008751A" w:rsidRDefault="0008751A">
      <w:pPr>
        <w:tabs>
          <w:tab w:val="left" w:pos="1418"/>
        </w:tabs>
        <w:ind w:left="1418" w:hanging="851"/>
        <w:rPr>
          <w:sz w:val="22"/>
          <w:szCs w:val="22"/>
        </w:rPr>
      </w:pPr>
      <w:r>
        <w:rPr>
          <w:sz w:val="22"/>
          <w:szCs w:val="22"/>
        </w:rPr>
        <w:t>( )</w:t>
      </w:r>
      <w:r>
        <w:rPr>
          <w:sz w:val="22"/>
          <w:szCs w:val="22"/>
        </w:rPr>
        <w:tab/>
        <w:t xml:space="preserve">We cannot meet the delivery requirements </w:t>
      </w:r>
    </w:p>
    <w:p w14:paraId="6864FCAA" w14:textId="77777777" w:rsidR="0008751A" w:rsidRDefault="0008751A">
      <w:pPr>
        <w:tabs>
          <w:tab w:val="left" w:pos="1418"/>
        </w:tabs>
        <w:ind w:left="1418" w:hanging="851"/>
        <w:rPr>
          <w:sz w:val="22"/>
          <w:szCs w:val="22"/>
        </w:rPr>
      </w:pPr>
      <w:r>
        <w:rPr>
          <w:sz w:val="22"/>
          <w:szCs w:val="22"/>
        </w:rPr>
        <w:t>( )</w:t>
      </w:r>
      <w:r>
        <w:rPr>
          <w:sz w:val="22"/>
          <w:szCs w:val="22"/>
        </w:rPr>
        <w:tab/>
        <w:t xml:space="preserve">We cannot adhere to your terms and conditions (please specify: payment terms, request for performance security, </w:t>
      </w:r>
      <w:proofErr w:type="spellStart"/>
      <w:r>
        <w:rPr>
          <w:sz w:val="22"/>
          <w:szCs w:val="22"/>
        </w:rPr>
        <w:t>etc</w:t>
      </w:r>
      <w:proofErr w:type="spellEnd"/>
      <w:r>
        <w:rPr>
          <w:sz w:val="22"/>
          <w:szCs w:val="22"/>
        </w:rPr>
        <w:t>)</w:t>
      </w:r>
    </w:p>
    <w:p w14:paraId="07BBE7C2" w14:textId="77777777" w:rsidR="0008751A" w:rsidRDefault="0008751A">
      <w:pPr>
        <w:tabs>
          <w:tab w:val="left" w:pos="1418"/>
        </w:tabs>
        <w:ind w:left="1418" w:hanging="851"/>
        <w:rPr>
          <w:sz w:val="22"/>
          <w:szCs w:val="22"/>
        </w:rPr>
      </w:pPr>
      <w:r>
        <w:rPr>
          <w:sz w:val="22"/>
          <w:szCs w:val="22"/>
        </w:rPr>
        <w:t>( )</w:t>
      </w:r>
      <w:r>
        <w:rPr>
          <w:sz w:val="22"/>
          <w:szCs w:val="22"/>
        </w:rPr>
        <w:tab/>
        <w:t>We do not export</w:t>
      </w:r>
    </w:p>
    <w:p w14:paraId="6A9C4C4A" w14:textId="77777777" w:rsidR="0008751A" w:rsidRDefault="0008751A">
      <w:pPr>
        <w:tabs>
          <w:tab w:val="left" w:pos="1418"/>
        </w:tabs>
        <w:ind w:left="1418" w:hanging="851"/>
        <w:rPr>
          <w:sz w:val="22"/>
          <w:szCs w:val="22"/>
        </w:rPr>
      </w:pPr>
      <w:r>
        <w:rPr>
          <w:sz w:val="22"/>
          <w:szCs w:val="22"/>
        </w:rPr>
        <w:t>( )</w:t>
      </w:r>
      <w:r>
        <w:rPr>
          <w:sz w:val="22"/>
          <w:szCs w:val="22"/>
        </w:rPr>
        <w:tab/>
        <w:t>Our production capacity is currently full</w:t>
      </w:r>
    </w:p>
    <w:p w14:paraId="2D0FC977" w14:textId="77777777" w:rsidR="0008751A" w:rsidRDefault="0008751A">
      <w:pPr>
        <w:tabs>
          <w:tab w:val="left" w:pos="1418"/>
        </w:tabs>
        <w:ind w:left="1418" w:hanging="851"/>
        <w:rPr>
          <w:sz w:val="22"/>
          <w:szCs w:val="22"/>
        </w:rPr>
      </w:pPr>
      <w:r>
        <w:rPr>
          <w:sz w:val="22"/>
          <w:szCs w:val="22"/>
        </w:rPr>
        <w:t>( )</w:t>
      </w:r>
      <w:r>
        <w:rPr>
          <w:sz w:val="22"/>
          <w:szCs w:val="22"/>
        </w:rPr>
        <w:tab/>
        <w:t>We are closed during the holiday season</w:t>
      </w:r>
    </w:p>
    <w:p w14:paraId="06519285" w14:textId="77777777" w:rsidR="0008751A" w:rsidRDefault="0008751A">
      <w:pPr>
        <w:tabs>
          <w:tab w:val="left" w:pos="1418"/>
        </w:tabs>
        <w:ind w:left="1418" w:hanging="851"/>
        <w:rPr>
          <w:sz w:val="22"/>
          <w:szCs w:val="22"/>
        </w:rPr>
      </w:pPr>
      <w:r>
        <w:rPr>
          <w:sz w:val="22"/>
          <w:szCs w:val="22"/>
        </w:rPr>
        <w:t>( )</w:t>
      </w:r>
      <w:r>
        <w:rPr>
          <w:sz w:val="22"/>
          <w:szCs w:val="22"/>
        </w:rPr>
        <w:tab/>
        <w:t xml:space="preserve">We had to give priority to other clients’ requests </w:t>
      </w:r>
    </w:p>
    <w:p w14:paraId="473C01E9" w14:textId="77777777" w:rsidR="0008751A" w:rsidRDefault="0008751A">
      <w:pPr>
        <w:tabs>
          <w:tab w:val="left" w:pos="1418"/>
        </w:tabs>
        <w:ind w:left="1418" w:hanging="851"/>
        <w:rPr>
          <w:sz w:val="22"/>
          <w:szCs w:val="22"/>
        </w:rPr>
      </w:pPr>
      <w:r>
        <w:rPr>
          <w:sz w:val="22"/>
          <w:szCs w:val="22"/>
        </w:rPr>
        <w:t>( )</w:t>
      </w:r>
      <w:r>
        <w:rPr>
          <w:sz w:val="22"/>
          <w:szCs w:val="22"/>
        </w:rPr>
        <w:tab/>
        <w:t>We do not sell directly</w:t>
      </w:r>
      <w:r w:rsidR="003741C1">
        <w:rPr>
          <w:sz w:val="22"/>
          <w:szCs w:val="22"/>
        </w:rPr>
        <w:t>,</w:t>
      </w:r>
      <w:r>
        <w:rPr>
          <w:sz w:val="22"/>
          <w:szCs w:val="22"/>
        </w:rPr>
        <w:t xml:space="preserve"> but through distributors </w:t>
      </w:r>
    </w:p>
    <w:p w14:paraId="67F7AEEE" w14:textId="77777777" w:rsidR="0008751A" w:rsidRDefault="0008751A">
      <w:pPr>
        <w:tabs>
          <w:tab w:val="left" w:pos="1418"/>
        </w:tabs>
        <w:ind w:left="1418" w:hanging="851"/>
        <w:rPr>
          <w:sz w:val="22"/>
          <w:szCs w:val="22"/>
        </w:rPr>
      </w:pPr>
      <w:r>
        <w:rPr>
          <w:sz w:val="22"/>
          <w:szCs w:val="22"/>
        </w:rPr>
        <w:t>( )</w:t>
      </w:r>
      <w:r>
        <w:rPr>
          <w:sz w:val="22"/>
          <w:szCs w:val="22"/>
        </w:rPr>
        <w:tab/>
        <w:t>We have no after-sales service available in the recipient country</w:t>
      </w:r>
    </w:p>
    <w:p w14:paraId="52E2BE9B" w14:textId="77777777" w:rsidR="0008751A" w:rsidRDefault="0008751A">
      <w:pPr>
        <w:tabs>
          <w:tab w:val="left" w:pos="1418"/>
        </w:tabs>
        <w:ind w:left="1418" w:hanging="851"/>
        <w:rPr>
          <w:sz w:val="22"/>
          <w:szCs w:val="22"/>
        </w:rPr>
      </w:pPr>
      <w:r>
        <w:rPr>
          <w:sz w:val="22"/>
          <w:szCs w:val="22"/>
        </w:rPr>
        <w:t>( )</w:t>
      </w:r>
      <w:r>
        <w:rPr>
          <w:sz w:val="22"/>
          <w:szCs w:val="22"/>
        </w:rPr>
        <w:tab/>
        <w:t>The person handling bid is away from the office</w:t>
      </w:r>
    </w:p>
    <w:p w14:paraId="1B99C128" w14:textId="77777777" w:rsidR="0008751A" w:rsidRDefault="0008751A">
      <w:pPr>
        <w:tabs>
          <w:tab w:val="left" w:pos="1418"/>
        </w:tabs>
        <w:ind w:left="1418" w:hanging="851"/>
        <w:rPr>
          <w:sz w:val="22"/>
          <w:szCs w:val="22"/>
        </w:rPr>
      </w:pPr>
      <w:r>
        <w:rPr>
          <w:sz w:val="22"/>
          <w:szCs w:val="22"/>
        </w:rPr>
        <w:t>( )</w:t>
      </w:r>
      <w:r>
        <w:rPr>
          <w:sz w:val="22"/>
          <w:szCs w:val="22"/>
        </w:rPr>
        <w:tab/>
        <w:t>Other (please specify)</w:t>
      </w:r>
    </w:p>
    <w:p w14:paraId="02751E01" w14:textId="77777777" w:rsidR="003741C1" w:rsidRDefault="003741C1">
      <w:pPr>
        <w:tabs>
          <w:tab w:val="left" w:pos="1418"/>
        </w:tabs>
        <w:ind w:left="1418" w:hanging="851"/>
        <w:rPr>
          <w:sz w:val="22"/>
          <w:szCs w:val="22"/>
        </w:rPr>
      </w:pPr>
    </w:p>
    <w:p w14:paraId="431A3FB8" w14:textId="77777777" w:rsidR="003741C1" w:rsidRDefault="003741C1">
      <w:pPr>
        <w:tabs>
          <w:tab w:val="left" w:pos="1418"/>
        </w:tabs>
        <w:ind w:left="1418" w:hanging="851"/>
        <w:rPr>
          <w:sz w:val="22"/>
          <w:szCs w:val="22"/>
        </w:rPr>
      </w:pPr>
      <w:r>
        <w:rPr>
          <w:sz w:val="22"/>
          <w:szCs w:val="22"/>
        </w:rPr>
        <w:t>Please confirm one of the following two options:</w:t>
      </w:r>
    </w:p>
    <w:p w14:paraId="733E5CC1" w14:textId="77777777" w:rsidR="0008751A" w:rsidRDefault="0008751A">
      <w:pPr>
        <w:tabs>
          <w:tab w:val="left" w:pos="1418"/>
        </w:tabs>
        <w:ind w:left="1418" w:hanging="851"/>
        <w:rPr>
          <w:sz w:val="22"/>
          <w:szCs w:val="22"/>
        </w:rPr>
      </w:pPr>
      <w:r>
        <w:rPr>
          <w:sz w:val="22"/>
          <w:szCs w:val="22"/>
        </w:rPr>
        <w:t>( )</w:t>
      </w:r>
      <w:r>
        <w:rPr>
          <w:sz w:val="22"/>
          <w:szCs w:val="22"/>
        </w:rPr>
        <w:tab/>
        <w:t xml:space="preserve">We would like to receive future </w:t>
      </w:r>
      <w:r w:rsidR="009A0EBC">
        <w:rPr>
          <w:sz w:val="22"/>
          <w:szCs w:val="22"/>
        </w:rPr>
        <w:t>ITB</w:t>
      </w:r>
      <w:r>
        <w:rPr>
          <w:sz w:val="22"/>
          <w:szCs w:val="22"/>
        </w:rPr>
        <w:t>s for this type of goods</w:t>
      </w:r>
    </w:p>
    <w:p w14:paraId="3C503598" w14:textId="77777777" w:rsidR="0008751A" w:rsidRDefault="0008751A">
      <w:pPr>
        <w:tabs>
          <w:tab w:val="left" w:pos="1418"/>
        </w:tabs>
        <w:ind w:left="1418" w:hanging="851"/>
        <w:rPr>
          <w:sz w:val="22"/>
          <w:szCs w:val="22"/>
        </w:rPr>
      </w:pPr>
      <w:r>
        <w:rPr>
          <w:sz w:val="22"/>
          <w:szCs w:val="22"/>
        </w:rPr>
        <w:t>( )</w:t>
      </w:r>
      <w:r>
        <w:rPr>
          <w:sz w:val="22"/>
          <w:szCs w:val="22"/>
        </w:rPr>
        <w:tab/>
        <w:t xml:space="preserve">We don’t want to receive </w:t>
      </w:r>
      <w:r w:rsidR="009A0EBC">
        <w:rPr>
          <w:sz w:val="22"/>
          <w:szCs w:val="22"/>
        </w:rPr>
        <w:t>ITB</w:t>
      </w:r>
      <w:r>
        <w:rPr>
          <w:sz w:val="22"/>
          <w:szCs w:val="22"/>
        </w:rPr>
        <w:t>s for this type of goods</w:t>
      </w:r>
    </w:p>
    <w:p w14:paraId="721D66C1" w14:textId="77777777" w:rsidR="0008751A" w:rsidRDefault="0008751A">
      <w:pPr>
        <w:tabs>
          <w:tab w:val="left" w:pos="1418"/>
        </w:tabs>
        <w:ind w:left="1418" w:hanging="851"/>
        <w:rPr>
          <w:sz w:val="22"/>
          <w:szCs w:val="22"/>
        </w:rPr>
      </w:pPr>
    </w:p>
    <w:p w14:paraId="1172356E" w14:textId="77777777" w:rsidR="0008751A" w:rsidRDefault="0008751A">
      <w:pPr>
        <w:pStyle w:val="SectionVHeader"/>
        <w:ind w:left="567"/>
        <w:jc w:val="left"/>
        <w:rPr>
          <w:sz w:val="22"/>
          <w:szCs w:val="22"/>
        </w:rPr>
      </w:pPr>
      <w:r>
        <w:rPr>
          <w:sz w:val="22"/>
          <w:szCs w:val="22"/>
        </w:rPr>
        <w:t xml:space="preserve">If UNFPA has questions to the </w:t>
      </w:r>
      <w:r w:rsidR="007C4290">
        <w:rPr>
          <w:sz w:val="22"/>
          <w:szCs w:val="22"/>
        </w:rPr>
        <w:t>B</w:t>
      </w:r>
      <w:r>
        <w:rPr>
          <w:sz w:val="22"/>
          <w:szCs w:val="22"/>
        </w:rPr>
        <w:t>idder concerning this NO BID, UNFPA should contact Mr./Ms._________________, phone/email ________________, who will be able to assist.</w:t>
      </w:r>
    </w:p>
    <w:p w14:paraId="5F05A5FC" w14:textId="77777777" w:rsidR="0008751A" w:rsidRDefault="0008751A">
      <w:pPr>
        <w:rPr>
          <w:lang w:val="en-GB"/>
        </w:rPr>
      </w:pPr>
      <w:r>
        <w:rPr>
          <w:lang w:val="en-GB"/>
        </w:rPr>
        <w:br w:type="page"/>
      </w:r>
    </w:p>
    <w:p w14:paraId="2CC3B44E" w14:textId="77777777" w:rsidR="0008751A" w:rsidRDefault="0008751A">
      <w:pPr>
        <w:pStyle w:val="Heading1"/>
        <w:jc w:val="center"/>
        <w:rPr>
          <w:rFonts w:ascii="Times New Roman" w:hAnsi="Times New Roman" w:cs="Times New Roman"/>
          <w:sz w:val="22"/>
          <w:szCs w:val="28"/>
          <w:lang w:val="en-GB"/>
        </w:rPr>
      </w:pPr>
      <w:bookmarkStart w:id="76" w:name="_Toc99385402"/>
      <w:r>
        <w:rPr>
          <w:rFonts w:ascii="Times New Roman" w:hAnsi="Times New Roman" w:cs="Times New Roman"/>
          <w:sz w:val="22"/>
          <w:szCs w:val="28"/>
          <w:lang w:val="en-GB"/>
        </w:rPr>
        <w:t>2. Bid Submission Form</w:t>
      </w:r>
      <w:bookmarkEnd w:id="76"/>
    </w:p>
    <w:p w14:paraId="529E576A" w14:textId="77777777" w:rsidR="0008751A" w:rsidRPr="006C1BE1" w:rsidRDefault="0008751A" w:rsidP="002245E7">
      <w:pPr>
        <w:jc w:val="center"/>
        <w:rPr>
          <w:i/>
          <w:snapToGrid w:val="0"/>
          <w:sz w:val="22"/>
          <w:szCs w:val="22"/>
          <w:lang w:val="en-GB"/>
        </w:rPr>
      </w:pPr>
      <w:r w:rsidRPr="006C1BE1">
        <w:rPr>
          <w:i/>
          <w:snapToGrid w:val="0"/>
          <w:sz w:val="22"/>
          <w:szCs w:val="22"/>
          <w:lang w:val="en-GB"/>
        </w:rPr>
        <w:t xml:space="preserve">[The </w:t>
      </w:r>
      <w:r w:rsidR="007C4290" w:rsidRPr="006C1BE1">
        <w:rPr>
          <w:i/>
          <w:snapToGrid w:val="0"/>
          <w:sz w:val="22"/>
          <w:szCs w:val="22"/>
          <w:lang w:val="en-GB"/>
        </w:rPr>
        <w:t>B</w:t>
      </w:r>
      <w:r w:rsidRPr="006C1BE1">
        <w:rPr>
          <w:i/>
          <w:snapToGrid w:val="0"/>
          <w:sz w:val="22"/>
          <w:szCs w:val="22"/>
          <w:lang w:val="en-GB"/>
        </w:rPr>
        <w:t>idder shall fill in this form in accordance with the instructions indicated. No alterations to its format shall be permitted and no substitutions shall be accepted.]</w:t>
      </w:r>
    </w:p>
    <w:p w14:paraId="06B4C730" w14:textId="77777777" w:rsidR="00687DF6" w:rsidRPr="006C1BE1" w:rsidRDefault="00687DF6" w:rsidP="002245E7">
      <w:pPr>
        <w:jc w:val="center"/>
        <w:rPr>
          <w:i/>
          <w:snapToGrid w:val="0"/>
          <w:sz w:val="22"/>
          <w:szCs w:val="22"/>
          <w:lang w:val="en-GB"/>
        </w:rPr>
      </w:pPr>
    </w:p>
    <w:p w14:paraId="29F396DC" w14:textId="77777777" w:rsidR="0008751A" w:rsidRPr="006C1BE1" w:rsidRDefault="0008751A">
      <w:pPr>
        <w:jc w:val="both"/>
        <w:rPr>
          <w:snapToGrid w:val="0"/>
          <w:sz w:val="22"/>
          <w:szCs w:val="22"/>
          <w:lang w:val="en-GB"/>
        </w:rPr>
      </w:pPr>
      <w:r w:rsidRPr="006C1BE1">
        <w:rPr>
          <w:b/>
          <w:snapToGrid w:val="0"/>
          <w:sz w:val="22"/>
          <w:szCs w:val="22"/>
          <w:lang w:val="en-GB"/>
        </w:rPr>
        <w:t>Date:</w:t>
      </w:r>
      <w:r w:rsidRPr="006C1BE1">
        <w:rPr>
          <w:i/>
          <w:snapToGrid w:val="0"/>
          <w:sz w:val="22"/>
          <w:szCs w:val="22"/>
          <w:lang w:val="en-GB"/>
        </w:rPr>
        <w:t xml:space="preserve"> [insert date (as day, month and year) of Bid Submission]</w:t>
      </w:r>
    </w:p>
    <w:p w14:paraId="45FBA30B" w14:textId="43A5FF34" w:rsidR="0008751A" w:rsidRPr="006C1BE1" w:rsidRDefault="009A0EBC">
      <w:pPr>
        <w:jc w:val="both"/>
        <w:rPr>
          <w:snapToGrid w:val="0"/>
          <w:sz w:val="22"/>
          <w:szCs w:val="22"/>
          <w:lang w:val="es-PE"/>
        </w:rPr>
      </w:pPr>
      <w:r w:rsidRPr="006C1BE1">
        <w:rPr>
          <w:b/>
          <w:snapToGrid w:val="0"/>
          <w:sz w:val="22"/>
          <w:szCs w:val="22"/>
          <w:lang w:val="es-PE"/>
        </w:rPr>
        <w:t>ITB</w:t>
      </w:r>
      <w:r w:rsidR="0008751A" w:rsidRPr="006C1BE1">
        <w:rPr>
          <w:b/>
          <w:snapToGrid w:val="0"/>
          <w:sz w:val="22"/>
          <w:szCs w:val="22"/>
          <w:lang w:val="es-PE"/>
        </w:rPr>
        <w:t xml:space="preserve"> No.:</w:t>
      </w:r>
      <w:r w:rsidR="0008751A" w:rsidRPr="006C1BE1">
        <w:rPr>
          <w:snapToGrid w:val="0"/>
          <w:sz w:val="22"/>
          <w:szCs w:val="22"/>
          <w:lang w:val="es-PE"/>
        </w:rPr>
        <w:t xml:space="preserve"> </w:t>
      </w:r>
      <w:r w:rsidR="009F6AEC" w:rsidRPr="006C1BE1">
        <w:rPr>
          <w:sz w:val="22"/>
          <w:szCs w:val="22"/>
          <w:lang w:val="es-ES"/>
        </w:rPr>
        <w:t>UNFPA/MNG/ITB/22/001</w:t>
      </w:r>
    </w:p>
    <w:p w14:paraId="6C26C31D" w14:textId="77777777" w:rsidR="0008751A" w:rsidRPr="006C1BE1" w:rsidRDefault="0008751A">
      <w:pPr>
        <w:jc w:val="both"/>
        <w:rPr>
          <w:snapToGrid w:val="0"/>
          <w:sz w:val="22"/>
          <w:szCs w:val="22"/>
          <w:lang w:val="es-PE"/>
        </w:rPr>
      </w:pPr>
    </w:p>
    <w:p w14:paraId="11EB11FC" w14:textId="77777777" w:rsidR="0008751A" w:rsidRPr="006C1BE1" w:rsidRDefault="0008751A">
      <w:pPr>
        <w:jc w:val="both"/>
        <w:rPr>
          <w:snapToGrid w:val="0"/>
          <w:sz w:val="22"/>
          <w:szCs w:val="22"/>
          <w:lang w:val="en-GB"/>
        </w:rPr>
      </w:pPr>
      <w:r w:rsidRPr="006C1BE1">
        <w:rPr>
          <w:snapToGrid w:val="0"/>
          <w:sz w:val="22"/>
          <w:szCs w:val="22"/>
          <w:lang w:val="en-GB"/>
        </w:rPr>
        <w:t>To: Complete name of Purchaser, UNFPA</w:t>
      </w:r>
    </w:p>
    <w:p w14:paraId="2F4B9B12" w14:textId="77777777" w:rsidR="0008751A" w:rsidRPr="006C1BE1" w:rsidRDefault="0008751A">
      <w:pPr>
        <w:jc w:val="both"/>
        <w:rPr>
          <w:snapToGrid w:val="0"/>
          <w:sz w:val="22"/>
          <w:szCs w:val="22"/>
          <w:lang w:val="en-GB"/>
        </w:rPr>
      </w:pPr>
    </w:p>
    <w:p w14:paraId="3CAFDA9F" w14:textId="77777777" w:rsidR="0008751A" w:rsidRPr="006C1BE1" w:rsidRDefault="0008751A">
      <w:pPr>
        <w:jc w:val="both"/>
        <w:rPr>
          <w:snapToGrid w:val="0"/>
          <w:sz w:val="22"/>
          <w:szCs w:val="22"/>
          <w:lang w:val="en-GB"/>
        </w:rPr>
      </w:pPr>
    </w:p>
    <w:p w14:paraId="6B50C12C" w14:textId="77777777" w:rsidR="0008751A" w:rsidRPr="006C1BE1" w:rsidRDefault="0008751A">
      <w:pPr>
        <w:jc w:val="both"/>
        <w:rPr>
          <w:snapToGrid w:val="0"/>
          <w:sz w:val="22"/>
          <w:szCs w:val="22"/>
          <w:lang w:val="en-GB"/>
        </w:rPr>
      </w:pPr>
      <w:r w:rsidRPr="006C1BE1">
        <w:rPr>
          <w:snapToGrid w:val="0"/>
          <w:sz w:val="22"/>
          <w:szCs w:val="22"/>
          <w:lang w:val="en-GB"/>
        </w:rPr>
        <w:t>Dear Sir / Madam,</w:t>
      </w:r>
    </w:p>
    <w:p w14:paraId="37E86A44" w14:textId="77777777" w:rsidR="0008751A" w:rsidRPr="006C1BE1" w:rsidRDefault="0008751A">
      <w:pPr>
        <w:jc w:val="both"/>
        <w:rPr>
          <w:snapToGrid w:val="0"/>
          <w:sz w:val="22"/>
          <w:szCs w:val="22"/>
          <w:lang w:val="en-GB"/>
        </w:rPr>
      </w:pPr>
    </w:p>
    <w:p w14:paraId="58998483" w14:textId="01C46F8D" w:rsidR="0008751A" w:rsidRPr="006C1BE1" w:rsidRDefault="0008751A">
      <w:pPr>
        <w:jc w:val="both"/>
        <w:rPr>
          <w:snapToGrid w:val="0"/>
          <w:sz w:val="22"/>
          <w:szCs w:val="22"/>
          <w:lang w:val="en-GB"/>
        </w:rPr>
      </w:pPr>
      <w:r w:rsidRPr="006C1BE1">
        <w:rPr>
          <w:snapToGrid w:val="0"/>
          <w:sz w:val="22"/>
          <w:szCs w:val="22"/>
          <w:lang w:val="en-GB"/>
        </w:rPr>
        <w:t>We the Undersigned have examined and have no reservations to the Bidding Documents No. UNFPA/</w:t>
      </w:r>
      <w:r w:rsidR="0004171A" w:rsidRPr="006C1BE1">
        <w:rPr>
          <w:snapToGrid w:val="0"/>
          <w:sz w:val="22"/>
          <w:szCs w:val="22"/>
          <w:lang w:val="en-GB"/>
        </w:rPr>
        <w:t>MNG/ITB/22/001</w:t>
      </w:r>
      <w:r w:rsidRPr="006C1BE1">
        <w:rPr>
          <w:snapToGrid w:val="0"/>
          <w:sz w:val="22"/>
          <w:szCs w:val="22"/>
          <w:lang w:val="en-GB"/>
        </w:rPr>
        <w:t xml:space="preserve"> and amendments</w:t>
      </w:r>
      <w:r w:rsidR="003741C1" w:rsidRPr="006C1BE1">
        <w:rPr>
          <w:snapToGrid w:val="0"/>
          <w:sz w:val="22"/>
          <w:szCs w:val="22"/>
          <w:lang w:val="en-GB"/>
        </w:rPr>
        <w:t xml:space="preserve"> We </w:t>
      </w:r>
      <w:r w:rsidRPr="006C1BE1">
        <w:rPr>
          <w:snapToGrid w:val="0"/>
          <w:sz w:val="22"/>
          <w:szCs w:val="22"/>
          <w:lang w:val="en-GB"/>
        </w:rPr>
        <w:t>hereby offer to supply</w:t>
      </w:r>
      <w:r w:rsidR="00CE313F" w:rsidRPr="006C1BE1">
        <w:rPr>
          <w:snapToGrid w:val="0"/>
          <w:sz w:val="22"/>
          <w:szCs w:val="22"/>
          <w:lang w:val="en-GB"/>
        </w:rPr>
        <w:t>,</w:t>
      </w:r>
      <w:r w:rsidRPr="006C1BE1">
        <w:rPr>
          <w:snapToGrid w:val="0"/>
          <w:sz w:val="22"/>
          <w:szCs w:val="22"/>
          <w:lang w:val="en-GB"/>
        </w:rPr>
        <w:t xml:space="preserve"> in conformity with the Bidding Documents and in accordance with the Delivery Schedules specified in the Schedule of Requirements</w:t>
      </w:r>
      <w:r w:rsidR="00CE313F" w:rsidRPr="006C1BE1">
        <w:rPr>
          <w:snapToGrid w:val="0"/>
          <w:sz w:val="22"/>
          <w:szCs w:val="22"/>
          <w:lang w:val="en-GB"/>
        </w:rPr>
        <w:t>,</w:t>
      </w:r>
      <w:r w:rsidRPr="006C1BE1">
        <w:rPr>
          <w:snapToGrid w:val="0"/>
          <w:sz w:val="22"/>
          <w:szCs w:val="22"/>
          <w:lang w:val="en-GB"/>
        </w:rPr>
        <w:t xml:space="preserve"> the following goods and related services _____________________________________</w:t>
      </w:r>
      <w:r w:rsidR="00122377" w:rsidRPr="006C1BE1">
        <w:rPr>
          <w:snapToGrid w:val="0"/>
          <w:sz w:val="22"/>
          <w:szCs w:val="22"/>
          <w:lang w:val="en-GB"/>
        </w:rPr>
        <w:t xml:space="preserve">______________ </w:t>
      </w:r>
      <w:r w:rsidRPr="006C1BE1">
        <w:rPr>
          <w:snapToGrid w:val="0"/>
          <w:sz w:val="22"/>
          <w:szCs w:val="22"/>
          <w:lang w:val="en-GB"/>
        </w:rPr>
        <w:t>which are subject to UN</w:t>
      </w:r>
      <w:r w:rsidR="0040078D" w:rsidRPr="006C1BE1">
        <w:rPr>
          <w:snapToGrid w:val="0"/>
          <w:sz w:val="22"/>
          <w:szCs w:val="22"/>
          <w:lang w:val="en-GB"/>
        </w:rPr>
        <w:t>FPA</w:t>
      </w:r>
      <w:r w:rsidRPr="006C1BE1">
        <w:rPr>
          <w:snapToGrid w:val="0"/>
          <w:sz w:val="22"/>
          <w:szCs w:val="22"/>
          <w:lang w:val="en-GB"/>
        </w:rPr>
        <w:t xml:space="preserve"> General </w:t>
      </w:r>
      <w:r w:rsidR="001A17FE" w:rsidRPr="006C1BE1">
        <w:rPr>
          <w:snapToGrid w:val="0"/>
          <w:sz w:val="22"/>
          <w:szCs w:val="22"/>
          <w:lang w:val="en-GB"/>
        </w:rPr>
        <w:t>Conditions of Contract</w:t>
      </w:r>
      <w:r w:rsidR="00D84B08" w:rsidRPr="006C1BE1">
        <w:rPr>
          <w:snapToGrid w:val="0"/>
          <w:sz w:val="22"/>
          <w:szCs w:val="22"/>
          <w:lang w:val="en-GB"/>
        </w:rPr>
        <w:t xml:space="preserve"> and other terms and conditions</w:t>
      </w:r>
      <w:r w:rsidR="000068FC" w:rsidRPr="006C1BE1">
        <w:rPr>
          <w:snapToGrid w:val="0"/>
          <w:sz w:val="22"/>
          <w:szCs w:val="22"/>
          <w:lang w:val="en-GB"/>
        </w:rPr>
        <w:t xml:space="preserve"> </w:t>
      </w:r>
      <w:r w:rsidRPr="006C1BE1">
        <w:rPr>
          <w:snapToGrid w:val="0"/>
          <w:sz w:val="22"/>
          <w:szCs w:val="22"/>
          <w:lang w:val="en-GB"/>
        </w:rPr>
        <w:t xml:space="preserve">specified in the document. </w:t>
      </w:r>
    </w:p>
    <w:p w14:paraId="0BADD60E" w14:textId="77777777" w:rsidR="0008751A" w:rsidRPr="006C1BE1" w:rsidRDefault="0008751A">
      <w:pPr>
        <w:jc w:val="both"/>
        <w:rPr>
          <w:snapToGrid w:val="0"/>
          <w:sz w:val="22"/>
          <w:szCs w:val="22"/>
          <w:lang w:val="en-GB"/>
        </w:rPr>
      </w:pPr>
    </w:p>
    <w:p w14:paraId="22896CEB" w14:textId="7D8F9A77" w:rsidR="0008751A" w:rsidRPr="006C1BE1" w:rsidRDefault="0008751A">
      <w:pPr>
        <w:jc w:val="both"/>
        <w:rPr>
          <w:snapToGrid w:val="0"/>
          <w:sz w:val="22"/>
          <w:szCs w:val="22"/>
          <w:lang w:val="en-GB"/>
        </w:rPr>
      </w:pPr>
      <w:r w:rsidRPr="006C1BE1">
        <w:rPr>
          <w:snapToGrid w:val="0"/>
          <w:sz w:val="22"/>
          <w:szCs w:val="22"/>
          <w:lang w:val="en-GB"/>
        </w:rPr>
        <w:t xml:space="preserve">We agree to abide by this bid for a period of </w:t>
      </w:r>
      <w:r w:rsidR="005C7732" w:rsidRPr="006C1BE1">
        <w:rPr>
          <w:i/>
          <w:sz w:val="22"/>
          <w:szCs w:val="22"/>
        </w:rPr>
        <w:t xml:space="preserve">90 days </w:t>
      </w:r>
      <w:r w:rsidRPr="006C1BE1">
        <w:rPr>
          <w:snapToGrid w:val="0"/>
          <w:sz w:val="22"/>
          <w:szCs w:val="22"/>
          <w:lang w:val="en-GB"/>
        </w:rPr>
        <w:t>days from the date fixed for opening of bids in the Invitation to Bid, and it shall remain binding upon us and may be accepted at any time before the expiration of that period.</w:t>
      </w:r>
    </w:p>
    <w:p w14:paraId="7575A5C3" w14:textId="77777777" w:rsidR="0008751A" w:rsidRPr="006C1BE1" w:rsidRDefault="0008751A">
      <w:pPr>
        <w:jc w:val="both"/>
        <w:rPr>
          <w:snapToGrid w:val="0"/>
          <w:sz w:val="22"/>
          <w:szCs w:val="22"/>
          <w:lang w:val="en-GB"/>
        </w:rPr>
      </w:pPr>
    </w:p>
    <w:p w14:paraId="512E8BEE" w14:textId="77777777" w:rsidR="0008751A" w:rsidRDefault="0008751A">
      <w:pPr>
        <w:jc w:val="both"/>
        <w:rPr>
          <w:snapToGrid w:val="0"/>
          <w:sz w:val="22"/>
          <w:szCs w:val="22"/>
          <w:lang w:val="en-GB"/>
        </w:rPr>
      </w:pPr>
      <w:r w:rsidRPr="006C1BE1">
        <w:rPr>
          <w:snapToGrid w:val="0"/>
          <w:sz w:val="22"/>
          <w:szCs w:val="22"/>
          <w:lang w:val="en-GB"/>
        </w:rPr>
        <w:t xml:space="preserve">We, including any subcontractors or suppliers for any part of the contract, have nationality from countries________ </w:t>
      </w:r>
      <w:r w:rsidRPr="006C1BE1">
        <w:rPr>
          <w:i/>
          <w:snapToGrid w:val="0"/>
          <w:sz w:val="22"/>
          <w:szCs w:val="22"/>
          <w:lang w:val="en-GB"/>
        </w:rPr>
        <w:t xml:space="preserve">[insert the nationality of the </w:t>
      </w:r>
      <w:r w:rsidR="007C4290" w:rsidRPr="006C1BE1">
        <w:rPr>
          <w:i/>
          <w:snapToGrid w:val="0"/>
          <w:sz w:val="22"/>
          <w:szCs w:val="22"/>
          <w:lang w:val="en-GB"/>
        </w:rPr>
        <w:t>B</w:t>
      </w:r>
      <w:r w:rsidRPr="006C1BE1">
        <w:rPr>
          <w:i/>
          <w:snapToGrid w:val="0"/>
          <w:sz w:val="22"/>
          <w:szCs w:val="22"/>
          <w:lang w:val="en-GB"/>
        </w:rPr>
        <w:t xml:space="preserve">idder, including that of all parties that comprise the </w:t>
      </w:r>
      <w:r w:rsidR="007C4290" w:rsidRPr="006C1BE1">
        <w:rPr>
          <w:i/>
          <w:snapToGrid w:val="0"/>
          <w:sz w:val="22"/>
          <w:szCs w:val="22"/>
          <w:lang w:val="en-GB"/>
        </w:rPr>
        <w:t>B</w:t>
      </w:r>
      <w:r w:rsidRPr="006C1BE1">
        <w:rPr>
          <w:i/>
          <w:snapToGrid w:val="0"/>
          <w:sz w:val="22"/>
          <w:szCs w:val="22"/>
          <w:lang w:val="en-GB"/>
        </w:rPr>
        <w:t xml:space="preserve">idder, if the </w:t>
      </w:r>
      <w:r w:rsidR="007C4290" w:rsidRPr="006C1BE1">
        <w:rPr>
          <w:i/>
          <w:snapToGrid w:val="0"/>
          <w:sz w:val="22"/>
          <w:szCs w:val="22"/>
          <w:lang w:val="en-GB"/>
        </w:rPr>
        <w:t>B</w:t>
      </w:r>
      <w:r w:rsidRPr="006C1BE1">
        <w:rPr>
          <w:i/>
          <w:snapToGrid w:val="0"/>
          <w:sz w:val="22"/>
          <w:szCs w:val="22"/>
          <w:lang w:val="en-GB"/>
        </w:rPr>
        <w:t>idder is a JV, and the nationality each subcontractor and supplier; otherwise buyer should delete this text if non-applicable</w:t>
      </w:r>
      <w:r w:rsidRPr="006C1BE1">
        <w:rPr>
          <w:snapToGrid w:val="0"/>
          <w:sz w:val="22"/>
          <w:szCs w:val="22"/>
          <w:lang w:val="en-GB"/>
        </w:rPr>
        <w:t>]</w:t>
      </w:r>
      <w:r>
        <w:rPr>
          <w:snapToGrid w:val="0"/>
          <w:sz w:val="22"/>
          <w:szCs w:val="22"/>
          <w:lang w:val="en-GB"/>
        </w:rPr>
        <w:t xml:space="preserve"> </w:t>
      </w:r>
    </w:p>
    <w:p w14:paraId="4EE7A52A" w14:textId="77777777" w:rsidR="0008751A" w:rsidRDefault="0008751A">
      <w:pPr>
        <w:jc w:val="both"/>
        <w:rPr>
          <w:snapToGrid w:val="0"/>
          <w:sz w:val="22"/>
          <w:szCs w:val="22"/>
          <w:lang w:val="en-GB"/>
        </w:rPr>
      </w:pPr>
    </w:p>
    <w:p w14:paraId="684E7F4E" w14:textId="77777777" w:rsidR="0008751A" w:rsidRDefault="0008751A">
      <w:pPr>
        <w:jc w:val="both"/>
        <w:rPr>
          <w:snapToGrid w:val="0"/>
          <w:sz w:val="22"/>
          <w:szCs w:val="22"/>
          <w:lang w:val="en-GB"/>
        </w:rPr>
      </w:pPr>
      <w:r>
        <w:rPr>
          <w:snapToGrid w:val="0"/>
          <w:sz w:val="22"/>
          <w:szCs w:val="22"/>
          <w:lang w:val="en-GB"/>
        </w:rPr>
        <w:t xml:space="preserve">We have no conflict of interest in accordance with Instructions to </w:t>
      </w:r>
      <w:r w:rsidR="00CE313F">
        <w:rPr>
          <w:snapToGrid w:val="0"/>
          <w:sz w:val="22"/>
          <w:szCs w:val="22"/>
          <w:lang w:val="en-GB"/>
        </w:rPr>
        <w:t xml:space="preserve">Bidders </w:t>
      </w:r>
      <w:r>
        <w:rPr>
          <w:snapToGrid w:val="0"/>
          <w:sz w:val="22"/>
          <w:szCs w:val="22"/>
          <w:lang w:val="en-GB"/>
        </w:rPr>
        <w:t>Sub-Clause 2.</w:t>
      </w:r>
      <w:r w:rsidR="00AC09CF">
        <w:rPr>
          <w:snapToGrid w:val="0"/>
          <w:sz w:val="22"/>
          <w:szCs w:val="22"/>
          <w:lang w:val="en-GB"/>
        </w:rPr>
        <w:t>1</w:t>
      </w:r>
      <w:r>
        <w:rPr>
          <w:snapToGrid w:val="0"/>
          <w:sz w:val="22"/>
          <w:szCs w:val="22"/>
          <w:lang w:val="en-GB"/>
        </w:rPr>
        <w:t>;</w:t>
      </w:r>
    </w:p>
    <w:p w14:paraId="2E6FB8DD" w14:textId="77777777" w:rsidR="0008751A" w:rsidRDefault="0008751A">
      <w:pPr>
        <w:jc w:val="both"/>
        <w:rPr>
          <w:snapToGrid w:val="0"/>
          <w:sz w:val="22"/>
          <w:szCs w:val="22"/>
          <w:lang w:val="en-GB"/>
        </w:rPr>
      </w:pPr>
    </w:p>
    <w:p w14:paraId="79A5DB0A" w14:textId="77777777" w:rsidR="0008751A" w:rsidRDefault="0008751A">
      <w:pPr>
        <w:jc w:val="both"/>
        <w:rPr>
          <w:snapToGrid w:val="0"/>
          <w:sz w:val="22"/>
          <w:szCs w:val="22"/>
          <w:lang w:val="en-GB"/>
        </w:rPr>
      </w:pPr>
      <w:r>
        <w:rPr>
          <w:snapToGrid w:val="0"/>
          <w:sz w:val="22"/>
          <w:szCs w:val="22"/>
          <w:lang w:val="en-GB"/>
        </w:rPr>
        <w:t>Our firm, its affiliates or subsidiaries—including any subcontractors or suppliers for any part of the contract—</w:t>
      </w:r>
      <w:r w:rsidR="00CE313F">
        <w:rPr>
          <w:snapToGrid w:val="0"/>
          <w:sz w:val="22"/>
          <w:szCs w:val="22"/>
          <w:lang w:val="en-GB"/>
        </w:rPr>
        <w:t xml:space="preserve">have </w:t>
      </w:r>
      <w:r>
        <w:rPr>
          <w:snapToGrid w:val="0"/>
          <w:sz w:val="22"/>
          <w:szCs w:val="22"/>
          <w:lang w:val="en-GB"/>
        </w:rPr>
        <w:t>not been declared ineligible by UNFPA, in accordance with Instructions to Bidders Sub-Clause 2.</w:t>
      </w:r>
      <w:r w:rsidR="00AC09CF">
        <w:rPr>
          <w:snapToGrid w:val="0"/>
          <w:sz w:val="22"/>
          <w:szCs w:val="22"/>
          <w:lang w:val="en-GB"/>
        </w:rPr>
        <w:t>2</w:t>
      </w:r>
      <w:r>
        <w:rPr>
          <w:snapToGrid w:val="0"/>
          <w:sz w:val="22"/>
          <w:szCs w:val="22"/>
          <w:lang w:val="en-GB"/>
        </w:rPr>
        <w:t>;</w:t>
      </w:r>
    </w:p>
    <w:p w14:paraId="4D7D8314" w14:textId="77777777" w:rsidR="0008751A" w:rsidRDefault="0008751A">
      <w:pPr>
        <w:jc w:val="both"/>
        <w:rPr>
          <w:snapToGrid w:val="0"/>
          <w:sz w:val="22"/>
          <w:szCs w:val="22"/>
          <w:lang w:val="en-GB"/>
        </w:rPr>
      </w:pPr>
    </w:p>
    <w:p w14:paraId="378DD66B" w14:textId="77777777" w:rsidR="0008751A" w:rsidRDefault="0008751A">
      <w:pPr>
        <w:jc w:val="both"/>
        <w:rPr>
          <w:snapToGrid w:val="0"/>
          <w:sz w:val="22"/>
          <w:szCs w:val="22"/>
          <w:lang w:val="en-GB"/>
        </w:rPr>
      </w:pPr>
      <w:r>
        <w:rPr>
          <w:snapToGrid w:val="0"/>
          <w:sz w:val="22"/>
          <w:szCs w:val="22"/>
          <w:lang w:val="en-GB"/>
        </w:rPr>
        <w:t>We understand that you are not bound to accept the lowest evaluated bid or any other bid that you may receive.</w:t>
      </w:r>
    </w:p>
    <w:p w14:paraId="0E822E0D" w14:textId="77777777" w:rsidR="00CE313F" w:rsidRDefault="00CE313F" w:rsidP="00CE313F">
      <w:pPr>
        <w:jc w:val="both"/>
        <w:rPr>
          <w:snapToGrid w:val="0"/>
          <w:sz w:val="22"/>
          <w:szCs w:val="22"/>
          <w:lang w:val="en-GB"/>
        </w:rPr>
      </w:pPr>
    </w:p>
    <w:p w14:paraId="1DB1E62F" w14:textId="77777777" w:rsidR="00CE313F" w:rsidRDefault="00CE313F" w:rsidP="00CE313F">
      <w:pPr>
        <w:jc w:val="both"/>
        <w:rPr>
          <w:snapToGrid w:val="0"/>
          <w:sz w:val="22"/>
          <w:szCs w:val="22"/>
          <w:lang w:val="en-GB"/>
        </w:rPr>
      </w:pPr>
      <w:r>
        <w:rPr>
          <w:snapToGrid w:val="0"/>
          <w:sz w:val="22"/>
          <w:szCs w:val="22"/>
          <w:lang w:val="en-GB"/>
        </w:rPr>
        <w:t>Dated on .............day of ......................................[</w:t>
      </w:r>
      <w:r>
        <w:rPr>
          <w:i/>
          <w:snapToGrid w:val="0"/>
          <w:sz w:val="22"/>
          <w:szCs w:val="22"/>
          <w:lang w:val="en-GB"/>
        </w:rPr>
        <w:t>year</w:t>
      </w:r>
      <w:r>
        <w:rPr>
          <w:snapToGrid w:val="0"/>
          <w:sz w:val="22"/>
          <w:szCs w:val="22"/>
          <w:lang w:val="en-GB"/>
        </w:rPr>
        <w:t>].</w:t>
      </w:r>
    </w:p>
    <w:p w14:paraId="252111B0" w14:textId="77777777" w:rsidR="0008751A" w:rsidRDefault="0008751A">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35"/>
        <w:gridCol w:w="7183"/>
      </w:tblGrid>
      <w:tr w:rsidR="00CE313F" w14:paraId="4158796C" w14:textId="77777777" w:rsidTr="00D438B7">
        <w:tc>
          <w:tcPr>
            <w:tcW w:w="2088" w:type="dxa"/>
          </w:tcPr>
          <w:p w14:paraId="7B2B4A08" w14:textId="77777777" w:rsidR="00ED0D9D" w:rsidRDefault="00ED0D9D">
            <w:pPr>
              <w:jc w:val="both"/>
              <w:rPr>
                <w:snapToGrid w:val="0"/>
                <w:sz w:val="22"/>
                <w:szCs w:val="22"/>
                <w:lang w:val="en-GB"/>
              </w:rPr>
            </w:pPr>
          </w:p>
          <w:p w14:paraId="1009A842" w14:textId="77777777" w:rsidR="00CE313F" w:rsidRDefault="00CE313F">
            <w:pPr>
              <w:jc w:val="both"/>
              <w:rPr>
                <w:snapToGrid w:val="0"/>
                <w:sz w:val="22"/>
                <w:szCs w:val="22"/>
                <w:lang w:val="en-GB"/>
              </w:rPr>
            </w:pPr>
            <w:r>
              <w:rPr>
                <w:snapToGrid w:val="0"/>
                <w:sz w:val="22"/>
                <w:szCs w:val="22"/>
                <w:lang w:val="en-GB"/>
              </w:rPr>
              <w:t>Signature:</w:t>
            </w:r>
          </w:p>
        </w:tc>
        <w:tc>
          <w:tcPr>
            <w:tcW w:w="8170" w:type="dxa"/>
          </w:tcPr>
          <w:p w14:paraId="1DE189E6" w14:textId="77777777" w:rsidR="00CE313F" w:rsidRPr="006C1BE1" w:rsidRDefault="00CE313F">
            <w:pPr>
              <w:jc w:val="both"/>
              <w:rPr>
                <w:snapToGrid w:val="0"/>
                <w:sz w:val="22"/>
                <w:szCs w:val="22"/>
                <w:lang w:val="en-GB"/>
              </w:rPr>
            </w:pPr>
          </w:p>
          <w:p w14:paraId="1CA7A2BE" w14:textId="77777777" w:rsidR="00CE313F" w:rsidRPr="006C1BE1" w:rsidRDefault="00CE313F">
            <w:pPr>
              <w:jc w:val="both"/>
              <w:rPr>
                <w:snapToGrid w:val="0"/>
                <w:sz w:val="22"/>
                <w:szCs w:val="22"/>
                <w:lang w:val="en-GB"/>
              </w:rPr>
            </w:pPr>
            <w:r w:rsidRPr="006C1BE1">
              <w:rPr>
                <w:snapToGrid w:val="0"/>
                <w:sz w:val="22"/>
                <w:szCs w:val="22"/>
                <w:lang w:val="en-GB"/>
              </w:rPr>
              <w:t>………………………………………………………………</w:t>
            </w:r>
          </w:p>
          <w:p w14:paraId="38A657A5" w14:textId="77777777" w:rsidR="00CE313F" w:rsidRPr="006C1BE1" w:rsidRDefault="00CE313F">
            <w:pPr>
              <w:jc w:val="both"/>
              <w:rPr>
                <w:i/>
                <w:snapToGrid w:val="0"/>
                <w:sz w:val="18"/>
                <w:szCs w:val="18"/>
                <w:lang w:val="en-GB"/>
              </w:rPr>
            </w:pPr>
            <w:r w:rsidRPr="006C1BE1">
              <w:rPr>
                <w:snapToGrid w:val="0"/>
                <w:sz w:val="18"/>
                <w:szCs w:val="18"/>
                <w:lang w:val="en-GB"/>
              </w:rPr>
              <w:t>[</w:t>
            </w:r>
            <w:r w:rsidRPr="006C1BE1">
              <w:rPr>
                <w:i/>
                <w:snapToGrid w:val="0"/>
                <w:sz w:val="18"/>
                <w:szCs w:val="18"/>
                <w:lang w:val="en-GB"/>
              </w:rPr>
              <w:t>insert signature of person whose name and capacity are shown]</w:t>
            </w:r>
          </w:p>
        </w:tc>
      </w:tr>
      <w:tr w:rsidR="00CE313F" w14:paraId="4E709CFE" w14:textId="77777777" w:rsidTr="00D438B7">
        <w:tc>
          <w:tcPr>
            <w:tcW w:w="2088" w:type="dxa"/>
          </w:tcPr>
          <w:p w14:paraId="515B86A8" w14:textId="77777777" w:rsidR="00ED0D9D" w:rsidRDefault="00ED0D9D">
            <w:pPr>
              <w:jc w:val="both"/>
              <w:rPr>
                <w:snapToGrid w:val="0"/>
                <w:sz w:val="22"/>
                <w:szCs w:val="22"/>
                <w:lang w:val="en-GB"/>
              </w:rPr>
            </w:pPr>
          </w:p>
          <w:p w14:paraId="55926C8A" w14:textId="77777777" w:rsidR="00CE313F" w:rsidRDefault="00CE313F">
            <w:pPr>
              <w:jc w:val="both"/>
              <w:rPr>
                <w:snapToGrid w:val="0"/>
                <w:sz w:val="22"/>
                <w:szCs w:val="22"/>
                <w:lang w:val="en-GB"/>
              </w:rPr>
            </w:pPr>
            <w:r>
              <w:rPr>
                <w:snapToGrid w:val="0"/>
                <w:sz w:val="22"/>
                <w:szCs w:val="22"/>
                <w:lang w:val="en-GB"/>
              </w:rPr>
              <w:t>In the capacity of:</w:t>
            </w:r>
          </w:p>
        </w:tc>
        <w:tc>
          <w:tcPr>
            <w:tcW w:w="8170" w:type="dxa"/>
          </w:tcPr>
          <w:p w14:paraId="6B35364E" w14:textId="77777777" w:rsidR="00CE313F" w:rsidRPr="006C1BE1" w:rsidRDefault="00CE313F" w:rsidP="00CE313F">
            <w:pPr>
              <w:jc w:val="both"/>
              <w:rPr>
                <w:snapToGrid w:val="0"/>
                <w:sz w:val="22"/>
                <w:szCs w:val="22"/>
                <w:lang w:val="en-GB"/>
              </w:rPr>
            </w:pPr>
          </w:p>
          <w:p w14:paraId="2CE7FAFC" w14:textId="77777777" w:rsidR="00CE313F" w:rsidRPr="006C1BE1" w:rsidRDefault="00CE313F" w:rsidP="00CE313F">
            <w:pPr>
              <w:jc w:val="both"/>
              <w:rPr>
                <w:snapToGrid w:val="0"/>
                <w:sz w:val="22"/>
                <w:szCs w:val="22"/>
                <w:lang w:val="en-GB"/>
              </w:rPr>
            </w:pPr>
            <w:r w:rsidRPr="006C1BE1">
              <w:rPr>
                <w:snapToGrid w:val="0"/>
                <w:sz w:val="22"/>
                <w:szCs w:val="22"/>
                <w:lang w:val="en-GB"/>
              </w:rPr>
              <w:t>………………………………………………………………</w:t>
            </w:r>
          </w:p>
          <w:p w14:paraId="0B308C13" w14:textId="77777777" w:rsidR="00CE313F" w:rsidRPr="006C1BE1" w:rsidRDefault="00CE313F">
            <w:pPr>
              <w:jc w:val="both"/>
              <w:rPr>
                <w:i/>
                <w:snapToGrid w:val="0"/>
                <w:sz w:val="18"/>
                <w:szCs w:val="18"/>
                <w:lang w:val="en-GB"/>
              </w:rPr>
            </w:pPr>
            <w:r w:rsidRPr="006C1BE1">
              <w:rPr>
                <w:i/>
                <w:snapToGrid w:val="0"/>
                <w:sz w:val="18"/>
                <w:szCs w:val="18"/>
                <w:lang w:val="en-GB"/>
              </w:rPr>
              <w:t>[insert legal capacity of person signing the Bid Submission Form]</w:t>
            </w:r>
          </w:p>
        </w:tc>
      </w:tr>
      <w:tr w:rsidR="00CE313F" w14:paraId="616BD851" w14:textId="77777777" w:rsidTr="00D438B7">
        <w:tc>
          <w:tcPr>
            <w:tcW w:w="2088" w:type="dxa"/>
          </w:tcPr>
          <w:p w14:paraId="00F85410" w14:textId="77777777" w:rsidR="00ED0D9D" w:rsidRDefault="00ED0D9D">
            <w:pPr>
              <w:jc w:val="both"/>
              <w:rPr>
                <w:snapToGrid w:val="0"/>
                <w:sz w:val="22"/>
                <w:szCs w:val="22"/>
                <w:lang w:val="en-GB"/>
              </w:rPr>
            </w:pPr>
          </w:p>
          <w:p w14:paraId="7C3E398C" w14:textId="77777777" w:rsidR="00CE313F" w:rsidRDefault="00CE313F">
            <w:pPr>
              <w:jc w:val="both"/>
              <w:rPr>
                <w:snapToGrid w:val="0"/>
                <w:sz w:val="22"/>
                <w:szCs w:val="22"/>
                <w:lang w:val="en-GB"/>
              </w:rPr>
            </w:pPr>
            <w:r>
              <w:rPr>
                <w:snapToGrid w:val="0"/>
                <w:sz w:val="22"/>
                <w:szCs w:val="22"/>
                <w:lang w:val="en-GB"/>
              </w:rPr>
              <w:t>Name:</w:t>
            </w:r>
          </w:p>
        </w:tc>
        <w:tc>
          <w:tcPr>
            <w:tcW w:w="8170" w:type="dxa"/>
          </w:tcPr>
          <w:p w14:paraId="75D0D5C5" w14:textId="77777777" w:rsidR="00CE313F" w:rsidRPr="006C1BE1" w:rsidRDefault="00CE313F" w:rsidP="00CE313F">
            <w:pPr>
              <w:jc w:val="both"/>
              <w:rPr>
                <w:snapToGrid w:val="0"/>
                <w:sz w:val="22"/>
                <w:szCs w:val="22"/>
                <w:lang w:val="en-GB"/>
              </w:rPr>
            </w:pPr>
          </w:p>
          <w:p w14:paraId="3B50B138" w14:textId="77777777" w:rsidR="00CE313F" w:rsidRPr="006C1BE1" w:rsidRDefault="00CE313F" w:rsidP="00CE313F">
            <w:pPr>
              <w:jc w:val="both"/>
              <w:rPr>
                <w:snapToGrid w:val="0"/>
                <w:sz w:val="22"/>
                <w:szCs w:val="22"/>
                <w:lang w:val="en-GB"/>
              </w:rPr>
            </w:pPr>
            <w:r w:rsidRPr="006C1BE1">
              <w:rPr>
                <w:snapToGrid w:val="0"/>
                <w:sz w:val="22"/>
                <w:szCs w:val="22"/>
                <w:lang w:val="en-GB"/>
              </w:rPr>
              <w:t>………………………………………………………………</w:t>
            </w:r>
          </w:p>
          <w:p w14:paraId="705FEED7" w14:textId="77777777" w:rsidR="00CE313F" w:rsidRPr="006C1BE1" w:rsidRDefault="00CE313F" w:rsidP="00CE313F">
            <w:pPr>
              <w:jc w:val="both"/>
              <w:rPr>
                <w:snapToGrid w:val="0"/>
                <w:sz w:val="22"/>
                <w:szCs w:val="22"/>
                <w:lang w:val="en-GB"/>
              </w:rPr>
            </w:pPr>
            <w:r w:rsidRPr="006C1BE1">
              <w:rPr>
                <w:i/>
                <w:snapToGrid w:val="0"/>
                <w:sz w:val="18"/>
                <w:szCs w:val="18"/>
                <w:lang w:val="en-GB"/>
              </w:rPr>
              <w:t>[insert complete name of person signing the Bid Submission Form]</w:t>
            </w:r>
          </w:p>
        </w:tc>
      </w:tr>
      <w:tr w:rsidR="00CE313F" w14:paraId="1B00D158" w14:textId="77777777" w:rsidTr="00D438B7">
        <w:tc>
          <w:tcPr>
            <w:tcW w:w="2088" w:type="dxa"/>
          </w:tcPr>
          <w:p w14:paraId="0F5397A5" w14:textId="77777777" w:rsidR="00ED0D9D" w:rsidRDefault="00ED0D9D">
            <w:pPr>
              <w:jc w:val="both"/>
              <w:rPr>
                <w:snapToGrid w:val="0"/>
                <w:sz w:val="22"/>
                <w:szCs w:val="22"/>
                <w:lang w:val="en-GB"/>
              </w:rPr>
            </w:pPr>
          </w:p>
          <w:p w14:paraId="0F5E2A6B" w14:textId="77777777" w:rsidR="00CE313F" w:rsidRDefault="00CE313F">
            <w:pPr>
              <w:jc w:val="both"/>
              <w:rPr>
                <w:snapToGrid w:val="0"/>
                <w:sz w:val="22"/>
                <w:szCs w:val="22"/>
                <w:lang w:val="en-GB"/>
              </w:rPr>
            </w:pPr>
            <w:r>
              <w:rPr>
                <w:snapToGrid w:val="0"/>
                <w:sz w:val="22"/>
                <w:szCs w:val="22"/>
                <w:lang w:val="en-GB"/>
              </w:rPr>
              <w:t>Company:</w:t>
            </w:r>
          </w:p>
        </w:tc>
        <w:tc>
          <w:tcPr>
            <w:tcW w:w="8170" w:type="dxa"/>
          </w:tcPr>
          <w:p w14:paraId="4734E88D" w14:textId="77777777" w:rsidR="00CE313F" w:rsidRPr="006C1BE1" w:rsidRDefault="00CE313F" w:rsidP="00CE313F">
            <w:pPr>
              <w:jc w:val="both"/>
              <w:rPr>
                <w:snapToGrid w:val="0"/>
                <w:sz w:val="22"/>
                <w:szCs w:val="22"/>
                <w:lang w:val="en-GB"/>
              </w:rPr>
            </w:pPr>
          </w:p>
          <w:p w14:paraId="7910543C" w14:textId="77777777" w:rsidR="00CE313F" w:rsidRPr="006C1BE1" w:rsidRDefault="00CE313F" w:rsidP="00CE313F">
            <w:pPr>
              <w:jc w:val="both"/>
              <w:rPr>
                <w:snapToGrid w:val="0"/>
                <w:sz w:val="22"/>
                <w:szCs w:val="22"/>
                <w:lang w:val="en-GB"/>
              </w:rPr>
            </w:pPr>
            <w:r w:rsidRPr="006C1BE1">
              <w:rPr>
                <w:snapToGrid w:val="0"/>
                <w:sz w:val="22"/>
                <w:szCs w:val="22"/>
                <w:lang w:val="en-GB"/>
              </w:rPr>
              <w:t>………………………………………………………………</w:t>
            </w:r>
          </w:p>
          <w:p w14:paraId="0CFF783D" w14:textId="77777777" w:rsidR="00CE313F" w:rsidRPr="006C1BE1" w:rsidRDefault="00CE313F" w:rsidP="00CE313F">
            <w:pPr>
              <w:jc w:val="both"/>
              <w:rPr>
                <w:snapToGrid w:val="0"/>
                <w:sz w:val="22"/>
                <w:szCs w:val="22"/>
                <w:lang w:val="en-GB"/>
              </w:rPr>
            </w:pPr>
            <w:r w:rsidRPr="006C1BE1">
              <w:rPr>
                <w:i/>
                <w:snapToGrid w:val="0"/>
                <w:sz w:val="18"/>
                <w:szCs w:val="18"/>
                <w:lang w:val="en-GB"/>
              </w:rPr>
              <w:t>[insert name of company]</w:t>
            </w:r>
          </w:p>
        </w:tc>
      </w:tr>
    </w:tbl>
    <w:p w14:paraId="71EBB3C9" w14:textId="77777777" w:rsidR="00CE313F" w:rsidRDefault="00CE313F">
      <w:pPr>
        <w:jc w:val="both"/>
        <w:rPr>
          <w:snapToGrid w:val="0"/>
          <w:sz w:val="22"/>
          <w:szCs w:val="22"/>
          <w:lang w:val="en-GB"/>
        </w:rPr>
      </w:pPr>
    </w:p>
    <w:p w14:paraId="2456B797" w14:textId="77777777" w:rsidR="0008751A" w:rsidRDefault="0008751A">
      <w:pPr>
        <w:jc w:val="both"/>
        <w:rPr>
          <w:snapToGrid w:val="0"/>
          <w:sz w:val="22"/>
          <w:szCs w:val="22"/>
          <w:lang w:val="en-GB"/>
        </w:rPr>
      </w:pPr>
    </w:p>
    <w:p w14:paraId="5401B649" w14:textId="77777777" w:rsidR="0008751A" w:rsidRDefault="0008751A">
      <w:pPr>
        <w:pStyle w:val="Heading1"/>
        <w:jc w:val="center"/>
        <w:rPr>
          <w:rFonts w:ascii="Times New Roman" w:hAnsi="Times New Roman" w:cs="Times New Roman"/>
          <w:sz w:val="22"/>
          <w:szCs w:val="28"/>
          <w:lang w:val="en-GB"/>
        </w:rPr>
      </w:pPr>
      <w:bookmarkStart w:id="77" w:name="_Toc234144775"/>
      <w:bookmarkStart w:id="78" w:name="_Toc234815945"/>
      <w:bookmarkStart w:id="79" w:name="_Toc99385403"/>
      <w:r>
        <w:rPr>
          <w:rFonts w:ascii="Times New Roman" w:hAnsi="Times New Roman" w:cs="Times New Roman"/>
          <w:sz w:val="22"/>
          <w:szCs w:val="28"/>
          <w:lang w:val="en-GB"/>
        </w:rPr>
        <w:t>3. Bidders Identification Form</w:t>
      </w:r>
      <w:bookmarkEnd w:id="77"/>
      <w:bookmarkEnd w:id="78"/>
      <w:bookmarkEnd w:id="79"/>
    </w:p>
    <w:p w14:paraId="43ADADE4" w14:textId="7E57AE0B" w:rsidR="0008751A" w:rsidRPr="008B45F0" w:rsidRDefault="0008751A">
      <w:pPr>
        <w:pStyle w:val="BlockText"/>
        <w:jc w:val="center"/>
        <w:rPr>
          <w:sz w:val="22"/>
          <w:szCs w:val="22"/>
          <w:lang w:val="es-ES"/>
        </w:rPr>
      </w:pPr>
      <w:bookmarkStart w:id="80" w:name="OLE_LINK8"/>
      <w:bookmarkStart w:id="81" w:name="OLE_LINK9"/>
      <w:bookmarkStart w:id="82" w:name="OLE_LINK10"/>
      <w:proofErr w:type="spellStart"/>
      <w:r w:rsidRPr="008B45F0">
        <w:rPr>
          <w:sz w:val="22"/>
          <w:szCs w:val="22"/>
          <w:lang w:val="es-ES"/>
        </w:rPr>
        <w:t>Bid</w:t>
      </w:r>
      <w:proofErr w:type="spellEnd"/>
      <w:r w:rsidRPr="008B45F0">
        <w:rPr>
          <w:sz w:val="22"/>
          <w:szCs w:val="22"/>
          <w:lang w:val="es-ES"/>
        </w:rPr>
        <w:t xml:space="preserve"> No</w:t>
      </w:r>
      <w:r w:rsidRPr="006C1BE1">
        <w:rPr>
          <w:sz w:val="22"/>
          <w:szCs w:val="22"/>
          <w:lang w:val="es-ES"/>
        </w:rPr>
        <w:t>. UNFPA/</w:t>
      </w:r>
      <w:r w:rsidR="0004171A" w:rsidRPr="006C1BE1">
        <w:rPr>
          <w:sz w:val="22"/>
          <w:szCs w:val="22"/>
          <w:lang w:val="es-ES"/>
        </w:rPr>
        <w:t>MNG</w:t>
      </w:r>
      <w:r w:rsidRPr="006C1BE1">
        <w:rPr>
          <w:sz w:val="22"/>
          <w:szCs w:val="22"/>
          <w:lang w:val="es-ES"/>
        </w:rPr>
        <w:t>/</w:t>
      </w:r>
      <w:r w:rsidR="0004171A" w:rsidRPr="006C1BE1">
        <w:rPr>
          <w:sz w:val="22"/>
          <w:szCs w:val="22"/>
          <w:lang w:val="es-ES"/>
        </w:rPr>
        <w:t>ITB/22</w:t>
      </w:r>
      <w:r w:rsidRPr="006C1BE1">
        <w:rPr>
          <w:sz w:val="22"/>
          <w:szCs w:val="22"/>
          <w:lang w:val="es-ES"/>
        </w:rPr>
        <w:t>/</w:t>
      </w:r>
      <w:r w:rsidR="0004171A" w:rsidRPr="006C1BE1">
        <w:rPr>
          <w:sz w:val="22"/>
          <w:szCs w:val="22"/>
          <w:lang w:val="es-ES"/>
        </w:rPr>
        <w:t>001</w:t>
      </w:r>
    </w:p>
    <w:bookmarkEnd w:id="80"/>
    <w:bookmarkEnd w:id="81"/>
    <w:bookmarkEnd w:id="82"/>
    <w:p w14:paraId="17CC5A63" w14:textId="77777777" w:rsidR="0008751A" w:rsidRPr="008B45F0" w:rsidRDefault="0008751A">
      <w:pPr>
        <w:rPr>
          <w:sz w:val="22"/>
          <w:szCs w:val="22"/>
          <w:lang w:val="es-ES"/>
        </w:rPr>
      </w:pPr>
    </w:p>
    <w:p w14:paraId="118822E8" w14:textId="77777777" w:rsidR="0008751A" w:rsidRDefault="0008751A" w:rsidP="00096FE3">
      <w:pPr>
        <w:numPr>
          <w:ilvl w:val="0"/>
          <w:numId w:val="15"/>
        </w:numPr>
        <w:overflowPunct/>
        <w:autoSpaceDE/>
        <w:autoSpaceDN/>
        <w:adjustRightInd/>
        <w:ind w:left="567" w:hanging="539"/>
        <w:textAlignment w:val="auto"/>
        <w:rPr>
          <w:b/>
          <w:sz w:val="22"/>
          <w:szCs w:val="22"/>
        </w:rPr>
      </w:pPr>
      <w:r>
        <w:rPr>
          <w:b/>
          <w:sz w:val="22"/>
          <w:szCs w:val="22"/>
        </w:rPr>
        <w:t>Organization</w:t>
      </w:r>
    </w:p>
    <w:p w14:paraId="7535DDE2" w14:textId="77777777" w:rsidR="0008751A" w:rsidRPr="00122377" w:rsidRDefault="0008751A">
      <w:pPr>
        <w:ind w:left="567"/>
        <w:rPr>
          <w:i/>
          <w:sz w:val="22"/>
          <w:szCs w:val="22"/>
        </w:rPr>
      </w:pP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08751A" w14:paraId="441C295D" w14:textId="77777777" w:rsidTr="0096764E">
        <w:trPr>
          <w:trHeight w:val="454"/>
        </w:trPr>
        <w:tc>
          <w:tcPr>
            <w:tcW w:w="4914" w:type="dxa"/>
          </w:tcPr>
          <w:p w14:paraId="6902E100" w14:textId="77777777" w:rsidR="0008751A" w:rsidRDefault="0008751A">
            <w:pPr>
              <w:spacing w:line="264" w:lineRule="auto"/>
              <w:rPr>
                <w:color w:val="000000"/>
                <w:sz w:val="22"/>
                <w:szCs w:val="22"/>
              </w:rPr>
            </w:pPr>
            <w:r>
              <w:rPr>
                <w:color w:val="000000"/>
                <w:sz w:val="22"/>
                <w:szCs w:val="22"/>
              </w:rPr>
              <w:t>Company/Institution Name</w:t>
            </w:r>
          </w:p>
        </w:tc>
        <w:tc>
          <w:tcPr>
            <w:tcW w:w="4158" w:type="dxa"/>
          </w:tcPr>
          <w:p w14:paraId="04D2852C" w14:textId="77777777" w:rsidR="0008751A" w:rsidRDefault="0008751A">
            <w:pPr>
              <w:spacing w:line="264" w:lineRule="auto"/>
              <w:rPr>
                <w:color w:val="000000"/>
                <w:sz w:val="22"/>
                <w:szCs w:val="22"/>
              </w:rPr>
            </w:pPr>
          </w:p>
        </w:tc>
      </w:tr>
      <w:tr w:rsidR="0008751A" w14:paraId="04A3299F" w14:textId="77777777" w:rsidTr="0096764E">
        <w:trPr>
          <w:trHeight w:val="454"/>
        </w:trPr>
        <w:tc>
          <w:tcPr>
            <w:tcW w:w="4914" w:type="dxa"/>
          </w:tcPr>
          <w:p w14:paraId="70FB7914" w14:textId="77777777" w:rsidR="0008751A" w:rsidRDefault="0008751A">
            <w:pPr>
              <w:spacing w:line="264" w:lineRule="auto"/>
              <w:rPr>
                <w:color w:val="000000"/>
                <w:sz w:val="22"/>
                <w:szCs w:val="22"/>
              </w:rPr>
            </w:pPr>
            <w:r>
              <w:rPr>
                <w:color w:val="000000"/>
                <w:sz w:val="22"/>
                <w:szCs w:val="22"/>
              </w:rPr>
              <w:t>Address, City, Country</w:t>
            </w:r>
          </w:p>
        </w:tc>
        <w:tc>
          <w:tcPr>
            <w:tcW w:w="4158" w:type="dxa"/>
          </w:tcPr>
          <w:p w14:paraId="01E169BA" w14:textId="77777777" w:rsidR="0008751A" w:rsidRDefault="0008751A">
            <w:pPr>
              <w:spacing w:line="264" w:lineRule="auto"/>
              <w:rPr>
                <w:color w:val="000000"/>
                <w:sz w:val="22"/>
                <w:szCs w:val="22"/>
              </w:rPr>
            </w:pPr>
          </w:p>
        </w:tc>
      </w:tr>
      <w:tr w:rsidR="0008751A" w14:paraId="116A112C" w14:textId="77777777" w:rsidTr="0096764E">
        <w:trPr>
          <w:trHeight w:val="454"/>
        </w:trPr>
        <w:tc>
          <w:tcPr>
            <w:tcW w:w="4914" w:type="dxa"/>
          </w:tcPr>
          <w:p w14:paraId="200837E1" w14:textId="77777777" w:rsidR="0008751A" w:rsidRDefault="0008751A">
            <w:pPr>
              <w:spacing w:line="264" w:lineRule="auto"/>
              <w:rPr>
                <w:color w:val="000000"/>
                <w:sz w:val="22"/>
                <w:szCs w:val="22"/>
              </w:rPr>
            </w:pPr>
            <w:r>
              <w:rPr>
                <w:color w:val="000000"/>
                <w:sz w:val="22"/>
                <w:szCs w:val="22"/>
              </w:rPr>
              <w:t>Telephone/FAX</w:t>
            </w:r>
          </w:p>
        </w:tc>
        <w:tc>
          <w:tcPr>
            <w:tcW w:w="4158" w:type="dxa"/>
          </w:tcPr>
          <w:p w14:paraId="32AA6987" w14:textId="77777777" w:rsidR="0008751A" w:rsidRDefault="0008751A">
            <w:pPr>
              <w:spacing w:line="264" w:lineRule="auto"/>
              <w:rPr>
                <w:color w:val="000000"/>
                <w:sz w:val="22"/>
                <w:szCs w:val="22"/>
              </w:rPr>
            </w:pPr>
          </w:p>
        </w:tc>
      </w:tr>
      <w:tr w:rsidR="0008751A" w14:paraId="6977CD45" w14:textId="77777777" w:rsidTr="0096764E">
        <w:trPr>
          <w:trHeight w:val="454"/>
        </w:trPr>
        <w:tc>
          <w:tcPr>
            <w:tcW w:w="4914" w:type="dxa"/>
          </w:tcPr>
          <w:p w14:paraId="073DFDDB" w14:textId="77777777" w:rsidR="0008751A" w:rsidRDefault="0008751A">
            <w:pPr>
              <w:spacing w:line="264" w:lineRule="auto"/>
              <w:rPr>
                <w:color w:val="000000"/>
                <w:sz w:val="22"/>
                <w:szCs w:val="22"/>
              </w:rPr>
            </w:pPr>
            <w:r>
              <w:rPr>
                <w:color w:val="000000"/>
                <w:sz w:val="22"/>
                <w:szCs w:val="22"/>
              </w:rPr>
              <w:t>Website</w:t>
            </w:r>
          </w:p>
        </w:tc>
        <w:tc>
          <w:tcPr>
            <w:tcW w:w="4158" w:type="dxa"/>
          </w:tcPr>
          <w:p w14:paraId="361B6983" w14:textId="77777777" w:rsidR="0008751A" w:rsidRDefault="0008751A">
            <w:pPr>
              <w:spacing w:line="264" w:lineRule="auto"/>
              <w:rPr>
                <w:color w:val="000000"/>
                <w:sz w:val="22"/>
                <w:szCs w:val="22"/>
              </w:rPr>
            </w:pPr>
          </w:p>
        </w:tc>
      </w:tr>
      <w:tr w:rsidR="0008751A" w14:paraId="3754369C" w14:textId="77777777" w:rsidTr="0096764E">
        <w:trPr>
          <w:trHeight w:val="454"/>
        </w:trPr>
        <w:tc>
          <w:tcPr>
            <w:tcW w:w="4914" w:type="dxa"/>
          </w:tcPr>
          <w:p w14:paraId="488DAAC7" w14:textId="77777777" w:rsidR="0008751A" w:rsidRDefault="0008751A">
            <w:pPr>
              <w:spacing w:line="264" w:lineRule="auto"/>
              <w:rPr>
                <w:color w:val="000000"/>
                <w:sz w:val="22"/>
                <w:szCs w:val="22"/>
              </w:rPr>
            </w:pPr>
            <w:r>
              <w:rPr>
                <w:color w:val="000000"/>
                <w:sz w:val="22"/>
                <w:szCs w:val="22"/>
              </w:rPr>
              <w:t>Date of establishment</w:t>
            </w:r>
          </w:p>
        </w:tc>
        <w:tc>
          <w:tcPr>
            <w:tcW w:w="4158" w:type="dxa"/>
          </w:tcPr>
          <w:p w14:paraId="45FDFFDB" w14:textId="77777777" w:rsidR="0008751A" w:rsidRDefault="0008751A">
            <w:pPr>
              <w:spacing w:line="264" w:lineRule="auto"/>
              <w:rPr>
                <w:color w:val="000000"/>
                <w:sz w:val="22"/>
                <w:szCs w:val="22"/>
              </w:rPr>
            </w:pPr>
          </w:p>
        </w:tc>
      </w:tr>
      <w:tr w:rsidR="0008751A" w14:paraId="6D7BCCD8" w14:textId="77777777" w:rsidTr="0096764E">
        <w:trPr>
          <w:trHeight w:val="454"/>
        </w:trPr>
        <w:tc>
          <w:tcPr>
            <w:tcW w:w="4914" w:type="dxa"/>
          </w:tcPr>
          <w:p w14:paraId="67562B3E" w14:textId="77777777" w:rsidR="0008751A" w:rsidRDefault="0008751A" w:rsidP="009F7B57">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14:paraId="32317F50" w14:textId="77777777" w:rsidR="0008751A" w:rsidRDefault="0008751A">
            <w:pPr>
              <w:spacing w:line="264" w:lineRule="auto"/>
              <w:rPr>
                <w:color w:val="000000"/>
                <w:sz w:val="22"/>
                <w:szCs w:val="22"/>
              </w:rPr>
            </w:pPr>
          </w:p>
        </w:tc>
      </w:tr>
      <w:tr w:rsidR="0008751A" w14:paraId="03D50545" w14:textId="77777777" w:rsidTr="0096764E">
        <w:trPr>
          <w:trHeight w:val="454"/>
        </w:trPr>
        <w:tc>
          <w:tcPr>
            <w:tcW w:w="4914" w:type="dxa"/>
          </w:tcPr>
          <w:p w14:paraId="122CD1DC" w14:textId="77777777" w:rsidR="0008751A" w:rsidRDefault="0008751A">
            <w:pPr>
              <w:spacing w:line="264" w:lineRule="auto"/>
              <w:rPr>
                <w:color w:val="000000"/>
                <w:sz w:val="22"/>
                <w:szCs w:val="22"/>
              </w:rPr>
            </w:pPr>
            <w:r>
              <w:rPr>
                <w:b/>
                <w:color w:val="000000"/>
                <w:sz w:val="22"/>
                <w:szCs w:val="22"/>
              </w:rPr>
              <w:t>Legal structure</w:t>
            </w:r>
            <w:r>
              <w:rPr>
                <w:color w:val="000000"/>
                <w:sz w:val="22"/>
                <w:szCs w:val="22"/>
              </w:rPr>
              <w:t>: natural person/</w:t>
            </w:r>
            <w:proofErr w:type="spellStart"/>
            <w:r>
              <w:rPr>
                <w:color w:val="000000"/>
                <w:sz w:val="22"/>
                <w:szCs w:val="22"/>
              </w:rPr>
              <w:t>Co.Ltd</w:t>
            </w:r>
            <w:proofErr w:type="spellEnd"/>
            <w:r>
              <w:rPr>
                <w:color w:val="000000"/>
                <w:sz w:val="22"/>
                <w:szCs w:val="22"/>
              </w:rPr>
              <w:t>, NGO/institution/other (please specify)</w:t>
            </w:r>
          </w:p>
          <w:p w14:paraId="472DE793" w14:textId="77777777" w:rsidR="0008751A" w:rsidRDefault="0008751A">
            <w:pPr>
              <w:spacing w:line="264" w:lineRule="auto"/>
              <w:rPr>
                <w:color w:val="000000"/>
                <w:sz w:val="22"/>
                <w:szCs w:val="22"/>
              </w:rPr>
            </w:pPr>
          </w:p>
        </w:tc>
        <w:tc>
          <w:tcPr>
            <w:tcW w:w="4158" w:type="dxa"/>
          </w:tcPr>
          <w:p w14:paraId="73815CB4" w14:textId="77777777" w:rsidR="0008751A" w:rsidRDefault="0008751A">
            <w:pPr>
              <w:spacing w:line="264" w:lineRule="auto"/>
              <w:rPr>
                <w:color w:val="000000"/>
                <w:sz w:val="22"/>
                <w:szCs w:val="22"/>
              </w:rPr>
            </w:pPr>
          </w:p>
        </w:tc>
      </w:tr>
      <w:tr w:rsidR="0008751A" w14:paraId="0E5E4E8A" w14:textId="77777777" w:rsidTr="0096764E">
        <w:trPr>
          <w:trHeight w:val="454"/>
        </w:trPr>
        <w:tc>
          <w:tcPr>
            <w:tcW w:w="4914" w:type="dxa"/>
          </w:tcPr>
          <w:p w14:paraId="15C2E745" w14:textId="77777777" w:rsidR="0008751A" w:rsidRDefault="0008751A">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14:paraId="7A2390DE" w14:textId="77777777" w:rsidR="0008751A" w:rsidRDefault="0008751A">
            <w:pPr>
              <w:spacing w:line="264" w:lineRule="auto"/>
              <w:rPr>
                <w:color w:val="000000"/>
                <w:sz w:val="22"/>
                <w:szCs w:val="22"/>
              </w:rPr>
            </w:pPr>
          </w:p>
        </w:tc>
      </w:tr>
      <w:tr w:rsidR="0008751A" w14:paraId="021AF5CC" w14:textId="77777777" w:rsidTr="0096764E">
        <w:trPr>
          <w:trHeight w:val="454"/>
        </w:trPr>
        <w:tc>
          <w:tcPr>
            <w:tcW w:w="4914" w:type="dxa"/>
          </w:tcPr>
          <w:p w14:paraId="030A3005" w14:textId="77777777" w:rsidR="0008751A" w:rsidRDefault="0008751A">
            <w:pPr>
              <w:spacing w:line="264" w:lineRule="auto"/>
              <w:rPr>
                <w:color w:val="000000"/>
                <w:sz w:val="22"/>
                <w:szCs w:val="22"/>
              </w:rPr>
            </w:pPr>
            <w:r>
              <w:rPr>
                <w:color w:val="000000"/>
                <w:sz w:val="22"/>
                <w:szCs w:val="22"/>
              </w:rPr>
              <w:t>Areas of expertise of the organization</w:t>
            </w:r>
          </w:p>
        </w:tc>
        <w:tc>
          <w:tcPr>
            <w:tcW w:w="4158" w:type="dxa"/>
          </w:tcPr>
          <w:p w14:paraId="2BF5D61C" w14:textId="77777777" w:rsidR="0008751A" w:rsidRDefault="0008751A">
            <w:pPr>
              <w:spacing w:line="264" w:lineRule="auto"/>
              <w:rPr>
                <w:color w:val="000000"/>
                <w:sz w:val="22"/>
                <w:szCs w:val="22"/>
              </w:rPr>
            </w:pPr>
          </w:p>
        </w:tc>
      </w:tr>
      <w:tr w:rsidR="0008751A" w14:paraId="7850EB26" w14:textId="77777777" w:rsidTr="0096764E">
        <w:trPr>
          <w:trHeight w:val="454"/>
        </w:trPr>
        <w:tc>
          <w:tcPr>
            <w:tcW w:w="4914" w:type="dxa"/>
          </w:tcPr>
          <w:p w14:paraId="64A4A15B" w14:textId="77777777" w:rsidR="0008751A" w:rsidRDefault="0008751A">
            <w:pPr>
              <w:spacing w:line="264" w:lineRule="auto"/>
              <w:rPr>
                <w:color w:val="000000"/>
                <w:sz w:val="22"/>
                <w:szCs w:val="22"/>
              </w:rPr>
            </w:pPr>
            <w:r>
              <w:rPr>
                <w:color w:val="000000"/>
                <w:sz w:val="22"/>
                <w:szCs w:val="22"/>
              </w:rPr>
              <w:t>Current Licenses</w:t>
            </w:r>
            <w:r w:rsidR="009F7B57">
              <w:rPr>
                <w:color w:val="000000"/>
                <w:sz w:val="22"/>
                <w:szCs w:val="22"/>
              </w:rPr>
              <w:t>,</w:t>
            </w:r>
            <w:r>
              <w:rPr>
                <w:color w:val="000000"/>
                <w:sz w:val="22"/>
                <w:szCs w:val="22"/>
              </w:rPr>
              <w:t xml:space="preserve"> if any, and permits (with dates, numbers and expiration dates)</w:t>
            </w:r>
          </w:p>
        </w:tc>
        <w:tc>
          <w:tcPr>
            <w:tcW w:w="4158" w:type="dxa"/>
          </w:tcPr>
          <w:p w14:paraId="0AC2EF1A" w14:textId="77777777" w:rsidR="0008751A" w:rsidRDefault="0008751A">
            <w:pPr>
              <w:spacing w:line="264" w:lineRule="auto"/>
              <w:rPr>
                <w:color w:val="000000"/>
                <w:sz w:val="22"/>
                <w:szCs w:val="22"/>
              </w:rPr>
            </w:pPr>
          </w:p>
        </w:tc>
      </w:tr>
      <w:tr w:rsidR="0008751A" w14:paraId="398F2C45" w14:textId="77777777" w:rsidTr="0096764E">
        <w:trPr>
          <w:trHeight w:val="454"/>
        </w:trPr>
        <w:tc>
          <w:tcPr>
            <w:tcW w:w="4914" w:type="dxa"/>
          </w:tcPr>
          <w:p w14:paraId="440A49A2" w14:textId="77777777" w:rsidR="0008751A" w:rsidRDefault="0008751A" w:rsidP="009F7B57">
            <w:pPr>
              <w:spacing w:line="264" w:lineRule="auto"/>
              <w:rPr>
                <w:color w:val="000000"/>
                <w:sz w:val="22"/>
                <w:szCs w:val="22"/>
              </w:rPr>
            </w:pPr>
            <w:r>
              <w:rPr>
                <w:color w:val="000000"/>
                <w:sz w:val="22"/>
                <w:szCs w:val="22"/>
              </w:rPr>
              <w:t xml:space="preserve">Years supplying to UN organizations </w:t>
            </w:r>
          </w:p>
        </w:tc>
        <w:tc>
          <w:tcPr>
            <w:tcW w:w="4158" w:type="dxa"/>
          </w:tcPr>
          <w:p w14:paraId="75FF586B" w14:textId="77777777" w:rsidR="0008751A" w:rsidRDefault="0008751A">
            <w:pPr>
              <w:spacing w:line="264" w:lineRule="auto"/>
              <w:rPr>
                <w:color w:val="000000"/>
                <w:sz w:val="22"/>
                <w:szCs w:val="22"/>
              </w:rPr>
            </w:pPr>
          </w:p>
        </w:tc>
      </w:tr>
      <w:tr w:rsidR="009F7B57" w14:paraId="68CBD19E" w14:textId="77777777" w:rsidTr="0096764E">
        <w:trPr>
          <w:trHeight w:val="454"/>
        </w:trPr>
        <w:tc>
          <w:tcPr>
            <w:tcW w:w="4914" w:type="dxa"/>
          </w:tcPr>
          <w:p w14:paraId="222DAB12" w14:textId="77777777" w:rsidR="009F7B57" w:rsidRDefault="003907EC" w:rsidP="003907EC">
            <w:pPr>
              <w:spacing w:line="264" w:lineRule="auto"/>
              <w:rPr>
                <w:color w:val="000000"/>
                <w:sz w:val="22"/>
                <w:szCs w:val="22"/>
              </w:rPr>
            </w:pPr>
            <w:r>
              <w:rPr>
                <w:color w:val="000000"/>
                <w:sz w:val="22"/>
                <w:szCs w:val="22"/>
              </w:rPr>
              <w:t>Years supplying to UNFPA</w:t>
            </w:r>
          </w:p>
        </w:tc>
        <w:tc>
          <w:tcPr>
            <w:tcW w:w="4158" w:type="dxa"/>
          </w:tcPr>
          <w:p w14:paraId="5C995325" w14:textId="77777777" w:rsidR="009F7B57" w:rsidRDefault="009F7B57">
            <w:pPr>
              <w:spacing w:line="264" w:lineRule="auto"/>
              <w:rPr>
                <w:color w:val="000000"/>
                <w:sz w:val="22"/>
                <w:szCs w:val="22"/>
              </w:rPr>
            </w:pPr>
          </w:p>
        </w:tc>
      </w:tr>
      <w:tr w:rsidR="0008751A" w14:paraId="7C552A70" w14:textId="77777777" w:rsidTr="0096764E">
        <w:trPr>
          <w:trHeight w:val="454"/>
        </w:trPr>
        <w:tc>
          <w:tcPr>
            <w:tcW w:w="4914" w:type="dxa"/>
          </w:tcPr>
          <w:p w14:paraId="0B42C078" w14:textId="77777777" w:rsidR="0008751A" w:rsidRDefault="0008751A">
            <w:pPr>
              <w:spacing w:line="264" w:lineRule="auto"/>
              <w:rPr>
                <w:color w:val="000000"/>
                <w:sz w:val="22"/>
                <w:szCs w:val="22"/>
              </w:rPr>
            </w:pPr>
            <w:r>
              <w:rPr>
                <w:color w:val="000000"/>
                <w:sz w:val="22"/>
                <w:szCs w:val="22"/>
              </w:rPr>
              <w:t>Production Capacity</w:t>
            </w:r>
          </w:p>
        </w:tc>
        <w:tc>
          <w:tcPr>
            <w:tcW w:w="4158" w:type="dxa"/>
          </w:tcPr>
          <w:p w14:paraId="73EF6C0B" w14:textId="77777777" w:rsidR="0008751A" w:rsidRDefault="0008751A">
            <w:pPr>
              <w:spacing w:line="264" w:lineRule="auto"/>
              <w:rPr>
                <w:color w:val="000000"/>
                <w:sz w:val="22"/>
                <w:szCs w:val="22"/>
              </w:rPr>
            </w:pPr>
          </w:p>
        </w:tc>
      </w:tr>
      <w:tr w:rsidR="0008751A" w14:paraId="29E6A00C" w14:textId="77777777" w:rsidTr="0096764E">
        <w:trPr>
          <w:trHeight w:val="454"/>
        </w:trPr>
        <w:tc>
          <w:tcPr>
            <w:tcW w:w="4914" w:type="dxa"/>
          </w:tcPr>
          <w:p w14:paraId="5057B6F6" w14:textId="77777777" w:rsidR="0008751A" w:rsidRDefault="0008751A">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14:paraId="685667D0" w14:textId="77777777" w:rsidR="0008751A" w:rsidRDefault="0008751A">
            <w:pPr>
              <w:spacing w:line="264" w:lineRule="auto"/>
              <w:rPr>
                <w:color w:val="000000"/>
                <w:sz w:val="22"/>
                <w:szCs w:val="22"/>
              </w:rPr>
            </w:pPr>
          </w:p>
        </w:tc>
      </w:tr>
      <w:tr w:rsidR="0008751A" w14:paraId="25DBCA5F" w14:textId="77777777" w:rsidTr="005E35FE">
        <w:trPr>
          <w:trHeight w:val="737"/>
        </w:trPr>
        <w:tc>
          <w:tcPr>
            <w:tcW w:w="4914" w:type="dxa"/>
          </w:tcPr>
          <w:p w14:paraId="08202C90" w14:textId="77777777" w:rsidR="0008751A" w:rsidRDefault="0008751A">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14:paraId="11197F0A" w14:textId="77777777" w:rsidR="0008751A" w:rsidRDefault="0008751A">
            <w:pPr>
              <w:spacing w:line="264" w:lineRule="auto"/>
              <w:rPr>
                <w:color w:val="000000"/>
                <w:sz w:val="22"/>
                <w:szCs w:val="22"/>
              </w:rPr>
            </w:pPr>
          </w:p>
        </w:tc>
      </w:tr>
    </w:tbl>
    <w:p w14:paraId="41BC1DA0" w14:textId="77777777" w:rsidR="0008751A" w:rsidRDefault="0008751A">
      <w:pPr>
        <w:ind w:left="567"/>
        <w:rPr>
          <w:b/>
          <w:sz w:val="22"/>
          <w:szCs w:val="22"/>
        </w:rPr>
      </w:pPr>
    </w:p>
    <w:p w14:paraId="4471CD75" w14:textId="77777777" w:rsidR="0008751A" w:rsidRDefault="0008751A" w:rsidP="00096FE3">
      <w:pPr>
        <w:numPr>
          <w:ilvl w:val="0"/>
          <w:numId w:val="15"/>
        </w:numPr>
        <w:overflowPunct/>
        <w:autoSpaceDE/>
        <w:autoSpaceDN/>
        <w:adjustRightInd/>
        <w:ind w:left="567" w:hanging="539"/>
        <w:textAlignment w:val="auto"/>
        <w:rPr>
          <w:b/>
          <w:sz w:val="22"/>
          <w:szCs w:val="22"/>
        </w:rPr>
      </w:pPr>
      <w:r>
        <w:rPr>
          <w:b/>
          <w:sz w:val="22"/>
          <w:szCs w:val="22"/>
        </w:rPr>
        <w:tab/>
        <w:t>Quality Assurance Certification</w:t>
      </w:r>
    </w:p>
    <w:p w14:paraId="2BEDB3EE" w14:textId="77777777" w:rsidR="0008751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14:paraId="36DAEABE" w14:textId="77777777" w:rsidTr="00803325">
        <w:trPr>
          <w:trHeight w:val="454"/>
        </w:trPr>
        <w:tc>
          <w:tcPr>
            <w:tcW w:w="4950" w:type="dxa"/>
          </w:tcPr>
          <w:p w14:paraId="6CAB8B0A" w14:textId="77777777" w:rsidR="0008751A" w:rsidRDefault="0008751A">
            <w:pPr>
              <w:spacing w:line="264" w:lineRule="auto"/>
              <w:rPr>
                <w:color w:val="000000"/>
                <w:sz w:val="22"/>
                <w:szCs w:val="22"/>
              </w:rPr>
            </w:pPr>
            <w:r>
              <w:rPr>
                <w:color w:val="000000"/>
                <w:sz w:val="22"/>
                <w:szCs w:val="22"/>
              </w:rPr>
              <w:t>International Quality Management System (QMS)</w:t>
            </w:r>
          </w:p>
        </w:tc>
        <w:tc>
          <w:tcPr>
            <w:tcW w:w="4122" w:type="dxa"/>
          </w:tcPr>
          <w:p w14:paraId="117C2E94" w14:textId="77777777" w:rsidR="0008751A" w:rsidRDefault="0008751A">
            <w:pPr>
              <w:spacing w:line="264" w:lineRule="auto"/>
              <w:rPr>
                <w:color w:val="000000"/>
                <w:sz w:val="22"/>
                <w:szCs w:val="22"/>
              </w:rPr>
            </w:pPr>
          </w:p>
        </w:tc>
      </w:tr>
      <w:tr w:rsidR="0008751A" w14:paraId="13F7551E" w14:textId="77777777" w:rsidTr="00803325">
        <w:trPr>
          <w:trHeight w:val="454"/>
        </w:trPr>
        <w:tc>
          <w:tcPr>
            <w:tcW w:w="4950" w:type="dxa"/>
          </w:tcPr>
          <w:p w14:paraId="7F5B510B" w14:textId="77777777" w:rsidR="0008751A" w:rsidRDefault="0008751A">
            <w:pPr>
              <w:spacing w:line="264" w:lineRule="auto"/>
              <w:rPr>
                <w:color w:val="000000"/>
                <w:sz w:val="22"/>
                <w:szCs w:val="22"/>
              </w:rPr>
            </w:pPr>
            <w:r>
              <w:rPr>
                <w:color w:val="000000"/>
                <w:sz w:val="22"/>
                <w:szCs w:val="22"/>
              </w:rPr>
              <w:t>List of other ISO certificates or equivalent certificates</w:t>
            </w:r>
          </w:p>
        </w:tc>
        <w:tc>
          <w:tcPr>
            <w:tcW w:w="4122" w:type="dxa"/>
          </w:tcPr>
          <w:p w14:paraId="2E07F64F" w14:textId="77777777" w:rsidR="0008751A" w:rsidRDefault="0008751A">
            <w:pPr>
              <w:spacing w:line="264" w:lineRule="auto"/>
              <w:rPr>
                <w:color w:val="000000"/>
                <w:sz w:val="22"/>
                <w:szCs w:val="22"/>
              </w:rPr>
            </w:pPr>
          </w:p>
        </w:tc>
      </w:tr>
      <w:tr w:rsidR="0008751A" w14:paraId="509ACCA8" w14:textId="77777777" w:rsidTr="00803325">
        <w:trPr>
          <w:trHeight w:val="454"/>
        </w:trPr>
        <w:tc>
          <w:tcPr>
            <w:tcW w:w="4950" w:type="dxa"/>
          </w:tcPr>
          <w:p w14:paraId="5AA49276" w14:textId="77777777" w:rsidR="0008751A" w:rsidRDefault="0008751A">
            <w:pPr>
              <w:spacing w:line="264" w:lineRule="auto"/>
              <w:rPr>
                <w:color w:val="000000"/>
                <w:sz w:val="22"/>
                <w:szCs w:val="22"/>
              </w:rPr>
            </w:pPr>
            <w:r>
              <w:rPr>
                <w:color w:val="000000"/>
                <w:sz w:val="22"/>
                <w:szCs w:val="22"/>
              </w:rPr>
              <w:t>Presence and characteristics of in-house quality control laboratory (if relevant to bid)</w:t>
            </w:r>
          </w:p>
        </w:tc>
        <w:tc>
          <w:tcPr>
            <w:tcW w:w="4122" w:type="dxa"/>
          </w:tcPr>
          <w:p w14:paraId="6F0F9DE6" w14:textId="77777777" w:rsidR="0008751A" w:rsidRDefault="0008751A">
            <w:pPr>
              <w:spacing w:line="264" w:lineRule="auto"/>
              <w:rPr>
                <w:color w:val="000000"/>
                <w:sz w:val="22"/>
                <w:szCs w:val="22"/>
              </w:rPr>
            </w:pPr>
          </w:p>
        </w:tc>
      </w:tr>
    </w:tbl>
    <w:p w14:paraId="0A7F98C0" w14:textId="77777777" w:rsidR="0008751A" w:rsidRDefault="0008751A">
      <w:pPr>
        <w:ind w:left="567"/>
        <w:rPr>
          <w:b/>
          <w:sz w:val="22"/>
          <w:szCs w:val="22"/>
        </w:rPr>
      </w:pPr>
    </w:p>
    <w:p w14:paraId="6EE08348" w14:textId="77777777" w:rsidR="0008751A" w:rsidRDefault="0008751A" w:rsidP="00096FE3">
      <w:pPr>
        <w:numPr>
          <w:ilvl w:val="0"/>
          <w:numId w:val="15"/>
        </w:numPr>
        <w:overflowPunct/>
        <w:autoSpaceDE/>
        <w:autoSpaceDN/>
        <w:adjustRightInd/>
        <w:ind w:left="567" w:hanging="539"/>
        <w:textAlignment w:val="auto"/>
        <w:rPr>
          <w:b/>
          <w:sz w:val="22"/>
          <w:szCs w:val="22"/>
        </w:rPr>
      </w:pPr>
      <w:r>
        <w:rPr>
          <w:b/>
          <w:sz w:val="22"/>
          <w:szCs w:val="22"/>
        </w:rPr>
        <w:t>Expertise of Staff</w:t>
      </w:r>
    </w:p>
    <w:p w14:paraId="7ED739B4" w14:textId="77777777" w:rsidR="0008751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14:paraId="65743B0F" w14:textId="77777777" w:rsidTr="00803325">
        <w:trPr>
          <w:trHeight w:val="454"/>
        </w:trPr>
        <w:tc>
          <w:tcPr>
            <w:tcW w:w="4950" w:type="dxa"/>
          </w:tcPr>
          <w:p w14:paraId="27B74CBA" w14:textId="77777777" w:rsidR="0008751A" w:rsidRDefault="0008751A">
            <w:pPr>
              <w:spacing w:line="264" w:lineRule="auto"/>
              <w:rPr>
                <w:color w:val="000000"/>
                <w:sz w:val="22"/>
                <w:szCs w:val="22"/>
              </w:rPr>
            </w:pPr>
            <w:r>
              <w:rPr>
                <w:color w:val="000000"/>
                <w:sz w:val="22"/>
                <w:szCs w:val="22"/>
              </w:rPr>
              <w:t>Total number of staff</w:t>
            </w:r>
          </w:p>
        </w:tc>
        <w:tc>
          <w:tcPr>
            <w:tcW w:w="4122" w:type="dxa"/>
          </w:tcPr>
          <w:p w14:paraId="4E05C82B" w14:textId="77777777" w:rsidR="0008751A" w:rsidRDefault="0008751A">
            <w:pPr>
              <w:spacing w:line="264" w:lineRule="auto"/>
              <w:rPr>
                <w:color w:val="000000"/>
                <w:sz w:val="22"/>
                <w:szCs w:val="22"/>
              </w:rPr>
            </w:pPr>
          </w:p>
        </w:tc>
      </w:tr>
      <w:tr w:rsidR="0008751A" w14:paraId="5EB4DE2B" w14:textId="77777777" w:rsidTr="00803325">
        <w:trPr>
          <w:trHeight w:val="454"/>
        </w:trPr>
        <w:tc>
          <w:tcPr>
            <w:tcW w:w="4950" w:type="dxa"/>
          </w:tcPr>
          <w:p w14:paraId="4DAED195" w14:textId="77777777" w:rsidR="0008751A" w:rsidRDefault="0008751A">
            <w:pPr>
              <w:spacing w:line="264" w:lineRule="auto"/>
              <w:rPr>
                <w:color w:val="000000"/>
                <w:sz w:val="22"/>
                <w:szCs w:val="22"/>
              </w:rPr>
            </w:pPr>
            <w:r>
              <w:rPr>
                <w:color w:val="000000"/>
                <w:sz w:val="22"/>
                <w:szCs w:val="22"/>
              </w:rPr>
              <w:t>Number of staff involved in similar supply contracts</w:t>
            </w:r>
          </w:p>
        </w:tc>
        <w:tc>
          <w:tcPr>
            <w:tcW w:w="4122" w:type="dxa"/>
          </w:tcPr>
          <w:p w14:paraId="72111FE0" w14:textId="77777777" w:rsidR="0008751A" w:rsidRDefault="0008751A">
            <w:pPr>
              <w:spacing w:line="264" w:lineRule="auto"/>
              <w:rPr>
                <w:color w:val="000000"/>
                <w:sz w:val="22"/>
                <w:szCs w:val="22"/>
              </w:rPr>
            </w:pPr>
          </w:p>
        </w:tc>
      </w:tr>
    </w:tbl>
    <w:p w14:paraId="4154DE30" w14:textId="77777777" w:rsidR="0008751A" w:rsidRDefault="0008751A">
      <w:pPr>
        <w:ind w:left="567"/>
        <w:rPr>
          <w:b/>
          <w:sz w:val="22"/>
          <w:szCs w:val="22"/>
        </w:rPr>
      </w:pPr>
    </w:p>
    <w:p w14:paraId="5FC1D928" w14:textId="77777777" w:rsidR="00285DBB" w:rsidRDefault="00285DBB">
      <w:pPr>
        <w:ind w:left="567"/>
        <w:rPr>
          <w:b/>
          <w:sz w:val="22"/>
          <w:szCs w:val="22"/>
        </w:rPr>
      </w:pPr>
    </w:p>
    <w:p w14:paraId="23D054C9" w14:textId="77777777" w:rsidR="0008751A" w:rsidRDefault="0008751A" w:rsidP="00096FE3">
      <w:pPr>
        <w:numPr>
          <w:ilvl w:val="0"/>
          <w:numId w:val="15"/>
        </w:numPr>
        <w:overflowPunct/>
        <w:autoSpaceDE/>
        <w:autoSpaceDN/>
        <w:adjustRightInd/>
        <w:ind w:left="567" w:hanging="539"/>
        <w:textAlignment w:val="auto"/>
        <w:rPr>
          <w:b/>
          <w:sz w:val="22"/>
          <w:szCs w:val="22"/>
        </w:rPr>
      </w:pPr>
      <w:r>
        <w:rPr>
          <w:b/>
          <w:sz w:val="22"/>
          <w:szCs w:val="22"/>
        </w:rPr>
        <w:t>Client Reference List</w:t>
      </w:r>
    </w:p>
    <w:p w14:paraId="10E279B3" w14:textId="77777777" w:rsidR="0008751A" w:rsidRDefault="0008751A">
      <w:pPr>
        <w:spacing w:line="264" w:lineRule="auto"/>
        <w:ind w:left="567" w:hanging="539"/>
        <w:rPr>
          <w:color w:val="000000"/>
          <w:sz w:val="22"/>
          <w:szCs w:val="22"/>
        </w:rPr>
      </w:pPr>
      <w:r>
        <w:rPr>
          <w:color w:val="000000"/>
          <w:sz w:val="22"/>
          <w:szCs w:val="22"/>
        </w:rPr>
        <w:tab/>
        <w:t>Please provide references of main client details.</w:t>
      </w:r>
    </w:p>
    <w:p w14:paraId="6B0100CD" w14:textId="77777777" w:rsidR="0008751A" w:rsidRDefault="0008751A">
      <w:pPr>
        <w:spacing w:line="264" w:lineRule="auto"/>
        <w:ind w:left="567" w:hanging="539"/>
        <w:rPr>
          <w:color w:val="000000"/>
          <w:sz w:val="22"/>
          <w:szCs w:val="22"/>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08751A" w14:paraId="26EEBED8" w14:textId="77777777" w:rsidTr="0096764E">
        <w:tc>
          <w:tcPr>
            <w:tcW w:w="2520" w:type="dxa"/>
            <w:tcBorders>
              <w:top w:val="single" w:sz="4" w:space="0" w:color="auto"/>
              <w:left w:val="single" w:sz="4" w:space="0" w:color="auto"/>
              <w:bottom w:val="single" w:sz="4" w:space="0" w:color="auto"/>
              <w:right w:val="single" w:sz="4" w:space="0" w:color="auto"/>
            </w:tcBorders>
          </w:tcPr>
          <w:p w14:paraId="0FE59939" w14:textId="77777777" w:rsidR="0008751A" w:rsidRDefault="0008751A" w:rsidP="0096764E">
            <w:pPr>
              <w:spacing w:line="264" w:lineRule="auto"/>
              <w:ind w:left="567" w:hanging="539"/>
              <w:jc w:val="center"/>
              <w:rPr>
                <w:sz w:val="22"/>
                <w:szCs w:val="22"/>
              </w:rPr>
            </w:pPr>
            <w:r>
              <w:rPr>
                <w:sz w:val="22"/>
                <w:szCs w:val="22"/>
              </w:rPr>
              <w:t>Name of company</w:t>
            </w:r>
          </w:p>
        </w:tc>
        <w:tc>
          <w:tcPr>
            <w:tcW w:w="2160" w:type="dxa"/>
            <w:tcBorders>
              <w:top w:val="single" w:sz="4" w:space="0" w:color="auto"/>
              <w:left w:val="single" w:sz="4" w:space="0" w:color="auto"/>
              <w:bottom w:val="single" w:sz="4" w:space="0" w:color="auto"/>
              <w:right w:val="single" w:sz="4" w:space="0" w:color="auto"/>
            </w:tcBorders>
          </w:tcPr>
          <w:p w14:paraId="684631CF" w14:textId="77777777" w:rsidR="0008751A" w:rsidRDefault="0096764E" w:rsidP="0096764E">
            <w:pPr>
              <w:spacing w:line="264" w:lineRule="auto"/>
              <w:ind w:left="567" w:hanging="539"/>
              <w:jc w:val="center"/>
              <w:rPr>
                <w:sz w:val="22"/>
                <w:szCs w:val="22"/>
              </w:rPr>
            </w:pPr>
            <w:r>
              <w:rPr>
                <w:sz w:val="22"/>
                <w:szCs w:val="22"/>
              </w:rPr>
              <w:t>Contact person</w:t>
            </w:r>
          </w:p>
        </w:tc>
        <w:tc>
          <w:tcPr>
            <w:tcW w:w="2430" w:type="dxa"/>
            <w:tcBorders>
              <w:top w:val="single" w:sz="4" w:space="0" w:color="auto"/>
              <w:left w:val="single" w:sz="4" w:space="0" w:color="auto"/>
              <w:bottom w:val="single" w:sz="4" w:space="0" w:color="auto"/>
              <w:right w:val="single" w:sz="4" w:space="0" w:color="auto"/>
            </w:tcBorders>
          </w:tcPr>
          <w:p w14:paraId="76D6309C" w14:textId="77777777" w:rsidR="0008751A" w:rsidRDefault="0096764E" w:rsidP="0096764E">
            <w:pPr>
              <w:spacing w:line="264" w:lineRule="auto"/>
              <w:ind w:left="567" w:hanging="539"/>
              <w:jc w:val="center"/>
              <w:rPr>
                <w:sz w:val="22"/>
                <w:szCs w:val="22"/>
              </w:rPr>
            </w:pPr>
            <w:r>
              <w:rPr>
                <w:sz w:val="22"/>
                <w:szCs w:val="22"/>
              </w:rPr>
              <w:t>Telephone</w:t>
            </w:r>
          </w:p>
        </w:tc>
        <w:tc>
          <w:tcPr>
            <w:tcW w:w="1800" w:type="dxa"/>
            <w:tcBorders>
              <w:top w:val="single" w:sz="4" w:space="0" w:color="auto"/>
              <w:left w:val="single" w:sz="4" w:space="0" w:color="auto"/>
              <w:bottom w:val="single" w:sz="4" w:space="0" w:color="auto"/>
              <w:right w:val="single" w:sz="4" w:space="0" w:color="auto"/>
            </w:tcBorders>
          </w:tcPr>
          <w:p w14:paraId="0B2AF4E4" w14:textId="77777777" w:rsidR="0008751A" w:rsidRDefault="0096764E" w:rsidP="0096764E">
            <w:pPr>
              <w:pStyle w:val="Header"/>
              <w:tabs>
                <w:tab w:val="left" w:pos="2099"/>
              </w:tabs>
              <w:spacing w:line="264" w:lineRule="auto"/>
              <w:ind w:left="567" w:hanging="539"/>
              <w:jc w:val="center"/>
              <w:rPr>
                <w:sz w:val="22"/>
                <w:szCs w:val="22"/>
              </w:rPr>
            </w:pPr>
            <w:r>
              <w:rPr>
                <w:sz w:val="22"/>
                <w:szCs w:val="22"/>
              </w:rPr>
              <w:t>E-mail</w:t>
            </w:r>
          </w:p>
        </w:tc>
      </w:tr>
      <w:tr w:rsidR="0008751A" w14:paraId="6882842A" w14:textId="77777777" w:rsidTr="0096764E">
        <w:trPr>
          <w:trHeight w:val="454"/>
        </w:trPr>
        <w:tc>
          <w:tcPr>
            <w:tcW w:w="2520" w:type="dxa"/>
            <w:tcBorders>
              <w:top w:val="single" w:sz="4" w:space="0" w:color="auto"/>
            </w:tcBorders>
          </w:tcPr>
          <w:p w14:paraId="0DA2BAB5" w14:textId="77777777" w:rsidR="0008751A" w:rsidRDefault="0008751A">
            <w:pPr>
              <w:spacing w:line="264" w:lineRule="auto"/>
              <w:ind w:left="567" w:hanging="539"/>
              <w:rPr>
                <w:sz w:val="22"/>
                <w:szCs w:val="22"/>
              </w:rPr>
            </w:pPr>
            <w:r>
              <w:rPr>
                <w:sz w:val="22"/>
                <w:szCs w:val="22"/>
              </w:rPr>
              <w:t xml:space="preserve">1. </w:t>
            </w:r>
          </w:p>
        </w:tc>
        <w:tc>
          <w:tcPr>
            <w:tcW w:w="2160" w:type="dxa"/>
            <w:tcBorders>
              <w:top w:val="single" w:sz="4" w:space="0" w:color="auto"/>
            </w:tcBorders>
          </w:tcPr>
          <w:p w14:paraId="690A11D4" w14:textId="77777777" w:rsidR="0008751A" w:rsidRDefault="0008751A">
            <w:pPr>
              <w:spacing w:line="264" w:lineRule="auto"/>
              <w:ind w:left="567" w:hanging="539"/>
              <w:rPr>
                <w:sz w:val="22"/>
                <w:szCs w:val="22"/>
              </w:rPr>
            </w:pPr>
          </w:p>
        </w:tc>
        <w:tc>
          <w:tcPr>
            <w:tcW w:w="2430" w:type="dxa"/>
            <w:tcBorders>
              <w:top w:val="single" w:sz="4" w:space="0" w:color="auto"/>
            </w:tcBorders>
          </w:tcPr>
          <w:p w14:paraId="405ED82B" w14:textId="77777777" w:rsidR="0008751A" w:rsidRDefault="0008751A">
            <w:pPr>
              <w:spacing w:line="264" w:lineRule="auto"/>
              <w:ind w:left="567" w:hanging="539"/>
              <w:rPr>
                <w:sz w:val="22"/>
                <w:szCs w:val="22"/>
              </w:rPr>
            </w:pPr>
          </w:p>
        </w:tc>
        <w:tc>
          <w:tcPr>
            <w:tcW w:w="1800" w:type="dxa"/>
            <w:tcBorders>
              <w:top w:val="single" w:sz="4" w:space="0" w:color="auto"/>
            </w:tcBorders>
          </w:tcPr>
          <w:p w14:paraId="3E98628F" w14:textId="77777777" w:rsidR="0008751A" w:rsidRDefault="0008751A">
            <w:pPr>
              <w:spacing w:line="264" w:lineRule="auto"/>
              <w:ind w:left="567" w:hanging="539"/>
              <w:rPr>
                <w:sz w:val="22"/>
                <w:szCs w:val="22"/>
              </w:rPr>
            </w:pPr>
          </w:p>
        </w:tc>
      </w:tr>
      <w:tr w:rsidR="0008751A" w14:paraId="0008222E" w14:textId="77777777" w:rsidTr="0096764E">
        <w:trPr>
          <w:trHeight w:val="454"/>
        </w:trPr>
        <w:tc>
          <w:tcPr>
            <w:tcW w:w="2520" w:type="dxa"/>
          </w:tcPr>
          <w:p w14:paraId="41760068" w14:textId="77777777" w:rsidR="0008751A" w:rsidRDefault="0008751A">
            <w:pPr>
              <w:spacing w:line="264" w:lineRule="auto"/>
              <w:ind w:left="567" w:hanging="539"/>
              <w:rPr>
                <w:sz w:val="22"/>
                <w:szCs w:val="22"/>
              </w:rPr>
            </w:pPr>
            <w:r>
              <w:rPr>
                <w:sz w:val="22"/>
                <w:szCs w:val="22"/>
              </w:rPr>
              <w:t xml:space="preserve">2. </w:t>
            </w:r>
          </w:p>
        </w:tc>
        <w:tc>
          <w:tcPr>
            <w:tcW w:w="2160" w:type="dxa"/>
          </w:tcPr>
          <w:p w14:paraId="77F91650" w14:textId="77777777" w:rsidR="0008751A" w:rsidRDefault="0008751A">
            <w:pPr>
              <w:spacing w:line="264" w:lineRule="auto"/>
              <w:ind w:left="567" w:hanging="539"/>
              <w:rPr>
                <w:sz w:val="22"/>
                <w:szCs w:val="22"/>
              </w:rPr>
            </w:pPr>
          </w:p>
        </w:tc>
        <w:tc>
          <w:tcPr>
            <w:tcW w:w="2430" w:type="dxa"/>
          </w:tcPr>
          <w:p w14:paraId="7946C085" w14:textId="77777777" w:rsidR="0008751A" w:rsidRDefault="0008751A">
            <w:pPr>
              <w:spacing w:line="264" w:lineRule="auto"/>
              <w:ind w:left="567" w:hanging="539"/>
              <w:rPr>
                <w:sz w:val="22"/>
                <w:szCs w:val="22"/>
              </w:rPr>
            </w:pPr>
          </w:p>
        </w:tc>
        <w:tc>
          <w:tcPr>
            <w:tcW w:w="1800" w:type="dxa"/>
          </w:tcPr>
          <w:p w14:paraId="2597D727" w14:textId="77777777" w:rsidR="0008751A" w:rsidRDefault="0008751A">
            <w:pPr>
              <w:tabs>
                <w:tab w:val="left" w:pos="1221"/>
              </w:tabs>
              <w:spacing w:line="264" w:lineRule="auto"/>
              <w:ind w:left="567" w:right="405" w:hanging="539"/>
              <w:rPr>
                <w:sz w:val="22"/>
                <w:szCs w:val="22"/>
              </w:rPr>
            </w:pPr>
          </w:p>
        </w:tc>
      </w:tr>
      <w:tr w:rsidR="0008751A" w14:paraId="44AEF896" w14:textId="77777777" w:rsidTr="0096764E">
        <w:trPr>
          <w:trHeight w:val="454"/>
        </w:trPr>
        <w:tc>
          <w:tcPr>
            <w:tcW w:w="2520" w:type="dxa"/>
          </w:tcPr>
          <w:p w14:paraId="47F7621C" w14:textId="77777777" w:rsidR="0008751A" w:rsidRDefault="0008751A">
            <w:pPr>
              <w:spacing w:line="264" w:lineRule="auto"/>
              <w:ind w:left="567" w:hanging="539"/>
              <w:rPr>
                <w:sz w:val="22"/>
                <w:szCs w:val="22"/>
              </w:rPr>
            </w:pPr>
            <w:r>
              <w:rPr>
                <w:sz w:val="22"/>
                <w:szCs w:val="22"/>
              </w:rPr>
              <w:t>3.</w:t>
            </w:r>
          </w:p>
        </w:tc>
        <w:tc>
          <w:tcPr>
            <w:tcW w:w="2160" w:type="dxa"/>
          </w:tcPr>
          <w:p w14:paraId="183104F6" w14:textId="77777777" w:rsidR="0008751A" w:rsidRDefault="0008751A">
            <w:pPr>
              <w:spacing w:line="264" w:lineRule="auto"/>
              <w:ind w:left="567" w:hanging="539"/>
              <w:rPr>
                <w:sz w:val="22"/>
                <w:szCs w:val="22"/>
              </w:rPr>
            </w:pPr>
          </w:p>
        </w:tc>
        <w:tc>
          <w:tcPr>
            <w:tcW w:w="2430" w:type="dxa"/>
          </w:tcPr>
          <w:p w14:paraId="4789189B" w14:textId="77777777" w:rsidR="0008751A" w:rsidRDefault="0008751A">
            <w:pPr>
              <w:spacing w:line="264" w:lineRule="auto"/>
              <w:ind w:left="567" w:hanging="539"/>
              <w:rPr>
                <w:sz w:val="22"/>
                <w:szCs w:val="22"/>
              </w:rPr>
            </w:pPr>
          </w:p>
        </w:tc>
        <w:tc>
          <w:tcPr>
            <w:tcW w:w="1800" w:type="dxa"/>
          </w:tcPr>
          <w:p w14:paraId="6D89B53E" w14:textId="77777777" w:rsidR="0008751A" w:rsidRDefault="0008751A">
            <w:pPr>
              <w:spacing w:line="264" w:lineRule="auto"/>
              <w:ind w:left="567" w:hanging="539"/>
              <w:rPr>
                <w:sz w:val="22"/>
                <w:szCs w:val="22"/>
              </w:rPr>
            </w:pPr>
          </w:p>
        </w:tc>
      </w:tr>
    </w:tbl>
    <w:p w14:paraId="71D591B0" w14:textId="77777777" w:rsidR="0008751A" w:rsidRDefault="0008751A">
      <w:pPr>
        <w:spacing w:line="264" w:lineRule="auto"/>
        <w:ind w:left="567" w:hanging="539"/>
        <w:rPr>
          <w:b/>
          <w:color w:val="000000"/>
          <w:sz w:val="22"/>
          <w:szCs w:val="22"/>
        </w:rPr>
      </w:pPr>
    </w:p>
    <w:p w14:paraId="1C623D2F" w14:textId="77777777" w:rsidR="0008751A" w:rsidRDefault="0008751A" w:rsidP="00096FE3">
      <w:pPr>
        <w:numPr>
          <w:ilvl w:val="0"/>
          <w:numId w:val="15"/>
        </w:numPr>
        <w:overflowPunct/>
        <w:autoSpaceDE/>
        <w:autoSpaceDN/>
        <w:adjustRightInd/>
        <w:ind w:left="567" w:hanging="539"/>
        <w:textAlignment w:val="auto"/>
        <w:rPr>
          <w:b/>
          <w:sz w:val="22"/>
          <w:szCs w:val="22"/>
        </w:rPr>
      </w:pPr>
      <w:r>
        <w:rPr>
          <w:b/>
          <w:sz w:val="22"/>
          <w:szCs w:val="22"/>
        </w:rPr>
        <w:t>Contact details of persons that UNFPA may contact for requests for clarification during bid evaluation</w:t>
      </w:r>
    </w:p>
    <w:p w14:paraId="75183256" w14:textId="77777777" w:rsidR="0008751A" w:rsidRDefault="0008751A">
      <w:pPr>
        <w:ind w:left="567" w:hanging="539"/>
        <w:rPr>
          <w:color w:val="000000"/>
          <w:sz w:val="22"/>
          <w:szCs w:val="22"/>
        </w:rPr>
      </w:pPr>
      <w:r>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08751A" w14:paraId="447264FC" w14:textId="77777777" w:rsidTr="00F72895">
        <w:trPr>
          <w:trHeight w:val="454"/>
        </w:trPr>
        <w:tc>
          <w:tcPr>
            <w:tcW w:w="2790" w:type="dxa"/>
          </w:tcPr>
          <w:p w14:paraId="28A06A3C" w14:textId="77777777" w:rsidR="0008751A" w:rsidRDefault="0008751A">
            <w:pPr>
              <w:spacing w:line="264" w:lineRule="auto"/>
              <w:rPr>
                <w:color w:val="000000"/>
                <w:sz w:val="22"/>
                <w:szCs w:val="22"/>
              </w:rPr>
            </w:pPr>
            <w:r>
              <w:rPr>
                <w:color w:val="000000"/>
                <w:sz w:val="22"/>
                <w:szCs w:val="22"/>
              </w:rPr>
              <w:t>Name/Surname</w:t>
            </w:r>
          </w:p>
        </w:tc>
        <w:tc>
          <w:tcPr>
            <w:tcW w:w="6120" w:type="dxa"/>
          </w:tcPr>
          <w:p w14:paraId="1A509FA5" w14:textId="77777777" w:rsidR="0008751A" w:rsidRDefault="0008751A">
            <w:pPr>
              <w:spacing w:line="264" w:lineRule="auto"/>
              <w:rPr>
                <w:color w:val="000000"/>
                <w:sz w:val="22"/>
                <w:szCs w:val="22"/>
              </w:rPr>
            </w:pPr>
          </w:p>
        </w:tc>
      </w:tr>
      <w:tr w:rsidR="0008751A" w14:paraId="4726EC33" w14:textId="77777777" w:rsidTr="00F72895">
        <w:trPr>
          <w:trHeight w:val="454"/>
        </w:trPr>
        <w:tc>
          <w:tcPr>
            <w:tcW w:w="2790" w:type="dxa"/>
          </w:tcPr>
          <w:p w14:paraId="3A715AFA" w14:textId="77777777" w:rsidR="0008751A" w:rsidRDefault="0008751A" w:rsidP="00F72895">
            <w:pPr>
              <w:spacing w:line="264" w:lineRule="auto"/>
              <w:rPr>
                <w:color w:val="000000"/>
                <w:sz w:val="22"/>
                <w:szCs w:val="22"/>
              </w:rPr>
            </w:pPr>
            <w:r>
              <w:rPr>
                <w:color w:val="000000"/>
                <w:sz w:val="22"/>
                <w:szCs w:val="22"/>
              </w:rPr>
              <w:t>Tel</w:t>
            </w:r>
            <w:r w:rsidR="00F72895">
              <w:rPr>
                <w:color w:val="000000"/>
                <w:sz w:val="22"/>
                <w:szCs w:val="22"/>
              </w:rPr>
              <w:t>ephone</w:t>
            </w:r>
            <w:r>
              <w:rPr>
                <w:color w:val="000000"/>
                <w:sz w:val="22"/>
                <w:szCs w:val="22"/>
              </w:rPr>
              <w:t xml:space="preserve"> Number (direct)</w:t>
            </w:r>
          </w:p>
        </w:tc>
        <w:tc>
          <w:tcPr>
            <w:tcW w:w="6120" w:type="dxa"/>
          </w:tcPr>
          <w:p w14:paraId="1F085F29" w14:textId="77777777" w:rsidR="0008751A" w:rsidRDefault="0008751A">
            <w:pPr>
              <w:spacing w:line="264" w:lineRule="auto"/>
              <w:rPr>
                <w:color w:val="000000"/>
                <w:sz w:val="22"/>
                <w:szCs w:val="22"/>
              </w:rPr>
            </w:pPr>
          </w:p>
        </w:tc>
      </w:tr>
      <w:tr w:rsidR="0008751A" w14:paraId="00673F70" w14:textId="77777777" w:rsidTr="00F72895">
        <w:trPr>
          <w:trHeight w:val="454"/>
        </w:trPr>
        <w:tc>
          <w:tcPr>
            <w:tcW w:w="2790" w:type="dxa"/>
          </w:tcPr>
          <w:p w14:paraId="64AFF44C" w14:textId="77777777" w:rsidR="0008751A" w:rsidRDefault="0096764E">
            <w:pPr>
              <w:spacing w:line="264" w:lineRule="auto"/>
              <w:rPr>
                <w:color w:val="000000"/>
                <w:sz w:val="22"/>
                <w:szCs w:val="22"/>
              </w:rPr>
            </w:pPr>
            <w:r>
              <w:rPr>
                <w:color w:val="000000"/>
                <w:sz w:val="22"/>
                <w:szCs w:val="22"/>
              </w:rPr>
              <w:t>Email address (direct)</w:t>
            </w:r>
          </w:p>
        </w:tc>
        <w:tc>
          <w:tcPr>
            <w:tcW w:w="6120" w:type="dxa"/>
          </w:tcPr>
          <w:p w14:paraId="081D5F25" w14:textId="77777777" w:rsidR="0008751A" w:rsidRDefault="0008751A">
            <w:pPr>
              <w:spacing w:line="264" w:lineRule="auto"/>
              <w:rPr>
                <w:color w:val="000000"/>
                <w:sz w:val="22"/>
                <w:szCs w:val="22"/>
              </w:rPr>
            </w:pPr>
          </w:p>
        </w:tc>
      </w:tr>
    </w:tbl>
    <w:p w14:paraId="25F8710B" w14:textId="77777777" w:rsidR="0008751A" w:rsidRDefault="0008751A">
      <w:pPr>
        <w:tabs>
          <w:tab w:val="left" w:pos="567"/>
        </w:tabs>
        <w:rPr>
          <w:color w:val="000000"/>
          <w:szCs w:val="22"/>
        </w:rPr>
      </w:pPr>
      <w:r>
        <w:rPr>
          <w:color w:val="000000"/>
          <w:szCs w:val="22"/>
        </w:rPr>
        <w:t>P</w:t>
      </w:r>
      <w:r w:rsidR="005E780A">
        <w:rPr>
          <w:color w:val="000000"/>
          <w:szCs w:val="22"/>
        </w:rPr>
        <w:t>.</w:t>
      </w:r>
      <w:r>
        <w:rPr>
          <w:color w:val="000000"/>
          <w:szCs w:val="22"/>
        </w:rPr>
        <w:t>S</w:t>
      </w:r>
      <w:r w:rsidR="005E780A">
        <w:rPr>
          <w:color w:val="000000"/>
          <w:szCs w:val="22"/>
        </w:rPr>
        <w:t>.</w:t>
      </w:r>
      <w:r>
        <w:rPr>
          <w:color w:val="000000"/>
          <w:szCs w:val="22"/>
        </w:rPr>
        <w:t>: This person must be available during the next two weeks following receipt of bid</w:t>
      </w:r>
    </w:p>
    <w:p w14:paraId="01AA8A3D" w14:textId="77777777" w:rsidR="0008751A" w:rsidRDefault="0008751A">
      <w:pPr>
        <w:rPr>
          <w:sz w:val="22"/>
          <w:szCs w:val="22"/>
        </w:rPr>
      </w:pPr>
    </w:p>
    <w:p w14:paraId="6A8D6FBB" w14:textId="77777777" w:rsidR="0008751A" w:rsidRDefault="0008751A">
      <w:pPr>
        <w:widowControl w:val="0"/>
        <w:overflowPunct/>
        <w:adjustRightInd/>
        <w:textAlignment w:val="auto"/>
        <w:rPr>
          <w:sz w:val="22"/>
          <w:szCs w:val="22"/>
          <w:lang w:val="en-GB"/>
        </w:rPr>
      </w:pPr>
    </w:p>
    <w:p w14:paraId="0411BBE5" w14:textId="77777777" w:rsidR="0008751A" w:rsidRDefault="0008751A">
      <w:pPr>
        <w:tabs>
          <w:tab w:val="left" w:leader="underscore" w:pos="6912"/>
        </w:tabs>
        <w:rPr>
          <w:sz w:val="22"/>
          <w:szCs w:val="22"/>
          <w:lang w:val="en-GB"/>
        </w:rPr>
      </w:pPr>
    </w:p>
    <w:p w14:paraId="17151F3C" w14:textId="77777777" w:rsidR="0008751A" w:rsidRDefault="0008751A">
      <w:pPr>
        <w:pStyle w:val="Heading1"/>
        <w:jc w:val="center"/>
        <w:rPr>
          <w:rFonts w:ascii="Times New Roman" w:hAnsi="Times New Roman" w:cs="Times New Roman"/>
          <w:sz w:val="22"/>
          <w:szCs w:val="22"/>
          <w:lang w:val="en-GB"/>
        </w:rPr>
      </w:pPr>
    </w:p>
    <w:p w14:paraId="3731C5B2" w14:textId="77777777" w:rsidR="0008751A" w:rsidRDefault="0008751A">
      <w:pPr>
        <w:pStyle w:val="Heading1"/>
        <w:jc w:val="center"/>
        <w:rPr>
          <w:rFonts w:ascii="Times New Roman" w:hAnsi="Times New Roman" w:cs="Times New Roman"/>
          <w:sz w:val="22"/>
          <w:szCs w:val="22"/>
          <w:lang w:val="en-GB"/>
        </w:rPr>
      </w:pPr>
    </w:p>
    <w:p w14:paraId="456FD7C4" w14:textId="77777777" w:rsidR="0008751A" w:rsidRDefault="0008751A">
      <w:pPr>
        <w:pStyle w:val="Heading1"/>
        <w:jc w:val="center"/>
        <w:rPr>
          <w:rFonts w:ascii="Times New Roman" w:hAnsi="Times New Roman" w:cs="Times New Roman"/>
          <w:sz w:val="22"/>
          <w:szCs w:val="22"/>
          <w:lang w:val="en-GB"/>
        </w:rPr>
      </w:pPr>
    </w:p>
    <w:p w14:paraId="72220E4B" w14:textId="77777777" w:rsidR="0008751A" w:rsidRDefault="0008751A">
      <w:pPr>
        <w:pStyle w:val="Heading1"/>
        <w:jc w:val="center"/>
        <w:rPr>
          <w:rFonts w:ascii="Times New Roman" w:hAnsi="Times New Roman" w:cs="Times New Roman"/>
          <w:sz w:val="22"/>
          <w:szCs w:val="22"/>
          <w:lang w:val="en-GB"/>
        </w:rPr>
      </w:pPr>
    </w:p>
    <w:p w14:paraId="2E0AA505" w14:textId="77777777" w:rsidR="001F0022" w:rsidRDefault="001F0022">
      <w:pPr>
        <w:pStyle w:val="Heading1"/>
        <w:jc w:val="center"/>
        <w:rPr>
          <w:rFonts w:ascii="Times New Roman" w:hAnsi="Times New Roman" w:cs="Times New Roman"/>
          <w:sz w:val="22"/>
          <w:szCs w:val="22"/>
          <w:lang w:val="en-GB"/>
        </w:rPr>
        <w:sectPr w:rsidR="001F0022" w:rsidSect="00A52510">
          <w:headerReference w:type="even" r:id="rId32"/>
          <w:headerReference w:type="default" r:id="rId33"/>
          <w:footerReference w:type="even" r:id="rId34"/>
          <w:footerReference w:type="default" r:id="rId35"/>
          <w:footerReference w:type="first" r:id="rId36"/>
          <w:type w:val="continuous"/>
          <w:pgSz w:w="12240" w:h="15840" w:code="1"/>
          <w:pgMar w:top="1440" w:right="1440" w:bottom="1008" w:left="1872" w:header="720" w:footer="720" w:gutter="0"/>
          <w:cols w:space="720"/>
          <w:titlePg/>
          <w:docGrid w:linePitch="360"/>
        </w:sectPr>
      </w:pPr>
    </w:p>
    <w:p w14:paraId="5C473C2D" w14:textId="77777777" w:rsidR="0008751A" w:rsidRPr="00CF5BC0" w:rsidRDefault="00CF5BC0" w:rsidP="00CF5BC0">
      <w:pPr>
        <w:pStyle w:val="Heading1"/>
        <w:jc w:val="center"/>
        <w:rPr>
          <w:rFonts w:ascii="Times New Roman" w:hAnsi="Times New Roman" w:cs="Times New Roman"/>
          <w:sz w:val="22"/>
          <w:szCs w:val="22"/>
          <w:lang w:val="en-GB"/>
        </w:rPr>
      </w:pPr>
      <w:bookmarkStart w:id="83" w:name="_Toc99385404"/>
      <w:r w:rsidRPr="00CF5BC0">
        <w:rPr>
          <w:rFonts w:ascii="Times New Roman" w:hAnsi="Times New Roman" w:cs="Times New Roman"/>
          <w:sz w:val="22"/>
          <w:szCs w:val="22"/>
          <w:lang w:val="en-GB"/>
        </w:rPr>
        <w:t>4.</w:t>
      </w:r>
      <w:r w:rsidR="0008751A" w:rsidRPr="00CF5BC0">
        <w:rPr>
          <w:rFonts w:ascii="Times New Roman" w:hAnsi="Times New Roman" w:cs="Times New Roman"/>
          <w:sz w:val="22"/>
          <w:szCs w:val="22"/>
          <w:lang w:val="en-GB"/>
        </w:rPr>
        <w:t xml:space="preserve"> Product Item Overview Form</w:t>
      </w:r>
      <w:bookmarkEnd w:id="83"/>
    </w:p>
    <w:p w14:paraId="53F6235F" w14:textId="24B7D0A6" w:rsidR="00133C61" w:rsidRDefault="00133C61"/>
    <w:tbl>
      <w:tblPr>
        <w:tblW w:w="13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4619"/>
        <w:gridCol w:w="4432"/>
        <w:gridCol w:w="1565"/>
        <w:gridCol w:w="1764"/>
      </w:tblGrid>
      <w:tr w:rsidR="00EE1DED" w:rsidRPr="00337FAB" w14:paraId="3512A936" w14:textId="3C3CDD3C" w:rsidTr="006C1BE1">
        <w:trPr>
          <w:trHeight w:val="350"/>
        </w:trPr>
        <w:tc>
          <w:tcPr>
            <w:tcW w:w="840" w:type="dxa"/>
            <w:shd w:val="clear" w:color="auto" w:fill="DAEEF3" w:themeFill="accent5" w:themeFillTint="33"/>
          </w:tcPr>
          <w:p w14:paraId="307E5748" w14:textId="7A53E9B8" w:rsidR="00EE1DED" w:rsidRPr="00133C61" w:rsidRDefault="00EE1DED" w:rsidP="00133C61">
            <w:pPr>
              <w:jc w:val="center"/>
              <w:rPr>
                <w:b/>
                <w:bCs/>
                <w:color w:val="000000"/>
                <w:lang w:val="mn-MN"/>
              </w:rPr>
            </w:pPr>
            <w:r>
              <w:rPr>
                <w:b/>
                <w:bCs/>
                <w:color w:val="000000"/>
                <w:lang w:val="en-GB"/>
              </w:rPr>
              <w:t xml:space="preserve">Item </w:t>
            </w:r>
            <w:r>
              <w:rPr>
                <w:b/>
                <w:bCs/>
                <w:color w:val="000000"/>
                <w:lang w:val="mn-MN"/>
              </w:rPr>
              <w:t>№</w:t>
            </w:r>
          </w:p>
        </w:tc>
        <w:tc>
          <w:tcPr>
            <w:tcW w:w="4619" w:type="dxa"/>
            <w:shd w:val="clear" w:color="auto" w:fill="DAEEF3" w:themeFill="accent5" w:themeFillTint="33"/>
          </w:tcPr>
          <w:p w14:paraId="283B80CD" w14:textId="77777777" w:rsidR="00EE1DED" w:rsidRPr="00233F0D" w:rsidRDefault="00EE1DED" w:rsidP="00133C61">
            <w:pPr>
              <w:jc w:val="center"/>
              <w:rPr>
                <w:b/>
                <w:lang w:val="en-GB"/>
              </w:rPr>
            </w:pPr>
            <w:bookmarkStart w:id="84" w:name="_Toc306007423"/>
            <w:r w:rsidRPr="00233F0D">
              <w:rPr>
                <w:b/>
                <w:lang w:val="en-GB"/>
              </w:rPr>
              <w:t>Description and minimum /mandatory specifications</w:t>
            </w:r>
            <w:bookmarkEnd w:id="84"/>
          </w:p>
          <w:p w14:paraId="79E72F68" w14:textId="77777777" w:rsidR="00EE1DED" w:rsidRPr="004A68C5" w:rsidRDefault="00EE1DED" w:rsidP="00133C61">
            <w:pPr>
              <w:jc w:val="center"/>
              <w:rPr>
                <w:b/>
                <w:bCs/>
                <w:color w:val="000000"/>
                <w:lang w:val="en-GB"/>
              </w:rPr>
            </w:pPr>
          </w:p>
        </w:tc>
        <w:tc>
          <w:tcPr>
            <w:tcW w:w="4432" w:type="dxa"/>
            <w:shd w:val="clear" w:color="auto" w:fill="DAEEF3" w:themeFill="accent5" w:themeFillTint="33"/>
          </w:tcPr>
          <w:p w14:paraId="75E5A758" w14:textId="77777777" w:rsidR="00EE1DED" w:rsidRPr="00233F0D" w:rsidRDefault="00EE1DED" w:rsidP="00133C61">
            <w:pPr>
              <w:jc w:val="center"/>
              <w:rPr>
                <w:b/>
                <w:lang w:val="en-GB"/>
              </w:rPr>
            </w:pPr>
            <w:bookmarkStart w:id="85" w:name="_Toc306007424"/>
            <w:r w:rsidRPr="00233F0D">
              <w:rPr>
                <w:b/>
                <w:lang w:val="en-GB"/>
              </w:rPr>
              <w:t>Description of items offered and Bidder’s statements on deviations</w:t>
            </w:r>
            <w:bookmarkEnd w:id="85"/>
          </w:p>
          <w:p w14:paraId="20E90F22" w14:textId="0651DA80" w:rsidR="00EE1DED" w:rsidRPr="004A68C5" w:rsidRDefault="00EE1DED" w:rsidP="00133C61">
            <w:pPr>
              <w:jc w:val="center"/>
              <w:rPr>
                <w:b/>
                <w:bCs/>
                <w:color w:val="000000"/>
                <w:lang w:val="en-GB"/>
              </w:rPr>
            </w:pPr>
            <w:r w:rsidRPr="00233F0D">
              <w:rPr>
                <w:lang w:val="en-GB"/>
              </w:rPr>
              <w:t>(To be completed by the Bidder)</w:t>
            </w:r>
          </w:p>
        </w:tc>
        <w:tc>
          <w:tcPr>
            <w:tcW w:w="1565" w:type="dxa"/>
            <w:shd w:val="clear" w:color="auto" w:fill="DAEEF3" w:themeFill="accent5" w:themeFillTint="33"/>
          </w:tcPr>
          <w:p w14:paraId="7092C06F" w14:textId="6F5D07C1" w:rsidR="00EE1DED" w:rsidRPr="006C1BE1" w:rsidRDefault="00EE1DED" w:rsidP="00133C61">
            <w:pPr>
              <w:jc w:val="center"/>
              <w:rPr>
                <w:b/>
                <w:lang w:val="en-GB"/>
              </w:rPr>
            </w:pPr>
            <w:r w:rsidRPr="006C1BE1">
              <w:rPr>
                <w:b/>
              </w:rPr>
              <w:t>Shelf life/ Warranty proposed by the bidder (As applicable)</w:t>
            </w:r>
          </w:p>
        </w:tc>
        <w:tc>
          <w:tcPr>
            <w:tcW w:w="1764" w:type="dxa"/>
            <w:shd w:val="clear" w:color="auto" w:fill="DAEEF3" w:themeFill="accent5" w:themeFillTint="33"/>
          </w:tcPr>
          <w:p w14:paraId="79A98151" w14:textId="0FEC1FF5" w:rsidR="00EE1DED" w:rsidRPr="00233F0D" w:rsidRDefault="00EE1DED" w:rsidP="00133C61">
            <w:pPr>
              <w:jc w:val="center"/>
              <w:rPr>
                <w:b/>
                <w:lang w:val="en-GB"/>
              </w:rPr>
            </w:pPr>
            <w:bookmarkStart w:id="86" w:name="_Toc306007425"/>
            <w:r w:rsidRPr="00233F0D">
              <w:rPr>
                <w:b/>
                <w:lang w:val="en-GB"/>
              </w:rPr>
              <w:t>Compliant? (Y/N)</w:t>
            </w:r>
            <w:bookmarkEnd w:id="86"/>
          </w:p>
          <w:p w14:paraId="060025F6" w14:textId="76D2F3F6" w:rsidR="00EE1DED" w:rsidRPr="004A68C5" w:rsidRDefault="00EE1DED" w:rsidP="00133C61">
            <w:pPr>
              <w:jc w:val="center"/>
              <w:rPr>
                <w:b/>
                <w:bCs/>
                <w:color w:val="000000"/>
                <w:lang w:val="en-GB"/>
              </w:rPr>
            </w:pPr>
            <w:r w:rsidRPr="00233F0D">
              <w:rPr>
                <w:lang w:val="en-GB"/>
              </w:rPr>
              <w:t>(To be completed by UNFPA during evaluation)</w:t>
            </w:r>
          </w:p>
        </w:tc>
      </w:tr>
      <w:tr w:rsidR="00EE1DED" w:rsidRPr="00337FAB" w14:paraId="0379733E" w14:textId="4EBCF5B4" w:rsidTr="006C1BE1">
        <w:trPr>
          <w:trHeight w:val="350"/>
        </w:trPr>
        <w:tc>
          <w:tcPr>
            <w:tcW w:w="840" w:type="dxa"/>
            <w:vMerge w:val="restart"/>
            <w:shd w:val="clear" w:color="auto" w:fill="DAEEF3" w:themeFill="accent5" w:themeFillTint="33"/>
          </w:tcPr>
          <w:p w14:paraId="237116DB" w14:textId="1856C5FC" w:rsidR="00EE1DED" w:rsidRDefault="00EE1DED" w:rsidP="00383B36">
            <w:pPr>
              <w:jc w:val="center"/>
              <w:rPr>
                <w:b/>
                <w:bCs/>
                <w:color w:val="000000"/>
                <w:lang w:val="en-GB"/>
              </w:rPr>
            </w:pPr>
            <w:r>
              <w:rPr>
                <w:b/>
                <w:bCs/>
                <w:color w:val="000000"/>
                <w:lang w:val="en-GB"/>
              </w:rPr>
              <w:t>Item 1</w:t>
            </w:r>
          </w:p>
        </w:tc>
        <w:tc>
          <w:tcPr>
            <w:tcW w:w="4619" w:type="dxa"/>
            <w:shd w:val="clear" w:color="auto" w:fill="DAEEF3" w:themeFill="accent5" w:themeFillTint="33"/>
            <w:hideMark/>
          </w:tcPr>
          <w:p w14:paraId="4486A726" w14:textId="77777777" w:rsidR="00EE1DED" w:rsidRPr="004A68C5" w:rsidRDefault="00EE1DED" w:rsidP="00383B36">
            <w:pPr>
              <w:rPr>
                <w:b/>
                <w:bCs/>
                <w:color w:val="000000"/>
                <w:lang w:val="en-GB"/>
              </w:rPr>
            </w:pPr>
            <w:r w:rsidRPr="004A68C5">
              <w:rPr>
                <w:b/>
                <w:bCs/>
                <w:color w:val="000000"/>
                <w:lang w:val="en-GB"/>
              </w:rPr>
              <w:t xml:space="preserve">REAL TIME PCR SYSTEM </w:t>
            </w:r>
            <w:r w:rsidRPr="00567B62">
              <w:rPr>
                <w:color w:val="000000"/>
                <w:lang w:val="en-GB"/>
              </w:rPr>
              <w:t>(3 pcs)</w:t>
            </w:r>
          </w:p>
          <w:p w14:paraId="7CC7439A" w14:textId="77777777" w:rsidR="00EE1DED" w:rsidRPr="00337FAB" w:rsidRDefault="00EE1DED" w:rsidP="00383B36">
            <w:pPr>
              <w:rPr>
                <w:color w:val="000000"/>
                <w:lang w:val="en-GB"/>
              </w:rPr>
            </w:pPr>
          </w:p>
        </w:tc>
        <w:tc>
          <w:tcPr>
            <w:tcW w:w="4432" w:type="dxa"/>
            <w:shd w:val="clear" w:color="auto" w:fill="DAEEF3" w:themeFill="accent5" w:themeFillTint="33"/>
          </w:tcPr>
          <w:p w14:paraId="303375E4" w14:textId="77777777" w:rsidR="00EE1DED" w:rsidRPr="004A68C5" w:rsidRDefault="00EE1DED" w:rsidP="00383B36">
            <w:pPr>
              <w:rPr>
                <w:b/>
                <w:bCs/>
                <w:color w:val="000000"/>
                <w:lang w:val="en-GB"/>
              </w:rPr>
            </w:pPr>
          </w:p>
        </w:tc>
        <w:tc>
          <w:tcPr>
            <w:tcW w:w="1565" w:type="dxa"/>
            <w:shd w:val="clear" w:color="auto" w:fill="DAEEF3" w:themeFill="accent5" w:themeFillTint="33"/>
          </w:tcPr>
          <w:p w14:paraId="546E37DC" w14:textId="77777777" w:rsidR="00EE1DED" w:rsidRPr="004A68C5" w:rsidRDefault="00EE1DED" w:rsidP="00383B36">
            <w:pPr>
              <w:rPr>
                <w:b/>
                <w:bCs/>
                <w:color w:val="000000"/>
                <w:lang w:val="en-GB"/>
              </w:rPr>
            </w:pPr>
          </w:p>
        </w:tc>
        <w:tc>
          <w:tcPr>
            <w:tcW w:w="1764" w:type="dxa"/>
            <w:shd w:val="clear" w:color="auto" w:fill="DAEEF3" w:themeFill="accent5" w:themeFillTint="33"/>
          </w:tcPr>
          <w:p w14:paraId="422AE217" w14:textId="48ED58A3" w:rsidR="00EE1DED" w:rsidRPr="004A68C5" w:rsidRDefault="00EE1DED" w:rsidP="00383B36">
            <w:pPr>
              <w:rPr>
                <w:b/>
                <w:bCs/>
                <w:color w:val="000000"/>
                <w:lang w:val="en-GB"/>
              </w:rPr>
            </w:pPr>
          </w:p>
        </w:tc>
      </w:tr>
      <w:tr w:rsidR="00EE1DED" w:rsidRPr="00337FAB" w14:paraId="2B01B5FA" w14:textId="0230752F" w:rsidTr="006C1BE1">
        <w:trPr>
          <w:trHeight w:val="300"/>
        </w:trPr>
        <w:tc>
          <w:tcPr>
            <w:tcW w:w="840" w:type="dxa"/>
            <w:vMerge/>
            <w:shd w:val="clear" w:color="auto" w:fill="DAEEF3" w:themeFill="accent5" w:themeFillTint="33"/>
          </w:tcPr>
          <w:p w14:paraId="6546D495"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695647C5" w14:textId="77777777" w:rsidR="00EE1DED" w:rsidRPr="00075778" w:rsidRDefault="00EE1DED" w:rsidP="00383B36">
            <w:pPr>
              <w:rPr>
                <w:b/>
                <w:bCs/>
                <w:color w:val="000000"/>
              </w:rPr>
            </w:pPr>
            <w:r w:rsidRPr="00075778">
              <w:rPr>
                <w:b/>
                <w:bCs/>
                <w:color w:val="000000"/>
              </w:rPr>
              <w:t>Product description:</w:t>
            </w:r>
          </w:p>
          <w:p w14:paraId="2E0C4322" w14:textId="77777777" w:rsidR="00EE1DED" w:rsidRDefault="00EE1DED" w:rsidP="00383B36">
            <w:pPr>
              <w:rPr>
                <w:color w:val="000000"/>
              </w:rPr>
            </w:pPr>
            <w:r w:rsidRPr="00337FAB">
              <w:rPr>
                <w:color w:val="000000"/>
              </w:rPr>
              <w:t>Real-Time PCR System to conduct PCR-based nucleic acid tests to infections, Automated, multiplex real-time amplification and detection system, IVD. Open system able to operate with reagents of diverse suppliers</w:t>
            </w:r>
          </w:p>
          <w:p w14:paraId="27783EC7" w14:textId="77777777" w:rsidR="00EE1DED" w:rsidRPr="00337FAB" w:rsidRDefault="00EE1DED" w:rsidP="00383B36">
            <w:pPr>
              <w:rPr>
                <w:color w:val="000000"/>
              </w:rPr>
            </w:pPr>
          </w:p>
          <w:p w14:paraId="4B0D2073" w14:textId="77777777" w:rsidR="00EE1DED" w:rsidRPr="00075778" w:rsidRDefault="00EE1DED" w:rsidP="00383B36">
            <w:pPr>
              <w:rPr>
                <w:b/>
                <w:bCs/>
                <w:color w:val="000000"/>
              </w:rPr>
            </w:pPr>
            <w:r w:rsidRPr="00075778">
              <w:rPr>
                <w:b/>
                <w:bCs/>
                <w:color w:val="000000"/>
              </w:rPr>
              <w:t xml:space="preserve">Specifications: </w:t>
            </w:r>
          </w:p>
          <w:p w14:paraId="51A2B28B"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Sample format: 96-well plates, 8-tube strips</w:t>
            </w:r>
          </w:p>
          <w:p w14:paraId="69A8655F"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Temp. Range: 0-100°C</w:t>
            </w:r>
          </w:p>
          <w:p w14:paraId="7C45D668"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Max ramp rate heating: 4 - 7°C</w:t>
            </w:r>
          </w:p>
          <w:p w14:paraId="1E3F5F60"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Average ramp rate cooling: 2 - 4°C</w:t>
            </w:r>
          </w:p>
          <w:p w14:paraId="003AA8A4"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Lid: heats up to 105°C</w:t>
            </w:r>
          </w:p>
          <w:p w14:paraId="656448FC"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Accuracy: ±0.2°C</w:t>
            </w:r>
          </w:p>
          <w:p w14:paraId="5350C83C"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Uniformity: ±0.4°C well-to-well</w:t>
            </w:r>
          </w:p>
          <w:p w14:paraId="5D1E821B"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Multiplex analysis: 4 - 6 targets</w:t>
            </w:r>
          </w:p>
          <w:p w14:paraId="76723D9E"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Gradient operational range: 30-100°C</w:t>
            </w:r>
          </w:p>
          <w:p w14:paraId="17B2C140"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Gradient programmable span: 1–25°C</w:t>
            </w:r>
          </w:p>
          <w:p w14:paraId="3FAC68A0"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Supplied with computer and printer, integrated with LIS, and with Rapid finder analysis software</w:t>
            </w:r>
          </w:p>
          <w:p w14:paraId="54369AB0"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The case is to be cleanable with laboratory grade disinfectants</w:t>
            </w:r>
          </w:p>
          <w:p w14:paraId="4DD9469A"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Range of excitation/emission wavelengths (nm): 300–800 nm</w:t>
            </w:r>
          </w:p>
          <w:p w14:paraId="237654AB"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Related accessories, controls, supplies and devices needed for complete installation and full operation for at least 300 tests will be included. Description of any sterilization process required for accessories</w:t>
            </w:r>
          </w:p>
          <w:p w14:paraId="0D9AEBFB" w14:textId="77777777" w:rsidR="00EE1DED" w:rsidRPr="00075C74"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Supplied in protective, re-closable seal</w:t>
            </w:r>
          </w:p>
          <w:p w14:paraId="0B5BB715" w14:textId="77777777" w:rsidR="00EE1DED" w:rsidRPr="007714F2" w:rsidRDefault="00EE1DED" w:rsidP="00383B36">
            <w:pPr>
              <w:pStyle w:val="ListParagraph"/>
              <w:numPr>
                <w:ilvl w:val="0"/>
                <w:numId w:val="45"/>
              </w:numPr>
              <w:overflowPunct/>
              <w:autoSpaceDE/>
              <w:autoSpaceDN/>
              <w:adjustRightInd/>
              <w:contextualSpacing/>
              <w:textAlignment w:val="auto"/>
              <w:rPr>
                <w:color w:val="000000"/>
              </w:rPr>
            </w:pPr>
            <w:r w:rsidRPr="007714F2">
              <w:rPr>
                <w:color w:val="000000"/>
              </w:rPr>
              <w:t>Estimated Life Span: 5 years</w:t>
            </w:r>
          </w:p>
          <w:p w14:paraId="588B4B43"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075C74">
              <w:rPr>
                <w:color w:val="000000"/>
              </w:rPr>
              <w:t xml:space="preserve">Power supply: Main power / Electrical source requirements: 220-240V, 50Hz. Line connection plug "Type C" Euro plug or the "Type E" or "Type F" </w:t>
            </w:r>
            <w:proofErr w:type="spellStart"/>
            <w:r w:rsidRPr="00075C74">
              <w:rPr>
                <w:color w:val="000000"/>
              </w:rPr>
              <w:t>Schuko</w:t>
            </w:r>
            <w:proofErr w:type="spellEnd"/>
          </w:p>
          <w:p w14:paraId="72D330BD" w14:textId="77777777" w:rsidR="00EE1DED" w:rsidRPr="00015F8B" w:rsidRDefault="00EE1DED" w:rsidP="00383B36">
            <w:pPr>
              <w:pStyle w:val="ListParagraph"/>
              <w:numPr>
                <w:ilvl w:val="0"/>
                <w:numId w:val="45"/>
              </w:numPr>
              <w:overflowPunct/>
              <w:autoSpaceDE/>
              <w:autoSpaceDN/>
              <w:adjustRightInd/>
              <w:contextualSpacing/>
              <w:textAlignment w:val="auto"/>
              <w:rPr>
                <w:color w:val="000000"/>
              </w:rPr>
            </w:pPr>
            <w:r w:rsidRPr="00184EDD">
              <w:rPr>
                <w:color w:val="000000"/>
              </w:rPr>
              <w:t>Protections against over-voltage line conditions: 1500W UPS with power stabilization are available in the hospital, if not sufficient include into the offer that capable of maintaining operation for at least 45 minutes during power failure.</w:t>
            </w:r>
          </w:p>
        </w:tc>
        <w:tc>
          <w:tcPr>
            <w:tcW w:w="4432" w:type="dxa"/>
            <w:tcBorders>
              <w:bottom w:val="single" w:sz="4" w:space="0" w:color="auto"/>
            </w:tcBorders>
            <w:shd w:val="clear" w:color="auto" w:fill="FFFFFF" w:themeFill="background1"/>
          </w:tcPr>
          <w:p w14:paraId="153C1293" w14:textId="77777777" w:rsidR="00EE1DED" w:rsidRPr="00075778" w:rsidRDefault="00EE1DED" w:rsidP="00383B36">
            <w:pPr>
              <w:rPr>
                <w:b/>
                <w:bCs/>
                <w:color w:val="000000"/>
              </w:rPr>
            </w:pPr>
          </w:p>
        </w:tc>
        <w:tc>
          <w:tcPr>
            <w:tcW w:w="1565" w:type="dxa"/>
            <w:tcBorders>
              <w:bottom w:val="single" w:sz="4" w:space="0" w:color="auto"/>
            </w:tcBorders>
            <w:shd w:val="clear" w:color="auto" w:fill="FFFFFF" w:themeFill="background1"/>
          </w:tcPr>
          <w:p w14:paraId="7BFBAF5C" w14:textId="77777777" w:rsidR="00EE1DED" w:rsidRPr="00075778" w:rsidRDefault="00EE1DED" w:rsidP="00383B36">
            <w:pPr>
              <w:rPr>
                <w:b/>
                <w:bCs/>
                <w:color w:val="000000"/>
              </w:rPr>
            </w:pPr>
          </w:p>
        </w:tc>
        <w:tc>
          <w:tcPr>
            <w:tcW w:w="1764" w:type="dxa"/>
            <w:tcBorders>
              <w:bottom w:val="single" w:sz="4" w:space="0" w:color="auto"/>
            </w:tcBorders>
            <w:shd w:val="clear" w:color="auto" w:fill="FFFFFF" w:themeFill="background1"/>
          </w:tcPr>
          <w:p w14:paraId="180C43F9" w14:textId="2361DA2D" w:rsidR="00EE1DED" w:rsidRPr="00075778" w:rsidRDefault="00EE1DED" w:rsidP="00383B36">
            <w:pPr>
              <w:rPr>
                <w:b/>
                <w:bCs/>
                <w:color w:val="000000"/>
              </w:rPr>
            </w:pPr>
          </w:p>
        </w:tc>
      </w:tr>
      <w:tr w:rsidR="00EE1DED" w:rsidRPr="00337FAB" w14:paraId="038CAC9B" w14:textId="29986E45" w:rsidTr="006C1BE1">
        <w:trPr>
          <w:trHeight w:val="300"/>
        </w:trPr>
        <w:tc>
          <w:tcPr>
            <w:tcW w:w="840" w:type="dxa"/>
            <w:vMerge/>
            <w:shd w:val="clear" w:color="auto" w:fill="DAEEF3" w:themeFill="accent5" w:themeFillTint="33"/>
          </w:tcPr>
          <w:p w14:paraId="7BAF0046" w14:textId="77777777" w:rsidR="00EE1DED" w:rsidRPr="00337FAB" w:rsidRDefault="00EE1DED" w:rsidP="00383B36">
            <w:pPr>
              <w:rPr>
                <w:b/>
                <w:bCs/>
                <w:color w:val="000000"/>
              </w:rPr>
            </w:pPr>
          </w:p>
        </w:tc>
        <w:tc>
          <w:tcPr>
            <w:tcW w:w="4619" w:type="dxa"/>
            <w:tcBorders>
              <w:bottom w:val="single" w:sz="4" w:space="0" w:color="auto"/>
            </w:tcBorders>
            <w:shd w:val="clear" w:color="auto" w:fill="FFFFFF" w:themeFill="background1"/>
          </w:tcPr>
          <w:p w14:paraId="03AA7013"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3C9A3915" w14:textId="77777777" w:rsidR="00EE1DED" w:rsidRPr="00790C75" w:rsidRDefault="00EE1DED" w:rsidP="00383B36">
            <w:pPr>
              <w:pStyle w:val="ListParagraph"/>
              <w:numPr>
                <w:ilvl w:val="0"/>
                <w:numId w:val="45"/>
              </w:numPr>
              <w:overflowPunct/>
              <w:autoSpaceDE/>
              <w:autoSpaceDN/>
              <w:adjustRightInd/>
              <w:contextualSpacing/>
              <w:textAlignment w:val="auto"/>
              <w:rPr>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Borders>
              <w:bottom w:val="single" w:sz="4" w:space="0" w:color="auto"/>
            </w:tcBorders>
            <w:shd w:val="clear" w:color="auto" w:fill="FFFFFF" w:themeFill="background1"/>
          </w:tcPr>
          <w:p w14:paraId="12663735" w14:textId="77777777" w:rsidR="00EE1DED" w:rsidRDefault="00EE1DED" w:rsidP="00383B36">
            <w:pPr>
              <w:rPr>
                <w:b/>
                <w:bCs/>
                <w:color w:val="000000"/>
              </w:rPr>
            </w:pPr>
          </w:p>
        </w:tc>
        <w:tc>
          <w:tcPr>
            <w:tcW w:w="1565" w:type="dxa"/>
            <w:tcBorders>
              <w:bottom w:val="single" w:sz="4" w:space="0" w:color="auto"/>
            </w:tcBorders>
            <w:shd w:val="clear" w:color="auto" w:fill="FFFFFF" w:themeFill="background1"/>
          </w:tcPr>
          <w:p w14:paraId="2623A7B5" w14:textId="77777777" w:rsidR="00EE1DED" w:rsidRDefault="00EE1DED" w:rsidP="00383B36">
            <w:pPr>
              <w:rPr>
                <w:b/>
                <w:bCs/>
                <w:color w:val="000000"/>
              </w:rPr>
            </w:pPr>
          </w:p>
        </w:tc>
        <w:tc>
          <w:tcPr>
            <w:tcW w:w="1764" w:type="dxa"/>
            <w:tcBorders>
              <w:bottom w:val="single" w:sz="4" w:space="0" w:color="auto"/>
            </w:tcBorders>
            <w:shd w:val="clear" w:color="auto" w:fill="FFFFFF" w:themeFill="background1"/>
          </w:tcPr>
          <w:p w14:paraId="57CB0A22" w14:textId="0183536A" w:rsidR="00EE1DED" w:rsidRDefault="00EE1DED" w:rsidP="00383B36">
            <w:pPr>
              <w:rPr>
                <w:b/>
                <w:bCs/>
                <w:color w:val="000000"/>
              </w:rPr>
            </w:pPr>
          </w:p>
        </w:tc>
      </w:tr>
      <w:tr w:rsidR="00EE1DED" w:rsidRPr="00337FAB" w14:paraId="6AC5B6EB" w14:textId="2350959E" w:rsidTr="006C1BE1">
        <w:trPr>
          <w:trHeight w:val="300"/>
        </w:trPr>
        <w:tc>
          <w:tcPr>
            <w:tcW w:w="840" w:type="dxa"/>
            <w:vMerge/>
            <w:shd w:val="clear" w:color="auto" w:fill="DAEEF3" w:themeFill="accent5" w:themeFillTint="33"/>
          </w:tcPr>
          <w:p w14:paraId="46C65ED8" w14:textId="77777777" w:rsidR="00EE1DED" w:rsidRPr="00337FAB" w:rsidRDefault="00EE1DED" w:rsidP="00383B36">
            <w:pPr>
              <w:rPr>
                <w:b/>
                <w:bCs/>
                <w:color w:val="000000"/>
              </w:rPr>
            </w:pPr>
          </w:p>
        </w:tc>
        <w:tc>
          <w:tcPr>
            <w:tcW w:w="4619" w:type="dxa"/>
            <w:tcBorders>
              <w:bottom w:val="single" w:sz="4" w:space="0" w:color="auto"/>
            </w:tcBorders>
            <w:shd w:val="clear" w:color="auto" w:fill="FFFFFF" w:themeFill="background1"/>
          </w:tcPr>
          <w:p w14:paraId="43316893" w14:textId="77777777" w:rsidR="00EE1DED" w:rsidRDefault="00EE1DED" w:rsidP="00383B36">
            <w:pPr>
              <w:rPr>
                <w:b/>
                <w:bCs/>
                <w:color w:val="000000"/>
              </w:rPr>
            </w:pPr>
            <w:r>
              <w:rPr>
                <w:b/>
                <w:bCs/>
                <w:color w:val="000000"/>
              </w:rPr>
              <w:t>Safety &amp; product Standards:</w:t>
            </w:r>
          </w:p>
          <w:p w14:paraId="59859CA7"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75D796EB" w14:textId="77777777" w:rsidR="00EE1DED" w:rsidRPr="00790C75"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Borders>
              <w:bottom w:val="single" w:sz="4" w:space="0" w:color="auto"/>
            </w:tcBorders>
            <w:shd w:val="clear" w:color="auto" w:fill="FFFFFF" w:themeFill="background1"/>
          </w:tcPr>
          <w:p w14:paraId="72E565BA" w14:textId="77777777" w:rsidR="00EE1DED" w:rsidRDefault="00EE1DED" w:rsidP="00383B36">
            <w:pPr>
              <w:rPr>
                <w:b/>
                <w:bCs/>
                <w:color w:val="000000"/>
              </w:rPr>
            </w:pPr>
          </w:p>
        </w:tc>
        <w:tc>
          <w:tcPr>
            <w:tcW w:w="1565" w:type="dxa"/>
            <w:tcBorders>
              <w:bottom w:val="single" w:sz="4" w:space="0" w:color="auto"/>
            </w:tcBorders>
            <w:shd w:val="clear" w:color="auto" w:fill="FFFFFF" w:themeFill="background1"/>
          </w:tcPr>
          <w:p w14:paraId="40508D49" w14:textId="77777777" w:rsidR="00EE1DED" w:rsidRDefault="00EE1DED" w:rsidP="00383B36">
            <w:pPr>
              <w:rPr>
                <w:b/>
                <w:bCs/>
                <w:color w:val="000000"/>
              </w:rPr>
            </w:pPr>
          </w:p>
        </w:tc>
        <w:tc>
          <w:tcPr>
            <w:tcW w:w="1764" w:type="dxa"/>
            <w:tcBorders>
              <w:bottom w:val="single" w:sz="4" w:space="0" w:color="auto"/>
            </w:tcBorders>
            <w:shd w:val="clear" w:color="auto" w:fill="FFFFFF" w:themeFill="background1"/>
          </w:tcPr>
          <w:p w14:paraId="65888B03" w14:textId="40E585F3" w:rsidR="00EE1DED" w:rsidRDefault="00EE1DED" w:rsidP="00383B36">
            <w:pPr>
              <w:rPr>
                <w:b/>
                <w:bCs/>
                <w:color w:val="000000"/>
              </w:rPr>
            </w:pPr>
          </w:p>
        </w:tc>
      </w:tr>
      <w:tr w:rsidR="00EE1DED" w:rsidRPr="00337FAB" w14:paraId="048D8F73" w14:textId="4249F045" w:rsidTr="006C1BE1">
        <w:trPr>
          <w:trHeight w:val="300"/>
        </w:trPr>
        <w:tc>
          <w:tcPr>
            <w:tcW w:w="840" w:type="dxa"/>
            <w:vMerge/>
            <w:shd w:val="clear" w:color="auto" w:fill="DAEEF3" w:themeFill="accent5" w:themeFillTint="33"/>
          </w:tcPr>
          <w:p w14:paraId="3E0757D2" w14:textId="77777777" w:rsidR="00EE1DED" w:rsidRPr="00337FAB" w:rsidRDefault="00EE1DED" w:rsidP="00383B36">
            <w:pPr>
              <w:rPr>
                <w:b/>
                <w:bCs/>
                <w:color w:val="000000"/>
              </w:rPr>
            </w:pPr>
          </w:p>
        </w:tc>
        <w:tc>
          <w:tcPr>
            <w:tcW w:w="4619" w:type="dxa"/>
            <w:tcBorders>
              <w:bottom w:val="single" w:sz="4" w:space="0" w:color="auto"/>
            </w:tcBorders>
            <w:shd w:val="clear" w:color="auto" w:fill="FFFFFF" w:themeFill="background1"/>
          </w:tcPr>
          <w:p w14:paraId="3AC0F645" w14:textId="77777777" w:rsidR="00EE1DED" w:rsidRDefault="00EE1DED" w:rsidP="00383B36">
            <w:pPr>
              <w:rPr>
                <w:color w:val="000000"/>
              </w:rPr>
            </w:pPr>
            <w:r w:rsidRPr="00337FAB">
              <w:rPr>
                <w:b/>
                <w:bCs/>
                <w:color w:val="000000"/>
              </w:rPr>
              <w:t>Warranty:</w:t>
            </w:r>
            <w:r w:rsidRPr="00337FAB">
              <w:rPr>
                <w:color w:val="000000"/>
              </w:rPr>
              <w:t xml:space="preserve"> </w:t>
            </w:r>
          </w:p>
          <w:p w14:paraId="17B48CE3" w14:textId="77777777" w:rsidR="00EE1DED" w:rsidRPr="00133C61" w:rsidRDefault="00EE1DED" w:rsidP="00383B36">
            <w:pPr>
              <w:overflowPunct/>
              <w:autoSpaceDE/>
              <w:autoSpaceDN/>
              <w:adjustRightInd/>
              <w:contextualSpacing/>
              <w:textAlignment w:val="auto"/>
              <w:rPr>
                <w:color w:val="000000"/>
              </w:rPr>
            </w:pPr>
            <w:r w:rsidRPr="00133C61">
              <w:rPr>
                <w:color w:val="000000"/>
              </w:rPr>
              <w:t>Two (2) years warranty should be provided.</w:t>
            </w:r>
          </w:p>
        </w:tc>
        <w:tc>
          <w:tcPr>
            <w:tcW w:w="4432" w:type="dxa"/>
            <w:tcBorders>
              <w:bottom w:val="single" w:sz="4" w:space="0" w:color="auto"/>
            </w:tcBorders>
            <w:shd w:val="clear" w:color="auto" w:fill="FFFFFF" w:themeFill="background1"/>
          </w:tcPr>
          <w:p w14:paraId="725880E3" w14:textId="77777777" w:rsidR="00EE1DED" w:rsidRPr="00337FAB" w:rsidRDefault="00EE1DED" w:rsidP="00383B36">
            <w:pPr>
              <w:rPr>
                <w:b/>
                <w:bCs/>
                <w:color w:val="000000"/>
              </w:rPr>
            </w:pPr>
          </w:p>
        </w:tc>
        <w:tc>
          <w:tcPr>
            <w:tcW w:w="1565" w:type="dxa"/>
            <w:tcBorders>
              <w:bottom w:val="single" w:sz="4" w:space="0" w:color="auto"/>
            </w:tcBorders>
            <w:shd w:val="clear" w:color="auto" w:fill="FFFFFF" w:themeFill="background1"/>
          </w:tcPr>
          <w:p w14:paraId="26D5FDCB" w14:textId="77777777" w:rsidR="00EE1DED" w:rsidRPr="00337FAB" w:rsidRDefault="00EE1DED" w:rsidP="00383B36">
            <w:pPr>
              <w:rPr>
                <w:b/>
                <w:bCs/>
                <w:color w:val="000000"/>
              </w:rPr>
            </w:pPr>
          </w:p>
        </w:tc>
        <w:tc>
          <w:tcPr>
            <w:tcW w:w="1764" w:type="dxa"/>
            <w:tcBorders>
              <w:bottom w:val="single" w:sz="4" w:space="0" w:color="auto"/>
            </w:tcBorders>
            <w:shd w:val="clear" w:color="auto" w:fill="FFFFFF" w:themeFill="background1"/>
          </w:tcPr>
          <w:p w14:paraId="29935C69" w14:textId="6D490F1F" w:rsidR="00EE1DED" w:rsidRPr="00337FAB" w:rsidRDefault="00EE1DED" w:rsidP="00383B36">
            <w:pPr>
              <w:rPr>
                <w:b/>
                <w:bCs/>
                <w:color w:val="000000"/>
              </w:rPr>
            </w:pPr>
          </w:p>
        </w:tc>
      </w:tr>
      <w:tr w:rsidR="00EE1DED" w:rsidRPr="00337FAB" w14:paraId="4F5D9350" w14:textId="154CFDB7" w:rsidTr="006C1BE1">
        <w:trPr>
          <w:trHeight w:val="300"/>
        </w:trPr>
        <w:tc>
          <w:tcPr>
            <w:tcW w:w="840" w:type="dxa"/>
            <w:vMerge/>
            <w:shd w:val="clear" w:color="auto" w:fill="DAEEF3" w:themeFill="accent5" w:themeFillTint="33"/>
          </w:tcPr>
          <w:p w14:paraId="45C4DDFB" w14:textId="77777777" w:rsidR="00EE1DED" w:rsidRPr="00337FAB" w:rsidRDefault="00EE1DED" w:rsidP="00383B36">
            <w:pPr>
              <w:rPr>
                <w:b/>
                <w:bCs/>
                <w:color w:val="000000"/>
              </w:rPr>
            </w:pPr>
          </w:p>
        </w:tc>
        <w:tc>
          <w:tcPr>
            <w:tcW w:w="4619" w:type="dxa"/>
            <w:tcBorders>
              <w:bottom w:val="single" w:sz="4" w:space="0" w:color="auto"/>
            </w:tcBorders>
            <w:shd w:val="clear" w:color="auto" w:fill="FFFFFF" w:themeFill="background1"/>
          </w:tcPr>
          <w:p w14:paraId="2C84D0A9" w14:textId="77777777" w:rsidR="00EE1DED" w:rsidRDefault="00EE1DED" w:rsidP="00383B36">
            <w:pPr>
              <w:pStyle w:val="Default"/>
              <w:rPr>
                <w:b/>
                <w:bCs/>
                <w:sz w:val="20"/>
                <w:szCs w:val="20"/>
              </w:rPr>
            </w:pPr>
            <w:r>
              <w:rPr>
                <w:b/>
                <w:bCs/>
                <w:sz w:val="20"/>
                <w:szCs w:val="20"/>
              </w:rPr>
              <w:t xml:space="preserve">Packaging &amp; Labelling: </w:t>
            </w:r>
          </w:p>
          <w:p w14:paraId="7E459B23" w14:textId="77777777" w:rsidR="00EE1DED" w:rsidRPr="000E01AF" w:rsidRDefault="00EE1DED" w:rsidP="00383B36">
            <w:pPr>
              <w:pStyle w:val="Default"/>
              <w:rPr>
                <w:rFonts w:eastAsiaTheme="minorHAnsi"/>
                <w:sz w:val="20"/>
                <w:szCs w:val="20"/>
              </w:rPr>
            </w:pPr>
            <w:r>
              <w:rPr>
                <w:sz w:val="20"/>
                <w:szCs w:val="20"/>
              </w:rPr>
              <w:t xml:space="preserve">Product´s labels must contain at least manufacturer identification, address of the manufacturing site, model, or product´s code, serial number, date of manufacturing. </w:t>
            </w:r>
          </w:p>
        </w:tc>
        <w:tc>
          <w:tcPr>
            <w:tcW w:w="4432" w:type="dxa"/>
            <w:tcBorders>
              <w:bottom w:val="single" w:sz="4" w:space="0" w:color="auto"/>
            </w:tcBorders>
            <w:shd w:val="clear" w:color="auto" w:fill="FFFFFF" w:themeFill="background1"/>
          </w:tcPr>
          <w:p w14:paraId="12231937" w14:textId="77777777" w:rsidR="00EE1DED" w:rsidRDefault="00EE1DED" w:rsidP="00383B36">
            <w:pPr>
              <w:pStyle w:val="Default"/>
              <w:rPr>
                <w:b/>
                <w:bCs/>
                <w:sz w:val="20"/>
                <w:szCs w:val="20"/>
              </w:rPr>
            </w:pPr>
          </w:p>
        </w:tc>
        <w:tc>
          <w:tcPr>
            <w:tcW w:w="1565" w:type="dxa"/>
            <w:tcBorders>
              <w:bottom w:val="single" w:sz="4" w:space="0" w:color="auto"/>
            </w:tcBorders>
            <w:shd w:val="clear" w:color="auto" w:fill="FFFFFF" w:themeFill="background1"/>
          </w:tcPr>
          <w:p w14:paraId="1DDE3C1B" w14:textId="77777777" w:rsidR="00EE1DED" w:rsidRDefault="00EE1DED" w:rsidP="00383B36">
            <w:pPr>
              <w:pStyle w:val="Default"/>
              <w:rPr>
                <w:b/>
                <w:bCs/>
                <w:sz w:val="20"/>
                <w:szCs w:val="20"/>
              </w:rPr>
            </w:pPr>
          </w:p>
        </w:tc>
        <w:tc>
          <w:tcPr>
            <w:tcW w:w="1764" w:type="dxa"/>
            <w:tcBorders>
              <w:bottom w:val="single" w:sz="4" w:space="0" w:color="auto"/>
            </w:tcBorders>
            <w:shd w:val="clear" w:color="auto" w:fill="FFFFFF" w:themeFill="background1"/>
          </w:tcPr>
          <w:p w14:paraId="45AE1997" w14:textId="7A760D04" w:rsidR="00EE1DED" w:rsidRDefault="00EE1DED" w:rsidP="00383B36">
            <w:pPr>
              <w:pStyle w:val="Default"/>
              <w:rPr>
                <w:b/>
                <w:bCs/>
                <w:sz w:val="20"/>
                <w:szCs w:val="20"/>
              </w:rPr>
            </w:pPr>
          </w:p>
        </w:tc>
      </w:tr>
      <w:tr w:rsidR="00EE1DED" w:rsidRPr="00337FAB" w14:paraId="54982239" w14:textId="431893F7" w:rsidTr="006C1BE1">
        <w:trPr>
          <w:trHeight w:val="300"/>
        </w:trPr>
        <w:tc>
          <w:tcPr>
            <w:tcW w:w="840" w:type="dxa"/>
            <w:vMerge/>
            <w:shd w:val="clear" w:color="auto" w:fill="DAEEF3" w:themeFill="accent5" w:themeFillTint="33"/>
          </w:tcPr>
          <w:p w14:paraId="53E938CE" w14:textId="77777777" w:rsidR="00EE1DED" w:rsidRPr="00337FAB" w:rsidRDefault="00EE1DED" w:rsidP="00383B36">
            <w:pPr>
              <w:rPr>
                <w:b/>
                <w:bCs/>
                <w:color w:val="000000"/>
              </w:rPr>
            </w:pPr>
          </w:p>
        </w:tc>
        <w:tc>
          <w:tcPr>
            <w:tcW w:w="4619" w:type="dxa"/>
            <w:tcBorders>
              <w:bottom w:val="single" w:sz="4" w:space="0" w:color="auto"/>
            </w:tcBorders>
            <w:shd w:val="clear" w:color="auto" w:fill="FFFFFF" w:themeFill="background1"/>
          </w:tcPr>
          <w:p w14:paraId="35352163" w14:textId="77777777" w:rsidR="00EE1DED" w:rsidRPr="007714F2" w:rsidRDefault="00EE1DED" w:rsidP="00383B36">
            <w:pPr>
              <w:rPr>
                <w:b/>
                <w:bCs/>
                <w:color w:val="000000"/>
              </w:rPr>
            </w:pPr>
            <w:r w:rsidRPr="00337FAB">
              <w:rPr>
                <w:b/>
                <w:bCs/>
                <w:color w:val="000000"/>
              </w:rPr>
              <w:t>Training and installation requirement:</w:t>
            </w:r>
          </w:p>
          <w:p w14:paraId="524E91AE" w14:textId="77777777" w:rsidR="00EE1DED" w:rsidRPr="00A60E69" w:rsidRDefault="00EE1DED" w:rsidP="00383B36">
            <w:pPr>
              <w:rPr>
                <w:color w:val="000000"/>
              </w:rPr>
            </w:pPr>
            <w:r w:rsidRPr="00A60E69">
              <w:rPr>
                <w:color w:val="000000"/>
              </w:rPr>
              <w:t>Installation and testing before handover are required.</w:t>
            </w:r>
          </w:p>
          <w:p w14:paraId="2B379B53" w14:textId="77777777" w:rsidR="00EE1DED" w:rsidRPr="00A60E69" w:rsidRDefault="00EE1DED" w:rsidP="00383B36">
            <w:pPr>
              <w:rPr>
                <w:color w:val="000000"/>
              </w:rPr>
            </w:pPr>
            <w:r w:rsidRPr="00A60E69">
              <w:rPr>
                <w:color w:val="000000"/>
              </w:rPr>
              <w:t>Training for users in operation and basic maintenance</w:t>
            </w:r>
          </w:p>
          <w:p w14:paraId="0F4E9433" w14:textId="77777777" w:rsidR="00EE1DED" w:rsidRPr="00A60E69" w:rsidRDefault="00EE1DED" w:rsidP="00383B36">
            <w:pPr>
              <w:rPr>
                <w:color w:val="000000"/>
              </w:rPr>
            </w:pPr>
            <w:r w:rsidRPr="00A60E69">
              <w:rPr>
                <w:color w:val="000000"/>
              </w:rPr>
              <w:t>Training for technicians on the preventive maintenance of each unit</w:t>
            </w:r>
          </w:p>
        </w:tc>
        <w:tc>
          <w:tcPr>
            <w:tcW w:w="4432" w:type="dxa"/>
            <w:tcBorders>
              <w:bottom w:val="single" w:sz="4" w:space="0" w:color="auto"/>
            </w:tcBorders>
            <w:shd w:val="clear" w:color="auto" w:fill="FFFFFF" w:themeFill="background1"/>
          </w:tcPr>
          <w:p w14:paraId="5D919082" w14:textId="77777777" w:rsidR="00EE1DED" w:rsidRPr="00337FAB" w:rsidRDefault="00EE1DED" w:rsidP="00383B36">
            <w:pPr>
              <w:rPr>
                <w:b/>
                <w:bCs/>
                <w:color w:val="000000"/>
              </w:rPr>
            </w:pPr>
          </w:p>
        </w:tc>
        <w:tc>
          <w:tcPr>
            <w:tcW w:w="1565" w:type="dxa"/>
            <w:tcBorders>
              <w:bottom w:val="single" w:sz="4" w:space="0" w:color="auto"/>
            </w:tcBorders>
            <w:shd w:val="clear" w:color="auto" w:fill="FFFFFF" w:themeFill="background1"/>
          </w:tcPr>
          <w:p w14:paraId="36FCB96F" w14:textId="77777777" w:rsidR="00EE1DED" w:rsidRPr="00337FAB" w:rsidRDefault="00EE1DED" w:rsidP="00383B36">
            <w:pPr>
              <w:rPr>
                <w:b/>
                <w:bCs/>
                <w:color w:val="000000"/>
              </w:rPr>
            </w:pPr>
          </w:p>
        </w:tc>
        <w:tc>
          <w:tcPr>
            <w:tcW w:w="1764" w:type="dxa"/>
            <w:tcBorders>
              <w:bottom w:val="single" w:sz="4" w:space="0" w:color="auto"/>
            </w:tcBorders>
            <w:shd w:val="clear" w:color="auto" w:fill="FFFFFF" w:themeFill="background1"/>
          </w:tcPr>
          <w:p w14:paraId="20F149F7" w14:textId="71B48FC7" w:rsidR="00EE1DED" w:rsidRPr="00337FAB" w:rsidRDefault="00EE1DED" w:rsidP="00383B36">
            <w:pPr>
              <w:rPr>
                <w:b/>
                <w:bCs/>
                <w:color w:val="000000"/>
              </w:rPr>
            </w:pPr>
          </w:p>
        </w:tc>
      </w:tr>
      <w:tr w:rsidR="00EE1DED" w:rsidRPr="00337FAB" w14:paraId="7ED995C1" w14:textId="63AF5D66" w:rsidTr="006C1BE1">
        <w:trPr>
          <w:trHeight w:val="300"/>
        </w:trPr>
        <w:tc>
          <w:tcPr>
            <w:tcW w:w="840" w:type="dxa"/>
            <w:vMerge/>
            <w:tcBorders>
              <w:bottom w:val="single" w:sz="4" w:space="0" w:color="auto"/>
            </w:tcBorders>
            <w:shd w:val="clear" w:color="auto" w:fill="DAEEF3" w:themeFill="accent5" w:themeFillTint="33"/>
          </w:tcPr>
          <w:p w14:paraId="6B65B94C" w14:textId="77777777" w:rsidR="00EE1DED" w:rsidRPr="00337FAB" w:rsidRDefault="00EE1DED" w:rsidP="00383B36">
            <w:pPr>
              <w:rPr>
                <w:b/>
                <w:bCs/>
                <w:color w:val="000000"/>
              </w:rPr>
            </w:pPr>
          </w:p>
        </w:tc>
        <w:tc>
          <w:tcPr>
            <w:tcW w:w="4619" w:type="dxa"/>
            <w:tcBorders>
              <w:bottom w:val="single" w:sz="4" w:space="0" w:color="auto"/>
            </w:tcBorders>
            <w:shd w:val="clear" w:color="auto" w:fill="FFFFFF" w:themeFill="background1"/>
          </w:tcPr>
          <w:p w14:paraId="38829B96" w14:textId="77777777" w:rsidR="00EE1DED" w:rsidRPr="007714F2" w:rsidRDefault="00EE1DED" w:rsidP="00383B36">
            <w:pPr>
              <w:rPr>
                <w:b/>
                <w:bCs/>
                <w:color w:val="000000"/>
              </w:rPr>
            </w:pPr>
            <w:r w:rsidRPr="00337FAB">
              <w:rPr>
                <w:b/>
                <w:bCs/>
                <w:color w:val="000000"/>
              </w:rPr>
              <w:t xml:space="preserve">Documentation requirement: </w:t>
            </w:r>
          </w:p>
          <w:p w14:paraId="05979074" w14:textId="77777777" w:rsidR="00EE1DED" w:rsidRPr="007714F2"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Certificate of calibration and inspection to be provided.</w:t>
            </w:r>
          </w:p>
          <w:p w14:paraId="228D6625" w14:textId="77777777" w:rsidR="00EE1DED" w:rsidRPr="007714F2" w:rsidRDefault="00EE1DED" w:rsidP="00383B36">
            <w:pPr>
              <w:pStyle w:val="ListParagraph"/>
              <w:numPr>
                <w:ilvl w:val="0"/>
                <w:numId w:val="45"/>
              </w:numPr>
              <w:overflowPunct/>
              <w:autoSpaceDE/>
              <w:autoSpaceDN/>
              <w:adjustRightInd/>
              <w:contextualSpacing/>
              <w:textAlignment w:val="auto"/>
              <w:rPr>
                <w:color w:val="000000"/>
              </w:rPr>
            </w:pPr>
            <w:r w:rsidRPr="007714F2">
              <w:rPr>
                <w:color w:val="000000"/>
              </w:rPr>
              <w:t>U</w:t>
            </w:r>
            <w:r w:rsidRPr="00337FAB">
              <w:rPr>
                <w:color w:val="000000"/>
              </w:rPr>
              <w:t>ser manual in English and Mongolian version</w:t>
            </w:r>
          </w:p>
          <w:p w14:paraId="25944F2B" w14:textId="77777777" w:rsidR="00EE1DED" w:rsidRPr="007714F2"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List of equipment and procedures required for local calibration and routine maintenance</w:t>
            </w:r>
          </w:p>
          <w:p w14:paraId="45ADE12A" w14:textId="77777777" w:rsidR="00EE1DED" w:rsidRPr="007714F2"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List of important spares and accessories, with their part numbers and price</w:t>
            </w:r>
          </w:p>
          <w:p w14:paraId="3AA3D91B" w14:textId="77777777" w:rsidR="00EE1DED" w:rsidRPr="007714F2"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3ACCBA46"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 xml:space="preserve">Logbook with instruction for daily, weekly, monthly and quarterly maintenance checklist; </w:t>
            </w:r>
          </w:p>
          <w:p w14:paraId="5B12E49F" w14:textId="77777777" w:rsidR="00EE1DED" w:rsidRPr="00184EDD" w:rsidRDefault="00EE1DED" w:rsidP="00383B36">
            <w:pPr>
              <w:pStyle w:val="ListParagraph"/>
              <w:numPr>
                <w:ilvl w:val="0"/>
                <w:numId w:val="45"/>
              </w:numPr>
              <w:overflowPunct/>
              <w:autoSpaceDE/>
              <w:autoSpaceDN/>
              <w:adjustRightInd/>
              <w:contextualSpacing/>
              <w:textAlignment w:val="auto"/>
              <w:rPr>
                <w:color w:val="000000"/>
              </w:rPr>
            </w:pPr>
            <w:r w:rsidRPr="00184EDD">
              <w:rPr>
                <w:color w:val="000000"/>
              </w:rPr>
              <w:t>The job description of the hospital technician and company service engineer should be clearly spelt out;</w:t>
            </w:r>
          </w:p>
        </w:tc>
        <w:tc>
          <w:tcPr>
            <w:tcW w:w="4432" w:type="dxa"/>
            <w:tcBorders>
              <w:bottom w:val="single" w:sz="4" w:space="0" w:color="auto"/>
            </w:tcBorders>
            <w:shd w:val="clear" w:color="auto" w:fill="FFFFFF" w:themeFill="background1"/>
          </w:tcPr>
          <w:p w14:paraId="22EC18FE" w14:textId="77777777" w:rsidR="00EE1DED" w:rsidRPr="00337FAB" w:rsidRDefault="00EE1DED" w:rsidP="00383B36">
            <w:pPr>
              <w:rPr>
                <w:b/>
                <w:bCs/>
                <w:color w:val="000000"/>
              </w:rPr>
            </w:pPr>
          </w:p>
        </w:tc>
        <w:tc>
          <w:tcPr>
            <w:tcW w:w="1565" w:type="dxa"/>
            <w:tcBorders>
              <w:bottom w:val="single" w:sz="4" w:space="0" w:color="auto"/>
            </w:tcBorders>
            <w:shd w:val="clear" w:color="auto" w:fill="FFFFFF" w:themeFill="background1"/>
          </w:tcPr>
          <w:p w14:paraId="1A9887F0" w14:textId="77777777" w:rsidR="00EE1DED" w:rsidRPr="00337FAB" w:rsidRDefault="00EE1DED" w:rsidP="00383B36">
            <w:pPr>
              <w:rPr>
                <w:b/>
                <w:bCs/>
                <w:color w:val="000000"/>
              </w:rPr>
            </w:pPr>
          </w:p>
        </w:tc>
        <w:tc>
          <w:tcPr>
            <w:tcW w:w="1764" w:type="dxa"/>
            <w:tcBorders>
              <w:bottom w:val="single" w:sz="4" w:space="0" w:color="auto"/>
            </w:tcBorders>
            <w:shd w:val="clear" w:color="auto" w:fill="FFFFFF" w:themeFill="background1"/>
          </w:tcPr>
          <w:p w14:paraId="599EF5A2" w14:textId="18629FC8" w:rsidR="00EE1DED" w:rsidRPr="00337FAB" w:rsidRDefault="00EE1DED" w:rsidP="00383B36">
            <w:pPr>
              <w:rPr>
                <w:b/>
                <w:bCs/>
                <w:color w:val="000000"/>
              </w:rPr>
            </w:pPr>
          </w:p>
        </w:tc>
      </w:tr>
      <w:tr w:rsidR="00EE1DED" w:rsidRPr="00337FAB" w14:paraId="0897AB73" w14:textId="4242310D" w:rsidTr="006C1BE1">
        <w:trPr>
          <w:trHeight w:val="350"/>
        </w:trPr>
        <w:tc>
          <w:tcPr>
            <w:tcW w:w="840" w:type="dxa"/>
            <w:vMerge w:val="restart"/>
            <w:shd w:val="clear" w:color="auto" w:fill="DAEEF3" w:themeFill="accent5" w:themeFillTint="33"/>
          </w:tcPr>
          <w:p w14:paraId="7C52FFD3" w14:textId="77777777" w:rsidR="00EE1DED" w:rsidRPr="007876F0" w:rsidRDefault="00EE1DED" w:rsidP="00383B36">
            <w:pPr>
              <w:rPr>
                <w:b/>
                <w:bCs/>
                <w:color w:val="000000"/>
                <w:lang w:val="en-GB"/>
              </w:rPr>
            </w:pPr>
            <w:r w:rsidRPr="007876F0">
              <w:rPr>
                <w:b/>
                <w:bCs/>
                <w:color w:val="000000"/>
              </w:rPr>
              <w:t>Item 2</w:t>
            </w:r>
          </w:p>
        </w:tc>
        <w:tc>
          <w:tcPr>
            <w:tcW w:w="4619" w:type="dxa"/>
            <w:tcBorders>
              <w:bottom w:val="single" w:sz="4" w:space="0" w:color="auto"/>
            </w:tcBorders>
            <w:shd w:val="clear" w:color="auto" w:fill="DAEEF3" w:themeFill="accent5" w:themeFillTint="33"/>
          </w:tcPr>
          <w:p w14:paraId="3ECE3A19" w14:textId="5905BD24" w:rsidR="00EE1DED" w:rsidRPr="004A68C5" w:rsidRDefault="00EE1DED" w:rsidP="00383B36">
            <w:pPr>
              <w:rPr>
                <w:color w:val="000000"/>
                <w:lang w:val="en-GB"/>
              </w:rPr>
            </w:pPr>
            <w:r w:rsidRPr="004A68C5">
              <w:rPr>
                <w:b/>
                <w:bCs/>
                <w:color w:val="000000"/>
                <w:lang w:val="en-GB"/>
              </w:rPr>
              <w:t xml:space="preserve">PCR DIAGNOSTIC KIT FOR SARS-COV-19 </w:t>
            </w:r>
            <w:r>
              <w:rPr>
                <w:color w:val="000000"/>
                <w:lang w:val="en-GB"/>
              </w:rPr>
              <w:t>(</w:t>
            </w:r>
            <w:r w:rsidRPr="0059342A">
              <w:rPr>
                <w:color w:val="000000"/>
                <w:lang w:val="en-GB"/>
              </w:rPr>
              <w:t>for 3000 tests</w:t>
            </w:r>
            <w:r>
              <w:rPr>
                <w:color w:val="000000"/>
                <w:lang w:val="en-GB"/>
              </w:rPr>
              <w:t>)</w:t>
            </w:r>
          </w:p>
        </w:tc>
        <w:tc>
          <w:tcPr>
            <w:tcW w:w="4432" w:type="dxa"/>
            <w:tcBorders>
              <w:bottom w:val="single" w:sz="4" w:space="0" w:color="auto"/>
            </w:tcBorders>
            <w:shd w:val="clear" w:color="auto" w:fill="DAEEF3" w:themeFill="accent5" w:themeFillTint="33"/>
          </w:tcPr>
          <w:p w14:paraId="2B6EAF34" w14:textId="77777777" w:rsidR="00EE1DED" w:rsidRPr="004A68C5" w:rsidRDefault="00EE1DED" w:rsidP="00383B36">
            <w:pPr>
              <w:rPr>
                <w:b/>
                <w:bCs/>
                <w:color w:val="000000"/>
                <w:lang w:val="en-GB"/>
              </w:rPr>
            </w:pPr>
          </w:p>
        </w:tc>
        <w:tc>
          <w:tcPr>
            <w:tcW w:w="1565" w:type="dxa"/>
            <w:tcBorders>
              <w:bottom w:val="single" w:sz="4" w:space="0" w:color="auto"/>
            </w:tcBorders>
            <w:shd w:val="clear" w:color="auto" w:fill="DAEEF3" w:themeFill="accent5" w:themeFillTint="33"/>
          </w:tcPr>
          <w:p w14:paraId="6AF8D260" w14:textId="77777777" w:rsidR="00EE1DED" w:rsidRPr="004A68C5" w:rsidRDefault="00EE1DED" w:rsidP="00383B36">
            <w:pPr>
              <w:rPr>
                <w:b/>
                <w:bCs/>
                <w:color w:val="000000"/>
                <w:lang w:val="en-GB"/>
              </w:rPr>
            </w:pPr>
          </w:p>
        </w:tc>
        <w:tc>
          <w:tcPr>
            <w:tcW w:w="1764" w:type="dxa"/>
            <w:tcBorders>
              <w:bottom w:val="single" w:sz="4" w:space="0" w:color="auto"/>
            </w:tcBorders>
            <w:shd w:val="clear" w:color="auto" w:fill="DAEEF3" w:themeFill="accent5" w:themeFillTint="33"/>
          </w:tcPr>
          <w:p w14:paraId="00609A77" w14:textId="68A3B237" w:rsidR="00EE1DED" w:rsidRPr="004A68C5" w:rsidRDefault="00EE1DED" w:rsidP="00383B36">
            <w:pPr>
              <w:rPr>
                <w:b/>
                <w:bCs/>
                <w:color w:val="000000"/>
                <w:lang w:val="en-GB"/>
              </w:rPr>
            </w:pPr>
          </w:p>
        </w:tc>
      </w:tr>
      <w:tr w:rsidR="00EE1DED" w:rsidRPr="00337FAB" w14:paraId="2B8DC13A" w14:textId="1512796F" w:rsidTr="006C1BE1">
        <w:trPr>
          <w:trHeight w:val="300"/>
        </w:trPr>
        <w:tc>
          <w:tcPr>
            <w:tcW w:w="840" w:type="dxa"/>
            <w:vMerge/>
            <w:shd w:val="clear" w:color="auto" w:fill="DAEEF3" w:themeFill="accent5" w:themeFillTint="33"/>
          </w:tcPr>
          <w:p w14:paraId="3D991080"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341AE168" w14:textId="77777777" w:rsidR="00EE1DED" w:rsidRPr="00075778" w:rsidRDefault="00EE1DED" w:rsidP="00383B36">
            <w:pPr>
              <w:rPr>
                <w:b/>
                <w:bCs/>
                <w:color w:val="000000"/>
              </w:rPr>
            </w:pPr>
            <w:r w:rsidRPr="00075778">
              <w:rPr>
                <w:b/>
                <w:bCs/>
                <w:color w:val="000000"/>
              </w:rPr>
              <w:t>Product description:</w:t>
            </w:r>
          </w:p>
          <w:p w14:paraId="064623A2" w14:textId="77777777" w:rsidR="00EE1DED" w:rsidRDefault="00EE1DED" w:rsidP="00383B36">
            <w:pPr>
              <w:rPr>
                <w:bCs/>
                <w:color w:val="000000"/>
                <w:lang w:val="en-GB"/>
              </w:rPr>
            </w:pPr>
            <w:r w:rsidRPr="00337FAB">
              <w:rPr>
                <w:bCs/>
                <w:color w:val="000000"/>
                <w:lang w:val="en-GB"/>
              </w:rPr>
              <w:t>PCR diagnostic kit for SARS-COV-19</w:t>
            </w:r>
          </w:p>
          <w:p w14:paraId="4BD1B0F4" w14:textId="77777777" w:rsidR="00EE1DED" w:rsidRPr="00337FAB" w:rsidRDefault="00EE1DED" w:rsidP="00383B36">
            <w:pPr>
              <w:rPr>
                <w:color w:val="000000"/>
              </w:rPr>
            </w:pPr>
          </w:p>
          <w:p w14:paraId="467E55D6" w14:textId="77777777" w:rsidR="00EE1DED" w:rsidRPr="00075778" w:rsidRDefault="00EE1DED" w:rsidP="00383B36">
            <w:pPr>
              <w:rPr>
                <w:b/>
                <w:bCs/>
                <w:color w:val="000000"/>
              </w:rPr>
            </w:pPr>
            <w:r w:rsidRPr="00075778">
              <w:rPr>
                <w:b/>
                <w:bCs/>
                <w:color w:val="000000"/>
              </w:rPr>
              <w:t xml:space="preserve">Specifications: </w:t>
            </w:r>
          </w:p>
          <w:p w14:paraId="77AFBA5F" w14:textId="77777777" w:rsidR="00EE1DED" w:rsidRPr="00337FAB" w:rsidRDefault="00EE1DED" w:rsidP="00383B36">
            <w:pPr>
              <w:pStyle w:val="ListParagraph"/>
              <w:numPr>
                <w:ilvl w:val="0"/>
                <w:numId w:val="45"/>
              </w:numPr>
              <w:overflowPunct/>
              <w:autoSpaceDE/>
              <w:autoSpaceDN/>
              <w:adjustRightInd/>
              <w:contextualSpacing/>
              <w:textAlignment w:val="auto"/>
              <w:rPr>
                <w:b/>
                <w:bCs/>
                <w:color w:val="000000"/>
              </w:rPr>
            </w:pPr>
            <w:r w:rsidRPr="00337FAB">
              <w:rPr>
                <w:bCs/>
                <w:color w:val="000000"/>
                <w:lang w:val="en-GB"/>
              </w:rPr>
              <w:t>PCR diagnostic kit for SARS-COV-19</w:t>
            </w:r>
          </w:p>
        </w:tc>
        <w:tc>
          <w:tcPr>
            <w:tcW w:w="4432" w:type="dxa"/>
            <w:tcBorders>
              <w:bottom w:val="single" w:sz="4" w:space="0" w:color="auto"/>
            </w:tcBorders>
            <w:shd w:val="clear" w:color="auto" w:fill="FFFFFF" w:themeFill="background1"/>
          </w:tcPr>
          <w:p w14:paraId="5F0A6CEE" w14:textId="77777777" w:rsidR="00EE1DED" w:rsidRPr="00075778" w:rsidRDefault="00EE1DED" w:rsidP="00383B36">
            <w:pPr>
              <w:rPr>
                <w:b/>
                <w:bCs/>
                <w:color w:val="000000"/>
              </w:rPr>
            </w:pPr>
          </w:p>
        </w:tc>
        <w:tc>
          <w:tcPr>
            <w:tcW w:w="1565" w:type="dxa"/>
            <w:tcBorders>
              <w:bottom w:val="single" w:sz="4" w:space="0" w:color="auto"/>
            </w:tcBorders>
            <w:shd w:val="clear" w:color="auto" w:fill="FFFFFF" w:themeFill="background1"/>
          </w:tcPr>
          <w:p w14:paraId="62B42EAB" w14:textId="77777777" w:rsidR="00EE1DED" w:rsidRPr="00075778" w:rsidRDefault="00EE1DED" w:rsidP="00383B36">
            <w:pPr>
              <w:rPr>
                <w:b/>
                <w:bCs/>
                <w:color w:val="000000"/>
              </w:rPr>
            </w:pPr>
          </w:p>
        </w:tc>
        <w:tc>
          <w:tcPr>
            <w:tcW w:w="1764" w:type="dxa"/>
            <w:tcBorders>
              <w:bottom w:val="single" w:sz="4" w:space="0" w:color="auto"/>
            </w:tcBorders>
            <w:shd w:val="clear" w:color="auto" w:fill="FFFFFF" w:themeFill="background1"/>
          </w:tcPr>
          <w:p w14:paraId="00C965A1" w14:textId="66ABAA61" w:rsidR="00EE1DED" w:rsidRPr="00075778" w:rsidRDefault="00EE1DED" w:rsidP="00383B36">
            <w:pPr>
              <w:rPr>
                <w:b/>
                <w:bCs/>
                <w:color w:val="000000"/>
              </w:rPr>
            </w:pPr>
          </w:p>
        </w:tc>
      </w:tr>
      <w:tr w:rsidR="00EE1DED" w:rsidRPr="00337FAB" w14:paraId="71E054B2" w14:textId="494C8C37" w:rsidTr="006C1BE1">
        <w:trPr>
          <w:trHeight w:val="300"/>
        </w:trPr>
        <w:tc>
          <w:tcPr>
            <w:tcW w:w="840" w:type="dxa"/>
            <w:vMerge/>
            <w:shd w:val="clear" w:color="auto" w:fill="DAEEF3" w:themeFill="accent5" w:themeFillTint="33"/>
          </w:tcPr>
          <w:p w14:paraId="783AAB81"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7DD2611B"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0AE442B8" w14:textId="77777777" w:rsidR="00EE1DED" w:rsidRPr="007876F0" w:rsidRDefault="00EE1DED" w:rsidP="00383B36">
            <w:pPr>
              <w:pStyle w:val="ListParagraph"/>
              <w:numPr>
                <w:ilvl w:val="0"/>
                <w:numId w:val="45"/>
              </w:numPr>
              <w:overflowPunct/>
              <w:autoSpaceDE/>
              <w:autoSpaceDN/>
              <w:adjustRightInd/>
              <w:contextualSpacing/>
              <w:textAlignment w:val="auto"/>
              <w:rPr>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Borders>
              <w:bottom w:val="single" w:sz="4" w:space="0" w:color="auto"/>
            </w:tcBorders>
            <w:shd w:val="clear" w:color="auto" w:fill="FFFFFF" w:themeFill="background1"/>
          </w:tcPr>
          <w:p w14:paraId="16BC1ECF" w14:textId="77777777" w:rsidR="00EE1DED" w:rsidRDefault="00EE1DED" w:rsidP="00383B36">
            <w:pPr>
              <w:rPr>
                <w:b/>
                <w:bCs/>
                <w:color w:val="000000"/>
              </w:rPr>
            </w:pPr>
          </w:p>
        </w:tc>
        <w:tc>
          <w:tcPr>
            <w:tcW w:w="1565" w:type="dxa"/>
            <w:tcBorders>
              <w:bottom w:val="single" w:sz="4" w:space="0" w:color="auto"/>
            </w:tcBorders>
            <w:shd w:val="clear" w:color="auto" w:fill="FFFFFF" w:themeFill="background1"/>
          </w:tcPr>
          <w:p w14:paraId="05C65F96" w14:textId="77777777" w:rsidR="00EE1DED" w:rsidRDefault="00EE1DED" w:rsidP="00383B36">
            <w:pPr>
              <w:rPr>
                <w:b/>
                <w:bCs/>
                <w:color w:val="000000"/>
              </w:rPr>
            </w:pPr>
          </w:p>
        </w:tc>
        <w:tc>
          <w:tcPr>
            <w:tcW w:w="1764" w:type="dxa"/>
            <w:tcBorders>
              <w:bottom w:val="single" w:sz="4" w:space="0" w:color="auto"/>
            </w:tcBorders>
            <w:shd w:val="clear" w:color="auto" w:fill="FFFFFF" w:themeFill="background1"/>
          </w:tcPr>
          <w:p w14:paraId="18ABE4E5" w14:textId="356F3162" w:rsidR="00EE1DED" w:rsidRDefault="00EE1DED" w:rsidP="00383B36">
            <w:pPr>
              <w:rPr>
                <w:b/>
                <w:bCs/>
                <w:color w:val="000000"/>
              </w:rPr>
            </w:pPr>
          </w:p>
        </w:tc>
      </w:tr>
      <w:tr w:rsidR="00EE1DED" w:rsidRPr="00337FAB" w14:paraId="14E3C902" w14:textId="1578DE37" w:rsidTr="006C1BE1">
        <w:trPr>
          <w:trHeight w:val="300"/>
        </w:trPr>
        <w:tc>
          <w:tcPr>
            <w:tcW w:w="840" w:type="dxa"/>
            <w:vMerge/>
            <w:tcBorders>
              <w:bottom w:val="single" w:sz="4" w:space="0" w:color="auto"/>
            </w:tcBorders>
            <w:shd w:val="clear" w:color="auto" w:fill="DAEEF3" w:themeFill="accent5" w:themeFillTint="33"/>
          </w:tcPr>
          <w:p w14:paraId="461E3849"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106219AC" w14:textId="77777777" w:rsidR="00EE1DED" w:rsidRDefault="00EE1DED" w:rsidP="00383B36">
            <w:pPr>
              <w:rPr>
                <w:b/>
                <w:bCs/>
                <w:color w:val="000000"/>
              </w:rPr>
            </w:pPr>
            <w:r>
              <w:rPr>
                <w:b/>
                <w:bCs/>
                <w:color w:val="000000"/>
              </w:rPr>
              <w:t>Safety &amp; product Standards:</w:t>
            </w:r>
          </w:p>
          <w:p w14:paraId="1E7F8419"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1CFB77CB"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B36430">
              <w:rPr>
                <w:color w:val="000000"/>
              </w:rPr>
              <w:t>Medical devices proposed to UNFPA for procurement and supply must be from manufacturers who are legally registered to manufacture the particular device by their national regulatory authority and have valid manufacturing licenses</w:t>
            </w:r>
          </w:p>
          <w:p w14:paraId="762F6FE0" w14:textId="77777777" w:rsidR="00EE1DED" w:rsidRPr="00B36430" w:rsidRDefault="00EE1DED" w:rsidP="003265D5">
            <w:pPr>
              <w:pStyle w:val="ListParagraph"/>
              <w:overflowPunct/>
              <w:autoSpaceDE/>
              <w:autoSpaceDN/>
              <w:adjustRightInd/>
              <w:contextualSpacing/>
              <w:textAlignment w:val="auto"/>
              <w:rPr>
                <w:color w:val="000000"/>
              </w:rPr>
            </w:pPr>
          </w:p>
        </w:tc>
        <w:tc>
          <w:tcPr>
            <w:tcW w:w="4432" w:type="dxa"/>
            <w:tcBorders>
              <w:bottom w:val="single" w:sz="4" w:space="0" w:color="auto"/>
            </w:tcBorders>
            <w:shd w:val="clear" w:color="auto" w:fill="FFFFFF" w:themeFill="background1"/>
          </w:tcPr>
          <w:p w14:paraId="15630253" w14:textId="77777777" w:rsidR="00EE1DED" w:rsidRDefault="00EE1DED" w:rsidP="00383B36">
            <w:pPr>
              <w:rPr>
                <w:b/>
                <w:bCs/>
                <w:color w:val="000000"/>
              </w:rPr>
            </w:pPr>
          </w:p>
        </w:tc>
        <w:tc>
          <w:tcPr>
            <w:tcW w:w="1565" w:type="dxa"/>
            <w:tcBorders>
              <w:bottom w:val="single" w:sz="4" w:space="0" w:color="auto"/>
            </w:tcBorders>
            <w:shd w:val="clear" w:color="auto" w:fill="FFFFFF" w:themeFill="background1"/>
          </w:tcPr>
          <w:p w14:paraId="0D3D4F43" w14:textId="77777777" w:rsidR="00EE1DED" w:rsidRDefault="00EE1DED" w:rsidP="00383B36">
            <w:pPr>
              <w:rPr>
                <w:b/>
                <w:bCs/>
                <w:color w:val="000000"/>
              </w:rPr>
            </w:pPr>
          </w:p>
        </w:tc>
        <w:tc>
          <w:tcPr>
            <w:tcW w:w="1764" w:type="dxa"/>
            <w:tcBorders>
              <w:bottom w:val="single" w:sz="4" w:space="0" w:color="auto"/>
            </w:tcBorders>
            <w:shd w:val="clear" w:color="auto" w:fill="FFFFFF" w:themeFill="background1"/>
          </w:tcPr>
          <w:p w14:paraId="58F1A039" w14:textId="264DAEF2" w:rsidR="00EE1DED" w:rsidRDefault="00EE1DED" w:rsidP="00383B36">
            <w:pPr>
              <w:rPr>
                <w:b/>
                <w:bCs/>
                <w:color w:val="000000"/>
              </w:rPr>
            </w:pPr>
          </w:p>
        </w:tc>
      </w:tr>
      <w:tr w:rsidR="00EE1DED" w:rsidRPr="00337FAB" w14:paraId="17F03B68" w14:textId="489C860B" w:rsidTr="006C1BE1">
        <w:trPr>
          <w:trHeight w:val="386"/>
        </w:trPr>
        <w:tc>
          <w:tcPr>
            <w:tcW w:w="840" w:type="dxa"/>
            <w:vMerge w:val="restart"/>
            <w:shd w:val="clear" w:color="auto" w:fill="DAEEF3" w:themeFill="accent5" w:themeFillTint="33"/>
          </w:tcPr>
          <w:p w14:paraId="01A3031C" w14:textId="77777777" w:rsidR="00EE1DED" w:rsidRDefault="00EE1DED" w:rsidP="00383B36">
            <w:pPr>
              <w:rPr>
                <w:b/>
                <w:bCs/>
                <w:color w:val="000000"/>
                <w:lang w:val="en-GB"/>
              </w:rPr>
            </w:pPr>
            <w:r>
              <w:rPr>
                <w:b/>
                <w:bCs/>
                <w:color w:val="000000"/>
                <w:lang w:val="en-GB"/>
              </w:rPr>
              <w:t>Item 3</w:t>
            </w:r>
          </w:p>
        </w:tc>
        <w:tc>
          <w:tcPr>
            <w:tcW w:w="4619" w:type="dxa"/>
            <w:tcBorders>
              <w:bottom w:val="single" w:sz="4" w:space="0" w:color="auto"/>
            </w:tcBorders>
            <w:shd w:val="clear" w:color="auto" w:fill="DAEEF3" w:themeFill="accent5" w:themeFillTint="33"/>
          </w:tcPr>
          <w:p w14:paraId="4FC371C4" w14:textId="3000072B" w:rsidR="00EE1DED" w:rsidRPr="003265D5" w:rsidRDefault="00EE1DED" w:rsidP="00383B36">
            <w:pPr>
              <w:rPr>
                <w:b/>
                <w:bCs/>
                <w:color w:val="000000"/>
                <w:lang w:val="en-GB"/>
              </w:rPr>
            </w:pPr>
            <w:r w:rsidRPr="004A68C5">
              <w:rPr>
                <w:b/>
                <w:bCs/>
                <w:color w:val="000000"/>
                <w:lang w:val="en-GB"/>
              </w:rPr>
              <w:t xml:space="preserve">PCR DIAGNOSTIC KIT FOR STI AND REPRODUCTIVE INFECTIONS INCLUDING </w:t>
            </w:r>
            <w:r w:rsidRPr="004A68C5">
              <w:rPr>
                <w:b/>
                <w:bCs/>
                <w:color w:val="000000"/>
                <w:sz w:val="18"/>
                <w:szCs w:val="18"/>
                <w:lang w:val="en-GB"/>
              </w:rPr>
              <w:t xml:space="preserve">CT, NG, MG, UU, UP AND TV </w:t>
            </w:r>
            <w:r w:rsidRPr="00567B62">
              <w:rPr>
                <w:color w:val="000000"/>
                <w:sz w:val="18"/>
                <w:szCs w:val="18"/>
                <w:lang w:val="en-GB"/>
              </w:rPr>
              <w:t>(</w:t>
            </w:r>
            <w:r w:rsidRPr="004A68C5">
              <w:rPr>
                <w:color w:val="000000"/>
                <w:lang w:val="en-GB"/>
              </w:rPr>
              <w:t>for 1000 tests</w:t>
            </w:r>
            <w:r>
              <w:rPr>
                <w:color w:val="000000"/>
                <w:lang w:val="en-GB"/>
              </w:rPr>
              <w:t>)</w:t>
            </w:r>
          </w:p>
        </w:tc>
        <w:tc>
          <w:tcPr>
            <w:tcW w:w="4432" w:type="dxa"/>
            <w:tcBorders>
              <w:bottom w:val="single" w:sz="4" w:space="0" w:color="auto"/>
            </w:tcBorders>
            <w:shd w:val="clear" w:color="auto" w:fill="DAEEF3" w:themeFill="accent5" w:themeFillTint="33"/>
          </w:tcPr>
          <w:p w14:paraId="109DD06E" w14:textId="77777777" w:rsidR="00EE1DED" w:rsidRPr="004A68C5" w:rsidRDefault="00EE1DED" w:rsidP="00383B36">
            <w:pPr>
              <w:rPr>
                <w:b/>
                <w:bCs/>
                <w:color w:val="000000"/>
                <w:lang w:val="en-GB"/>
              </w:rPr>
            </w:pPr>
          </w:p>
        </w:tc>
        <w:tc>
          <w:tcPr>
            <w:tcW w:w="1565" w:type="dxa"/>
            <w:tcBorders>
              <w:bottom w:val="single" w:sz="4" w:space="0" w:color="auto"/>
            </w:tcBorders>
            <w:shd w:val="clear" w:color="auto" w:fill="DAEEF3" w:themeFill="accent5" w:themeFillTint="33"/>
          </w:tcPr>
          <w:p w14:paraId="6B4EFAF8" w14:textId="77777777" w:rsidR="00EE1DED" w:rsidRPr="004A68C5" w:rsidRDefault="00EE1DED" w:rsidP="00383B36">
            <w:pPr>
              <w:rPr>
                <w:b/>
                <w:bCs/>
                <w:color w:val="000000"/>
                <w:lang w:val="en-GB"/>
              </w:rPr>
            </w:pPr>
          </w:p>
        </w:tc>
        <w:tc>
          <w:tcPr>
            <w:tcW w:w="1764" w:type="dxa"/>
            <w:tcBorders>
              <w:bottom w:val="single" w:sz="4" w:space="0" w:color="auto"/>
            </w:tcBorders>
            <w:shd w:val="clear" w:color="auto" w:fill="DAEEF3" w:themeFill="accent5" w:themeFillTint="33"/>
          </w:tcPr>
          <w:p w14:paraId="37CF3DF2" w14:textId="04166C8C" w:rsidR="00EE1DED" w:rsidRPr="004A68C5" w:rsidRDefault="00EE1DED" w:rsidP="00383B36">
            <w:pPr>
              <w:rPr>
                <w:b/>
                <w:bCs/>
                <w:color w:val="000000"/>
                <w:lang w:val="en-GB"/>
              </w:rPr>
            </w:pPr>
          </w:p>
        </w:tc>
      </w:tr>
      <w:tr w:rsidR="00EE1DED" w:rsidRPr="00337FAB" w14:paraId="7F41F13F" w14:textId="2488409C" w:rsidTr="006C1BE1">
        <w:trPr>
          <w:trHeight w:val="300"/>
        </w:trPr>
        <w:tc>
          <w:tcPr>
            <w:tcW w:w="840" w:type="dxa"/>
            <w:vMerge/>
            <w:shd w:val="clear" w:color="auto" w:fill="DAEEF3" w:themeFill="accent5" w:themeFillTint="33"/>
          </w:tcPr>
          <w:p w14:paraId="7623B807"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5357EE09" w14:textId="77777777" w:rsidR="00EE1DED" w:rsidRPr="00075778" w:rsidRDefault="00EE1DED" w:rsidP="00383B36">
            <w:pPr>
              <w:rPr>
                <w:b/>
                <w:bCs/>
                <w:color w:val="000000"/>
              </w:rPr>
            </w:pPr>
            <w:r w:rsidRPr="00075778">
              <w:rPr>
                <w:b/>
                <w:bCs/>
                <w:color w:val="000000"/>
              </w:rPr>
              <w:t>Product description:</w:t>
            </w:r>
          </w:p>
          <w:p w14:paraId="6F53B518" w14:textId="77777777" w:rsidR="00EE1DED" w:rsidRDefault="00EE1DED" w:rsidP="00383B36">
            <w:pPr>
              <w:rPr>
                <w:color w:val="000000"/>
              </w:rPr>
            </w:pPr>
            <w:r w:rsidRPr="00337FAB">
              <w:rPr>
                <w:color w:val="000000"/>
              </w:rPr>
              <w:t xml:space="preserve">PCR diagnostic kit for STI and Reproductive infections including CT, NG, MG, UU, UP and TV </w:t>
            </w:r>
          </w:p>
          <w:p w14:paraId="79575426" w14:textId="77777777" w:rsidR="00EE1DED" w:rsidRPr="00A50568" w:rsidRDefault="00EE1DED" w:rsidP="00383B36">
            <w:pPr>
              <w:rPr>
                <w:color w:val="000000"/>
              </w:rPr>
            </w:pPr>
          </w:p>
          <w:p w14:paraId="26442E84" w14:textId="77777777" w:rsidR="00EE1DED" w:rsidRPr="00075778" w:rsidRDefault="00EE1DED" w:rsidP="00383B36">
            <w:pPr>
              <w:rPr>
                <w:b/>
                <w:bCs/>
                <w:color w:val="000000"/>
              </w:rPr>
            </w:pPr>
            <w:r w:rsidRPr="00075778">
              <w:rPr>
                <w:b/>
                <w:bCs/>
                <w:color w:val="000000"/>
              </w:rPr>
              <w:t xml:space="preserve">Specifications: </w:t>
            </w:r>
          </w:p>
          <w:p w14:paraId="20B94968" w14:textId="77777777" w:rsidR="00EE1DED" w:rsidRPr="00A50568"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 xml:space="preserve">PCR diagnostic kit for STI and Reproductive infections including CT, NG, MG, UU, UP and TV for 1000 tests   </w:t>
            </w:r>
          </w:p>
        </w:tc>
        <w:tc>
          <w:tcPr>
            <w:tcW w:w="4432" w:type="dxa"/>
            <w:tcBorders>
              <w:bottom w:val="single" w:sz="4" w:space="0" w:color="auto"/>
            </w:tcBorders>
            <w:shd w:val="clear" w:color="auto" w:fill="FFFFFF" w:themeFill="background1"/>
          </w:tcPr>
          <w:p w14:paraId="08945894" w14:textId="77777777" w:rsidR="00EE1DED" w:rsidRPr="00075778" w:rsidRDefault="00EE1DED" w:rsidP="00383B36">
            <w:pPr>
              <w:rPr>
                <w:b/>
                <w:bCs/>
                <w:color w:val="000000"/>
              </w:rPr>
            </w:pPr>
          </w:p>
        </w:tc>
        <w:tc>
          <w:tcPr>
            <w:tcW w:w="1565" w:type="dxa"/>
            <w:tcBorders>
              <w:bottom w:val="single" w:sz="4" w:space="0" w:color="auto"/>
            </w:tcBorders>
            <w:shd w:val="clear" w:color="auto" w:fill="FFFFFF" w:themeFill="background1"/>
          </w:tcPr>
          <w:p w14:paraId="7F05DC1F" w14:textId="77777777" w:rsidR="00EE1DED" w:rsidRPr="00075778" w:rsidRDefault="00EE1DED" w:rsidP="00383B36">
            <w:pPr>
              <w:rPr>
                <w:b/>
                <w:bCs/>
                <w:color w:val="000000"/>
              </w:rPr>
            </w:pPr>
          </w:p>
        </w:tc>
        <w:tc>
          <w:tcPr>
            <w:tcW w:w="1764" w:type="dxa"/>
            <w:tcBorders>
              <w:bottom w:val="single" w:sz="4" w:space="0" w:color="auto"/>
            </w:tcBorders>
            <w:shd w:val="clear" w:color="auto" w:fill="FFFFFF" w:themeFill="background1"/>
          </w:tcPr>
          <w:p w14:paraId="1A237664" w14:textId="4FFEDA34" w:rsidR="00EE1DED" w:rsidRPr="00075778" w:rsidRDefault="00EE1DED" w:rsidP="00383B36">
            <w:pPr>
              <w:rPr>
                <w:b/>
                <w:bCs/>
                <w:color w:val="000000"/>
              </w:rPr>
            </w:pPr>
          </w:p>
        </w:tc>
      </w:tr>
      <w:tr w:rsidR="00EE1DED" w:rsidRPr="00337FAB" w14:paraId="1DF98BCB" w14:textId="5D81AC60" w:rsidTr="006C1BE1">
        <w:trPr>
          <w:trHeight w:val="300"/>
        </w:trPr>
        <w:tc>
          <w:tcPr>
            <w:tcW w:w="840" w:type="dxa"/>
            <w:vMerge/>
            <w:shd w:val="clear" w:color="auto" w:fill="DAEEF3" w:themeFill="accent5" w:themeFillTint="33"/>
          </w:tcPr>
          <w:p w14:paraId="1FD0EF41"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2D7763B6"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58390173" w14:textId="77777777" w:rsidR="00EE1DED" w:rsidRPr="00075778" w:rsidRDefault="00EE1DED" w:rsidP="00383B36">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Borders>
              <w:bottom w:val="single" w:sz="4" w:space="0" w:color="auto"/>
            </w:tcBorders>
            <w:shd w:val="clear" w:color="auto" w:fill="FFFFFF" w:themeFill="background1"/>
          </w:tcPr>
          <w:p w14:paraId="0DAD104B" w14:textId="77777777" w:rsidR="00EE1DED" w:rsidRDefault="00EE1DED" w:rsidP="00383B36">
            <w:pPr>
              <w:rPr>
                <w:b/>
                <w:bCs/>
                <w:color w:val="000000"/>
              </w:rPr>
            </w:pPr>
          </w:p>
        </w:tc>
        <w:tc>
          <w:tcPr>
            <w:tcW w:w="1565" w:type="dxa"/>
            <w:tcBorders>
              <w:bottom w:val="single" w:sz="4" w:space="0" w:color="auto"/>
            </w:tcBorders>
            <w:shd w:val="clear" w:color="auto" w:fill="FFFFFF" w:themeFill="background1"/>
          </w:tcPr>
          <w:p w14:paraId="4144FCFA" w14:textId="77777777" w:rsidR="00EE1DED" w:rsidRDefault="00EE1DED" w:rsidP="00383B36">
            <w:pPr>
              <w:rPr>
                <w:b/>
                <w:bCs/>
                <w:color w:val="000000"/>
              </w:rPr>
            </w:pPr>
          </w:p>
        </w:tc>
        <w:tc>
          <w:tcPr>
            <w:tcW w:w="1764" w:type="dxa"/>
            <w:tcBorders>
              <w:bottom w:val="single" w:sz="4" w:space="0" w:color="auto"/>
            </w:tcBorders>
            <w:shd w:val="clear" w:color="auto" w:fill="FFFFFF" w:themeFill="background1"/>
          </w:tcPr>
          <w:p w14:paraId="52BEB4BE" w14:textId="1EDA8C4C" w:rsidR="00EE1DED" w:rsidRDefault="00EE1DED" w:rsidP="00383B36">
            <w:pPr>
              <w:rPr>
                <w:b/>
                <w:bCs/>
                <w:color w:val="000000"/>
              </w:rPr>
            </w:pPr>
          </w:p>
        </w:tc>
      </w:tr>
      <w:tr w:rsidR="00EE1DED" w:rsidRPr="00337FAB" w14:paraId="5912E9D8" w14:textId="7928BD01" w:rsidTr="006C1BE1">
        <w:trPr>
          <w:trHeight w:val="300"/>
        </w:trPr>
        <w:tc>
          <w:tcPr>
            <w:tcW w:w="840" w:type="dxa"/>
            <w:vMerge/>
            <w:tcBorders>
              <w:bottom w:val="single" w:sz="4" w:space="0" w:color="auto"/>
            </w:tcBorders>
            <w:shd w:val="clear" w:color="auto" w:fill="DAEEF3" w:themeFill="accent5" w:themeFillTint="33"/>
          </w:tcPr>
          <w:p w14:paraId="0974BD9F"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5E9B2C31" w14:textId="77777777" w:rsidR="00EE1DED" w:rsidRDefault="00EE1DED" w:rsidP="00383B36">
            <w:pPr>
              <w:rPr>
                <w:b/>
                <w:bCs/>
                <w:color w:val="000000"/>
              </w:rPr>
            </w:pPr>
            <w:r>
              <w:rPr>
                <w:b/>
                <w:bCs/>
                <w:color w:val="000000"/>
              </w:rPr>
              <w:t>Safety &amp; product Standards:</w:t>
            </w:r>
          </w:p>
          <w:p w14:paraId="01FB2CD2"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1BF31FAD" w14:textId="77777777" w:rsidR="00EE1DED" w:rsidRPr="009F59A2" w:rsidRDefault="00EE1DED" w:rsidP="00383B36">
            <w:pPr>
              <w:pStyle w:val="ListParagraph"/>
              <w:numPr>
                <w:ilvl w:val="0"/>
                <w:numId w:val="45"/>
              </w:numPr>
              <w:overflowPunct/>
              <w:autoSpaceDE/>
              <w:autoSpaceDN/>
              <w:adjustRightInd/>
              <w:contextualSpacing/>
              <w:textAlignment w:val="auto"/>
              <w:rPr>
                <w:color w:val="000000"/>
              </w:rPr>
            </w:pPr>
            <w:r w:rsidRPr="00B36430">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Borders>
              <w:bottom w:val="single" w:sz="4" w:space="0" w:color="auto"/>
            </w:tcBorders>
            <w:shd w:val="clear" w:color="auto" w:fill="FFFFFF" w:themeFill="background1"/>
          </w:tcPr>
          <w:p w14:paraId="73881B3A" w14:textId="77777777" w:rsidR="00EE1DED" w:rsidRDefault="00EE1DED" w:rsidP="00383B36">
            <w:pPr>
              <w:rPr>
                <w:b/>
                <w:bCs/>
                <w:color w:val="000000"/>
              </w:rPr>
            </w:pPr>
          </w:p>
        </w:tc>
        <w:tc>
          <w:tcPr>
            <w:tcW w:w="1565" w:type="dxa"/>
            <w:tcBorders>
              <w:bottom w:val="single" w:sz="4" w:space="0" w:color="auto"/>
            </w:tcBorders>
            <w:shd w:val="clear" w:color="auto" w:fill="FFFFFF" w:themeFill="background1"/>
          </w:tcPr>
          <w:p w14:paraId="242740B8" w14:textId="77777777" w:rsidR="00EE1DED" w:rsidRDefault="00EE1DED" w:rsidP="00383B36">
            <w:pPr>
              <w:rPr>
                <w:b/>
                <w:bCs/>
                <w:color w:val="000000"/>
              </w:rPr>
            </w:pPr>
          </w:p>
        </w:tc>
        <w:tc>
          <w:tcPr>
            <w:tcW w:w="1764" w:type="dxa"/>
            <w:tcBorders>
              <w:bottom w:val="single" w:sz="4" w:space="0" w:color="auto"/>
            </w:tcBorders>
            <w:shd w:val="clear" w:color="auto" w:fill="FFFFFF" w:themeFill="background1"/>
          </w:tcPr>
          <w:p w14:paraId="2AE7C35B" w14:textId="0EA9D399" w:rsidR="00EE1DED" w:rsidRDefault="00EE1DED" w:rsidP="00383B36">
            <w:pPr>
              <w:rPr>
                <w:b/>
                <w:bCs/>
                <w:color w:val="000000"/>
              </w:rPr>
            </w:pPr>
          </w:p>
        </w:tc>
      </w:tr>
      <w:tr w:rsidR="00EE1DED" w:rsidRPr="00337FAB" w14:paraId="0343A9F7" w14:textId="183E346E" w:rsidTr="006C1BE1">
        <w:trPr>
          <w:trHeight w:val="300"/>
        </w:trPr>
        <w:tc>
          <w:tcPr>
            <w:tcW w:w="840" w:type="dxa"/>
            <w:vMerge w:val="restart"/>
            <w:shd w:val="clear" w:color="auto" w:fill="DAEEF3" w:themeFill="accent5" w:themeFillTint="33"/>
          </w:tcPr>
          <w:p w14:paraId="45A1E493" w14:textId="77777777" w:rsidR="00EE1DED" w:rsidRPr="00075778" w:rsidRDefault="00EE1DED" w:rsidP="00383B36">
            <w:pPr>
              <w:rPr>
                <w:b/>
                <w:bCs/>
                <w:color w:val="000000"/>
              </w:rPr>
            </w:pPr>
            <w:r>
              <w:rPr>
                <w:b/>
                <w:bCs/>
                <w:color w:val="000000"/>
              </w:rPr>
              <w:t>Item 4</w:t>
            </w:r>
          </w:p>
        </w:tc>
        <w:tc>
          <w:tcPr>
            <w:tcW w:w="4619" w:type="dxa"/>
            <w:tcBorders>
              <w:bottom w:val="single" w:sz="4" w:space="0" w:color="auto"/>
            </w:tcBorders>
            <w:shd w:val="clear" w:color="auto" w:fill="DAEEF3" w:themeFill="accent5" w:themeFillTint="33"/>
          </w:tcPr>
          <w:p w14:paraId="73EDC24B" w14:textId="0C1FCB60" w:rsidR="00EE1DED" w:rsidRPr="004A68C5" w:rsidRDefault="00EE1DED" w:rsidP="00383B36">
            <w:pPr>
              <w:rPr>
                <w:color w:val="000000"/>
                <w:lang w:val="en-GB"/>
              </w:rPr>
            </w:pPr>
            <w:r w:rsidRPr="004A68C5">
              <w:rPr>
                <w:b/>
                <w:bCs/>
                <w:color w:val="000000"/>
                <w:lang w:val="en-GB"/>
              </w:rPr>
              <w:t xml:space="preserve">MANUAL DNA/RNA EXTRACTION KITS </w:t>
            </w:r>
            <w:r>
              <w:rPr>
                <w:color w:val="000000"/>
                <w:lang w:val="en-GB"/>
              </w:rPr>
              <w:t xml:space="preserve">(for </w:t>
            </w:r>
            <w:r w:rsidRPr="00337FAB">
              <w:rPr>
                <w:color w:val="000000"/>
                <w:lang w:val="en-GB"/>
              </w:rPr>
              <w:t>4000 tests</w:t>
            </w:r>
            <w:r>
              <w:rPr>
                <w:color w:val="000000"/>
                <w:lang w:val="en-GB"/>
              </w:rPr>
              <w:t>)</w:t>
            </w:r>
          </w:p>
        </w:tc>
        <w:tc>
          <w:tcPr>
            <w:tcW w:w="4432" w:type="dxa"/>
            <w:tcBorders>
              <w:bottom w:val="single" w:sz="4" w:space="0" w:color="auto"/>
            </w:tcBorders>
            <w:shd w:val="clear" w:color="auto" w:fill="DAEEF3" w:themeFill="accent5" w:themeFillTint="33"/>
          </w:tcPr>
          <w:p w14:paraId="00FC6FE7" w14:textId="77777777" w:rsidR="00EE1DED" w:rsidRPr="004A68C5" w:rsidRDefault="00EE1DED" w:rsidP="00383B36">
            <w:pPr>
              <w:rPr>
                <w:b/>
                <w:bCs/>
                <w:color w:val="000000"/>
                <w:lang w:val="en-GB"/>
              </w:rPr>
            </w:pPr>
          </w:p>
        </w:tc>
        <w:tc>
          <w:tcPr>
            <w:tcW w:w="1565" w:type="dxa"/>
            <w:tcBorders>
              <w:bottom w:val="single" w:sz="4" w:space="0" w:color="auto"/>
            </w:tcBorders>
            <w:shd w:val="clear" w:color="auto" w:fill="DAEEF3" w:themeFill="accent5" w:themeFillTint="33"/>
          </w:tcPr>
          <w:p w14:paraId="101BAA5F" w14:textId="77777777" w:rsidR="00EE1DED" w:rsidRPr="004A68C5" w:rsidRDefault="00EE1DED" w:rsidP="00383B36">
            <w:pPr>
              <w:rPr>
                <w:b/>
                <w:bCs/>
                <w:color w:val="000000"/>
                <w:lang w:val="en-GB"/>
              </w:rPr>
            </w:pPr>
          </w:p>
        </w:tc>
        <w:tc>
          <w:tcPr>
            <w:tcW w:w="1764" w:type="dxa"/>
            <w:tcBorders>
              <w:bottom w:val="single" w:sz="4" w:space="0" w:color="auto"/>
            </w:tcBorders>
            <w:shd w:val="clear" w:color="auto" w:fill="DAEEF3" w:themeFill="accent5" w:themeFillTint="33"/>
          </w:tcPr>
          <w:p w14:paraId="256E268C" w14:textId="10EA85CC" w:rsidR="00EE1DED" w:rsidRPr="004A68C5" w:rsidRDefault="00EE1DED" w:rsidP="00383B36">
            <w:pPr>
              <w:rPr>
                <w:b/>
                <w:bCs/>
                <w:color w:val="000000"/>
                <w:lang w:val="en-GB"/>
              </w:rPr>
            </w:pPr>
          </w:p>
        </w:tc>
      </w:tr>
      <w:tr w:rsidR="00EE1DED" w:rsidRPr="00337FAB" w14:paraId="6F8E5A8C" w14:textId="0DC98062" w:rsidTr="006C1BE1">
        <w:trPr>
          <w:trHeight w:val="300"/>
        </w:trPr>
        <w:tc>
          <w:tcPr>
            <w:tcW w:w="840" w:type="dxa"/>
            <w:vMerge/>
            <w:shd w:val="clear" w:color="auto" w:fill="DAEEF3" w:themeFill="accent5" w:themeFillTint="33"/>
          </w:tcPr>
          <w:p w14:paraId="55DC1FCD"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78BCE8B8" w14:textId="77777777" w:rsidR="00EE1DED" w:rsidRPr="00075778" w:rsidRDefault="00EE1DED" w:rsidP="00383B36">
            <w:pPr>
              <w:rPr>
                <w:b/>
                <w:bCs/>
                <w:color w:val="000000"/>
              </w:rPr>
            </w:pPr>
            <w:r w:rsidRPr="00075778">
              <w:rPr>
                <w:b/>
                <w:bCs/>
                <w:color w:val="000000"/>
              </w:rPr>
              <w:t>Product description:</w:t>
            </w:r>
          </w:p>
          <w:p w14:paraId="0238C53F" w14:textId="77777777" w:rsidR="00EE1DED" w:rsidRDefault="00EE1DED" w:rsidP="00383B36">
            <w:pPr>
              <w:rPr>
                <w:color w:val="000000"/>
              </w:rPr>
            </w:pPr>
            <w:r w:rsidRPr="00337FAB">
              <w:rPr>
                <w:color w:val="000000"/>
              </w:rPr>
              <w:t>A kit designed for rapid manual and automated small-scale preparation of DNA/RNA and suitable for use with cell-free bodily fluids such as serum or plasma samples, blood samples or vaginal, cervical swab types.</w:t>
            </w:r>
          </w:p>
          <w:p w14:paraId="56F3B2AA" w14:textId="77777777" w:rsidR="00EE1DED" w:rsidRDefault="00EE1DED" w:rsidP="00383B36">
            <w:pPr>
              <w:rPr>
                <w:color w:val="000000"/>
              </w:rPr>
            </w:pPr>
          </w:p>
          <w:p w14:paraId="5E1A071D" w14:textId="77777777" w:rsidR="00EE1DED" w:rsidRPr="00075778" w:rsidRDefault="00EE1DED" w:rsidP="00383B36">
            <w:pPr>
              <w:rPr>
                <w:b/>
                <w:bCs/>
                <w:color w:val="000000"/>
              </w:rPr>
            </w:pPr>
            <w:r w:rsidRPr="00075778">
              <w:rPr>
                <w:b/>
                <w:bCs/>
                <w:color w:val="000000"/>
              </w:rPr>
              <w:t xml:space="preserve">Specifications: </w:t>
            </w:r>
          </w:p>
          <w:p w14:paraId="278FCED6" w14:textId="77777777" w:rsidR="00EE1DED" w:rsidRPr="00840C66" w:rsidRDefault="00EE1DED" w:rsidP="00383B36">
            <w:pPr>
              <w:pStyle w:val="ListParagraph"/>
              <w:numPr>
                <w:ilvl w:val="0"/>
                <w:numId w:val="45"/>
              </w:numPr>
              <w:overflowPunct/>
              <w:autoSpaceDE/>
              <w:autoSpaceDN/>
              <w:adjustRightInd/>
              <w:contextualSpacing/>
              <w:textAlignment w:val="auto"/>
              <w:rPr>
                <w:color w:val="000000"/>
              </w:rPr>
            </w:pPr>
            <w:r w:rsidRPr="00840C66">
              <w:rPr>
                <w:color w:val="000000"/>
              </w:rPr>
              <w:t>Kit size: suitable for 4000 tests</w:t>
            </w:r>
          </w:p>
          <w:p w14:paraId="52FE9F6A"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Specimen type: Nasal, urethral, cervical swab</w:t>
            </w:r>
          </w:p>
          <w:p w14:paraId="0D367DC7"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Application: PCR, RT-PCR, sequencing, supplied with required buffers and magnetic beads and enhanced buffers. For purification.</w:t>
            </w:r>
          </w:p>
          <w:p w14:paraId="7E83EDB7"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Automated extraction systems: Allow easy automation on common liquid handling instruments or automated magnetic separators</w:t>
            </w:r>
          </w:p>
          <w:p w14:paraId="26438F0D"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Number of samples:  up to 96 samples</w:t>
            </w:r>
          </w:p>
          <w:p w14:paraId="08D3AC16"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Washing the beads: Shaking or mixing</w:t>
            </w:r>
          </w:p>
          <w:p w14:paraId="3B7D6A9C"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Shelf life: 12-24 months from the date of manufacture</w:t>
            </w:r>
          </w:p>
          <w:p w14:paraId="556FB95D"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Estimated weight: 1.7 kg and volume 0.001m3</w:t>
            </w:r>
          </w:p>
          <w:p w14:paraId="3A2704B2"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Storage condition:</w:t>
            </w:r>
          </w:p>
          <w:p w14:paraId="05EBE753" w14:textId="77777777" w:rsidR="00EE1DED" w:rsidRPr="00840C66" w:rsidRDefault="00EE1DED" w:rsidP="00383B36">
            <w:pPr>
              <w:pStyle w:val="ListParagraph"/>
              <w:numPr>
                <w:ilvl w:val="0"/>
                <w:numId w:val="47"/>
              </w:numPr>
              <w:overflowPunct/>
              <w:autoSpaceDE/>
              <w:autoSpaceDN/>
              <w:adjustRightInd/>
              <w:contextualSpacing/>
              <w:textAlignment w:val="auto"/>
              <w:rPr>
                <w:color w:val="000000"/>
              </w:rPr>
            </w:pPr>
            <w:r w:rsidRPr="00840C66">
              <w:rPr>
                <w:color w:val="000000"/>
              </w:rPr>
              <w:t>Enhancer Buffer must be stored at -25°C to-15°C</w:t>
            </w:r>
          </w:p>
          <w:p w14:paraId="461619A4" w14:textId="77777777" w:rsidR="00EE1DED" w:rsidRDefault="00EE1DED" w:rsidP="00383B36">
            <w:pPr>
              <w:pStyle w:val="ListParagraph"/>
              <w:numPr>
                <w:ilvl w:val="0"/>
                <w:numId w:val="47"/>
              </w:numPr>
              <w:overflowPunct/>
              <w:autoSpaceDE/>
              <w:autoSpaceDN/>
              <w:adjustRightInd/>
              <w:contextualSpacing/>
              <w:textAlignment w:val="auto"/>
              <w:rPr>
                <w:color w:val="000000"/>
              </w:rPr>
            </w:pPr>
            <w:r w:rsidRPr="00337FAB">
              <w:rPr>
                <w:color w:val="000000"/>
              </w:rPr>
              <w:t>Proteinase K must be stored at 2°C to 8°C</w:t>
            </w:r>
          </w:p>
          <w:p w14:paraId="58E29526" w14:textId="77777777" w:rsidR="00EE1DED" w:rsidRPr="00840C66" w:rsidRDefault="00EE1DED" w:rsidP="00383B36">
            <w:pPr>
              <w:pStyle w:val="ListParagraph"/>
              <w:numPr>
                <w:ilvl w:val="0"/>
                <w:numId w:val="47"/>
              </w:numPr>
              <w:overflowPunct/>
              <w:autoSpaceDE/>
              <w:autoSpaceDN/>
              <w:adjustRightInd/>
              <w:contextualSpacing/>
              <w:textAlignment w:val="auto"/>
              <w:rPr>
                <w:color w:val="000000"/>
              </w:rPr>
            </w:pPr>
            <w:r w:rsidRPr="00840C66">
              <w:rPr>
                <w:color w:val="000000"/>
              </w:rPr>
              <w:t>Magnetic Beads M must be stored at 2°C to 8°C</w:t>
            </w:r>
          </w:p>
          <w:p w14:paraId="0780B437" w14:textId="77777777" w:rsidR="00EE1DED" w:rsidRPr="00337FAB" w:rsidRDefault="00EE1DED" w:rsidP="00383B36">
            <w:pPr>
              <w:pStyle w:val="ListParagraph"/>
              <w:numPr>
                <w:ilvl w:val="0"/>
                <w:numId w:val="45"/>
              </w:numPr>
              <w:overflowPunct/>
              <w:autoSpaceDE/>
              <w:autoSpaceDN/>
              <w:adjustRightInd/>
              <w:contextualSpacing/>
              <w:textAlignment w:val="auto"/>
              <w:rPr>
                <w:b/>
                <w:bCs/>
                <w:color w:val="000000"/>
              </w:rPr>
            </w:pPr>
            <w:r w:rsidRPr="00337FAB">
              <w:rPr>
                <w:color w:val="000000"/>
              </w:rPr>
              <w:t>Others must be stored at 0°C to 30°C</w:t>
            </w:r>
          </w:p>
        </w:tc>
        <w:tc>
          <w:tcPr>
            <w:tcW w:w="4432" w:type="dxa"/>
            <w:tcBorders>
              <w:bottom w:val="single" w:sz="4" w:space="0" w:color="auto"/>
            </w:tcBorders>
            <w:shd w:val="clear" w:color="auto" w:fill="FFFFFF" w:themeFill="background1"/>
          </w:tcPr>
          <w:p w14:paraId="75D4AFBC" w14:textId="77777777" w:rsidR="00EE1DED" w:rsidRPr="00075778" w:rsidRDefault="00EE1DED" w:rsidP="00383B36">
            <w:pPr>
              <w:rPr>
                <w:b/>
                <w:bCs/>
                <w:color w:val="000000"/>
              </w:rPr>
            </w:pPr>
          </w:p>
        </w:tc>
        <w:tc>
          <w:tcPr>
            <w:tcW w:w="1565" w:type="dxa"/>
            <w:tcBorders>
              <w:bottom w:val="single" w:sz="4" w:space="0" w:color="auto"/>
            </w:tcBorders>
            <w:shd w:val="clear" w:color="auto" w:fill="FFFFFF" w:themeFill="background1"/>
          </w:tcPr>
          <w:p w14:paraId="5A31B9C8" w14:textId="77777777" w:rsidR="00EE1DED" w:rsidRPr="00075778" w:rsidRDefault="00EE1DED" w:rsidP="00383B36">
            <w:pPr>
              <w:rPr>
                <w:b/>
                <w:bCs/>
                <w:color w:val="000000"/>
              </w:rPr>
            </w:pPr>
          </w:p>
        </w:tc>
        <w:tc>
          <w:tcPr>
            <w:tcW w:w="1764" w:type="dxa"/>
            <w:tcBorders>
              <w:bottom w:val="single" w:sz="4" w:space="0" w:color="auto"/>
            </w:tcBorders>
            <w:shd w:val="clear" w:color="auto" w:fill="FFFFFF" w:themeFill="background1"/>
          </w:tcPr>
          <w:p w14:paraId="064EF9EF" w14:textId="1063A806" w:rsidR="00EE1DED" w:rsidRPr="00075778" w:rsidRDefault="00EE1DED" w:rsidP="00383B36">
            <w:pPr>
              <w:rPr>
                <w:b/>
                <w:bCs/>
                <w:color w:val="000000"/>
              </w:rPr>
            </w:pPr>
          </w:p>
        </w:tc>
      </w:tr>
      <w:tr w:rsidR="00EE1DED" w:rsidRPr="00337FAB" w14:paraId="78502F16" w14:textId="1ED7007F" w:rsidTr="006C1BE1">
        <w:trPr>
          <w:trHeight w:val="300"/>
        </w:trPr>
        <w:tc>
          <w:tcPr>
            <w:tcW w:w="840" w:type="dxa"/>
            <w:vMerge/>
            <w:shd w:val="clear" w:color="auto" w:fill="DAEEF3" w:themeFill="accent5" w:themeFillTint="33"/>
          </w:tcPr>
          <w:p w14:paraId="4334B262"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57AC2773"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02725C6B" w14:textId="77777777" w:rsidR="00EE1DED" w:rsidRPr="00075778" w:rsidRDefault="00EE1DED" w:rsidP="00383B36">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Borders>
              <w:bottom w:val="single" w:sz="4" w:space="0" w:color="auto"/>
            </w:tcBorders>
            <w:shd w:val="clear" w:color="auto" w:fill="FFFFFF" w:themeFill="background1"/>
          </w:tcPr>
          <w:p w14:paraId="2C6F0A0C" w14:textId="77777777" w:rsidR="00EE1DED" w:rsidRDefault="00EE1DED" w:rsidP="00383B36">
            <w:pPr>
              <w:rPr>
                <w:b/>
                <w:bCs/>
                <w:color w:val="000000"/>
              </w:rPr>
            </w:pPr>
          </w:p>
        </w:tc>
        <w:tc>
          <w:tcPr>
            <w:tcW w:w="1565" w:type="dxa"/>
            <w:tcBorders>
              <w:bottom w:val="single" w:sz="4" w:space="0" w:color="auto"/>
            </w:tcBorders>
            <w:shd w:val="clear" w:color="auto" w:fill="FFFFFF" w:themeFill="background1"/>
          </w:tcPr>
          <w:p w14:paraId="640EB292" w14:textId="77777777" w:rsidR="00EE1DED" w:rsidRDefault="00EE1DED" w:rsidP="00383B36">
            <w:pPr>
              <w:rPr>
                <w:b/>
                <w:bCs/>
                <w:color w:val="000000"/>
              </w:rPr>
            </w:pPr>
          </w:p>
        </w:tc>
        <w:tc>
          <w:tcPr>
            <w:tcW w:w="1764" w:type="dxa"/>
            <w:tcBorders>
              <w:bottom w:val="single" w:sz="4" w:space="0" w:color="auto"/>
            </w:tcBorders>
            <w:shd w:val="clear" w:color="auto" w:fill="FFFFFF" w:themeFill="background1"/>
          </w:tcPr>
          <w:p w14:paraId="393AC43B" w14:textId="40B1120F" w:rsidR="00EE1DED" w:rsidRDefault="00EE1DED" w:rsidP="00383B36">
            <w:pPr>
              <w:rPr>
                <w:b/>
                <w:bCs/>
                <w:color w:val="000000"/>
              </w:rPr>
            </w:pPr>
          </w:p>
        </w:tc>
      </w:tr>
      <w:tr w:rsidR="00EE1DED" w:rsidRPr="00337FAB" w14:paraId="2D7AF47D" w14:textId="1E86D8D6" w:rsidTr="006C1BE1">
        <w:trPr>
          <w:trHeight w:val="300"/>
        </w:trPr>
        <w:tc>
          <w:tcPr>
            <w:tcW w:w="840" w:type="dxa"/>
            <w:vMerge/>
            <w:tcBorders>
              <w:bottom w:val="single" w:sz="4" w:space="0" w:color="auto"/>
            </w:tcBorders>
            <w:shd w:val="clear" w:color="auto" w:fill="DAEEF3" w:themeFill="accent5" w:themeFillTint="33"/>
          </w:tcPr>
          <w:p w14:paraId="372B645E" w14:textId="77777777" w:rsidR="00EE1DED" w:rsidRPr="00075778" w:rsidRDefault="00EE1DED" w:rsidP="00383B36">
            <w:pPr>
              <w:rPr>
                <w:b/>
                <w:bCs/>
                <w:color w:val="000000"/>
              </w:rPr>
            </w:pPr>
          </w:p>
        </w:tc>
        <w:tc>
          <w:tcPr>
            <w:tcW w:w="4619" w:type="dxa"/>
            <w:tcBorders>
              <w:bottom w:val="single" w:sz="4" w:space="0" w:color="auto"/>
            </w:tcBorders>
            <w:shd w:val="clear" w:color="auto" w:fill="FFFFFF" w:themeFill="background1"/>
          </w:tcPr>
          <w:p w14:paraId="16B640FE" w14:textId="77777777" w:rsidR="00EE1DED" w:rsidRDefault="00EE1DED" w:rsidP="00383B36">
            <w:pPr>
              <w:rPr>
                <w:b/>
                <w:bCs/>
                <w:color w:val="000000"/>
              </w:rPr>
            </w:pPr>
            <w:r>
              <w:rPr>
                <w:b/>
                <w:bCs/>
                <w:color w:val="000000"/>
              </w:rPr>
              <w:t>Safety &amp; product Standards:</w:t>
            </w:r>
          </w:p>
          <w:p w14:paraId="68E817C1"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2AE42BE5" w14:textId="77777777" w:rsidR="00EE1DED" w:rsidRPr="004A68C5" w:rsidRDefault="00EE1DED" w:rsidP="00383B36">
            <w:pPr>
              <w:pStyle w:val="ListParagraph"/>
              <w:numPr>
                <w:ilvl w:val="0"/>
                <w:numId w:val="45"/>
              </w:numPr>
              <w:overflowPunct/>
              <w:autoSpaceDE/>
              <w:autoSpaceDN/>
              <w:adjustRightInd/>
              <w:contextualSpacing/>
              <w:textAlignment w:val="auto"/>
              <w:rPr>
                <w:color w:val="000000"/>
              </w:rPr>
            </w:pPr>
            <w:r w:rsidRPr="004A68C5">
              <w:rPr>
                <w:color w:val="000000"/>
              </w:rPr>
              <w:t>Medical devices proposed to UNFPA for procurement and supply must be from manufacturers who are legally registered to manufacture the particular device by their national regulatory authority and have valid manufacturing licenses</w:t>
            </w:r>
          </w:p>
          <w:p w14:paraId="0E74AF6F" w14:textId="77777777" w:rsidR="00EE1DED" w:rsidRPr="00075778" w:rsidRDefault="00EE1DED" w:rsidP="00383B36">
            <w:pPr>
              <w:rPr>
                <w:b/>
                <w:bCs/>
                <w:color w:val="000000"/>
              </w:rPr>
            </w:pPr>
          </w:p>
        </w:tc>
        <w:tc>
          <w:tcPr>
            <w:tcW w:w="4432" w:type="dxa"/>
            <w:tcBorders>
              <w:bottom w:val="single" w:sz="4" w:space="0" w:color="auto"/>
            </w:tcBorders>
            <w:shd w:val="clear" w:color="auto" w:fill="FFFFFF" w:themeFill="background1"/>
          </w:tcPr>
          <w:p w14:paraId="6C264607" w14:textId="77777777" w:rsidR="00EE1DED" w:rsidRDefault="00EE1DED" w:rsidP="00383B36">
            <w:pPr>
              <w:rPr>
                <w:b/>
                <w:bCs/>
                <w:color w:val="000000"/>
              </w:rPr>
            </w:pPr>
          </w:p>
        </w:tc>
        <w:tc>
          <w:tcPr>
            <w:tcW w:w="1565" w:type="dxa"/>
            <w:tcBorders>
              <w:bottom w:val="single" w:sz="4" w:space="0" w:color="auto"/>
            </w:tcBorders>
            <w:shd w:val="clear" w:color="auto" w:fill="FFFFFF" w:themeFill="background1"/>
          </w:tcPr>
          <w:p w14:paraId="5A32C5AB" w14:textId="77777777" w:rsidR="00EE1DED" w:rsidRDefault="00EE1DED" w:rsidP="00383B36">
            <w:pPr>
              <w:rPr>
                <w:b/>
                <w:bCs/>
                <w:color w:val="000000"/>
              </w:rPr>
            </w:pPr>
          </w:p>
        </w:tc>
        <w:tc>
          <w:tcPr>
            <w:tcW w:w="1764" w:type="dxa"/>
            <w:tcBorders>
              <w:bottom w:val="single" w:sz="4" w:space="0" w:color="auto"/>
            </w:tcBorders>
            <w:shd w:val="clear" w:color="auto" w:fill="FFFFFF" w:themeFill="background1"/>
          </w:tcPr>
          <w:p w14:paraId="36395592" w14:textId="22E5852D" w:rsidR="00EE1DED" w:rsidRDefault="00EE1DED" w:rsidP="00383B36">
            <w:pPr>
              <w:rPr>
                <w:b/>
                <w:bCs/>
                <w:color w:val="000000"/>
              </w:rPr>
            </w:pPr>
          </w:p>
        </w:tc>
      </w:tr>
      <w:tr w:rsidR="00EE1DED" w:rsidRPr="00337FAB" w14:paraId="21C2CC32" w14:textId="509494FC" w:rsidTr="006C1BE1">
        <w:trPr>
          <w:trHeight w:val="300"/>
        </w:trPr>
        <w:tc>
          <w:tcPr>
            <w:tcW w:w="840" w:type="dxa"/>
            <w:vMerge w:val="restart"/>
            <w:shd w:val="clear" w:color="auto" w:fill="DAEEF3" w:themeFill="accent5" w:themeFillTint="33"/>
          </w:tcPr>
          <w:p w14:paraId="61023DF8" w14:textId="77777777" w:rsidR="00EE1DED" w:rsidRPr="00075778" w:rsidRDefault="00EE1DED" w:rsidP="00383B36">
            <w:pPr>
              <w:rPr>
                <w:b/>
                <w:bCs/>
                <w:color w:val="000000"/>
              </w:rPr>
            </w:pPr>
            <w:r>
              <w:rPr>
                <w:b/>
                <w:bCs/>
                <w:color w:val="000000"/>
              </w:rPr>
              <w:t>Item 5</w:t>
            </w:r>
          </w:p>
        </w:tc>
        <w:tc>
          <w:tcPr>
            <w:tcW w:w="4619" w:type="dxa"/>
            <w:shd w:val="clear" w:color="auto" w:fill="DAEEF3" w:themeFill="accent5" w:themeFillTint="33"/>
            <w:hideMark/>
          </w:tcPr>
          <w:p w14:paraId="3EEBCF3C" w14:textId="3AC9D1AE" w:rsidR="00EE1DED" w:rsidRPr="003265D5" w:rsidRDefault="00EE1DED" w:rsidP="00383B36">
            <w:pPr>
              <w:rPr>
                <w:color w:val="000000"/>
              </w:rPr>
            </w:pPr>
            <w:r w:rsidRPr="004A68C5">
              <w:rPr>
                <w:b/>
                <w:bCs/>
                <w:color w:val="000000"/>
                <w:lang w:val="en-GB"/>
              </w:rPr>
              <w:t xml:space="preserve">HPV DIAGNOSTIC KIT FOR 28 HPV SUBTYPES </w:t>
            </w:r>
            <w:r w:rsidRPr="00567B62">
              <w:rPr>
                <w:color w:val="000000"/>
                <w:lang w:val="en-GB"/>
              </w:rPr>
              <w:t>(</w:t>
            </w:r>
            <w:r w:rsidRPr="00567B62">
              <w:rPr>
                <w:color w:val="000000"/>
              </w:rPr>
              <w:t>for 1000 tests)</w:t>
            </w:r>
          </w:p>
          <w:p w14:paraId="777A169F" w14:textId="77777777" w:rsidR="00EE1DED" w:rsidRPr="00337FAB" w:rsidRDefault="00EE1DED" w:rsidP="00383B36">
            <w:pPr>
              <w:rPr>
                <w:b/>
                <w:bCs/>
                <w:color w:val="000000"/>
              </w:rPr>
            </w:pPr>
          </w:p>
        </w:tc>
        <w:tc>
          <w:tcPr>
            <w:tcW w:w="4432" w:type="dxa"/>
            <w:shd w:val="clear" w:color="auto" w:fill="DAEEF3" w:themeFill="accent5" w:themeFillTint="33"/>
          </w:tcPr>
          <w:p w14:paraId="6B33FE37" w14:textId="77777777" w:rsidR="00EE1DED" w:rsidRPr="004A68C5" w:rsidRDefault="00EE1DED" w:rsidP="00383B36">
            <w:pPr>
              <w:rPr>
                <w:b/>
                <w:bCs/>
                <w:color w:val="000000"/>
                <w:lang w:val="en-GB"/>
              </w:rPr>
            </w:pPr>
          </w:p>
        </w:tc>
        <w:tc>
          <w:tcPr>
            <w:tcW w:w="1565" w:type="dxa"/>
            <w:shd w:val="clear" w:color="auto" w:fill="DAEEF3" w:themeFill="accent5" w:themeFillTint="33"/>
          </w:tcPr>
          <w:p w14:paraId="7A660362" w14:textId="77777777" w:rsidR="00EE1DED" w:rsidRPr="004A68C5" w:rsidRDefault="00EE1DED" w:rsidP="00383B36">
            <w:pPr>
              <w:rPr>
                <w:b/>
                <w:bCs/>
                <w:color w:val="000000"/>
                <w:lang w:val="en-GB"/>
              </w:rPr>
            </w:pPr>
          </w:p>
        </w:tc>
        <w:tc>
          <w:tcPr>
            <w:tcW w:w="1764" w:type="dxa"/>
            <w:shd w:val="clear" w:color="auto" w:fill="DAEEF3" w:themeFill="accent5" w:themeFillTint="33"/>
          </w:tcPr>
          <w:p w14:paraId="6F24644E" w14:textId="68D62568" w:rsidR="00EE1DED" w:rsidRPr="004A68C5" w:rsidRDefault="00EE1DED" w:rsidP="00383B36">
            <w:pPr>
              <w:rPr>
                <w:b/>
                <w:bCs/>
                <w:color w:val="000000"/>
                <w:lang w:val="en-GB"/>
              </w:rPr>
            </w:pPr>
          </w:p>
        </w:tc>
      </w:tr>
      <w:tr w:rsidR="00EE1DED" w:rsidRPr="00337FAB" w14:paraId="0DD884CB" w14:textId="6228FF97" w:rsidTr="006C1BE1">
        <w:trPr>
          <w:trHeight w:val="224"/>
        </w:trPr>
        <w:tc>
          <w:tcPr>
            <w:tcW w:w="840" w:type="dxa"/>
            <w:vMerge/>
            <w:shd w:val="clear" w:color="auto" w:fill="DAEEF3" w:themeFill="accent5" w:themeFillTint="33"/>
          </w:tcPr>
          <w:p w14:paraId="49206C83" w14:textId="77777777" w:rsidR="00EE1DED" w:rsidRPr="002071F1" w:rsidRDefault="00EE1DED" w:rsidP="00383B36">
            <w:pPr>
              <w:rPr>
                <w:b/>
                <w:color w:val="000000"/>
                <w:lang w:val="en-GB"/>
              </w:rPr>
            </w:pPr>
          </w:p>
        </w:tc>
        <w:tc>
          <w:tcPr>
            <w:tcW w:w="4619" w:type="dxa"/>
            <w:shd w:val="clear" w:color="auto" w:fill="auto"/>
            <w:hideMark/>
          </w:tcPr>
          <w:p w14:paraId="7BEFA8F7" w14:textId="77777777" w:rsidR="00EE1DED" w:rsidRDefault="00EE1DED" w:rsidP="00383B36">
            <w:pPr>
              <w:rPr>
                <w:b/>
                <w:color w:val="000000"/>
                <w:lang w:val="en-GB"/>
              </w:rPr>
            </w:pPr>
            <w:r w:rsidRPr="002071F1">
              <w:rPr>
                <w:b/>
                <w:color w:val="000000"/>
                <w:lang w:val="en-GB"/>
              </w:rPr>
              <w:t>Product description:</w:t>
            </w:r>
            <w:r>
              <w:rPr>
                <w:b/>
                <w:color w:val="000000"/>
                <w:lang w:val="en-GB"/>
              </w:rPr>
              <w:t xml:space="preserve"> </w:t>
            </w:r>
          </w:p>
          <w:p w14:paraId="34320198" w14:textId="77777777" w:rsidR="00EE1DED" w:rsidRPr="00705F01" w:rsidRDefault="00EE1DED" w:rsidP="00383B36">
            <w:pPr>
              <w:overflowPunct/>
              <w:autoSpaceDE/>
              <w:autoSpaceDN/>
              <w:adjustRightInd/>
              <w:contextualSpacing/>
              <w:textAlignment w:val="auto"/>
              <w:rPr>
                <w:bCs/>
                <w:color w:val="000000"/>
                <w:lang w:val="en-GB"/>
              </w:rPr>
            </w:pPr>
            <w:r w:rsidRPr="00705F01">
              <w:rPr>
                <w:bCs/>
                <w:color w:val="000000"/>
                <w:lang w:val="en-GB"/>
              </w:rPr>
              <w:t>Multiplex real-time PCR for the separate detection of -HPV 16, HPV 18 and other high-risk genotype 16, 18, 31, 33, 35, 39, 45, 51, 52, 56, 58, 59, 66, 68</w:t>
            </w:r>
          </w:p>
          <w:p w14:paraId="7D73F36A" w14:textId="77777777" w:rsidR="00EE1DED" w:rsidRDefault="00EE1DED" w:rsidP="00383B36">
            <w:pPr>
              <w:overflowPunct/>
              <w:autoSpaceDE/>
              <w:autoSpaceDN/>
              <w:adjustRightInd/>
              <w:contextualSpacing/>
              <w:textAlignment w:val="auto"/>
              <w:rPr>
                <w:bCs/>
                <w:color w:val="000000"/>
                <w:lang w:val="en-GB"/>
              </w:rPr>
            </w:pPr>
          </w:p>
          <w:p w14:paraId="644E297C" w14:textId="77777777" w:rsidR="00EE1DED" w:rsidRPr="008E0D0A" w:rsidRDefault="00EE1DED" w:rsidP="00383B36">
            <w:pPr>
              <w:overflowPunct/>
              <w:autoSpaceDE/>
              <w:autoSpaceDN/>
              <w:adjustRightInd/>
              <w:contextualSpacing/>
              <w:textAlignment w:val="auto"/>
              <w:rPr>
                <w:b/>
                <w:color w:val="000000"/>
                <w:lang w:val="en-GB"/>
              </w:rPr>
            </w:pPr>
            <w:r w:rsidRPr="008E0D0A">
              <w:rPr>
                <w:b/>
                <w:color w:val="000000"/>
                <w:lang w:val="en-GB"/>
              </w:rPr>
              <w:t>Specification:</w:t>
            </w:r>
          </w:p>
          <w:p w14:paraId="259A5D2E"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Genotype specific single-stranded linear probes for highly specific detection of targeted high-risk HPV genotypes to avoid cross-reactivity with non-targeted HPV types</w:t>
            </w:r>
          </w:p>
          <w:p w14:paraId="2DF56D1A"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True cellular internal control for high reliability and confidence in HPV-negative test res</w:t>
            </w:r>
            <w:r w:rsidRPr="0070277A">
              <w:rPr>
                <w:bCs/>
                <w:color w:val="000000"/>
                <w:lang w:val="en-GB"/>
              </w:rPr>
              <w:t>u</w:t>
            </w:r>
            <w:r w:rsidRPr="00F37406">
              <w:rPr>
                <w:bCs/>
                <w:color w:val="000000"/>
                <w:lang w:val="en-GB"/>
              </w:rPr>
              <w:t>lts</w:t>
            </w:r>
          </w:p>
          <w:p w14:paraId="3B674B8C"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External controls: negative control and positive control</w:t>
            </w:r>
          </w:p>
          <w:p w14:paraId="04CA102E"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Assay performance</w:t>
            </w:r>
          </w:p>
          <w:p w14:paraId="56DB71C7"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Clinical Sensitivity and Specificity in Referral Population: High Risk HPV Detection</w:t>
            </w:r>
            <w:r w:rsidRPr="00F37406">
              <w:rPr>
                <w:bCs/>
                <w:color w:val="000000"/>
                <w:lang w:val="en-GB"/>
              </w:rPr>
              <w:br/>
              <w:t>Clinical Sensitivity: 97.5%**; Clinical Specificity: 99.4%**</w:t>
            </w:r>
          </w:p>
          <w:p w14:paraId="3BA8BA8E"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Instrumentation</w:t>
            </w:r>
          </w:p>
          <w:p w14:paraId="5309BC91"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Extraction: m2000sp, m24; Amplification and Detection: m2000rt</w:t>
            </w:r>
          </w:p>
          <w:p w14:paraId="3793DE7E"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 xml:space="preserve">Amenable to automated sample handling and assay systems </w:t>
            </w:r>
            <w:r w:rsidRPr="00F37406">
              <w:rPr>
                <w:bCs/>
                <w:color w:val="000000"/>
                <w:lang w:val="en-GB"/>
              </w:rPr>
              <w:br/>
              <w:t>Utilization of the UDG system to prevent carry-over contamination</w:t>
            </w:r>
          </w:p>
          <w:p w14:paraId="3ECB5D1E"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Reported results</w:t>
            </w:r>
          </w:p>
          <w:p w14:paraId="1AC01D78"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Qualitative detection of 14 High Risk HPV types, typing of HPV 16 and/or HPV 18, single and mixed infections</w:t>
            </w:r>
          </w:p>
          <w:p w14:paraId="573748B4"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Automated extraction, sampling and handling of ass</w:t>
            </w:r>
            <w:r w:rsidRPr="0070277A">
              <w:rPr>
                <w:bCs/>
                <w:color w:val="000000"/>
                <w:lang w:val="en-GB"/>
              </w:rPr>
              <w:t>a</w:t>
            </w:r>
            <w:r w:rsidRPr="00F37406">
              <w:rPr>
                <w:bCs/>
                <w:color w:val="000000"/>
                <w:lang w:val="en-GB"/>
              </w:rPr>
              <w:t>y systems</w:t>
            </w:r>
          </w:p>
          <w:p w14:paraId="7EECFF7F"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Input volume: 400ul</w:t>
            </w:r>
          </w:p>
          <w:p w14:paraId="6512B0BB"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Regulatory and QMS requirements</w:t>
            </w:r>
          </w:p>
          <w:p w14:paraId="1912F10B" w14:textId="77777777" w:rsidR="00EE1DED" w:rsidRPr="0070277A" w:rsidRDefault="00EE1DED" w:rsidP="00383B36">
            <w:pPr>
              <w:pStyle w:val="ListParagraph"/>
              <w:numPr>
                <w:ilvl w:val="0"/>
                <w:numId w:val="45"/>
              </w:numPr>
              <w:overflowPunct/>
              <w:autoSpaceDE/>
              <w:autoSpaceDN/>
              <w:adjustRightInd/>
              <w:contextualSpacing/>
              <w:textAlignment w:val="auto"/>
              <w:rPr>
                <w:bCs/>
                <w:color w:val="000000"/>
                <w:lang w:val="en-GB"/>
              </w:rPr>
            </w:pPr>
            <w:r w:rsidRPr="00F37406">
              <w:rPr>
                <w:bCs/>
                <w:color w:val="000000"/>
                <w:lang w:val="en-GB"/>
              </w:rPr>
              <w:t>IMDRF/ GHTF co</w:t>
            </w:r>
            <w:r w:rsidRPr="0070277A">
              <w:rPr>
                <w:bCs/>
                <w:color w:val="000000"/>
                <w:lang w:val="en-GB"/>
              </w:rPr>
              <w:t>n</w:t>
            </w:r>
            <w:r w:rsidRPr="00F37406">
              <w:rPr>
                <w:bCs/>
                <w:color w:val="000000"/>
                <w:lang w:val="en-GB"/>
              </w:rPr>
              <w:t xml:space="preserve">siderations and all other UNFPA generic specifications to be followed specifications </w:t>
            </w:r>
          </w:p>
          <w:p w14:paraId="06B5F72F" w14:textId="77777777" w:rsidR="00EE1DED" w:rsidRPr="009D761A" w:rsidRDefault="00EE1DED" w:rsidP="00383B36">
            <w:pPr>
              <w:overflowPunct/>
              <w:autoSpaceDE/>
              <w:autoSpaceDN/>
              <w:adjustRightInd/>
              <w:contextualSpacing/>
              <w:textAlignment w:val="auto"/>
              <w:rPr>
                <w:b/>
                <w:bCs/>
                <w:color w:val="000000"/>
              </w:rPr>
            </w:pPr>
          </w:p>
        </w:tc>
        <w:tc>
          <w:tcPr>
            <w:tcW w:w="4432" w:type="dxa"/>
          </w:tcPr>
          <w:p w14:paraId="29D92AEE" w14:textId="77777777" w:rsidR="00EE1DED" w:rsidRPr="002071F1" w:rsidRDefault="00EE1DED" w:rsidP="00383B36">
            <w:pPr>
              <w:rPr>
                <w:b/>
                <w:color w:val="000000"/>
                <w:lang w:val="en-GB"/>
              </w:rPr>
            </w:pPr>
          </w:p>
        </w:tc>
        <w:tc>
          <w:tcPr>
            <w:tcW w:w="1565" w:type="dxa"/>
          </w:tcPr>
          <w:p w14:paraId="37E83A22" w14:textId="77777777" w:rsidR="00EE1DED" w:rsidRPr="002071F1" w:rsidRDefault="00EE1DED" w:rsidP="00383B36">
            <w:pPr>
              <w:rPr>
                <w:b/>
                <w:color w:val="000000"/>
                <w:lang w:val="en-GB"/>
              </w:rPr>
            </w:pPr>
          </w:p>
        </w:tc>
        <w:tc>
          <w:tcPr>
            <w:tcW w:w="1764" w:type="dxa"/>
          </w:tcPr>
          <w:p w14:paraId="59E23C6A" w14:textId="369CC96D" w:rsidR="00EE1DED" w:rsidRPr="002071F1" w:rsidRDefault="00EE1DED" w:rsidP="00383B36">
            <w:pPr>
              <w:rPr>
                <w:b/>
                <w:color w:val="000000"/>
                <w:lang w:val="en-GB"/>
              </w:rPr>
            </w:pPr>
          </w:p>
        </w:tc>
      </w:tr>
      <w:tr w:rsidR="00EE1DED" w:rsidRPr="00337FAB" w14:paraId="1955772A" w14:textId="57349250" w:rsidTr="006C1BE1">
        <w:trPr>
          <w:trHeight w:val="224"/>
        </w:trPr>
        <w:tc>
          <w:tcPr>
            <w:tcW w:w="840" w:type="dxa"/>
            <w:vMerge/>
            <w:shd w:val="clear" w:color="auto" w:fill="DAEEF3" w:themeFill="accent5" w:themeFillTint="33"/>
          </w:tcPr>
          <w:p w14:paraId="466B147F" w14:textId="77777777" w:rsidR="00EE1DED" w:rsidRPr="002071F1" w:rsidRDefault="00EE1DED" w:rsidP="00383B36">
            <w:pPr>
              <w:rPr>
                <w:b/>
                <w:color w:val="000000"/>
                <w:lang w:val="en-GB"/>
              </w:rPr>
            </w:pPr>
          </w:p>
        </w:tc>
        <w:tc>
          <w:tcPr>
            <w:tcW w:w="4619" w:type="dxa"/>
            <w:shd w:val="clear" w:color="auto" w:fill="auto"/>
          </w:tcPr>
          <w:p w14:paraId="14FE212F"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744BC1C4" w14:textId="77777777" w:rsidR="00EE1DED" w:rsidRPr="002071F1" w:rsidRDefault="00EE1DED" w:rsidP="00383B36">
            <w:pPr>
              <w:rPr>
                <w:b/>
                <w:color w:val="000000"/>
                <w:lang w:val="en-GB"/>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Pr>
          <w:p w14:paraId="2FF7A1A5" w14:textId="77777777" w:rsidR="00EE1DED" w:rsidRDefault="00EE1DED" w:rsidP="00383B36">
            <w:pPr>
              <w:rPr>
                <w:b/>
                <w:bCs/>
                <w:color w:val="000000"/>
              </w:rPr>
            </w:pPr>
          </w:p>
        </w:tc>
        <w:tc>
          <w:tcPr>
            <w:tcW w:w="1565" w:type="dxa"/>
          </w:tcPr>
          <w:p w14:paraId="3653D881" w14:textId="77777777" w:rsidR="00EE1DED" w:rsidRDefault="00EE1DED" w:rsidP="00383B36">
            <w:pPr>
              <w:rPr>
                <w:b/>
                <w:bCs/>
                <w:color w:val="000000"/>
              </w:rPr>
            </w:pPr>
          </w:p>
        </w:tc>
        <w:tc>
          <w:tcPr>
            <w:tcW w:w="1764" w:type="dxa"/>
          </w:tcPr>
          <w:p w14:paraId="16DDDECE" w14:textId="630AF487" w:rsidR="00EE1DED" w:rsidRDefault="00EE1DED" w:rsidP="00383B36">
            <w:pPr>
              <w:rPr>
                <w:b/>
                <w:bCs/>
                <w:color w:val="000000"/>
              </w:rPr>
            </w:pPr>
          </w:p>
        </w:tc>
      </w:tr>
      <w:tr w:rsidR="00EE1DED" w:rsidRPr="00337FAB" w14:paraId="4A370D34" w14:textId="58B95336" w:rsidTr="006C1BE1">
        <w:trPr>
          <w:trHeight w:val="224"/>
        </w:trPr>
        <w:tc>
          <w:tcPr>
            <w:tcW w:w="840" w:type="dxa"/>
            <w:vMerge/>
            <w:shd w:val="clear" w:color="auto" w:fill="DAEEF3" w:themeFill="accent5" w:themeFillTint="33"/>
          </w:tcPr>
          <w:p w14:paraId="7EC93C94" w14:textId="77777777" w:rsidR="00EE1DED" w:rsidRPr="002071F1" w:rsidRDefault="00EE1DED" w:rsidP="00383B36">
            <w:pPr>
              <w:rPr>
                <w:b/>
                <w:color w:val="000000"/>
                <w:lang w:val="en-GB"/>
              </w:rPr>
            </w:pPr>
          </w:p>
        </w:tc>
        <w:tc>
          <w:tcPr>
            <w:tcW w:w="4619" w:type="dxa"/>
            <w:shd w:val="clear" w:color="auto" w:fill="auto"/>
          </w:tcPr>
          <w:p w14:paraId="0925EE0F" w14:textId="77777777" w:rsidR="00EE1DED" w:rsidRDefault="00EE1DED" w:rsidP="00383B36">
            <w:pPr>
              <w:rPr>
                <w:b/>
                <w:bCs/>
                <w:color w:val="000000"/>
              </w:rPr>
            </w:pPr>
            <w:r>
              <w:rPr>
                <w:b/>
                <w:bCs/>
                <w:color w:val="000000"/>
              </w:rPr>
              <w:t>Safety &amp; product Standards:</w:t>
            </w:r>
          </w:p>
          <w:p w14:paraId="0F2A6555"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687E23FA" w14:textId="77777777" w:rsidR="00EE1DED" w:rsidRPr="00567B62" w:rsidRDefault="00EE1DED" w:rsidP="00383B36">
            <w:pPr>
              <w:pStyle w:val="ListParagraph"/>
              <w:numPr>
                <w:ilvl w:val="0"/>
                <w:numId w:val="45"/>
              </w:numPr>
              <w:overflowPunct/>
              <w:autoSpaceDE/>
              <w:autoSpaceDN/>
              <w:adjustRightInd/>
              <w:contextualSpacing/>
              <w:textAlignment w:val="auto"/>
              <w:rPr>
                <w:color w:val="000000"/>
              </w:rPr>
            </w:pPr>
            <w:r w:rsidRPr="00567B6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23109B4F" w14:textId="77777777" w:rsidR="00EE1DED" w:rsidRDefault="00EE1DED" w:rsidP="00383B36">
            <w:pPr>
              <w:rPr>
                <w:b/>
                <w:bCs/>
                <w:color w:val="000000"/>
              </w:rPr>
            </w:pPr>
          </w:p>
        </w:tc>
        <w:tc>
          <w:tcPr>
            <w:tcW w:w="1565" w:type="dxa"/>
          </w:tcPr>
          <w:p w14:paraId="6FC01E2D" w14:textId="77777777" w:rsidR="00EE1DED" w:rsidRDefault="00EE1DED" w:rsidP="00383B36">
            <w:pPr>
              <w:rPr>
                <w:b/>
                <w:bCs/>
                <w:color w:val="000000"/>
              </w:rPr>
            </w:pPr>
          </w:p>
        </w:tc>
        <w:tc>
          <w:tcPr>
            <w:tcW w:w="1764" w:type="dxa"/>
          </w:tcPr>
          <w:p w14:paraId="58BA184E" w14:textId="49A59133" w:rsidR="00EE1DED" w:rsidRDefault="00EE1DED" w:rsidP="00383B36">
            <w:pPr>
              <w:rPr>
                <w:b/>
                <w:bCs/>
                <w:color w:val="000000"/>
              </w:rPr>
            </w:pPr>
          </w:p>
        </w:tc>
      </w:tr>
      <w:tr w:rsidR="00EE1DED" w:rsidRPr="00337FAB" w14:paraId="6774CFF9" w14:textId="7643526E" w:rsidTr="006C1BE1">
        <w:trPr>
          <w:trHeight w:val="300"/>
        </w:trPr>
        <w:tc>
          <w:tcPr>
            <w:tcW w:w="840" w:type="dxa"/>
            <w:vMerge w:val="restart"/>
            <w:shd w:val="clear" w:color="auto" w:fill="DAEEF3" w:themeFill="accent5" w:themeFillTint="33"/>
          </w:tcPr>
          <w:p w14:paraId="3D02667F" w14:textId="77777777" w:rsidR="00EE1DED" w:rsidRPr="00075778" w:rsidRDefault="00EE1DED" w:rsidP="00383B36">
            <w:pPr>
              <w:rPr>
                <w:b/>
                <w:bCs/>
                <w:color w:val="000000"/>
              </w:rPr>
            </w:pPr>
            <w:r>
              <w:rPr>
                <w:b/>
                <w:bCs/>
                <w:color w:val="000000"/>
              </w:rPr>
              <w:t>Item 6</w:t>
            </w:r>
          </w:p>
        </w:tc>
        <w:tc>
          <w:tcPr>
            <w:tcW w:w="4619" w:type="dxa"/>
            <w:shd w:val="clear" w:color="auto" w:fill="DAEEF3" w:themeFill="accent5" w:themeFillTint="33"/>
          </w:tcPr>
          <w:p w14:paraId="779698E7" w14:textId="6B7DD5B4" w:rsidR="00EE1DED" w:rsidRPr="004A68C5" w:rsidRDefault="00EE1DED" w:rsidP="00383B36">
            <w:pPr>
              <w:rPr>
                <w:b/>
                <w:bCs/>
              </w:rPr>
            </w:pPr>
            <w:r w:rsidRPr="004A68C5">
              <w:rPr>
                <w:b/>
                <w:bCs/>
              </w:rPr>
              <w:t xml:space="preserve">NUCLEIC ACID PURIFICATION SYSTEM </w:t>
            </w:r>
            <w:r w:rsidRPr="00567B62">
              <w:t>(3 pcs)</w:t>
            </w:r>
          </w:p>
        </w:tc>
        <w:tc>
          <w:tcPr>
            <w:tcW w:w="4432" w:type="dxa"/>
            <w:shd w:val="clear" w:color="auto" w:fill="DAEEF3" w:themeFill="accent5" w:themeFillTint="33"/>
          </w:tcPr>
          <w:p w14:paraId="0922EBCE" w14:textId="77777777" w:rsidR="00EE1DED" w:rsidRPr="004A68C5" w:rsidRDefault="00EE1DED" w:rsidP="00383B36">
            <w:pPr>
              <w:rPr>
                <w:b/>
                <w:bCs/>
              </w:rPr>
            </w:pPr>
          </w:p>
        </w:tc>
        <w:tc>
          <w:tcPr>
            <w:tcW w:w="1565" w:type="dxa"/>
            <w:shd w:val="clear" w:color="auto" w:fill="DAEEF3" w:themeFill="accent5" w:themeFillTint="33"/>
          </w:tcPr>
          <w:p w14:paraId="54743312" w14:textId="77777777" w:rsidR="00EE1DED" w:rsidRPr="004A68C5" w:rsidRDefault="00EE1DED" w:rsidP="00383B36">
            <w:pPr>
              <w:rPr>
                <w:b/>
                <w:bCs/>
              </w:rPr>
            </w:pPr>
          </w:p>
        </w:tc>
        <w:tc>
          <w:tcPr>
            <w:tcW w:w="1764" w:type="dxa"/>
            <w:shd w:val="clear" w:color="auto" w:fill="DAEEF3" w:themeFill="accent5" w:themeFillTint="33"/>
          </w:tcPr>
          <w:p w14:paraId="0FBE4DF6" w14:textId="38529D95" w:rsidR="00EE1DED" w:rsidRPr="004A68C5" w:rsidRDefault="00EE1DED" w:rsidP="00383B36">
            <w:pPr>
              <w:rPr>
                <w:b/>
                <w:bCs/>
              </w:rPr>
            </w:pPr>
          </w:p>
        </w:tc>
      </w:tr>
      <w:tr w:rsidR="00EE1DED" w:rsidRPr="00337FAB" w14:paraId="56F48742" w14:textId="12C17D8F" w:rsidTr="006C1BE1">
        <w:trPr>
          <w:trHeight w:val="300"/>
        </w:trPr>
        <w:tc>
          <w:tcPr>
            <w:tcW w:w="840" w:type="dxa"/>
            <w:vMerge/>
            <w:shd w:val="clear" w:color="auto" w:fill="DAEEF3" w:themeFill="accent5" w:themeFillTint="33"/>
          </w:tcPr>
          <w:p w14:paraId="075B7F9E" w14:textId="77777777" w:rsidR="00EE1DED" w:rsidRPr="002071F1" w:rsidRDefault="00EE1DED" w:rsidP="00383B36">
            <w:pPr>
              <w:rPr>
                <w:b/>
                <w:color w:val="000000"/>
                <w:lang w:val="en-GB"/>
              </w:rPr>
            </w:pPr>
          </w:p>
        </w:tc>
        <w:tc>
          <w:tcPr>
            <w:tcW w:w="4619" w:type="dxa"/>
            <w:shd w:val="clear" w:color="auto" w:fill="auto"/>
            <w:hideMark/>
          </w:tcPr>
          <w:p w14:paraId="5C3B830C" w14:textId="77777777" w:rsidR="00EE1DED" w:rsidRPr="002071F1" w:rsidRDefault="00EE1DED" w:rsidP="00383B36">
            <w:pPr>
              <w:rPr>
                <w:b/>
                <w:color w:val="000000"/>
                <w:lang w:val="en-GB"/>
              </w:rPr>
            </w:pPr>
            <w:r w:rsidRPr="002071F1">
              <w:rPr>
                <w:b/>
                <w:color w:val="000000"/>
                <w:lang w:val="en-GB"/>
              </w:rPr>
              <w:t>Product description:</w:t>
            </w:r>
          </w:p>
          <w:p w14:paraId="721F5B77" w14:textId="77777777" w:rsidR="00EE1DED" w:rsidRDefault="00EE1DED" w:rsidP="00383B36">
            <w:pPr>
              <w:rPr>
                <w:color w:val="000000"/>
              </w:rPr>
            </w:pPr>
            <w:r w:rsidRPr="00337FAB">
              <w:rPr>
                <w:color w:val="000000"/>
              </w:rPr>
              <w:t>Fully automated nucleic acid extraction instrument, designed for high throughput automatic isolation &amp; purification of nucleic acids.</w:t>
            </w:r>
          </w:p>
          <w:p w14:paraId="3804EAF4" w14:textId="77777777" w:rsidR="00EE1DED" w:rsidRPr="002071F1" w:rsidRDefault="00EE1DED" w:rsidP="00383B36">
            <w:pPr>
              <w:rPr>
                <w:b/>
                <w:color w:val="000000"/>
                <w:lang w:val="en-GB"/>
              </w:rPr>
            </w:pPr>
          </w:p>
          <w:p w14:paraId="2FB65CE5" w14:textId="77777777" w:rsidR="00EE1DED" w:rsidRDefault="00EE1DED" w:rsidP="00383B36">
            <w:pPr>
              <w:rPr>
                <w:b/>
                <w:color w:val="000000"/>
                <w:lang w:val="en-GB"/>
              </w:rPr>
            </w:pPr>
            <w:r w:rsidRPr="002071F1">
              <w:rPr>
                <w:b/>
                <w:color w:val="000000"/>
                <w:lang w:val="en-GB"/>
              </w:rPr>
              <w:t>Specification:</w:t>
            </w:r>
          </w:p>
          <w:p w14:paraId="02169742"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Automated (fully), high-throughput extraction instrument.</w:t>
            </w:r>
          </w:p>
          <w:p w14:paraId="37B57F31"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Output: Total nucleic acid (virus DNA/RNA, genome DNA) ready for amplification and detection on RT-PCR testing; both RNA and DNA from viruses, bacteria.</w:t>
            </w:r>
          </w:p>
          <w:p w14:paraId="48DD47D4"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Handle different types of samples simultaneously</w:t>
            </w:r>
          </w:p>
          <w:p w14:paraId="6C19765E"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Capacity: Flexible number of samples (16-48 samples)</w:t>
            </w:r>
          </w:p>
          <w:p w14:paraId="27DED2A3"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 xml:space="preserve">Purify nucleic acids with high yield and purity from a wide range of samples including whole blood, plasma, serum, swabs, (cervical, vaginal and </w:t>
            </w:r>
            <w:proofErr w:type="spellStart"/>
            <w:r w:rsidRPr="00D1134F">
              <w:rPr>
                <w:color w:val="000000"/>
              </w:rPr>
              <w:t>uretrial</w:t>
            </w:r>
            <w:proofErr w:type="spellEnd"/>
            <w:r w:rsidRPr="00D1134F">
              <w:rPr>
                <w:color w:val="000000"/>
              </w:rPr>
              <w:t>), CSF, sputum, stool, urine.</w:t>
            </w:r>
          </w:p>
          <w:p w14:paraId="2A436CA4"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Continuous operation without user intervention</w:t>
            </w:r>
          </w:p>
          <w:p w14:paraId="77AB969B"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 xml:space="preserve">Must have inbuilt mechanisms to prevent cross contamination </w:t>
            </w:r>
          </w:p>
          <w:p w14:paraId="0CBDC002"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Elution volume at least 50-200 ml</w:t>
            </w:r>
          </w:p>
          <w:p w14:paraId="667BBE67"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Mobility, portability: Mounted on a stable laboratory table</w:t>
            </w:r>
          </w:p>
          <w:p w14:paraId="34445FAB"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D1134F">
              <w:rPr>
                <w:color w:val="000000"/>
              </w:rPr>
              <w:t>Electrical source requirements: 220V, 50 Hz</w:t>
            </w:r>
          </w:p>
          <w:p w14:paraId="3E16EC54" w14:textId="77777777" w:rsidR="00EE1DED" w:rsidRPr="00D1134F" w:rsidRDefault="00EE1DED" w:rsidP="00383B36">
            <w:pPr>
              <w:pStyle w:val="ListParagraph"/>
              <w:numPr>
                <w:ilvl w:val="0"/>
                <w:numId w:val="46"/>
              </w:numPr>
              <w:overflowPunct/>
              <w:autoSpaceDE/>
              <w:autoSpaceDN/>
              <w:adjustRightInd/>
              <w:contextualSpacing/>
              <w:textAlignment w:val="auto"/>
              <w:rPr>
                <w:b/>
                <w:color w:val="000000"/>
                <w:lang w:val="en-GB"/>
              </w:rPr>
            </w:pPr>
            <w:r w:rsidRPr="00D1134F">
              <w:rPr>
                <w:color w:val="000000"/>
              </w:rPr>
              <w:t>Estimated Life Span: Approx. 8 years</w:t>
            </w:r>
          </w:p>
          <w:p w14:paraId="107517C1" w14:textId="77777777" w:rsidR="00EE1DED" w:rsidRDefault="00EE1DED" w:rsidP="00383B36">
            <w:pPr>
              <w:rPr>
                <w:b/>
                <w:bCs/>
                <w:color w:val="000000"/>
              </w:rPr>
            </w:pPr>
          </w:p>
          <w:p w14:paraId="771CF44B" w14:textId="77777777" w:rsidR="00EE1DED" w:rsidRPr="00D1134F" w:rsidRDefault="00EE1DED" w:rsidP="00383B36">
            <w:pPr>
              <w:rPr>
                <w:b/>
                <w:bCs/>
                <w:color w:val="000000"/>
              </w:rPr>
            </w:pPr>
            <w:r w:rsidRPr="00337FAB">
              <w:rPr>
                <w:b/>
                <w:bCs/>
                <w:color w:val="000000"/>
              </w:rPr>
              <w:t xml:space="preserve">Accessories: </w:t>
            </w:r>
          </w:p>
          <w:p w14:paraId="2CD4CF64" w14:textId="77777777" w:rsidR="00EE1DED" w:rsidRPr="00D1134F" w:rsidRDefault="00EE1DED" w:rsidP="00383B36">
            <w:pPr>
              <w:pStyle w:val="ListParagraph"/>
              <w:numPr>
                <w:ilvl w:val="0"/>
                <w:numId w:val="46"/>
              </w:numPr>
              <w:overflowPunct/>
              <w:autoSpaceDE/>
              <w:autoSpaceDN/>
              <w:adjustRightInd/>
              <w:contextualSpacing/>
              <w:textAlignment w:val="auto"/>
              <w:rPr>
                <w:color w:val="000000"/>
              </w:rPr>
            </w:pPr>
            <w:r w:rsidRPr="00337FAB">
              <w:rPr>
                <w:color w:val="000000"/>
              </w:rPr>
              <w:t xml:space="preserve">The system should be supplied with compatible UPS system capable of maintaining operation for 45 minutes during power failure.                                                                                                         </w:t>
            </w:r>
          </w:p>
          <w:p w14:paraId="7B2509C3" w14:textId="77777777" w:rsidR="00EE1DED" w:rsidRPr="00337FAB" w:rsidRDefault="00EE1DED" w:rsidP="00383B36">
            <w:pPr>
              <w:pStyle w:val="ListParagraph"/>
              <w:numPr>
                <w:ilvl w:val="0"/>
                <w:numId w:val="46"/>
              </w:numPr>
              <w:overflowPunct/>
              <w:autoSpaceDE/>
              <w:autoSpaceDN/>
              <w:adjustRightInd/>
              <w:contextualSpacing/>
              <w:textAlignment w:val="auto"/>
              <w:rPr>
                <w:rFonts w:ascii="Arial" w:hAnsi="Arial" w:cs="Arial"/>
                <w:color w:val="000000"/>
              </w:rPr>
            </w:pPr>
            <w:r w:rsidRPr="00337FAB">
              <w:rPr>
                <w:color w:val="000000"/>
              </w:rPr>
              <w:t>A set of standard reagents and controls, to cover the operational training, and start-up period: instrument installation and validation for minimum 1000 tests</w:t>
            </w:r>
          </w:p>
        </w:tc>
        <w:tc>
          <w:tcPr>
            <w:tcW w:w="4432" w:type="dxa"/>
          </w:tcPr>
          <w:p w14:paraId="3ABEB905" w14:textId="77777777" w:rsidR="00EE1DED" w:rsidRPr="002071F1" w:rsidRDefault="00EE1DED" w:rsidP="00383B36">
            <w:pPr>
              <w:rPr>
                <w:b/>
                <w:color w:val="000000"/>
                <w:lang w:val="en-GB"/>
              </w:rPr>
            </w:pPr>
          </w:p>
        </w:tc>
        <w:tc>
          <w:tcPr>
            <w:tcW w:w="1565" w:type="dxa"/>
          </w:tcPr>
          <w:p w14:paraId="66634B47" w14:textId="77777777" w:rsidR="00EE1DED" w:rsidRPr="002071F1" w:rsidRDefault="00EE1DED" w:rsidP="00383B36">
            <w:pPr>
              <w:rPr>
                <w:b/>
                <w:color w:val="000000"/>
                <w:lang w:val="en-GB"/>
              </w:rPr>
            </w:pPr>
          </w:p>
        </w:tc>
        <w:tc>
          <w:tcPr>
            <w:tcW w:w="1764" w:type="dxa"/>
          </w:tcPr>
          <w:p w14:paraId="23FA8A5A" w14:textId="08D8207F" w:rsidR="00EE1DED" w:rsidRPr="002071F1" w:rsidRDefault="00EE1DED" w:rsidP="00383B36">
            <w:pPr>
              <w:rPr>
                <w:b/>
                <w:color w:val="000000"/>
                <w:lang w:val="en-GB"/>
              </w:rPr>
            </w:pPr>
          </w:p>
        </w:tc>
      </w:tr>
      <w:tr w:rsidR="00EE1DED" w:rsidRPr="00337FAB" w14:paraId="016B7D37" w14:textId="5D9A6966" w:rsidTr="006C1BE1">
        <w:trPr>
          <w:trHeight w:val="300"/>
        </w:trPr>
        <w:tc>
          <w:tcPr>
            <w:tcW w:w="840" w:type="dxa"/>
            <w:vMerge/>
            <w:shd w:val="clear" w:color="auto" w:fill="DAEEF3" w:themeFill="accent5" w:themeFillTint="33"/>
          </w:tcPr>
          <w:p w14:paraId="7DF5CDE8" w14:textId="77777777" w:rsidR="00EE1DED" w:rsidRPr="002071F1" w:rsidRDefault="00EE1DED" w:rsidP="00383B36">
            <w:pPr>
              <w:rPr>
                <w:b/>
                <w:color w:val="000000"/>
                <w:lang w:val="en-GB"/>
              </w:rPr>
            </w:pPr>
          </w:p>
        </w:tc>
        <w:tc>
          <w:tcPr>
            <w:tcW w:w="4619" w:type="dxa"/>
            <w:shd w:val="clear" w:color="auto" w:fill="auto"/>
          </w:tcPr>
          <w:p w14:paraId="59E942CD"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64B4A6AF" w14:textId="77777777" w:rsidR="00EE1DED" w:rsidRPr="002071F1" w:rsidRDefault="00EE1DED" w:rsidP="00383B36">
            <w:pPr>
              <w:rPr>
                <w:b/>
                <w:color w:val="000000"/>
                <w:lang w:val="en-GB"/>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Pr>
          <w:p w14:paraId="6797066B" w14:textId="77777777" w:rsidR="00EE1DED" w:rsidRDefault="00EE1DED" w:rsidP="00383B36">
            <w:pPr>
              <w:rPr>
                <w:b/>
                <w:bCs/>
                <w:color w:val="000000"/>
              </w:rPr>
            </w:pPr>
          </w:p>
        </w:tc>
        <w:tc>
          <w:tcPr>
            <w:tcW w:w="1565" w:type="dxa"/>
          </w:tcPr>
          <w:p w14:paraId="17A737FB" w14:textId="77777777" w:rsidR="00EE1DED" w:rsidRDefault="00EE1DED" w:rsidP="00383B36">
            <w:pPr>
              <w:rPr>
                <w:b/>
                <w:bCs/>
                <w:color w:val="000000"/>
              </w:rPr>
            </w:pPr>
          </w:p>
        </w:tc>
        <w:tc>
          <w:tcPr>
            <w:tcW w:w="1764" w:type="dxa"/>
          </w:tcPr>
          <w:p w14:paraId="07CA4B92" w14:textId="0A4BC3E7" w:rsidR="00EE1DED" w:rsidRDefault="00EE1DED" w:rsidP="00383B36">
            <w:pPr>
              <w:rPr>
                <w:b/>
                <w:bCs/>
                <w:color w:val="000000"/>
              </w:rPr>
            </w:pPr>
          </w:p>
        </w:tc>
      </w:tr>
      <w:tr w:rsidR="00EE1DED" w:rsidRPr="00337FAB" w14:paraId="34C7E095" w14:textId="76C1C786" w:rsidTr="006C1BE1">
        <w:trPr>
          <w:trHeight w:val="701"/>
        </w:trPr>
        <w:tc>
          <w:tcPr>
            <w:tcW w:w="840" w:type="dxa"/>
            <w:vMerge/>
            <w:shd w:val="clear" w:color="auto" w:fill="DAEEF3" w:themeFill="accent5" w:themeFillTint="33"/>
          </w:tcPr>
          <w:p w14:paraId="13AF6134" w14:textId="77777777" w:rsidR="00EE1DED" w:rsidRPr="00D1134F" w:rsidRDefault="00EE1DED" w:rsidP="00383B36">
            <w:pPr>
              <w:rPr>
                <w:b/>
                <w:bCs/>
                <w:color w:val="000000"/>
              </w:rPr>
            </w:pPr>
          </w:p>
        </w:tc>
        <w:tc>
          <w:tcPr>
            <w:tcW w:w="4619" w:type="dxa"/>
            <w:shd w:val="clear" w:color="auto" w:fill="auto"/>
            <w:hideMark/>
          </w:tcPr>
          <w:p w14:paraId="4A30C08A" w14:textId="77777777" w:rsidR="00EE1DED" w:rsidRDefault="00EE1DED" w:rsidP="00383B36">
            <w:pPr>
              <w:rPr>
                <w:b/>
                <w:bCs/>
                <w:color w:val="000000"/>
              </w:rPr>
            </w:pPr>
            <w:r>
              <w:rPr>
                <w:b/>
                <w:bCs/>
                <w:color w:val="000000"/>
              </w:rPr>
              <w:t>Safety &amp; product Standards:</w:t>
            </w:r>
          </w:p>
          <w:p w14:paraId="4B573966" w14:textId="77777777" w:rsidR="00EE1DED" w:rsidRPr="007869E1" w:rsidRDefault="00EE1DED" w:rsidP="00383B36">
            <w:pPr>
              <w:overflowPunct/>
              <w:autoSpaceDE/>
              <w:autoSpaceDN/>
              <w:adjustRightInd/>
              <w:contextualSpacing/>
              <w:textAlignment w:val="auto"/>
              <w:rPr>
                <w:color w:val="000000"/>
              </w:rPr>
            </w:pPr>
            <w:r w:rsidRPr="007869E1">
              <w:rPr>
                <w:color w:val="000000"/>
              </w:rPr>
              <w:t>QMS of the manufacturing site: ISO 13485, or ISO 9001 or 21CFR820 (USA)</w:t>
            </w:r>
          </w:p>
          <w:p w14:paraId="6C41D651" w14:textId="77777777" w:rsidR="00EE1DED" w:rsidRPr="007869E1" w:rsidRDefault="00EE1DED" w:rsidP="00383B36">
            <w:pPr>
              <w:rPr>
                <w:color w:val="000000"/>
              </w:rPr>
            </w:pPr>
            <w:r w:rsidRPr="007869E1">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1141991B" w14:textId="77777777" w:rsidR="00EE1DED" w:rsidRDefault="00EE1DED" w:rsidP="00383B36">
            <w:pPr>
              <w:rPr>
                <w:b/>
                <w:bCs/>
                <w:color w:val="000000"/>
              </w:rPr>
            </w:pPr>
          </w:p>
        </w:tc>
        <w:tc>
          <w:tcPr>
            <w:tcW w:w="1565" w:type="dxa"/>
          </w:tcPr>
          <w:p w14:paraId="0676DE70" w14:textId="77777777" w:rsidR="00EE1DED" w:rsidRDefault="00EE1DED" w:rsidP="00383B36">
            <w:pPr>
              <w:rPr>
                <w:b/>
                <w:bCs/>
                <w:color w:val="000000"/>
              </w:rPr>
            </w:pPr>
          </w:p>
        </w:tc>
        <w:tc>
          <w:tcPr>
            <w:tcW w:w="1764" w:type="dxa"/>
          </w:tcPr>
          <w:p w14:paraId="03105552" w14:textId="051B6178" w:rsidR="00EE1DED" w:rsidRDefault="00EE1DED" w:rsidP="00383B36">
            <w:pPr>
              <w:rPr>
                <w:b/>
                <w:bCs/>
                <w:color w:val="000000"/>
              </w:rPr>
            </w:pPr>
          </w:p>
        </w:tc>
      </w:tr>
      <w:tr w:rsidR="00EE1DED" w:rsidRPr="00337FAB" w14:paraId="4A2772CC" w14:textId="24A5E529" w:rsidTr="006C1BE1">
        <w:trPr>
          <w:trHeight w:val="300"/>
        </w:trPr>
        <w:tc>
          <w:tcPr>
            <w:tcW w:w="840" w:type="dxa"/>
            <w:vMerge/>
            <w:shd w:val="clear" w:color="auto" w:fill="DAEEF3" w:themeFill="accent5" w:themeFillTint="33"/>
          </w:tcPr>
          <w:p w14:paraId="72FF710B" w14:textId="77777777" w:rsidR="00EE1DED" w:rsidRPr="00337FAB" w:rsidRDefault="00EE1DED" w:rsidP="00383B36">
            <w:pPr>
              <w:rPr>
                <w:b/>
                <w:bCs/>
                <w:color w:val="000000"/>
              </w:rPr>
            </w:pPr>
          </w:p>
        </w:tc>
        <w:tc>
          <w:tcPr>
            <w:tcW w:w="4619" w:type="dxa"/>
            <w:shd w:val="clear" w:color="auto" w:fill="auto"/>
          </w:tcPr>
          <w:p w14:paraId="4CA0A6AF" w14:textId="77777777" w:rsidR="00EE1DED" w:rsidRPr="007869E1" w:rsidRDefault="00EE1DED" w:rsidP="00383B36">
            <w:pPr>
              <w:rPr>
                <w:color w:val="000000"/>
              </w:rPr>
            </w:pPr>
            <w:r w:rsidRPr="00337FAB">
              <w:rPr>
                <w:b/>
                <w:bCs/>
                <w:color w:val="000000"/>
              </w:rPr>
              <w:t>Warranty:</w:t>
            </w:r>
            <w:r>
              <w:rPr>
                <w:b/>
                <w:bCs/>
                <w:color w:val="000000"/>
              </w:rPr>
              <w:t xml:space="preserve"> </w:t>
            </w:r>
            <w:r>
              <w:rPr>
                <w:color w:val="000000"/>
              </w:rPr>
              <w:t xml:space="preserve">Two </w:t>
            </w:r>
            <w:r w:rsidRPr="00337FAB">
              <w:rPr>
                <w:color w:val="000000"/>
              </w:rPr>
              <w:t>(</w:t>
            </w:r>
            <w:r>
              <w:rPr>
                <w:color w:val="000000"/>
              </w:rPr>
              <w:t>2</w:t>
            </w:r>
            <w:r w:rsidRPr="00337FAB">
              <w:rPr>
                <w:color w:val="000000"/>
              </w:rPr>
              <w:t>) year</w:t>
            </w:r>
            <w:r>
              <w:rPr>
                <w:color w:val="000000"/>
              </w:rPr>
              <w:t xml:space="preserve">s </w:t>
            </w:r>
            <w:r w:rsidRPr="00337FAB">
              <w:rPr>
                <w:color w:val="000000"/>
              </w:rPr>
              <w:t>warranty should be provided.</w:t>
            </w:r>
          </w:p>
        </w:tc>
        <w:tc>
          <w:tcPr>
            <w:tcW w:w="4432" w:type="dxa"/>
          </w:tcPr>
          <w:p w14:paraId="0F30D85B" w14:textId="77777777" w:rsidR="00EE1DED" w:rsidRPr="00337FAB" w:rsidRDefault="00EE1DED" w:rsidP="00383B36">
            <w:pPr>
              <w:rPr>
                <w:b/>
                <w:bCs/>
                <w:color w:val="000000"/>
              </w:rPr>
            </w:pPr>
          </w:p>
        </w:tc>
        <w:tc>
          <w:tcPr>
            <w:tcW w:w="1565" w:type="dxa"/>
          </w:tcPr>
          <w:p w14:paraId="4ADBE8E8" w14:textId="77777777" w:rsidR="00EE1DED" w:rsidRPr="00337FAB" w:rsidRDefault="00EE1DED" w:rsidP="00383B36">
            <w:pPr>
              <w:rPr>
                <w:b/>
                <w:bCs/>
                <w:color w:val="000000"/>
              </w:rPr>
            </w:pPr>
          </w:p>
        </w:tc>
        <w:tc>
          <w:tcPr>
            <w:tcW w:w="1764" w:type="dxa"/>
          </w:tcPr>
          <w:p w14:paraId="0B551C7C" w14:textId="194017C0" w:rsidR="00EE1DED" w:rsidRPr="00337FAB" w:rsidRDefault="00EE1DED" w:rsidP="00383B36">
            <w:pPr>
              <w:rPr>
                <w:b/>
                <w:bCs/>
                <w:color w:val="000000"/>
              </w:rPr>
            </w:pPr>
          </w:p>
        </w:tc>
      </w:tr>
      <w:tr w:rsidR="00EE1DED" w:rsidRPr="00337FAB" w14:paraId="07B1CF6F" w14:textId="5B326935" w:rsidTr="006C1BE1">
        <w:trPr>
          <w:trHeight w:val="431"/>
        </w:trPr>
        <w:tc>
          <w:tcPr>
            <w:tcW w:w="840" w:type="dxa"/>
            <w:vMerge/>
            <w:shd w:val="clear" w:color="auto" w:fill="DAEEF3" w:themeFill="accent5" w:themeFillTint="33"/>
          </w:tcPr>
          <w:p w14:paraId="666BD32D" w14:textId="77777777" w:rsidR="00EE1DED" w:rsidRPr="00337FAB" w:rsidRDefault="00EE1DED" w:rsidP="00383B36">
            <w:pPr>
              <w:rPr>
                <w:b/>
                <w:bCs/>
                <w:color w:val="000000"/>
              </w:rPr>
            </w:pPr>
          </w:p>
        </w:tc>
        <w:tc>
          <w:tcPr>
            <w:tcW w:w="4619" w:type="dxa"/>
            <w:shd w:val="clear" w:color="auto" w:fill="auto"/>
            <w:hideMark/>
          </w:tcPr>
          <w:p w14:paraId="519141BC" w14:textId="77777777" w:rsidR="00EE1DED" w:rsidRPr="00D1134F" w:rsidRDefault="00EE1DED" w:rsidP="00383B36">
            <w:pPr>
              <w:rPr>
                <w:b/>
                <w:bCs/>
                <w:color w:val="000000"/>
              </w:rPr>
            </w:pPr>
            <w:r w:rsidRPr="00337FAB">
              <w:rPr>
                <w:b/>
                <w:bCs/>
                <w:color w:val="000000"/>
              </w:rPr>
              <w:t>Training and Installation requirement:</w:t>
            </w:r>
          </w:p>
          <w:p w14:paraId="4C93A1B6"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 xml:space="preserve">Provide free installation, testing and preventive maintenance during warranty </w:t>
            </w:r>
          </w:p>
          <w:p w14:paraId="56AFA9D8"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Training for users in operation and basic maintenance</w:t>
            </w:r>
          </w:p>
          <w:p w14:paraId="2C139E6F" w14:textId="77777777" w:rsidR="00EE1DED" w:rsidRPr="00337FAB" w:rsidRDefault="00EE1DED" w:rsidP="00383B36">
            <w:pPr>
              <w:pStyle w:val="ListParagraph"/>
              <w:rPr>
                <w:color w:val="000000"/>
              </w:rPr>
            </w:pPr>
          </w:p>
        </w:tc>
        <w:tc>
          <w:tcPr>
            <w:tcW w:w="4432" w:type="dxa"/>
          </w:tcPr>
          <w:p w14:paraId="041F6EBA" w14:textId="77777777" w:rsidR="00EE1DED" w:rsidRPr="00337FAB" w:rsidRDefault="00EE1DED" w:rsidP="00383B36">
            <w:pPr>
              <w:rPr>
                <w:b/>
                <w:bCs/>
                <w:color w:val="000000"/>
              </w:rPr>
            </w:pPr>
          </w:p>
        </w:tc>
        <w:tc>
          <w:tcPr>
            <w:tcW w:w="1565" w:type="dxa"/>
          </w:tcPr>
          <w:p w14:paraId="454D2A3C" w14:textId="77777777" w:rsidR="00EE1DED" w:rsidRPr="00337FAB" w:rsidRDefault="00EE1DED" w:rsidP="00383B36">
            <w:pPr>
              <w:rPr>
                <w:b/>
                <w:bCs/>
                <w:color w:val="000000"/>
              </w:rPr>
            </w:pPr>
          </w:p>
        </w:tc>
        <w:tc>
          <w:tcPr>
            <w:tcW w:w="1764" w:type="dxa"/>
          </w:tcPr>
          <w:p w14:paraId="37FAFDE1" w14:textId="7182E30C" w:rsidR="00EE1DED" w:rsidRPr="00337FAB" w:rsidRDefault="00EE1DED" w:rsidP="00383B36">
            <w:pPr>
              <w:rPr>
                <w:b/>
                <w:bCs/>
                <w:color w:val="000000"/>
              </w:rPr>
            </w:pPr>
          </w:p>
        </w:tc>
      </w:tr>
      <w:tr w:rsidR="00EE1DED" w:rsidRPr="00337FAB" w14:paraId="27F1DFF7" w14:textId="32EA8299" w:rsidTr="006C1BE1">
        <w:trPr>
          <w:trHeight w:val="260"/>
        </w:trPr>
        <w:tc>
          <w:tcPr>
            <w:tcW w:w="840" w:type="dxa"/>
            <w:vMerge/>
            <w:shd w:val="clear" w:color="auto" w:fill="DAEEF3" w:themeFill="accent5" w:themeFillTint="33"/>
          </w:tcPr>
          <w:p w14:paraId="4B6F9743" w14:textId="77777777" w:rsidR="00EE1DED" w:rsidRPr="00337FAB" w:rsidRDefault="00EE1DED" w:rsidP="00383B36">
            <w:pPr>
              <w:rPr>
                <w:b/>
                <w:bCs/>
                <w:color w:val="000000"/>
              </w:rPr>
            </w:pPr>
          </w:p>
        </w:tc>
        <w:tc>
          <w:tcPr>
            <w:tcW w:w="4619" w:type="dxa"/>
            <w:shd w:val="clear" w:color="auto" w:fill="auto"/>
            <w:hideMark/>
          </w:tcPr>
          <w:p w14:paraId="130AB930" w14:textId="77777777" w:rsidR="00EE1DED" w:rsidRPr="00D1134F" w:rsidRDefault="00EE1DED" w:rsidP="00383B36">
            <w:pPr>
              <w:rPr>
                <w:b/>
                <w:bCs/>
                <w:color w:val="000000"/>
              </w:rPr>
            </w:pPr>
            <w:r w:rsidRPr="00337FAB">
              <w:rPr>
                <w:b/>
                <w:bCs/>
                <w:color w:val="000000"/>
              </w:rPr>
              <w:t>Documentation requirements:</w:t>
            </w:r>
          </w:p>
          <w:p w14:paraId="1D6F23BB"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Provide traceable calibration certificate for all pipetting devices and temperature modules</w:t>
            </w:r>
          </w:p>
          <w:p w14:paraId="4BBA86BD"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Guaranteed time period of support availability post-warranty shall be described.</w:t>
            </w:r>
          </w:p>
          <w:p w14:paraId="4DCFD747"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Specific inclusions and exclusions to be listed.</w:t>
            </w:r>
          </w:p>
          <w:p w14:paraId="398297BC"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6203D213"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 xml:space="preserve">Logbook with instruction for daily, weekly, monthly and quarterly maintenance checklist. </w:t>
            </w:r>
          </w:p>
          <w:p w14:paraId="479F0762"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The job description of the hospital technician and company service engineer should be clearly spelt out;</w:t>
            </w:r>
          </w:p>
          <w:p w14:paraId="3AEB0455"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List shall be provided of equipment and procedures required for local calibration and routine maintenance</w:t>
            </w:r>
          </w:p>
          <w:p w14:paraId="65120087"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Advanced maintenance tasks required shall be documented</w:t>
            </w:r>
          </w:p>
          <w:p w14:paraId="7EAB181A" w14:textId="77777777" w:rsidR="00EE1DED" w:rsidRPr="00D1134F"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Type of service contract</w:t>
            </w:r>
          </w:p>
          <w:p w14:paraId="04C88E37"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Software/ Hardware upgrade availability</w:t>
            </w:r>
          </w:p>
          <w:p w14:paraId="1D0495B2" w14:textId="77777777" w:rsidR="00EE1DED" w:rsidRPr="007869E1" w:rsidRDefault="00EE1DED" w:rsidP="00383B36">
            <w:pPr>
              <w:ind w:left="360"/>
              <w:rPr>
                <w:color w:val="000000"/>
              </w:rPr>
            </w:pPr>
          </w:p>
          <w:p w14:paraId="53EF8C9A" w14:textId="77777777" w:rsidR="00EE1DED" w:rsidRPr="00337FAB" w:rsidRDefault="00EE1DED" w:rsidP="00383B36">
            <w:pPr>
              <w:pStyle w:val="ListParagraph"/>
              <w:rPr>
                <w:color w:val="000000"/>
              </w:rPr>
            </w:pPr>
          </w:p>
        </w:tc>
        <w:tc>
          <w:tcPr>
            <w:tcW w:w="4432" w:type="dxa"/>
          </w:tcPr>
          <w:p w14:paraId="006A8F94" w14:textId="77777777" w:rsidR="00EE1DED" w:rsidRPr="00337FAB" w:rsidRDefault="00EE1DED" w:rsidP="00383B36">
            <w:pPr>
              <w:rPr>
                <w:b/>
                <w:bCs/>
                <w:color w:val="000000"/>
              </w:rPr>
            </w:pPr>
          </w:p>
        </w:tc>
        <w:tc>
          <w:tcPr>
            <w:tcW w:w="1565" w:type="dxa"/>
          </w:tcPr>
          <w:p w14:paraId="69DAF9C3" w14:textId="77777777" w:rsidR="00EE1DED" w:rsidRPr="00337FAB" w:rsidRDefault="00EE1DED" w:rsidP="00383B36">
            <w:pPr>
              <w:rPr>
                <w:b/>
                <w:bCs/>
                <w:color w:val="000000"/>
              </w:rPr>
            </w:pPr>
          </w:p>
        </w:tc>
        <w:tc>
          <w:tcPr>
            <w:tcW w:w="1764" w:type="dxa"/>
          </w:tcPr>
          <w:p w14:paraId="69A0E399" w14:textId="3C5A28C6" w:rsidR="00EE1DED" w:rsidRPr="00337FAB" w:rsidRDefault="00EE1DED" w:rsidP="00383B36">
            <w:pPr>
              <w:rPr>
                <w:b/>
                <w:bCs/>
                <w:color w:val="000000"/>
              </w:rPr>
            </w:pPr>
          </w:p>
        </w:tc>
      </w:tr>
      <w:tr w:rsidR="00EE1DED" w:rsidRPr="00337FAB" w14:paraId="2482F005" w14:textId="5C485160" w:rsidTr="006C1BE1">
        <w:trPr>
          <w:trHeight w:val="300"/>
        </w:trPr>
        <w:tc>
          <w:tcPr>
            <w:tcW w:w="840" w:type="dxa"/>
            <w:vMerge w:val="restart"/>
            <w:shd w:val="clear" w:color="auto" w:fill="DAEEF3" w:themeFill="accent5" w:themeFillTint="33"/>
          </w:tcPr>
          <w:p w14:paraId="0529CF6A" w14:textId="77777777" w:rsidR="00EE1DED" w:rsidRPr="00C34340" w:rsidRDefault="00EE1DED" w:rsidP="00383B36">
            <w:pPr>
              <w:rPr>
                <w:b/>
                <w:bCs/>
                <w:color w:val="000000"/>
              </w:rPr>
            </w:pPr>
            <w:r>
              <w:rPr>
                <w:b/>
                <w:bCs/>
                <w:color w:val="000000"/>
              </w:rPr>
              <w:t>Item 7</w:t>
            </w:r>
          </w:p>
        </w:tc>
        <w:tc>
          <w:tcPr>
            <w:tcW w:w="4619" w:type="dxa"/>
            <w:shd w:val="clear" w:color="auto" w:fill="DAEEF3" w:themeFill="accent5" w:themeFillTint="33"/>
            <w:hideMark/>
          </w:tcPr>
          <w:p w14:paraId="3006D054" w14:textId="77777777" w:rsidR="00EE1DED" w:rsidRPr="004A68C5" w:rsidRDefault="00EE1DED" w:rsidP="00383B36">
            <w:pPr>
              <w:rPr>
                <w:color w:val="000000"/>
              </w:rPr>
            </w:pPr>
            <w:r w:rsidRPr="00337FAB">
              <w:rPr>
                <w:b/>
                <w:bCs/>
                <w:color w:val="000000"/>
              </w:rPr>
              <w:t>DNA/RNA EXTRACTION KITS</w:t>
            </w:r>
            <w:r w:rsidRPr="004A68C5">
              <w:rPr>
                <w:b/>
                <w:bCs/>
                <w:color w:val="000000"/>
              </w:rPr>
              <w:t xml:space="preserve"> </w:t>
            </w:r>
            <w:r>
              <w:rPr>
                <w:b/>
                <w:bCs/>
                <w:color w:val="000000"/>
              </w:rPr>
              <w:t xml:space="preserve">- </w:t>
            </w:r>
            <w:r w:rsidRPr="004A68C5">
              <w:rPr>
                <w:b/>
                <w:bCs/>
                <w:color w:val="000000"/>
              </w:rPr>
              <w:t xml:space="preserve">AUTOMATED </w:t>
            </w:r>
            <w:r>
              <w:rPr>
                <w:color w:val="000000"/>
              </w:rPr>
              <w:t>(</w:t>
            </w:r>
            <w:r w:rsidRPr="004A68C5">
              <w:rPr>
                <w:color w:val="000000"/>
              </w:rPr>
              <w:t>for 4,800 tests</w:t>
            </w:r>
            <w:r>
              <w:rPr>
                <w:color w:val="000000"/>
              </w:rPr>
              <w:t>)</w:t>
            </w:r>
          </w:p>
          <w:p w14:paraId="1072F08C" w14:textId="77777777" w:rsidR="00EE1DED" w:rsidRPr="00337FAB" w:rsidRDefault="00EE1DED" w:rsidP="00383B36">
            <w:pPr>
              <w:rPr>
                <w:b/>
                <w:bCs/>
                <w:color w:val="000000"/>
              </w:rPr>
            </w:pPr>
          </w:p>
        </w:tc>
        <w:tc>
          <w:tcPr>
            <w:tcW w:w="4432" w:type="dxa"/>
            <w:shd w:val="clear" w:color="auto" w:fill="DAEEF3" w:themeFill="accent5" w:themeFillTint="33"/>
          </w:tcPr>
          <w:p w14:paraId="56BDE52B" w14:textId="77777777" w:rsidR="00EE1DED" w:rsidRPr="00337FAB" w:rsidRDefault="00EE1DED" w:rsidP="00383B36">
            <w:pPr>
              <w:rPr>
                <w:b/>
                <w:bCs/>
                <w:color w:val="000000"/>
              </w:rPr>
            </w:pPr>
          </w:p>
        </w:tc>
        <w:tc>
          <w:tcPr>
            <w:tcW w:w="1565" w:type="dxa"/>
            <w:shd w:val="clear" w:color="auto" w:fill="DAEEF3" w:themeFill="accent5" w:themeFillTint="33"/>
          </w:tcPr>
          <w:p w14:paraId="47875CBE" w14:textId="77777777" w:rsidR="00EE1DED" w:rsidRPr="00337FAB" w:rsidRDefault="00EE1DED" w:rsidP="00383B36">
            <w:pPr>
              <w:rPr>
                <w:b/>
                <w:bCs/>
                <w:color w:val="000000"/>
              </w:rPr>
            </w:pPr>
          </w:p>
        </w:tc>
        <w:tc>
          <w:tcPr>
            <w:tcW w:w="1764" w:type="dxa"/>
            <w:shd w:val="clear" w:color="auto" w:fill="DAEEF3" w:themeFill="accent5" w:themeFillTint="33"/>
          </w:tcPr>
          <w:p w14:paraId="5D66C62F" w14:textId="10AC92C5" w:rsidR="00EE1DED" w:rsidRPr="00337FAB" w:rsidRDefault="00EE1DED" w:rsidP="00383B36">
            <w:pPr>
              <w:rPr>
                <w:b/>
                <w:bCs/>
                <w:color w:val="000000"/>
              </w:rPr>
            </w:pPr>
          </w:p>
        </w:tc>
      </w:tr>
      <w:tr w:rsidR="00EE1DED" w:rsidRPr="00337FAB" w14:paraId="5EBC5E63" w14:textId="4ACDF202" w:rsidTr="006C1BE1">
        <w:trPr>
          <w:trHeight w:val="300"/>
        </w:trPr>
        <w:tc>
          <w:tcPr>
            <w:tcW w:w="840" w:type="dxa"/>
            <w:vMerge/>
            <w:shd w:val="clear" w:color="auto" w:fill="DAEEF3" w:themeFill="accent5" w:themeFillTint="33"/>
          </w:tcPr>
          <w:p w14:paraId="4E3EBC65" w14:textId="77777777" w:rsidR="00EE1DED" w:rsidRPr="002071F1" w:rsidRDefault="00EE1DED" w:rsidP="00383B36">
            <w:pPr>
              <w:rPr>
                <w:b/>
                <w:color w:val="000000"/>
                <w:lang w:val="en-GB"/>
              </w:rPr>
            </w:pPr>
          </w:p>
        </w:tc>
        <w:tc>
          <w:tcPr>
            <w:tcW w:w="4619" w:type="dxa"/>
            <w:shd w:val="clear" w:color="auto" w:fill="auto"/>
          </w:tcPr>
          <w:p w14:paraId="57CE3A98" w14:textId="77777777" w:rsidR="00EE1DED" w:rsidRPr="002071F1" w:rsidRDefault="00EE1DED" w:rsidP="00383B36">
            <w:pPr>
              <w:rPr>
                <w:b/>
                <w:color w:val="000000"/>
                <w:lang w:val="en-GB"/>
              </w:rPr>
            </w:pPr>
            <w:r w:rsidRPr="002071F1">
              <w:rPr>
                <w:b/>
                <w:color w:val="000000"/>
                <w:lang w:val="en-GB"/>
              </w:rPr>
              <w:t>Product description:</w:t>
            </w:r>
          </w:p>
          <w:p w14:paraId="1DAAB323" w14:textId="77777777" w:rsidR="00EE1DED" w:rsidRDefault="00EE1DED" w:rsidP="00383B36">
            <w:pPr>
              <w:rPr>
                <w:color w:val="000000"/>
              </w:rPr>
            </w:pPr>
            <w:r w:rsidRPr="00337FAB">
              <w:rPr>
                <w:color w:val="000000"/>
              </w:rPr>
              <w:t>DNA/RNA extraction kits</w:t>
            </w:r>
            <w:r>
              <w:rPr>
                <w:color w:val="000000"/>
              </w:rPr>
              <w:t xml:space="preserve"> - Automated</w:t>
            </w:r>
          </w:p>
          <w:p w14:paraId="38A6F7FE" w14:textId="77777777" w:rsidR="00EE1DED" w:rsidRPr="002071F1" w:rsidRDefault="00EE1DED" w:rsidP="00383B36">
            <w:pPr>
              <w:rPr>
                <w:b/>
                <w:color w:val="000000"/>
                <w:lang w:val="en-GB"/>
              </w:rPr>
            </w:pPr>
          </w:p>
          <w:p w14:paraId="7884A08A" w14:textId="77777777" w:rsidR="00EE1DED" w:rsidRDefault="00EE1DED" w:rsidP="00383B36">
            <w:pPr>
              <w:rPr>
                <w:b/>
                <w:color w:val="000000"/>
                <w:lang w:val="en-GB"/>
              </w:rPr>
            </w:pPr>
            <w:r w:rsidRPr="002071F1">
              <w:rPr>
                <w:b/>
                <w:color w:val="000000"/>
                <w:lang w:val="en-GB"/>
              </w:rPr>
              <w:t>Specification:</w:t>
            </w:r>
          </w:p>
          <w:p w14:paraId="130FC319"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DNA/RNA extraction kits</w:t>
            </w:r>
          </w:p>
        </w:tc>
        <w:tc>
          <w:tcPr>
            <w:tcW w:w="4432" w:type="dxa"/>
          </w:tcPr>
          <w:p w14:paraId="757C874C" w14:textId="77777777" w:rsidR="00EE1DED" w:rsidRPr="002071F1" w:rsidRDefault="00EE1DED" w:rsidP="00383B36">
            <w:pPr>
              <w:rPr>
                <w:b/>
                <w:color w:val="000000"/>
                <w:lang w:val="en-GB"/>
              </w:rPr>
            </w:pPr>
          </w:p>
        </w:tc>
        <w:tc>
          <w:tcPr>
            <w:tcW w:w="1565" w:type="dxa"/>
          </w:tcPr>
          <w:p w14:paraId="58143002" w14:textId="77777777" w:rsidR="00EE1DED" w:rsidRPr="002071F1" w:rsidRDefault="00EE1DED" w:rsidP="00383B36">
            <w:pPr>
              <w:rPr>
                <w:b/>
                <w:color w:val="000000"/>
                <w:lang w:val="en-GB"/>
              </w:rPr>
            </w:pPr>
          </w:p>
        </w:tc>
        <w:tc>
          <w:tcPr>
            <w:tcW w:w="1764" w:type="dxa"/>
          </w:tcPr>
          <w:p w14:paraId="59CA1702" w14:textId="2EFDC24F" w:rsidR="00EE1DED" w:rsidRPr="002071F1" w:rsidRDefault="00EE1DED" w:rsidP="00383B36">
            <w:pPr>
              <w:rPr>
                <w:b/>
                <w:color w:val="000000"/>
                <w:lang w:val="en-GB"/>
              </w:rPr>
            </w:pPr>
          </w:p>
        </w:tc>
      </w:tr>
      <w:tr w:rsidR="00EE1DED" w:rsidRPr="00337FAB" w14:paraId="4DB1A5E5" w14:textId="38E1913A" w:rsidTr="006C1BE1">
        <w:trPr>
          <w:trHeight w:val="300"/>
        </w:trPr>
        <w:tc>
          <w:tcPr>
            <w:tcW w:w="840" w:type="dxa"/>
            <w:vMerge/>
            <w:shd w:val="clear" w:color="auto" w:fill="DAEEF3" w:themeFill="accent5" w:themeFillTint="33"/>
          </w:tcPr>
          <w:p w14:paraId="7B7DE0AA" w14:textId="77777777" w:rsidR="00EE1DED" w:rsidRPr="002071F1" w:rsidRDefault="00EE1DED" w:rsidP="00383B36">
            <w:pPr>
              <w:rPr>
                <w:b/>
                <w:color w:val="000000"/>
                <w:lang w:val="en-GB"/>
              </w:rPr>
            </w:pPr>
          </w:p>
        </w:tc>
        <w:tc>
          <w:tcPr>
            <w:tcW w:w="4619" w:type="dxa"/>
            <w:shd w:val="clear" w:color="auto" w:fill="auto"/>
          </w:tcPr>
          <w:p w14:paraId="2720DEC2"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330E7BD7" w14:textId="77777777" w:rsidR="00EE1DED" w:rsidRPr="002071F1" w:rsidRDefault="00EE1DED" w:rsidP="00383B36">
            <w:pPr>
              <w:rPr>
                <w:b/>
                <w:color w:val="000000"/>
                <w:lang w:val="en-GB"/>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Pr>
          <w:p w14:paraId="78677C1A" w14:textId="77777777" w:rsidR="00EE1DED" w:rsidRDefault="00EE1DED" w:rsidP="00383B36">
            <w:pPr>
              <w:rPr>
                <w:b/>
                <w:bCs/>
                <w:color w:val="000000"/>
              </w:rPr>
            </w:pPr>
          </w:p>
        </w:tc>
        <w:tc>
          <w:tcPr>
            <w:tcW w:w="1565" w:type="dxa"/>
          </w:tcPr>
          <w:p w14:paraId="421C073E" w14:textId="77777777" w:rsidR="00EE1DED" w:rsidRDefault="00EE1DED" w:rsidP="00383B36">
            <w:pPr>
              <w:rPr>
                <w:b/>
                <w:bCs/>
                <w:color w:val="000000"/>
              </w:rPr>
            </w:pPr>
          </w:p>
        </w:tc>
        <w:tc>
          <w:tcPr>
            <w:tcW w:w="1764" w:type="dxa"/>
          </w:tcPr>
          <w:p w14:paraId="408D2E52" w14:textId="1982985E" w:rsidR="00EE1DED" w:rsidRDefault="00EE1DED" w:rsidP="00383B36">
            <w:pPr>
              <w:rPr>
                <w:b/>
                <w:bCs/>
                <w:color w:val="000000"/>
              </w:rPr>
            </w:pPr>
          </w:p>
        </w:tc>
      </w:tr>
      <w:tr w:rsidR="00EE1DED" w:rsidRPr="00337FAB" w14:paraId="347047DD" w14:textId="0336C7E0" w:rsidTr="006C1BE1">
        <w:trPr>
          <w:trHeight w:val="300"/>
        </w:trPr>
        <w:tc>
          <w:tcPr>
            <w:tcW w:w="840" w:type="dxa"/>
            <w:vMerge/>
            <w:shd w:val="clear" w:color="auto" w:fill="DAEEF3" w:themeFill="accent5" w:themeFillTint="33"/>
          </w:tcPr>
          <w:p w14:paraId="33362446" w14:textId="77777777" w:rsidR="00EE1DED" w:rsidRPr="002071F1" w:rsidRDefault="00EE1DED" w:rsidP="00383B36">
            <w:pPr>
              <w:rPr>
                <w:b/>
                <w:color w:val="000000"/>
                <w:lang w:val="en-GB"/>
              </w:rPr>
            </w:pPr>
          </w:p>
        </w:tc>
        <w:tc>
          <w:tcPr>
            <w:tcW w:w="4619" w:type="dxa"/>
            <w:shd w:val="clear" w:color="auto" w:fill="auto"/>
          </w:tcPr>
          <w:p w14:paraId="3F1A625A" w14:textId="77777777" w:rsidR="00EE1DED" w:rsidRDefault="00EE1DED" w:rsidP="00383B36">
            <w:pPr>
              <w:rPr>
                <w:b/>
                <w:bCs/>
                <w:color w:val="000000"/>
              </w:rPr>
            </w:pPr>
            <w:r>
              <w:rPr>
                <w:b/>
                <w:bCs/>
                <w:color w:val="000000"/>
              </w:rPr>
              <w:t>Safety &amp; product Standards:</w:t>
            </w:r>
          </w:p>
          <w:p w14:paraId="723BF720"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52E4F3F8" w14:textId="254B005B" w:rsidR="00EE1DED" w:rsidRPr="003265D5" w:rsidRDefault="00EE1DED" w:rsidP="00383B36">
            <w:pPr>
              <w:pStyle w:val="ListParagraph"/>
              <w:numPr>
                <w:ilvl w:val="0"/>
                <w:numId w:val="45"/>
              </w:numPr>
              <w:overflowPunct/>
              <w:autoSpaceDE/>
              <w:autoSpaceDN/>
              <w:adjustRightInd/>
              <w:contextualSpacing/>
              <w:textAlignment w:val="auto"/>
              <w:rPr>
                <w:color w:val="000000"/>
              </w:rPr>
            </w:pPr>
            <w:r w:rsidRPr="00CB7DDB">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630E01EA" w14:textId="77777777" w:rsidR="00EE1DED" w:rsidRDefault="00EE1DED" w:rsidP="00383B36">
            <w:pPr>
              <w:rPr>
                <w:b/>
                <w:bCs/>
                <w:color w:val="000000"/>
              </w:rPr>
            </w:pPr>
          </w:p>
        </w:tc>
        <w:tc>
          <w:tcPr>
            <w:tcW w:w="1565" w:type="dxa"/>
          </w:tcPr>
          <w:p w14:paraId="1005F94D" w14:textId="77777777" w:rsidR="00EE1DED" w:rsidRDefault="00EE1DED" w:rsidP="00383B36">
            <w:pPr>
              <w:rPr>
                <w:b/>
                <w:bCs/>
                <w:color w:val="000000"/>
              </w:rPr>
            </w:pPr>
          </w:p>
        </w:tc>
        <w:tc>
          <w:tcPr>
            <w:tcW w:w="1764" w:type="dxa"/>
          </w:tcPr>
          <w:p w14:paraId="679E85CF" w14:textId="484EBF19" w:rsidR="00EE1DED" w:rsidRDefault="00EE1DED" w:rsidP="00383B36">
            <w:pPr>
              <w:rPr>
                <w:b/>
                <w:bCs/>
                <w:color w:val="000000"/>
              </w:rPr>
            </w:pPr>
          </w:p>
        </w:tc>
      </w:tr>
      <w:tr w:rsidR="00EE1DED" w:rsidRPr="00337FAB" w14:paraId="446115B7" w14:textId="47804133" w:rsidTr="006C1BE1">
        <w:trPr>
          <w:trHeight w:val="300"/>
        </w:trPr>
        <w:tc>
          <w:tcPr>
            <w:tcW w:w="840" w:type="dxa"/>
            <w:vMerge w:val="restart"/>
            <w:shd w:val="clear" w:color="auto" w:fill="DAEEF3" w:themeFill="accent5" w:themeFillTint="33"/>
          </w:tcPr>
          <w:p w14:paraId="5281B543" w14:textId="77777777" w:rsidR="00EE1DED" w:rsidRPr="00C34340" w:rsidRDefault="00EE1DED" w:rsidP="00383B36">
            <w:pPr>
              <w:rPr>
                <w:b/>
                <w:bCs/>
                <w:color w:val="000000"/>
              </w:rPr>
            </w:pPr>
            <w:r>
              <w:rPr>
                <w:b/>
                <w:bCs/>
                <w:color w:val="000000"/>
              </w:rPr>
              <w:t>Item 8</w:t>
            </w:r>
          </w:p>
        </w:tc>
        <w:tc>
          <w:tcPr>
            <w:tcW w:w="4619" w:type="dxa"/>
            <w:shd w:val="clear" w:color="auto" w:fill="DAEEF3" w:themeFill="accent5" w:themeFillTint="33"/>
          </w:tcPr>
          <w:p w14:paraId="6EC2DB39" w14:textId="49596C0A" w:rsidR="00EE1DED" w:rsidRPr="004A68C5" w:rsidRDefault="00EE1DED" w:rsidP="00383B36">
            <w:r w:rsidRPr="004A68C5">
              <w:rPr>
                <w:b/>
                <w:bCs/>
              </w:rPr>
              <w:t xml:space="preserve">PCR CHAMBER </w:t>
            </w:r>
            <w:r w:rsidRPr="00567B62">
              <w:t>(</w:t>
            </w:r>
            <w:r w:rsidRPr="00337FAB">
              <w:t>3 pcs</w:t>
            </w:r>
            <w:r>
              <w:t>)</w:t>
            </w:r>
          </w:p>
        </w:tc>
        <w:tc>
          <w:tcPr>
            <w:tcW w:w="4432" w:type="dxa"/>
            <w:shd w:val="clear" w:color="auto" w:fill="DAEEF3" w:themeFill="accent5" w:themeFillTint="33"/>
          </w:tcPr>
          <w:p w14:paraId="757A3114" w14:textId="77777777" w:rsidR="00EE1DED" w:rsidRPr="004A68C5" w:rsidRDefault="00EE1DED" w:rsidP="00383B36">
            <w:pPr>
              <w:rPr>
                <w:b/>
                <w:bCs/>
              </w:rPr>
            </w:pPr>
          </w:p>
        </w:tc>
        <w:tc>
          <w:tcPr>
            <w:tcW w:w="1565" w:type="dxa"/>
            <w:shd w:val="clear" w:color="auto" w:fill="DAEEF3" w:themeFill="accent5" w:themeFillTint="33"/>
          </w:tcPr>
          <w:p w14:paraId="52F81AFF" w14:textId="77777777" w:rsidR="00EE1DED" w:rsidRPr="004A68C5" w:rsidRDefault="00EE1DED" w:rsidP="00383B36">
            <w:pPr>
              <w:rPr>
                <w:b/>
                <w:bCs/>
              </w:rPr>
            </w:pPr>
          </w:p>
        </w:tc>
        <w:tc>
          <w:tcPr>
            <w:tcW w:w="1764" w:type="dxa"/>
            <w:shd w:val="clear" w:color="auto" w:fill="DAEEF3" w:themeFill="accent5" w:themeFillTint="33"/>
          </w:tcPr>
          <w:p w14:paraId="1E521AB2" w14:textId="5039C2EF" w:rsidR="00EE1DED" w:rsidRPr="004A68C5" w:rsidRDefault="00EE1DED" w:rsidP="00383B36">
            <w:pPr>
              <w:rPr>
                <w:b/>
                <w:bCs/>
              </w:rPr>
            </w:pPr>
          </w:p>
        </w:tc>
      </w:tr>
      <w:tr w:rsidR="00EE1DED" w:rsidRPr="00337FAB" w14:paraId="6A763848" w14:textId="4ED6D7FC" w:rsidTr="006C1BE1">
        <w:trPr>
          <w:trHeight w:val="300"/>
        </w:trPr>
        <w:tc>
          <w:tcPr>
            <w:tcW w:w="840" w:type="dxa"/>
            <w:vMerge/>
            <w:shd w:val="clear" w:color="auto" w:fill="DAEEF3" w:themeFill="accent5" w:themeFillTint="33"/>
          </w:tcPr>
          <w:p w14:paraId="5B8AD8A2" w14:textId="77777777" w:rsidR="00EE1DED" w:rsidRPr="0099305C" w:rsidRDefault="00EE1DED" w:rsidP="00383B36">
            <w:pPr>
              <w:rPr>
                <w:b/>
                <w:bCs/>
                <w:color w:val="000000"/>
              </w:rPr>
            </w:pPr>
          </w:p>
        </w:tc>
        <w:tc>
          <w:tcPr>
            <w:tcW w:w="4619" w:type="dxa"/>
            <w:shd w:val="clear" w:color="auto" w:fill="FFFFFF" w:themeFill="background1"/>
          </w:tcPr>
          <w:p w14:paraId="78A59FCE" w14:textId="77777777" w:rsidR="00EE1DED" w:rsidRPr="0099305C" w:rsidRDefault="00EE1DED" w:rsidP="00383B36">
            <w:pPr>
              <w:rPr>
                <w:b/>
                <w:bCs/>
                <w:color w:val="000000"/>
              </w:rPr>
            </w:pPr>
            <w:r w:rsidRPr="0099305C">
              <w:rPr>
                <w:b/>
                <w:bCs/>
                <w:color w:val="000000"/>
              </w:rPr>
              <w:t>Product description:</w:t>
            </w:r>
          </w:p>
          <w:p w14:paraId="04F0A3B1" w14:textId="77777777" w:rsidR="00EE1DED" w:rsidRPr="00337FAB" w:rsidRDefault="00EE1DED" w:rsidP="00383B36">
            <w:pPr>
              <w:rPr>
                <w:color w:val="000000"/>
              </w:rPr>
            </w:pPr>
            <w:r w:rsidRPr="00337FAB">
              <w:rPr>
                <w:color w:val="000000"/>
              </w:rPr>
              <w:t xml:space="preserve">Clean benches to provide product protection from environmental contaminants for applications requiring a particulate-free work area, including culture media and solution preparation. </w:t>
            </w:r>
          </w:p>
          <w:p w14:paraId="1EC46889" w14:textId="77777777" w:rsidR="00EE1DED" w:rsidRDefault="00EE1DED" w:rsidP="00383B36">
            <w:pPr>
              <w:rPr>
                <w:color w:val="000000"/>
              </w:rPr>
            </w:pPr>
          </w:p>
          <w:p w14:paraId="6FEB2230" w14:textId="77777777" w:rsidR="00EE1DED" w:rsidRPr="0099305C" w:rsidRDefault="00EE1DED" w:rsidP="00383B36">
            <w:pPr>
              <w:rPr>
                <w:b/>
                <w:bCs/>
                <w:color w:val="000000"/>
              </w:rPr>
            </w:pPr>
            <w:r w:rsidRPr="0099305C">
              <w:rPr>
                <w:b/>
                <w:bCs/>
                <w:color w:val="000000"/>
              </w:rPr>
              <w:t>Specification:</w:t>
            </w:r>
          </w:p>
          <w:p w14:paraId="2A8B8426"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Nominal down flow velocity of 45-90 fpm;</w:t>
            </w:r>
          </w:p>
          <w:p w14:paraId="45597142"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HEPA Filter Efficiency: 99.99% efficient on particles at size 0.3 Micron.</w:t>
            </w:r>
          </w:p>
          <w:p w14:paraId="135AC772"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Air quality:  ISO 14644.1</w:t>
            </w:r>
          </w:p>
          <w:p w14:paraId="1CA22B6B"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Sound Emission: &lt;67 dba</w:t>
            </w:r>
          </w:p>
          <w:p w14:paraId="14687AE5"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UV-resistant, scratch-proof, chemically resistant, easily cleanable with a variety of sterilizing agents, powder-coated steel construction.</w:t>
            </w:r>
          </w:p>
          <w:p w14:paraId="073F6090"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 xml:space="preserve">UV-opaque or transparent and safety glass sash and sides. </w:t>
            </w:r>
          </w:p>
          <w:p w14:paraId="25681EB9"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Light and blower switches and germicidal ultraviolet lamp.</w:t>
            </w:r>
          </w:p>
          <w:p w14:paraId="266F71B4"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Two utility ports with iris openings and plugs ETL Listing (220 volt, 50Hz models);</w:t>
            </w:r>
          </w:p>
          <w:p w14:paraId="1C69DFB5"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Should be supplied with a base stand with casters</w:t>
            </w:r>
          </w:p>
          <w:p w14:paraId="24B7EA03"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Supplier should provide two (2) extra sets of HEPA filters</w:t>
            </w:r>
          </w:p>
          <w:p w14:paraId="3E9944F7" w14:textId="77777777" w:rsidR="00EE1DED" w:rsidRPr="00381355" w:rsidRDefault="00EE1DED" w:rsidP="00383B36">
            <w:pPr>
              <w:pStyle w:val="ListParagraph"/>
              <w:numPr>
                <w:ilvl w:val="0"/>
                <w:numId w:val="45"/>
              </w:numPr>
              <w:overflowPunct/>
              <w:autoSpaceDE/>
              <w:autoSpaceDN/>
              <w:adjustRightInd/>
              <w:contextualSpacing/>
              <w:textAlignment w:val="auto"/>
              <w:rPr>
                <w:b/>
                <w:bCs/>
              </w:rPr>
            </w:pPr>
            <w:r w:rsidRPr="00337FAB">
              <w:rPr>
                <w:color w:val="000000"/>
              </w:rPr>
              <w:t xml:space="preserve">Electrical source requirements: 220V, 50Hz, Line connection plug "Type C" Euro plug or the "Type E" or "Type F" </w:t>
            </w:r>
            <w:proofErr w:type="spellStart"/>
            <w:r w:rsidRPr="00337FAB">
              <w:rPr>
                <w:color w:val="000000"/>
              </w:rPr>
              <w:t>Schuko</w:t>
            </w:r>
            <w:proofErr w:type="spellEnd"/>
            <w:r w:rsidRPr="00337FAB">
              <w:rPr>
                <w:color w:val="000000"/>
              </w:rPr>
              <w:t>, Voltage corrector/stabilizer</w:t>
            </w:r>
          </w:p>
          <w:p w14:paraId="18F78356" w14:textId="77777777" w:rsidR="00EE1DED" w:rsidRDefault="00EE1DED" w:rsidP="00383B36">
            <w:pPr>
              <w:pStyle w:val="ListParagraph"/>
              <w:numPr>
                <w:ilvl w:val="0"/>
                <w:numId w:val="45"/>
              </w:numPr>
              <w:overflowPunct/>
              <w:autoSpaceDE/>
              <w:autoSpaceDN/>
              <w:adjustRightInd/>
              <w:contextualSpacing/>
              <w:textAlignment w:val="auto"/>
              <w:rPr>
                <w:b/>
                <w:bCs/>
              </w:rPr>
            </w:pPr>
            <w:r w:rsidRPr="00337FAB">
              <w:rPr>
                <w:color w:val="000000"/>
              </w:rPr>
              <w:t>User care: The case is to be cleanable with laboratory grade disinfectants</w:t>
            </w:r>
          </w:p>
        </w:tc>
        <w:tc>
          <w:tcPr>
            <w:tcW w:w="4432" w:type="dxa"/>
            <w:shd w:val="clear" w:color="auto" w:fill="FFFFFF" w:themeFill="background1"/>
          </w:tcPr>
          <w:p w14:paraId="4E22F497" w14:textId="77777777" w:rsidR="00EE1DED" w:rsidRPr="0099305C" w:rsidRDefault="00EE1DED" w:rsidP="00383B36">
            <w:pPr>
              <w:rPr>
                <w:b/>
                <w:bCs/>
                <w:color w:val="000000"/>
              </w:rPr>
            </w:pPr>
          </w:p>
        </w:tc>
        <w:tc>
          <w:tcPr>
            <w:tcW w:w="1565" w:type="dxa"/>
            <w:shd w:val="clear" w:color="auto" w:fill="FFFFFF" w:themeFill="background1"/>
          </w:tcPr>
          <w:p w14:paraId="49157C74" w14:textId="77777777" w:rsidR="00EE1DED" w:rsidRPr="0099305C" w:rsidRDefault="00EE1DED" w:rsidP="00383B36">
            <w:pPr>
              <w:rPr>
                <w:b/>
                <w:bCs/>
                <w:color w:val="000000"/>
              </w:rPr>
            </w:pPr>
          </w:p>
        </w:tc>
        <w:tc>
          <w:tcPr>
            <w:tcW w:w="1764" w:type="dxa"/>
            <w:shd w:val="clear" w:color="auto" w:fill="FFFFFF" w:themeFill="background1"/>
          </w:tcPr>
          <w:p w14:paraId="2328B6AA" w14:textId="1330901E" w:rsidR="00EE1DED" w:rsidRPr="0099305C" w:rsidRDefault="00EE1DED" w:rsidP="00383B36">
            <w:pPr>
              <w:rPr>
                <w:b/>
                <w:bCs/>
                <w:color w:val="000000"/>
              </w:rPr>
            </w:pPr>
          </w:p>
        </w:tc>
      </w:tr>
      <w:tr w:rsidR="00EE1DED" w:rsidRPr="00337FAB" w14:paraId="10CB48F3" w14:textId="6BF4629C" w:rsidTr="006C1BE1">
        <w:trPr>
          <w:trHeight w:val="300"/>
        </w:trPr>
        <w:tc>
          <w:tcPr>
            <w:tcW w:w="840" w:type="dxa"/>
            <w:vMerge/>
            <w:shd w:val="clear" w:color="auto" w:fill="DAEEF3" w:themeFill="accent5" w:themeFillTint="33"/>
          </w:tcPr>
          <w:p w14:paraId="545A0B48" w14:textId="77777777" w:rsidR="00EE1DED" w:rsidRPr="0099305C" w:rsidRDefault="00EE1DED" w:rsidP="00383B36">
            <w:pPr>
              <w:rPr>
                <w:b/>
                <w:bCs/>
                <w:color w:val="000000"/>
              </w:rPr>
            </w:pPr>
          </w:p>
        </w:tc>
        <w:tc>
          <w:tcPr>
            <w:tcW w:w="4619" w:type="dxa"/>
            <w:shd w:val="clear" w:color="auto" w:fill="FFFFFF" w:themeFill="background1"/>
          </w:tcPr>
          <w:p w14:paraId="1D6F9CEE"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5DE40CC8" w14:textId="77777777" w:rsidR="00EE1DED" w:rsidRPr="0099305C" w:rsidRDefault="00EE1DED" w:rsidP="00383B36">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shd w:val="clear" w:color="auto" w:fill="FFFFFF" w:themeFill="background1"/>
          </w:tcPr>
          <w:p w14:paraId="6E99E5E3" w14:textId="77777777" w:rsidR="00EE1DED" w:rsidRDefault="00EE1DED" w:rsidP="00383B36">
            <w:pPr>
              <w:rPr>
                <w:b/>
                <w:bCs/>
                <w:color w:val="000000"/>
              </w:rPr>
            </w:pPr>
          </w:p>
        </w:tc>
        <w:tc>
          <w:tcPr>
            <w:tcW w:w="1565" w:type="dxa"/>
            <w:shd w:val="clear" w:color="auto" w:fill="FFFFFF" w:themeFill="background1"/>
          </w:tcPr>
          <w:p w14:paraId="36DE1CE3" w14:textId="77777777" w:rsidR="00EE1DED" w:rsidRDefault="00EE1DED" w:rsidP="00383B36">
            <w:pPr>
              <w:rPr>
                <w:b/>
                <w:bCs/>
                <w:color w:val="000000"/>
              </w:rPr>
            </w:pPr>
          </w:p>
        </w:tc>
        <w:tc>
          <w:tcPr>
            <w:tcW w:w="1764" w:type="dxa"/>
            <w:shd w:val="clear" w:color="auto" w:fill="FFFFFF" w:themeFill="background1"/>
          </w:tcPr>
          <w:p w14:paraId="1977E61F" w14:textId="585458C3" w:rsidR="00EE1DED" w:rsidRDefault="00EE1DED" w:rsidP="00383B36">
            <w:pPr>
              <w:rPr>
                <w:b/>
                <w:bCs/>
                <w:color w:val="000000"/>
              </w:rPr>
            </w:pPr>
          </w:p>
        </w:tc>
      </w:tr>
      <w:tr w:rsidR="00EE1DED" w:rsidRPr="00337FAB" w14:paraId="4DEF868D" w14:textId="27C3F906" w:rsidTr="006C1BE1">
        <w:trPr>
          <w:trHeight w:val="53"/>
        </w:trPr>
        <w:tc>
          <w:tcPr>
            <w:tcW w:w="840" w:type="dxa"/>
            <w:vMerge/>
            <w:shd w:val="clear" w:color="auto" w:fill="DAEEF3" w:themeFill="accent5" w:themeFillTint="33"/>
          </w:tcPr>
          <w:p w14:paraId="61BA4228" w14:textId="77777777" w:rsidR="00EE1DED" w:rsidRPr="00381355" w:rsidRDefault="00EE1DED" w:rsidP="00383B36">
            <w:pPr>
              <w:rPr>
                <w:b/>
                <w:bCs/>
                <w:color w:val="000000"/>
              </w:rPr>
            </w:pPr>
          </w:p>
        </w:tc>
        <w:tc>
          <w:tcPr>
            <w:tcW w:w="4619" w:type="dxa"/>
            <w:shd w:val="clear" w:color="auto" w:fill="auto"/>
            <w:hideMark/>
          </w:tcPr>
          <w:p w14:paraId="4188D4FE" w14:textId="77777777" w:rsidR="00EE1DED" w:rsidRDefault="00EE1DED" w:rsidP="00383B36">
            <w:pPr>
              <w:rPr>
                <w:b/>
                <w:bCs/>
                <w:color w:val="000000"/>
              </w:rPr>
            </w:pPr>
            <w:r>
              <w:rPr>
                <w:b/>
                <w:bCs/>
                <w:color w:val="000000"/>
              </w:rPr>
              <w:t>Safety &amp; product Standards:</w:t>
            </w:r>
          </w:p>
          <w:p w14:paraId="395FF3A8"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311356A3"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B36430">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419122B8" w14:textId="77777777" w:rsidR="00EE1DED" w:rsidRDefault="00EE1DED" w:rsidP="00383B36">
            <w:pPr>
              <w:rPr>
                <w:b/>
                <w:bCs/>
                <w:color w:val="000000"/>
              </w:rPr>
            </w:pPr>
          </w:p>
        </w:tc>
        <w:tc>
          <w:tcPr>
            <w:tcW w:w="1565" w:type="dxa"/>
          </w:tcPr>
          <w:p w14:paraId="62B5E8EC" w14:textId="77777777" w:rsidR="00EE1DED" w:rsidRDefault="00EE1DED" w:rsidP="00383B36">
            <w:pPr>
              <w:rPr>
                <w:b/>
                <w:bCs/>
                <w:color w:val="000000"/>
              </w:rPr>
            </w:pPr>
          </w:p>
        </w:tc>
        <w:tc>
          <w:tcPr>
            <w:tcW w:w="1764" w:type="dxa"/>
          </w:tcPr>
          <w:p w14:paraId="243512C7" w14:textId="02070776" w:rsidR="00EE1DED" w:rsidRDefault="00EE1DED" w:rsidP="00383B36">
            <w:pPr>
              <w:rPr>
                <w:b/>
                <w:bCs/>
                <w:color w:val="000000"/>
              </w:rPr>
            </w:pPr>
          </w:p>
        </w:tc>
      </w:tr>
      <w:tr w:rsidR="00EE1DED" w:rsidRPr="00337FAB" w14:paraId="7D980EFB" w14:textId="231E2D98" w:rsidTr="006C1BE1">
        <w:trPr>
          <w:trHeight w:val="98"/>
        </w:trPr>
        <w:tc>
          <w:tcPr>
            <w:tcW w:w="840" w:type="dxa"/>
            <w:vMerge/>
            <w:shd w:val="clear" w:color="auto" w:fill="DAEEF3" w:themeFill="accent5" w:themeFillTint="33"/>
          </w:tcPr>
          <w:p w14:paraId="7909B92B" w14:textId="77777777" w:rsidR="00EE1DED" w:rsidRPr="00337FAB" w:rsidRDefault="00EE1DED" w:rsidP="00383B36">
            <w:pPr>
              <w:rPr>
                <w:b/>
                <w:bCs/>
                <w:color w:val="000000"/>
              </w:rPr>
            </w:pPr>
          </w:p>
        </w:tc>
        <w:tc>
          <w:tcPr>
            <w:tcW w:w="4619" w:type="dxa"/>
            <w:shd w:val="clear" w:color="auto" w:fill="auto"/>
            <w:hideMark/>
          </w:tcPr>
          <w:p w14:paraId="0511A0AF" w14:textId="77777777" w:rsidR="00EE1DED" w:rsidRPr="00381355" w:rsidRDefault="00EE1DED" w:rsidP="00383B36">
            <w:pPr>
              <w:rPr>
                <w:b/>
                <w:bCs/>
                <w:color w:val="000000"/>
              </w:rPr>
            </w:pPr>
            <w:r w:rsidRPr="00337FAB">
              <w:rPr>
                <w:b/>
                <w:bCs/>
                <w:color w:val="000000"/>
              </w:rPr>
              <w:t xml:space="preserve">Training and installation requirements: </w:t>
            </w:r>
          </w:p>
          <w:p w14:paraId="104E0902" w14:textId="77777777" w:rsidR="00EE1DED" w:rsidRPr="00381355"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Installation and operation checks before handover</w:t>
            </w:r>
          </w:p>
          <w:p w14:paraId="1CBC4461" w14:textId="77777777" w:rsidR="00EE1DED" w:rsidRPr="00337FAB"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Training of users in operation and basic maintenance shall be provided</w:t>
            </w:r>
          </w:p>
        </w:tc>
        <w:tc>
          <w:tcPr>
            <w:tcW w:w="4432" w:type="dxa"/>
          </w:tcPr>
          <w:p w14:paraId="77705ECE" w14:textId="77777777" w:rsidR="00EE1DED" w:rsidRPr="00337FAB" w:rsidRDefault="00EE1DED" w:rsidP="00383B36">
            <w:pPr>
              <w:rPr>
                <w:b/>
                <w:bCs/>
                <w:color w:val="000000"/>
              </w:rPr>
            </w:pPr>
          </w:p>
        </w:tc>
        <w:tc>
          <w:tcPr>
            <w:tcW w:w="1565" w:type="dxa"/>
          </w:tcPr>
          <w:p w14:paraId="09538E6D" w14:textId="77777777" w:rsidR="00EE1DED" w:rsidRPr="00337FAB" w:rsidRDefault="00EE1DED" w:rsidP="00383B36">
            <w:pPr>
              <w:rPr>
                <w:b/>
                <w:bCs/>
                <w:color w:val="000000"/>
              </w:rPr>
            </w:pPr>
          </w:p>
        </w:tc>
        <w:tc>
          <w:tcPr>
            <w:tcW w:w="1764" w:type="dxa"/>
          </w:tcPr>
          <w:p w14:paraId="57C7D6C4" w14:textId="77B58245" w:rsidR="00EE1DED" w:rsidRPr="00337FAB" w:rsidRDefault="00EE1DED" w:rsidP="00383B36">
            <w:pPr>
              <w:rPr>
                <w:b/>
                <w:bCs/>
                <w:color w:val="000000"/>
              </w:rPr>
            </w:pPr>
          </w:p>
        </w:tc>
      </w:tr>
      <w:tr w:rsidR="00EE1DED" w:rsidRPr="00337FAB" w14:paraId="2D7D38D6" w14:textId="28870009" w:rsidTr="006C1BE1">
        <w:trPr>
          <w:trHeight w:val="98"/>
        </w:trPr>
        <w:tc>
          <w:tcPr>
            <w:tcW w:w="840" w:type="dxa"/>
            <w:vMerge/>
            <w:shd w:val="clear" w:color="auto" w:fill="DAEEF3" w:themeFill="accent5" w:themeFillTint="33"/>
          </w:tcPr>
          <w:p w14:paraId="4D83B9E7" w14:textId="77777777" w:rsidR="00EE1DED" w:rsidRPr="00337FAB" w:rsidRDefault="00EE1DED" w:rsidP="00383B36">
            <w:pPr>
              <w:rPr>
                <w:b/>
                <w:bCs/>
                <w:color w:val="000000"/>
              </w:rPr>
            </w:pPr>
          </w:p>
        </w:tc>
        <w:tc>
          <w:tcPr>
            <w:tcW w:w="4619" w:type="dxa"/>
            <w:shd w:val="clear" w:color="auto" w:fill="auto"/>
          </w:tcPr>
          <w:p w14:paraId="517FC389" w14:textId="77777777" w:rsidR="00EE1DED" w:rsidRPr="00337FAB" w:rsidRDefault="00EE1DED" w:rsidP="00383B36">
            <w:pPr>
              <w:rPr>
                <w:b/>
                <w:bCs/>
                <w:color w:val="000000"/>
              </w:rPr>
            </w:pPr>
            <w:r w:rsidRPr="00337FAB">
              <w:rPr>
                <w:b/>
                <w:bCs/>
                <w:color w:val="000000"/>
              </w:rPr>
              <w:t>Warranty:</w:t>
            </w:r>
            <w:r>
              <w:rPr>
                <w:b/>
                <w:bCs/>
                <w:color w:val="000000"/>
              </w:rPr>
              <w:t xml:space="preserve"> </w:t>
            </w:r>
            <w:r>
              <w:rPr>
                <w:color w:val="000000"/>
              </w:rPr>
              <w:t xml:space="preserve">Two </w:t>
            </w:r>
            <w:r w:rsidRPr="00337FAB">
              <w:rPr>
                <w:color w:val="000000"/>
              </w:rPr>
              <w:t>(</w:t>
            </w:r>
            <w:r>
              <w:rPr>
                <w:color w:val="000000"/>
              </w:rPr>
              <w:t>2</w:t>
            </w:r>
            <w:r w:rsidRPr="00337FAB">
              <w:rPr>
                <w:color w:val="000000"/>
              </w:rPr>
              <w:t>) year</w:t>
            </w:r>
            <w:r>
              <w:rPr>
                <w:color w:val="000000"/>
              </w:rPr>
              <w:t xml:space="preserve">s </w:t>
            </w:r>
            <w:r w:rsidRPr="00337FAB">
              <w:rPr>
                <w:color w:val="000000"/>
              </w:rPr>
              <w:t>warranty should be provided.</w:t>
            </w:r>
          </w:p>
        </w:tc>
        <w:tc>
          <w:tcPr>
            <w:tcW w:w="4432" w:type="dxa"/>
          </w:tcPr>
          <w:p w14:paraId="59793C3E" w14:textId="77777777" w:rsidR="00EE1DED" w:rsidRPr="00337FAB" w:rsidRDefault="00EE1DED" w:rsidP="00383B36">
            <w:pPr>
              <w:rPr>
                <w:b/>
                <w:bCs/>
                <w:color w:val="000000"/>
              </w:rPr>
            </w:pPr>
          </w:p>
        </w:tc>
        <w:tc>
          <w:tcPr>
            <w:tcW w:w="1565" w:type="dxa"/>
          </w:tcPr>
          <w:p w14:paraId="37BBB513" w14:textId="77777777" w:rsidR="00EE1DED" w:rsidRPr="00337FAB" w:rsidRDefault="00EE1DED" w:rsidP="00383B36">
            <w:pPr>
              <w:rPr>
                <w:b/>
                <w:bCs/>
                <w:color w:val="000000"/>
              </w:rPr>
            </w:pPr>
          </w:p>
        </w:tc>
        <w:tc>
          <w:tcPr>
            <w:tcW w:w="1764" w:type="dxa"/>
          </w:tcPr>
          <w:p w14:paraId="5E192326" w14:textId="658B9ABA" w:rsidR="00EE1DED" w:rsidRPr="00337FAB" w:rsidRDefault="00EE1DED" w:rsidP="00383B36">
            <w:pPr>
              <w:rPr>
                <w:b/>
                <w:bCs/>
                <w:color w:val="000000"/>
              </w:rPr>
            </w:pPr>
          </w:p>
        </w:tc>
      </w:tr>
      <w:tr w:rsidR="00EE1DED" w:rsidRPr="00337FAB" w14:paraId="05568FF2" w14:textId="05664665" w:rsidTr="006C1BE1">
        <w:trPr>
          <w:trHeight w:val="206"/>
        </w:trPr>
        <w:tc>
          <w:tcPr>
            <w:tcW w:w="840" w:type="dxa"/>
            <w:vMerge/>
            <w:shd w:val="clear" w:color="auto" w:fill="DAEEF3" w:themeFill="accent5" w:themeFillTint="33"/>
          </w:tcPr>
          <w:p w14:paraId="37FA29F5" w14:textId="77777777" w:rsidR="00EE1DED" w:rsidRPr="00337FAB" w:rsidRDefault="00EE1DED" w:rsidP="00383B36">
            <w:pPr>
              <w:rPr>
                <w:b/>
                <w:bCs/>
                <w:color w:val="000000"/>
              </w:rPr>
            </w:pPr>
          </w:p>
        </w:tc>
        <w:tc>
          <w:tcPr>
            <w:tcW w:w="4619" w:type="dxa"/>
            <w:shd w:val="clear" w:color="auto" w:fill="auto"/>
            <w:hideMark/>
          </w:tcPr>
          <w:p w14:paraId="13286909" w14:textId="77777777" w:rsidR="00EE1DED" w:rsidRPr="00381355" w:rsidRDefault="00EE1DED" w:rsidP="00383B36">
            <w:pPr>
              <w:rPr>
                <w:b/>
                <w:bCs/>
                <w:color w:val="000000"/>
              </w:rPr>
            </w:pPr>
            <w:r w:rsidRPr="00337FAB">
              <w:rPr>
                <w:b/>
                <w:bCs/>
                <w:color w:val="000000"/>
              </w:rPr>
              <w:t>Documentation requirements</w:t>
            </w:r>
            <w:r>
              <w:rPr>
                <w:b/>
                <w:bCs/>
                <w:color w:val="000000"/>
              </w:rPr>
              <w:t>:</w:t>
            </w:r>
          </w:p>
          <w:p w14:paraId="10522742" w14:textId="77777777" w:rsidR="00EE1DED" w:rsidRPr="00381355"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Guaranteed time period of support availability post-warranty shall be described</w:t>
            </w:r>
          </w:p>
          <w:p w14:paraId="3AB8D02A"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5F16B625" w14:textId="77777777" w:rsidR="00EE1DED" w:rsidRPr="00381355" w:rsidRDefault="00EE1DED" w:rsidP="00383B36">
            <w:pPr>
              <w:pStyle w:val="ListParagraph"/>
              <w:rPr>
                <w:color w:val="000000"/>
              </w:rPr>
            </w:pPr>
          </w:p>
        </w:tc>
        <w:tc>
          <w:tcPr>
            <w:tcW w:w="4432" w:type="dxa"/>
          </w:tcPr>
          <w:p w14:paraId="44BCE622" w14:textId="77777777" w:rsidR="00EE1DED" w:rsidRPr="00337FAB" w:rsidRDefault="00EE1DED" w:rsidP="00383B36">
            <w:pPr>
              <w:rPr>
                <w:b/>
                <w:bCs/>
                <w:color w:val="000000"/>
              </w:rPr>
            </w:pPr>
          </w:p>
        </w:tc>
        <w:tc>
          <w:tcPr>
            <w:tcW w:w="1565" w:type="dxa"/>
          </w:tcPr>
          <w:p w14:paraId="278D0336" w14:textId="77777777" w:rsidR="00EE1DED" w:rsidRPr="00337FAB" w:rsidRDefault="00EE1DED" w:rsidP="00383B36">
            <w:pPr>
              <w:rPr>
                <w:b/>
                <w:bCs/>
                <w:color w:val="000000"/>
              </w:rPr>
            </w:pPr>
          </w:p>
        </w:tc>
        <w:tc>
          <w:tcPr>
            <w:tcW w:w="1764" w:type="dxa"/>
          </w:tcPr>
          <w:p w14:paraId="3FA73F26" w14:textId="371E7C22" w:rsidR="00EE1DED" w:rsidRPr="00337FAB" w:rsidRDefault="00EE1DED" w:rsidP="00383B36">
            <w:pPr>
              <w:rPr>
                <w:b/>
                <w:bCs/>
                <w:color w:val="000000"/>
              </w:rPr>
            </w:pPr>
          </w:p>
        </w:tc>
      </w:tr>
      <w:tr w:rsidR="00EE1DED" w:rsidRPr="00337FAB" w14:paraId="254E89DA" w14:textId="0E2E5FF6" w:rsidTr="006C1BE1">
        <w:trPr>
          <w:trHeight w:val="287"/>
        </w:trPr>
        <w:tc>
          <w:tcPr>
            <w:tcW w:w="840" w:type="dxa"/>
            <w:vMerge w:val="restart"/>
            <w:shd w:val="clear" w:color="auto" w:fill="DAEEF3" w:themeFill="accent5" w:themeFillTint="33"/>
          </w:tcPr>
          <w:p w14:paraId="64DCFCF8" w14:textId="77777777" w:rsidR="00EE1DED" w:rsidRDefault="00EE1DED" w:rsidP="00383B36">
            <w:pPr>
              <w:jc w:val="center"/>
              <w:rPr>
                <w:b/>
                <w:bCs/>
              </w:rPr>
            </w:pPr>
            <w:r>
              <w:rPr>
                <w:b/>
                <w:bCs/>
              </w:rPr>
              <w:t>Item 9</w:t>
            </w:r>
          </w:p>
        </w:tc>
        <w:tc>
          <w:tcPr>
            <w:tcW w:w="4619" w:type="dxa"/>
            <w:shd w:val="clear" w:color="auto" w:fill="DAEEF3" w:themeFill="accent5" w:themeFillTint="33"/>
            <w:hideMark/>
          </w:tcPr>
          <w:p w14:paraId="4926FE46" w14:textId="06929254" w:rsidR="00EE1DED" w:rsidRPr="004A68C5" w:rsidRDefault="00EE1DED" w:rsidP="00383B36">
            <w:pPr>
              <w:rPr>
                <w:b/>
                <w:bCs/>
              </w:rPr>
            </w:pPr>
            <w:r w:rsidRPr="004A68C5">
              <w:rPr>
                <w:b/>
                <w:bCs/>
              </w:rPr>
              <w:t xml:space="preserve">BIOSAFETY CABINS </w:t>
            </w:r>
            <w:r w:rsidRPr="004A68C5">
              <w:t>(3 pcs</w:t>
            </w:r>
            <w:r>
              <w:t>)</w:t>
            </w:r>
          </w:p>
          <w:p w14:paraId="77F5A1D6" w14:textId="77777777" w:rsidR="00EE1DED" w:rsidRPr="00337FAB" w:rsidRDefault="00EE1DED" w:rsidP="00383B36">
            <w:pPr>
              <w:rPr>
                <w:b/>
                <w:bCs/>
                <w:color w:val="000000"/>
              </w:rPr>
            </w:pPr>
          </w:p>
        </w:tc>
        <w:tc>
          <w:tcPr>
            <w:tcW w:w="4432" w:type="dxa"/>
            <w:shd w:val="clear" w:color="auto" w:fill="DAEEF3" w:themeFill="accent5" w:themeFillTint="33"/>
          </w:tcPr>
          <w:p w14:paraId="22A68958" w14:textId="77777777" w:rsidR="00EE1DED" w:rsidRPr="004A68C5" w:rsidRDefault="00EE1DED" w:rsidP="00383B36">
            <w:pPr>
              <w:rPr>
                <w:b/>
                <w:bCs/>
              </w:rPr>
            </w:pPr>
          </w:p>
        </w:tc>
        <w:tc>
          <w:tcPr>
            <w:tcW w:w="1565" w:type="dxa"/>
            <w:shd w:val="clear" w:color="auto" w:fill="DAEEF3" w:themeFill="accent5" w:themeFillTint="33"/>
          </w:tcPr>
          <w:p w14:paraId="732F0505" w14:textId="77777777" w:rsidR="00EE1DED" w:rsidRPr="004A68C5" w:rsidRDefault="00EE1DED" w:rsidP="00383B36">
            <w:pPr>
              <w:rPr>
                <w:b/>
                <w:bCs/>
              </w:rPr>
            </w:pPr>
          </w:p>
        </w:tc>
        <w:tc>
          <w:tcPr>
            <w:tcW w:w="1764" w:type="dxa"/>
            <w:shd w:val="clear" w:color="auto" w:fill="DAEEF3" w:themeFill="accent5" w:themeFillTint="33"/>
          </w:tcPr>
          <w:p w14:paraId="24241AF7" w14:textId="67C106CE" w:rsidR="00EE1DED" w:rsidRPr="004A68C5" w:rsidRDefault="00EE1DED" w:rsidP="00383B36">
            <w:pPr>
              <w:rPr>
                <w:b/>
                <w:bCs/>
              </w:rPr>
            </w:pPr>
          </w:p>
        </w:tc>
      </w:tr>
      <w:tr w:rsidR="00EE1DED" w:rsidRPr="00337FAB" w14:paraId="1C93729E" w14:textId="182B2ADB" w:rsidTr="006C1BE1">
        <w:trPr>
          <w:trHeight w:val="1250"/>
        </w:trPr>
        <w:tc>
          <w:tcPr>
            <w:tcW w:w="840" w:type="dxa"/>
            <w:vMerge/>
            <w:shd w:val="clear" w:color="auto" w:fill="DAEEF3" w:themeFill="accent5" w:themeFillTint="33"/>
          </w:tcPr>
          <w:p w14:paraId="510B3474" w14:textId="77777777" w:rsidR="00EE1DED" w:rsidRPr="00251C80" w:rsidRDefault="00EE1DED" w:rsidP="00383B36">
            <w:pPr>
              <w:rPr>
                <w:b/>
                <w:bCs/>
                <w:color w:val="000000"/>
              </w:rPr>
            </w:pPr>
          </w:p>
        </w:tc>
        <w:tc>
          <w:tcPr>
            <w:tcW w:w="4619" w:type="dxa"/>
            <w:shd w:val="clear" w:color="auto" w:fill="auto"/>
            <w:hideMark/>
          </w:tcPr>
          <w:p w14:paraId="35E83230" w14:textId="77777777" w:rsidR="00EE1DED" w:rsidRPr="00251C80" w:rsidRDefault="00EE1DED" w:rsidP="00383B36">
            <w:pPr>
              <w:rPr>
                <w:b/>
                <w:bCs/>
                <w:color w:val="000000"/>
              </w:rPr>
            </w:pPr>
            <w:r w:rsidRPr="00251C80">
              <w:rPr>
                <w:b/>
                <w:bCs/>
                <w:color w:val="000000"/>
              </w:rPr>
              <w:t xml:space="preserve">Product description: </w:t>
            </w:r>
          </w:p>
          <w:p w14:paraId="27DA326E" w14:textId="77777777" w:rsidR="00EE1DED" w:rsidRDefault="00EE1DED" w:rsidP="00383B36">
            <w:pPr>
              <w:rPr>
                <w:color w:val="000000"/>
              </w:rPr>
            </w:pPr>
            <w:r>
              <w:rPr>
                <w:color w:val="000000"/>
              </w:rPr>
              <w:t xml:space="preserve">Biosafety cabins of </w:t>
            </w:r>
            <w:r w:rsidRPr="00337FAB">
              <w:rPr>
                <w:color w:val="000000"/>
              </w:rPr>
              <w:t>class II type A2</w:t>
            </w:r>
          </w:p>
          <w:p w14:paraId="78CD7B60" w14:textId="77777777" w:rsidR="00EE1DED" w:rsidRDefault="00EE1DED" w:rsidP="00383B36">
            <w:pPr>
              <w:rPr>
                <w:color w:val="000000"/>
              </w:rPr>
            </w:pPr>
          </w:p>
          <w:p w14:paraId="7E0314C5" w14:textId="77777777" w:rsidR="00EE1DED" w:rsidRPr="00251C80" w:rsidRDefault="00EE1DED" w:rsidP="00383B36">
            <w:pPr>
              <w:rPr>
                <w:b/>
                <w:bCs/>
                <w:color w:val="000000"/>
              </w:rPr>
            </w:pPr>
            <w:r w:rsidRPr="00251C80">
              <w:rPr>
                <w:b/>
                <w:bCs/>
                <w:color w:val="000000"/>
              </w:rPr>
              <w:t>Specification:</w:t>
            </w:r>
          </w:p>
          <w:p w14:paraId="5740D65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Cabinet should be class II type A2</w:t>
            </w:r>
          </w:p>
          <w:p w14:paraId="6D6C4695"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Should be designed to discharge HEPA/ULPA-filtered exhaust air directly into the laboratory room</w:t>
            </w:r>
          </w:p>
          <w:p w14:paraId="6DDCC70D"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Safety cabinet with &gt;99.99% efficient HEPA filtration;</w:t>
            </w:r>
          </w:p>
          <w:p w14:paraId="49CD208E"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Nominal inflow velocity of 0.5 m/sec</w:t>
            </w:r>
          </w:p>
          <w:p w14:paraId="5D66B18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Nominal down flow velocity of 0.3 m/sec </w:t>
            </w:r>
          </w:p>
          <w:p w14:paraId="47B5DFB0"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0% air recirculation; (70% air circulation according to Bid clarification 3)</w:t>
            </w:r>
          </w:p>
          <w:p w14:paraId="275333A3"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Powder-coated steel exterior;  </w:t>
            </w:r>
          </w:p>
          <w:p w14:paraId="3DF0BFBE"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10” diameter exhaust outlet with air-tight damper; </w:t>
            </w:r>
          </w:p>
          <w:p w14:paraId="57F8B975"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Should have sash alarm</w:t>
            </w:r>
          </w:p>
          <w:p w14:paraId="7BEFAAB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Rolling castor stand</w:t>
            </w:r>
          </w:p>
          <w:p w14:paraId="34765B25"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Electric outlet: direct mounted with </w:t>
            </w:r>
            <w:proofErr w:type="spellStart"/>
            <w:r w:rsidRPr="00337FAB">
              <w:rPr>
                <w:color w:val="000000"/>
              </w:rPr>
              <w:t>gfci</w:t>
            </w:r>
            <w:proofErr w:type="spellEnd"/>
            <w:r w:rsidRPr="00337FAB">
              <w:rPr>
                <w:color w:val="000000"/>
              </w:rPr>
              <w:t xml:space="preserve">  </w:t>
            </w:r>
          </w:p>
          <w:p w14:paraId="3B937AB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Exhaust volume: 304-333cfm; </w:t>
            </w:r>
          </w:p>
          <w:p w14:paraId="23D7F4B5"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Sound pressure: &lt;63dba</w:t>
            </w:r>
          </w:p>
          <w:p w14:paraId="2ED3940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Displays all safety information on one screen with alarm</w:t>
            </w:r>
          </w:p>
          <w:p w14:paraId="05E1B273"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Stable air flow, despite building voltage fluctuations</w:t>
            </w:r>
          </w:p>
          <w:p w14:paraId="3E878F3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Supplied in protective seal</w:t>
            </w:r>
          </w:p>
          <w:p w14:paraId="718DF59D"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The case is to be cleanable with laboratory grade disinfectants</w:t>
            </w:r>
          </w:p>
          <w:p w14:paraId="6E14708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Should have a UV-C germicidal lamp to sterilize the interior.</w:t>
            </w:r>
          </w:p>
          <w:p w14:paraId="212F06C7"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Electrical source requirements: 220-240v, 50hz; grounded power cord, Line connection plug "Type C" Euro plug or the "Type E" or "Type F" </w:t>
            </w:r>
            <w:proofErr w:type="spellStart"/>
            <w:r w:rsidRPr="00337FAB">
              <w:rPr>
                <w:color w:val="000000"/>
              </w:rPr>
              <w:t>Schuko</w:t>
            </w:r>
            <w:proofErr w:type="spellEnd"/>
          </w:p>
          <w:p w14:paraId="2423B844" w14:textId="77777777" w:rsidR="00EE1DED" w:rsidRPr="00251C80"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Estimated life span: 8 years</w:t>
            </w:r>
          </w:p>
          <w:p w14:paraId="0960D67B" w14:textId="77777777" w:rsidR="00EE1DED" w:rsidRPr="00251C80" w:rsidRDefault="00EE1DED" w:rsidP="00383B36">
            <w:pPr>
              <w:rPr>
                <w:b/>
                <w:bCs/>
                <w:color w:val="000000"/>
              </w:rPr>
            </w:pPr>
            <w:r w:rsidRPr="00251C80">
              <w:rPr>
                <w:b/>
                <w:bCs/>
                <w:color w:val="000000"/>
              </w:rPr>
              <w:t xml:space="preserve">Accessories: </w:t>
            </w:r>
          </w:p>
          <w:p w14:paraId="6310F4FD"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Supplier should provide two extra sets of HEPA filters</w:t>
            </w:r>
          </w:p>
        </w:tc>
        <w:tc>
          <w:tcPr>
            <w:tcW w:w="4432" w:type="dxa"/>
          </w:tcPr>
          <w:p w14:paraId="2F2E54C3" w14:textId="77777777" w:rsidR="00EE1DED" w:rsidRPr="00251C80" w:rsidRDefault="00EE1DED" w:rsidP="00383B36">
            <w:pPr>
              <w:rPr>
                <w:b/>
                <w:bCs/>
                <w:color w:val="000000"/>
              </w:rPr>
            </w:pPr>
          </w:p>
        </w:tc>
        <w:tc>
          <w:tcPr>
            <w:tcW w:w="1565" w:type="dxa"/>
          </w:tcPr>
          <w:p w14:paraId="576DE980" w14:textId="77777777" w:rsidR="00EE1DED" w:rsidRPr="00251C80" w:rsidRDefault="00EE1DED" w:rsidP="00383B36">
            <w:pPr>
              <w:rPr>
                <w:b/>
                <w:bCs/>
                <w:color w:val="000000"/>
              </w:rPr>
            </w:pPr>
          </w:p>
        </w:tc>
        <w:tc>
          <w:tcPr>
            <w:tcW w:w="1764" w:type="dxa"/>
          </w:tcPr>
          <w:p w14:paraId="4B17E515" w14:textId="6DE07824" w:rsidR="00EE1DED" w:rsidRPr="00251C80" w:rsidRDefault="00EE1DED" w:rsidP="00383B36">
            <w:pPr>
              <w:rPr>
                <w:b/>
                <w:bCs/>
                <w:color w:val="000000"/>
              </w:rPr>
            </w:pPr>
          </w:p>
        </w:tc>
      </w:tr>
      <w:tr w:rsidR="00EE1DED" w:rsidRPr="00337FAB" w14:paraId="5C843EF3" w14:textId="6EBC2214" w:rsidTr="006C1BE1">
        <w:trPr>
          <w:trHeight w:val="152"/>
        </w:trPr>
        <w:tc>
          <w:tcPr>
            <w:tcW w:w="840" w:type="dxa"/>
            <w:vMerge/>
            <w:shd w:val="clear" w:color="auto" w:fill="DAEEF3" w:themeFill="accent5" w:themeFillTint="33"/>
          </w:tcPr>
          <w:p w14:paraId="5FA0CFAB" w14:textId="77777777" w:rsidR="00EE1DED" w:rsidRPr="00337FAB" w:rsidRDefault="00EE1DED" w:rsidP="00383B36">
            <w:pPr>
              <w:rPr>
                <w:b/>
                <w:bCs/>
                <w:color w:val="000000"/>
              </w:rPr>
            </w:pPr>
          </w:p>
        </w:tc>
        <w:tc>
          <w:tcPr>
            <w:tcW w:w="4619" w:type="dxa"/>
            <w:shd w:val="clear" w:color="auto" w:fill="auto"/>
            <w:hideMark/>
          </w:tcPr>
          <w:p w14:paraId="374BBCC5"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6F95AFC0" w14:textId="77777777" w:rsidR="00EE1DED" w:rsidRPr="007869E1" w:rsidRDefault="00EE1DED" w:rsidP="00383B36">
            <w:pPr>
              <w:overflowPunct/>
              <w:autoSpaceDE/>
              <w:autoSpaceDN/>
              <w:adjustRightInd/>
              <w:contextualSpacing/>
              <w:textAlignment w:val="auto"/>
              <w:rPr>
                <w:b/>
                <w:bCs/>
                <w:color w:val="000000"/>
              </w:rPr>
            </w:pPr>
            <w:r w:rsidRPr="007869E1">
              <w:rPr>
                <w:color w:val="000000"/>
              </w:rPr>
              <w:t>FDA 510k Premarket registration or CE certificate, WHO-GMP certificate or similar</w:t>
            </w:r>
          </w:p>
        </w:tc>
        <w:tc>
          <w:tcPr>
            <w:tcW w:w="4432" w:type="dxa"/>
          </w:tcPr>
          <w:p w14:paraId="20DBE147" w14:textId="77777777" w:rsidR="00EE1DED" w:rsidRDefault="00EE1DED" w:rsidP="00383B36">
            <w:pPr>
              <w:rPr>
                <w:b/>
                <w:bCs/>
                <w:color w:val="000000"/>
              </w:rPr>
            </w:pPr>
          </w:p>
        </w:tc>
        <w:tc>
          <w:tcPr>
            <w:tcW w:w="1565" w:type="dxa"/>
          </w:tcPr>
          <w:p w14:paraId="574C3F24" w14:textId="77777777" w:rsidR="00EE1DED" w:rsidRDefault="00EE1DED" w:rsidP="00383B36">
            <w:pPr>
              <w:rPr>
                <w:b/>
                <w:bCs/>
                <w:color w:val="000000"/>
              </w:rPr>
            </w:pPr>
          </w:p>
        </w:tc>
        <w:tc>
          <w:tcPr>
            <w:tcW w:w="1764" w:type="dxa"/>
          </w:tcPr>
          <w:p w14:paraId="42745619" w14:textId="2EA3A70C" w:rsidR="00EE1DED" w:rsidRDefault="00EE1DED" w:rsidP="00383B36">
            <w:pPr>
              <w:rPr>
                <w:b/>
                <w:bCs/>
                <w:color w:val="000000"/>
              </w:rPr>
            </w:pPr>
          </w:p>
        </w:tc>
      </w:tr>
      <w:tr w:rsidR="00EE1DED" w:rsidRPr="00337FAB" w14:paraId="7C70CE5B" w14:textId="0417C83D" w:rsidTr="006C1BE1">
        <w:trPr>
          <w:trHeight w:val="1124"/>
        </w:trPr>
        <w:tc>
          <w:tcPr>
            <w:tcW w:w="840" w:type="dxa"/>
            <w:vMerge/>
            <w:shd w:val="clear" w:color="auto" w:fill="DAEEF3" w:themeFill="accent5" w:themeFillTint="33"/>
          </w:tcPr>
          <w:p w14:paraId="586FE730" w14:textId="77777777" w:rsidR="00EE1DED" w:rsidRPr="00337FAB" w:rsidRDefault="00EE1DED" w:rsidP="00383B36">
            <w:pPr>
              <w:rPr>
                <w:b/>
                <w:bCs/>
                <w:color w:val="000000"/>
              </w:rPr>
            </w:pPr>
          </w:p>
        </w:tc>
        <w:tc>
          <w:tcPr>
            <w:tcW w:w="4619" w:type="dxa"/>
            <w:shd w:val="clear" w:color="auto" w:fill="auto"/>
          </w:tcPr>
          <w:p w14:paraId="58050064" w14:textId="77777777" w:rsidR="00EE1DED" w:rsidRDefault="00EE1DED" w:rsidP="00383B36">
            <w:pPr>
              <w:rPr>
                <w:b/>
                <w:bCs/>
                <w:color w:val="000000"/>
              </w:rPr>
            </w:pPr>
            <w:r>
              <w:rPr>
                <w:b/>
                <w:bCs/>
                <w:color w:val="000000"/>
              </w:rPr>
              <w:t>Safety &amp; product Standards:</w:t>
            </w:r>
          </w:p>
          <w:p w14:paraId="52ECE201"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64A72CDC" w14:textId="77777777" w:rsidR="00EE1DED" w:rsidRPr="00AF6022" w:rsidRDefault="00EE1DED" w:rsidP="00383B36">
            <w:pPr>
              <w:pStyle w:val="ListParagraph"/>
              <w:numPr>
                <w:ilvl w:val="0"/>
                <w:numId w:val="45"/>
              </w:numPr>
              <w:overflowPunct/>
              <w:autoSpaceDE/>
              <w:autoSpaceDN/>
              <w:adjustRightInd/>
              <w:contextualSpacing/>
              <w:textAlignment w:val="auto"/>
              <w:rPr>
                <w:color w:val="000000"/>
              </w:rPr>
            </w:pPr>
            <w:r w:rsidRPr="00AF602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6B927D59" w14:textId="77777777" w:rsidR="00EE1DED" w:rsidRDefault="00EE1DED" w:rsidP="00383B36">
            <w:pPr>
              <w:rPr>
                <w:b/>
                <w:bCs/>
                <w:color w:val="000000"/>
              </w:rPr>
            </w:pPr>
          </w:p>
        </w:tc>
        <w:tc>
          <w:tcPr>
            <w:tcW w:w="1565" w:type="dxa"/>
          </w:tcPr>
          <w:p w14:paraId="7C764543" w14:textId="77777777" w:rsidR="00EE1DED" w:rsidRDefault="00EE1DED" w:rsidP="00383B36">
            <w:pPr>
              <w:rPr>
                <w:b/>
                <w:bCs/>
                <w:color w:val="000000"/>
              </w:rPr>
            </w:pPr>
          </w:p>
        </w:tc>
        <w:tc>
          <w:tcPr>
            <w:tcW w:w="1764" w:type="dxa"/>
          </w:tcPr>
          <w:p w14:paraId="1F6986C2" w14:textId="231F225E" w:rsidR="00EE1DED" w:rsidRDefault="00EE1DED" w:rsidP="00383B36">
            <w:pPr>
              <w:rPr>
                <w:b/>
                <w:bCs/>
                <w:color w:val="000000"/>
              </w:rPr>
            </w:pPr>
          </w:p>
        </w:tc>
      </w:tr>
      <w:tr w:rsidR="00EE1DED" w:rsidRPr="00337FAB" w14:paraId="3B42D9C6" w14:textId="2E63759A" w:rsidTr="006C1BE1">
        <w:trPr>
          <w:trHeight w:val="107"/>
        </w:trPr>
        <w:tc>
          <w:tcPr>
            <w:tcW w:w="840" w:type="dxa"/>
            <w:vMerge/>
            <w:shd w:val="clear" w:color="auto" w:fill="DAEEF3" w:themeFill="accent5" w:themeFillTint="33"/>
          </w:tcPr>
          <w:p w14:paraId="0EA9827B" w14:textId="77777777" w:rsidR="00EE1DED" w:rsidRPr="00337FAB" w:rsidRDefault="00EE1DED" w:rsidP="00383B36">
            <w:pPr>
              <w:rPr>
                <w:b/>
                <w:bCs/>
                <w:color w:val="000000"/>
              </w:rPr>
            </w:pPr>
          </w:p>
        </w:tc>
        <w:tc>
          <w:tcPr>
            <w:tcW w:w="4619" w:type="dxa"/>
            <w:shd w:val="clear" w:color="auto" w:fill="auto"/>
          </w:tcPr>
          <w:p w14:paraId="17FF6142" w14:textId="77777777" w:rsidR="00EE1DED" w:rsidRPr="00337FAB" w:rsidRDefault="00EE1DED" w:rsidP="00383B36">
            <w:pPr>
              <w:rPr>
                <w:color w:val="000000"/>
              </w:rPr>
            </w:pPr>
            <w:r w:rsidRPr="00337FAB">
              <w:rPr>
                <w:b/>
                <w:bCs/>
                <w:color w:val="000000"/>
              </w:rPr>
              <w:t>Warranty:</w:t>
            </w:r>
            <w:r>
              <w:rPr>
                <w:b/>
                <w:bCs/>
                <w:color w:val="000000"/>
              </w:rPr>
              <w:t xml:space="preserve"> </w:t>
            </w:r>
            <w:r>
              <w:rPr>
                <w:color w:val="000000"/>
              </w:rPr>
              <w:t xml:space="preserve">Two </w:t>
            </w:r>
            <w:r w:rsidRPr="00337FAB">
              <w:rPr>
                <w:color w:val="000000"/>
              </w:rPr>
              <w:t>(</w:t>
            </w:r>
            <w:r>
              <w:rPr>
                <w:color w:val="000000"/>
              </w:rPr>
              <w:t>2</w:t>
            </w:r>
            <w:r w:rsidRPr="00337FAB">
              <w:rPr>
                <w:color w:val="000000"/>
              </w:rPr>
              <w:t>) year</w:t>
            </w:r>
            <w:r>
              <w:rPr>
                <w:color w:val="000000"/>
              </w:rPr>
              <w:t xml:space="preserve">s </w:t>
            </w:r>
            <w:r w:rsidRPr="00337FAB">
              <w:rPr>
                <w:color w:val="000000"/>
              </w:rPr>
              <w:t>warranty should be provided.</w:t>
            </w:r>
          </w:p>
        </w:tc>
        <w:tc>
          <w:tcPr>
            <w:tcW w:w="4432" w:type="dxa"/>
          </w:tcPr>
          <w:p w14:paraId="3731D114" w14:textId="77777777" w:rsidR="00EE1DED" w:rsidRPr="00337FAB" w:rsidRDefault="00EE1DED" w:rsidP="00383B36">
            <w:pPr>
              <w:rPr>
                <w:b/>
                <w:bCs/>
                <w:color w:val="000000"/>
              </w:rPr>
            </w:pPr>
          </w:p>
        </w:tc>
        <w:tc>
          <w:tcPr>
            <w:tcW w:w="1565" w:type="dxa"/>
          </w:tcPr>
          <w:p w14:paraId="64C35E7B" w14:textId="77777777" w:rsidR="00EE1DED" w:rsidRPr="00337FAB" w:rsidRDefault="00EE1DED" w:rsidP="00383B36">
            <w:pPr>
              <w:rPr>
                <w:b/>
                <w:bCs/>
                <w:color w:val="000000"/>
              </w:rPr>
            </w:pPr>
          </w:p>
        </w:tc>
        <w:tc>
          <w:tcPr>
            <w:tcW w:w="1764" w:type="dxa"/>
          </w:tcPr>
          <w:p w14:paraId="38A36678" w14:textId="604C28BA" w:rsidR="00EE1DED" w:rsidRPr="00337FAB" w:rsidRDefault="00EE1DED" w:rsidP="00383B36">
            <w:pPr>
              <w:rPr>
                <w:b/>
                <w:bCs/>
                <w:color w:val="000000"/>
              </w:rPr>
            </w:pPr>
          </w:p>
        </w:tc>
      </w:tr>
      <w:tr w:rsidR="00EE1DED" w:rsidRPr="00337FAB" w14:paraId="3D7462C1" w14:textId="6F9ED50B" w:rsidTr="006C1BE1">
        <w:trPr>
          <w:trHeight w:val="179"/>
        </w:trPr>
        <w:tc>
          <w:tcPr>
            <w:tcW w:w="840" w:type="dxa"/>
            <w:vMerge/>
            <w:shd w:val="clear" w:color="auto" w:fill="DAEEF3" w:themeFill="accent5" w:themeFillTint="33"/>
          </w:tcPr>
          <w:p w14:paraId="0EA94EA2" w14:textId="77777777" w:rsidR="00EE1DED" w:rsidRPr="00337FAB" w:rsidRDefault="00EE1DED" w:rsidP="00383B36">
            <w:pPr>
              <w:rPr>
                <w:b/>
                <w:bCs/>
                <w:color w:val="000000"/>
              </w:rPr>
            </w:pPr>
          </w:p>
        </w:tc>
        <w:tc>
          <w:tcPr>
            <w:tcW w:w="4619" w:type="dxa"/>
            <w:shd w:val="clear" w:color="auto" w:fill="auto"/>
            <w:hideMark/>
          </w:tcPr>
          <w:p w14:paraId="103A5E31" w14:textId="77777777" w:rsidR="00EE1DED" w:rsidRPr="00595FC2" w:rsidRDefault="00EE1DED" w:rsidP="00383B36">
            <w:pPr>
              <w:rPr>
                <w:b/>
                <w:bCs/>
                <w:color w:val="000000"/>
              </w:rPr>
            </w:pPr>
            <w:r w:rsidRPr="00337FAB">
              <w:rPr>
                <w:b/>
                <w:bCs/>
                <w:color w:val="000000"/>
              </w:rPr>
              <w:t xml:space="preserve">Training and installation requirement: </w:t>
            </w:r>
          </w:p>
          <w:p w14:paraId="2A3C4044" w14:textId="77777777" w:rsidR="00EE1DED" w:rsidRPr="007869E1" w:rsidRDefault="00EE1DED" w:rsidP="00383B36">
            <w:pPr>
              <w:overflowPunct/>
              <w:autoSpaceDE/>
              <w:autoSpaceDN/>
              <w:adjustRightInd/>
              <w:contextualSpacing/>
              <w:textAlignment w:val="auto"/>
              <w:rPr>
                <w:color w:val="000000"/>
              </w:rPr>
            </w:pPr>
            <w:r w:rsidRPr="007869E1">
              <w:rPr>
                <w:color w:val="000000"/>
              </w:rPr>
              <w:t xml:space="preserve">Provide free installation, testing and preventive maintenance during warranty. </w:t>
            </w:r>
          </w:p>
          <w:p w14:paraId="647A2899" w14:textId="77777777" w:rsidR="00EE1DED" w:rsidRPr="007869E1" w:rsidRDefault="00EE1DED" w:rsidP="00383B36">
            <w:pPr>
              <w:overflowPunct/>
              <w:autoSpaceDE/>
              <w:autoSpaceDN/>
              <w:adjustRightInd/>
              <w:contextualSpacing/>
              <w:textAlignment w:val="auto"/>
              <w:rPr>
                <w:color w:val="000000"/>
              </w:rPr>
            </w:pPr>
            <w:r w:rsidRPr="007869E1">
              <w:rPr>
                <w:color w:val="000000"/>
              </w:rPr>
              <w:t>Training for users in operation and basic maintenance</w:t>
            </w:r>
          </w:p>
        </w:tc>
        <w:tc>
          <w:tcPr>
            <w:tcW w:w="4432" w:type="dxa"/>
          </w:tcPr>
          <w:p w14:paraId="54C95E9F" w14:textId="77777777" w:rsidR="00EE1DED" w:rsidRPr="00337FAB" w:rsidRDefault="00EE1DED" w:rsidP="00383B36">
            <w:pPr>
              <w:rPr>
                <w:b/>
                <w:bCs/>
                <w:color w:val="000000"/>
              </w:rPr>
            </w:pPr>
          </w:p>
        </w:tc>
        <w:tc>
          <w:tcPr>
            <w:tcW w:w="1565" w:type="dxa"/>
          </w:tcPr>
          <w:p w14:paraId="177CEAE5" w14:textId="77777777" w:rsidR="00EE1DED" w:rsidRPr="00337FAB" w:rsidRDefault="00EE1DED" w:rsidP="00383B36">
            <w:pPr>
              <w:rPr>
                <w:b/>
                <w:bCs/>
                <w:color w:val="000000"/>
              </w:rPr>
            </w:pPr>
          </w:p>
        </w:tc>
        <w:tc>
          <w:tcPr>
            <w:tcW w:w="1764" w:type="dxa"/>
          </w:tcPr>
          <w:p w14:paraId="3B6003D4" w14:textId="360C78A4" w:rsidR="00EE1DED" w:rsidRPr="00337FAB" w:rsidRDefault="00EE1DED" w:rsidP="00383B36">
            <w:pPr>
              <w:rPr>
                <w:b/>
                <w:bCs/>
                <w:color w:val="000000"/>
              </w:rPr>
            </w:pPr>
          </w:p>
        </w:tc>
      </w:tr>
      <w:tr w:rsidR="00EE1DED" w:rsidRPr="00337FAB" w14:paraId="530C5079" w14:textId="6D7FA72B" w:rsidTr="006C1BE1">
        <w:trPr>
          <w:trHeight w:val="3221"/>
        </w:trPr>
        <w:tc>
          <w:tcPr>
            <w:tcW w:w="840" w:type="dxa"/>
            <w:vMerge/>
            <w:shd w:val="clear" w:color="auto" w:fill="DAEEF3" w:themeFill="accent5" w:themeFillTint="33"/>
          </w:tcPr>
          <w:p w14:paraId="34FD528B" w14:textId="77777777" w:rsidR="00EE1DED" w:rsidRPr="00337FAB" w:rsidRDefault="00EE1DED" w:rsidP="00383B36">
            <w:pPr>
              <w:rPr>
                <w:b/>
                <w:bCs/>
                <w:color w:val="000000"/>
              </w:rPr>
            </w:pPr>
          </w:p>
        </w:tc>
        <w:tc>
          <w:tcPr>
            <w:tcW w:w="4619" w:type="dxa"/>
            <w:shd w:val="clear" w:color="auto" w:fill="auto"/>
            <w:hideMark/>
          </w:tcPr>
          <w:p w14:paraId="75545C75" w14:textId="77777777" w:rsidR="00EE1DED" w:rsidRPr="00337FAB" w:rsidRDefault="00EE1DED" w:rsidP="00383B36">
            <w:pPr>
              <w:rPr>
                <w:b/>
                <w:bCs/>
                <w:color w:val="000000"/>
              </w:rPr>
            </w:pPr>
            <w:r w:rsidRPr="00337FAB">
              <w:rPr>
                <w:b/>
                <w:bCs/>
                <w:color w:val="000000"/>
              </w:rPr>
              <w:t>Documentation requirement:</w:t>
            </w:r>
          </w:p>
          <w:p w14:paraId="406BFD06"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User manual in English and Mongolian version</w:t>
            </w:r>
          </w:p>
          <w:p w14:paraId="09D6A739"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List of other necessary spare parts required during one year's operation, with costs to be provided</w:t>
            </w:r>
          </w:p>
          <w:p w14:paraId="0AD9F998"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Supplier to specify any accessories required for normal operation, stating any extra cost.</w:t>
            </w:r>
          </w:p>
          <w:p w14:paraId="6749056C"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Supplier to describe any sterilization process required for accessories</w:t>
            </w:r>
          </w:p>
          <w:p w14:paraId="7761EBD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Software/ hardware upgrade availability</w:t>
            </w:r>
          </w:p>
          <w:p w14:paraId="02A11DEE"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Specific inclusions and exclusions to be listed.</w:t>
            </w:r>
          </w:p>
          <w:p w14:paraId="7A05D4F3"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4CC775E6"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Costs and types of post-warranty service contract available shall be described</w:t>
            </w:r>
          </w:p>
          <w:p w14:paraId="1B02E0A2" w14:textId="77777777" w:rsidR="00EE1DED" w:rsidRPr="009E08C0" w:rsidRDefault="00EE1DED" w:rsidP="00383B36">
            <w:pPr>
              <w:pStyle w:val="ListParagraph"/>
              <w:numPr>
                <w:ilvl w:val="0"/>
                <w:numId w:val="48"/>
              </w:numPr>
              <w:overflowPunct/>
              <w:autoSpaceDE/>
              <w:autoSpaceDN/>
              <w:adjustRightInd/>
              <w:contextualSpacing/>
              <w:textAlignment w:val="auto"/>
              <w:rPr>
                <w:color w:val="000000"/>
              </w:rPr>
            </w:pPr>
            <w:r w:rsidRPr="004C6D67">
              <w:rPr>
                <w:color w:val="000000"/>
              </w:rPr>
              <w:t>Guaranteed time period of availability of spare parts post-warranty shall be described.</w:t>
            </w:r>
          </w:p>
          <w:p w14:paraId="587065CA" w14:textId="77777777" w:rsidR="00EE1DED" w:rsidRPr="009E08C0" w:rsidRDefault="00EE1DED" w:rsidP="00383B36">
            <w:pPr>
              <w:pStyle w:val="ListParagraph"/>
              <w:numPr>
                <w:ilvl w:val="0"/>
                <w:numId w:val="48"/>
              </w:numPr>
              <w:overflowPunct/>
              <w:autoSpaceDE/>
              <w:autoSpaceDN/>
              <w:adjustRightInd/>
              <w:contextualSpacing/>
              <w:textAlignment w:val="auto"/>
              <w:rPr>
                <w:color w:val="000000"/>
              </w:rPr>
            </w:pPr>
            <w:r w:rsidRPr="004C6D67">
              <w:rPr>
                <w:color w:val="000000"/>
              </w:rPr>
              <w:t>Guaranteed time period of support availability post-warranty for software/hardware shall be described.</w:t>
            </w:r>
          </w:p>
          <w:p w14:paraId="6AFDE666" w14:textId="77777777" w:rsidR="00EE1DED" w:rsidRPr="009E08C0" w:rsidRDefault="00EE1DED" w:rsidP="00383B36">
            <w:pPr>
              <w:pStyle w:val="ListParagraph"/>
              <w:numPr>
                <w:ilvl w:val="0"/>
                <w:numId w:val="48"/>
              </w:numPr>
              <w:overflowPunct/>
              <w:autoSpaceDE/>
              <w:autoSpaceDN/>
              <w:adjustRightInd/>
              <w:contextualSpacing/>
              <w:textAlignment w:val="auto"/>
              <w:rPr>
                <w:color w:val="000000"/>
              </w:rPr>
            </w:pPr>
            <w:r w:rsidRPr="004C6D67">
              <w:rPr>
                <w:color w:val="000000"/>
              </w:rPr>
              <w:t xml:space="preserve">Logbook with instruction for daily, weekly, monthly and quarterly maintenance checklist; </w:t>
            </w:r>
          </w:p>
          <w:p w14:paraId="297CC61A"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4C6D67">
              <w:rPr>
                <w:color w:val="000000"/>
              </w:rPr>
              <w:t>The job description of the hospital technician and company service engineer should be clearly spelt out</w:t>
            </w:r>
          </w:p>
          <w:p w14:paraId="32C88E6A" w14:textId="77777777" w:rsidR="00EE1DED" w:rsidRPr="004C6D67" w:rsidRDefault="00EE1DED" w:rsidP="00383B36">
            <w:pPr>
              <w:pStyle w:val="ListParagraph"/>
              <w:rPr>
                <w:color w:val="000000"/>
              </w:rPr>
            </w:pPr>
          </w:p>
        </w:tc>
        <w:tc>
          <w:tcPr>
            <w:tcW w:w="4432" w:type="dxa"/>
          </w:tcPr>
          <w:p w14:paraId="46FED41E" w14:textId="77777777" w:rsidR="00EE1DED" w:rsidRPr="00337FAB" w:rsidRDefault="00EE1DED" w:rsidP="00383B36">
            <w:pPr>
              <w:rPr>
                <w:b/>
                <w:bCs/>
                <w:color w:val="000000"/>
              </w:rPr>
            </w:pPr>
          </w:p>
        </w:tc>
        <w:tc>
          <w:tcPr>
            <w:tcW w:w="1565" w:type="dxa"/>
          </w:tcPr>
          <w:p w14:paraId="38745F97" w14:textId="77777777" w:rsidR="00EE1DED" w:rsidRPr="00337FAB" w:rsidRDefault="00EE1DED" w:rsidP="00383B36">
            <w:pPr>
              <w:rPr>
                <w:b/>
                <w:bCs/>
                <w:color w:val="000000"/>
              </w:rPr>
            </w:pPr>
          </w:p>
        </w:tc>
        <w:tc>
          <w:tcPr>
            <w:tcW w:w="1764" w:type="dxa"/>
          </w:tcPr>
          <w:p w14:paraId="553CFD94" w14:textId="2E4C1953" w:rsidR="00EE1DED" w:rsidRPr="00337FAB" w:rsidRDefault="00EE1DED" w:rsidP="00383B36">
            <w:pPr>
              <w:rPr>
                <w:b/>
                <w:bCs/>
                <w:color w:val="000000"/>
              </w:rPr>
            </w:pPr>
          </w:p>
        </w:tc>
      </w:tr>
      <w:tr w:rsidR="00EE1DED" w:rsidRPr="00337FAB" w14:paraId="0C705023" w14:textId="1FD8F268" w:rsidTr="006C1BE1">
        <w:trPr>
          <w:trHeight w:val="300"/>
        </w:trPr>
        <w:tc>
          <w:tcPr>
            <w:tcW w:w="840" w:type="dxa"/>
            <w:vMerge w:val="restart"/>
            <w:shd w:val="clear" w:color="auto" w:fill="DAEEF3" w:themeFill="accent5" w:themeFillTint="33"/>
          </w:tcPr>
          <w:p w14:paraId="1A78153D" w14:textId="77777777" w:rsidR="00EE1DED" w:rsidRPr="00C34340" w:rsidRDefault="00EE1DED" w:rsidP="00383B36">
            <w:pPr>
              <w:rPr>
                <w:b/>
                <w:bCs/>
                <w:color w:val="000000"/>
              </w:rPr>
            </w:pPr>
            <w:r>
              <w:rPr>
                <w:b/>
                <w:bCs/>
                <w:color w:val="000000"/>
              </w:rPr>
              <w:t>Item 10</w:t>
            </w:r>
          </w:p>
        </w:tc>
        <w:tc>
          <w:tcPr>
            <w:tcW w:w="4619" w:type="dxa"/>
            <w:shd w:val="clear" w:color="auto" w:fill="DAEEF3" w:themeFill="accent5" w:themeFillTint="33"/>
          </w:tcPr>
          <w:p w14:paraId="4EA78A45" w14:textId="40045A10" w:rsidR="00EE1DED" w:rsidRPr="00337FAB" w:rsidRDefault="00EE1DED" w:rsidP="00383B36">
            <w:pPr>
              <w:rPr>
                <w:b/>
                <w:bCs/>
              </w:rPr>
            </w:pPr>
            <w:r w:rsidRPr="004A68C5">
              <w:rPr>
                <w:b/>
                <w:bCs/>
              </w:rPr>
              <w:t>LAMINAR BOX</w:t>
            </w:r>
            <w:r>
              <w:rPr>
                <w:b/>
                <w:bCs/>
              </w:rPr>
              <w:t xml:space="preserve"> </w:t>
            </w:r>
            <w:r w:rsidRPr="00567B62">
              <w:t>(3 pcs)</w:t>
            </w:r>
          </w:p>
        </w:tc>
        <w:tc>
          <w:tcPr>
            <w:tcW w:w="4432" w:type="dxa"/>
            <w:shd w:val="clear" w:color="auto" w:fill="DAEEF3" w:themeFill="accent5" w:themeFillTint="33"/>
          </w:tcPr>
          <w:p w14:paraId="116081DA" w14:textId="77777777" w:rsidR="00EE1DED" w:rsidRPr="004A68C5" w:rsidRDefault="00EE1DED" w:rsidP="00383B36">
            <w:pPr>
              <w:rPr>
                <w:b/>
                <w:bCs/>
              </w:rPr>
            </w:pPr>
          </w:p>
        </w:tc>
        <w:tc>
          <w:tcPr>
            <w:tcW w:w="1565" w:type="dxa"/>
            <w:shd w:val="clear" w:color="auto" w:fill="DAEEF3" w:themeFill="accent5" w:themeFillTint="33"/>
          </w:tcPr>
          <w:p w14:paraId="5B09F76D" w14:textId="77777777" w:rsidR="00EE1DED" w:rsidRPr="004A68C5" w:rsidRDefault="00EE1DED" w:rsidP="00383B36">
            <w:pPr>
              <w:rPr>
                <w:b/>
                <w:bCs/>
              </w:rPr>
            </w:pPr>
          </w:p>
        </w:tc>
        <w:tc>
          <w:tcPr>
            <w:tcW w:w="1764" w:type="dxa"/>
            <w:shd w:val="clear" w:color="auto" w:fill="DAEEF3" w:themeFill="accent5" w:themeFillTint="33"/>
          </w:tcPr>
          <w:p w14:paraId="60D838E0" w14:textId="638406E9" w:rsidR="00EE1DED" w:rsidRPr="004A68C5" w:rsidRDefault="00EE1DED" w:rsidP="00383B36">
            <w:pPr>
              <w:rPr>
                <w:b/>
                <w:bCs/>
              </w:rPr>
            </w:pPr>
          </w:p>
        </w:tc>
      </w:tr>
      <w:tr w:rsidR="00EE1DED" w:rsidRPr="00337FAB" w14:paraId="3D4E21F4" w14:textId="620AD2F2" w:rsidTr="006C1BE1">
        <w:trPr>
          <w:trHeight w:val="53"/>
        </w:trPr>
        <w:tc>
          <w:tcPr>
            <w:tcW w:w="840" w:type="dxa"/>
            <w:vMerge/>
            <w:shd w:val="clear" w:color="auto" w:fill="DAEEF3" w:themeFill="accent5" w:themeFillTint="33"/>
          </w:tcPr>
          <w:p w14:paraId="4BBF04BD" w14:textId="77777777" w:rsidR="00EE1DED" w:rsidRPr="00337FAB" w:rsidRDefault="00EE1DED" w:rsidP="00383B36">
            <w:pPr>
              <w:rPr>
                <w:color w:val="000000"/>
              </w:rPr>
            </w:pPr>
          </w:p>
        </w:tc>
        <w:tc>
          <w:tcPr>
            <w:tcW w:w="4619" w:type="dxa"/>
            <w:shd w:val="clear" w:color="auto" w:fill="auto"/>
            <w:hideMark/>
          </w:tcPr>
          <w:p w14:paraId="7A259F13" w14:textId="77777777" w:rsidR="00EE1DED" w:rsidRPr="00F73CB6" w:rsidRDefault="00EE1DED" w:rsidP="00383B36">
            <w:pPr>
              <w:rPr>
                <w:rFonts w:eastAsia="Arial"/>
                <w:b/>
                <w:bCs/>
                <w:color w:val="000000"/>
              </w:rPr>
            </w:pPr>
            <w:r w:rsidRPr="00F73CB6">
              <w:rPr>
                <w:rFonts w:eastAsia="Arial"/>
                <w:b/>
                <w:bCs/>
                <w:color w:val="000000"/>
              </w:rPr>
              <w:t>Product description:</w:t>
            </w:r>
          </w:p>
          <w:p w14:paraId="105482A2" w14:textId="77777777" w:rsidR="00EE1DED" w:rsidRPr="00F73CB6" w:rsidRDefault="00EE1DED" w:rsidP="00383B36">
            <w:pPr>
              <w:rPr>
                <w:rFonts w:eastAsia="Arial"/>
                <w:color w:val="000000"/>
              </w:rPr>
            </w:pPr>
            <w:r w:rsidRPr="00F73CB6">
              <w:rPr>
                <w:rFonts w:eastAsia="Arial"/>
                <w:color w:val="000000"/>
              </w:rPr>
              <w:t>Laminar box for laboratory use</w:t>
            </w:r>
          </w:p>
          <w:p w14:paraId="15243587" w14:textId="77777777" w:rsidR="00EE1DED" w:rsidRDefault="00EE1DED" w:rsidP="00383B36">
            <w:pPr>
              <w:rPr>
                <w:rFonts w:eastAsia="Arial"/>
                <w:color w:val="000000"/>
              </w:rPr>
            </w:pPr>
          </w:p>
          <w:p w14:paraId="29264A1F" w14:textId="77777777" w:rsidR="00EE1DED" w:rsidRPr="00F73CB6" w:rsidRDefault="00EE1DED" w:rsidP="00383B36">
            <w:pPr>
              <w:rPr>
                <w:rFonts w:eastAsia="Arial"/>
                <w:b/>
                <w:bCs/>
                <w:color w:val="000000"/>
              </w:rPr>
            </w:pPr>
            <w:r w:rsidRPr="00F73CB6">
              <w:rPr>
                <w:rFonts w:eastAsia="Arial"/>
                <w:b/>
                <w:bCs/>
                <w:color w:val="000000"/>
              </w:rPr>
              <w:t>Specification:</w:t>
            </w:r>
          </w:p>
          <w:p w14:paraId="3CF64514"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Air is drawn through a HEPA filter and blown in a very smooth, laminar flow towards the user</w:t>
            </w:r>
          </w:p>
          <w:p w14:paraId="4EC4E47C"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Outer cabinet and work surface are welded stainless steel which meets laboratory equipment standard.</w:t>
            </w:r>
          </w:p>
          <w:p w14:paraId="727E492D"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Should have a UV-C germicidal lamp to sterilize the interior. </w:t>
            </w:r>
          </w:p>
          <w:p w14:paraId="71CA4545"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Motor/blower system with speed control to extend the life of the HEPA filter</w:t>
            </w:r>
          </w:p>
          <w:p w14:paraId="77D06711"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Top mounted pre-filters are easily changed.</w:t>
            </w:r>
          </w:p>
          <w:p w14:paraId="110EF2E3"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HEPA filter is full, ensures unidirectional airflow and is easily changed from both side</w:t>
            </w:r>
          </w:p>
          <w:p w14:paraId="05889DC0"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Electrical source requirement: 220-240 V/50-60 Hz.</w:t>
            </w:r>
          </w:p>
          <w:p w14:paraId="65187377"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At least 5 meters’ power cord with molded grounded plug</w:t>
            </w:r>
          </w:p>
          <w:p w14:paraId="7612763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Estimated Life Span: 8 years</w:t>
            </w:r>
          </w:p>
        </w:tc>
        <w:tc>
          <w:tcPr>
            <w:tcW w:w="4432" w:type="dxa"/>
          </w:tcPr>
          <w:p w14:paraId="5958CA00" w14:textId="77777777" w:rsidR="00EE1DED" w:rsidRPr="00F73CB6" w:rsidRDefault="00EE1DED" w:rsidP="00383B36">
            <w:pPr>
              <w:rPr>
                <w:rFonts w:eastAsia="Arial"/>
                <w:b/>
                <w:bCs/>
                <w:color w:val="000000"/>
              </w:rPr>
            </w:pPr>
          </w:p>
        </w:tc>
        <w:tc>
          <w:tcPr>
            <w:tcW w:w="1565" w:type="dxa"/>
          </w:tcPr>
          <w:p w14:paraId="6D54C904" w14:textId="77777777" w:rsidR="00EE1DED" w:rsidRPr="00F73CB6" w:rsidRDefault="00EE1DED" w:rsidP="00383B36">
            <w:pPr>
              <w:rPr>
                <w:rFonts w:eastAsia="Arial"/>
                <w:b/>
                <w:bCs/>
                <w:color w:val="000000"/>
              </w:rPr>
            </w:pPr>
          </w:p>
        </w:tc>
        <w:tc>
          <w:tcPr>
            <w:tcW w:w="1764" w:type="dxa"/>
          </w:tcPr>
          <w:p w14:paraId="544B8B7E" w14:textId="2866082F" w:rsidR="00EE1DED" w:rsidRPr="00F73CB6" w:rsidRDefault="00EE1DED" w:rsidP="00383B36">
            <w:pPr>
              <w:rPr>
                <w:rFonts w:eastAsia="Arial"/>
                <w:b/>
                <w:bCs/>
                <w:color w:val="000000"/>
              </w:rPr>
            </w:pPr>
          </w:p>
        </w:tc>
      </w:tr>
      <w:tr w:rsidR="00EE1DED" w:rsidRPr="00337FAB" w14:paraId="1E36C13A" w14:textId="71334B18" w:rsidTr="006C1BE1">
        <w:trPr>
          <w:trHeight w:val="53"/>
        </w:trPr>
        <w:tc>
          <w:tcPr>
            <w:tcW w:w="840" w:type="dxa"/>
            <w:vMerge/>
            <w:shd w:val="clear" w:color="auto" w:fill="DAEEF3" w:themeFill="accent5" w:themeFillTint="33"/>
          </w:tcPr>
          <w:p w14:paraId="79795EC9" w14:textId="77777777" w:rsidR="00EE1DED" w:rsidRPr="00337FAB" w:rsidRDefault="00EE1DED" w:rsidP="00383B36">
            <w:pPr>
              <w:rPr>
                <w:color w:val="000000"/>
              </w:rPr>
            </w:pPr>
          </w:p>
        </w:tc>
        <w:tc>
          <w:tcPr>
            <w:tcW w:w="4619" w:type="dxa"/>
            <w:shd w:val="clear" w:color="auto" w:fill="auto"/>
          </w:tcPr>
          <w:p w14:paraId="40363A5C"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7B69A047" w14:textId="77777777" w:rsidR="00EE1DED" w:rsidRPr="00F73CB6" w:rsidRDefault="00EE1DED" w:rsidP="00383B36">
            <w:pPr>
              <w:rPr>
                <w:rFonts w:eastAsia="Arial"/>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Pr>
          <w:p w14:paraId="42EBE180" w14:textId="77777777" w:rsidR="00EE1DED" w:rsidRDefault="00EE1DED" w:rsidP="00383B36">
            <w:pPr>
              <w:rPr>
                <w:b/>
                <w:bCs/>
                <w:color w:val="000000"/>
              </w:rPr>
            </w:pPr>
          </w:p>
        </w:tc>
        <w:tc>
          <w:tcPr>
            <w:tcW w:w="1565" w:type="dxa"/>
          </w:tcPr>
          <w:p w14:paraId="56FAB06F" w14:textId="77777777" w:rsidR="00EE1DED" w:rsidRDefault="00EE1DED" w:rsidP="00383B36">
            <w:pPr>
              <w:rPr>
                <w:b/>
                <w:bCs/>
                <w:color w:val="000000"/>
              </w:rPr>
            </w:pPr>
          </w:p>
        </w:tc>
        <w:tc>
          <w:tcPr>
            <w:tcW w:w="1764" w:type="dxa"/>
          </w:tcPr>
          <w:p w14:paraId="57D4CE41" w14:textId="68B08567" w:rsidR="00EE1DED" w:rsidRDefault="00EE1DED" w:rsidP="00383B36">
            <w:pPr>
              <w:rPr>
                <w:b/>
                <w:bCs/>
                <w:color w:val="000000"/>
              </w:rPr>
            </w:pPr>
          </w:p>
        </w:tc>
      </w:tr>
      <w:tr w:rsidR="00EE1DED" w:rsidRPr="00337FAB" w14:paraId="2E4F747B" w14:textId="19F97B3E" w:rsidTr="006C1BE1">
        <w:trPr>
          <w:trHeight w:val="1034"/>
        </w:trPr>
        <w:tc>
          <w:tcPr>
            <w:tcW w:w="840" w:type="dxa"/>
            <w:vMerge/>
            <w:shd w:val="clear" w:color="auto" w:fill="DAEEF3" w:themeFill="accent5" w:themeFillTint="33"/>
          </w:tcPr>
          <w:p w14:paraId="359F843F" w14:textId="77777777" w:rsidR="00EE1DED" w:rsidRPr="00337FAB" w:rsidRDefault="00EE1DED" w:rsidP="00383B36">
            <w:pPr>
              <w:rPr>
                <w:color w:val="000000"/>
              </w:rPr>
            </w:pPr>
          </w:p>
        </w:tc>
        <w:tc>
          <w:tcPr>
            <w:tcW w:w="4619" w:type="dxa"/>
            <w:shd w:val="clear" w:color="auto" w:fill="auto"/>
            <w:hideMark/>
          </w:tcPr>
          <w:p w14:paraId="43A124E0" w14:textId="77777777" w:rsidR="00EE1DED" w:rsidRDefault="00EE1DED" w:rsidP="00383B36">
            <w:pPr>
              <w:rPr>
                <w:b/>
                <w:bCs/>
                <w:color w:val="000000"/>
              </w:rPr>
            </w:pPr>
            <w:r>
              <w:rPr>
                <w:b/>
                <w:bCs/>
                <w:color w:val="000000"/>
              </w:rPr>
              <w:t>Safety &amp; product Standards:</w:t>
            </w:r>
          </w:p>
          <w:p w14:paraId="181083DD" w14:textId="77777777" w:rsidR="00EE1DED" w:rsidRPr="007869E1" w:rsidRDefault="00EE1DED" w:rsidP="00383B36">
            <w:pPr>
              <w:overflowPunct/>
              <w:autoSpaceDE/>
              <w:autoSpaceDN/>
              <w:adjustRightInd/>
              <w:contextualSpacing/>
              <w:textAlignment w:val="auto"/>
              <w:rPr>
                <w:color w:val="000000"/>
              </w:rPr>
            </w:pPr>
            <w:r w:rsidRPr="007869E1">
              <w:rPr>
                <w:color w:val="000000"/>
              </w:rPr>
              <w:t>QMS of the manufacturing site: ISO 13485, or ISO 9001 or 21CFR820 (USA)</w:t>
            </w:r>
          </w:p>
          <w:p w14:paraId="1ACAAF48" w14:textId="0FCECBFC" w:rsidR="00EE1DED" w:rsidRPr="003265D5" w:rsidRDefault="00EE1DED" w:rsidP="003265D5">
            <w:pPr>
              <w:overflowPunct/>
              <w:autoSpaceDE/>
              <w:autoSpaceDN/>
              <w:adjustRightInd/>
              <w:contextualSpacing/>
              <w:textAlignment w:val="auto"/>
              <w:rPr>
                <w:color w:val="000000"/>
              </w:rPr>
            </w:pPr>
            <w:r w:rsidRPr="007869E1">
              <w:rPr>
                <w:color w:val="000000"/>
              </w:rPr>
              <w:t>Medical devices proposed to UNFPA for procurement and supply must be from manufacturers who are legally registered to manufacture the particular device by their national regulatory authority and have valid manufacturing licenses</w:t>
            </w:r>
          </w:p>
          <w:p w14:paraId="6CB31C3E" w14:textId="77777777" w:rsidR="00EE1DED" w:rsidRPr="00337FAB" w:rsidRDefault="00EE1DED" w:rsidP="00383B36">
            <w:pPr>
              <w:pStyle w:val="ListParagraph"/>
              <w:rPr>
                <w:color w:val="000000"/>
              </w:rPr>
            </w:pPr>
          </w:p>
        </w:tc>
        <w:tc>
          <w:tcPr>
            <w:tcW w:w="4432" w:type="dxa"/>
          </w:tcPr>
          <w:p w14:paraId="443DC34C" w14:textId="77777777" w:rsidR="00EE1DED" w:rsidRDefault="00EE1DED" w:rsidP="00383B36">
            <w:pPr>
              <w:rPr>
                <w:b/>
                <w:bCs/>
                <w:color w:val="000000"/>
              </w:rPr>
            </w:pPr>
          </w:p>
        </w:tc>
        <w:tc>
          <w:tcPr>
            <w:tcW w:w="1565" w:type="dxa"/>
          </w:tcPr>
          <w:p w14:paraId="0722D456" w14:textId="77777777" w:rsidR="00EE1DED" w:rsidRDefault="00EE1DED" w:rsidP="00383B36">
            <w:pPr>
              <w:rPr>
                <w:b/>
                <w:bCs/>
                <w:color w:val="000000"/>
              </w:rPr>
            </w:pPr>
          </w:p>
        </w:tc>
        <w:tc>
          <w:tcPr>
            <w:tcW w:w="1764" w:type="dxa"/>
          </w:tcPr>
          <w:p w14:paraId="12F9B505" w14:textId="6A4F815E" w:rsidR="00EE1DED" w:rsidRDefault="00EE1DED" w:rsidP="00383B36">
            <w:pPr>
              <w:rPr>
                <w:b/>
                <w:bCs/>
                <w:color w:val="000000"/>
              </w:rPr>
            </w:pPr>
          </w:p>
        </w:tc>
      </w:tr>
      <w:tr w:rsidR="00EE1DED" w:rsidRPr="00337FAB" w14:paraId="48AC25AF" w14:textId="10A23CD6" w:rsidTr="006C1BE1">
        <w:trPr>
          <w:trHeight w:val="300"/>
        </w:trPr>
        <w:tc>
          <w:tcPr>
            <w:tcW w:w="840" w:type="dxa"/>
            <w:vMerge w:val="restart"/>
            <w:shd w:val="clear" w:color="auto" w:fill="DAEEF3" w:themeFill="accent5" w:themeFillTint="33"/>
          </w:tcPr>
          <w:p w14:paraId="39345333" w14:textId="77777777" w:rsidR="00EE1DED" w:rsidRPr="00C34340" w:rsidRDefault="00EE1DED" w:rsidP="00383B36">
            <w:pPr>
              <w:rPr>
                <w:b/>
                <w:bCs/>
                <w:color w:val="000000"/>
              </w:rPr>
            </w:pPr>
            <w:r>
              <w:rPr>
                <w:b/>
                <w:bCs/>
                <w:color w:val="000000"/>
              </w:rPr>
              <w:t>Item 11</w:t>
            </w:r>
          </w:p>
        </w:tc>
        <w:tc>
          <w:tcPr>
            <w:tcW w:w="4619" w:type="dxa"/>
            <w:shd w:val="clear" w:color="auto" w:fill="DAEEF3" w:themeFill="accent5" w:themeFillTint="33"/>
          </w:tcPr>
          <w:p w14:paraId="711EE10A" w14:textId="0B743F64" w:rsidR="00EE1DED" w:rsidRPr="004A68C5" w:rsidRDefault="00EE1DED" w:rsidP="00383B36">
            <w:pPr>
              <w:rPr>
                <w:b/>
                <w:bCs/>
              </w:rPr>
            </w:pPr>
            <w:r w:rsidRPr="004A68C5">
              <w:rPr>
                <w:b/>
                <w:bCs/>
              </w:rPr>
              <w:t xml:space="preserve">AIR COOLER </w:t>
            </w:r>
            <w:r w:rsidRPr="00567B62">
              <w:t>(3 pcs)</w:t>
            </w:r>
          </w:p>
        </w:tc>
        <w:tc>
          <w:tcPr>
            <w:tcW w:w="4432" w:type="dxa"/>
            <w:shd w:val="clear" w:color="auto" w:fill="DAEEF3" w:themeFill="accent5" w:themeFillTint="33"/>
          </w:tcPr>
          <w:p w14:paraId="37104A35" w14:textId="77777777" w:rsidR="00EE1DED" w:rsidRPr="004A68C5" w:rsidRDefault="00EE1DED" w:rsidP="00383B36">
            <w:pPr>
              <w:rPr>
                <w:b/>
                <w:bCs/>
              </w:rPr>
            </w:pPr>
          </w:p>
        </w:tc>
        <w:tc>
          <w:tcPr>
            <w:tcW w:w="1565" w:type="dxa"/>
            <w:shd w:val="clear" w:color="auto" w:fill="DAEEF3" w:themeFill="accent5" w:themeFillTint="33"/>
          </w:tcPr>
          <w:p w14:paraId="3A35D1CE" w14:textId="77777777" w:rsidR="00EE1DED" w:rsidRPr="004A68C5" w:rsidRDefault="00EE1DED" w:rsidP="00383B36">
            <w:pPr>
              <w:rPr>
                <w:b/>
                <w:bCs/>
              </w:rPr>
            </w:pPr>
          </w:p>
        </w:tc>
        <w:tc>
          <w:tcPr>
            <w:tcW w:w="1764" w:type="dxa"/>
            <w:shd w:val="clear" w:color="auto" w:fill="DAEEF3" w:themeFill="accent5" w:themeFillTint="33"/>
          </w:tcPr>
          <w:p w14:paraId="3B04A42D" w14:textId="5E388AE8" w:rsidR="00EE1DED" w:rsidRPr="004A68C5" w:rsidRDefault="00EE1DED" w:rsidP="00383B36">
            <w:pPr>
              <w:rPr>
                <w:b/>
                <w:bCs/>
              </w:rPr>
            </w:pPr>
          </w:p>
        </w:tc>
      </w:tr>
      <w:tr w:rsidR="00EE1DED" w:rsidRPr="00337FAB" w14:paraId="366417EA" w14:textId="3C1B224C" w:rsidTr="006C1BE1">
        <w:trPr>
          <w:trHeight w:val="1540"/>
        </w:trPr>
        <w:tc>
          <w:tcPr>
            <w:tcW w:w="840" w:type="dxa"/>
            <w:vMerge/>
            <w:tcBorders>
              <w:bottom w:val="single" w:sz="4" w:space="0" w:color="auto"/>
            </w:tcBorders>
            <w:shd w:val="clear" w:color="auto" w:fill="DAEEF3" w:themeFill="accent5" w:themeFillTint="33"/>
          </w:tcPr>
          <w:p w14:paraId="0F2E7787"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04AC3E6D" w14:textId="77777777" w:rsidR="00EE1DED" w:rsidRPr="00F73CB6" w:rsidRDefault="00EE1DED" w:rsidP="00383B36">
            <w:pPr>
              <w:rPr>
                <w:b/>
                <w:bCs/>
                <w:color w:val="000000"/>
              </w:rPr>
            </w:pPr>
            <w:r w:rsidRPr="00F73CB6">
              <w:rPr>
                <w:b/>
                <w:bCs/>
                <w:color w:val="000000"/>
              </w:rPr>
              <w:t>Product description:</w:t>
            </w:r>
          </w:p>
          <w:p w14:paraId="5EE3A0E8" w14:textId="77777777" w:rsidR="00EE1DED" w:rsidRDefault="00EE1DED" w:rsidP="00383B36">
            <w:pPr>
              <w:rPr>
                <w:color w:val="000000"/>
              </w:rPr>
            </w:pPr>
            <w:r w:rsidRPr="00337FAB">
              <w:rPr>
                <w:color w:val="000000"/>
              </w:rPr>
              <w:t xml:space="preserve">Air conditioner </w:t>
            </w:r>
          </w:p>
          <w:p w14:paraId="5DA0BECB" w14:textId="77777777" w:rsidR="00EE1DED" w:rsidRDefault="00EE1DED" w:rsidP="00383B36">
            <w:pPr>
              <w:rPr>
                <w:color w:val="000000"/>
              </w:rPr>
            </w:pPr>
          </w:p>
          <w:p w14:paraId="7AC45BC4" w14:textId="77777777" w:rsidR="00EE1DED" w:rsidRPr="00E65604" w:rsidRDefault="00EE1DED" w:rsidP="00383B36">
            <w:pPr>
              <w:rPr>
                <w:b/>
                <w:bCs/>
                <w:color w:val="000000"/>
              </w:rPr>
            </w:pPr>
            <w:r w:rsidRPr="00E65604">
              <w:rPr>
                <w:b/>
                <w:bCs/>
                <w:color w:val="000000"/>
              </w:rPr>
              <w:t>Specification:</w:t>
            </w:r>
          </w:p>
          <w:p w14:paraId="5A016F3A"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4C6D67">
              <w:rPr>
                <w:color w:val="000000"/>
              </w:rPr>
              <w:t>W</w:t>
            </w:r>
            <w:r w:rsidRPr="00337FAB">
              <w:rPr>
                <w:color w:val="000000"/>
              </w:rPr>
              <w:t>ith capacity of 5,000 BTU or above and 2 hp or above.</w:t>
            </w:r>
          </w:p>
          <w:p w14:paraId="0414FC2F"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Up to 10 meters pipe would be advantage.</w:t>
            </w:r>
          </w:p>
          <w:p w14:paraId="341B5112"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Displayed parameters: Display allows recording to 0.10 C accuracy</w:t>
            </w:r>
          </w:p>
          <w:p w14:paraId="1701E9A5" w14:textId="77777777" w:rsidR="00EE1DED" w:rsidRPr="004C6D67"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Probe and surface temperature sensors to be available</w:t>
            </w:r>
          </w:p>
          <w:p w14:paraId="3F6D2B12" w14:textId="77777777" w:rsidR="00EE1DED" w:rsidRPr="004C6D67" w:rsidRDefault="00EE1DED" w:rsidP="00383B36">
            <w:pPr>
              <w:rPr>
                <w:rFonts w:eastAsia="Arial"/>
                <w:b/>
                <w:bCs/>
                <w:color w:val="000000"/>
              </w:rPr>
            </w:pPr>
            <w:r w:rsidRPr="004C6D67">
              <w:rPr>
                <w:rFonts w:eastAsia="Arial"/>
                <w:b/>
                <w:bCs/>
                <w:color w:val="000000"/>
              </w:rPr>
              <w:t xml:space="preserve">Accessories: </w:t>
            </w:r>
          </w:p>
          <w:p w14:paraId="5A1A19FE" w14:textId="77777777" w:rsidR="00EE1DED" w:rsidRPr="004C6D67" w:rsidRDefault="00EE1DED" w:rsidP="00383B36">
            <w:pPr>
              <w:pStyle w:val="ListParagraph"/>
              <w:numPr>
                <w:ilvl w:val="0"/>
                <w:numId w:val="48"/>
              </w:numPr>
              <w:overflowPunct/>
              <w:autoSpaceDE/>
              <w:autoSpaceDN/>
              <w:adjustRightInd/>
              <w:contextualSpacing/>
              <w:textAlignment w:val="auto"/>
              <w:rPr>
                <w:rFonts w:eastAsia="Arial"/>
                <w:color w:val="000000"/>
              </w:rPr>
            </w:pPr>
            <w:r w:rsidRPr="004C6D67">
              <w:rPr>
                <w:color w:val="000000"/>
              </w:rPr>
              <w:t>Spare temperature sensor to be supplied</w:t>
            </w:r>
          </w:p>
        </w:tc>
        <w:tc>
          <w:tcPr>
            <w:tcW w:w="4432" w:type="dxa"/>
            <w:tcBorders>
              <w:bottom w:val="single" w:sz="4" w:space="0" w:color="auto"/>
            </w:tcBorders>
          </w:tcPr>
          <w:p w14:paraId="00040535" w14:textId="77777777" w:rsidR="00EE1DED" w:rsidRPr="00F73CB6" w:rsidRDefault="00EE1DED" w:rsidP="00383B36">
            <w:pPr>
              <w:rPr>
                <w:b/>
                <w:bCs/>
                <w:color w:val="000000"/>
              </w:rPr>
            </w:pPr>
          </w:p>
        </w:tc>
        <w:tc>
          <w:tcPr>
            <w:tcW w:w="1565" w:type="dxa"/>
            <w:tcBorders>
              <w:bottom w:val="single" w:sz="4" w:space="0" w:color="auto"/>
            </w:tcBorders>
          </w:tcPr>
          <w:p w14:paraId="53E9E669" w14:textId="77777777" w:rsidR="00EE1DED" w:rsidRPr="00F73CB6" w:rsidRDefault="00EE1DED" w:rsidP="00383B36">
            <w:pPr>
              <w:rPr>
                <w:b/>
                <w:bCs/>
                <w:color w:val="000000"/>
              </w:rPr>
            </w:pPr>
          </w:p>
        </w:tc>
        <w:tc>
          <w:tcPr>
            <w:tcW w:w="1764" w:type="dxa"/>
            <w:tcBorders>
              <w:bottom w:val="single" w:sz="4" w:space="0" w:color="auto"/>
            </w:tcBorders>
          </w:tcPr>
          <w:p w14:paraId="77FF902D" w14:textId="3DBE986A" w:rsidR="00EE1DED" w:rsidRPr="00F73CB6" w:rsidRDefault="00EE1DED" w:rsidP="00383B36">
            <w:pPr>
              <w:rPr>
                <w:b/>
                <w:bCs/>
                <w:color w:val="000000"/>
              </w:rPr>
            </w:pPr>
          </w:p>
        </w:tc>
      </w:tr>
      <w:tr w:rsidR="00EE1DED" w:rsidRPr="00337FAB" w14:paraId="0636F0E3" w14:textId="224B14FF" w:rsidTr="006C1BE1">
        <w:trPr>
          <w:trHeight w:val="638"/>
        </w:trPr>
        <w:tc>
          <w:tcPr>
            <w:tcW w:w="840" w:type="dxa"/>
            <w:vMerge/>
            <w:shd w:val="clear" w:color="auto" w:fill="DAEEF3" w:themeFill="accent5" w:themeFillTint="33"/>
          </w:tcPr>
          <w:p w14:paraId="38F64267" w14:textId="77777777" w:rsidR="00EE1DED" w:rsidRPr="00337FAB" w:rsidRDefault="00EE1DED" w:rsidP="00383B36">
            <w:pPr>
              <w:rPr>
                <w:color w:val="000000"/>
              </w:rPr>
            </w:pPr>
          </w:p>
        </w:tc>
        <w:tc>
          <w:tcPr>
            <w:tcW w:w="4619" w:type="dxa"/>
            <w:shd w:val="clear" w:color="auto" w:fill="auto"/>
            <w:hideMark/>
          </w:tcPr>
          <w:p w14:paraId="5A5E2D74" w14:textId="77777777" w:rsidR="00EE1DED" w:rsidRDefault="00EE1DED" w:rsidP="00383B36">
            <w:pPr>
              <w:rPr>
                <w:color w:val="000000"/>
              </w:rPr>
            </w:pPr>
            <w:r w:rsidRPr="00337FAB">
              <w:rPr>
                <w:b/>
                <w:bCs/>
                <w:color w:val="000000"/>
              </w:rPr>
              <w:t>Training and installation requirements:</w:t>
            </w:r>
            <w:r w:rsidRPr="00337FAB">
              <w:rPr>
                <w:color w:val="000000"/>
              </w:rPr>
              <w:t xml:space="preserve"> </w:t>
            </w:r>
          </w:p>
          <w:p w14:paraId="6A029248" w14:textId="77777777" w:rsidR="00EE1DED" w:rsidRPr="007869E1" w:rsidRDefault="00EE1DED" w:rsidP="00383B36">
            <w:pPr>
              <w:overflowPunct/>
              <w:autoSpaceDE/>
              <w:autoSpaceDN/>
              <w:adjustRightInd/>
              <w:contextualSpacing/>
              <w:textAlignment w:val="auto"/>
              <w:rPr>
                <w:color w:val="000000"/>
              </w:rPr>
            </w:pPr>
            <w:r w:rsidRPr="007869E1">
              <w:rPr>
                <w:color w:val="000000"/>
              </w:rPr>
              <w:t>Supplier to perform installation, safety and operation checks before handover</w:t>
            </w:r>
          </w:p>
          <w:p w14:paraId="7FB2B782" w14:textId="77777777" w:rsidR="00EE1DED" w:rsidRPr="007869E1" w:rsidRDefault="00EE1DED" w:rsidP="00383B36">
            <w:pPr>
              <w:overflowPunct/>
              <w:autoSpaceDE/>
              <w:autoSpaceDN/>
              <w:adjustRightInd/>
              <w:contextualSpacing/>
              <w:textAlignment w:val="auto"/>
              <w:rPr>
                <w:color w:val="000000"/>
              </w:rPr>
            </w:pPr>
            <w:r w:rsidRPr="007869E1">
              <w:rPr>
                <w:color w:val="000000"/>
              </w:rPr>
              <w:t>Training of users in operation and basic maintenance shall be provided.</w:t>
            </w:r>
          </w:p>
        </w:tc>
        <w:tc>
          <w:tcPr>
            <w:tcW w:w="4432" w:type="dxa"/>
          </w:tcPr>
          <w:p w14:paraId="34EDFA3C" w14:textId="77777777" w:rsidR="00EE1DED" w:rsidRPr="00337FAB" w:rsidRDefault="00EE1DED" w:rsidP="00383B36">
            <w:pPr>
              <w:rPr>
                <w:b/>
                <w:bCs/>
                <w:color w:val="000000"/>
              </w:rPr>
            </w:pPr>
          </w:p>
        </w:tc>
        <w:tc>
          <w:tcPr>
            <w:tcW w:w="1565" w:type="dxa"/>
          </w:tcPr>
          <w:p w14:paraId="5E292C16" w14:textId="77777777" w:rsidR="00EE1DED" w:rsidRPr="00337FAB" w:rsidRDefault="00EE1DED" w:rsidP="00383B36">
            <w:pPr>
              <w:rPr>
                <w:b/>
                <w:bCs/>
                <w:color w:val="000000"/>
              </w:rPr>
            </w:pPr>
          </w:p>
        </w:tc>
        <w:tc>
          <w:tcPr>
            <w:tcW w:w="1764" w:type="dxa"/>
          </w:tcPr>
          <w:p w14:paraId="35713DD9" w14:textId="4F39240F" w:rsidR="00EE1DED" w:rsidRPr="00337FAB" w:rsidRDefault="00EE1DED" w:rsidP="00383B36">
            <w:pPr>
              <w:rPr>
                <w:b/>
                <w:bCs/>
                <w:color w:val="000000"/>
              </w:rPr>
            </w:pPr>
          </w:p>
        </w:tc>
      </w:tr>
      <w:tr w:rsidR="00EE1DED" w:rsidRPr="00337FAB" w14:paraId="24A736A3" w14:textId="545E850C" w:rsidTr="006C1BE1">
        <w:trPr>
          <w:trHeight w:val="170"/>
        </w:trPr>
        <w:tc>
          <w:tcPr>
            <w:tcW w:w="840" w:type="dxa"/>
            <w:vMerge/>
            <w:shd w:val="clear" w:color="auto" w:fill="DAEEF3" w:themeFill="accent5" w:themeFillTint="33"/>
          </w:tcPr>
          <w:p w14:paraId="04C3F548" w14:textId="77777777" w:rsidR="00EE1DED" w:rsidRPr="00337FAB" w:rsidRDefault="00EE1DED" w:rsidP="00383B36">
            <w:pPr>
              <w:rPr>
                <w:color w:val="000000"/>
              </w:rPr>
            </w:pPr>
          </w:p>
        </w:tc>
        <w:tc>
          <w:tcPr>
            <w:tcW w:w="4619" w:type="dxa"/>
            <w:shd w:val="clear" w:color="auto" w:fill="auto"/>
            <w:hideMark/>
          </w:tcPr>
          <w:p w14:paraId="6CA58333" w14:textId="77777777" w:rsidR="00EE1DED" w:rsidRPr="00337FAB" w:rsidRDefault="00EE1DED" w:rsidP="00383B36">
            <w:pPr>
              <w:rPr>
                <w:color w:val="000000"/>
              </w:rPr>
            </w:pPr>
            <w:r w:rsidRPr="00337FAB">
              <w:rPr>
                <w:b/>
                <w:bCs/>
                <w:color w:val="000000"/>
              </w:rPr>
              <w:t>Warranty period:</w:t>
            </w:r>
            <w:r w:rsidRPr="00337FAB">
              <w:rPr>
                <w:color w:val="000000"/>
              </w:rPr>
              <w:t xml:space="preserve"> </w:t>
            </w:r>
            <w:r>
              <w:rPr>
                <w:color w:val="000000"/>
              </w:rPr>
              <w:t xml:space="preserve">Two </w:t>
            </w:r>
            <w:r w:rsidRPr="00337FAB">
              <w:rPr>
                <w:color w:val="000000"/>
              </w:rPr>
              <w:t>(</w:t>
            </w:r>
            <w:r>
              <w:rPr>
                <w:color w:val="000000"/>
              </w:rPr>
              <w:t>2</w:t>
            </w:r>
            <w:r w:rsidRPr="00337FAB">
              <w:rPr>
                <w:color w:val="000000"/>
              </w:rPr>
              <w:t>) year</w:t>
            </w:r>
            <w:r>
              <w:rPr>
                <w:color w:val="000000"/>
              </w:rPr>
              <w:t xml:space="preserve"> </w:t>
            </w:r>
            <w:r w:rsidRPr="00337FAB">
              <w:rPr>
                <w:color w:val="000000"/>
              </w:rPr>
              <w:t>warranty should be provided.</w:t>
            </w:r>
          </w:p>
        </w:tc>
        <w:tc>
          <w:tcPr>
            <w:tcW w:w="4432" w:type="dxa"/>
          </w:tcPr>
          <w:p w14:paraId="724383AB" w14:textId="77777777" w:rsidR="00EE1DED" w:rsidRPr="00337FAB" w:rsidRDefault="00EE1DED" w:rsidP="00383B36">
            <w:pPr>
              <w:rPr>
                <w:b/>
                <w:bCs/>
                <w:color w:val="000000"/>
              </w:rPr>
            </w:pPr>
          </w:p>
        </w:tc>
        <w:tc>
          <w:tcPr>
            <w:tcW w:w="1565" w:type="dxa"/>
          </w:tcPr>
          <w:p w14:paraId="02681FBB" w14:textId="77777777" w:rsidR="00EE1DED" w:rsidRPr="00337FAB" w:rsidRDefault="00EE1DED" w:rsidP="00383B36">
            <w:pPr>
              <w:rPr>
                <w:b/>
                <w:bCs/>
                <w:color w:val="000000"/>
              </w:rPr>
            </w:pPr>
          </w:p>
        </w:tc>
        <w:tc>
          <w:tcPr>
            <w:tcW w:w="1764" w:type="dxa"/>
          </w:tcPr>
          <w:p w14:paraId="492307AF" w14:textId="6C8D439F" w:rsidR="00EE1DED" w:rsidRPr="00337FAB" w:rsidRDefault="00EE1DED" w:rsidP="00383B36">
            <w:pPr>
              <w:rPr>
                <w:b/>
                <w:bCs/>
                <w:color w:val="000000"/>
              </w:rPr>
            </w:pPr>
          </w:p>
        </w:tc>
      </w:tr>
      <w:tr w:rsidR="00EE1DED" w:rsidRPr="00337FAB" w14:paraId="73576A7A" w14:textId="5FEA94BF" w:rsidTr="006C1BE1">
        <w:trPr>
          <w:trHeight w:val="116"/>
        </w:trPr>
        <w:tc>
          <w:tcPr>
            <w:tcW w:w="840" w:type="dxa"/>
            <w:vMerge/>
            <w:shd w:val="clear" w:color="auto" w:fill="DAEEF3" w:themeFill="accent5" w:themeFillTint="33"/>
          </w:tcPr>
          <w:p w14:paraId="3DE7CF7A" w14:textId="77777777" w:rsidR="00EE1DED" w:rsidRPr="00337FAB" w:rsidRDefault="00EE1DED" w:rsidP="00383B36">
            <w:pPr>
              <w:rPr>
                <w:color w:val="000000"/>
              </w:rPr>
            </w:pPr>
          </w:p>
        </w:tc>
        <w:tc>
          <w:tcPr>
            <w:tcW w:w="4619" w:type="dxa"/>
            <w:shd w:val="clear" w:color="auto" w:fill="auto"/>
            <w:hideMark/>
          </w:tcPr>
          <w:p w14:paraId="010F4102" w14:textId="77777777" w:rsidR="00EE1DED" w:rsidRDefault="00EE1DED" w:rsidP="00383B36">
            <w:pPr>
              <w:rPr>
                <w:color w:val="000000"/>
              </w:rPr>
            </w:pPr>
            <w:r w:rsidRPr="00337FAB">
              <w:rPr>
                <w:b/>
                <w:bCs/>
                <w:color w:val="000000"/>
              </w:rPr>
              <w:t>Documentation requirements:</w:t>
            </w:r>
            <w:r w:rsidRPr="00337FAB">
              <w:rPr>
                <w:color w:val="000000"/>
              </w:rPr>
              <w:t xml:space="preserve"> </w:t>
            </w:r>
          </w:p>
          <w:p w14:paraId="413D9A5B" w14:textId="77777777" w:rsidR="00EE1DED" w:rsidRPr="00337FAB" w:rsidRDefault="00EE1DED" w:rsidP="00383B36">
            <w:pPr>
              <w:rPr>
                <w:color w:val="000000"/>
              </w:rPr>
            </w:pPr>
            <w:r w:rsidRPr="00337FAB">
              <w:rPr>
                <w:color w:val="000000"/>
              </w:rPr>
              <w:t>Advanced maintenance and calibration tasks required shall be documented</w:t>
            </w:r>
          </w:p>
        </w:tc>
        <w:tc>
          <w:tcPr>
            <w:tcW w:w="4432" w:type="dxa"/>
          </w:tcPr>
          <w:p w14:paraId="00A420E7" w14:textId="77777777" w:rsidR="00EE1DED" w:rsidRPr="00337FAB" w:rsidRDefault="00EE1DED" w:rsidP="00383B36">
            <w:pPr>
              <w:rPr>
                <w:b/>
                <w:bCs/>
                <w:color w:val="000000"/>
              </w:rPr>
            </w:pPr>
          </w:p>
        </w:tc>
        <w:tc>
          <w:tcPr>
            <w:tcW w:w="1565" w:type="dxa"/>
          </w:tcPr>
          <w:p w14:paraId="65607814" w14:textId="77777777" w:rsidR="00EE1DED" w:rsidRPr="00337FAB" w:rsidRDefault="00EE1DED" w:rsidP="00383B36">
            <w:pPr>
              <w:rPr>
                <w:b/>
                <w:bCs/>
                <w:color w:val="000000"/>
              </w:rPr>
            </w:pPr>
          </w:p>
        </w:tc>
        <w:tc>
          <w:tcPr>
            <w:tcW w:w="1764" w:type="dxa"/>
          </w:tcPr>
          <w:p w14:paraId="45594ADD" w14:textId="6F95EAE0" w:rsidR="00EE1DED" w:rsidRPr="00337FAB" w:rsidRDefault="00EE1DED" w:rsidP="00383B36">
            <w:pPr>
              <w:rPr>
                <w:b/>
                <w:bCs/>
                <w:color w:val="000000"/>
              </w:rPr>
            </w:pPr>
          </w:p>
        </w:tc>
      </w:tr>
      <w:tr w:rsidR="00EE1DED" w:rsidRPr="00337FAB" w14:paraId="4997C07B" w14:textId="0D99D435" w:rsidTr="006C1BE1">
        <w:trPr>
          <w:trHeight w:val="300"/>
        </w:trPr>
        <w:tc>
          <w:tcPr>
            <w:tcW w:w="840" w:type="dxa"/>
            <w:vMerge/>
            <w:shd w:val="clear" w:color="auto" w:fill="DAEEF3" w:themeFill="accent5" w:themeFillTint="33"/>
          </w:tcPr>
          <w:p w14:paraId="7B9CB251" w14:textId="77777777" w:rsidR="00EE1DED" w:rsidRPr="00337FAB" w:rsidRDefault="00EE1DED" w:rsidP="00383B36">
            <w:pPr>
              <w:rPr>
                <w:color w:val="000000"/>
              </w:rPr>
            </w:pPr>
          </w:p>
        </w:tc>
        <w:tc>
          <w:tcPr>
            <w:tcW w:w="4619" w:type="dxa"/>
            <w:shd w:val="clear" w:color="auto" w:fill="auto"/>
            <w:hideMark/>
          </w:tcPr>
          <w:p w14:paraId="4571D220" w14:textId="77777777" w:rsidR="00EE1DED" w:rsidRDefault="00EE1DED" w:rsidP="00383B36">
            <w:pPr>
              <w:rPr>
                <w:color w:val="000000"/>
              </w:rPr>
            </w:pPr>
            <w:r>
              <w:rPr>
                <w:b/>
                <w:bCs/>
                <w:color w:val="000000"/>
              </w:rPr>
              <w:t>Conformity &amp;</w:t>
            </w:r>
            <w:r w:rsidRPr="00337FAB">
              <w:rPr>
                <w:b/>
                <w:bCs/>
                <w:color w:val="000000"/>
              </w:rPr>
              <w:t xml:space="preserve"> regulatory requirements:</w:t>
            </w:r>
            <w:r w:rsidRPr="00337FAB">
              <w:rPr>
                <w:color w:val="000000"/>
              </w:rPr>
              <w:t xml:space="preserve"> </w:t>
            </w:r>
          </w:p>
          <w:p w14:paraId="49A18E98" w14:textId="05B0A5B1" w:rsidR="00EE1DED" w:rsidRDefault="00EE1DED" w:rsidP="00383B36">
            <w:pPr>
              <w:rPr>
                <w:color w:val="000000"/>
              </w:rPr>
            </w:pPr>
            <w:r w:rsidRPr="00337FAB">
              <w:rPr>
                <w:color w:val="000000"/>
              </w:rPr>
              <w:t>QMS of the manufacturing site ISO 9001</w:t>
            </w:r>
          </w:p>
          <w:p w14:paraId="55E83DCD" w14:textId="77777777" w:rsidR="00EE1DED" w:rsidRPr="00337FAB" w:rsidRDefault="00EE1DED" w:rsidP="00383B36">
            <w:pPr>
              <w:rPr>
                <w:color w:val="000000"/>
              </w:rPr>
            </w:pPr>
          </w:p>
        </w:tc>
        <w:tc>
          <w:tcPr>
            <w:tcW w:w="4432" w:type="dxa"/>
          </w:tcPr>
          <w:p w14:paraId="0EA157ED" w14:textId="77777777" w:rsidR="00EE1DED" w:rsidRDefault="00EE1DED" w:rsidP="00383B36">
            <w:pPr>
              <w:rPr>
                <w:b/>
                <w:bCs/>
                <w:color w:val="000000"/>
              </w:rPr>
            </w:pPr>
          </w:p>
        </w:tc>
        <w:tc>
          <w:tcPr>
            <w:tcW w:w="1565" w:type="dxa"/>
          </w:tcPr>
          <w:p w14:paraId="278C3A5F" w14:textId="77777777" w:rsidR="00EE1DED" w:rsidRDefault="00EE1DED" w:rsidP="00383B36">
            <w:pPr>
              <w:rPr>
                <w:b/>
                <w:bCs/>
                <w:color w:val="000000"/>
              </w:rPr>
            </w:pPr>
          </w:p>
        </w:tc>
        <w:tc>
          <w:tcPr>
            <w:tcW w:w="1764" w:type="dxa"/>
          </w:tcPr>
          <w:p w14:paraId="616EB983" w14:textId="40EB8CFA" w:rsidR="00EE1DED" w:rsidRDefault="00EE1DED" w:rsidP="00383B36">
            <w:pPr>
              <w:rPr>
                <w:b/>
                <w:bCs/>
                <w:color w:val="000000"/>
              </w:rPr>
            </w:pPr>
          </w:p>
        </w:tc>
      </w:tr>
      <w:tr w:rsidR="00EE1DED" w:rsidRPr="00337FAB" w14:paraId="1CEB7779" w14:textId="6FCFC2A2" w:rsidTr="006C1BE1">
        <w:trPr>
          <w:trHeight w:val="395"/>
        </w:trPr>
        <w:tc>
          <w:tcPr>
            <w:tcW w:w="840" w:type="dxa"/>
            <w:vMerge w:val="restart"/>
            <w:shd w:val="clear" w:color="auto" w:fill="DAEEF3" w:themeFill="accent5" w:themeFillTint="33"/>
          </w:tcPr>
          <w:p w14:paraId="5DC014CF" w14:textId="77777777" w:rsidR="00EE1DED" w:rsidRPr="00C34340" w:rsidRDefault="00EE1DED" w:rsidP="00383B36">
            <w:pPr>
              <w:rPr>
                <w:b/>
                <w:bCs/>
                <w:color w:val="000000"/>
              </w:rPr>
            </w:pPr>
            <w:r>
              <w:rPr>
                <w:b/>
                <w:bCs/>
                <w:color w:val="000000"/>
              </w:rPr>
              <w:t>Item 12</w:t>
            </w:r>
          </w:p>
        </w:tc>
        <w:tc>
          <w:tcPr>
            <w:tcW w:w="4619" w:type="dxa"/>
            <w:shd w:val="clear" w:color="auto" w:fill="DAEEF3" w:themeFill="accent5" w:themeFillTint="33"/>
          </w:tcPr>
          <w:p w14:paraId="56FC0227" w14:textId="64D119EA" w:rsidR="00EE1DED" w:rsidRPr="00AF720F" w:rsidRDefault="00EE1DED" w:rsidP="00383B36">
            <w:pPr>
              <w:rPr>
                <w:b/>
                <w:bCs/>
              </w:rPr>
            </w:pPr>
            <w:r w:rsidRPr="00AF720F">
              <w:rPr>
                <w:b/>
                <w:bCs/>
              </w:rPr>
              <w:t xml:space="preserve">LABORATORY FURNITURE SET </w:t>
            </w:r>
            <w:r w:rsidRPr="00567B62">
              <w:t>(3 pcs)</w:t>
            </w:r>
          </w:p>
        </w:tc>
        <w:tc>
          <w:tcPr>
            <w:tcW w:w="4432" w:type="dxa"/>
            <w:shd w:val="clear" w:color="auto" w:fill="DAEEF3" w:themeFill="accent5" w:themeFillTint="33"/>
          </w:tcPr>
          <w:p w14:paraId="2949F586" w14:textId="77777777" w:rsidR="00EE1DED" w:rsidRPr="00AF720F" w:rsidRDefault="00EE1DED" w:rsidP="00383B36">
            <w:pPr>
              <w:rPr>
                <w:b/>
                <w:bCs/>
              </w:rPr>
            </w:pPr>
          </w:p>
        </w:tc>
        <w:tc>
          <w:tcPr>
            <w:tcW w:w="1565" w:type="dxa"/>
            <w:shd w:val="clear" w:color="auto" w:fill="DAEEF3" w:themeFill="accent5" w:themeFillTint="33"/>
          </w:tcPr>
          <w:p w14:paraId="5349148E" w14:textId="77777777" w:rsidR="00EE1DED" w:rsidRPr="00AF720F" w:rsidRDefault="00EE1DED" w:rsidP="00383B36">
            <w:pPr>
              <w:rPr>
                <w:b/>
                <w:bCs/>
              </w:rPr>
            </w:pPr>
          </w:p>
        </w:tc>
        <w:tc>
          <w:tcPr>
            <w:tcW w:w="1764" w:type="dxa"/>
            <w:shd w:val="clear" w:color="auto" w:fill="DAEEF3" w:themeFill="accent5" w:themeFillTint="33"/>
          </w:tcPr>
          <w:p w14:paraId="106ABE36" w14:textId="49A82966" w:rsidR="00EE1DED" w:rsidRPr="00AF720F" w:rsidRDefault="00EE1DED" w:rsidP="00383B36">
            <w:pPr>
              <w:rPr>
                <w:b/>
                <w:bCs/>
              </w:rPr>
            </w:pPr>
          </w:p>
        </w:tc>
      </w:tr>
      <w:tr w:rsidR="00EE1DED" w:rsidRPr="00337FAB" w14:paraId="13FDE91E" w14:textId="6A0FCCBF" w:rsidTr="006C1BE1">
        <w:trPr>
          <w:trHeight w:val="80"/>
        </w:trPr>
        <w:tc>
          <w:tcPr>
            <w:tcW w:w="840" w:type="dxa"/>
            <w:vMerge/>
            <w:tcBorders>
              <w:bottom w:val="single" w:sz="4" w:space="0" w:color="auto"/>
            </w:tcBorders>
            <w:shd w:val="clear" w:color="auto" w:fill="DAEEF3" w:themeFill="accent5" w:themeFillTint="33"/>
          </w:tcPr>
          <w:p w14:paraId="1053269D" w14:textId="77777777" w:rsidR="00EE1DED" w:rsidRPr="00337FAB" w:rsidRDefault="00EE1DED" w:rsidP="00383B36">
            <w:pPr>
              <w:ind w:firstLineChars="500" w:firstLine="1000"/>
              <w:rPr>
                <w:color w:val="000000"/>
              </w:rPr>
            </w:pPr>
          </w:p>
        </w:tc>
        <w:tc>
          <w:tcPr>
            <w:tcW w:w="4619" w:type="dxa"/>
            <w:tcBorders>
              <w:bottom w:val="single" w:sz="4" w:space="0" w:color="auto"/>
            </w:tcBorders>
            <w:shd w:val="clear" w:color="auto" w:fill="auto"/>
            <w:hideMark/>
          </w:tcPr>
          <w:p w14:paraId="60FD1DB7" w14:textId="77777777" w:rsidR="00EE1DED" w:rsidRPr="00F73CB6" w:rsidRDefault="00EE1DED" w:rsidP="00383B36">
            <w:pPr>
              <w:rPr>
                <w:b/>
                <w:bCs/>
                <w:color w:val="000000"/>
              </w:rPr>
            </w:pPr>
            <w:r w:rsidRPr="00F73CB6">
              <w:rPr>
                <w:b/>
                <w:bCs/>
                <w:color w:val="000000"/>
              </w:rPr>
              <w:t>Product description:</w:t>
            </w:r>
          </w:p>
          <w:p w14:paraId="6969D6A9" w14:textId="77777777" w:rsidR="00EE1DED" w:rsidRDefault="00EE1DED" w:rsidP="00383B36">
            <w:pPr>
              <w:rPr>
                <w:color w:val="000000"/>
              </w:rPr>
            </w:pPr>
            <w:r>
              <w:rPr>
                <w:color w:val="000000"/>
              </w:rPr>
              <w:t>Laboratory furniture set comprises with:</w:t>
            </w:r>
          </w:p>
          <w:p w14:paraId="1C5D01CA" w14:textId="77777777" w:rsidR="00EE1DED" w:rsidRDefault="00EE1DED" w:rsidP="00383B36">
            <w:pPr>
              <w:pStyle w:val="ListParagraph"/>
              <w:numPr>
                <w:ilvl w:val="0"/>
                <w:numId w:val="55"/>
              </w:numPr>
              <w:overflowPunct/>
              <w:autoSpaceDE/>
              <w:autoSpaceDN/>
              <w:adjustRightInd/>
              <w:contextualSpacing/>
              <w:textAlignment w:val="auto"/>
              <w:rPr>
                <w:color w:val="000000"/>
              </w:rPr>
            </w:pPr>
            <w:r w:rsidRPr="00F73CB6">
              <w:rPr>
                <w:color w:val="000000"/>
              </w:rPr>
              <w:t>1 pcs of Central bench with mobile pedestals</w:t>
            </w:r>
          </w:p>
          <w:p w14:paraId="371A678B" w14:textId="77777777" w:rsidR="00EE1DED" w:rsidRPr="00F73CB6" w:rsidRDefault="00EE1DED" w:rsidP="00383B36">
            <w:pPr>
              <w:pStyle w:val="ListParagraph"/>
              <w:numPr>
                <w:ilvl w:val="0"/>
                <w:numId w:val="55"/>
              </w:numPr>
              <w:overflowPunct/>
              <w:autoSpaceDE/>
              <w:autoSpaceDN/>
              <w:adjustRightInd/>
              <w:contextualSpacing/>
              <w:textAlignment w:val="auto"/>
              <w:rPr>
                <w:color w:val="000000"/>
              </w:rPr>
            </w:pPr>
            <w:r w:rsidRPr="00F73CB6">
              <w:rPr>
                <w:color w:val="000000"/>
              </w:rPr>
              <w:t>6 pcs of Chairs</w:t>
            </w:r>
          </w:p>
          <w:p w14:paraId="0B030C14" w14:textId="77777777" w:rsidR="00EE1DED" w:rsidRDefault="00EE1DED" w:rsidP="00383B36">
            <w:pPr>
              <w:rPr>
                <w:color w:val="000000"/>
              </w:rPr>
            </w:pPr>
          </w:p>
          <w:p w14:paraId="0EF300CF" w14:textId="77777777" w:rsidR="00EE1DED" w:rsidRPr="00F73CB6" w:rsidRDefault="00EE1DED" w:rsidP="00383B36">
            <w:pPr>
              <w:rPr>
                <w:b/>
                <w:bCs/>
                <w:color w:val="000000"/>
              </w:rPr>
            </w:pPr>
            <w:r w:rsidRPr="00F73CB6">
              <w:rPr>
                <w:b/>
                <w:bCs/>
                <w:color w:val="000000"/>
              </w:rPr>
              <w:t xml:space="preserve">Specification: </w:t>
            </w:r>
          </w:p>
          <w:p w14:paraId="1B72B8C1" w14:textId="77777777" w:rsidR="00EE1DED" w:rsidRDefault="00EE1DED" w:rsidP="00383B36">
            <w:pPr>
              <w:rPr>
                <w:color w:val="000000"/>
              </w:rPr>
            </w:pPr>
          </w:p>
          <w:p w14:paraId="1B267665" w14:textId="77777777" w:rsidR="00EE1DED" w:rsidRPr="005244A9" w:rsidRDefault="00EE1DED" w:rsidP="00383B36">
            <w:pPr>
              <w:ind w:left="341"/>
              <w:rPr>
                <w:i/>
                <w:iCs/>
                <w:color w:val="000000"/>
                <w:u w:val="single"/>
              </w:rPr>
            </w:pPr>
            <w:r w:rsidRPr="005244A9">
              <w:rPr>
                <w:i/>
                <w:iCs/>
                <w:color w:val="000000"/>
                <w:u w:val="single"/>
              </w:rPr>
              <w:t>Central bench</w:t>
            </w:r>
            <w:r>
              <w:rPr>
                <w:i/>
                <w:iCs/>
                <w:color w:val="000000"/>
                <w:u w:val="single"/>
              </w:rPr>
              <w:t>:</w:t>
            </w:r>
          </w:p>
          <w:p w14:paraId="2D98AF99"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Bench top: </w:t>
            </w:r>
          </w:p>
          <w:p w14:paraId="55954F2E" w14:textId="77777777" w:rsidR="00EE1DED" w:rsidRDefault="00EE1DED" w:rsidP="00383B36">
            <w:pPr>
              <w:pStyle w:val="ListParagraph"/>
              <w:numPr>
                <w:ilvl w:val="0"/>
                <w:numId w:val="57"/>
              </w:numPr>
              <w:overflowPunct/>
              <w:autoSpaceDE/>
              <w:autoSpaceDN/>
              <w:adjustRightInd/>
              <w:ind w:left="1061"/>
              <w:contextualSpacing/>
              <w:textAlignment w:val="auto"/>
              <w:rPr>
                <w:color w:val="000000"/>
              </w:rPr>
            </w:pPr>
            <w:r w:rsidRPr="00337FAB">
              <w:rPr>
                <w:color w:val="000000"/>
              </w:rPr>
              <w:t>should be Epoxy covered materials</w:t>
            </w:r>
          </w:p>
          <w:p w14:paraId="5C0B864E" w14:textId="77777777" w:rsidR="00EE1DED" w:rsidRDefault="00EE1DED" w:rsidP="00383B36">
            <w:pPr>
              <w:pStyle w:val="ListParagraph"/>
              <w:numPr>
                <w:ilvl w:val="0"/>
                <w:numId w:val="57"/>
              </w:numPr>
              <w:overflowPunct/>
              <w:autoSpaceDE/>
              <w:autoSpaceDN/>
              <w:adjustRightInd/>
              <w:ind w:left="1061"/>
              <w:contextualSpacing/>
              <w:textAlignment w:val="auto"/>
              <w:rPr>
                <w:color w:val="000000"/>
              </w:rPr>
            </w:pPr>
            <w:r>
              <w:rPr>
                <w:color w:val="000000"/>
              </w:rPr>
              <w:t>S</w:t>
            </w:r>
            <w:r w:rsidRPr="00337FAB">
              <w:rPr>
                <w:color w:val="000000"/>
              </w:rPr>
              <w:t xml:space="preserve">hould have chemical, heat resistant for lab special use. Resistant to abrasion, scratches. </w:t>
            </w:r>
          </w:p>
          <w:p w14:paraId="412C3C12" w14:textId="77777777" w:rsidR="00EE1DED" w:rsidRDefault="00EE1DED" w:rsidP="00383B36">
            <w:pPr>
              <w:pStyle w:val="ListParagraph"/>
              <w:numPr>
                <w:ilvl w:val="0"/>
                <w:numId w:val="57"/>
              </w:numPr>
              <w:overflowPunct/>
              <w:autoSpaceDE/>
              <w:autoSpaceDN/>
              <w:adjustRightInd/>
              <w:ind w:left="1061"/>
              <w:contextualSpacing/>
              <w:textAlignment w:val="auto"/>
              <w:rPr>
                <w:color w:val="000000"/>
              </w:rPr>
            </w:pPr>
            <w:r w:rsidRPr="00337FAB">
              <w:rPr>
                <w:color w:val="000000"/>
              </w:rPr>
              <w:t xml:space="preserve">Should be smooth and clean with easy to maintain and long lasting. </w:t>
            </w:r>
          </w:p>
          <w:p w14:paraId="5909614B" w14:textId="77777777" w:rsidR="00EE1DED" w:rsidRPr="00337FAB" w:rsidRDefault="00EE1DED" w:rsidP="00383B36">
            <w:pPr>
              <w:pStyle w:val="ListParagraph"/>
              <w:numPr>
                <w:ilvl w:val="0"/>
                <w:numId w:val="57"/>
              </w:numPr>
              <w:overflowPunct/>
              <w:autoSpaceDE/>
              <w:autoSpaceDN/>
              <w:adjustRightInd/>
              <w:ind w:left="1061"/>
              <w:contextualSpacing/>
              <w:textAlignment w:val="auto"/>
              <w:rPr>
                <w:color w:val="000000"/>
              </w:rPr>
            </w:pPr>
            <w:r w:rsidRPr="00337FAB">
              <w:rPr>
                <w:color w:val="000000"/>
              </w:rPr>
              <w:t>Should be corrosive resistant steel base structure and can be load up to 500KG.</w:t>
            </w:r>
          </w:p>
          <w:p w14:paraId="57E66385" w14:textId="77777777" w:rsidR="00EE1DED" w:rsidRPr="00383B36" w:rsidRDefault="00EE1DED" w:rsidP="00383B36">
            <w:pPr>
              <w:pStyle w:val="ListParagraph"/>
              <w:numPr>
                <w:ilvl w:val="0"/>
                <w:numId w:val="57"/>
              </w:numPr>
              <w:overflowPunct/>
              <w:autoSpaceDE/>
              <w:autoSpaceDN/>
              <w:adjustRightInd/>
              <w:ind w:left="1061"/>
              <w:contextualSpacing/>
              <w:textAlignment w:val="auto"/>
              <w:rPr>
                <w:color w:val="000000"/>
                <w:lang w:val="fr-FR"/>
              </w:rPr>
            </w:pPr>
            <w:r w:rsidRPr="00383B36">
              <w:rPr>
                <w:color w:val="000000"/>
                <w:lang w:val="fr-FR"/>
              </w:rPr>
              <w:t>Dimension: (</w:t>
            </w:r>
            <w:proofErr w:type="spellStart"/>
            <w:r w:rsidRPr="00383B36">
              <w:rPr>
                <w:color w:val="000000"/>
                <w:lang w:val="fr-FR"/>
              </w:rPr>
              <w:t>WxLxH</w:t>
            </w:r>
            <w:proofErr w:type="spellEnd"/>
            <w:r w:rsidRPr="00383B36">
              <w:rPr>
                <w:color w:val="000000"/>
                <w:lang w:val="fr-FR"/>
              </w:rPr>
              <w:t>) 1-1.5m x 2-2.5m x 0.8-1m</w:t>
            </w:r>
          </w:p>
          <w:p w14:paraId="3C84C706"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Bench should have mobile pedestal</w:t>
            </w:r>
            <w:r>
              <w:rPr>
                <w:color w:val="000000"/>
              </w:rPr>
              <w:t>s</w:t>
            </w:r>
            <w:r w:rsidRPr="00337FAB">
              <w:rPr>
                <w:color w:val="000000"/>
              </w:rPr>
              <w:t xml:space="preserve"> for each side and should be fit under the benchtop. Mobile pedestal</w:t>
            </w:r>
            <w:r>
              <w:rPr>
                <w:color w:val="000000"/>
              </w:rPr>
              <w:t>s</w:t>
            </w:r>
            <w:r w:rsidRPr="00337FAB">
              <w:rPr>
                <w:color w:val="000000"/>
              </w:rPr>
              <w:t xml:space="preserve"> should have with 3 drawers and locking top drawer. Should be full assembled dual overhead shelves and shelves should be height adjustable with in 10mm increments.</w:t>
            </w:r>
          </w:p>
          <w:p w14:paraId="4CD405A0"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Electrical service outlets should be equipped on the work surface or on the overhead shelves (all sockets can be supplied with splash proof covers to enhance safety and durability).</w:t>
            </w:r>
          </w:p>
          <w:p w14:paraId="7CE899CC"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Eye wash station placed at one side of the central bench: sink with two shower heads made of high-quality cooper, the surface is coated by epoxy, activated by hand motion sensor, the shower heads provide quick and rapid flushing, but still gentle enough not to cause injury to eyes.</w:t>
            </w:r>
          </w:p>
          <w:p w14:paraId="02611CAD" w14:textId="77777777" w:rsidR="00EE1DED" w:rsidRPr="00B04FF0" w:rsidRDefault="00EE1DED" w:rsidP="00383B36">
            <w:pPr>
              <w:ind w:left="360"/>
              <w:rPr>
                <w:i/>
                <w:iCs/>
                <w:color w:val="000000"/>
                <w:u w:val="single"/>
              </w:rPr>
            </w:pPr>
            <w:r w:rsidRPr="00B04FF0">
              <w:rPr>
                <w:i/>
                <w:iCs/>
                <w:color w:val="000000"/>
                <w:u w:val="single"/>
              </w:rPr>
              <w:t xml:space="preserve">Laboratory chairs: </w:t>
            </w:r>
          </w:p>
          <w:p w14:paraId="6295CC2C"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99389A">
              <w:rPr>
                <w:color w:val="000000"/>
              </w:rPr>
              <w:t xml:space="preserve">Ergonomic and flexible with weight adjustment, seat depth adjustment, adjustable seat inclination and backrest adjustable in height. </w:t>
            </w:r>
          </w:p>
          <w:p w14:paraId="27C69E16"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99389A">
              <w:rPr>
                <w:color w:val="000000"/>
              </w:rPr>
              <w:t xml:space="preserve">Seat height 450 – 650 mm. </w:t>
            </w:r>
          </w:p>
          <w:p w14:paraId="09AB8444" w14:textId="77777777" w:rsidR="00EE1DED" w:rsidRPr="00913FB2" w:rsidRDefault="00EE1DED" w:rsidP="00383B36">
            <w:pPr>
              <w:pStyle w:val="ListParagraph"/>
              <w:numPr>
                <w:ilvl w:val="0"/>
                <w:numId w:val="48"/>
              </w:numPr>
              <w:overflowPunct/>
              <w:autoSpaceDE/>
              <w:autoSpaceDN/>
              <w:adjustRightInd/>
              <w:contextualSpacing/>
              <w:textAlignment w:val="auto"/>
              <w:rPr>
                <w:color w:val="000000"/>
              </w:rPr>
            </w:pPr>
            <w:r w:rsidRPr="0099389A">
              <w:rPr>
                <w:color w:val="000000"/>
              </w:rPr>
              <w:t>Hygienic design with minimal joints for easy cleaning and disinfection.</w:t>
            </w:r>
          </w:p>
        </w:tc>
        <w:tc>
          <w:tcPr>
            <w:tcW w:w="4432" w:type="dxa"/>
            <w:tcBorders>
              <w:bottom w:val="single" w:sz="4" w:space="0" w:color="auto"/>
            </w:tcBorders>
          </w:tcPr>
          <w:p w14:paraId="290A36BE" w14:textId="77777777" w:rsidR="00EE1DED" w:rsidRPr="00F73CB6" w:rsidRDefault="00EE1DED" w:rsidP="00383B36">
            <w:pPr>
              <w:rPr>
                <w:b/>
                <w:bCs/>
                <w:color w:val="000000"/>
              </w:rPr>
            </w:pPr>
          </w:p>
        </w:tc>
        <w:tc>
          <w:tcPr>
            <w:tcW w:w="1565" w:type="dxa"/>
            <w:tcBorders>
              <w:bottom w:val="single" w:sz="4" w:space="0" w:color="auto"/>
            </w:tcBorders>
          </w:tcPr>
          <w:p w14:paraId="4E56B832" w14:textId="77777777" w:rsidR="00EE1DED" w:rsidRPr="00F73CB6" w:rsidRDefault="00EE1DED" w:rsidP="00383B36">
            <w:pPr>
              <w:rPr>
                <w:b/>
                <w:bCs/>
                <w:color w:val="000000"/>
              </w:rPr>
            </w:pPr>
          </w:p>
        </w:tc>
        <w:tc>
          <w:tcPr>
            <w:tcW w:w="1764" w:type="dxa"/>
            <w:tcBorders>
              <w:bottom w:val="single" w:sz="4" w:space="0" w:color="auto"/>
            </w:tcBorders>
          </w:tcPr>
          <w:p w14:paraId="7B2E9EE3" w14:textId="35A67802" w:rsidR="00EE1DED" w:rsidRPr="00F73CB6" w:rsidRDefault="00EE1DED" w:rsidP="00383B36">
            <w:pPr>
              <w:rPr>
                <w:b/>
                <w:bCs/>
                <w:color w:val="000000"/>
              </w:rPr>
            </w:pPr>
          </w:p>
        </w:tc>
      </w:tr>
      <w:tr w:rsidR="00EE1DED" w:rsidRPr="00337FAB" w14:paraId="78591666" w14:textId="4692730F" w:rsidTr="006C1BE1">
        <w:trPr>
          <w:trHeight w:val="80"/>
        </w:trPr>
        <w:tc>
          <w:tcPr>
            <w:tcW w:w="840" w:type="dxa"/>
            <w:tcBorders>
              <w:bottom w:val="single" w:sz="4" w:space="0" w:color="auto"/>
            </w:tcBorders>
            <w:shd w:val="clear" w:color="auto" w:fill="DAEEF3" w:themeFill="accent5" w:themeFillTint="33"/>
          </w:tcPr>
          <w:p w14:paraId="0EE4D129" w14:textId="77777777" w:rsidR="00EE1DED" w:rsidRPr="00337FAB" w:rsidRDefault="00EE1DED" w:rsidP="00383B36">
            <w:pPr>
              <w:ind w:firstLineChars="500" w:firstLine="1000"/>
              <w:rPr>
                <w:color w:val="000000"/>
              </w:rPr>
            </w:pPr>
          </w:p>
        </w:tc>
        <w:tc>
          <w:tcPr>
            <w:tcW w:w="4619" w:type="dxa"/>
            <w:tcBorders>
              <w:bottom w:val="single" w:sz="4" w:space="0" w:color="auto"/>
            </w:tcBorders>
            <w:shd w:val="clear" w:color="auto" w:fill="auto"/>
          </w:tcPr>
          <w:p w14:paraId="7B38BA47" w14:textId="77777777" w:rsidR="00EE1DED" w:rsidRDefault="00EE1DED" w:rsidP="00383B36">
            <w:pPr>
              <w:rPr>
                <w:b/>
                <w:bCs/>
                <w:color w:val="000000"/>
              </w:rPr>
            </w:pPr>
            <w:r>
              <w:rPr>
                <w:b/>
                <w:bCs/>
                <w:color w:val="000000"/>
              </w:rPr>
              <w:t>Safety &amp; product Standards:</w:t>
            </w:r>
          </w:p>
          <w:p w14:paraId="4A4F3253"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Resistant to all usual disinfectants and chemicals in accordance with ISO 2812.</w:t>
            </w:r>
          </w:p>
          <w:p w14:paraId="5B4A6FC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Antibacterial upholstered covering. Suitable for cleanrooms category 3 in accordance with ISO 14644-1.</w:t>
            </w:r>
          </w:p>
          <w:p w14:paraId="51AFB030"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Adheres to biosafety level BSL2 and BSL3 of the Directive of Biological Agents.</w:t>
            </w:r>
          </w:p>
          <w:p w14:paraId="12E86436" w14:textId="4B647282" w:rsidR="00EE1DED" w:rsidRPr="003265D5" w:rsidRDefault="00EE1DED" w:rsidP="003265D5">
            <w:pPr>
              <w:pStyle w:val="ListParagraph"/>
              <w:numPr>
                <w:ilvl w:val="0"/>
                <w:numId w:val="48"/>
              </w:numPr>
              <w:overflowPunct/>
              <w:autoSpaceDE/>
              <w:autoSpaceDN/>
              <w:adjustRightInd/>
              <w:contextualSpacing/>
              <w:textAlignment w:val="auto"/>
              <w:rPr>
                <w:color w:val="000000"/>
              </w:rPr>
            </w:pPr>
            <w:r w:rsidRPr="00337FAB">
              <w:rPr>
                <w:color w:val="000000"/>
              </w:rPr>
              <w:t>UNFPA Compliance to regulatory requirements: QMS of the manufacturing site ISO 9001</w:t>
            </w:r>
          </w:p>
        </w:tc>
        <w:tc>
          <w:tcPr>
            <w:tcW w:w="4432" w:type="dxa"/>
            <w:tcBorders>
              <w:bottom w:val="single" w:sz="4" w:space="0" w:color="auto"/>
            </w:tcBorders>
          </w:tcPr>
          <w:p w14:paraId="2317BB52" w14:textId="77777777" w:rsidR="00EE1DED" w:rsidRDefault="00EE1DED" w:rsidP="00383B36">
            <w:pPr>
              <w:rPr>
                <w:b/>
                <w:bCs/>
                <w:color w:val="000000"/>
              </w:rPr>
            </w:pPr>
          </w:p>
        </w:tc>
        <w:tc>
          <w:tcPr>
            <w:tcW w:w="1565" w:type="dxa"/>
            <w:tcBorders>
              <w:bottom w:val="single" w:sz="4" w:space="0" w:color="auto"/>
            </w:tcBorders>
          </w:tcPr>
          <w:p w14:paraId="486F1104" w14:textId="77777777" w:rsidR="00EE1DED" w:rsidRDefault="00EE1DED" w:rsidP="00383B36">
            <w:pPr>
              <w:rPr>
                <w:b/>
                <w:bCs/>
                <w:color w:val="000000"/>
              </w:rPr>
            </w:pPr>
          </w:p>
        </w:tc>
        <w:tc>
          <w:tcPr>
            <w:tcW w:w="1764" w:type="dxa"/>
            <w:tcBorders>
              <w:bottom w:val="single" w:sz="4" w:space="0" w:color="auto"/>
            </w:tcBorders>
          </w:tcPr>
          <w:p w14:paraId="7B54E561" w14:textId="6FE53D56" w:rsidR="00EE1DED" w:rsidRDefault="00EE1DED" w:rsidP="00383B36">
            <w:pPr>
              <w:rPr>
                <w:b/>
                <w:bCs/>
                <w:color w:val="000000"/>
              </w:rPr>
            </w:pPr>
          </w:p>
        </w:tc>
      </w:tr>
      <w:tr w:rsidR="00EE1DED" w:rsidRPr="00337FAB" w14:paraId="47449645" w14:textId="02F0BFC4" w:rsidTr="006C1BE1">
        <w:trPr>
          <w:trHeight w:val="53"/>
        </w:trPr>
        <w:tc>
          <w:tcPr>
            <w:tcW w:w="840" w:type="dxa"/>
            <w:vMerge w:val="restart"/>
            <w:shd w:val="clear" w:color="auto" w:fill="DAEEF3" w:themeFill="accent5" w:themeFillTint="33"/>
          </w:tcPr>
          <w:p w14:paraId="0CBD3C65" w14:textId="77777777" w:rsidR="00EE1DED" w:rsidRPr="00C34340" w:rsidRDefault="00EE1DED" w:rsidP="00383B36">
            <w:pPr>
              <w:rPr>
                <w:b/>
                <w:bCs/>
                <w:color w:val="000000"/>
              </w:rPr>
            </w:pPr>
            <w:r>
              <w:rPr>
                <w:b/>
                <w:bCs/>
                <w:color w:val="000000"/>
              </w:rPr>
              <w:t>Item 13</w:t>
            </w:r>
          </w:p>
        </w:tc>
        <w:tc>
          <w:tcPr>
            <w:tcW w:w="4619" w:type="dxa"/>
            <w:shd w:val="clear" w:color="auto" w:fill="DAEEF3" w:themeFill="accent5" w:themeFillTint="33"/>
          </w:tcPr>
          <w:p w14:paraId="126EFF4B" w14:textId="6789C44F" w:rsidR="00EE1DED" w:rsidRPr="003265D5" w:rsidRDefault="00EE1DED" w:rsidP="00383B36">
            <w:r w:rsidRPr="00567B62">
              <w:rPr>
                <w:b/>
                <w:bCs/>
              </w:rPr>
              <w:t>CENTRIFUGE HIGH SPEED</w:t>
            </w:r>
            <w:r w:rsidRPr="00337FAB">
              <w:rPr>
                <w:b/>
                <w:bCs/>
              </w:rPr>
              <w:t xml:space="preserve"> </w:t>
            </w:r>
            <w:r>
              <w:t>(</w:t>
            </w:r>
            <w:r w:rsidRPr="0059342A">
              <w:t>3 pcs</w:t>
            </w:r>
            <w:r>
              <w:t>)</w:t>
            </w:r>
          </w:p>
        </w:tc>
        <w:tc>
          <w:tcPr>
            <w:tcW w:w="4432" w:type="dxa"/>
            <w:shd w:val="clear" w:color="auto" w:fill="DAEEF3" w:themeFill="accent5" w:themeFillTint="33"/>
          </w:tcPr>
          <w:p w14:paraId="421BCAD9" w14:textId="77777777" w:rsidR="00EE1DED" w:rsidRPr="00567B62" w:rsidRDefault="00EE1DED" w:rsidP="00383B36">
            <w:pPr>
              <w:rPr>
                <w:b/>
                <w:bCs/>
              </w:rPr>
            </w:pPr>
          </w:p>
        </w:tc>
        <w:tc>
          <w:tcPr>
            <w:tcW w:w="1565" w:type="dxa"/>
            <w:shd w:val="clear" w:color="auto" w:fill="DAEEF3" w:themeFill="accent5" w:themeFillTint="33"/>
          </w:tcPr>
          <w:p w14:paraId="7B0AB7B5" w14:textId="77777777" w:rsidR="00EE1DED" w:rsidRPr="00567B62" w:rsidRDefault="00EE1DED" w:rsidP="00383B36">
            <w:pPr>
              <w:rPr>
                <w:b/>
                <w:bCs/>
              </w:rPr>
            </w:pPr>
          </w:p>
        </w:tc>
        <w:tc>
          <w:tcPr>
            <w:tcW w:w="1764" w:type="dxa"/>
            <w:shd w:val="clear" w:color="auto" w:fill="DAEEF3" w:themeFill="accent5" w:themeFillTint="33"/>
          </w:tcPr>
          <w:p w14:paraId="68F969B0" w14:textId="67EC9B32" w:rsidR="00EE1DED" w:rsidRPr="00567B62" w:rsidRDefault="00EE1DED" w:rsidP="00383B36">
            <w:pPr>
              <w:rPr>
                <w:b/>
                <w:bCs/>
              </w:rPr>
            </w:pPr>
          </w:p>
        </w:tc>
      </w:tr>
      <w:tr w:rsidR="00EE1DED" w:rsidRPr="00337FAB" w14:paraId="539FF9B8" w14:textId="43587A94" w:rsidTr="006C1BE1">
        <w:trPr>
          <w:trHeight w:val="1961"/>
        </w:trPr>
        <w:tc>
          <w:tcPr>
            <w:tcW w:w="840" w:type="dxa"/>
            <w:vMerge/>
            <w:shd w:val="clear" w:color="auto" w:fill="DAEEF3" w:themeFill="accent5" w:themeFillTint="33"/>
          </w:tcPr>
          <w:p w14:paraId="2D45AD7C" w14:textId="77777777" w:rsidR="00EE1DED" w:rsidRPr="00337FAB" w:rsidRDefault="00EE1DED" w:rsidP="00383B36">
            <w:pPr>
              <w:rPr>
                <w:color w:val="000000"/>
              </w:rPr>
            </w:pPr>
          </w:p>
        </w:tc>
        <w:tc>
          <w:tcPr>
            <w:tcW w:w="4619" w:type="dxa"/>
            <w:shd w:val="clear" w:color="auto" w:fill="auto"/>
            <w:hideMark/>
          </w:tcPr>
          <w:p w14:paraId="651D2E69" w14:textId="77777777" w:rsidR="00EE1DED" w:rsidRPr="00F73CB6" w:rsidRDefault="00EE1DED" w:rsidP="00383B36">
            <w:pPr>
              <w:rPr>
                <w:b/>
                <w:bCs/>
                <w:color w:val="000000"/>
              </w:rPr>
            </w:pPr>
            <w:r w:rsidRPr="00F73CB6">
              <w:rPr>
                <w:b/>
                <w:bCs/>
                <w:color w:val="000000"/>
              </w:rPr>
              <w:t>Product description:</w:t>
            </w:r>
          </w:p>
          <w:p w14:paraId="2B8A4D1C" w14:textId="77777777" w:rsidR="00EE1DED" w:rsidRDefault="00EE1DED" w:rsidP="00383B36">
            <w:pPr>
              <w:rPr>
                <w:color w:val="000000"/>
              </w:rPr>
            </w:pPr>
            <w:r w:rsidRPr="00337FAB">
              <w:rPr>
                <w:color w:val="000000"/>
              </w:rPr>
              <w:t>Centrifuge for laboratory usage, cooled, high-speed. Separates component parts of the samples by centrifugal force, has facility for several samples at once, rotated in a balanced fashion. Speed, duration and temperature of operation can be controlled by a user.</w:t>
            </w:r>
          </w:p>
          <w:p w14:paraId="73BCF247" w14:textId="77777777" w:rsidR="00EE1DED" w:rsidRDefault="00EE1DED" w:rsidP="00383B36">
            <w:pPr>
              <w:rPr>
                <w:color w:val="000000"/>
              </w:rPr>
            </w:pPr>
          </w:p>
          <w:p w14:paraId="32A77618" w14:textId="77777777" w:rsidR="00EE1DED" w:rsidRPr="00F73CB6" w:rsidRDefault="00EE1DED" w:rsidP="00383B36">
            <w:pPr>
              <w:rPr>
                <w:b/>
                <w:bCs/>
                <w:color w:val="000000"/>
              </w:rPr>
            </w:pPr>
            <w:r w:rsidRPr="00F73CB6">
              <w:rPr>
                <w:b/>
                <w:bCs/>
                <w:color w:val="000000"/>
              </w:rPr>
              <w:t>Specification:</w:t>
            </w:r>
          </w:p>
          <w:p w14:paraId="5D6A4A90"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The routine benchtop, cooled centrifuge with microprocessor controller</w:t>
            </w:r>
          </w:p>
          <w:p w14:paraId="51BB59F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Max. Speed up to 14000 rpm</w:t>
            </w:r>
          </w:p>
          <w:p w14:paraId="1B7748E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Capacity up to 4 L</w:t>
            </w:r>
          </w:p>
          <w:p w14:paraId="4A34762C"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Noise Level &lt;61dba</w:t>
            </w:r>
          </w:p>
          <w:p w14:paraId="59A64EEC"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With a timer</w:t>
            </w:r>
          </w:p>
          <w:p w14:paraId="5C2EA4E0"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Sample tube mounting and access to be by quick and simple procedure</w:t>
            </w:r>
          </w:p>
          <w:p w14:paraId="047809DC"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With auto-lock system</w:t>
            </w:r>
          </w:p>
          <w:p w14:paraId="0C1EE04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Supplied with both fixed-angle and horizontal (swinging bucket) rotor fittings</w:t>
            </w:r>
          </w:p>
          <w:p w14:paraId="178F4689"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Lid interlock required, lid to include seal to prevent aerosol or particle expulsion. Closed lid security system during operation</w:t>
            </w:r>
          </w:p>
          <w:p w14:paraId="6E91AC7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Stainless steel rotor chamber</w:t>
            </w:r>
          </w:p>
          <w:p w14:paraId="659241F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Brushless motor</w:t>
            </w:r>
          </w:p>
          <w:p w14:paraId="36FABBB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Imbalance sensor with safety shut down</w:t>
            </w:r>
          </w:p>
          <w:p w14:paraId="4C001A6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Electrical supply: 220-240V, 50/60Hz, ±10%.  Approx.6A</w:t>
            </w:r>
          </w:p>
          <w:p w14:paraId="3B026AE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Displayed parameters:</w:t>
            </w:r>
          </w:p>
          <w:p w14:paraId="66CB7582" w14:textId="77777777" w:rsidR="00EE1DED" w:rsidRPr="00F73CB6" w:rsidRDefault="00EE1DED" w:rsidP="00383B36">
            <w:pPr>
              <w:pStyle w:val="ListParagraph"/>
              <w:numPr>
                <w:ilvl w:val="1"/>
                <w:numId w:val="54"/>
              </w:numPr>
              <w:overflowPunct/>
              <w:autoSpaceDE/>
              <w:autoSpaceDN/>
              <w:adjustRightInd/>
              <w:contextualSpacing/>
              <w:textAlignment w:val="auto"/>
              <w:rPr>
                <w:rFonts w:ascii="Arial" w:hAnsi="Arial" w:cs="Arial"/>
                <w:color w:val="000000"/>
              </w:rPr>
            </w:pPr>
            <w:r w:rsidRPr="00F73CB6">
              <w:rPr>
                <w:rFonts w:eastAsia="Arial"/>
                <w:color w:val="000000"/>
              </w:rPr>
              <w:t>Alert indicators are required for imbalance, lid open and cycle complete.</w:t>
            </w:r>
          </w:p>
          <w:p w14:paraId="2667DD69" w14:textId="77777777" w:rsidR="00EE1DED" w:rsidRPr="00F73CB6" w:rsidRDefault="00EE1DED" w:rsidP="00383B36">
            <w:pPr>
              <w:pStyle w:val="ListParagraph"/>
              <w:numPr>
                <w:ilvl w:val="1"/>
                <w:numId w:val="54"/>
              </w:numPr>
              <w:overflowPunct/>
              <w:autoSpaceDE/>
              <w:autoSpaceDN/>
              <w:adjustRightInd/>
              <w:contextualSpacing/>
              <w:textAlignment w:val="auto"/>
              <w:rPr>
                <w:rFonts w:ascii="Arial" w:hAnsi="Arial" w:cs="Arial"/>
                <w:color w:val="000000"/>
              </w:rPr>
            </w:pPr>
            <w:r w:rsidRPr="00F73CB6">
              <w:rPr>
                <w:rFonts w:eastAsia="Arial"/>
                <w:color w:val="000000"/>
              </w:rPr>
              <w:t>Timer display required, showing cycle time remaining.</w:t>
            </w:r>
          </w:p>
          <w:p w14:paraId="79A5CF2C" w14:textId="77777777" w:rsidR="00EE1DED" w:rsidRPr="00F73CB6" w:rsidRDefault="00EE1DED" w:rsidP="00383B36">
            <w:pPr>
              <w:pStyle w:val="ListParagraph"/>
              <w:numPr>
                <w:ilvl w:val="1"/>
                <w:numId w:val="54"/>
              </w:numPr>
              <w:overflowPunct/>
              <w:autoSpaceDE/>
              <w:autoSpaceDN/>
              <w:adjustRightInd/>
              <w:contextualSpacing/>
              <w:textAlignment w:val="auto"/>
              <w:rPr>
                <w:rFonts w:ascii="Arial" w:hAnsi="Arial" w:cs="Arial"/>
                <w:color w:val="000000"/>
              </w:rPr>
            </w:pPr>
            <w:r w:rsidRPr="00F73CB6">
              <w:rPr>
                <w:rFonts w:eastAsia="Arial"/>
                <w:color w:val="000000"/>
              </w:rPr>
              <w:t>Speed</w:t>
            </w:r>
          </w:p>
          <w:p w14:paraId="6909B68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Accessories: To be supplied with swing out rotor including various types of buckets and hygienic lids:</w:t>
            </w:r>
          </w:p>
          <w:p w14:paraId="34AB65E1" w14:textId="77777777" w:rsidR="00EE1DED" w:rsidRPr="00F73CB6" w:rsidRDefault="00EE1DED" w:rsidP="00383B36">
            <w:pPr>
              <w:pStyle w:val="ListParagraph"/>
              <w:numPr>
                <w:ilvl w:val="1"/>
                <w:numId w:val="54"/>
              </w:numPr>
              <w:overflowPunct/>
              <w:autoSpaceDE/>
              <w:autoSpaceDN/>
              <w:adjustRightInd/>
              <w:contextualSpacing/>
              <w:textAlignment w:val="auto"/>
              <w:rPr>
                <w:rFonts w:eastAsia="Arial"/>
                <w:color w:val="000000"/>
              </w:rPr>
            </w:pPr>
            <w:r w:rsidRPr="00337FAB">
              <w:rPr>
                <w:rFonts w:eastAsia="Arial"/>
                <w:color w:val="000000"/>
              </w:rPr>
              <w:t>tube inserts for sealed rotor for 50 ml conical tube</w:t>
            </w:r>
          </w:p>
          <w:p w14:paraId="2E703B9C" w14:textId="77777777" w:rsidR="00EE1DED" w:rsidRPr="00F73CB6" w:rsidRDefault="00EE1DED" w:rsidP="00383B36">
            <w:pPr>
              <w:pStyle w:val="ListParagraph"/>
              <w:numPr>
                <w:ilvl w:val="1"/>
                <w:numId w:val="54"/>
              </w:numPr>
              <w:overflowPunct/>
              <w:autoSpaceDE/>
              <w:autoSpaceDN/>
              <w:adjustRightInd/>
              <w:contextualSpacing/>
              <w:textAlignment w:val="auto"/>
              <w:rPr>
                <w:rFonts w:eastAsia="Arial"/>
                <w:color w:val="000000"/>
              </w:rPr>
            </w:pPr>
            <w:r w:rsidRPr="00337FAB">
              <w:rPr>
                <w:rFonts w:eastAsia="Arial"/>
                <w:color w:val="000000"/>
              </w:rPr>
              <w:t>tube inserts for sealed rotor for 15 ml conical tube</w:t>
            </w:r>
          </w:p>
          <w:p w14:paraId="22ABA578" w14:textId="77777777" w:rsidR="00EE1DED" w:rsidRPr="00F73CB6" w:rsidRDefault="00EE1DED" w:rsidP="00383B36">
            <w:pPr>
              <w:pStyle w:val="ListParagraph"/>
              <w:numPr>
                <w:ilvl w:val="1"/>
                <w:numId w:val="54"/>
              </w:numPr>
              <w:overflowPunct/>
              <w:autoSpaceDE/>
              <w:autoSpaceDN/>
              <w:adjustRightInd/>
              <w:contextualSpacing/>
              <w:textAlignment w:val="auto"/>
              <w:rPr>
                <w:rFonts w:eastAsia="Arial"/>
                <w:color w:val="000000"/>
              </w:rPr>
            </w:pPr>
            <w:r w:rsidRPr="00337FAB">
              <w:rPr>
                <w:rFonts w:eastAsia="Arial"/>
                <w:color w:val="000000"/>
              </w:rPr>
              <w:t xml:space="preserve">tube inserts for sealed rotor for 5/7 ml conical tube  </w:t>
            </w:r>
          </w:p>
          <w:p w14:paraId="2DF79F3F" w14:textId="77777777" w:rsidR="00EE1DED" w:rsidRPr="00F73CB6" w:rsidRDefault="00EE1DED" w:rsidP="00383B36">
            <w:pPr>
              <w:pStyle w:val="ListParagraph"/>
              <w:numPr>
                <w:ilvl w:val="1"/>
                <w:numId w:val="54"/>
              </w:numPr>
              <w:overflowPunct/>
              <w:autoSpaceDE/>
              <w:autoSpaceDN/>
              <w:adjustRightInd/>
              <w:contextualSpacing/>
              <w:textAlignment w:val="auto"/>
              <w:rPr>
                <w:rFonts w:eastAsia="Arial"/>
                <w:color w:val="000000"/>
              </w:rPr>
            </w:pPr>
            <w:r w:rsidRPr="00337FAB">
              <w:rPr>
                <w:rFonts w:eastAsia="Arial"/>
                <w:color w:val="000000"/>
              </w:rPr>
              <w:t>tube inserts for sealed rotor for 2 ml Eppendorf tube</w:t>
            </w:r>
          </w:p>
          <w:p w14:paraId="0FA505A3"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The case is to be cleanable with laboratory grade disinfectants</w:t>
            </w:r>
          </w:p>
          <w:p w14:paraId="48D5F836"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Estimated Life Span: 5 years</w:t>
            </w:r>
          </w:p>
        </w:tc>
        <w:tc>
          <w:tcPr>
            <w:tcW w:w="4432" w:type="dxa"/>
          </w:tcPr>
          <w:p w14:paraId="5733478B" w14:textId="77777777" w:rsidR="00EE1DED" w:rsidRPr="00F73CB6" w:rsidRDefault="00EE1DED" w:rsidP="00383B36">
            <w:pPr>
              <w:rPr>
                <w:b/>
                <w:bCs/>
                <w:color w:val="000000"/>
              </w:rPr>
            </w:pPr>
          </w:p>
        </w:tc>
        <w:tc>
          <w:tcPr>
            <w:tcW w:w="1565" w:type="dxa"/>
          </w:tcPr>
          <w:p w14:paraId="7C92A759" w14:textId="77777777" w:rsidR="00EE1DED" w:rsidRPr="00F73CB6" w:rsidRDefault="00EE1DED" w:rsidP="00383B36">
            <w:pPr>
              <w:rPr>
                <w:b/>
                <w:bCs/>
                <w:color w:val="000000"/>
              </w:rPr>
            </w:pPr>
          </w:p>
        </w:tc>
        <w:tc>
          <w:tcPr>
            <w:tcW w:w="1764" w:type="dxa"/>
          </w:tcPr>
          <w:p w14:paraId="346350FD" w14:textId="6536A632" w:rsidR="00EE1DED" w:rsidRPr="00F73CB6" w:rsidRDefault="00EE1DED" w:rsidP="00383B36">
            <w:pPr>
              <w:rPr>
                <w:b/>
                <w:bCs/>
                <w:color w:val="000000"/>
              </w:rPr>
            </w:pPr>
          </w:p>
        </w:tc>
      </w:tr>
      <w:tr w:rsidR="00EE1DED" w:rsidRPr="00337FAB" w14:paraId="1286084F" w14:textId="6126CFDA" w:rsidTr="006C1BE1">
        <w:trPr>
          <w:trHeight w:val="300"/>
        </w:trPr>
        <w:tc>
          <w:tcPr>
            <w:tcW w:w="840" w:type="dxa"/>
            <w:vMerge/>
            <w:shd w:val="clear" w:color="auto" w:fill="DAEEF3" w:themeFill="accent5" w:themeFillTint="33"/>
          </w:tcPr>
          <w:p w14:paraId="3B3BFA56" w14:textId="77777777" w:rsidR="00EE1DED" w:rsidRPr="00337FAB" w:rsidRDefault="00EE1DED" w:rsidP="00383B36">
            <w:pPr>
              <w:rPr>
                <w:color w:val="000000"/>
              </w:rPr>
            </w:pPr>
          </w:p>
        </w:tc>
        <w:tc>
          <w:tcPr>
            <w:tcW w:w="4619" w:type="dxa"/>
            <w:shd w:val="clear" w:color="auto" w:fill="auto"/>
            <w:hideMark/>
          </w:tcPr>
          <w:p w14:paraId="06FF7DB4" w14:textId="77777777" w:rsidR="00EE1DED" w:rsidRPr="00337FAB" w:rsidRDefault="00EE1DED" w:rsidP="00383B36">
            <w:pPr>
              <w:rPr>
                <w:color w:val="000000"/>
              </w:rPr>
            </w:pPr>
            <w:r w:rsidRPr="00337FAB">
              <w:rPr>
                <w:b/>
                <w:bCs/>
                <w:color w:val="000000"/>
              </w:rPr>
              <w:t>Training and installation requirement:</w:t>
            </w:r>
            <w:r w:rsidRPr="00337FAB">
              <w:rPr>
                <w:rFonts w:eastAsia="Arial"/>
                <w:color w:val="000000"/>
              </w:rPr>
              <w:t xml:space="preserve"> Supplier to perform free installation training, safety and operation checks before handover.</w:t>
            </w:r>
          </w:p>
        </w:tc>
        <w:tc>
          <w:tcPr>
            <w:tcW w:w="4432" w:type="dxa"/>
          </w:tcPr>
          <w:p w14:paraId="464716D5" w14:textId="77777777" w:rsidR="00EE1DED" w:rsidRPr="00337FAB" w:rsidRDefault="00EE1DED" w:rsidP="00383B36">
            <w:pPr>
              <w:rPr>
                <w:b/>
                <w:bCs/>
                <w:color w:val="000000"/>
              </w:rPr>
            </w:pPr>
          </w:p>
        </w:tc>
        <w:tc>
          <w:tcPr>
            <w:tcW w:w="1565" w:type="dxa"/>
          </w:tcPr>
          <w:p w14:paraId="0A3A12B2" w14:textId="77777777" w:rsidR="00EE1DED" w:rsidRPr="00337FAB" w:rsidRDefault="00EE1DED" w:rsidP="00383B36">
            <w:pPr>
              <w:rPr>
                <w:b/>
                <w:bCs/>
                <w:color w:val="000000"/>
              </w:rPr>
            </w:pPr>
          </w:p>
        </w:tc>
        <w:tc>
          <w:tcPr>
            <w:tcW w:w="1764" w:type="dxa"/>
          </w:tcPr>
          <w:p w14:paraId="2900C526" w14:textId="212B03B6" w:rsidR="00EE1DED" w:rsidRPr="00337FAB" w:rsidRDefault="00EE1DED" w:rsidP="00383B36">
            <w:pPr>
              <w:rPr>
                <w:b/>
                <w:bCs/>
                <w:color w:val="000000"/>
              </w:rPr>
            </w:pPr>
          </w:p>
        </w:tc>
      </w:tr>
      <w:tr w:rsidR="00EE1DED" w:rsidRPr="00337FAB" w14:paraId="7DA03526" w14:textId="1D980C50" w:rsidTr="006C1BE1">
        <w:trPr>
          <w:trHeight w:val="80"/>
        </w:trPr>
        <w:tc>
          <w:tcPr>
            <w:tcW w:w="840" w:type="dxa"/>
            <w:vMerge/>
            <w:shd w:val="clear" w:color="auto" w:fill="DAEEF3" w:themeFill="accent5" w:themeFillTint="33"/>
          </w:tcPr>
          <w:p w14:paraId="3AF96EBB" w14:textId="77777777" w:rsidR="00EE1DED" w:rsidRPr="00337FAB" w:rsidRDefault="00EE1DED" w:rsidP="00383B36">
            <w:pPr>
              <w:ind w:firstLineChars="200" w:firstLine="400"/>
              <w:rPr>
                <w:rFonts w:ascii="Arial" w:eastAsia="Arial" w:hAnsi="Arial" w:cs="Arial"/>
                <w:color w:val="000000"/>
              </w:rPr>
            </w:pPr>
          </w:p>
        </w:tc>
        <w:tc>
          <w:tcPr>
            <w:tcW w:w="4619" w:type="dxa"/>
            <w:shd w:val="clear" w:color="auto" w:fill="auto"/>
            <w:hideMark/>
          </w:tcPr>
          <w:p w14:paraId="0E19BFF9"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0CE6643D"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Pr>
          <w:p w14:paraId="30188A60" w14:textId="77777777" w:rsidR="00EE1DED" w:rsidRDefault="00EE1DED" w:rsidP="00383B36">
            <w:pPr>
              <w:rPr>
                <w:b/>
                <w:bCs/>
                <w:color w:val="000000"/>
              </w:rPr>
            </w:pPr>
          </w:p>
        </w:tc>
        <w:tc>
          <w:tcPr>
            <w:tcW w:w="1565" w:type="dxa"/>
          </w:tcPr>
          <w:p w14:paraId="24C76128" w14:textId="77777777" w:rsidR="00EE1DED" w:rsidRDefault="00EE1DED" w:rsidP="00383B36">
            <w:pPr>
              <w:rPr>
                <w:b/>
                <w:bCs/>
                <w:color w:val="000000"/>
              </w:rPr>
            </w:pPr>
          </w:p>
        </w:tc>
        <w:tc>
          <w:tcPr>
            <w:tcW w:w="1764" w:type="dxa"/>
          </w:tcPr>
          <w:p w14:paraId="6D1D13CE" w14:textId="70EBE544" w:rsidR="00EE1DED" w:rsidRDefault="00EE1DED" w:rsidP="00383B36">
            <w:pPr>
              <w:rPr>
                <w:b/>
                <w:bCs/>
                <w:color w:val="000000"/>
              </w:rPr>
            </w:pPr>
          </w:p>
        </w:tc>
      </w:tr>
      <w:tr w:rsidR="00EE1DED" w:rsidRPr="00337FAB" w14:paraId="4481903A" w14:textId="0F8DAF43" w:rsidTr="006C1BE1">
        <w:trPr>
          <w:trHeight w:val="1043"/>
        </w:trPr>
        <w:tc>
          <w:tcPr>
            <w:tcW w:w="840" w:type="dxa"/>
            <w:vMerge/>
            <w:shd w:val="clear" w:color="auto" w:fill="DAEEF3" w:themeFill="accent5" w:themeFillTint="33"/>
          </w:tcPr>
          <w:p w14:paraId="0623ED77" w14:textId="77777777" w:rsidR="00EE1DED" w:rsidRPr="00337FAB" w:rsidRDefault="00EE1DED" w:rsidP="00383B36">
            <w:pPr>
              <w:ind w:firstLineChars="200" w:firstLine="400"/>
              <w:rPr>
                <w:rFonts w:ascii="Arial" w:eastAsia="Arial" w:hAnsi="Arial" w:cs="Arial"/>
                <w:color w:val="000000"/>
              </w:rPr>
            </w:pPr>
          </w:p>
        </w:tc>
        <w:tc>
          <w:tcPr>
            <w:tcW w:w="4619" w:type="dxa"/>
            <w:shd w:val="clear" w:color="auto" w:fill="auto"/>
          </w:tcPr>
          <w:p w14:paraId="2B59AF0C" w14:textId="77777777" w:rsidR="00EE1DED" w:rsidRDefault="00EE1DED" w:rsidP="00383B36">
            <w:pPr>
              <w:rPr>
                <w:b/>
                <w:bCs/>
                <w:color w:val="000000"/>
              </w:rPr>
            </w:pPr>
            <w:r>
              <w:rPr>
                <w:b/>
                <w:bCs/>
                <w:color w:val="000000"/>
              </w:rPr>
              <w:t>Safety &amp; product Standards:</w:t>
            </w:r>
          </w:p>
          <w:p w14:paraId="2A9D1768" w14:textId="77777777" w:rsidR="00EE1DED" w:rsidRDefault="00EE1DED" w:rsidP="00383B36">
            <w:pPr>
              <w:pStyle w:val="ListParagraph"/>
              <w:numPr>
                <w:ilvl w:val="0"/>
                <w:numId w:val="45"/>
              </w:numPr>
              <w:overflowPunct/>
              <w:autoSpaceDE/>
              <w:autoSpaceDN/>
              <w:adjustRightInd/>
              <w:contextualSpacing/>
              <w:textAlignment w:val="auto"/>
              <w:rPr>
                <w:color w:val="000000"/>
              </w:rPr>
            </w:pPr>
            <w:r w:rsidRPr="00337FAB">
              <w:rPr>
                <w:color w:val="000000"/>
              </w:rPr>
              <w:t>QMS of the manufacturing site: ISO 13485, or ISO 9001 or 21CFR820 (USA)</w:t>
            </w:r>
          </w:p>
          <w:p w14:paraId="6797C586" w14:textId="77777777" w:rsidR="00EE1DED" w:rsidRPr="00AF6022" w:rsidRDefault="00EE1DED" w:rsidP="00383B36">
            <w:pPr>
              <w:pStyle w:val="ListParagraph"/>
              <w:numPr>
                <w:ilvl w:val="0"/>
                <w:numId w:val="45"/>
              </w:numPr>
              <w:overflowPunct/>
              <w:autoSpaceDE/>
              <w:autoSpaceDN/>
              <w:adjustRightInd/>
              <w:contextualSpacing/>
              <w:textAlignment w:val="auto"/>
              <w:rPr>
                <w:color w:val="000000"/>
              </w:rPr>
            </w:pPr>
            <w:r w:rsidRPr="00AF602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5280ADAA" w14:textId="77777777" w:rsidR="00EE1DED" w:rsidRDefault="00EE1DED" w:rsidP="00383B36">
            <w:pPr>
              <w:rPr>
                <w:b/>
                <w:bCs/>
                <w:color w:val="000000"/>
              </w:rPr>
            </w:pPr>
          </w:p>
        </w:tc>
        <w:tc>
          <w:tcPr>
            <w:tcW w:w="1565" w:type="dxa"/>
          </w:tcPr>
          <w:p w14:paraId="2F0370FF" w14:textId="77777777" w:rsidR="00EE1DED" w:rsidRDefault="00EE1DED" w:rsidP="00383B36">
            <w:pPr>
              <w:rPr>
                <w:b/>
                <w:bCs/>
                <w:color w:val="000000"/>
              </w:rPr>
            </w:pPr>
          </w:p>
        </w:tc>
        <w:tc>
          <w:tcPr>
            <w:tcW w:w="1764" w:type="dxa"/>
          </w:tcPr>
          <w:p w14:paraId="498966B2" w14:textId="0FE71453" w:rsidR="00EE1DED" w:rsidRDefault="00EE1DED" w:rsidP="00383B36">
            <w:pPr>
              <w:rPr>
                <w:b/>
                <w:bCs/>
                <w:color w:val="000000"/>
              </w:rPr>
            </w:pPr>
          </w:p>
        </w:tc>
      </w:tr>
      <w:tr w:rsidR="00EE1DED" w:rsidRPr="00337FAB" w14:paraId="0E6D7E6B" w14:textId="37358DD6" w:rsidTr="006C1BE1">
        <w:trPr>
          <w:trHeight w:val="300"/>
        </w:trPr>
        <w:tc>
          <w:tcPr>
            <w:tcW w:w="840" w:type="dxa"/>
            <w:vMerge/>
            <w:shd w:val="clear" w:color="auto" w:fill="DAEEF3" w:themeFill="accent5" w:themeFillTint="33"/>
          </w:tcPr>
          <w:p w14:paraId="3986E626" w14:textId="77777777" w:rsidR="00EE1DED" w:rsidRPr="00337FAB" w:rsidRDefault="00EE1DED" w:rsidP="00383B36">
            <w:pPr>
              <w:rPr>
                <w:color w:val="000000"/>
              </w:rPr>
            </w:pPr>
          </w:p>
        </w:tc>
        <w:tc>
          <w:tcPr>
            <w:tcW w:w="4619" w:type="dxa"/>
            <w:shd w:val="clear" w:color="auto" w:fill="auto"/>
            <w:hideMark/>
          </w:tcPr>
          <w:p w14:paraId="07381AEC" w14:textId="77777777" w:rsidR="00EE1DED" w:rsidRPr="00337FAB" w:rsidRDefault="00EE1DED" w:rsidP="00383B36">
            <w:pPr>
              <w:rPr>
                <w:color w:val="000000"/>
              </w:rPr>
            </w:pPr>
            <w:r w:rsidRPr="00337FAB">
              <w:rPr>
                <w:b/>
                <w:bCs/>
                <w:color w:val="000000"/>
              </w:rPr>
              <w:t>Warranty:</w:t>
            </w:r>
            <w:r w:rsidRPr="00337FAB">
              <w:rPr>
                <w:color w:val="000000"/>
              </w:rPr>
              <w:t xml:space="preserve"> </w:t>
            </w:r>
            <w:r>
              <w:rPr>
                <w:color w:val="000000"/>
              </w:rPr>
              <w:t xml:space="preserve">Two </w:t>
            </w:r>
            <w:r w:rsidRPr="00337FAB">
              <w:rPr>
                <w:color w:val="000000"/>
              </w:rPr>
              <w:t>(</w:t>
            </w:r>
            <w:r>
              <w:rPr>
                <w:color w:val="000000"/>
              </w:rPr>
              <w:t>2</w:t>
            </w:r>
            <w:r w:rsidRPr="00337FAB">
              <w:rPr>
                <w:color w:val="000000"/>
              </w:rPr>
              <w:t>) year</w:t>
            </w:r>
            <w:r>
              <w:rPr>
                <w:color w:val="000000"/>
              </w:rPr>
              <w:t xml:space="preserve"> </w:t>
            </w:r>
            <w:r w:rsidRPr="00337FAB">
              <w:rPr>
                <w:color w:val="000000"/>
              </w:rPr>
              <w:t>warranty should be provided.</w:t>
            </w:r>
          </w:p>
        </w:tc>
        <w:tc>
          <w:tcPr>
            <w:tcW w:w="4432" w:type="dxa"/>
          </w:tcPr>
          <w:p w14:paraId="04D77C17" w14:textId="77777777" w:rsidR="00EE1DED" w:rsidRPr="00337FAB" w:rsidRDefault="00EE1DED" w:rsidP="00383B36">
            <w:pPr>
              <w:rPr>
                <w:b/>
                <w:bCs/>
                <w:color w:val="000000"/>
              </w:rPr>
            </w:pPr>
          </w:p>
        </w:tc>
        <w:tc>
          <w:tcPr>
            <w:tcW w:w="1565" w:type="dxa"/>
          </w:tcPr>
          <w:p w14:paraId="11837B9F" w14:textId="77777777" w:rsidR="00EE1DED" w:rsidRPr="00337FAB" w:rsidRDefault="00EE1DED" w:rsidP="00383B36">
            <w:pPr>
              <w:rPr>
                <w:b/>
                <w:bCs/>
                <w:color w:val="000000"/>
              </w:rPr>
            </w:pPr>
          </w:p>
        </w:tc>
        <w:tc>
          <w:tcPr>
            <w:tcW w:w="1764" w:type="dxa"/>
          </w:tcPr>
          <w:p w14:paraId="1C8F160C" w14:textId="3212ACFF" w:rsidR="00EE1DED" w:rsidRPr="00337FAB" w:rsidRDefault="00EE1DED" w:rsidP="00383B36">
            <w:pPr>
              <w:rPr>
                <w:b/>
                <w:bCs/>
                <w:color w:val="000000"/>
              </w:rPr>
            </w:pPr>
          </w:p>
        </w:tc>
      </w:tr>
      <w:tr w:rsidR="00EE1DED" w:rsidRPr="00337FAB" w14:paraId="4DD8255B" w14:textId="384D92E4" w:rsidTr="006C1BE1">
        <w:trPr>
          <w:trHeight w:val="80"/>
        </w:trPr>
        <w:tc>
          <w:tcPr>
            <w:tcW w:w="840" w:type="dxa"/>
            <w:vMerge/>
            <w:shd w:val="clear" w:color="auto" w:fill="DAEEF3" w:themeFill="accent5" w:themeFillTint="33"/>
          </w:tcPr>
          <w:p w14:paraId="19978892" w14:textId="77777777" w:rsidR="00EE1DED" w:rsidRPr="00337FAB" w:rsidRDefault="00EE1DED" w:rsidP="00383B36">
            <w:pPr>
              <w:rPr>
                <w:color w:val="000000"/>
              </w:rPr>
            </w:pPr>
          </w:p>
        </w:tc>
        <w:tc>
          <w:tcPr>
            <w:tcW w:w="4619" w:type="dxa"/>
            <w:shd w:val="clear" w:color="auto" w:fill="auto"/>
            <w:hideMark/>
          </w:tcPr>
          <w:p w14:paraId="655EF745" w14:textId="77777777" w:rsidR="00EE1DED" w:rsidRPr="00F73CB6" w:rsidRDefault="00EE1DED" w:rsidP="00383B36">
            <w:pPr>
              <w:rPr>
                <w:b/>
                <w:bCs/>
                <w:color w:val="000000"/>
              </w:rPr>
            </w:pPr>
            <w:r w:rsidRPr="00F73CB6">
              <w:rPr>
                <w:b/>
                <w:bCs/>
                <w:color w:val="000000"/>
              </w:rPr>
              <w:t>Documentation requirements:</w:t>
            </w:r>
          </w:p>
          <w:p w14:paraId="0740EEAE"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User, technical and maintenance manuals to be supplied in Mongolian language</w:t>
            </w:r>
          </w:p>
          <w:p w14:paraId="6111502B"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Specify all other fittings available for given model</w:t>
            </w:r>
          </w:p>
          <w:p w14:paraId="703D5BFB"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Advanced maintenance tasks required shall be documented</w:t>
            </w:r>
          </w:p>
          <w:p w14:paraId="7CFEAEA1"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Certificate of calibration and inspection to be provided</w:t>
            </w:r>
          </w:p>
          <w:p w14:paraId="517E5FD5"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Description of sterilization process for accessories </w:t>
            </w:r>
          </w:p>
          <w:p w14:paraId="782F4644"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List to be provided of equipment and procedures required for local calibration and routine maintenance</w:t>
            </w:r>
          </w:p>
          <w:p w14:paraId="48A7A161"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List to be provided of important spares and accessories, with their part numbers and cost</w:t>
            </w:r>
          </w:p>
          <w:p w14:paraId="61E6D7AF"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Contact details of manufacturer, supplier and local service agent to be provided. </w:t>
            </w:r>
          </w:p>
          <w:p w14:paraId="6FED3F6B" w14:textId="77777777" w:rsidR="00EE1DED" w:rsidRPr="00F73CB6"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Logbook with instruction for daily, weekly, monthly and quarterly maintenance checklist. </w:t>
            </w:r>
          </w:p>
          <w:p w14:paraId="7BA6ECD2"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The job description of the hospital technician and company service engineer should be clearly spelt out;</w:t>
            </w:r>
          </w:p>
        </w:tc>
        <w:tc>
          <w:tcPr>
            <w:tcW w:w="4432" w:type="dxa"/>
          </w:tcPr>
          <w:p w14:paraId="3DD72375" w14:textId="77777777" w:rsidR="00EE1DED" w:rsidRPr="00F73CB6" w:rsidRDefault="00EE1DED" w:rsidP="00383B36">
            <w:pPr>
              <w:rPr>
                <w:b/>
                <w:bCs/>
                <w:color w:val="000000"/>
              </w:rPr>
            </w:pPr>
          </w:p>
        </w:tc>
        <w:tc>
          <w:tcPr>
            <w:tcW w:w="1565" w:type="dxa"/>
          </w:tcPr>
          <w:p w14:paraId="79F6D943" w14:textId="77777777" w:rsidR="00EE1DED" w:rsidRPr="00F73CB6" w:rsidRDefault="00EE1DED" w:rsidP="00383B36">
            <w:pPr>
              <w:rPr>
                <w:b/>
                <w:bCs/>
                <w:color w:val="000000"/>
              </w:rPr>
            </w:pPr>
          </w:p>
        </w:tc>
        <w:tc>
          <w:tcPr>
            <w:tcW w:w="1764" w:type="dxa"/>
          </w:tcPr>
          <w:p w14:paraId="13090814" w14:textId="7C2A3316" w:rsidR="00EE1DED" w:rsidRPr="00F73CB6" w:rsidRDefault="00EE1DED" w:rsidP="00383B36">
            <w:pPr>
              <w:rPr>
                <w:b/>
                <w:bCs/>
                <w:color w:val="000000"/>
              </w:rPr>
            </w:pPr>
          </w:p>
        </w:tc>
      </w:tr>
      <w:tr w:rsidR="00EE1DED" w:rsidRPr="00337FAB" w14:paraId="12183B3C" w14:textId="5C87932C" w:rsidTr="006C1BE1">
        <w:trPr>
          <w:trHeight w:val="300"/>
        </w:trPr>
        <w:tc>
          <w:tcPr>
            <w:tcW w:w="840" w:type="dxa"/>
            <w:vMerge w:val="restart"/>
            <w:shd w:val="clear" w:color="auto" w:fill="DAEEF3" w:themeFill="accent5" w:themeFillTint="33"/>
          </w:tcPr>
          <w:p w14:paraId="781DF1A4" w14:textId="77777777" w:rsidR="00EE1DED" w:rsidRPr="00C34340" w:rsidRDefault="00EE1DED" w:rsidP="00383B36">
            <w:pPr>
              <w:rPr>
                <w:b/>
                <w:bCs/>
                <w:color w:val="000000"/>
              </w:rPr>
            </w:pPr>
            <w:r>
              <w:rPr>
                <w:b/>
                <w:bCs/>
                <w:color w:val="000000"/>
              </w:rPr>
              <w:t>Item 14</w:t>
            </w:r>
          </w:p>
        </w:tc>
        <w:tc>
          <w:tcPr>
            <w:tcW w:w="4619" w:type="dxa"/>
            <w:shd w:val="clear" w:color="auto" w:fill="DAEEF3" w:themeFill="accent5" w:themeFillTint="33"/>
          </w:tcPr>
          <w:p w14:paraId="4451D2FE" w14:textId="494BC25F" w:rsidR="00EE1DED" w:rsidRPr="003265D5" w:rsidRDefault="00EE1DED" w:rsidP="00383B36">
            <w:r w:rsidRPr="00567B62">
              <w:rPr>
                <w:b/>
                <w:bCs/>
              </w:rPr>
              <w:t>SPIN DOWN</w:t>
            </w:r>
            <w:r>
              <w:rPr>
                <w:b/>
                <w:bCs/>
              </w:rPr>
              <w:t xml:space="preserve"> </w:t>
            </w:r>
            <w:r w:rsidRPr="00567B62">
              <w:t>(6 pcs)</w:t>
            </w:r>
          </w:p>
        </w:tc>
        <w:tc>
          <w:tcPr>
            <w:tcW w:w="4432" w:type="dxa"/>
            <w:shd w:val="clear" w:color="auto" w:fill="DAEEF3" w:themeFill="accent5" w:themeFillTint="33"/>
          </w:tcPr>
          <w:p w14:paraId="749F9719" w14:textId="77777777" w:rsidR="00EE1DED" w:rsidRPr="00567B62" w:rsidRDefault="00EE1DED" w:rsidP="00383B36">
            <w:pPr>
              <w:rPr>
                <w:b/>
                <w:bCs/>
              </w:rPr>
            </w:pPr>
          </w:p>
        </w:tc>
        <w:tc>
          <w:tcPr>
            <w:tcW w:w="1565" w:type="dxa"/>
            <w:shd w:val="clear" w:color="auto" w:fill="DAEEF3" w:themeFill="accent5" w:themeFillTint="33"/>
          </w:tcPr>
          <w:p w14:paraId="4321CA5A" w14:textId="77777777" w:rsidR="00EE1DED" w:rsidRPr="00567B62" w:rsidRDefault="00EE1DED" w:rsidP="00383B36">
            <w:pPr>
              <w:rPr>
                <w:b/>
                <w:bCs/>
              </w:rPr>
            </w:pPr>
          </w:p>
        </w:tc>
        <w:tc>
          <w:tcPr>
            <w:tcW w:w="1764" w:type="dxa"/>
            <w:shd w:val="clear" w:color="auto" w:fill="DAEEF3" w:themeFill="accent5" w:themeFillTint="33"/>
          </w:tcPr>
          <w:p w14:paraId="5825E9C2" w14:textId="0DF9CC5D" w:rsidR="00EE1DED" w:rsidRPr="00567B62" w:rsidRDefault="00EE1DED" w:rsidP="00383B36">
            <w:pPr>
              <w:rPr>
                <w:b/>
                <w:bCs/>
              </w:rPr>
            </w:pPr>
          </w:p>
        </w:tc>
      </w:tr>
      <w:tr w:rsidR="00EE1DED" w:rsidRPr="00337FAB" w14:paraId="2945EFF6" w14:textId="41858B19" w:rsidTr="006C1BE1">
        <w:trPr>
          <w:trHeight w:val="2070"/>
        </w:trPr>
        <w:tc>
          <w:tcPr>
            <w:tcW w:w="840" w:type="dxa"/>
            <w:vMerge/>
            <w:tcBorders>
              <w:bottom w:val="single" w:sz="4" w:space="0" w:color="auto"/>
            </w:tcBorders>
            <w:shd w:val="clear" w:color="auto" w:fill="DAEEF3" w:themeFill="accent5" w:themeFillTint="33"/>
          </w:tcPr>
          <w:p w14:paraId="46A521EC"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48132C42" w14:textId="77777777" w:rsidR="00EE1DED" w:rsidRPr="00F73CB6" w:rsidRDefault="00EE1DED" w:rsidP="00383B36">
            <w:pPr>
              <w:rPr>
                <w:b/>
                <w:bCs/>
                <w:color w:val="000000"/>
              </w:rPr>
            </w:pPr>
            <w:r w:rsidRPr="00F73CB6">
              <w:rPr>
                <w:b/>
                <w:bCs/>
                <w:color w:val="000000"/>
              </w:rPr>
              <w:t>Product description:</w:t>
            </w:r>
          </w:p>
          <w:p w14:paraId="2295AB6E" w14:textId="77777777" w:rsidR="00EE1DED" w:rsidRPr="00337FAB" w:rsidRDefault="00EE1DED" w:rsidP="00383B36">
            <w:pPr>
              <w:rPr>
                <w:color w:val="000000"/>
              </w:rPr>
            </w:pPr>
            <w:r w:rsidRPr="00337FAB">
              <w:rPr>
                <w:color w:val="000000"/>
              </w:rPr>
              <w:t>Laboratory use Spin down</w:t>
            </w:r>
          </w:p>
          <w:p w14:paraId="62DE716D" w14:textId="77777777" w:rsidR="00EE1DED" w:rsidRDefault="00EE1DED" w:rsidP="00383B36">
            <w:pPr>
              <w:rPr>
                <w:color w:val="000000"/>
              </w:rPr>
            </w:pPr>
          </w:p>
          <w:p w14:paraId="0AB253F8" w14:textId="77777777" w:rsidR="00EE1DED" w:rsidRPr="00F73CB6" w:rsidRDefault="00EE1DED" w:rsidP="00383B36">
            <w:pPr>
              <w:rPr>
                <w:b/>
                <w:bCs/>
                <w:color w:val="000000"/>
              </w:rPr>
            </w:pPr>
            <w:r w:rsidRPr="00F73CB6">
              <w:rPr>
                <w:b/>
                <w:bCs/>
                <w:color w:val="000000"/>
              </w:rPr>
              <w:t>Specification:</w:t>
            </w:r>
          </w:p>
          <w:p w14:paraId="764BFDB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Dimensions (W× H × D): Approximately 14-15cm x 10-13 cm x 15-18 cm</w:t>
            </w:r>
          </w:p>
          <w:p w14:paraId="5C52927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Speed: Approximately 6000 rpm, 2000 x g</w:t>
            </w:r>
          </w:p>
          <w:p w14:paraId="66CA498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Power Source: 220V</w:t>
            </w:r>
          </w:p>
          <w:p w14:paraId="7973BFDE"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Capacity: 8 x 1.5/2.0ml, 32 x 0.2ml, 4 x PCR Strips</w:t>
            </w:r>
          </w:p>
          <w:p w14:paraId="6894A33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Weight: Up to 2 kg </w:t>
            </w:r>
          </w:p>
        </w:tc>
        <w:tc>
          <w:tcPr>
            <w:tcW w:w="4432" w:type="dxa"/>
            <w:tcBorders>
              <w:bottom w:val="single" w:sz="4" w:space="0" w:color="auto"/>
            </w:tcBorders>
          </w:tcPr>
          <w:p w14:paraId="7907E2F6" w14:textId="77777777" w:rsidR="00EE1DED" w:rsidRPr="00F73CB6" w:rsidRDefault="00EE1DED" w:rsidP="00383B36">
            <w:pPr>
              <w:rPr>
                <w:b/>
                <w:bCs/>
                <w:color w:val="000000"/>
              </w:rPr>
            </w:pPr>
          </w:p>
        </w:tc>
        <w:tc>
          <w:tcPr>
            <w:tcW w:w="1565" w:type="dxa"/>
            <w:tcBorders>
              <w:bottom w:val="single" w:sz="4" w:space="0" w:color="auto"/>
            </w:tcBorders>
          </w:tcPr>
          <w:p w14:paraId="383A674C" w14:textId="77777777" w:rsidR="00EE1DED" w:rsidRPr="00F73CB6" w:rsidRDefault="00EE1DED" w:rsidP="00383B36">
            <w:pPr>
              <w:rPr>
                <w:b/>
                <w:bCs/>
                <w:color w:val="000000"/>
              </w:rPr>
            </w:pPr>
          </w:p>
        </w:tc>
        <w:tc>
          <w:tcPr>
            <w:tcW w:w="1764" w:type="dxa"/>
            <w:tcBorders>
              <w:bottom w:val="single" w:sz="4" w:space="0" w:color="auto"/>
            </w:tcBorders>
          </w:tcPr>
          <w:p w14:paraId="3B360CD5" w14:textId="025CABE0" w:rsidR="00EE1DED" w:rsidRPr="00F73CB6" w:rsidRDefault="00EE1DED" w:rsidP="00383B36">
            <w:pPr>
              <w:rPr>
                <w:b/>
                <w:bCs/>
                <w:color w:val="000000"/>
              </w:rPr>
            </w:pPr>
          </w:p>
        </w:tc>
      </w:tr>
      <w:tr w:rsidR="00EE1DED" w:rsidRPr="00337FAB" w14:paraId="484AF4DD" w14:textId="23971D8C" w:rsidTr="006C1BE1">
        <w:trPr>
          <w:trHeight w:val="143"/>
        </w:trPr>
        <w:tc>
          <w:tcPr>
            <w:tcW w:w="840" w:type="dxa"/>
            <w:vMerge/>
            <w:tcBorders>
              <w:bottom w:val="single" w:sz="4" w:space="0" w:color="auto"/>
            </w:tcBorders>
            <w:shd w:val="clear" w:color="auto" w:fill="DAEEF3" w:themeFill="accent5" w:themeFillTint="33"/>
          </w:tcPr>
          <w:p w14:paraId="7B1383AF"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36AFD02E"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11D23514" w14:textId="77777777" w:rsidR="00EE1DED" w:rsidRPr="00913FB2" w:rsidRDefault="00EE1DED" w:rsidP="00383B36">
            <w:pPr>
              <w:rPr>
                <w:color w:val="000000"/>
              </w:rPr>
            </w:pPr>
            <w:r w:rsidRPr="00913FB2">
              <w:rPr>
                <w:color w:val="000000"/>
              </w:rPr>
              <w:t>FDA 510k Premarket registration or CE certificate, WHO-GMP certificate or similar</w:t>
            </w:r>
          </w:p>
        </w:tc>
        <w:tc>
          <w:tcPr>
            <w:tcW w:w="4432" w:type="dxa"/>
            <w:tcBorders>
              <w:bottom w:val="single" w:sz="4" w:space="0" w:color="auto"/>
            </w:tcBorders>
          </w:tcPr>
          <w:p w14:paraId="58102545" w14:textId="77777777" w:rsidR="00EE1DED" w:rsidRDefault="00EE1DED" w:rsidP="00383B36">
            <w:pPr>
              <w:rPr>
                <w:b/>
                <w:bCs/>
                <w:color w:val="000000"/>
              </w:rPr>
            </w:pPr>
          </w:p>
        </w:tc>
        <w:tc>
          <w:tcPr>
            <w:tcW w:w="1565" w:type="dxa"/>
            <w:tcBorders>
              <w:bottom w:val="single" w:sz="4" w:space="0" w:color="auto"/>
            </w:tcBorders>
          </w:tcPr>
          <w:p w14:paraId="29B20303" w14:textId="77777777" w:rsidR="00EE1DED" w:rsidRDefault="00EE1DED" w:rsidP="00383B36">
            <w:pPr>
              <w:rPr>
                <w:b/>
                <w:bCs/>
                <w:color w:val="000000"/>
              </w:rPr>
            </w:pPr>
          </w:p>
        </w:tc>
        <w:tc>
          <w:tcPr>
            <w:tcW w:w="1764" w:type="dxa"/>
            <w:tcBorders>
              <w:bottom w:val="single" w:sz="4" w:space="0" w:color="auto"/>
            </w:tcBorders>
          </w:tcPr>
          <w:p w14:paraId="77555959" w14:textId="3399ADEC" w:rsidR="00EE1DED" w:rsidRDefault="00EE1DED" w:rsidP="00383B36">
            <w:pPr>
              <w:rPr>
                <w:b/>
                <w:bCs/>
                <w:color w:val="000000"/>
              </w:rPr>
            </w:pPr>
          </w:p>
        </w:tc>
      </w:tr>
      <w:tr w:rsidR="00EE1DED" w:rsidRPr="00337FAB" w14:paraId="7CE3EF5E" w14:textId="2051B534" w:rsidTr="006C1BE1">
        <w:trPr>
          <w:trHeight w:val="1016"/>
        </w:trPr>
        <w:tc>
          <w:tcPr>
            <w:tcW w:w="840" w:type="dxa"/>
            <w:vMerge/>
            <w:tcBorders>
              <w:bottom w:val="single" w:sz="4" w:space="0" w:color="auto"/>
            </w:tcBorders>
            <w:shd w:val="clear" w:color="auto" w:fill="DAEEF3" w:themeFill="accent5" w:themeFillTint="33"/>
          </w:tcPr>
          <w:p w14:paraId="7EA0AFC0" w14:textId="77777777" w:rsidR="00EE1DED" w:rsidRPr="00337FAB" w:rsidRDefault="00EE1DED" w:rsidP="00383B36">
            <w:pPr>
              <w:rPr>
                <w:color w:val="000000"/>
              </w:rPr>
            </w:pPr>
          </w:p>
        </w:tc>
        <w:tc>
          <w:tcPr>
            <w:tcW w:w="4619" w:type="dxa"/>
            <w:tcBorders>
              <w:bottom w:val="single" w:sz="4" w:space="0" w:color="auto"/>
            </w:tcBorders>
            <w:shd w:val="clear" w:color="auto" w:fill="auto"/>
          </w:tcPr>
          <w:p w14:paraId="75836769" w14:textId="77777777" w:rsidR="00EE1DED" w:rsidRDefault="00EE1DED" w:rsidP="00383B36">
            <w:pPr>
              <w:rPr>
                <w:b/>
                <w:bCs/>
                <w:color w:val="000000"/>
              </w:rPr>
            </w:pPr>
            <w:r>
              <w:rPr>
                <w:b/>
                <w:bCs/>
                <w:color w:val="000000"/>
              </w:rPr>
              <w:t>Safety &amp; product Standards:</w:t>
            </w:r>
          </w:p>
          <w:p w14:paraId="4D23215A" w14:textId="77777777" w:rsidR="00EE1DED" w:rsidRPr="00913FB2" w:rsidRDefault="00EE1DED" w:rsidP="00383B36">
            <w:pPr>
              <w:rPr>
                <w:color w:val="000000"/>
              </w:rPr>
            </w:pPr>
            <w:r w:rsidRPr="00913FB2">
              <w:rPr>
                <w:color w:val="000000"/>
              </w:rPr>
              <w:t>QMS of the manufacturing site: ISO 13485, or ISO 9001 or 21CFR820 (USA)</w:t>
            </w:r>
          </w:p>
          <w:p w14:paraId="57C35D6C" w14:textId="77777777" w:rsidR="00EE1DED" w:rsidRPr="00913FB2" w:rsidRDefault="00EE1DED" w:rsidP="00383B36">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Borders>
              <w:bottom w:val="single" w:sz="4" w:space="0" w:color="auto"/>
            </w:tcBorders>
          </w:tcPr>
          <w:p w14:paraId="0D8C4089" w14:textId="77777777" w:rsidR="00EE1DED" w:rsidRDefault="00EE1DED" w:rsidP="00383B36">
            <w:pPr>
              <w:rPr>
                <w:b/>
                <w:bCs/>
                <w:color w:val="000000"/>
              </w:rPr>
            </w:pPr>
          </w:p>
        </w:tc>
        <w:tc>
          <w:tcPr>
            <w:tcW w:w="1565" w:type="dxa"/>
            <w:tcBorders>
              <w:bottom w:val="single" w:sz="4" w:space="0" w:color="auto"/>
            </w:tcBorders>
          </w:tcPr>
          <w:p w14:paraId="4DC43915" w14:textId="77777777" w:rsidR="00EE1DED" w:rsidRDefault="00EE1DED" w:rsidP="00383B36">
            <w:pPr>
              <w:rPr>
                <w:b/>
                <w:bCs/>
                <w:color w:val="000000"/>
              </w:rPr>
            </w:pPr>
          </w:p>
        </w:tc>
        <w:tc>
          <w:tcPr>
            <w:tcW w:w="1764" w:type="dxa"/>
            <w:tcBorders>
              <w:bottom w:val="single" w:sz="4" w:space="0" w:color="auto"/>
            </w:tcBorders>
          </w:tcPr>
          <w:p w14:paraId="79A147C1" w14:textId="2D2A607C" w:rsidR="00EE1DED" w:rsidRDefault="00EE1DED" w:rsidP="00383B36">
            <w:pPr>
              <w:rPr>
                <w:b/>
                <w:bCs/>
                <w:color w:val="000000"/>
              </w:rPr>
            </w:pPr>
          </w:p>
        </w:tc>
      </w:tr>
      <w:tr w:rsidR="00EE1DED" w:rsidRPr="00337FAB" w14:paraId="55F98D1F" w14:textId="3B4ABC56" w:rsidTr="006C1BE1">
        <w:trPr>
          <w:trHeight w:val="161"/>
        </w:trPr>
        <w:tc>
          <w:tcPr>
            <w:tcW w:w="840" w:type="dxa"/>
            <w:vMerge/>
            <w:shd w:val="clear" w:color="auto" w:fill="DAEEF3" w:themeFill="accent5" w:themeFillTint="33"/>
          </w:tcPr>
          <w:p w14:paraId="4F62E202" w14:textId="77777777" w:rsidR="00EE1DED" w:rsidRPr="00337FAB" w:rsidRDefault="00EE1DED" w:rsidP="00383B36">
            <w:pPr>
              <w:rPr>
                <w:color w:val="000000"/>
              </w:rPr>
            </w:pPr>
          </w:p>
        </w:tc>
        <w:tc>
          <w:tcPr>
            <w:tcW w:w="4619" w:type="dxa"/>
            <w:shd w:val="clear" w:color="auto" w:fill="auto"/>
            <w:hideMark/>
          </w:tcPr>
          <w:p w14:paraId="1F85401E" w14:textId="77777777" w:rsidR="00EE1DED" w:rsidRPr="00337FAB" w:rsidRDefault="00EE1DED" w:rsidP="00383B36">
            <w:pPr>
              <w:rPr>
                <w:color w:val="000000"/>
              </w:rPr>
            </w:pPr>
            <w:r w:rsidRPr="00337FAB">
              <w:rPr>
                <w:b/>
                <w:bCs/>
                <w:color w:val="000000"/>
              </w:rPr>
              <w:t>Warranty:</w:t>
            </w:r>
            <w:r w:rsidRPr="00337FAB">
              <w:rPr>
                <w:color w:val="000000"/>
              </w:rPr>
              <w:t xml:space="preserve"> </w:t>
            </w:r>
            <w:r>
              <w:rPr>
                <w:color w:val="000000"/>
              </w:rPr>
              <w:t xml:space="preserve">One </w:t>
            </w:r>
            <w:r w:rsidRPr="00337FAB">
              <w:rPr>
                <w:color w:val="000000"/>
              </w:rPr>
              <w:t>(</w:t>
            </w:r>
            <w:r>
              <w:rPr>
                <w:color w:val="000000"/>
              </w:rPr>
              <w:t>1</w:t>
            </w:r>
            <w:r w:rsidRPr="00337FAB">
              <w:rPr>
                <w:color w:val="000000"/>
              </w:rPr>
              <w:t>) year</w:t>
            </w:r>
            <w:r>
              <w:rPr>
                <w:color w:val="000000"/>
              </w:rPr>
              <w:t xml:space="preserve"> </w:t>
            </w:r>
            <w:r w:rsidRPr="00337FAB">
              <w:rPr>
                <w:color w:val="000000"/>
              </w:rPr>
              <w:t>warranty should be provided.</w:t>
            </w:r>
          </w:p>
        </w:tc>
        <w:tc>
          <w:tcPr>
            <w:tcW w:w="4432" w:type="dxa"/>
          </w:tcPr>
          <w:p w14:paraId="54D59FB6" w14:textId="77777777" w:rsidR="00EE1DED" w:rsidRPr="00337FAB" w:rsidRDefault="00EE1DED" w:rsidP="00383B36">
            <w:pPr>
              <w:rPr>
                <w:b/>
                <w:bCs/>
                <w:color w:val="000000"/>
              </w:rPr>
            </w:pPr>
          </w:p>
        </w:tc>
        <w:tc>
          <w:tcPr>
            <w:tcW w:w="1565" w:type="dxa"/>
          </w:tcPr>
          <w:p w14:paraId="4386B5EC" w14:textId="77777777" w:rsidR="00EE1DED" w:rsidRPr="00337FAB" w:rsidRDefault="00EE1DED" w:rsidP="00383B36">
            <w:pPr>
              <w:rPr>
                <w:b/>
                <w:bCs/>
                <w:color w:val="000000"/>
              </w:rPr>
            </w:pPr>
          </w:p>
        </w:tc>
        <w:tc>
          <w:tcPr>
            <w:tcW w:w="1764" w:type="dxa"/>
          </w:tcPr>
          <w:p w14:paraId="3D280795" w14:textId="7BCEB1C4" w:rsidR="00EE1DED" w:rsidRPr="00337FAB" w:rsidRDefault="00EE1DED" w:rsidP="00383B36">
            <w:pPr>
              <w:rPr>
                <w:b/>
                <w:bCs/>
                <w:color w:val="000000"/>
              </w:rPr>
            </w:pPr>
          </w:p>
        </w:tc>
      </w:tr>
      <w:tr w:rsidR="00EE1DED" w:rsidRPr="00337FAB" w14:paraId="3927855A" w14:textId="43B7BEE3" w:rsidTr="006C1BE1">
        <w:trPr>
          <w:trHeight w:val="197"/>
        </w:trPr>
        <w:tc>
          <w:tcPr>
            <w:tcW w:w="840" w:type="dxa"/>
            <w:vMerge/>
            <w:shd w:val="clear" w:color="auto" w:fill="DAEEF3" w:themeFill="accent5" w:themeFillTint="33"/>
          </w:tcPr>
          <w:p w14:paraId="61A7D060" w14:textId="77777777" w:rsidR="00EE1DED" w:rsidRPr="00337FAB" w:rsidRDefault="00EE1DED" w:rsidP="00383B36">
            <w:pPr>
              <w:rPr>
                <w:color w:val="000000"/>
              </w:rPr>
            </w:pPr>
          </w:p>
        </w:tc>
        <w:tc>
          <w:tcPr>
            <w:tcW w:w="4619" w:type="dxa"/>
            <w:shd w:val="clear" w:color="auto" w:fill="auto"/>
            <w:hideMark/>
          </w:tcPr>
          <w:p w14:paraId="43F34FDD" w14:textId="7A6C8689" w:rsidR="00EE1DED" w:rsidRDefault="00EE1DED" w:rsidP="00383B36">
            <w:pPr>
              <w:rPr>
                <w:rFonts w:eastAsia="Arial"/>
                <w:color w:val="000000"/>
              </w:rPr>
            </w:pPr>
            <w:r w:rsidRPr="00337FAB">
              <w:rPr>
                <w:b/>
                <w:bCs/>
                <w:color w:val="000000"/>
              </w:rPr>
              <w:t>Documentation requirements:</w:t>
            </w:r>
            <w:r w:rsidRPr="00337FAB">
              <w:rPr>
                <w:rFonts w:eastAsia="Arial"/>
                <w:color w:val="000000"/>
              </w:rPr>
              <w:t xml:space="preserve"> Certificate of factory calibration and inspection to be provided.</w:t>
            </w:r>
          </w:p>
          <w:p w14:paraId="684BA5E1" w14:textId="77777777" w:rsidR="00EE1DED" w:rsidRPr="00337FAB" w:rsidRDefault="00EE1DED" w:rsidP="00383B36">
            <w:pPr>
              <w:rPr>
                <w:rFonts w:eastAsia="Arial"/>
                <w:color w:val="000000"/>
              </w:rPr>
            </w:pPr>
          </w:p>
        </w:tc>
        <w:tc>
          <w:tcPr>
            <w:tcW w:w="4432" w:type="dxa"/>
          </w:tcPr>
          <w:p w14:paraId="616D17D0" w14:textId="77777777" w:rsidR="00EE1DED" w:rsidRPr="00337FAB" w:rsidRDefault="00EE1DED" w:rsidP="00383B36">
            <w:pPr>
              <w:rPr>
                <w:b/>
                <w:bCs/>
                <w:color w:val="000000"/>
              </w:rPr>
            </w:pPr>
          </w:p>
        </w:tc>
        <w:tc>
          <w:tcPr>
            <w:tcW w:w="1565" w:type="dxa"/>
          </w:tcPr>
          <w:p w14:paraId="2666FA63" w14:textId="77777777" w:rsidR="00EE1DED" w:rsidRPr="00337FAB" w:rsidRDefault="00EE1DED" w:rsidP="00383B36">
            <w:pPr>
              <w:rPr>
                <w:b/>
                <w:bCs/>
                <w:color w:val="000000"/>
              </w:rPr>
            </w:pPr>
          </w:p>
        </w:tc>
        <w:tc>
          <w:tcPr>
            <w:tcW w:w="1764" w:type="dxa"/>
          </w:tcPr>
          <w:p w14:paraId="7B22E98C" w14:textId="21FDF32E" w:rsidR="00EE1DED" w:rsidRPr="00337FAB" w:rsidRDefault="00EE1DED" w:rsidP="00383B36">
            <w:pPr>
              <w:rPr>
                <w:b/>
                <w:bCs/>
                <w:color w:val="000000"/>
              </w:rPr>
            </w:pPr>
          </w:p>
        </w:tc>
      </w:tr>
      <w:tr w:rsidR="00EE1DED" w:rsidRPr="00337FAB" w14:paraId="20DE962E" w14:textId="05668CF5" w:rsidTr="006C1BE1">
        <w:trPr>
          <w:trHeight w:val="300"/>
        </w:trPr>
        <w:tc>
          <w:tcPr>
            <w:tcW w:w="840" w:type="dxa"/>
            <w:vMerge w:val="restart"/>
            <w:shd w:val="clear" w:color="auto" w:fill="DAEEF3" w:themeFill="accent5" w:themeFillTint="33"/>
          </w:tcPr>
          <w:p w14:paraId="3C3394A7" w14:textId="77777777" w:rsidR="00EE1DED" w:rsidRPr="00C34340" w:rsidRDefault="00EE1DED" w:rsidP="00383B36">
            <w:pPr>
              <w:rPr>
                <w:b/>
                <w:bCs/>
                <w:color w:val="000000"/>
              </w:rPr>
            </w:pPr>
            <w:r>
              <w:rPr>
                <w:b/>
                <w:bCs/>
                <w:color w:val="000000"/>
              </w:rPr>
              <w:t>Item 15</w:t>
            </w:r>
          </w:p>
        </w:tc>
        <w:tc>
          <w:tcPr>
            <w:tcW w:w="4619" w:type="dxa"/>
            <w:shd w:val="clear" w:color="auto" w:fill="DAEEF3" w:themeFill="accent5" w:themeFillTint="33"/>
          </w:tcPr>
          <w:p w14:paraId="5BF9FFFE" w14:textId="30722650" w:rsidR="00EE1DED" w:rsidRPr="003265D5" w:rsidRDefault="00EE1DED" w:rsidP="00383B36">
            <w:r w:rsidRPr="00567B62">
              <w:rPr>
                <w:b/>
                <w:bCs/>
              </w:rPr>
              <w:t xml:space="preserve">VORTEX </w:t>
            </w:r>
            <w:r w:rsidRPr="00567B62">
              <w:t>(6 pcs)</w:t>
            </w:r>
          </w:p>
        </w:tc>
        <w:tc>
          <w:tcPr>
            <w:tcW w:w="4432" w:type="dxa"/>
            <w:shd w:val="clear" w:color="auto" w:fill="DAEEF3" w:themeFill="accent5" w:themeFillTint="33"/>
          </w:tcPr>
          <w:p w14:paraId="3446636B" w14:textId="77777777" w:rsidR="00EE1DED" w:rsidRPr="00567B62" w:rsidRDefault="00EE1DED" w:rsidP="00383B36">
            <w:pPr>
              <w:rPr>
                <w:b/>
                <w:bCs/>
              </w:rPr>
            </w:pPr>
          </w:p>
        </w:tc>
        <w:tc>
          <w:tcPr>
            <w:tcW w:w="1565" w:type="dxa"/>
            <w:shd w:val="clear" w:color="auto" w:fill="DAEEF3" w:themeFill="accent5" w:themeFillTint="33"/>
          </w:tcPr>
          <w:p w14:paraId="42085FDF" w14:textId="77777777" w:rsidR="00EE1DED" w:rsidRPr="00567B62" w:rsidRDefault="00EE1DED" w:rsidP="00383B36">
            <w:pPr>
              <w:rPr>
                <w:b/>
                <w:bCs/>
              </w:rPr>
            </w:pPr>
          </w:p>
        </w:tc>
        <w:tc>
          <w:tcPr>
            <w:tcW w:w="1764" w:type="dxa"/>
            <w:shd w:val="clear" w:color="auto" w:fill="DAEEF3" w:themeFill="accent5" w:themeFillTint="33"/>
          </w:tcPr>
          <w:p w14:paraId="4A3A5876" w14:textId="57A0772A" w:rsidR="00EE1DED" w:rsidRPr="00567B62" w:rsidRDefault="00EE1DED" w:rsidP="00383B36">
            <w:pPr>
              <w:rPr>
                <w:b/>
                <w:bCs/>
              </w:rPr>
            </w:pPr>
          </w:p>
        </w:tc>
      </w:tr>
      <w:tr w:rsidR="00EE1DED" w:rsidRPr="00337FAB" w14:paraId="418D5A93" w14:textId="3B608F51" w:rsidTr="006C1BE1">
        <w:trPr>
          <w:trHeight w:val="1070"/>
        </w:trPr>
        <w:tc>
          <w:tcPr>
            <w:tcW w:w="840" w:type="dxa"/>
            <w:vMerge/>
            <w:tcBorders>
              <w:bottom w:val="single" w:sz="4" w:space="0" w:color="auto"/>
            </w:tcBorders>
            <w:shd w:val="clear" w:color="auto" w:fill="DAEEF3" w:themeFill="accent5" w:themeFillTint="33"/>
          </w:tcPr>
          <w:p w14:paraId="16343390"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6BAACE69" w14:textId="77777777" w:rsidR="00EE1DED" w:rsidRPr="00E01A80" w:rsidRDefault="00EE1DED" w:rsidP="00383B36">
            <w:pPr>
              <w:rPr>
                <w:b/>
                <w:bCs/>
                <w:color w:val="000000"/>
              </w:rPr>
            </w:pPr>
            <w:r w:rsidRPr="00E01A80">
              <w:rPr>
                <w:b/>
                <w:bCs/>
                <w:color w:val="000000"/>
              </w:rPr>
              <w:t>Product description:</w:t>
            </w:r>
          </w:p>
          <w:p w14:paraId="12BD8DB4" w14:textId="77777777" w:rsidR="00EE1DED" w:rsidRDefault="00EE1DED" w:rsidP="00383B36">
            <w:pPr>
              <w:rPr>
                <w:color w:val="000000"/>
              </w:rPr>
            </w:pPr>
            <w:r w:rsidRPr="00337FAB">
              <w:rPr>
                <w:color w:val="000000"/>
              </w:rPr>
              <w:t xml:space="preserve">Vortex with rubber feet for tube and flask shaking for maximum high-speed touch mixing. It should have solid metal casting. </w:t>
            </w:r>
          </w:p>
          <w:p w14:paraId="0CF1FA1A" w14:textId="77777777" w:rsidR="00EE1DED" w:rsidRDefault="00EE1DED" w:rsidP="00383B36">
            <w:pPr>
              <w:rPr>
                <w:color w:val="000000"/>
              </w:rPr>
            </w:pPr>
          </w:p>
          <w:p w14:paraId="3A146467" w14:textId="77777777" w:rsidR="00EE1DED" w:rsidRPr="00E01A80" w:rsidRDefault="00EE1DED" w:rsidP="00383B36">
            <w:pPr>
              <w:rPr>
                <w:b/>
                <w:bCs/>
                <w:color w:val="000000"/>
              </w:rPr>
            </w:pPr>
            <w:r w:rsidRPr="00E01A80">
              <w:rPr>
                <w:b/>
                <w:bCs/>
                <w:color w:val="000000"/>
              </w:rPr>
              <w:t>Specification:</w:t>
            </w:r>
          </w:p>
          <w:p w14:paraId="3B5C9CA8"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Suitable for continuous operation (low heat due to ventilation of motor)</w:t>
            </w:r>
          </w:p>
          <w:p w14:paraId="6AF2BFAE"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Stable operation at high speeds due to silicon base feet;</w:t>
            </w:r>
          </w:p>
          <w:p w14:paraId="7DB0709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Infinitely adjustable speed range;</w:t>
            </w:r>
          </w:p>
          <w:p w14:paraId="74DB5C5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Various applications possible (</w:t>
            </w:r>
            <w:proofErr w:type="spellStart"/>
            <w:r w:rsidRPr="00337FAB">
              <w:rPr>
                <w:color w:val="000000"/>
              </w:rPr>
              <w:t>e.g</w:t>
            </w:r>
            <w:proofErr w:type="spellEnd"/>
            <w:r w:rsidRPr="00337FAB">
              <w:rPr>
                <w:color w:val="000000"/>
              </w:rPr>
              <w:t xml:space="preserve"> Eppendorf tubes, microtiter plates, Erlenmeyer flasks 250 ml </w:t>
            </w:r>
            <w:proofErr w:type="spellStart"/>
            <w:r w:rsidRPr="00337FAB">
              <w:rPr>
                <w:color w:val="000000"/>
              </w:rPr>
              <w:t>etc</w:t>
            </w:r>
            <w:proofErr w:type="spellEnd"/>
            <w:r w:rsidRPr="00337FAB">
              <w:rPr>
                <w:color w:val="000000"/>
              </w:rPr>
              <w:t>);</w:t>
            </w:r>
          </w:p>
          <w:p w14:paraId="1E72649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Speed Range (Adjustable): min 200rpm and max 2500rpm;</w:t>
            </w:r>
          </w:p>
          <w:p w14:paraId="258935B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Weight: up to 5 Kg</w:t>
            </w:r>
          </w:p>
          <w:p w14:paraId="1BDD9C6C"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Type of movement: orbital</w:t>
            </w:r>
          </w:p>
          <w:p w14:paraId="1FC69BE6"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Speed display</w:t>
            </w:r>
          </w:p>
          <w:p w14:paraId="21579708" w14:textId="77777777" w:rsidR="00EE1DED" w:rsidRPr="00383B36" w:rsidRDefault="00EE1DED" w:rsidP="00383B36">
            <w:pPr>
              <w:pStyle w:val="ListParagraph"/>
              <w:numPr>
                <w:ilvl w:val="0"/>
                <w:numId w:val="48"/>
              </w:numPr>
              <w:overflowPunct/>
              <w:autoSpaceDE/>
              <w:autoSpaceDN/>
              <w:adjustRightInd/>
              <w:contextualSpacing/>
              <w:textAlignment w:val="auto"/>
              <w:rPr>
                <w:color w:val="000000"/>
                <w:lang w:val="fr-FR"/>
              </w:rPr>
            </w:pPr>
            <w:proofErr w:type="spellStart"/>
            <w:r w:rsidRPr="00383B36">
              <w:rPr>
                <w:color w:val="000000"/>
                <w:lang w:val="fr-FR"/>
              </w:rPr>
              <w:t>Approximate</w:t>
            </w:r>
            <w:proofErr w:type="spellEnd"/>
            <w:r w:rsidRPr="00383B36">
              <w:rPr>
                <w:color w:val="000000"/>
                <w:lang w:val="fr-FR"/>
              </w:rPr>
              <w:t xml:space="preserve"> dimensions (W x H x D): 12-15 cm x 10-15cm x 13-20cm;</w:t>
            </w:r>
          </w:p>
          <w:p w14:paraId="3849C488"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Permissible ambient temperature: 5 - 40 °C</w:t>
            </w:r>
          </w:p>
          <w:p w14:paraId="010558D9"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Permissible relative humidity: 80 %</w:t>
            </w:r>
          </w:p>
          <w:p w14:paraId="452E1C3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Protection class according to DIN EN 60529: IP 21</w:t>
            </w:r>
          </w:p>
          <w:p w14:paraId="14FDBB09"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Power supply: 220 V, 50/60 Hz</w:t>
            </w:r>
          </w:p>
          <w:p w14:paraId="64FCFEA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Mobility, portability: Yes</w:t>
            </w:r>
          </w:p>
          <w:p w14:paraId="58C2BB03"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Supplied in protective, re-closable seal.</w:t>
            </w:r>
          </w:p>
        </w:tc>
        <w:tc>
          <w:tcPr>
            <w:tcW w:w="4432" w:type="dxa"/>
            <w:tcBorders>
              <w:bottom w:val="single" w:sz="4" w:space="0" w:color="auto"/>
            </w:tcBorders>
          </w:tcPr>
          <w:p w14:paraId="1D19F1F7" w14:textId="77777777" w:rsidR="00EE1DED" w:rsidRPr="00E01A80" w:rsidRDefault="00EE1DED" w:rsidP="00383B36">
            <w:pPr>
              <w:rPr>
                <w:b/>
                <w:bCs/>
                <w:color w:val="000000"/>
              </w:rPr>
            </w:pPr>
          </w:p>
        </w:tc>
        <w:tc>
          <w:tcPr>
            <w:tcW w:w="1565" w:type="dxa"/>
            <w:tcBorders>
              <w:bottom w:val="single" w:sz="4" w:space="0" w:color="auto"/>
            </w:tcBorders>
          </w:tcPr>
          <w:p w14:paraId="422E37D5" w14:textId="77777777" w:rsidR="00EE1DED" w:rsidRPr="00E01A80" w:rsidRDefault="00EE1DED" w:rsidP="00383B36">
            <w:pPr>
              <w:rPr>
                <w:b/>
                <w:bCs/>
                <w:color w:val="000000"/>
              </w:rPr>
            </w:pPr>
          </w:p>
        </w:tc>
        <w:tc>
          <w:tcPr>
            <w:tcW w:w="1764" w:type="dxa"/>
            <w:tcBorders>
              <w:bottom w:val="single" w:sz="4" w:space="0" w:color="auto"/>
            </w:tcBorders>
          </w:tcPr>
          <w:p w14:paraId="0266F836" w14:textId="5652D124" w:rsidR="00EE1DED" w:rsidRPr="00E01A80" w:rsidRDefault="00EE1DED" w:rsidP="00383B36">
            <w:pPr>
              <w:rPr>
                <w:b/>
                <w:bCs/>
                <w:color w:val="000000"/>
              </w:rPr>
            </w:pPr>
          </w:p>
        </w:tc>
      </w:tr>
      <w:tr w:rsidR="00EE1DED" w:rsidRPr="00337FAB" w14:paraId="537713EC" w14:textId="434CE4AB" w:rsidTr="006C1BE1">
        <w:trPr>
          <w:trHeight w:val="332"/>
        </w:trPr>
        <w:tc>
          <w:tcPr>
            <w:tcW w:w="840" w:type="dxa"/>
            <w:vMerge/>
            <w:tcBorders>
              <w:bottom w:val="single" w:sz="4" w:space="0" w:color="auto"/>
            </w:tcBorders>
            <w:shd w:val="clear" w:color="auto" w:fill="DAEEF3" w:themeFill="accent5" w:themeFillTint="33"/>
          </w:tcPr>
          <w:p w14:paraId="66D8963D"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1E087E06"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46D77A2E" w14:textId="77777777" w:rsidR="00EE1DED" w:rsidRPr="00913FB2" w:rsidRDefault="00EE1DED" w:rsidP="00383B36">
            <w:pPr>
              <w:rPr>
                <w:color w:val="000000"/>
              </w:rPr>
            </w:pPr>
            <w:r w:rsidRPr="00913FB2">
              <w:rPr>
                <w:color w:val="000000"/>
              </w:rPr>
              <w:t>FDA 510k Premarket registration or CE certificate, WHO-GMP certificate or similar</w:t>
            </w:r>
          </w:p>
        </w:tc>
        <w:tc>
          <w:tcPr>
            <w:tcW w:w="4432" w:type="dxa"/>
            <w:tcBorders>
              <w:bottom w:val="single" w:sz="4" w:space="0" w:color="auto"/>
            </w:tcBorders>
          </w:tcPr>
          <w:p w14:paraId="2E3D240C" w14:textId="77777777" w:rsidR="00EE1DED" w:rsidRDefault="00EE1DED" w:rsidP="00383B36">
            <w:pPr>
              <w:rPr>
                <w:b/>
                <w:bCs/>
                <w:color w:val="000000"/>
              </w:rPr>
            </w:pPr>
          </w:p>
        </w:tc>
        <w:tc>
          <w:tcPr>
            <w:tcW w:w="1565" w:type="dxa"/>
            <w:tcBorders>
              <w:bottom w:val="single" w:sz="4" w:space="0" w:color="auto"/>
            </w:tcBorders>
          </w:tcPr>
          <w:p w14:paraId="3B924C00" w14:textId="77777777" w:rsidR="00EE1DED" w:rsidRDefault="00EE1DED" w:rsidP="00383B36">
            <w:pPr>
              <w:rPr>
                <w:b/>
                <w:bCs/>
                <w:color w:val="000000"/>
              </w:rPr>
            </w:pPr>
          </w:p>
        </w:tc>
        <w:tc>
          <w:tcPr>
            <w:tcW w:w="1764" w:type="dxa"/>
            <w:tcBorders>
              <w:bottom w:val="single" w:sz="4" w:space="0" w:color="auto"/>
            </w:tcBorders>
          </w:tcPr>
          <w:p w14:paraId="77ED3EAD" w14:textId="0220B37C" w:rsidR="00EE1DED" w:rsidRDefault="00EE1DED" w:rsidP="00383B36">
            <w:pPr>
              <w:rPr>
                <w:b/>
                <w:bCs/>
                <w:color w:val="000000"/>
              </w:rPr>
            </w:pPr>
          </w:p>
        </w:tc>
      </w:tr>
      <w:tr w:rsidR="00EE1DED" w:rsidRPr="00337FAB" w14:paraId="598D9654" w14:textId="638A596C" w:rsidTr="006C1BE1">
        <w:trPr>
          <w:trHeight w:val="926"/>
        </w:trPr>
        <w:tc>
          <w:tcPr>
            <w:tcW w:w="840" w:type="dxa"/>
            <w:vMerge/>
            <w:tcBorders>
              <w:bottom w:val="single" w:sz="4" w:space="0" w:color="auto"/>
            </w:tcBorders>
            <w:shd w:val="clear" w:color="auto" w:fill="DAEEF3" w:themeFill="accent5" w:themeFillTint="33"/>
          </w:tcPr>
          <w:p w14:paraId="1A441D14" w14:textId="77777777" w:rsidR="00EE1DED" w:rsidRPr="00337FAB" w:rsidRDefault="00EE1DED" w:rsidP="00383B36">
            <w:pPr>
              <w:rPr>
                <w:color w:val="000000"/>
              </w:rPr>
            </w:pPr>
          </w:p>
        </w:tc>
        <w:tc>
          <w:tcPr>
            <w:tcW w:w="4619" w:type="dxa"/>
            <w:tcBorders>
              <w:bottom w:val="single" w:sz="4" w:space="0" w:color="auto"/>
            </w:tcBorders>
            <w:shd w:val="clear" w:color="auto" w:fill="auto"/>
          </w:tcPr>
          <w:p w14:paraId="421C41A9" w14:textId="77777777" w:rsidR="00EE1DED" w:rsidRDefault="00EE1DED" w:rsidP="00383B36">
            <w:pPr>
              <w:rPr>
                <w:b/>
                <w:bCs/>
                <w:color w:val="000000"/>
              </w:rPr>
            </w:pPr>
            <w:r>
              <w:rPr>
                <w:b/>
                <w:bCs/>
                <w:color w:val="000000"/>
              </w:rPr>
              <w:t>Safety &amp; product Standards:</w:t>
            </w:r>
          </w:p>
          <w:p w14:paraId="510FCF7A" w14:textId="77777777" w:rsidR="00EE1DED" w:rsidRPr="00913FB2" w:rsidRDefault="00EE1DED" w:rsidP="00383B36">
            <w:pPr>
              <w:rPr>
                <w:color w:val="000000"/>
              </w:rPr>
            </w:pPr>
            <w:r w:rsidRPr="00913FB2">
              <w:rPr>
                <w:color w:val="000000"/>
              </w:rPr>
              <w:t>QMS of the manufacturing site: ISO 13485, or ISO 9001 or 21CFR820 (USA)</w:t>
            </w:r>
          </w:p>
          <w:p w14:paraId="6697686A" w14:textId="77777777" w:rsidR="00EE1DED" w:rsidRPr="00913FB2" w:rsidRDefault="00EE1DED" w:rsidP="00383B36">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Borders>
              <w:bottom w:val="single" w:sz="4" w:space="0" w:color="auto"/>
            </w:tcBorders>
          </w:tcPr>
          <w:p w14:paraId="65A0B63D" w14:textId="77777777" w:rsidR="00EE1DED" w:rsidRDefault="00EE1DED" w:rsidP="00383B36">
            <w:pPr>
              <w:rPr>
                <w:b/>
                <w:bCs/>
                <w:color w:val="000000"/>
              </w:rPr>
            </w:pPr>
          </w:p>
        </w:tc>
        <w:tc>
          <w:tcPr>
            <w:tcW w:w="1565" w:type="dxa"/>
            <w:tcBorders>
              <w:bottom w:val="single" w:sz="4" w:space="0" w:color="auto"/>
            </w:tcBorders>
          </w:tcPr>
          <w:p w14:paraId="5477913A" w14:textId="77777777" w:rsidR="00EE1DED" w:rsidRDefault="00EE1DED" w:rsidP="00383B36">
            <w:pPr>
              <w:rPr>
                <w:b/>
                <w:bCs/>
                <w:color w:val="000000"/>
              </w:rPr>
            </w:pPr>
          </w:p>
        </w:tc>
        <w:tc>
          <w:tcPr>
            <w:tcW w:w="1764" w:type="dxa"/>
            <w:tcBorders>
              <w:bottom w:val="single" w:sz="4" w:space="0" w:color="auto"/>
            </w:tcBorders>
          </w:tcPr>
          <w:p w14:paraId="4D9577B3" w14:textId="767A7F6E" w:rsidR="00EE1DED" w:rsidRDefault="00EE1DED" w:rsidP="00383B36">
            <w:pPr>
              <w:rPr>
                <w:b/>
                <w:bCs/>
                <w:color w:val="000000"/>
              </w:rPr>
            </w:pPr>
          </w:p>
        </w:tc>
      </w:tr>
      <w:tr w:rsidR="00EE1DED" w:rsidRPr="00337FAB" w14:paraId="7E3C8A00" w14:textId="7A1DE457" w:rsidTr="006C1BE1">
        <w:trPr>
          <w:trHeight w:val="206"/>
        </w:trPr>
        <w:tc>
          <w:tcPr>
            <w:tcW w:w="840" w:type="dxa"/>
            <w:vMerge/>
            <w:shd w:val="clear" w:color="auto" w:fill="DAEEF3" w:themeFill="accent5" w:themeFillTint="33"/>
          </w:tcPr>
          <w:p w14:paraId="27CCFCF8" w14:textId="77777777" w:rsidR="00EE1DED" w:rsidRPr="00337FAB" w:rsidRDefault="00EE1DED" w:rsidP="00383B36">
            <w:pPr>
              <w:rPr>
                <w:color w:val="000000"/>
              </w:rPr>
            </w:pPr>
          </w:p>
        </w:tc>
        <w:tc>
          <w:tcPr>
            <w:tcW w:w="4619" w:type="dxa"/>
            <w:shd w:val="clear" w:color="auto" w:fill="auto"/>
            <w:hideMark/>
          </w:tcPr>
          <w:p w14:paraId="7E117182" w14:textId="77777777" w:rsidR="00EE1DED" w:rsidRPr="00337FAB" w:rsidRDefault="00EE1DED" w:rsidP="00383B36">
            <w:pPr>
              <w:rPr>
                <w:color w:val="000000"/>
              </w:rPr>
            </w:pPr>
            <w:r w:rsidRPr="00337FAB">
              <w:rPr>
                <w:b/>
                <w:bCs/>
                <w:color w:val="000000"/>
              </w:rPr>
              <w:t>Warranty:</w:t>
            </w:r>
            <w:r>
              <w:rPr>
                <w:b/>
                <w:bCs/>
                <w:color w:val="000000"/>
              </w:rPr>
              <w:t xml:space="preserve"> </w:t>
            </w:r>
            <w:r>
              <w:rPr>
                <w:color w:val="000000"/>
              </w:rPr>
              <w:t xml:space="preserve">One </w:t>
            </w:r>
            <w:r w:rsidRPr="00337FAB">
              <w:rPr>
                <w:color w:val="000000"/>
              </w:rPr>
              <w:t>(</w:t>
            </w:r>
            <w:r>
              <w:rPr>
                <w:color w:val="000000"/>
              </w:rPr>
              <w:t>1</w:t>
            </w:r>
            <w:r w:rsidRPr="00337FAB">
              <w:rPr>
                <w:color w:val="000000"/>
              </w:rPr>
              <w:t>) year</w:t>
            </w:r>
            <w:r>
              <w:rPr>
                <w:color w:val="000000"/>
              </w:rPr>
              <w:t xml:space="preserve"> </w:t>
            </w:r>
            <w:r w:rsidRPr="00337FAB">
              <w:rPr>
                <w:color w:val="000000"/>
              </w:rPr>
              <w:t>warranty should be provided.</w:t>
            </w:r>
          </w:p>
        </w:tc>
        <w:tc>
          <w:tcPr>
            <w:tcW w:w="4432" w:type="dxa"/>
          </w:tcPr>
          <w:p w14:paraId="72A3EE26" w14:textId="77777777" w:rsidR="00EE1DED" w:rsidRPr="00337FAB" w:rsidRDefault="00EE1DED" w:rsidP="00383B36">
            <w:pPr>
              <w:rPr>
                <w:b/>
                <w:bCs/>
                <w:color w:val="000000"/>
              </w:rPr>
            </w:pPr>
          </w:p>
        </w:tc>
        <w:tc>
          <w:tcPr>
            <w:tcW w:w="1565" w:type="dxa"/>
          </w:tcPr>
          <w:p w14:paraId="6B72770E" w14:textId="77777777" w:rsidR="00EE1DED" w:rsidRPr="00337FAB" w:rsidRDefault="00EE1DED" w:rsidP="00383B36">
            <w:pPr>
              <w:rPr>
                <w:b/>
                <w:bCs/>
                <w:color w:val="000000"/>
              </w:rPr>
            </w:pPr>
          </w:p>
        </w:tc>
        <w:tc>
          <w:tcPr>
            <w:tcW w:w="1764" w:type="dxa"/>
          </w:tcPr>
          <w:p w14:paraId="67CDE766" w14:textId="0A0B3810" w:rsidR="00EE1DED" w:rsidRPr="00337FAB" w:rsidRDefault="00EE1DED" w:rsidP="00383B36">
            <w:pPr>
              <w:rPr>
                <w:b/>
                <w:bCs/>
                <w:color w:val="000000"/>
              </w:rPr>
            </w:pPr>
          </w:p>
        </w:tc>
      </w:tr>
      <w:tr w:rsidR="00EE1DED" w:rsidRPr="00337FAB" w14:paraId="18DEE704" w14:textId="61330F64" w:rsidTr="006C1BE1">
        <w:trPr>
          <w:trHeight w:val="242"/>
        </w:trPr>
        <w:tc>
          <w:tcPr>
            <w:tcW w:w="840" w:type="dxa"/>
            <w:vMerge/>
            <w:shd w:val="clear" w:color="auto" w:fill="DAEEF3" w:themeFill="accent5" w:themeFillTint="33"/>
          </w:tcPr>
          <w:p w14:paraId="738712EA" w14:textId="77777777" w:rsidR="00EE1DED" w:rsidRPr="00337FAB" w:rsidRDefault="00EE1DED" w:rsidP="00383B36">
            <w:pPr>
              <w:rPr>
                <w:color w:val="000000"/>
              </w:rPr>
            </w:pPr>
          </w:p>
        </w:tc>
        <w:tc>
          <w:tcPr>
            <w:tcW w:w="4619" w:type="dxa"/>
            <w:shd w:val="clear" w:color="auto" w:fill="auto"/>
            <w:hideMark/>
          </w:tcPr>
          <w:p w14:paraId="1FED9106" w14:textId="77777777" w:rsidR="00EE1DED" w:rsidRDefault="00EE1DED" w:rsidP="00383B36">
            <w:pPr>
              <w:rPr>
                <w:color w:val="000000"/>
              </w:rPr>
            </w:pPr>
            <w:r w:rsidRPr="00337FAB">
              <w:rPr>
                <w:b/>
                <w:bCs/>
                <w:color w:val="000000"/>
              </w:rPr>
              <w:t>Documentation requirements:</w:t>
            </w:r>
            <w:r w:rsidRPr="00337FAB">
              <w:rPr>
                <w:color w:val="000000"/>
              </w:rPr>
              <w:t xml:space="preserve"> Certificate of factory calibration and inspection to be provided</w:t>
            </w:r>
          </w:p>
          <w:p w14:paraId="77E149F3" w14:textId="77777777" w:rsidR="00EE1DED" w:rsidRPr="00337FAB" w:rsidRDefault="00EE1DED" w:rsidP="00383B36">
            <w:pPr>
              <w:rPr>
                <w:color w:val="000000"/>
              </w:rPr>
            </w:pPr>
          </w:p>
        </w:tc>
        <w:tc>
          <w:tcPr>
            <w:tcW w:w="4432" w:type="dxa"/>
          </w:tcPr>
          <w:p w14:paraId="533F6002" w14:textId="77777777" w:rsidR="00EE1DED" w:rsidRPr="00337FAB" w:rsidRDefault="00EE1DED" w:rsidP="00383B36">
            <w:pPr>
              <w:rPr>
                <w:b/>
                <w:bCs/>
                <w:color w:val="000000"/>
              </w:rPr>
            </w:pPr>
          </w:p>
        </w:tc>
        <w:tc>
          <w:tcPr>
            <w:tcW w:w="1565" w:type="dxa"/>
          </w:tcPr>
          <w:p w14:paraId="53B6FBA1" w14:textId="77777777" w:rsidR="00EE1DED" w:rsidRPr="00337FAB" w:rsidRDefault="00EE1DED" w:rsidP="00383B36">
            <w:pPr>
              <w:rPr>
                <w:b/>
                <w:bCs/>
                <w:color w:val="000000"/>
              </w:rPr>
            </w:pPr>
          </w:p>
        </w:tc>
        <w:tc>
          <w:tcPr>
            <w:tcW w:w="1764" w:type="dxa"/>
          </w:tcPr>
          <w:p w14:paraId="7EE25946" w14:textId="214E4B99" w:rsidR="00EE1DED" w:rsidRPr="00337FAB" w:rsidRDefault="00EE1DED" w:rsidP="00383B36">
            <w:pPr>
              <w:rPr>
                <w:b/>
                <w:bCs/>
                <w:color w:val="000000"/>
              </w:rPr>
            </w:pPr>
          </w:p>
        </w:tc>
      </w:tr>
      <w:tr w:rsidR="00EE1DED" w:rsidRPr="00337FAB" w14:paraId="6F29DED2" w14:textId="4C87CC7D" w:rsidTr="006C1BE1">
        <w:trPr>
          <w:trHeight w:val="300"/>
        </w:trPr>
        <w:tc>
          <w:tcPr>
            <w:tcW w:w="840" w:type="dxa"/>
            <w:vMerge w:val="restart"/>
            <w:shd w:val="clear" w:color="auto" w:fill="DAEEF3" w:themeFill="accent5" w:themeFillTint="33"/>
          </w:tcPr>
          <w:p w14:paraId="3A51421F" w14:textId="77777777" w:rsidR="00EE1DED" w:rsidRPr="00C34340" w:rsidRDefault="00EE1DED" w:rsidP="00383B36">
            <w:pPr>
              <w:rPr>
                <w:b/>
                <w:bCs/>
                <w:color w:val="000000"/>
              </w:rPr>
            </w:pPr>
            <w:r>
              <w:rPr>
                <w:b/>
                <w:bCs/>
                <w:color w:val="000000"/>
              </w:rPr>
              <w:t>Item 16</w:t>
            </w:r>
          </w:p>
        </w:tc>
        <w:tc>
          <w:tcPr>
            <w:tcW w:w="4619" w:type="dxa"/>
            <w:shd w:val="clear" w:color="auto" w:fill="DAEEF3" w:themeFill="accent5" w:themeFillTint="33"/>
          </w:tcPr>
          <w:p w14:paraId="0BDE6DE0" w14:textId="26349E4F" w:rsidR="00EE1DED" w:rsidRPr="003265D5" w:rsidRDefault="00EE1DED" w:rsidP="00383B36">
            <w:r w:rsidRPr="00567B62">
              <w:rPr>
                <w:b/>
                <w:bCs/>
              </w:rPr>
              <w:t>LABORATORY REFRIGERATOR WITH FREEZER</w:t>
            </w:r>
            <w:r w:rsidRPr="00337FAB">
              <w:rPr>
                <w:b/>
                <w:bCs/>
              </w:rPr>
              <w:t xml:space="preserve"> </w:t>
            </w:r>
            <w:r w:rsidRPr="00567B62">
              <w:t>(6 pcs)</w:t>
            </w:r>
          </w:p>
        </w:tc>
        <w:tc>
          <w:tcPr>
            <w:tcW w:w="4432" w:type="dxa"/>
            <w:shd w:val="clear" w:color="auto" w:fill="DAEEF3" w:themeFill="accent5" w:themeFillTint="33"/>
          </w:tcPr>
          <w:p w14:paraId="2807A7AC" w14:textId="77777777" w:rsidR="00EE1DED" w:rsidRPr="00567B62" w:rsidRDefault="00EE1DED" w:rsidP="00383B36">
            <w:pPr>
              <w:rPr>
                <w:b/>
                <w:bCs/>
              </w:rPr>
            </w:pPr>
          </w:p>
        </w:tc>
        <w:tc>
          <w:tcPr>
            <w:tcW w:w="1565" w:type="dxa"/>
            <w:shd w:val="clear" w:color="auto" w:fill="DAEEF3" w:themeFill="accent5" w:themeFillTint="33"/>
          </w:tcPr>
          <w:p w14:paraId="0F3EC36B" w14:textId="77777777" w:rsidR="00EE1DED" w:rsidRPr="00567B62" w:rsidRDefault="00EE1DED" w:rsidP="00383B36">
            <w:pPr>
              <w:rPr>
                <w:b/>
                <w:bCs/>
              </w:rPr>
            </w:pPr>
          </w:p>
        </w:tc>
        <w:tc>
          <w:tcPr>
            <w:tcW w:w="1764" w:type="dxa"/>
            <w:shd w:val="clear" w:color="auto" w:fill="DAEEF3" w:themeFill="accent5" w:themeFillTint="33"/>
          </w:tcPr>
          <w:p w14:paraId="10BCAD35" w14:textId="2DE04188" w:rsidR="00EE1DED" w:rsidRPr="00567B62" w:rsidRDefault="00EE1DED" w:rsidP="00383B36">
            <w:pPr>
              <w:rPr>
                <w:b/>
                <w:bCs/>
              </w:rPr>
            </w:pPr>
          </w:p>
        </w:tc>
      </w:tr>
      <w:tr w:rsidR="00EE1DED" w:rsidRPr="00337FAB" w14:paraId="2156BCC2" w14:textId="314D7CE8" w:rsidTr="006C1BE1">
        <w:trPr>
          <w:trHeight w:val="2690"/>
        </w:trPr>
        <w:tc>
          <w:tcPr>
            <w:tcW w:w="840" w:type="dxa"/>
            <w:vMerge/>
            <w:tcBorders>
              <w:bottom w:val="single" w:sz="4" w:space="0" w:color="auto"/>
            </w:tcBorders>
            <w:shd w:val="clear" w:color="auto" w:fill="DAEEF3" w:themeFill="accent5" w:themeFillTint="33"/>
          </w:tcPr>
          <w:p w14:paraId="34562430"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67B70FB0" w14:textId="77777777" w:rsidR="00EE1DED" w:rsidRPr="007869E1" w:rsidRDefault="00EE1DED" w:rsidP="00383B36">
            <w:pPr>
              <w:overflowPunct/>
              <w:autoSpaceDE/>
              <w:autoSpaceDN/>
              <w:adjustRightInd/>
              <w:contextualSpacing/>
              <w:textAlignment w:val="auto"/>
              <w:rPr>
                <w:b/>
                <w:bCs/>
                <w:color w:val="000000"/>
              </w:rPr>
            </w:pPr>
            <w:r w:rsidRPr="007869E1">
              <w:rPr>
                <w:b/>
                <w:bCs/>
                <w:color w:val="000000"/>
              </w:rPr>
              <w:t>Product description:</w:t>
            </w:r>
          </w:p>
          <w:p w14:paraId="74E1D35D" w14:textId="77777777" w:rsidR="00EE1DED" w:rsidRDefault="00EE1DED" w:rsidP="00383B36">
            <w:pPr>
              <w:overflowPunct/>
              <w:autoSpaceDE/>
              <w:autoSpaceDN/>
              <w:adjustRightInd/>
              <w:contextualSpacing/>
              <w:textAlignment w:val="auto"/>
              <w:rPr>
                <w:color w:val="000000"/>
              </w:rPr>
            </w:pPr>
            <w:r w:rsidRPr="007869E1">
              <w:rPr>
                <w:color w:val="000000"/>
              </w:rPr>
              <w:t>The laboratory upright refrigerator with freezer, with two separate, visible doors and precise electronic control</w:t>
            </w:r>
          </w:p>
          <w:p w14:paraId="16767D5D" w14:textId="77777777" w:rsidR="00EE1DED" w:rsidRDefault="00EE1DED" w:rsidP="00383B36">
            <w:pPr>
              <w:overflowPunct/>
              <w:autoSpaceDE/>
              <w:autoSpaceDN/>
              <w:adjustRightInd/>
              <w:contextualSpacing/>
              <w:textAlignment w:val="auto"/>
              <w:rPr>
                <w:color w:val="000000"/>
              </w:rPr>
            </w:pPr>
          </w:p>
          <w:p w14:paraId="5AB425E3" w14:textId="77777777" w:rsidR="00EE1DED" w:rsidRPr="007869E1" w:rsidRDefault="00EE1DED" w:rsidP="00383B36">
            <w:pPr>
              <w:overflowPunct/>
              <w:autoSpaceDE/>
              <w:autoSpaceDN/>
              <w:adjustRightInd/>
              <w:contextualSpacing/>
              <w:textAlignment w:val="auto"/>
              <w:rPr>
                <w:b/>
                <w:bCs/>
                <w:color w:val="000000"/>
              </w:rPr>
            </w:pPr>
            <w:r w:rsidRPr="007869E1">
              <w:rPr>
                <w:b/>
                <w:bCs/>
                <w:color w:val="000000"/>
              </w:rPr>
              <w:t>Specification:</w:t>
            </w:r>
          </w:p>
          <w:p w14:paraId="4C1E4BC8"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Easy-to-clean interior with epoxy-coated;</w:t>
            </w:r>
          </w:p>
          <w:p w14:paraId="414E1B16"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Estimated Life Span: 8 years</w:t>
            </w:r>
          </w:p>
          <w:p w14:paraId="6C71F64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With steel-wire shelves that resist most acids, solvents, and chemicals;</w:t>
            </w:r>
          </w:p>
          <w:p w14:paraId="6B00FE9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CFC-free insulation and coolant;</w:t>
            </w:r>
          </w:p>
          <w:p w14:paraId="2033E51D"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Adjustable hydraulic thermostat control and door lock;</w:t>
            </w:r>
          </w:p>
          <w:p w14:paraId="01E93F90"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83B36">
              <w:rPr>
                <w:color w:val="000000"/>
                <w:lang w:val="fr-FR"/>
              </w:rPr>
              <w:t xml:space="preserve">Dimensions:  W x D x H approx. </w:t>
            </w:r>
            <w:r w:rsidRPr="00337FAB">
              <w:rPr>
                <w:color w:val="000000"/>
              </w:rPr>
              <w:t>500 -550 mm x 550-600 mm x 1600-1900 mm</w:t>
            </w:r>
          </w:p>
          <w:p w14:paraId="6C38295D"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Refrigerator volume: 170-210 liter</w:t>
            </w:r>
          </w:p>
          <w:p w14:paraId="4197BB8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Min Temp. 2ºc and Max. Temp. 10ºc;</w:t>
            </w:r>
          </w:p>
          <w:p w14:paraId="7501828E"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Number of shelves: at least 5</w:t>
            </w:r>
          </w:p>
          <w:p w14:paraId="55FA65FD"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Displayed parameters: Displays settings and alerts for temperature and power supply, with large, easy-to-read digital display showing temperature within 1°C;</w:t>
            </w:r>
          </w:p>
          <w:p w14:paraId="0227840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Freezer volume: 35-60 liter</w:t>
            </w:r>
          </w:p>
          <w:p w14:paraId="4101210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Min Temp. -20ºc and Max. Temp. -30ºc;</w:t>
            </w:r>
          </w:p>
          <w:p w14:paraId="635D5952"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With the microprocessor control</w:t>
            </w:r>
          </w:p>
          <w:p w14:paraId="0F3883B9"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Electrical source requirements: 220-240V, 50Hz, Single phase</w:t>
            </w:r>
          </w:p>
          <w:p w14:paraId="0621F706"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Should have grounding connector or socket should have integrated grounding sockets</w:t>
            </w:r>
          </w:p>
          <w:p w14:paraId="600E581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Provide compatible UPS with at least 45 mins back-up </w:t>
            </w:r>
          </w:p>
        </w:tc>
        <w:tc>
          <w:tcPr>
            <w:tcW w:w="4432" w:type="dxa"/>
            <w:tcBorders>
              <w:bottom w:val="single" w:sz="4" w:space="0" w:color="auto"/>
            </w:tcBorders>
          </w:tcPr>
          <w:p w14:paraId="5BBC5F8C" w14:textId="77777777" w:rsidR="00EE1DED" w:rsidRPr="007869E1" w:rsidRDefault="00EE1DED" w:rsidP="00383B36">
            <w:pPr>
              <w:overflowPunct/>
              <w:autoSpaceDE/>
              <w:autoSpaceDN/>
              <w:adjustRightInd/>
              <w:contextualSpacing/>
              <w:textAlignment w:val="auto"/>
              <w:rPr>
                <w:b/>
                <w:bCs/>
                <w:color w:val="000000"/>
              </w:rPr>
            </w:pPr>
          </w:p>
        </w:tc>
        <w:tc>
          <w:tcPr>
            <w:tcW w:w="1565" w:type="dxa"/>
            <w:tcBorders>
              <w:bottom w:val="single" w:sz="4" w:space="0" w:color="auto"/>
            </w:tcBorders>
          </w:tcPr>
          <w:p w14:paraId="055CDBBD" w14:textId="77777777" w:rsidR="00EE1DED" w:rsidRPr="007869E1" w:rsidRDefault="00EE1DED" w:rsidP="00383B36">
            <w:pPr>
              <w:overflowPunct/>
              <w:autoSpaceDE/>
              <w:autoSpaceDN/>
              <w:adjustRightInd/>
              <w:contextualSpacing/>
              <w:textAlignment w:val="auto"/>
              <w:rPr>
                <w:b/>
                <w:bCs/>
                <w:color w:val="000000"/>
              </w:rPr>
            </w:pPr>
          </w:p>
        </w:tc>
        <w:tc>
          <w:tcPr>
            <w:tcW w:w="1764" w:type="dxa"/>
            <w:tcBorders>
              <w:bottom w:val="single" w:sz="4" w:space="0" w:color="auto"/>
            </w:tcBorders>
          </w:tcPr>
          <w:p w14:paraId="04BDA208" w14:textId="75DB9E82" w:rsidR="00EE1DED" w:rsidRPr="007869E1" w:rsidRDefault="00EE1DED" w:rsidP="00383B36">
            <w:pPr>
              <w:overflowPunct/>
              <w:autoSpaceDE/>
              <w:autoSpaceDN/>
              <w:adjustRightInd/>
              <w:contextualSpacing/>
              <w:textAlignment w:val="auto"/>
              <w:rPr>
                <w:b/>
                <w:bCs/>
                <w:color w:val="000000"/>
              </w:rPr>
            </w:pPr>
          </w:p>
        </w:tc>
      </w:tr>
      <w:tr w:rsidR="00EE1DED" w:rsidRPr="00337FAB" w14:paraId="055BBA3C" w14:textId="79FDC6E6" w:rsidTr="006C1BE1">
        <w:trPr>
          <w:trHeight w:val="197"/>
        </w:trPr>
        <w:tc>
          <w:tcPr>
            <w:tcW w:w="840" w:type="dxa"/>
            <w:vMerge/>
            <w:tcBorders>
              <w:bottom w:val="single" w:sz="4" w:space="0" w:color="auto"/>
            </w:tcBorders>
            <w:shd w:val="clear" w:color="auto" w:fill="DAEEF3" w:themeFill="accent5" w:themeFillTint="33"/>
          </w:tcPr>
          <w:p w14:paraId="179413C1"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26C68C36"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29FDB6D4" w14:textId="77777777" w:rsidR="00EE1DED" w:rsidRPr="00913FB2" w:rsidRDefault="00EE1DED" w:rsidP="00383B36">
            <w:pPr>
              <w:rPr>
                <w:color w:val="000000"/>
              </w:rPr>
            </w:pPr>
            <w:r w:rsidRPr="00913FB2">
              <w:rPr>
                <w:color w:val="000000"/>
              </w:rPr>
              <w:t>FDA 510k Premarket registration or CE certificate, WHO-GMP certificate or similar</w:t>
            </w:r>
          </w:p>
        </w:tc>
        <w:tc>
          <w:tcPr>
            <w:tcW w:w="4432" w:type="dxa"/>
            <w:tcBorders>
              <w:bottom w:val="single" w:sz="4" w:space="0" w:color="auto"/>
            </w:tcBorders>
          </w:tcPr>
          <w:p w14:paraId="767499E0" w14:textId="77777777" w:rsidR="00EE1DED" w:rsidRDefault="00EE1DED" w:rsidP="00383B36">
            <w:pPr>
              <w:rPr>
                <w:b/>
                <w:bCs/>
                <w:color w:val="000000"/>
              </w:rPr>
            </w:pPr>
          </w:p>
        </w:tc>
        <w:tc>
          <w:tcPr>
            <w:tcW w:w="1565" w:type="dxa"/>
            <w:tcBorders>
              <w:bottom w:val="single" w:sz="4" w:space="0" w:color="auto"/>
            </w:tcBorders>
          </w:tcPr>
          <w:p w14:paraId="385D326C" w14:textId="77777777" w:rsidR="00EE1DED" w:rsidRDefault="00EE1DED" w:rsidP="00383B36">
            <w:pPr>
              <w:rPr>
                <w:b/>
                <w:bCs/>
                <w:color w:val="000000"/>
              </w:rPr>
            </w:pPr>
          </w:p>
        </w:tc>
        <w:tc>
          <w:tcPr>
            <w:tcW w:w="1764" w:type="dxa"/>
            <w:tcBorders>
              <w:bottom w:val="single" w:sz="4" w:space="0" w:color="auto"/>
            </w:tcBorders>
          </w:tcPr>
          <w:p w14:paraId="17C45606" w14:textId="56669489" w:rsidR="00EE1DED" w:rsidRDefault="00EE1DED" w:rsidP="00383B36">
            <w:pPr>
              <w:rPr>
                <w:b/>
                <w:bCs/>
                <w:color w:val="000000"/>
              </w:rPr>
            </w:pPr>
          </w:p>
        </w:tc>
      </w:tr>
      <w:tr w:rsidR="00EE1DED" w:rsidRPr="00337FAB" w14:paraId="61A79EF8" w14:textId="6224F061" w:rsidTr="006C1BE1">
        <w:trPr>
          <w:trHeight w:val="989"/>
        </w:trPr>
        <w:tc>
          <w:tcPr>
            <w:tcW w:w="840" w:type="dxa"/>
            <w:vMerge/>
            <w:tcBorders>
              <w:bottom w:val="single" w:sz="4" w:space="0" w:color="auto"/>
            </w:tcBorders>
            <w:shd w:val="clear" w:color="auto" w:fill="DAEEF3" w:themeFill="accent5" w:themeFillTint="33"/>
          </w:tcPr>
          <w:p w14:paraId="2B0453C2" w14:textId="77777777" w:rsidR="00EE1DED" w:rsidRPr="00337FAB" w:rsidRDefault="00EE1DED" w:rsidP="00383B36">
            <w:pPr>
              <w:rPr>
                <w:color w:val="000000"/>
              </w:rPr>
            </w:pPr>
          </w:p>
        </w:tc>
        <w:tc>
          <w:tcPr>
            <w:tcW w:w="4619" w:type="dxa"/>
            <w:tcBorders>
              <w:bottom w:val="single" w:sz="4" w:space="0" w:color="auto"/>
            </w:tcBorders>
            <w:shd w:val="clear" w:color="auto" w:fill="auto"/>
          </w:tcPr>
          <w:p w14:paraId="600E09A6" w14:textId="77777777" w:rsidR="00EE1DED" w:rsidRDefault="00EE1DED" w:rsidP="00383B36">
            <w:pPr>
              <w:rPr>
                <w:b/>
                <w:bCs/>
                <w:color w:val="000000"/>
              </w:rPr>
            </w:pPr>
            <w:r>
              <w:rPr>
                <w:b/>
                <w:bCs/>
                <w:color w:val="000000"/>
              </w:rPr>
              <w:t>Safety &amp; product Standards:</w:t>
            </w:r>
          </w:p>
          <w:p w14:paraId="15950CC9" w14:textId="77777777" w:rsidR="00EE1DED" w:rsidRDefault="00EE1DED" w:rsidP="00383B36">
            <w:pPr>
              <w:pStyle w:val="Default"/>
              <w:rPr>
                <w:sz w:val="20"/>
                <w:szCs w:val="20"/>
              </w:rPr>
            </w:pPr>
            <w:r>
              <w:rPr>
                <w:sz w:val="20"/>
                <w:szCs w:val="20"/>
              </w:rPr>
              <w:t>Bidder shall furnish the documentary evidence to demonstrate that the good it offers meet the international safety &amp; regulatory standards providing a signed and dated Declaration of Conformity (</w:t>
            </w:r>
            <w:proofErr w:type="spellStart"/>
            <w:r>
              <w:rPr>
                <w:sz w:val="20"/>
                <w:szCs w:val="20"/>
              </w:rPr>
              <w:t>DoC</w:t>
            </w:r>
            <w:proofErr w:type="spellEnd"/>
            <w:r>
              <w:rPr>
                <w:sz w:val="20"/>
                <w:szCs w:val="20"/>
              </w:rPr>
              <w:t xml:space="preserve">) according to ISO 17050 stating compliance to the follow standards: </w:t>
            </w:r>
          </w:p>
          <w:p w14:paraId="12182894" w14:textId="77777777" w:rsidR="00EE1DED" w:rsidRPr="00BF36D5" w:rsidRDefault="00EE1DED" w:rsidP="00383B36">
            <w:pPr>
              <w:pStyle w:val="ListParagraph"/>
              <w:numPr>
                <w:ilvl w:val="0"/>
                <w:numId w:val="45"/>
              </w:numPr>
              <w:overflowPunct/>
              <w:autoSpaceDE/>
              <w:autoSpaceDN/>
              <w:adjustRightInd/>
              <w:contextualSpacing/>
              <w:textAlignment w:val="auto"/>
              <w:rPr>
                <w:color w:val="000000"/>
              </w:rPr>
            </w:pPr>
            <w:r w:rsidRPr="00BF36D5">
              <w:rPr>
                <w:color w:val="000000"/>
              </w:rPr>
              <w:t xml:space="preserve">ISO 9001: 2015 Quality Management System. </w:t>
            </w:r>
          </w:p>
          <w:p w14:paraId="43D97A07" w14:textId="77777777" w:rsidR="00EE1DED" w:rsidRPr="00BF36D5" w:rsidRDefault="00EE1DED" w:rsidP="00383B36">
            <w:pPr>
              <w:pStyle w:val="ListParagraph"/>
              <w:numPr>
                <w:ilvl w:val="0"/>
                <w:numId w:val="45"/>
              </w:numPr>
              <w:overflowPunct/>
              <w:autoSpaceDE/>
              <w:autoSpaceDN/>
              <w:adjustRightInd/>
              <w:contextualSpacing/>
              <w:textAlignment w:val="auto"/>
              <w:rPr>
                <w:color w:val="000000"/>
              </w:rPr>
            </w:pPr>
            <w:r w:rsidRPr="00BF36D5">
              <w:rPr>
                <w:color w:val="000000"/>
              </w:rPr>
              <w:t xml:space="preserve">ISO 13485:2016 Medical devices - Quality management systems. </w:t>
            </w:r>
          </w:p>
          <w:p w14:paraId="092B243B" w14:textId="77777777" w:rsidR="00EE1DED" w:rsidRPr="00BF36D5" w:rsidRDefault="00EE1DED" w:rsidP="00383B36">
            <w:pPr>
              <w:pStyle w:val="ListParagraph"/>
              <w:numPr>
                <w:ilvl w:val="0"/>
                <w:numId w:val="45"/>
              </w:numPr>
              <w:overflowPunct/>
              <w:autoSpaceDE/>
              <w:autoSpaceDN/>
              <w:adjustRightInd/>
              <w:contextualSpacing/>
              <w:textAlignment w:val="auto"/>
              <w:rPr>
                <w:color w:val="000000"/>
              </w:rPr>
            </w:pPr>
            <w:r w:rsidRPr="00BF36D5">
              <w:rPr>
                <w:color w:val="000000"/>
              </w:rPr>
              <w:t xml:space="preserve">DIN 58371:2010-09 Refrigerators for conserved blood - Definitions, requirements, testing </w:t>
            </w:r>
          </w:p>
          <w:p w14:paraId="57199C10" w14:textId="77777777" w:rsidR="00EE1DED" w:rsidRPr="00BF36D5" w:rsidRDefault="00EE1DED" w:rsidP="00383B36">
            <w:pPr>
              <w:pStyle w:val="ListParagraph"/>
              <w:numPr>
                <w:ilvl w:val="0"/>
                <w:numId w:val="45"/>
              </w:numPr>
              <w:overflowPunct/>
              <w:autoSpaceDE/>
              <w:autoSpaceDN/>
              <w:adjustRightInd/>
              <w:contextualSpacing/>
              <w:textAlignment w:val="auto"/>
              <w:rPr>
                <w:color w:val="000000"/>
              </w:rPr>
            </w:pPr>
            <w:r w:rsidRPr="00BF36D5">
              <w:rPr>
                <w:color w:val="000000"/>
              </w:rPr>
              <w:t xml:space="preserve">IEC 61010-2-011:2019 RLV Safety requirements for electrical equipment for measurement, control, and laboratory use - Part 2-011: Particular requirements for refrigerating equipment </w:t>
            </w:r>
          </w:p>
          <w:p w14:paraId="0C84E73C" w14:textId="77777777" w:rsidR="00EE1DED" w:rsidRPr="00BF36D5" w:rsidRDefault="00EE1DED" w:rsidP="00383B36">
            <w:pPr>
              <w:pStyle w:val="ListParagraph"/>
              <w:numPr>
                <w:ilvl w:val="0"/>
                <w:numId w:val="45"/>
              </w:numPr>
              <w:overflowPunct/>
              <w:autoSpaceDE/>
              <w:autoSpaceDN/>
              <w:adjustRightInd/>
              <w:contextualSpacing/>
              <w:textAlignment w:val="auto"/>
              <w:rPr>
                <w:color w:val="000000"/>
              </w:rPr>
            </w:pPr>
            <w:r w:rsidRPr="00BF36D5">
              <w:rPr>
                <w:color w:val="000000"/>
              </w:rPr>
              <w:t xml:space="preserve">Environment Certifications ISO 14001 and ISO 50001 are desirable </w:t>
            </w:r>
          </w:p>
        </w:tc>
        <w:tc>
          <w:tcPr>
            <w:tcW w:w="4432" w:type="dxa"/>
            <w:tcBorders>
              <w:bottom w:val="single" w:sz="4" w:space="0" w:color="auto"/>
            </w:tcBorders>
          </w:tcPr>
          <w:p w14:paraId="22F7E35F" w14:textId="77777777" w:rsidR="00EE1DED" w:rsidRDefault="00EE1DED" w:rsidP="00383B36">
            <w:pPr>
              <w:rPr>
                <w:b/>
                <w:bCs/>
                <w:color w:val="000000"/>
              </w:rPr>
            </w:pPr>
          </w:p>
        </w:tc>
        <w:tc>
          <w:tcPr>
            <w:tcW w:w="1565" w:type="dxa"/>
            <w:tcBorders>
              <w:bottom w:val="single" w:sz="4" w:space="0" w:color="auto"/>
            </w:tcBorders>
          </w:tcPr>
          <w:p w14:paraId="2027FBAA" w14:textId="77777777" w:rsidR="00EE1DED" w:rsidRDefault="00EE1DED" w:rsidP="00383B36">
            <w:pPr>
              <w:rPr>
                <w:b/>
                <w:bCs/>
                <w:color w:val="000000"/>
              </w:rPr>
            </w:pPr>
          </w:p>
        </w:tc>
        <w:tc>
          <w:tcPr>
            <w:tcW w:w="1764" w:type="dxa"/>
            <w:tcBorders>
              <w:bottom w:val="single" w:sz="4" w:space="0" w:color="auto"/>
            </w:tcBorders>
          </w:tcPr>
          <w:p w14:paraId="3E26AF07" w14:textId="6A642D3A" w:rsidR="00EE1DED" w:rsidRDefault="00EE1DED" w:rsidP="00383B36">
            <w:pPr>
              <w:rPr>
                <w:b/>
                <w:bCs/>
                <w:color w:val="000000"/>
              </w:rPr>
            </w:pPr>
          </w:p>
        </w:tc>
      </w:tr>
      <w:tr w:rsidR="00EE1DED" w:rsidRPr="00337FAB" w14:paraId="3CF74058" w14:textId="6D1567B2" w:rsidTr="006C1BE1">
        <w:trPr>
          <w:trHeight w:val="116"/>
        </w:trPr>
        <w:tc>
          <w:tcPr>
            <w:tcW w:w="840" w:type="dxa"/>
            <w:vMerge/>
            <w:shd w:val="clear" w:color="auto" w:fill="DAEEF3" w:themeFill="accent5" w:themeFillTint="33"/>
          </w:tcPr>
          <w:p w14:paraId="768A7671" w14:textId="77777777" w:rsidR="00EE1DED" w:rsidRPr="00337FAB" w:rsidRDefault="00EE1DED" w:rsidP="00383B36">
            <w:pPr>
              <w:rPr>
                <w:color w:val="000000"/>
              </w:rPr>
            </w:pPr>
          </w:p>
        </w:tc>
        <w:tc>
          <w:tcPr>
            <w:tcW w:w="4619" w:type="dxa"/>
            <w:shd w:val="clear" w:color="auto" w:fill="auto"/>
            <w:hideMark/>
          </w:tcPr>
          <w:p w14:paraId="38EED1E6" w14:textId="77777777" w:rsidR="00EE1DED" w:rsidRPr="00337FAB" w:rsidRDefault="00EE1DED" w:rsidP="00383B36">
            <w:pPr>
              <w:rPr>
                <w:color w:val="000000"/>
              </w:rPr>
            </w:pPr>
            <w:r w:rsidRPr="00337FAB">
              <w:rPr>
                <w:b/>
                <w:bCs/>
                <w:color w:val="000000"/>
              </w:rPr>
              <w:t>Warranty:</w:t>
            </w:r>
            <w:r w:rsidRPr="00337FAB">
              <w:rPr>
                <w:color w:val="000000"/>
              </w:rPr>
              <w:t xml:space="preserve"> Two (2) years warranty should be provided. </w:t>
            </w:r>
          </w:p>
        </w:tc>
        <w:tc>
          <w:tcPr>
            <w:tcW w:w="4432" w:type="dxa"/>
          </w:tcPr>
          <w:p w14:paraId="4CAA1029" w14:textId="77777777" w:rsidR="00EE1DED" w:rsidRPr="00337FAB" w:rsidRDefault="00EE1DED" w:rsidP="00383B36">
            <w:pPr>
              <w:rPr>
                <w:b/>
                <w:bCs/>
                <w:color w:val="000000"/>
              </w:rPr>
            </w:pPr>
          </w:p>
        </w:tc>
        <w:tc>
          <w:tcPr>
            <w:tcW w:w="1565" w:type="dxa"/>
          </w:tcPr>
          <w:p w14:paraId="2D71A328" w14:textId="77777777" w:rsidR="00EE1DED" w:rsidRPr="00337FAB" w:rsidRDefault="00EE1DED" w:rsidP="00383B36">
            <w:pPr>
              <w:rPr>
                <w:b/>
                <w:bCs/>
                <w:color w:val="000000"/>
              </w:rPr>
            </w:pPr>
          </w:p>
        </w:tc>
        <w:tc>
          <w:tcPr>
            <w:tcW w:w="1764" w:type="dxa"/>
          </w:tcPr>
          <w:p w14:paraId="693814CB" w14:textId="38EE6A52" w:rsidR="00EE1DED" w:rsidRPr="00337FAB" w:rsidRDefault="00EE1DED" w:rsidP="00383B36">
            <w:pPr>
              <w:rPr>
                <w:b/>
                <w:bCs/>
                <w:color w:val="000000"/>
              </w:rPr>
            </w:pPr>
          </w:p>
        </w:tc>
      </w:tr>
      <w:tr w:rsidR="00EE1DED" w:rsidRPr="00337FAB" w14:paraId="2F7E2E44" w14:textId="278296C6" w:rsidTr="006C1BE1">
        <w:trPr>
          <w:trHeight w:val="53"/>
        </w:trPr>
        <w:tc>
          <w:tcPr>
            <w:tcW w:w="840" w:type="dxa"/>
            <w:vMerge/>
            <w:tcBorders>
              <w:bottom w:val="single" w:sz="4" w:space="0" w:color="auto"/>
            </w:tcBorders>
            <w:shd w:val="clear" w:color="auto" w:fill="DAEEF3" w:themeFill="accent5" w:themeFillTint="33"/>
          </w:tcPr>
          <w:p w14:paraId="746C36FF"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7686DC54" w14:textId="77777777" w:rsidR="00EE1DED" w:rsidRPr="00E01A80" w:rsidRDefault="00EE1DED" w:rsidP="00383B36">
            <w:pPr>
              <w:rPr>
                <w:b/>
                <w:bCs/>
                <w:color w:val="000000"/>
              </w:rPr>
            </w:pPr>
            <w:r w:rsidRPr="00337FAB">
              <w:rPr>
                <w:b/>
                <w:bCs/>
                <w:color w:val="000000"/>
              </w:rPr>
              <w:t xml:space="preserve">Documentation requirements: </w:t>
            </w:r>
          </w:p>
          <w:p w14:paraId="2EBF80EC" w14:textId="77777777" w:rsidR="00EE1DED" w:rsidRPr="00E01A80"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List to be provided of equipment and procedures required for routine maintenance.</w:t>
            </w:r>
          </w:p>
          <w:p w14:paraId="03C1A1B3" w14:textId="77777777" w:rsidR="00EE1DED" w:rsidRPr="00E01A80"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Specific inclusions and exclusions to be listed. </w:t>
            </w:r>
          </w:p>
          <w:p w14:paraId="3664F9D7"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Contact details of manufacturer, supplier and local service agent to be provided</w:t>
            </w:r>
          </w:p>
          <w:p w14:paraId="5AD16E38" w14:textId="77777777" w:rsidR="00EE1DED" w:rsidRPr="00337FAB" w:rsidRDefault="00EE1DED" w:rsidP="00383B36">
            <w:pPr>
              <w:pStyle w:val="ListParagraph"/>
              <w:rPr>
                <w:color w:val="000000"/>
              </w:rPr>
            </w:pPr>
          </w:p>
        </w:tc>
        <w:tc>
          <w:tcPr>
            <w:tcW w:w="4432" w:type="dxa"/>
            <w:tcBorders>
              <w:bottom w:val="single" w:sz="4" w:space="0" w:color="auto"/>
            </w:tcBorders>
          </w:tcPr>
          <w:p w14:paraId="73C90091" w14:textId="77777777" w:rsidR="00EE1DED" w:rsidRPr="00337FAB" w:rsidRDefault="00EE1DED" w:rsidP="00383B36">
            <w:pPr>
              <w:rPr>
                <w:b/>
                <w:bCs/>
                <w:color w:val="000000"/>
              </w:rPr>
            </w:pPr>
          </w:p>
        </w:tc>
        <w:tc>
          <w:tcPr>
            <w:tcW w:w="1565" w:type="dxa"/>
            <w:tcBorders>
              <w:bottom w:val="single" w:sz="4" w:space="0" w:color="auto"/>
            </w:tcBorders>
          </w:tcPr>
          <w:p w14:paraId="6C62CEE4" w14:textId="77777777" w:rsidR="00EE1DED" w:rsidRPr="00337FAB" w:rsidRDefault="00EE1DED" w:rsidP="00383B36">
            <w:pPr>
              <w:rPr>
                <w:b/>
                <w:bCs/>
                <w:color w:val="000000"/>
              </w:rPr>
            </w:pPr>
          </w:p>
        </w:tc>
        <w:tc>
          <w:tcPr>
            <w:tcW w:w="1764" w:type="dxa"/>
            <w:tcBorders>
              <w:bottom w:val="single" w:sz="4" w:space="0" w:color="auto"/>
            </w:tcBorders>
          </w:tcPr>
          <w:p w14:paraId="57DEFA67" w14:textId="7B8D076D" w:rsidR="00EE1DED" w:rsidRPr="00337FAB" w:rsidRDefault="00EE1DED" w:rsidP="00383B36">
            <w:pPr>
              <w:rPr>
                <w:b/>
                <w:bCs/>
                <w:color w:val="000000"/>
              </w:rPr>
            </w:pPr>
          </w:p>
        </w:tc>
      </w:tr>
      <w:tr w:rsidR="00EE1DED" w:rsidRPr="00337FAB" w14:paraId="27195BEC" w14:textId="20391E68" w:rsidTr="006C1BE1">
        <w:trPr>
          <w:trHeight w:val="269"/>
        </w:trPr>
        <w:tc>
          <w:tcPr>
            <w:tcW w:w="840" w:type="dxa"/>
            <w:vMerge w:val="restart"/>
            <w:shd w:val="clear" w:color="auto" w:fill="DAEEF3" w:themeFill="accent5" w:themeFillTint="33"/>
          </w:tcPr>
          <w:p w14:paraId="16C1AAF7" w14:textId="77777777" w:rsidR="00EE1DED" w:rsidRPr="00337FAB" w:rsidRDefault="00EE1DED" w:rsidP="00383B36">
            <w:pPr>
              <w:jc w:val="center"/>
              <w:rPr>
                <w:b/>
                <w:bCs/>
              </w:rPr>
            </w:pPr>
            <w:r>
              <w:rPr>
                <w:b/>
                <w:bCs/>
              </w:rPr>
              <w:t>Item 17</w:t>
            </w:r>
          </w:p>
        </w:tc>
        <w:tc>
          <w:tcPr>
            <w:tcW w:w="4619" w:type="dxa"/>
            <w:shd w:val="clear" w:color="auto" w:fill="DAEEF3" w:themeFill="accent5" w:themeFillTint="33"/>
            <w:hideMark/>
          </w:tcPr>
          <w:p w14:paraId="1EC88B6B" w14:textId="77777777" w:rsidR="00EE1DED" w:rsidRDefault="00EE1DED" w:rsidP="00383B36">
            <w:pPr>
              <w:rPr>
                <w:color w:val="000000"/>
              </w:rPr>
            </w:pPr>
            <w:r w:rsidRPr="00567B62">
              <w:rPr>
                <w:b/>
                <w:bCs/>
                <w:color w:val="000000"/>
              </w:rPr>
              <w:t>AUTOCLAVE</w:t>
            </w:r>
            <w:r w:rsidRPr="0059342A">
              <w:rPr>
                <w:color w:val="000000"/>
              </w:rPr>
              <w:t xml:space="preserve"> </w:t>
            </w:r>
            <w:r>
              <w:rPr>
                <w:color w:val="000000"/>
              </w:rPr>
              <w:t>(</w:t>
            </w:r>
            <w:r w:rsidRPr="0059342A">
              <w:rPr>
                <w:color w:val="000000"/>
              </w:rPr>
              <w:t>6 pcs</w:t>
            </w:r>
            <w:r>
              <w:rPr>
                <w:color w:val="000000"/>
              </w:rPr>
              <w:t>)</w:t>
            </w:r>
          </w:p>
          <w:p w14:paraId="0E993881" w14:textId="77777777" w:rsidR="00EE1DED" w:rsidRPr="00337FAB" w:rsidRDefault="00EE1DED" w:rsidP="00383B36">
            <w:pPr>
              <w:rPr>
                <w:color w:val="000000"/>
              </w:rPr>
            </w:pPr>
          </w:p>
        </w:tc>
        <w:tc>
          <w:tcPr>
            <w:tcW w:w="4432" w:type="dxa"/>
            <w:shd w:val="clear" w:color="auto" w:fill="DAEEF3" w:themeFill="accent5" w:themeFillTint="33"/>
          </w:tcPr>
          <w:p w14:paraId="6B8123C2" w14:textId="77777777" w:rsidR="00EE1DED" w:rsidRPr="00567B62" w:rsidRDefault="00EE1DED" w:rsidP="00383B36">
            <w:pPr>
              <w:rPr>
                <w:b/>
                <w:bCs/>
                <w:color w:val="000000"/>
              </w:rPr>
            </w:pPr>
          </w:p>
        </w:tc>
        <w:tc>
          <w:tcPr>
            <w:tcW w:w="1565" w:type="dxa"/>
            <w:shd w:val="clear" w:color="auto" w:fill="DAEEF3" w:themeFill="accent5" w:themeFillTint="33"/>
          </w:tcPr>
          <w:p w14:paraId="35A48B0A" w14:textId="77777777" w:rsidR="00EE1DED" w:rsidRPr="00567B62" w:rsidRDefault="00EE1DED" w:rsidP="00383B36">
            <w:pPr>
              <w:rPr>
                <w:b/>
                <w:bCs/>
                <w:color w:val="000000"/>
              </w:rPr>
            </w:pPr>
          </w:p>
        </w:tc>
        <w:tc>
          <w:tcPr>
            <w:tcW w:w="1764" w:type="dxa"/>
            <w:shd w:val="clear" w:color="auto" w:fill="DAEEF3" w:themeFill="accent5" w:themeFillTint="33"/>
          </w:tcPr>
          <w:p w14:paraId="4A503F37" w14:textId="25A7E90E" w:rsidR="00EE1DED" w:rsidRPr="00567B62" w:rsidRDefault="00EE1DED" w:rsidP="00383B36">
            <w:pPr>
              <w:rPr>
                <w:b/>
                <w:bCs/>
                <w:color w:val="000000"/>
              </w:rPr>
            </w:pPr>
          </w:p>
        </w:tc>
      </w:tr>
      <w:tr w:rsidR="00EE1DED" w:rsidRPr="00337FAB" w14:paraId="129BACE5" w14:textId="03960D1B" w:rsidTr="006C1BE1">
        <w:trPr>
          <w:trHeight w:val="890"/>
        </w:trPr>
        <w:tc>
          <w:tcPr>
            <w:tcW w:w="840" w:type="dxa"/>
            <w:vMerge/>
            <w:shd w:val="clear" w:color="auto" w:fill="DAEEF3" w:themeFill="accent5" w:themeFillTint="33"/>
          </w:tcPr>
          <w:p w14:paraId="12E822E9" w14:textId="77777777" w:rsidR="00EE1DED" w:rsidRPr="00C34340" w:rsidRDefault="00EE1DED" w:rsidP="00383B36">
            <w:pPr>
              <w:rPr>
                <w:b/>
                <w:bCs/>
                <w:color w:val="000000"/>
              </w:rPr>
            </w:pPr>
          </w:p>
        </w:tc>
        <w:tc>
          <w:tcPr>
            <w:tcW w:w="4619" w:type="dxa"/>
            <w:shd w:val="clear" w:color="auto" w:fill="FFFFFF" w:themeFill="background1"/>
          </w:tcPr>
          <w:p w14:paraId="6E9004A1" w14:textId="77777777" w:rsidR="00EE1DED" w:rsidRPr="002C4CFE" w:rsidRDefault="00EE1DED" w:rsidP="00383B36">
            <w:pPr>
              <w:rPr>
                <w:b/>
                <w:bCs/>
                <w:color w:val="000000"/>
              </w:rPr>
            </w:pPr>
            <w:r w:rsidRPr="002C4CFE">
              <w:rPr>
                <w:b/>
                <w:bCs/>
                <w:color w:val="000000"/>
              </w:rPr>
              <w:t xml:space="preserve">Product description: </w:t>
            </w:r>
          </w:p>
          <w:p w14:paraId="260E9957" w14:textId="77777777" w:rsidR="00EE1DED" w:rsidRPr="00337FAB" w:rsidRDefault="00EE1DED" w:rsidP="00383B36">
            <w:pPr>
              <w:rPr>
                <w:color w:val="000000"/>
              </w:rPr>
            </w:pPr>
            <w:r w:rsidRPr="00337FAB">
              <w:rPr>
                <w:color w:val="000000"/>
              </w:rPr>
              <w:t>Horizontal tabletop type laboratory autoclave. A device is designed for sterilization</w:t>
            </w:r>
          </w:p>
          <w:p w14:paraId="191D5408" w14:textId="77777777" w:rsidR="00EE1DED" w:rsidRDefault="00EE1DED" w:rsidP="00383B36">
            <w:pPr>
              <w:rPr>
                <w:color w:val="000000"/>
              </w:rPr>
            </w:pPr>
          </w:p>
          <w:p w14:paraId="152D7DF1" w14:textId="77777777" w:rsidR="00EE1DED" w:rsidRPr="002C4CFE" w:rsidRDefault="00EE1DED" w:rsidP="00383B36">
            <w:pPr>
              <w:rPr>
                <w:b/>
                <w:bCs/>
                <w:color w:val="000000"/>
              </w:rPr>
            </w:pPr>
            <w:r w:rsidRPr="002C4CFE">
              <w:rPr>
                <w:b/>
                <w:bCs/>
                <w:color w:val="000000"/>
              </w:rPr>
              <w:t>Specification:</w:t>
            </w:r>
          </w:p>
          <w:p w14:paraId="0D454186" w14:textId="77777777" w:rsidR="00EE1DED" w:rsidRPr="002C4CFE" w:rsidRDefault="00EE1DED" w:rsidP="00383B36">
            <w:pPr>
              <w:pStyle w:val="ListParagraph"/>
              <w:numPr>
                <w:ilvl w:val="0"/>
                <w:numId w:val="48"/>
              </w:numPr>
              <w:overflowPunct/>
              <w:autoSpaceDE/>
              <w:autoSpaceDN/>
              <w:adjustRightInd/>
              <w:contextualSpacing/>
              <w:textAlignment w:val="auto"/>
              <w:rPr>
                <w:color w:val="000000"/>
              </w:rPr>
            </w:pPr>
            <w:r w:rsidRPr="002C4CFE">
              <w:rPr>
                <w:color w:val="000000"/>
              </w:rPr>
              <w:t>Sterilizing capacity: 60-65 liter</w:t>
            </w:r>
          </w:p>
          <w:p w14:paraId="34EF6349"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Stainless steel, rectangular or cylinder form</w:t>
            </w:r>
          </w:p>
          <w:p w14:paraId="5EC0A46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Maximum pressure: not less than 2.0 kg/cm2</w:t>
            </w:r>
          </w:p>
          <w:p w14:paraId="1F712A0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Temperature operating range: approx. 100 ºc - 140 ºc, adjustable</w:t>
            </w:r>
          </w:p>
          <w:p w14:paraId="5365A050"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Control requirements: </w:t>
            </w:r>
          </w:p>
          <w:p w14:paraId="7CC3F420" w14:textId="77777777" w:rsidR="00EE1DED" w:rsidRPr="002C4CFE" w:rsidRDefault="00EE1DED" w:rsidP="00383B36">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Automatic control of sterilizing cycle</w:t>
            </w:r>
          </w:p>
          <w:p w14:paraId="04797261" w14:textId="77777777" w:rsidR="00EE1DED" w:rsidRPr="002C4CFE" w:rsidRDefault="00EE1DED" w:rsidP="00383B36">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Temperature-pressure-time program cycles</w:t>
            </w:r>
          </w:p>
          <w:p w14:paraId="4225A55E" w14:textId="77777777" w:rsidR="00EE1DED" w:rsidRPr="002C4CFE" w:rsidRDefault="00EE1DED" w:rsidP="00383B36">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Test &amp; warming program cycles</w:t>
            </w:r>
          </w:p>
          <w:p w14:paraId="3945CE7B" w14:textId="77777777" w:rsidR="00EE1DED" w:rsidRPr="002C4CFE" w:rsidRDefault="00EE1DED" w:rsidP="00383B36">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Gravity cycles</w:t>
            </w:r>
          </w:p>
          <w:p w14:paraId="460F1B87" w14:textId="77777777" w:rsidR="00EE1DED" w:rsidRPr="002C4CFE" w:rsidRDefault="00EE1DED" w:rsidP="00383B36">
            <w:pPr>
              <w:pStyle w:val="ListParagraph"/>
              <w:numPr>
                <w:ilvl w:val="0"/>
                <w:numId w:val="49"/>
              </w:numPr>
              <w:overflowPunct/>
              <w:autoSpaceDE/>
              <w:autoSpaceDN/>
              <w:adjustRightInd/>
              <w:contextualSpacing/>
              <w:textAlignment w:val="auto"/>
              <w:rPr>
                <w:rFonts w:ascii="Arial" w:hAnsi="Arial" w:cs="Arial"/>
                <w:color w:val="000000"/>
              </w:rPr>
            </w:pPr>
            <w:r w:rsidRPr="002C4CFE">
              <w:rPr>
                <w:rFonts w:eastAsia="Arial"/>
                <w:color w:val="000000"/>
              </w:rPr>
              <w:t>Audio and optical signal indicates completed sterilization cycle</w:t>
            </w:r>
          </w:p>
          <w:p w14:paraId="4C9FD186"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Door interlock system, unopen able under pressure</w:t>
            </w:r>
          </w:p>
          <w:p w14:paraId="2A35E676"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Power supply: 220 V ± 10%, 50 Hz</w:t>
            </w:r>
          </w:p>
          <w:p w14:paraId="70D6FC1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Accessories and Consumables:</w:t>
            </w:r>
          </w:p>
          <w:p w14:paraId="02927D57" w14:textId="77777777" w:rsidR="00EE1DED" w:rsidRPr="002C4CFE" w:rsidRDefault="00EE1DED" w:rsidP="00383B36">
            <w:pPr>
              <w:pStyle w:val="ListParagraph"/>
              <w:numPr>
                <w:ilvl w:val="0"/>
                <w:numId w:val="49"/>
              </w:numPr>
              <w:overflowPunct/>
              <w:autoSpaceDE/>
              <w:autoSpaceDN/>
              <w:adjustRightInd/>
              <w:contextualSpacing/>
              <w:textAlignment w:val="auto"/>
              <w:rPr>
                <w:rFonts w:eastAsia="Arial"/>
                <w:color w:val="000000"/>
              </w:rPr>
            </w:pPr>
            <w:r w:rsidRPr="00337FAB">
              <w:rPr>
                <w:rFonts w:eastAsia="Arial"/>
                <w:color w:val="000000"/>
              </w:rPr>
              <w:t>Pressure regulator - 1pc</w:t>
            </w:r>
          </w:p>
          <w:p w14:paraId="48DF2AE0" w14:textId="77777777" w:rsidR="00EE1DED" w:rsidRPr="002C4CFE" w:rsidRDefault="00EE1DED" w:rsidP="00383B36">
            <w:pPr>
              <w:pStyle w:val="ListParagraph"/>
              <w:numPr>
                <w:ilvl w:val="0"/>
                <w:numId w:val="49"/>
              </w:numPr>
              <w:overflowPunct/>
              <w:autoSpaceDE/>
              <w:autoSpaceDN/>
              <w:adjustRightInd/>
              <w:contextualSpacing/>
              <w:textAlignment w:val="auto"/>
              <w:rPr>
                <w:rFonts w:eastAsia="Arial"/>
                <w:color w:val="000000"/>
              </w:rPr>
            </w:pPr>
            <w:r w:rsidRPr="00337FAB">
              <w:rPr>
                <w:rFonts w:eastAsia="Arial"/>
                <w:color w:val="000000"/>
              </w:rPr>
              <w:t>Pressure sensor - 1pc</w:t>
            </w:r>
          </w:p>
          <w:p w14:paraId="347CBD07" w14:textId="77777777" w:rsidR="00EE1DED" w:rsidRPr="002C4CFE" w:rsidRDefault="00EE1DED" w:rsidP="00383B36">
            <w:pPr>
              <w:pStyle w:val="ListParagraph"/>
              <w:numPr>
                <w:ilvl w:val="0"/>
                <w:numId w:val="49"/>
              </w:numPr>
              <w:overflowPunct/>
              <w:autoSpaceDE/>
              <w:autoSpaceDN/>
              <w:adjustRightInd/>
              <w:contextualSpacing/>
              <w:textAlignment w:val="auto"/>
              <w:rPr>
                <w:rFonts w:eastAsia="Arial"/>
                <w:color w:val="000000"/>
              </w:rPr>
            </w:pPr>
            <w:r w:rsidRPr="00337FAB">
              <w:rPr>
                <w:rFonts w:eastAsia="Arial"/>
                <w:color w:val="000000"/>
              </w:rPr>
              <w:t>Temperature Sensor - 1pc</w:t>
            </w:r>
          </w:p>
          <w:p w14:paraId="306C845E" w14:textId="77777777" w:rsidR="00EE1DED" w:rsidRPr="002C4CFE" w:rsidRDefault="00EE1DED" w:rsidP="00383B36">
            <w:pPr>
              <w:pStyle w:val="ListParagraph"/>
              <w:numPr>
                <w:ilvl w:val="0"/>
                <w:numId w:val="49"/>
              </w:numPr>
              <w:overflowPunct/>
              <w:autoSpaceDE/>
              <w:autoSpaceDN/>
              <w:adjustRightInd/>
              <w:contextualSpacing/>
              <w:textAlignment w:val="auto"/>
              <w:rPr>
                <w:rFonts w:eastAsia="Arial"/>
                <w:color w:val="000000"/>
              </w:rPr>
            </w:pPr>
            <w:r w:rsidRPr="00337FAB">
              <w:rPr>
                <w:rFonts w:eastAsia="Arial"/>
                <w:color w:val="000000"/>
              </w:rPr>
              <w:t>Fuses - 3pcs</w:t>
            </w:r>
          </w:p>
          <w:p w14:paraId="4E1EE749" w14:textId="77777777" w:rsidR="00EE1DED" w:rsidRPr="00337FAB" w:rsidRDefault="00EE1DED" w:rsidP="00383B36">
            <w:pPr>
              <w:pStyle w:val="ListParagraph"/>
              <w:numPr>
                <w:ilvl w:val="0"/>
                <w:numId w:val="49"/>
              </w:numPr>
              <w:overflowPunct/>
              <w:autoSpaceDE/>
              <w:autoSpaceDN/>
              <w:adjustRightInd/>
              <w:contextualSpacing/>
              <w:textAlignment w:val="auto"/>
              <w:rPr>
                <w:b/>
                <w:bCs/>
              </w:rPr>
            </w:pPr>
            <w:r w:rsidRPr="00337FAB">
              <w:rPr>
                <w:rFonts w:eastAsia="Arial"/>
                <w:color w:val="000000"/>
              </w:rPr>
              <w:t>Silicone tube for chamber door - 2pcs</w:t>
            </w:r>
          </w:p>
        </w:tc>
        <w:tc>
          <w:tcPr>
            <w:tcW w:w="4432" w:type="dxa"/>
            <w:shd w:val="clear" w:color="auto" w:fill="FFFFFF" w:themeFill="background1"/>
          </w:tcPr>
          <w:p w14:paraId="14991273" w14:textId="77777777" w:rsidR="00EE1DED" w:rsidRPr="002C4CFE" w:rsidRDefault="00EE1DED" w:rsidP="00383B36">
            <w:pPr>
              <w:rPr>
                <w:b/>
                <w:bCs/>
                <w:color w:val="000000"/>
              </w:rPr>
            </w:pPr>
          </w:p>
        </w:tc>
        <w:tc>
          <w:tcPr>
            <w:tcW w:w="1565" w:type="dxa"/>
            <w:shd w:val="clear" w:color="auto" w:fill="FFFFFF" w:themeFill="background1"/>
          </w:tcPr>
          <w:p w14:paraId="5BBDA9C3" w14:textId="77777777" w:rsidR="00EE1DED" w:rsidRPr="002C4CFE" w:rsidRDefault="00EE1DED" w:rsidP="00383B36">
            <w:pPr>
              <w:rPr>
                <w:b/>
                <w:bCs/>
                <w:color w:val="000000"/>
              </w:rPr>
            </w:pPr>
          </w:p>
        </w:tc>
        <w:tc>
          <w:tcPr>
            <w:tcW w:w="1764" w:type="dxa"/>
            <w:shd w:val="clear" w:color="auto" w:fill="FFFFFF" w:themeFill="background1"/>
          </w:tcPr>
          <w:p w14:paraId="2E817C68" w14:textId="0476C704" w:rsidR="00EE1DED" w:rsidRPr="002C4CFE" w:rsidRDefault="00EE1DED" w:rsidP="00383B36">
            <w:pPr>
              <w:rPr>
                <w:b/>
                <w:bCs/>
                <w:color w:val="000000"/>
              </w:rPr>
            </w:pPr>
          </w:p>
        </w:tc>
      </w:tr>
      <w:tr w:rsidR="00EE1DED" w:rsidRPr="00337FAB" w14:paraId="03EC521D" w14:textId="388E7314" w:rsidTr="006C1BE1">
        <w:trPr>
          <w:trHeight w:val="170"/>
        </w:trPr>
        <w:tc>
          <w:tcPr>
            <w:tcW w:w="840" w:type="dxa"/>
            <w:vMerge/>
            <w:shd w:val="clear" w:color="auto" w:fill="DAEEF3" w:themeFill="accent5" w:themeFillTint="33"/>
          </w:tcPr>
          <w:p w14:paraId="79448AB4" w14:textId="77777777" w:rsidR="00EE1DED" w:rsidRPr="00337FAB" w:rsidRDefault="00EE1DED" w:rsidP="00383B36">
            <w:pPr>
              <w:rPr>
                <w:color w:val="000000"/>
              </w:rPr>
            </w:pPr>
          </w:p>
        </w:tc>
        <w:tc>
          <w:tcPr>
            <w:tcW w:w="4619" w:type="dxa"/>
            <w:shd w:val="clear" w:color="auto" w:fill="auto"/>
            <w:hideMark/>
          </w:tcPr>
          <w:p w14:paraId="558A2076"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2F0C3F7C" w14:textId="77777777" w:rsidR="00EE1DED" w:rsidRPr="00913FB2" w:rsidRDefault="00EE1DED" w:rsidP="00383B36">
            <w:pPr>
              <w:rPr>
                <w:color w:val="000000"/>
              </w:rPr>
            </w:pPr>
            <w:r w:rsidRPr="00913FB2">
              <w:rPr>
                <w:color w:val="000000"/>
              </w:rPr>
              <w:t>FDA 510k Premarket registration or CE certificate, WHO-GMP certificate or similar</w:t>
            </w:r>
          </w:p>
        </w:tc>
        <w:tc>
          <w:tcPr>
            <w:tcW w:w="4432" w:type="dxa"/>
          </w:tcPr>
          <w:p w14:paraId="05BB03D4" w14:textId="77777777" w:rsidR="00EE1DED" w:rsidRDefault="00EE1DED" w:rsidP="00383B36">
            <w:pPr>
              <w:rPr>
                <w:b/>
                <w:bCs/>
                <w:color w:val="000000"/>
              </w:rPr>
            </w:pPr>
          </w:p>
        </w:tc>
        <w:tc>
          <w:tcPr>
            <w:tcW w:w="1565" w:type="dxa"/>
          </w:tcPr>
          <w:p w14:paraId="5CE3FEB8" w14:textId="77777777" w:rsidR="00EE1DED" w:rsidRDefault="00EE1DED" w:rsidP="00383B36">
            <w:pPr>
              <w:rPr>
                <w:b/>
                <w:bCs/>
                <w:color w:val="000000"/>
              </w:rPr>
            </w:pPr>
          </w:p>
        </w:tc>
        <w:tc>
          <w:tcPr>
            <w:tcW w:w="1764" w:type="dxa"/>
          </w:tcPr>
          <w:p w14:paraId="4BE1A32D" w14:textId="1626785B" w:rsidR="00EE1DED" w:rsidRDefault="00EE1DED" w:rsidP="00383B36">
            <w:pPr>
              <w:rPr>
                <w:b/>
                <w:bCs/>
                <w:color w:val="000000"/>
              </w:rPr>
            </w:pPr>
          </w:p>
        </w:tc>
      </w:tr>
      <w:tr w:rsidR="00EE1DED" w:rsidRPr="00337FAB" w14:paraId="2FC340E1" w14:textId="2A3DD82E" w:rsidTr="006C1BE1">
        <w:trPr>
          <w:trHeight w:val="836"/>
        </w:trPr>
        <w:tc>
          <w:tcPr>
            <w:tcW w:w="840" w:type="dxa"/>
            <w:vMerge/>
            <w:shd w:val="clear" w:color="auto" w:fill="DAEEF3" w:themeFill="accent5" w:themeFillTint="33"/>
          </w:tcPr>
          <w:p w14:paraId="1C16E2C0" w14:textId="77777777" w:rsidR="00EE1DED" w:rsidRPr="00337FAB" w:rsidRDefault="00EE1DED" w:rsidP="00383B36">
            <w:pPr>
              <w:rPr>
                <w:color w:val="000000"/>
              </w:rPr>
            </w:pPr>
          </w:p>
        </w:tc>
        <w:tc>
          <w:tcPr>
            <w:tcW w:w="4619" w:type="dxa"/>
            <w:shd w:val="clear" w:color="auto" w:fill="auto"/>
          </w:tcPr>
          <w:p w14:paraId="3505ACC7" w14:textId="77777777" w:rsidR="00EE1DED" w:rsidRDefault="00EE1DED" w:rsidP="00383B36">
            <w:pPr>
              <w:rPr>
                <w:b/>
                <w:bCs/>
                <w:color w:val="000000"/>
              </w:rPr>
            </w:pPr>
            <w:r>
              <w:rPr>
                <w:b/>
                <w:bCs/>
                <w:color w:val="000000"/>
              </w:rPr>
              <w:t>Safety &amp; product Standards:</w:t>
            </w:r>
          </w:p>
          <w:p w14:paraId="35C21DA5" w14:textId="77777777" w:rsidR="00EE1DED" w:rsidRPr="00913FB2" w:rsidRDefault="00EE1DED" w:rsidP="00383B36">
            <w:pPr>
              <w:rPr>
                <w:color w:val="000000"/>
              </w:rPr>
            </w:pPr>
            <w:r w:rsidRPr="00913FB2">
              <w:rPr>
                <w:color w:val="000000"/>
              </w:rPr>
              <w:t>QMS of the manufacturing site: ISO 13485, or ISO 9001 or 21CFR820 (USA)</w:t>
            </w:r>
          </w:p>
          <w:p w14:paraId="72F80420" w14:textId="77777777" w:rsidR="00EE1DED" w:rsidRPr="00913FB2" w:rsidRDefault="00EE1DED" w:rsidP="00383B36">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624904C3" w14:textId="77777777" w:rsidR="00EE1DED" w:rsidRDefault="00EE1DED" w:rsidP="00383B36">
            <w:pPr>
              <w:rPr>
                <w:b/>
                <w:bCs/>
                <w:color w:val="000000"/>
              </w:rPr>
            </w:pPr>
          </w:p>
        </w:tc>
        <w:tc>
          <w:tcPr>
            <w:tcW w:w="1565" w:type="dxa"/>
          </w:tcPr>
          <w:p w14:paraId="3C8653D3" w14:textId="77777777" w:rsidR="00EE1DED" w:rsidRDefault="00EE1DED" w:rsidP="00383B36">
            <w:pPr>
              <w:rPr>
                <w:b/>
                <w:bCs/>
                <w:color w:val="000000"/>
              </w:rPr>
            </w:pPr>
          </w:p>
        </w:tc>
        <w:tc>
          <w:tcPr>
            <w:tcW w:w="1764" w:type="dxa"/>
          </w:tcPr>
          <w:p w14:paraId="219B2698" w14:textId="31AFB382" w:rsidR="00EE1DED" w:rsidRDefault="00EE1DED" w:rsidP="00383B36">
            <w:pPr>
              <w:rPr>
                <w:b/>
                <w:bCs/>
                <w:color w:val="000000"/>
              </w:rPr>
            </w:pPr>
          </w:p>
        </w:tc>
      </w:tr>
      <w:tr w:rsidR="00EE1DED" w:rsidRPr="00337FAB" w14:paraId="7709E778" w14:textId="58244C71" w:rsidTr="006C1BE1">
        <w:trPr>
          <w:trHeight w:val="143"/>
        </w:trPr>
        <w:tc>
          <w:tcPr>
            <w:tcW w:w="840" w:type="dxa"/>
            <w:vMerge/>
            <w:shd w:val="clear" w:color="auto" w:fill="DAEEF3" w:themeFill="accent5" w:themeFillTint="33"/>
          </w:tcPr>
          <w:p w14:paraId="709CB7F3" w14:textId="77777777" w:rsidR="00EE1DED" w:rsidRPr="00337FAB" w:rsidRDefault="00EE1DED" w:rsidP="00383B36">
            <w:pPr>
              <w:rPr>
                <w:color w:val="000000"/>
              </w:rPr>
            </w:pPr>
          </w:p>
        </w:tc>
        <w:tc>
          <w:tcPr>
            <w:tcW w:w="4619" w:type="dxa"/>
            <w:shd w:val="clear" w:color="auto" w:fill="auto"/>
            <w:hideMark/>
          </w:tcPr>
          <w:p w14:paraId="4749D8AB" w14:textId="77777777" w:rsidR="00EE1DED" w:rsidRPr="00E01A80" w:rsidRDefault="00EE1DED" w:rsidP="00383B36">
            <w:pPr>
              <w:rPr>
                <w:b/>
                <w:bCs/>
                <w:color w:val="000000"/>
              </w:rPr>
            </w:pPr>
            <w:r w:rsidRPr="00337FAB">
              <w:rPr>
                <w:b/>
                <w:bCs/>
                <w:color w:val="000000"/>
              </w:rPr>
              <w:t xml:space="preserve">Training and installation requirement: </w:t>
            </w:r>
            <w:r w:rsidRPr="00E01A80">
              <w:rPr>
                <w:color w:val="000000"/>
              </w:rPr>
              <w:t>Onsite installation and training is required</w:t>
            </w:r>
          </w:p>
        </w:tc>
        <w:tc>
          <w:tcPr>
            <w:tcW w:w="4432" w:type="dxa"/>
          </w:tcPr>
          <w:p w14:paraId="4ACD6B91" w14:textId="77777777" w:rsidR="00EE1DED" w:rsidRPr="00337FAB" w:rsidRDefault="00EE1DED" w:rsidP="00383B36">
            <w:pPr>
              <w:rPr>
                <w:b/>
                <w:bCs/>
                <w:color w:val="000000"/>
              </w:rPr>
            </w:pPr>
          </w:p>
        </w:tc>
        <w:tc>
          <w:tcPr>
            <w:tcW w:w="1565" w:type="dxa"/>
          </w:tcPr>
          <w:p w14:paraId="30B8E340" w14:textId="77777777" w:rsidR="00EE1DED" w:rsidRPr="00337FAB" w:rsidRDefault="00EE1DED" w:rsidP="00383B36">
            <w:pPr>
              <w:rPr>
                <w:b/>
                <w:bCs/>
                <w:color w:val="000000"/>
              </w:rPr>
            </w:pPr>
          </w:p>
        </w:tc>
        <w:tc>
          <w:tcPr>
            <w:tcW w:w="1764" w:type="dxa"/>
          </w:tcPr>
          <w:p w14:paraId="03955FE0" w14:textId="084A9814" w:rsidR="00EE1DED" w:rsidRPr="00337FAB" w:rsidRDefault="00EE1DED" w:rsidP="00383B36">
            <w:pPr>
              <w:rPr>
                <w:b/>
                <w:bCs/>
                <w:color w:val="000000"/>
              </w:rPr>
            </w:pPr>
          </w:p>
        </w:tc>
      </w:tr>
      <w:tr w:rsidR="00EE1DED" w:rsidRPr="00337FAB" w14:paraId="167308C3" w14:textId="148BB92B" w:rsidTr="006C1BE1">
        <w:trPr>
          <w:trHeight w:val="300"/>
        </w:trPr>
        <w:tc>
          <w:tcPr>
            <w:tcW w:w="840" w:type="dxa"/>
            <w:vMerge/>
            <w:shd w:val="clear" w:color="auto" w:fill="DAEEF3" w:themeFill="accent5" w:themeFillTint="33"/>
          </w:tcPr>
          <w:p w14:paraId="5201CE25" w14:textId="77777777" w:rsidR="00EE1DED" w:rsidRPr="00337FAB" w:rsidRDefault="00EE1DED" w:rsidP="00383B36">
            <w:pPr>
              <w:rPr>
                <w:color w:val="000000"/>
              </w:rPr>
            </w:pPr>
          </w:p>
        </w:tc>
        <w:tc>
          <w:tcPr>
            <w:tcW w:w="4619" w:type="dxa"/>
            <w:shd w:val="clear" w:color="auto" w:fill="auto"/>
            <w:hideMark/>
          </w:tcPr>
          <w:p w14:paraId="2A4E3C7B" w14:textId="77777777" w:rsidR="00EE1DED" w:rsidRPr="00E01A80" w:rsidRDefault="00EE1DED" w:rsidP="00383B36">
            <w:pPr>
              <w:rPr>
                <w:b/>
                <w:bCs/>
                <w:color w:val="000000"/>
              </w:rPr>
            </w:pPr>
            <w:r w:rsidRPr="00337FAB">
              <w:rPr>
                <w:b/>
                <w:bCs/>
                <w:color w:val="000000"/>
              </w:rPr>
              <w:t xml:space="preserve">Warranty: </w:t>
            </w:r>
            <w:r>
              <w:rPr>
                <w:color w:val="000000"/>
              </w:rPr>
              <w:t xml:space="preserve">Two </w:t>
            </w:r>
            <w:r w:rsidRPr="00337FAB">
              <w:rPr>
                <w:color w:val="000000"/>
              </w:rPr>
              <w:t>(</w:t>
            </w:r>
            <w:r>
              <w:rPr>
                <w:color w:val="000000"/>
              </w:rPr>
              <w:t>2</w:t>
            </w:r>
            <w:r w:rsidRPr="00337FAB">
              <w:rPr>
                <w:color w:val="000000"/>
              </w:rPr>
              <w:t>) year</w:t>
            </w:r>
            <w:r>
              <w:rPr>
                <w:color w:val="000000"/>
              </w:rPr>
              <w:t xml:space="preserve">s </w:t>
            </w:r>
            <w:r w:rsidRPr="00337FAB">
              <w:rPr>
                <w:color w:val="000000"/>
              </w:rPr>
              <w:t>warranty should be provided.</w:t>
            </w:r>
          </w:p>
        </w:tc>
        <w:tc>
          <w:tcPr>
            <w:tcW w:w="4432" w:type="dxa"/>
          </w:tcPr>
          <w:p w14:paraId="52D90AA4" w14:textId="77777777" w:rsidR="00EE1DED" w:rsidRPr="00337FAB" w:rsidRDefault="00EE1DED" w:rsidP="00383B36">
            <w:pPr>
              <w:rPr>
                <w:b/>
                <w:bCs/>
                <w:color w:val="000000"/>
              </w:rPr>
            </w:pPr>
          </w:p>
        </w:tc>
        <w:tc>
          <w:tcPr>
            <w:tcW w:w="1565" w:type="dxa"/>
          </w:tcPr>
          <w:p w14:paraId="6293C4FC" w14:textId="77777777" w:rsidR="00EE1DED" w:rsidRPr="00337FAB" w:rsidRDefault="00EE1DED" w:rsidP="00383B36">
            <w:pPr>
              <w:rPr>
                <w:b/>
                <w:bCs/>
                <w:color w:val="000000"/>
              </w:rPr>
            </w:pPr>
          </w:p>
        </w:tc>
        <w:tc>
          <w:tcPr>
            <w:tcW w:w="1764" w:type="dxa"/>
          </w:tcPr>
          <w:p w14:paraId="4F4B6137" w14:textId="3FF2D9A1" w:rsidR="00EE1DED" w:rsidRPr="00337FAB" w:rsidRDefault="00EE1DED" w:rsidP="00383B36">
            <w:pPr>
              <w:rPr>
                <w:b/>
                <w:bCs/>
                <w:color w:val="000000"/>
              </w:rPr>
            </w:pPr>
          </w:p>
        </w:tc>
      </w:tr>
      <w:tr w:rsidR="00EE1DED" w:rsidRPr="00337FAB" w14:paraId="3B5554C0" w14:textId="19DD5678" w:rsidTr="006C1BE1">
        <w:trPr>
          <w:trHeight w:val="300"/>
        </w:trPr>
        <w:tc>
          <w:tcPr>
            <w:tcW w:w="840" w:type="dxa"/>
            <w:vMerge/>
            <w:shd w:val="clear" w:color="auto" w:fill="DAEEF3" w:themeFill="accent5" w:themeFillTint="33"/>
          </w:tcPr>
          <w:p w14:paraId="5623DEA8" w14:textId="77777777" w:rsidR="00EE1DED" w:rsidRPr="00337FAB" w:rsidRDefault="00EE1DED" w:rsidP="00383B36">
            <w:pPr>
              <w:rPr>
                <w:color w:val="000000"/>
              </w:rPr>
            </w:pPr>
          </w:p>
        </w:tc>
        <w:tc>
          <w:tcPr>
            <w:tcW w:w="4619" w:type="dxa"/>
            <w:shd w:val="clear" w:color="auto" w:fill="auto"/>
            <w:hideMark/>
          </w:tcPr>
          <w:p w14:paraId="5B1A2262" w14:textId="4BAA0EF8" w:rsidR="00EE1DED" w:rsidRPr="00E01A80" w:rsidRDefault="00EE1DED" w:rsidP="00383B36">
            <w:pPr>
              <w:rPr>
                <w:color w:val="000000"/>
              </w:rPr>
            </w:pPr>
            <w:r w:rsidRPr="00337FAB">
              <w:rPr>
                <w:b/>
                <w:bCs/>
                <w:color w:val="000000"/>
              </w:rPr>
              <w:t xml:space="preserve">Documentation requirement: </w:t>
            </w:r>
            <w:r w:rsidRPr="00E01A80">
              <w:rPr>
                <w:color w:val="000000"/>
              </w:rPr>
              <w:t>List to be provided of equipment and procedures required for routine maintenance.</w:t>
            </w:r>
          </w:p>
          <w:p w14:paraId="14A5E52B" w14:textId="77777777" w:rsidR="00EE1DED" w:rsidRPr="00337FAB" w:rsidRDefault="00EE1DED" w:rsidP="00383B36">
            <w:pPr>
              <w:pStyle w:val="ListParagraph"/>
              <w:rPr>
                <w:color w:val="000000"/>
              </w:rPr>
            </w:pPr>
          </w:p>
        </w:tc>
        <w:tc>
          <w:tcPr>
            <w:tcW w:w="4432" w:type="dxa"/>
          </w:tcPr>
          <w:p w14:paraId="431BDFA6" w14:textId="77777777" w:rsidR="00EE1DED" w:rsidRPr="00337FAB" w:rsidRDefault="00EE1DED" w:rsidP="00383B36">
            <w:pPr>
              <w:rPr>
                <w:b/>
                <w:bCs/>
                <w:color w:val="000000"/>
              </w:rPr>
            </w:pPr>
          </w:p>
        </w:tc>
        <w:tc>
          <w:tcPr>
            <w:tcW w:w="1565" w:type="dxa"/>
          </w:tcPr>
          <w:p w14:paraId="3DAA44EA" w14:textId="77777777" w:rsidR="00EE1DED" w:rsidRPr="00337FAB" w:rsidRDefault="00EE1DED" w:rsidP="00383B36">
            <w:pPr>
              <w:rPr>
                <w:b/>
                <w:bCs/>
                <w:color w:val="000000"/>
              </w:rPr>
            </w:pPr>
          </w:p>
        </w:tc>
        <w:tc>
          <w:tcPr>
            <w:tcW w:w="1764" w:type="dxa"/>
          </w:tcPr>
          <w:p w14:paraId="5B4B0B1D" w14:textId="59F8ED08" w:rsidR="00EE1DED" w:rsidRPr="00337FAB" w:rsidRDefault="00EE1DED" w:rsidP="00383B36">
            <w:pPr>
              <w:rPr>
                <w:b/>
                <w:bCs/>
                <w:color w:val="000000"/>
              </w:rPr>
            </w:pPr>
          </w:p>
        </w:tc>
      </w:tr>
      <w:tr w:rsidR="00EE1DED" w:rsidRPr="00337FAB" w14:paraId="16F48378" w14:textId="68F64959" w:rsidTr="006C1BE1">
        <w:trPr>
          <w:trHeight w:val="53"/>
        </w:trPr>
        <w:tc>
          <w:tcPr>
            <w:tcW w:w="840" w:type="dxa"/>
            <w:vMerge w:val="restart"/>
            <w:shd w:val="clear" w:color="auto" w:fill="DAEEF3" w:themeFill="accent5" w:themeFillTint="33"/>
          </w:tcPr>
          <w:p w14:paraId="53A11115" w14:textId="77777777" w:rsidR="00EE1DED" w:rsidRPr="00C34340" w:rsidRDefault="00EE1DED" w:rsidP="00383B36">
            <w:pPr>
              <w:rPr>
                <w:b/>
                <w:bCs/>
                <w:color w:val="000000"/>
              </w:rPr>
            </w:pPr>
            <w:r>
              <w:rPr>
                <w:b/>
                <w:bCs/>
                <w:color w:val="000000"/>
              </w:rPr>
              <w:t>Item 18</w:t>
            </w:r>
          </w:p>
        </w:tc>
        <w:tc>
          <w:tcPr>
            <w:tcW w:w="4619" w:type="dxa"/>
            <w:shd w:val="clear" w:color="auto" w:fill="DAEEF3" w:themeFill="accent5" w:themeFillTint="33"/>
          </w:tcPr>
          <w:p w14:paraId="1158CE71" w14:textId="560D2ADE" w:rsidR="00EE1DED" w:rsidRPr="003265D5" w:rsidRDefault="00EE1DED" w:rsidP="00383B36">
            <w:r w:rsidRPr="00567B62">
              <w:rPr>
                <w:b/>
                <w:bCs/>
              </w:rPr>
              <w:t>MICROPIPETTE SET</w:t>
            </w:r>
            <w:r w:rsidRPr="00337FAB">
              <w:rPr>
                <w:b/>
                <w:bCs/>
              </w:rPr>
              <w:t xml:space="preserve"> </w:t>
            </w:r>
            <w:r w:rsidRPr="00567B62">
              <w:t>(</w:t>
            </w:r>
            <w:r w:rsidRPr="0059342A">
              <w:t>9 sets</w:t>
            </w:r>
            <w:r>
              <w:t>)</w:t>
            </w:r>
          </w:p>
        </w:tc>
        <w:tc>
          <w:tcPr>
            <w:tcW w:w="4432" w:type="dxa"/>
            <w:shd w:val="clear" w:color="auto" w:fill="DAEEF3" w:themeFill="accent5" w:themeFillTint="33"/>
          </w:tcPr>
          <w:p w14:paraId="3716040B" w14:textId="77777777" w:rsidR="00EE1DED" w:rsidRPr="00567B62" w:rsidRDefault="00EE1DED" w:rsidP="00383B36">
            <w:pPr>
              <w:rPr>
                <w:b/>
                <w:bCs/>
              </w:rPr>
            </w:pPr>
          </w:p>
        </w:tc>
        <w:tc>
          <w:tcPr>
            <w:tcW w:w="1565" w:type="dxa"/>
            <w:shd w:val="clear" w:color="auto" w:fill="DAEEF3" w:themeFill="accent5" w:themeFillTint="33"/>
          </w:tcPr>
          <w:p w14:paraId="7537455A" w14:textId="77777777" w:rsidR="00EE1DED" w:rsidRPr="00567B62" w:rsidRDefault="00EE1DED" w:rsidP="00383B36">
            <w:pPr>
              <w:rPr>
                <w:b/>
                <w:bCs/>
              </w:rPr>
            </w:pPr>
          </w:p>
        </w:tc>
        <w:tc>
          <w:tcPr>
            <w:tcW w:w="1764" w:type="dxa"/>
            <w:shd w:val="clear" w:color="auto" w:fill="DAEEF3" w:themeFill="accent5" w:themeFillTint="33"/>
          </w:tcPr>
          <w:p w14:paraId="4B68D82A" w14:textId="4822AC42" w:rsidR="00EE1DED" w:rsidRPr="00567B62" w:rsidRDefault="00EE1DED" w:rsidP="00383B36">
            <w:pPr>
              <w:rPr>
                <w:b/>
                <w:bCs/>
              </w:rPr>
            </w:pPr>
          </w:p>
        </w:tc>
      </w:tr>
      <w:tr w:rsidR="00EE1DED" w:rsidRPr="00337FAB" w14:paraId="4324687A" w14:textId="10398E44" w:rsidTr="006C1BE1">
        <w:trPr>
          <w:trHeight w:val="80"/>
        </w:trPr>
        <w:tc>
          <w:tcPr>
            <w:tcW w:w="840" w:type="dxa"/>
            <w:vMerge/>
            <w:shd w:val="clear" w:color="auto" w:fill="DAEEF3" w:themeFill="accent5" w:themeFillTint="33"/>
          </w:tcPr>
          <w:p w14:paraId="3D6451D5" w14:textId="77777777" w:rsidR="00EE1DED" w:rsidRPr="00337FAB" w:rsidRDefault="00EE1DED" w:rsidP="00383B36">
            <w:pPr>
              <w:rPr>
                <w:color w:val="000000"/>
              </w:rPr>
            </w:pPr>
          </w:p>
        </w:tc>
        <w:tc>
          <w:tcPr>
            <w:tcW w:w="4619" w:type="dxa"/>
            <w:shd w:val="clear" w:color="auto" w:fill="auto"/>
            <w:hideMark/>
          </w:tcPr>
          <w:p w14:paraId="4CA43DE8" w14:textId="77777777" w:rsidR="00EE1DED" w:rsidRPr="002D1F9B" w:rsidRDefault="00EE1DED" w:rsidP="00383B36">
            <w:pPr>
              <w:rPr>
                <w:b/>
                <w:bCs/>
                <w:color w:val="000000"/>
              </w:rPr>
            </w:pPr>
            <w:r w:rsidRPr="002D1F9B">
              <w:rPr>
                <w:b/>
                <w:bCs/>
                <w:color w:val="000000"/>
              </w:rPr>
              <w:t>Product description:</w:t>
            </w:r>
          </w:p>
          <w:p w14:paraId="53E7CBD7" w14:textId="77777777" w:rsidR="00EE1DED" w:rsidRDefault="00EE1DED" w:rsidP="00383B36">
            <w:pPr>
              <w:rPr>
                <w:color w:val="000000"/>
              </w:rPr>
            </w:pPr>
            <w:r w:rsidRPr="00337FAB">
              <w:rPr>
                <w:color w:val="000000"/>
              </w:rPr>
              <w:t>Set of micropipettes suited for small volume dispensing of aqueous fluids of moderate viscosity and density. Each micropipette set will be consisted of:</w:t>
            </w:r>
          </w:p>
          <w:p w14:paraId="7E83D9C8" w14:textId="77777777" w:rsidR="00EE1DED" w:rsidRPr="004F1383" w:rsidRDefault="00EE1DED" w:rsidP="00383B36">
            <w:pPr>
              <w:pStyle w:val="ListParagraph"/>
              <w:numPr>
                <w:ilvl w:val="0"/>
                <w:numId w:val="50"/>
              </w:numPr>
              <w:overflowPunct/>
              <w:autoSpaceDE/>
              <w:autoSpaceDN/>
              <w:adjustRightInd/>
              <w:ind w:left="611"/>
              <w:contextualSpacing/>
              <w:textAlignment w:val="auto"/>
              <w:rPr>
                <w:color w:val="000000"/>
              </w:rPr>
            </w:pPr>
            <w:r w:rsidRPr="004F1383">
              <w:rPr>
                <w:color w:val="000000"/>
              </w:rPr>
              <w:t xml:space="preserve">1 pcs of adjustable single channel pipettes with volume of 2-20ul with increments 0.02 </w:t>
            </w:r>
            <w:proofErr w:type="spellStart"/>
            <w:r w:rsidRPr="004F1383">
              <w:rPr>
                <w:color w:val="000000"/>
              </w:rPr>
              <w:t>μl</w:t>
            </w:r>
            <w:proofErr w:type="spellEnd"/>
          </w:p>
          <w:p w14:paraId="2346D654" w14:textId="77777777" w:rsidR="00EE1DED" w:rsidRPr="00337FAB" w:rsidRDefault="00EE1DED" w:rsidP="00383B36">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1 pcs of adjustable single channel pipettes with volume of 10-100 ul with increments 0.1 </w:t>
            </w:r>
            <w:proofErr w:type="spellStart"/>
            <w:r w:rsidRPr="00337FAB">
              <w:rPr>
                <w:color w:val="000000"/>
              </w:rPr>
              <w:t>μl</w:t>
            </w:r>
            <w:proofErr w:type="spellEnd"/>
            <w:r w:rsidRPr="00337FAB">
              <w:rPr>
                <w:color w:val="000000"/>
              </w:rPr>
              <w:t xml:space="preserve"> </w:t>
            </w:r>
          </w:p>
          <w:p w14:paraId="6F9913FA" w14:textId="77777777" w:rsidR="00EE1DED" w:rsidRPr="00337FAB" w:rsidRDefault="00EE1DED" w:rsidP="00383B36">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1 pcs of adjustable single channel pipettes with volume of 20-200ul with increments 0.02 </w:t>
            </w:r>
            <w:proofErr w:type="spellStart"/>
            <w:r w:rsidRPr="00337FAB">
              <w:rPr>
                <w:color w:val="000000"/>
              </w:rPr>
              <w:t>μl</w:t>
            </w:r>
            <w:proofErr w:type="spellEnd"/>
            <w:r w:rsidRPr="00337FAB">
              <w:rPr>
                <w:color w:val="000000"/>
              </w:rPr>
              <w:t>;</w:t>
            </w:r>
          </w:p>
          <w:p w14:paraId="5EA05840" w14:textId="77777777" w:rsidR="00EE1DED" w:rsidRPr="00337FAB" w:rsidRDefault="00EE1DED" w:rsidP="00383B36">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1 pcs of adjustable single channel pipettes with volume of 100–1,000 </w:t>
            </w:r>
            <w:proofErr w:type="spellStart"/>
            <w:r w:rsidRPr="00337FAB">
              <w:rPr>
                <w:color w:val="000000"/>
              </w:rPr>
              <w:t>μl</w:t>
            </w:r>
            <w:proofErr w:type="spellEnd"/>
            <w:r w:rsidRPr="00337FAB">
              <w:rPr>
                <w:color w:val="000000"/>
              </w:rPr>
              <w:t xml:space="preserve"> with increments 1 </w:t>
            </w:r>
            <w:proofErr w:type="spellStart"/>
            <w:r w:rsidRPr="00337FAB">
              <w:rPr>
                <w:color w:val="000000"/>
              </w:rPr>
              <w:t>μl</w:t>
            </w:r>
            <w:proofErr w:type="spellEnd"/>
          </w:p>
          <w:p w14:paraId="486687F6" w14:textId="77777777" w:rsidR="00EE1DED" w:rsidRPr="00337FAB" w:rsidRDefault="00EE1DED" w:rsidP="00383B36">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1 pcs of multichannel pipette, 8 channel pipette with volume of 5 to 50 </w:t>
            </w:r>
            <w:proofErr w:type="spellStart"/>
            <w:r w:rsidRPr="00337FAB">
              <w:rPr>
                <w:color w:val="000000"/>
              </w:rPr>
              <w:t>μl</w:t>
            </w:r>
            <w:proofErr w:type="spellEnd"/>
            <w:r w:rsidRPr="00337FAB">
              <w:rPr>
                <w:color w:val="000000"/>
              </w:rPr>
              <w:t xml:space="preserve"> with length of 23-25 cm. </w:t>
            </w:r>
          </w:p>
          <w:p w14:paraId="207AB3BF" w14:textId="77777777" w:rsidR="00EE1DED" w:rsidRPr="00337FAB" w:rsidRDefault="00EE1DED" w:rsidP="00383B36">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2880 pcs of pipette tips with volume of 2-20 </w:t>
            </w:r>
            <w:proofErr w:type="spellStart"/>
            <w:r w:rsidRPr="00337FAB">
              <w:rPr>
                <w:color w:val="000000"/>
              </w:rPr>
              <w:t>μl</w:t>
            </w:r>
            <w:proofErr w:type="spellEnd"/>
          </w:p>
          <w:p w14:paraId="1E4E75E3" w14:textId="77777777" w:rsidR="00EE1DED" w:rsidRPr="00337FAB" w:rsidRDefault="00EE1DED" w:rsidP="00383B36">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960 pcs of pipette tips with volume of 200 </w:t>
            </w:r>
            <w:proofErr w:type="spellStart"/>
            <w:r w:rsidRPr="00337FAB">
              <w:rPr>
                <w:color w:val="000000"/>
              </w:rPr>
              <w:t>μl</w:t>
            </w:r>
            <w:proofErr w:type="spellEnd"/>
            <w:r w:rsidRPr="00337FAB">
              <w:rPr>
                <w:color w:val="000000"/>
              </w:rPr>
              <w:t>;</w:t>
            </w:r>
          </w:p>
          <w:p w14:paraId="430D5497" w14:textId="77777777" w:rsidR="00EE1DED" w:rsidRPr="00337FAB" w:rsidRDefault="00EE1DED" w:rsidP="00383B36">
            <w:pPr>
              <w:pStyle w:val="ListParagraph"/>
              <w:numPr>
                <w:ilvl w:val="0"/>
                <w:numId w:val="50"/>
              </w:numPr>
              <w:overflowPunct/>
              <w:autoSpaceDE/>
              <w:autoSpaceDN/>
              <w:adjustRightInd/>
              <w:ind w:left="611"/>
              <w:contextualSpacing/>
              <w:textAlignment w:val="auto"/>
              <w:rPr>
                <w:color w:val="000000"/>
              </w:rPr>
            </w:pPr>
            <w:r w:rsidRPr="00337FAB">
              <w:rPr>
                <w:color w:val="000000"/>
              </w:rPr>
              <w:t xml:space="preserve">960 pcs of pipette tips with volume of 1,000 </w:t>
            </w:r>
            <w:proofErr w:type="spellStart"/>
            <w:r w:rsidRPr="00337FAB">
              <w:rPr>
                <w:color w:val="000000"/>
              </w:rPr>
              <w:t>μl</w:t>
            </w:r>
            <w:proofErr w:type="spellEnd"/>
          </w:p>
          <w:p w14:paraId="7172F780" w14:textId="77777777" w:rsidR="00EE1DED" w:rsidRPr="002D1F9B" w:rsidRDefault="00EE1DED" w:rsidP="00383B36">
            <w:pPr>
              <w:pStyle w:val="ListParagraph"/>
              <w:numPr>
                <w:ilvl w:val="0"/>
                <w:numId w:val="50"/>
              </w:numPr>
              <w:overflowPunct/>
              <w:autoSpaceDE/>
              <w:autoSpaceDN/>
              <w:adjustRightInd/>
              <w:ind w:left="611"/>
              <w:contextualSpacing/>
              <w:textAlignment w:val="auto"/>
              <w:rPr>
                <w:color w:val="000000"/>
              </w:rPr>
            </w:pPr>
            <w:r w:rsidRPr="00337FAB">
              <w:rPr>
                <w:color w:val="000000"/>
              </w:rPr>
              <w:t>3 pcs of pipette stand</w:t>
            </w:r>
            <w:r>
              <w:rPr>
                <w:color w:val="000000"/>
              </w:rPr>
              <w:t>s</w:t>
            </w:r>
          </w:p>
          <w:p w14:paraId="628DD0C0" w14:textId="77777777" w:rsidR="00EE1DED" w:rsidRDefault="00EE1DED" w:rsidP="00383B36">
            <w:pPr>
              <w:rPr>
                <w:b/>
                <w:bCs/>
                <w:color w:val="000000"/>
              </w:rPr>
            </w:pPr>
          </w:p>
          <w:p w14:paraId="758E3B46" w14:textId="77777777" w:rsidR="00EE1DED" w:rsidRPr="002D1F9B" w:rsidRDefault="00EE1DED" w:rsidP="00383B36">
            <w:pPr>
              <w:rPr>
                <w:b/>
                <w:bCs/>
                <w:color w:val="000000"/>
              </w:rPr>
            </w:pPr>
            <w:r w:rsidRPr="002D1F9B">
              <w:rPr>
                <w:b/>
                <w:bCs/>
                <w:color w:val="000000"/>
              </w:rPr>
              <w:t>Specification:</w:t>
            </w:r>
          </w:p>
          <w:p w14:paraId="6C84F15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Should be ergonomic, flexible and robustness; pipette should be with adjustable volume</w:t>
            </w:r>
          </w:p>
          <w:p w14:paraId="432BEC8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Provided with automatic tip-eject feature</w:t>
            </w:r>
          </w:p>
          <w:p w14:paraId="071DC100"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Should be made of an organic polymer which is resistant to heat, mildew, bleaches, acids and </w:t>
            </w:r>
            <w:proofErr w:type="spellStart"/>
            <w:r w:rsidRPr="00337FAB">
              <w:rPr>
                <w:color w:val="000000"/>
              </w:rPr>
              <w:t>alkalies</w:t>
            </w:r>
            <w:proofErr w:type="spellEnd"/>
            <w:r w:rsidRPr="00337FAB">
              <w:rPr>
                <w:color w:val="000000"/>
              </w:rPr>
              <w:t>, sunlight, aging, and abrasion, Stainless steel piston. PVDF handle.</w:t>
            </w:r>
          </w:p>
          <w:p w14:paraId="1B81DB3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Pipettes’ accuracy should be ±10 to 2.5% and precision should be 8.0 to 2.0%;</w:t>
            </w:r>
          </w:p>
          <w:p w14:paraId="5FC2B77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Any color</w:t>
            </w:r>
          </w:p>
          <w:p w14:paraId="4C06750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Compact and robust design allowing for operating comfort</w:t>
            </w:r>
          </w:p>
          <w:p w14:paraId="2EC46AF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Multifunctional button for the measuring stroke, the blow-out and ejecting the tip</w:t>
            </w:r>
          </w:p>
          <w:p w14:paraId="4048E61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Pipette tips will be: </w:t>
            </w:r>
          </w:p>
          <w:p w14:paraId="47AEED92" w14:textId="77777777" w:rsidR="00EE1DED" w:rsidRPr="002D1F9B" w:rsidRDefault="00EE1DED" w:rsidP="00383B36">
            <w:pPr>
              <w:pStyle w:val="ListParagraph"/>
              <w:numPr>
                <w:ilvl w:val="0"/>
                <w:numId w:val="51"/>
              </w:numPr>
              <w:overflowPunct/>
              <w:autoSpaceDE/>
              <w:autoSpaceDN/>
              <w:adjustRightInd/>
              <w:contextualSpacing/>
              <w:textAlignment w:val="auto"/>
              <w:rPr>
                <w:rFonts w:ascii="Arial" w:hAnsi="Arial" w:cs="Arial"/>
                <w:color w:val="000000"/>
              </w:rPr>
            </w:pPr>
            <w:r w:rsidRPr="002D1F9B">
              <w:rPr>
                <w:rFonts w:eastAsia="Arial"/>
                <w:color w:val="000000"/>
              </w:rPr>
              <w:t xml:space="preserve">filtered pipette tips. </w:t>
            </w:r>
          </w:p>
          <w:p w14:paraId="1CDCDA40" w14:textId="77777777" w:rsidR="00EE1DED" w:rsidRPr="002D1F9B" w:rsidRDefault="00EE1DED" w:rsidP="00383B36">
            <w:pPr>
              <w:pStyle w:val="ListParagraph"/>
              <w:numPr>
                <w:ilvl w:val="0"/>
                <w:numId w:val="51"/>
              </w:numPr>
              <w:overflowPunct/>
              <w:autoSpaceDE/>
              <w:autoSpaceDN/>
              <w:adjustRightInd/>
              <w:contextualSpacing/>
              <w:textAlignment w:val="auto"/>
              <w:rPr>
                <w:rFonts w:ascii="Arial" w:hAnsi="Arial" w:cs="Arial"/>
                <w:color w:val="000000"/>
              </w:rPr>
            </w:pPr>
            <w:r w:rsidRPr="002D1F9B">
              <w:rPr>
                <w:rFonts w:eastAsia="Arial"/>
                <w:color w:val="000000"/>
              </w:rPr>
              <w:t xml:space="preserve">Purity grade of tubes and tips according to the minimal standards for In Vitro applications. </w:t>
            </w:r>
          </w:p>
          <w:p w14:paraId="5FAD856A" w14:textId="77777777" w:rsidR="00EE1DED" w:rsidRPr="002D1F9B" w:rsidRDefault="00EE1DED" w:rsidP="00383B36">
            <w:pPr>
              <w:pStyle w:val="ListParagraph"/>
              <w:numPr>
                <w:ilvl w:val="0"/>
                <w:numId w:val="51"/>
              </w:numPr>
              <w:overflowPunct/>
              <w:autoSpaceDE/>
              <w:autoSpaceDN/>
              <w:adjustRightInd/>
              <w:contextualSpacing/>
              <w:textAlignment w:val="auto"/>
              <w:rPr>
                <w:rFonts w:ascii="Arial" w:hAnsi="Arial" w:cs="Arial"/>
                <w:color w:val="000000"/>
              </w:rPr>
            </w:pPr>
            <w:r w:rsidRPr="002D1F9B">
              <w:rPr>
                <w:rFonts w:eastAsia="Arial"/>
                <w:color w:val="000000"/>
              </w:rPr>
              <w:t xml:space="preserve">Tips will consist of 3 types of tips as follow. </w:t>
            </w:r>
          </w:p>
          <w:p w14:paraId="1EE42E3E"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Pipette stands will be:</w:t>
            </w:r>
          </w:p>
          <w:p w14:paraId="32CEC83B" w14:textId="77777777" w:rsidR="00EE1DED" w:rsidRPr="002D1F9B" w:rsidRDefault="00EE1DED" w:rsidP="00383B36">
            <w:pPr>
              <w:pStyle w:val="ListParagraph"/>
              <w:numPr>
                <w:ilvl w:val="0"/>
                <w:numId w:val="51"/>
              </w:numPr>
              <w:overflowPunct/>
              <w:autoSpaceDE/>
              <w:autoSpaceDN/>
              <w:adjustRightInd/>
              <w:contextualSpacing/>
              <w:textAlignment w:val="auto"/>
              <w:rPr>
                <w:rFonts w:eastAsia="Arial"/>
                <w:color w:val="000000"/>
              </w:rPr>
            </w:pPr>
            <w:r w:rsidRPr="00337FAB">
              <w:rPr>
                <w:rFonts w:eastAsia="Arial"/>
                <w:color w:val="000000"/>
              </w:rPr>
              <w:t xml:space="preserve">Carousel stand holds up to 5 pipettes (single and multichannel pipettes), </w:t>
            </w:r>
          </w:p>
          <w:p w14:paraId="41E452C1" w14:textId="77777777" w:rsidR="00EE1DED" w:rsidRPr="002D1F9B" w:rsidRDefault="00EE1DED" w:rsidP="00383B36">
            <w:pPr>
              <w:pStyle w:val="ListParagraph"/>
              <w:numPr>
                <w:ilvl w:val="0"/>
                <w:numId w:val="51"/>
              </w:numPr>
              <w:overflowPunct/>
              <w:autoSpaceDE/>
              <w:autoSpaceDN/>
              <w:adjustRightInd/>
              <w:contextualSpacing/>
              <w:textAlignment w:val="auto"/>
              <w:rPr>
                <w:rFonts w:eastAsia="Arial"/>
                <w:color w:val="000000"/>
              </w:rPr>
            </w:pPr>
            <w:r w:rsidRPr="00337FAB">
              <w:rPr>
                <w:rFonts w:eastAsia="Arial"/>
                <w:color w:val="000000"/>
              </w:rPr>
              <w:t xml:space="preserve">Rotates for easy access, sturdy, safe. </w:t>
            </w:r>
          </w:p>
          <w:p w14:paraId="6F478F5A" w14:textId="77777777" w:rsidR="00EE1DED" w:rsidRPr="002D1F9B" w:rsidRDefault="00EE1DED" w:rsidP="00383B36">
            <w:pPr>
              <w:pStyle w:val="ListParagraph"/>
              <w:numPr>
                <w:ilvl w:val="0"/>
                <w:numId w:val="51"/>
              </w:numPr>
              <w:overflowPunct/>
              <w:autoSpaceDE/>
              <w:autoSpaceDN/>
              <w:adjustRightInd/>
              <w:contextualSpacing/>
              <w:textAlignment w:val="auto"/>
              <w:rPr>
                <w:rFonts w:eastAsia="Arial"/>
                <w:color w:val="000000"/>
              </w:rPr>
            </w:pPr>
            <w:r w:rsidRPr="00337FAB">
              <w:rPr>
                <w:rFonts w:eastAsia="Arial"/>
                <w:color w:val="000000"/>
              </w:rPr>
              <w:t>Weighted base keeps the stand upright and prevents tipping</w:t>
            </w:r>
          </w:p>
          <w:p w14:paraId="27535659" w14:textId="77777777" w:rsidR="00EE1DED" w:rsidRPr="002D1F9B" w:rsidRDefault="00EE1DED" w:rsidP="00383B36">
            <w:pPr>
              <w:pStyle w:val="ListParagraph"/>
              <w:numPr>
                <w:ilvl w:val="0"/>
                <w:numId w:val="51"/>
              </w:numPr>
              <w:overflowPunct/>
              <w:autoSpaceDE/>
              <w:autoSpaceDN/>
              <w:adjustRightInd/>
              <w:contextualSpacing/>
              <w:textAlignment w:val="auto"/>
              <w:rPr>
                <w:color w:val="000000"/>
              </w:rPr>
            </w:pPr>
            <w:r w:rsidRPr="00337FAB">
              <w:rPr>
                <w:rFonts w:eastAsia="Arial"/>
                <w:color w:val="000000"/>
              </w:rPr>
              <w:t>Cleanable with alcohol or chlorine wipes</w:t>
            </w:r>
          </w:p>
        </w:tc>
        <w:tc>
          <w:tcPr>
            <w:tcW w:w="4432" w:type="dxa"/>
          </w:tcPr>
          <w:p w14:paraId="1514D892" w14:textId="77777777" w:rsidR="00EE1DED" w:rsidRPr="002D1F9B" w:rsidRDefault="00EE1DED" w:rsidP="00383B36">
            <w:pPr>
              <w:rPr>
                <w:b/>
                <w:bCs/>
                <w:color w:val="000000"/>
              </w:rPr>
            </w:pPr>
          </w:p>
        </w:tc>
        <w:tc>
          <w:tcPr>
            <w:tcW w:w="1565" w:type="dxa"/>
          </w:tcPr>
          <w:p w14:paraId="322AF223" w14:textId="77777777" w:rsidR="00EE1DED" w:rsidRPr="002D1F9B" w:rsidRDefault="00EE1DED" w:rsidP="00383B36">
            <w:pPr>
              <w:rPr>
                <w:b/>
                <w:bCs/>
                <w:color w:val="000000"/>
              </w:rPr>
            </w:pPr>
          </w:p>
        </w:tc>
        <w:tc>
          <w:tcPr>
            <w:tcW w:w="1764" w:type="dxa"/>
          </w:tcPr>
          <w:p w14:paraId="0B13735D" w14:textId="646C84AE" w:rsidR="00EE1DED" w:rsidRPr="002D1F9B" w:rsidRDefault="00EE1DED" w:rsidP="00383B36">
            <w:pPr>
              <w:rPr>
                <w:b/>
                <w:bCs/>
                <w:color w:val="000000"/>
              </w:rPr>
            </w:pPr>
          </w:p>
        </w:tc>
      </w:tr>
      <w:tr w:rsidR="00EE1DED" w:rsidRPr="00337FAB" w14:paraId="7F91F30C" w14:textId="043D7428" w:rsidTr="006C1BE1">
        <w:trPr>
          <w:trHeight w:val="80"/>
        </w:trPr>
        <w:tc>
          <w:tcPr>
            <w:tcW w:w="840" w:type="dxa"/>
            <w:vMerge/>
            <w:shd w:val="clear" w:color="auto" w:fill="DAEEF3" w:themeFill="accent5" w:themeFillTint="33"/>
          </w:tcPr>
          <w:p w14:paraId="66C8E97C" w14:textId="77777777" w:rsidR="00EE1DED" w:rsidRPr="00337FAB" w:rsidRDefault="00EE1DED" w:rsidP="00383B36">
            <w:pPr>
              <w:rPr>
                <w:color w:val="000000"/>
              </w:rPr>
            </w:pPr>
          </w:p>
        </w:tc>
        <w:tc>
          <w:tcPr>
            <w:tcW w:w="4619" w:type="dxa"/>
            <w:shd w:val="clear" w:color="auto" w:fill="auto"/>
          </w:tcPr>
          <w:p w14:paraId="44B219BB" w14:textId="77777777" w:rsidR="00EE1DED" w:rsidRPr="00133C61" w:rsidRDefault="00EE1DED" w:rsidP="00383B36">
            <w:pPr>
              <w:rPr>
                <w:color w:val="000000"/>
              </w:rPr>
            </w:pPr>
            <w:r w:rsidRPr="00337FAB">
              <w:rPr>
                <w:b/>
                <w:bCs/>
                <w:color w:val="000000"/>
              </w:rPr>
              <w:t>Warranty requirement:</w:t>
            </w:r>
            <w:r>
              <w:rPr>
                <w:b/>
                <w:bCs/>
                <w:color w:val="000000"/>
              </w:rPr>
              <w:t xml:space="preserve"> </w:t>
            </w:r>
            <w:r w:rsidRPr="00133C61">
              <w:rPr>
                <w:color w:val="000000"/>
              </w:rPr>
              <w:t xml:space="preserve">One </w:t>
            </w:r>
            <w:r>
              <w:rPr>
                <w:color w:val="000000"/>
              </w:rPr>
              <w:t>(</w:t>
            </w:r>
            <w:r w:rsidRPr="0003652A">
              <w:rPr>
                <w:color w:val="000000"/>
              </w:rPr>
              <w:t>1</w:t>
            </w:r>
            <w:r>
              <w:rPr>
                <w:color w:val="000000"/>
              </w:rPr>
              <w:t>)</w:t>
            </w:r>
            <w:r w:rsidRPr="0003652A">
              <w:rPr>
                <w:color w:val="000000"/>
              </w:rPr>
              <w:t xml:space="preserve"> year</w:t>
            </w:r>
            <w:r>
              <w:rPr>
                <w:color w:val="000000"/>
              </w:rPr>
              <w:t xml:space="preserve"> warranty is required.</w:t>
            </w:r>
          </w:p>
        </w:tc>
        <w:tc>
          <w:tcPr>
            <w:tcW w:w="4432" w:type="dxa"/>
          </w:tcPr>
          <w:p w14:paraId="326F6AC3" w14:textId="77777777" w:rsidR="00EE1DED" w:rsidRPr="00337FAB" w:rsidRDefault="00EE1DED" w:rsidP="00383B36">
            <w:pPr>
              <w:rPr>
                <w:b/>
                <w:bCs/>
                <w:color w:val="000000"/>
              </w:rPr>
            </w:pPr>
          </w:p>
        </w:tc>
        <w:tc>
          <w:tcPr>
            <w:tcW w:w="1565" w:type="dxa"/>
          </w:tcPr>
          <w:p w14:paraId="420F2827" w14:textId="77777777" w:rsidR="00EE1DED" w:rsidRPr="00337FAB" w:rsidRDefault="00EE1DED" w:rsidP="00383B36">
            <w:pPr>
              <w:rPr>
                <w:b/>
                <w:bCs/>
                <w:color w:val="000000"/>
              </w:rPr>
            </w:pPr>
          </w:p>
        </w:tc>
        <w:tc>
          <w:tcPr>
            <w:tcW w:w="1764" w:type="dxa"/>
          </w:tcPr>
          <w:p w14:paraId="449DCCF1" w14:textId="3497E3E9" w:rsidR="00EE1DED" w:rsidRPr="00337FAB" w:rsidRDefault="00EE1DED" w:rsidP="00383B36">
            <w:pPr>
              <w:rPr>
                <w:b/>
                <w:bCs/>
                <w:color w:val="000000"/>
              </w:rPr>
            </w:pPr>
          </w:p>
        </w:tc>
      </w:tr>
      <w:tr w:rsidR="00EE1DED" w:rsidRPr="00337FAB" w14:paraId="618BDEC0" w14:textId="74CC0C0B" w:rsidTr="006C1BE1">
        <w:trPr>
          <w:trHeight w:val="53"/>
        </w:trPr>
        <w:tc>
          <w:tcPr>
            <w:tcW w:w="840" w:type="dxa"/>
            <w:vMerge/>
            <w:tcBorders>
              <w:bottom w:val="single" w:sz="4" w:space="0" w:color="auto"/>
            </w:tcBorders>
            <w:shd w:val="clear" w:color="auto" w:fill="DAEEF3" w:themeFill="accent5" w:themeFillTint="33"/>
          </w:tcPr>
          <w:p w14:paraId="1D260494"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568A66EC"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169B5EAD" w14:textId="77777777" w:rsidR="00EE1DED" w:rsidRPr="00913FB2" w:rsidRDefault="00EE1DED" w:rsidP="00383B36">
            <w:pPr>
              <w:rPr>
                <w:color w:val="000000"/>
              </w:rPr>
            </w:pPr>
            <w:r w:rsidRPr="00913FB2">
              <w:rPr>
                <w:color w:val="000000"/>
              </w:rPr>
              <w:t>FDA 510k Premarket registration or CE certificate, WHO-GMP certificate or similar</w:t>
            </w:r>
          </w:p>
        </w:tc>
        <w:tc>
          <w:tcPr>
            <w:tcW w:w="4432" w:type="dxa"/>
            <w:tcBorders>
              <w:bottom w:val="single" w:sz="4" w:space="0" w:color="auto"/>
            </w:tcBorders>
          </w:tcPr>
          <w:p w14:paraId="28A3EB36" w14:textId="77777777" w:rsidR="00EE1DED" w:rsidRDefault="00EE1DED" w:rsidP="00383B36">
            <w:pPr>
              <w:rPr>
                <w:b/>
                <w:bCs/>
                <w:color w:val="000000"/>
              </w:rPr>
            </w:pPr>
          </w:p>
        </w:tc>
        <w:tc>
          <w:tcPr>
            <w:tcW w:w="1565" w:type="dxa"/>
            <w:tcBorders>
              <w:bottom w:val="single" w:sz="4" w:space="0" w:color="auto"/>
            </w:tcBorders>
          </w:tcPr>
          <w:p w14:paraId="1D421572" w14:textId="77777777" w:rsidR="00EE1DED" w:rsidRDefault="00EE1DED" w:rsidP="00383B36">
            <w:pPr>
              <w:rPr>
                <w:b/>
                <w:bCs/>
                <w:color w:val="000000"/>
              </w:rPr>
            </w:pPr>
          </w:p>
        </w:tc>
        <w:tc>
          <w:tcPr>
            <w:tcW w:w="1764" w:type="dxa"/>
            <w:tcBorders>
              <w:bottom w:val="single" w:sz="4" w:space="0" w:color="auto"/>
            </w:tcBorders>
          </w:tcPr>
          <w:p w14:paraId="52F701AC" w14:textId="5A843715" w:rsidR="00EE1DED" w:rsidRDefault="00EE1DED" w:rsidP="00383B36">
            <w:pPr>
              <w:rPr>
                <w:b/>
                <w:bCs/>
                <w:color w:val="000000"/>
              </w:rPr>
            </w:pPr>
          </w:p>
        </w:tc>
      </w:tr>
      <w:tr w:rsidR="00EE1DED" w:rsidRPr="00337FAB" w14:paraId="630AB76B" w14:textId="6908111A" w:rsidTr="006C1BE1">
        <w:trPr>
          <w:trHeight w:val="1390"/>
        </w:trPr>
        <w:tc>
          <w:tcPr>
            <w:tcW w:w="840" w:type="dxa"/>
            <w:vMerge/>
            <w:tcBorders>
              <w:bottom w:val="single" w:sz="4" w:space="0" w:color="auto"/>
            </w:tcBorders>
            <w:shd w:val="clear" w:color="auto" w:fill="DAEEF3" w:themeFill="accent5" w:themeFillTint="33"/>
          </w:tcPr>
          <w:p w14:paraId="4DED45AA" w14:textId="77777777" w:rsidR="00EE1DED" w:rsidRPr="00337FAB" w:rsidRDefault="00EE1DED" w:rsidP="00383B36">
            <w:pPr>
              <w:rPr>
                <w:color w:val="000000"/>
              </w:rPr>
            </w:pPr>
          </w:p>
        </w:tc>
        <w:tc>
          <w:tcPr>
            <w:tcW w:w="4619" w:type="dxa"/>
            <w:shd w:val="clear" w:color="auto" w:fill="auto"/>
          </w:tcPr>
          <w:p w14:paraId="22966366" w14:textId="77777777" w:rsidR="00EE1DED" w:rsidRDefault="00EE1DED" w:rsidP="00383B36">
            <w:pPr>
              <w:rPr>
                <w:b/>
                <w:bCs/>
                <w:color w:val="000000"/>
              </w:rPr>
            </w:pPr>
            <w:r>
              <w:rPr>
                <w:b/>
                <w:bCs/>
                <w:color w:val="000000"/>
              </w:rPr>
              <w:t>Safety &amp; product Standards:</w:t>
            </w:r>
          </w:p>
          <w:p w14:paraId="7E701552" w14:textId="77777777" w:rsidR="00EE1DED" w:rsidRPr="00913FB2" w:rsidRDefault="00EE1DED" w:rsidP="00383B36">
            <w:pPr>
              <w:rPr>
                <w:color w:val="000000"/>
              </w:rPr>
            </w:pPr>
            <w:r w:rsidRPr="00913FB2">
              <w:rPr>
                <w:color w:val="000000"/>
              </w:rPr>
              <w:t>QMS of the manufacturing site: ISO 13485, or ISO 9001 or 21CFR820 (USA)</w:t>
            </w:r>
          </w:p>
          <w:p w14:paraId="2CEEDFC1" w14:textId="77777777" w:rsidR="00EE1DED" w:rsidRPr="00913FB2" w:rsidRDefault="00EE1DED" w:rsidP="00383B36">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4F3F6F59" w14:textId="77777777" w:rsidR="00EE1DED" w:rsidRDefault="00EE1DED" w:rsidP="00383B36">
            <w:pPr>
              <w:rPr>
                <w:b/>
                <w:bCs/>
                <w:color w:val="000000"/>
              </w:rPr>
            </w:pPr>
          </w:p>
        </w:tc>
        <w:tc>
          <w:tcPr>
            <w:tcW w:w="1565" w:type="dxa"/>
          </w:tcPr>
          <w:p w14:paraId="4F19B5BB" w14:textId="77777777" w:rsidR="00EE1DED" w:rsidRDefault="00EE1DED" w:rsidP="00383B36">
            <w:pPr>
              <w:rPr>
                <w:b/>
                <w:bCs/>
                <w:color w:val="000000"/>
              </w:rPr>
            </w:pPr>
          </w:p>
        </w:tc>
        <w:tc>
          <w:tcPr>
            <w:tcW w:w="1764" w:type="dxa"/>
          </w:tcPr>
          <w:p w14:paraId="758508AE" w14:textId="0B3D70B6" w:rsidR="00EE1DED" w:rsidRDefault="00EE1DED" w:rsidP="00383B36">
            <w:pPr>
              <w:rPr>
                <w:b/>
                <w:bCs/>
                <w:color w:val="000000"/>
              </w:rPr>
            </w:pPr>
          </w:p>
        </w:tc>
      </w:tr>
      <w:tr w:rsidR="00EE1DED" w:rsidRPr="00337FAB" w14:paraId="3C77ADB5" w14:textId="0BAAED2E" w:rsidTr="006C1BE1">
        <w:trPr>
          <w:trHeight w:val="296"/>
        </w:trPr>
        <w:tc>
          <w:tcPr>
            <w:tcW w:w="840" w:type="dxa"/>
            <w:vMerge w:val="restart"/>
            <w:shd w:val="clear" w:color="auto" w:fill="DAEEF3" w:themeFill="accent5" w:themeFillTint="33"/>
          </w:tcPr>
          <w:p w14:paraId="2D2B6894" w14:textId="77777777" w:rsidR="00EE1DED" w:rsidRPr="00C34340" w:rsidRDefault="00EE1DED" w:rsidP="00383B36">
            <w:pPr>
              <w:rPr>
                <w:b/>
                <w:bCs/>
                <w:color w:val="000000"/>
              </w:rPr>
            </w:pPr>
            <w:r>
              <w:rPr>
                <w:b/>
                <w:bCs/>
                <w:color w:val="000000"/>
              </w:rPr>
              <w:t>Item 19</w:t>
            </w:r>
          </w:p>
        </w:tc>
        <w:tc>
          <w:tcPr>
            <w:tcW w:w="4619" w:type="dxa"/>
            <w:shd w:val="clear" w:color="auto" w:fill="DAEEF3" w:themeFill="accent5" w:themeFillTint="33"/>
          </w:tcPr>
          <w:p w14:paraId="3FBC78EB" w14:textId="52325A45" w:rsidR="00EE1DED" w:rsidRPr="003265D5" w:rsidRDefault="00EE1DED" w:rsidP="00383B36">
            <w:r w:rsidRPr="00567B62">
              <w:rPr>
                <w:b/>
                <w:bCs/>
              </w:rPr>
              <w:t xml:space="preserve">LABORATORY THERMOMETER SET </w:t>
            </w:r>
            <w:r w:rsidRPr="00567B62">
              <w:t>(</w:t>
            </w:r>
            <w:r w:rsidRPr="0059342A">
              <w:t>3 sets</w:t>
            </w:r>
            <w:r>
              <w:t>)</w:t>
            </w:r>
          </w:p>
        </w:tc>
        <w:tc>
          <w:tcPr>
            <w:tcW w:w="4432" w:type="dxa"/>
            <w:shd w:val="clear" w:color="auto" w:fill="DAEEF3" w:themeFill="accent5" w:themeFillTint="33"/>
          </w:tcPr>
          <w:p w14:paraId="371BADC7" w14:textId="77777777" w:rsidR="00EE1DED" w:rsidRPr="00567B62" w:rsidRDefault="00EE1DED" w:rsidP="00383B36">
            <w:pPr>
              <w:rPr>
                <w:b/>
                <w:bCs/>
              </w:rPr>
            </w:pPr>
          </w:p>
        </w:tc>
        <w:tc>
          <w:tcPr>
            <w:tcW w:w="1565" w:type="dxa"/>
            <w:shd w:val="clear" w:color="auto" w:fill="DAEEF3" w:themeFill="accent5" w:themeFillTint="33"/>
          </w:tcPr>
          <w:p w14:paraId="2C26EF82" w14:textId="77777777" w:rsidR="00EE1DED" w:rsidRPr="00567B62" w:rsidRDefault="00EE1DED" w:rsidP="00383B36">
            <w:pPr>
              <w:rPr>
                <w:b/>
                <w:bCs/>
              </w:rPr>
            </w:pPr>
          </w:p>
        </w:tc>
        <w:tc>
          <w:tcPr>
            <w:tcW w:w="1764" w:type="dxa"/>
            <w:shd w:val="clear" w:color="auto" w:fill="DAEEF3" w:themeFill="accent5" w:themeFillTint="33"/>
          </w:tcPr>
          <w:p w14:paraId="3759BBD4" w14:textId="285DA8F1" w:rsidR="00EE1DED" w:rsidRPr="00567B62" w:rsidRDefault="00EE1DED" w:rsidP="00383B36">
            <w:pPr>
              <w:rPr>
                <w:b/>
                <w:bCs/>
              </w:rPr>
            </w:pPr>
          </w:p>
        </w:tc>
      </w:tr>
      <w:tr w:rsidR="00EE1DED" w:rsidRPr="00337FAB" w14:paraId="54E85BF6" w14:textId="08877DC0" w:rsidTr="006C1BE1">
        <w:trPr>
          <w:trHeight w:val="773"/>
        </w:trPr>
        <w:tc>
          <w:tcPr>
            <w:tcW w:w="840" w:type="dxa"/>
            <w:vMerge/>
            <w:shd w:val="clear" w:color="auto" w:fill="DAEEF3" w:themeFill="accent5" w:themeFillTint="33"/>
          </w:tcPr>
          <w:p w14:paraId="564FC687"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4D8017B6" w14:textId="77777777" w:rsidR="00EE1DED" w:rsidRPr="00C97F3F" w:rsidRDefault="00EE1DED" w:rsidP="00383B36">
            <w:pPr>
              <w:rPr>
                <w:b/>
                <w:bCs/>
                <w:color w:val="000000"/>
              </w:rPr>
            </w:pPr>
            <w:r w:rsidRPr="00C97F3F">
              <w:rPr>
                <w:b/>
                <w:bCs/>
                <w:color w:val="000000"/>
              </w:rPr>
              <w:t xml:space="preserve">Product description: </w:t>
            </w:r>
          </w:p>
          <w:p w14:paraId="461A85D2" w14:textId="77777777" w:rsidR="00EE1DED" w:rsidRPr="00337FAB" w:rsidRDefault="00EE1DED" w:rsidP="00383B36">
            <w:pPr>
              <w:rPr>
                <w:color w:val="000000"/>
              </w:rPr>
            </w:pPr>
            <w:r w:rsidRPr="00337FAB">
              <w:rPr>
                <w:color w:val="000000"/>
              </w:rPr>
              <w:t>Thermometer set to measures temperature in a laboratory context.</w:t>
            </w:r>
            <w:r>
              <w:rPr>
                <w:color w:val="000000"/>
              </w:rPr>
              <w:t xml:space="preserve"> </w:t>
            </w:r>
            <w:r w:rsidRPr="00337FAB">
              <w:rPr>
                <w:color w:val="000000"/>
              </w:rPr>
              <w:t>Each set should contain:</w:t>
            </w:r>
          </w:p>
          <w:p w14:paraId="028CA7ED" w14:textId="77777777" w:rsidR="00EE1DED" w:rsidRPr="00337FAB" w:rsidRDefault="00EE1DED" w:rsidP="00383B36">
            <w:pPr>
              <w:pStyle w:val="ListParagraph"/>
              <w:numPr>
                <w:ilvl w:val="0"/>
                <w:numId w:val="52"/>
              </w:numPr>
              <w:overflowPunct/>
              <w:autoSpaceDE/>
              <w:autoSpaceDN/>
              <w:adjustRightInd/>
              <w:ind w:left="611"/>
              <w:contextualSpacing/>
              <w:textAlignment w:val="auto"/>
              <w:rPr>
                <w:color w:val="000000"/>
              </w:rPr>
            </w:pPr>
            <w:r w:rsidRPr="00337FAB">
              <w:rPr>
                <w:color w:val="000000"/>
              </w:rPr>
              <w:t xml:space="preserve">2 pcs of thermometers for refrigerator with temperature range -9.9° to + 40°C </w:t>
            </w:r>
            <w:proofErr w:type="spellStart"/>
            <w:r w:rsidRPr="00337FAB">
              <w:rPr>
                <w:color w:val="000000"/>
              </w:rPr>
              <w:t>approx</w:t>
            </w:r>
            <w:proofErr w:type="spellEnd"/>
          </w:p>
          <w:p w14:paraId="6912F262" w14:textId="77777777" w:rsidR="00EE1DED" w:rsidRPr="00337FAB" w:rsidRDefault="00EE1DED" w:rsidP="00383B36">
            <w:pPr>
              <w:pStyle w:val="ListParagraph"/>
              <w:numPr>
                <w:ilvl w:val="0"/>
                <w:numId w:val="52"/>
              </w:numPr>
              <w:overflowPunct/>
              <w:autoSpaceDE/>
              <w:autoSpaceDN/>
              <w:adjustRightInd/>
              <w:ind w:left="611"/>
              <w:contextualSpacing/>
              <w:textAlignment w:val="auto"/>
              <w:rPr>
                <w:color w:val="000000"/>
              </w:rPr>
            </w:pPr>
            <w:r w:rsidRPr="00337FAB">
              <w:rPr>
                <w:color w:val="000000"/>
              </w:rPr>
              <w:t xml:space="preserve">2 pcs of thermometers for deep freezer with temperature range 40°c to + 40°c </w:t>
            </w:r>
            <w:proofErr w:type="spellStart"/>
            <w:r w:rsidRPr="00337FAB">
              <w:rPr>
                <w:color w:val="000000"/>
              </w:rPr>
              <w:t>approx</w:t>
            </w:r>
            <w:proofErr w:type="spellEnd"/>
          </w:p>
          <w:p w14:paraId="16E977CB" w14:textId="77777777" w:rsidR="00EE1DED" w:rsidRPr="00337FAB" w:rsidRDefault="00EE1DED" w:rsidP="00383B36">
            <w:pPr>
              <w:pStyle w:val="ListParagraph"/>
              <w:numPr>
                <w:ilvl w:val="0"/>
                <w:numId w:val="52"/>
              </w:numPr>
              <w:overflowPunct/>
              <w:autoSpaceDE/>
              <w:autoSpaceDN/>
              <w:adjustRightInd/>
              <w:ind w:left="611"/>
              <w:contextualSpacing/>
              <w:textAlignment w:val="auto"/>
              <w:rPr>
                <w:color w:val="000000"/>
              </w:rPr>
            </w:pPr>
            <w:r w:rsidRPr="00337FAB">
              <w:rPr>
                <w:color w:val="000000"/>
              </w:rPr>
              <w:t>3 pcs of room type thermometers with temperature range of 0-40°c approx.</w:t>
            </w:r>
          </w:p>
          <w:p w14:paraId="15A5573A" w14:textId="77777777" w:rsidR="00EE1DED" w:rsidRDefault="00EE1DED" w:rsidP="00383B36">
            <w:pPr>
              <w:rPr>
                <w:color w:val="000000"/>
              </w:rPr>
            </w:pPr>
          </w:p>
          <w:p w14:paraId="0310138E" w14:textId="77777777" w:rsidR="00EE1DED" w:rsidRPr="00C570C3" w:rsidRDefault="00EE1DED" w:rsidP="00383B36">
            <w:pPr>
              <w:rPr>
                <w:b/>
                <w:bCs/>
                <w:color w:val="000000"/>
              </w:rPr>
            </w:pPr>
            <w:r w:rsidRPr="00C570C3">
              <w:rPr>
                <w:b/>
                <w:bCs/>
                <w:color w:val="000000"/>
              </w:rPr>
              <w:t>Specification:</w:t>
            </w:r>
          </w:p>
          <w:p w14:paraId="1ACAED0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Non-mercury thermometers</w:t>
            </w:r>
          </w:p>
          <w:p w14:paraId="75F2FE9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Traceable digital thermometer is preferable </w:t>
            </w:r>
          </w:p>
          <w:p w14:paraId="061E567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Displayed parameters: Display allows recording to 0.1 degree C accuracy</w:t>
            </w:r>
          </w:p>
        </w:tc>
        <w:tc>
          <w:tcPr>
            <w:tcW w:w="4432" w:type="dxa"/>
            <w:tcBorders>
              <w:bottom w:val="single" w:sz="4" w:space="0" w:color="auto"/>
            </w:tcBorders>
          </w:tcPr>
          <w:p w14:paraId="118EE911" w14:textId="77777777" w:rsidR="00EE1DED" w:rsidRPr="00C97F3F" w:rsidRDefault="00EE1DED" w:rsidP="00383B36">
            <w:pPr>
              <w:rPr>
                <w:b/>
                <w:bCs/>
                <w:color w:val="000000"/>
              </w:rPr>
            </w:pPr>
          </w:p>
        </w:tc>
        <w:tc>
          <w:tcPr>
            <w:tcW w:w="1565" w:type="dxa"/>
            <w:tcBorders>
              <w:bottom w:val="single" w:sz="4" w:space="0" w:color="auto"/>
            </w:tcBorders>
          </w:tcPr>
          <w:p w14:paraId="784C3591" w14:textId="77777777" w:rsidR="00EE1DED" w:rsidRPr="00C97F3F" w:rsidRDefault="00EE1DED" w:rsidP="00383B36">
            <w:pPr>
              <w:rPr>
                <w:b/>
                <w:bCs/>
                <w:color w:val="000000"/>
              </w:rPr>
            </w:pPr>
          </w:p>
        </w:tc>
        <w:tc>
          <w:tcPr>
            <w:tcW w:w="1764" w:type="dxa"/>
            <w:tcBorders>
              <w:bottom w:val="single" w:sz="4" w:space="0" w:color="auto"/>
            </w:tcBorders>
          </w:tcPr>
          <w:p w14:paraId="50EFD809" w14:textId="6CBF0C6A" w:rsidR="00EE1DED" w:rsidRPr="00C97F3F" w:rsidRDefault="00EE1DED" w:rsidP="00383B36">
            <w:pPr>
              <w:rPr>
                <w:b/>
                <w:bCs/>
                <w:color w:val="000000"/>
              </w:rPr>
            </w:pPr>
          </w:p>
        </w:tc>
      </w:tr>
      <w:tr w:rsidR="00EE1DED" w:rsidRPr="00337FAB" w14:paraId="6F2F1273" w14:textId="1C3FAE55" w:rsidTr="006C1BE1">
        <w:trPr>
          <w:trHeight w:val="53"/>
        </w:trPr>
        <w:tc>
          <w:tcPr>
            <w:tcW w:w="840" w:type="dxa"/>
            <w:vMerge/>
            <w:shd w:val="clear" w:color="auto" w:fill="DAEEF3" w:themeFill="accent5" w:themeFillTint="33"/>
          </w:tcPr>
          <w:p w14:paraId="711CDDCE" w14:textId="77777777" w:rsidR="00EE1DED" w:rsidRPr="00337FAB" w:rsidRDefault="00EE1DED" w:rsidP="00383B36">
            <w:pPr>
              <w:rPr>
                <w:color w:val="000000"/>
              </w:rPr>
            </w:pPr>
          </w:p>
        </w:tc>
        <w:tc>
          <w:tcPr>
            <w:tcW w:w="4619" w:type="dxa"/>
            <w:tcBorders>
              <w:bottom w:val="single" w:sz="4" w:space="0" w:color="auto"/>
            </w:tcBorders>
            <w:shd w:val="clear" w:color="auto" w:fill="auto"/>
            <w:hideMark/>
          </w:tcPr>
          <w:p w14:paraId="7B76282F" w14:textId="77777777" w:rsidR="00EE1DED"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7EF0991E" w14:textId="77777777" w:rsidR="00EE1DED" w:rsidRPr="00913FB2" w:rsidRDefault="00EE1DED" w:rsidP="00383B36">
            <w:pPr>
              <w:rPr>
                <w:b/>
                <w:bCs/>
                <w:color w:val="000000"/>
              </w:rPr>
            </w:pPr>
            <w:r w:rsidRPr="00913FB2">
              <w:rPr>
                <w:color w:val="000000"/>
              </w:rPr>
              <w:t>FDA 510k Premarket registration or CE certificate, WHO-GMP certificate or similar</w:t>
            </w:r>
          </w:p>
        </w:tc>
        <w:tc>
          <w:tcPr>
            <w:tcW w:w="4432" w:type="dxa"/>
            <w:tcBorders>
              <w:bottom w:val="single" w:sz="4" w:space="0" w:color="auto"/>
            </w:tcBorders>
          </w:tcPr>
          <w:p w14:paraId="5696DD14" w14:textId="77777777" w:rsidR="00EE1DED" w:rsidRDefault="00EE1DED" w:rsidP="00383B36">
            <w:pPr>
              <w:rPr>
                <w:b/>
                <w:bCs/>
                <w:color w:val="000000"/>
              </w:rPr>
            </w:pPr>
          </w:p>
        </w:tc>
        <w:tc>
          <w:tcPr>
            <w:tcW w:w="1565" w:type="dxa"/>
            <w:tcBorders>
              <w:bottom w:val="single" w:sz="4" w:space="0" w:color="auto"/>
            </w:tcBorders>
          </w:tcPr>
          <w:p w14:paraId="5E3C910E" w14:textId="77777777" w:rsidR="00EE1DED" w:rsidRDefault="00EE1DED" w:rsidP="00383B36">
            <w:pPr>
              <w:rPr>
                <w:b/>
                <w:bCs/>
                <w:color w:val="000000"/>
              </w:rPr>
            </w:pPr>
          </w:p>
        </w:tc>
        <w:tc>
          <w:tcPr>
            <w:tcW w:w="1764" w:type="dxa"/>
            <w:tcBorders>
              <w:bottom w:val="single" w:sz="4" w:space="0" w:color="auto"/>
            </w:tcBorders>
          </w:tcPr>
          <w:p w14:paraId="520FBD48" w14:textId="1EAFEDA5" w:rsidR="00EE1DED" w:rsidRDefault="00EE1DED" w:rsidP="00383B36">
            <w:pPr>
              <w:rPr>
                <w:b/>
                <w:bCs/>
                <w:color w:val="000000"/>
              </w:rPr>
            </w:pPr>
          </w:p>
        </w:tc>
      </w:tr>
      <w:tr w:rsidR="00EE1DED" w:rsidRPr="00337FAB" w14:paraId="38F5557C" w14:textId="40DD5B28" w:rsidTr="006C1BE1">
        <w:trPr>
          <w:trHeight w:val="53"/>
        </w:trPr>
        <w:tc>
          <w:tcPr>
            <w:tcW w:w="840" w:type="dxa"/>
            <w:vMerge/>
            <w:shd w:val="clear" w:color="auto" w:fill="DAEEF3" w:themeFill="accent5" w:themeFillTint="33"/>
          </w:tcPr>
          <w:p w14:paraId="7BE3BE09" w14:textId="77777777" w:rsidR="00EE1DED" w:rsidRPr="00337FAB" w:rsidRDefault="00EE1DED" w:rsidP="00383B36">
            <w:pPr>
              <w:rPr>
                <w:color w:val="000000"/>
              </w:rPr>
            </w:pPr>
          </w:p>
        </w:tc>
        <w:tc>
          <w:tcPr>
            <w:tcW w:w="4619" w:type="dxa"/>
            <w:tcBorders>
              <w:bottom w:val="single" w:sz="4" w:space="0" w:color="auto"/>
            </w:tcBorders>
            <w:shd w:val="clear" w:color="auto" w:fill="auto"/>
          </w:tcPr>
          <w:p w14:paraId="6AFE4DA3" w14:textId="77777777" w:rsidR="00EE1DED" w:rsidRPr="00133C61" w:rsidRDefault="00EE1DED" w:rsidP="00383B36">
            <w:pPr>
              <w:rPr>
                <w:color w:val="000000"/>
              </w:rPr>
            </w:pPr>
            <w:r w:rsidRPr="00337FAB">
              <w:rPr>
                <w:b/>
                <w:bCs/>
                <w:color w:val="000000"/>
              </w:rPr>
              <w:t>Warranty requirement:</w:t>
            </w:r>
            <w:r>
              <w:rPr>
                <w:b/>
                <w:bCs/>
                <w:color w:val="000000"/>
              </w:rPr>
              <w:t xml:space="preserve"> </w:t>
            </w:r>
            <w:r w:rsidRPr="00133C61">
              <w:rPr>
                <w:color w:val="000000"/>
              </w:rPr>
              <w:t xml:space="preserve">One </w:t>
            </w:r>
            <w:r>
              <w:rPr>
                <w:color w:val="000000"/>
              </w:rPr>
              <w:t>(</w:t>
            </w:r>
            <w:r w:rsidRPr="0003652A">
              <w:rPr>
                <w:color w:val="000000"/>
              </w:rPr>
              <w:t>1</w:t>
            </w:r>
            <w:r>
              <w:rPr>
                <w:color w:val="000000"/>
              </w:rPr>
              <w:t>)</w:t>
            </w:r>
            <w:r w:rsidRPr="0003652A">
              <w:rPr>
                <w:color w:val="000000"/>
              </w:rPr>
              <w:t xml:space="preserve"> year</w:t>
            </w:r>
            <w:r>
              <w:rPr>
                <w:color w:val="000000"/>
              </w:rPr>
              <w:t xml:space="preserve"> warranty is required.</w:t>
            </w:r>
          </w:p>
        </w:tc>
        <w:tc>
          <w:tcPr>
            <w:tcW w:w="4432" w:type="dxa"/>
            <w:tcBorders>
              <w:bottom w:val="single" w:sz="4" w:space="0" w:color="auto"/>
            </w:tcBorders>
          </w:tcPr>
          <w:p w14:paraId="0C7122CB" w14:textId="77777777" w:rsidR="00EE1DED" w:rsidRPr="00337FAB" w:rsidRDefault="00EE1DED" w:rsidP="00383B36">
            <w:pPr>
              <w:rPr>
                <w:b/>
                <w:bCs/>
                <w:color w:val="000000"/>
              </w:rPr>
            </w:pPr>
          </w:p>
        </w:tc>
        <w:tc>
          <w:tcPr>
            <w:tcW w:w="1565" w:type="dxa"/>
            <w:tcBorders>
              <w:bottom w:val="single" w:sz="4" w:space="0" w:color="auto"/>
            </w:tcBorders>
          </w:tcPr>
          <w:p w14:paraId="0E7AD25D" w14:textId="77777777" w:rsidR="00EE1DED" w:rsidRPr="00337FAB" w:rsidRDefault="00EE1DED" w:rsidP="00383B36">
            <w:pPr>
              <w:rPr>
                <w:b/>
                <w:bCs/>
                <w:color w:val="000000"/>
              </w:rPr>
            </w:pPr>
          </w:p>
        </w:tc>
        <w:tc>
          <w:tcPr>
            <w:tcW w:w="1764" w:type="dxa"/>
            <w:tcBorders>
              <w:bottom w:val="single" w:sz="4" w:space="0" w:color="auto"/>
            </w:tcBorders>
          </w:tcPr>
          <w:p w14:paraId="06FEEBDF" w14:textId="5495B62D" w:rsidR="00EE1DED" w:rsidRPr="00337FAB" w:rsidRDefault="00EE1DED" w:rsidP="00383B36">
            <w:pPr>
              <w:rPr>
                <w:b/>
                <w:bCs/>
                <w:color w:val="000000"/>
              </w:rPr>
            </w:pPr>
          </w:p>
        </w:tc>
      </w:tr>
      <w:tr w:rsidR="00EE1DED" w:rsidRPr="00337FAB" w14:paraId="33D62094" w14:textId="7CAB716C" w:rsidTr="006C1BE1">
        <w:trPr>
          <w:trHeight w:val="1079"/>
        </w:trPr>
        <w:tc>
          <w:tcPr>
            <w:tcW w:w="840" w:type="dxa"/>
            <w:vMerge/>
            <w:tcBorders>
              <w:bottom w:val="single" w:sz="4" w:space="0" w:color="auto"/>
            </w:tcBorders>
            <w:shd w:val="clear" w:color="auto" w:fill="DAEEF3" w:themeFill="accent5" w:themeFillTint="33"/>
          </w:tcPr>
          <w:p w14:paraId="36DD45D9" w14:textId="77777777" w:rsidR="00EE1DED" w:rsidRPr="00337FAB" w:rsidRDefault="00EE1DED" w:rsidP="00383B36">
            <w:pPr>
              <w:rPr>
                <w:color w:val="000000"/>
              </w:rPr>
            </w:pPr>
          </w:p>
        </w:tc>
        <w:tc>
          <w:tcPr>
            <w:tcW w:w="4619" w:type="dxa"/>
            <w:tcBorders>
              <w:bottom w:val="single" w:sz="4" w:space="0" w:color="auto"/>
            </w:tcBorders>
            <w:shd w:val="clear" w:color="auto" w:fill="auto"/>
          </w:tcPr>
          <w:p w14:paraId="61CD5A77" w14:textId="77777777" w:rsidR="00EE1DED" w:rsidRDefault="00EE1DED" w:rsidP="00383B36">
            <w:pPr>
              <w:rPr>
                <w:b/>
                <w:bCs/>
                <w:color w:val="000000"/>
              </w:rPr>
            </w:pPr>
            <w:r>
              <w:rPr>
                <w:b/>
                <w:bCs/>
                <w:color w:val="000000"/>
              </w:rPr>
              <w:t>Safety &amp; product Standards:</w:t>
            </w:r>
          </w:p>
          <w:p w14:paraId="1E146FC2" w14:textId="77777777" w:rsidR="00EE1DED" w:rsidRPr="00913FB2" w:rsidRDefault="00EE1DED" w:rsidP="00383B36">
            <w:pPr>
              <w:rPr>
                <w:color w:val="000000"/>
              </w:rPr>
            </w:pPr>
            <w:r w:rsidRPr="00913FB2">
              <w:rPr>
                <w:color w:val="000000"/>
              </w:rPr>
              <w:t>QMS of the manufacturing site: ISO 13485, or ISO 9001 or 21CFR820 (USA)</w:t>
            </w:r>
          </w:p>
          <w:p w14:paraId="111027DE" w14:textId="77777777" w:rsidR="00EE1DED" w:rsidRPr="00337FAB" w:rsidRDefault="00EE1DED" w:rsidP="00383B36">
            <w:pPr>
              <w:rPr>
                <w:b/>
                <w:bCs/>
                <w:color w:val="000000"/>
              </w:rPr>
            </w:pPr>
            <w:r w:rsidRPr="00B36430">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Borders>
              <w:bottom w:val="single" w:sz="4" w:space="0" w:color="auto"/>
            </w:tcBorders>
          </w:tcPr>
          <w:p w14:paraId="0827DE51" w14:textId="77777777" w:rsidR="00EE1DED" w:rsidRDefault="00EE1DED" w:rsidP="00383B36">
            <w:pPr>
              <w:rPr>
                <w:b/>
                <w:bCs/>
                <w:color w:val="000000"/>
              </w:rPr>
            </w:pPr>
          </w:p>
        </w:tc>
        <w:tc>
          <w:tcPr>
            <w:tcW w:w="1565" w:type="dxa"/>
            <w:tcBorders>
              <w:bottom w:val="single" w:sz="4" w:space="0" w:color="auto"/>
            </w:tcBorders>
          </w:tcPr>
          <w:p w14:paraId="21EA8F74" w14:textId="77777777" w:rsidR="00EE1DED" w:rsidRDefault="00EE1DED" w:rsidP="00383B36">
            <w:pPr>
              <w:rPr>
                <w:b/>
                <w:bCs/>
                <w:color w:val="000000"/>
              </w:rPr>
            </w:pPr>
          </w:p>
        </w:tc>
        <w:tc>
          <w:tcPr>
            <w:tcW w:w="1764" w:type="dxa"/>
            <w:tcBorders>
              <w:bottom w:val="single" w:sz="4" w:space="0" w:color="auto"/>
            </w:tcBorders>
          </w:tcPr>
          <w:p w14:paraId="582B2AE7" w14:textId="18E4F07C" w:rsidR="00EE1DED" w:rsidRDefault="00EE1DED" w:rsidP="00383B36">
            <w:pPr>
              <w:rPr>
                <w:b/>
                <w:bCs/>
                <w:color w:val="000000"/>
              </w:rPr>
            </w:pPr>
          </w:p>
        </w:tc>
      </w:tr>
      <w:tr w:rsidR="00EE1DED" w:rsidRPr="00337FAB" w14:paraId="280A4455" w14:textId="0B19C4B3" w:rsidTr="006C1BE1">
        <w:trPr>
          <w:trHeight w:val="395"/>
        </w:trPr>
        <w:tc>
          <w:tcPr>
            <w:tcW w:w="840" w:type="dxa"/>
            <w:vMerge w:val="restart"/>
            <w:shd w:val="clear" w:color="auto" w:fill="DAEEF3" w:themeFill="accent5" w:themeFillTint="33"/>
          </w:tcPr>
          <w:p w14:paraId="38AC98B2" w14:textId="77777777" w:rsidR="00EE1DED" w:rsidRPr="00C34340" w:rsidRDefault="00EE1DED" w:rsidP="00383B36">
            <w:pPr>
              <w:rPr>
                <w:b/>
                <w:bCs/>
                <w:color w:val="000000"/>
              </w:rPr>
            </w:pPr>
            <w:r>
              <w:rPr>
                <w:b/>
                <w:bCs/>
                <w:color w:val="000000"/>
              </w:rPr>
              <w:t>Item 20</w:t>
            </w:r>
          </w:p>
        </w:tc>
        <w:tc>
          <w:tcPr>
            <w:tcW w:w="4619" w:type="dxa"/>
            <w:shd w:val="clear" w:color="auto" w:fill="DAEEF3" w:themeFill="accent5" w:themeFillTint="33"/>
          </w:tcPr>
          <w:p w14:paraId="506AB0B7" w14:textId="77777777" w:rsidR="00EE1DED" w:rsidRPr="00337FAB" w:rsidRDefault="00EE1DED" w:rsidP="00383B36">
            <w:pPr>
              <w:rPr>
                <w:b/>
                <w:bCs/>
              </w:rPr>
            </w:pPr>
            <w:r w:rsidRPr="00567B62">
              <w:rPr>
                <w:b/>
                <w:bCs/>
              </w:rPr>
              <w:t xml:space="preserve">VIRUS TRANSPORT MEDIUM WITH SWABS </w:t>
            </w:r>
            <w:r w:rsidRPr="00567B62">
              <w:t>(</w:t>
            </w:r>
            <w:r w:rsidRPr="0059342A">
              <w:t>4000 pcs</w:t>
            </w:r>
            <w:r>
              <w:t>)</w:t>
            </w:r>
          </w:p>
        </w:tc>
        <w:tc>
          <w:tcPr>
            <w:tcW w:w="4432" w:type="dxa"/>
            <w:shd w:val="clear" w:color="auto" w:fill="DAEEF3" w:themeFill="accent5" w:themeFillTint="33"/>
          </w:tcPr>
          <w:p w14:paraId="19A58D2E" w14:textId="77777777" w:rsidR="00EE1DED" w:rsidRPr="00567B62" w:rsidRDefault="00EE1DED" w:rsidP="00383B36">
            <w:pPr>
              <w:rPr>
                <w:b/>
                <w:bCs/>
              </w:rPr>
            </w:pPr>
          </w:p>
        </w:tc>
        <w:tc>
          <w:tcPr>
            <w:tcW w:w="1565" w:type="dxa"/>
            <w:shd w:val="clear" w:color="auto" w:fill="DAEEF3" w:themeFill="accent5" w:themeFillTint="33"/>
          </w:tcPr>
          <w:p w14:paraId="6C0CAEA0" w14:textId="77777777" w:rsidR="00EE1DED" w:rsidRPr="00567B62" w:rsidRDefault="00EE1DED" w:rsidP="00383B36">
            <w:pPr>
              <w:rPr>
                <w:b/>
                <w:bCs/>
              </w:rPr>
            </w:pPr>
          </w:p>
        </w:tc>
        <w:tc>
          <w:tcPr>
            <w:tcW w:w="1764" w:type="dxa"/>
            <w:shd w:val="clear" w:color="auto" w:fill="DAEEF3" w:themeFill="accent5" w:themeFillTint="33"/>
          </w:tcPr>
          <w:p w14:paraId="769BC644" w14:textId="3E8E16C7" w:rsidR="00EE1DED" w:rsidRPr="00567B62" w:rsidRDefault="00EE1DED" w:rsidP="00383B36">
            <w:pPr>
              <w:rPr>
                <w:b/>
                <w:bCs/>
              </w:rPr>
            </w:pPr>
          </w:p>
        </w:tc>
      </w:tr>
      <w:tr w:rsidR="00EE1DED" w:rsidRPr="00337FAB" w14:paraId="6D0D780B" w14:textId="5112043B" w:rsidTr="006C1BE1">
        <w:trPr>
          <w:trHeight w:val="611"/>
        </w:trPr>
        <w:tc>
          <w:tcPr>
            <w:tcW w:w="840" w:type="dxa"/>
            <w:vMerge/>
            <w:shd w:val="clear" w:color="auto" w:fill="DAEEF3" w:themeFill="accent5" w:themeFillTint="33"/>
          </w:tcPr>
          <w:p w14:paraId="2CEC4147" w14:textId="77777777" w:rsidR="00EE1DED" w:rsidRPr="00337FAB" w:rsidRDefault="00EE1DED" w:rsidP="00383B36">
            <w:pPr>
              <w:rPr>
                <w:color w:val="000000"/>
              </w:rPr>
            </w:pPr>
          </w:p>
        </w:tc>
        <w:tc>
          <w:tcPr>
            <w:tcW w:w="4619" w:type="dxa"/>
            <w:shd w:val="clear" w:color="auto" w:fill="auto"/>
            <w:hideMark/>
          </w:tcPr>
          <w:p w14:paraId="7E9116CF" w14:textId="77777777" w:rsidR="00EE1DED" w:rsidRPr="00E01A80" w:rsidRDefault="00EE1DED" w:rsidP="00383B36">
            <w:pPr>
              <w:rPr>
                <w:b/>
                <w:bCs/>
                <w:color w:val="000000"/>
              </w:rPr>
            </w:pPr>
            <w:r w:rsidRPr="00E01A80">
              <w:rPr>
                <w:b/>
                <w:bCs/>
                <w:color w:val="000000"/>
              </w:rPr>
              <w:t>Product description:</w:t>
            </w:r>
          </w:p>
          <w:p w14:paraId="1F24F11F" w14:textId="77777777" w:rsidR="00EE1DED" w:rsidRPr="00337FAB" w:rsidRDefault="00EE1DED" w:rsidP="00383B36">
            <w:pPr>
              <w:rPr>
                <w:color w:val="000000"/>
              </w:rPr>
            </w:pPr>
            <w:r w:rsidRPr="00337FAB">
              <w:rPr>
                <w:color w:val="000000"/>
              </w:rPr>
              <w:t>Virus transport medium with swabs collection kit</w:t>
            </w:r>
          </w:p>
          <w:p w14:paraId="6742F7B8" w14:textId="77777777" w:rsidR="00EE1DED" w:rsidRDefault="00EE1DED" w:rsidP="00383B36">
            <w:pPr>
              <w:rPr>
                <w:color w:val="000000"/>
              </w:rPr>
            </w:pPr>
          </w:p>
          <w:p w14:paraId="0F26364C" w14:textId="77777777" w:rsidR="00EE1DED" w:rsidRPr="00E01A80" w:rsidRDefault="00EE1DED" w:rsidP="00383B36">
            <w:pPr>
              <w:rPr>
                <w:b/>
                <w:bCs/>
                <w:color w:val="000000"/>
              </w:rPr>
            </w:pPr>
            <w:r w:rsidRPr="00E01A80">
              <w:rPr>
                <w:b/>
                <w:bCs/>
                <w:color w:val="000000"/>
              </w:rPr>
              <w:t xml:space="preserve">Specification: </w:t>
            </w:r>
          </w:p>
          <w:p w14:paraId="47FDBD07"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Tube Volume: 10-13ml</w:t>
            </w:r>
          </w:p>
          <w:p w14:paraId="6C4990F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Applicator Material- Plastic</w:t>
            </w:r>
          </w:p>
          <w:p w14:paraId="5D4AD18E"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Medium Volume: 3ml</w:t>
            </w:r>
          </w:p>
          <w:p w14:paraId="1A562A9A"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Swab Material: Nylon Flocked</w:t>
            </w:r>
          </w:p>
          <w:p w14:paraId="76AD0CA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Swab Option: Nasopharyngeal, cervical, </w:t>
            </w:r>
            <w:proofErr w:type="spellStart"/>
            <w:r w:rsidRPr="00337FAB">
              <w:rPr>
                <w:color w:val="000000"/>
              </w:rPr>
              <w:t>urethrial</w:t>
            </w:r>
            <w:proofErr w:type="spellEnd"/>
            <w:r w:rsidRPr="00337FAB">
              <w:rPr>
                <w:color w:val="000000"/>
              </w:rPr>
              <w:t xml:space="preserve"> </w:t>
            </w:r>
          </w:p>
          <w:p w14:paraId="67CAE058"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Sterilization: EO</w:t>
            </w:r>
          </w:p>
        </w:tc>
        <w:tc>
          <w:tcPr>
            <w:tcW w:w="4432" w:type="dxa"/>
          </w:tcPr>
          <w:p w14:paraId="6C4C4846" w14:textId="77777777" w:rsidR="00EE1DED" w:rsidRPr="00E01A80" w:rsidRDefault="00EE1DED" w:rsidP="00383B36">
            <w:pPr>
              <w:rPr>
                <w:b/>
                <w:bCs/>
                <w:color w:val="000000"/>
              </w:rPr>
            </w:pPr>
          </w:p>
        </w:tc>
        <w:tc>
          <w:tcPr>
            <w:tcW w:w="1565" w:type="dxa"/>
          </w:tcPr>
          <w:p w14:paraId="77400D28" w14:textId="77777777" w:rsidR="00EE1DED" w:rsidRPr="00E01A80" w:rsidRDefault="00EE1DED" w:rsidP="00383B36">
            <w:pPr>
              <w:rPr>
                <w:b/>
                <w:bCs/>
                <w:color w:val="000000"/>
              </w:rPr>
            </w:pPr>
          </w:p>
        </w:tc>
        <w:tc>
          <w:tcPr>
            <w:tcW w:w="1764" w:type="dxa"/>
          </w:tcPr>
          <w:p w14:paraId="3B392A12" w14:textId="3D942444" w:rsidR="00EE1DED" w:rsidRPr="00E01A80" w:rsidRDefault="00EE1DED" w:rsidP="00383B36">
            <w:pPr>
              <w:rPr>
                <w:b/>
                <w:bCs/>
                <w:color w:val="000000"/>
              </w:rPr>
            </w:pPr>
          </w:p>
        </w:tc>
      </w:tr>
      <w:tr w:rsidR="00EE1DED" w:rsidRPr="00337FAB" w14:paraId="0299D1CF" w14:textId="1B0FB7D4" w:rsidTr="006C1BE1">
        <w:trPr>
          <w:trHeight w:val="413"/>
        </w:trPr>
        <w:tc>
          <w:tcPr>
            <w:tcW w:w="840" w:type="dxa"/>
            <w:vMerge/>
            <w:shd w:val="clear" w:color="auto" w:fill="DAEEF3" w:themeFill="accent5" w:themeFillTint="33"/>
          </w:tcPr>
          <w:p w14:paraId="38C3234D" w14:textId="77777777" w:rsidR="00EE1DED" w:rsidRPr="00337FAB" w:rsidRDefault="00EE1DED" w:rsidP="00383B36">
            <w:pPr>
              <w:rPr>
                <w:color w:val="000000"/>
              </w:rPr>
            </w:pPr>
          </w:p>
        </w:tc>
        <w:tc>
          <w:tcPr>
            <w:tcW w:w="4619" w:type="dxa"/>
            <w:shd w:val="clear" w:color="auto" w:fill="auto"/>
          </w:tcPr>
          <w:p w14:paraId="312E0AA1"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4E5A8B2B" w14:textId="77777777" w:rsidR="00EE1DED" w:rsidRPr="00E01A80" w:rsidRDefault="00EE1DED" w:rsidP="00383B36">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Pr>
          <w:p w14:paraId="7FBE0FCD" w14:textId="77777777" w:rsidR="00EE1DED" w:rsidRDefault="00EE1DED" w:rsidP="00383B36">
            <w:pPr>
              <w:rPr>
                <w:b/>
                <w:bCs/>
                <w:color w:val="000000"/>
              </w:rPr>
            </w:pPr>
          </w:p>
        </w:tc>
        <w:tc>
          <w:tcPr>
            <w:tcW w:w="1565" w:type="dxa"/>
          </w:tcPr>
          <w:p w14:paraId="5E9E3086" w14:textId="77777777" w:rsidR="00EE1DED" w:rsidRDefault="00EE1DED" w:rsidP="00383B36">
            <w:pPr>
              <w:rPr>
                <w:b/>
                <w:bCs/>
                <w:color w:val="000000"/>
              </w:rPr>
            </w:pPr>
          </w:p>
        </w:tc>
        <w:tc>
          <w:tcPr>
            <w:tcW w:w="1764" w:type="dxa"/>
          </w:tcPr>
          <w:p w14:paraId="450BF7D6" w14:textId="6F45AA2B" w:rsidR="00EE1DED" w:rsidRDefault="00EE1DED" w:rsidP="00383B36">
            <w:pPr>
              <w:rPr>
                <w:b/>
                <w:bCs/>
                <w:color w:val="000000"/>
              </w:rPr>
            </w:pPr>
          </w:p>
        </w:tc>
      </w:tr>
      <w:tr w:rsidR="00EE1DED" w:rsidRPr="00337FAB" w14:paraId="3E388562" w14:textId="772FB2F1" w:rsidTr="006C1BE1">
        <w:trPr>
          <w:trHeight w:val="791"/>
        </w:trPr>
        <w:tc>
          <w:tcPr>
            <w:tcW w:w="840" w:type="dxa"/>
            <w:vMerge/>
            <w:shd w:val="clear" w:color="auto" w:fill="DAEEF3" w:themeFill="accent5" w:themeFillTint="33"/>
          </w:tcPr>
          <w:p w14:paraId="621295DD" w14:textId="77777777" w:rsidR="00EE1DED" w:rsidRPr="00337FAB" w:rsidRDefault="00EE1DED" w:rsidP="00383B36">
            <w:pPr>
              <w:rPr>
                <w:color w:val="000000"/>
              </w:rPr>
            </w:pPr>
          </w:p>
        </w:tc>
        <w:tc>
          <w:tcPr>
            <w:tcW w:w="4619" w:type="dxa"/>
            <w:shd w:val="clear" w:color="auto" w:fill="auto"/>
            <w:hideMark/>
          </w:tcPr>
          <w:p w14:paraId="7E0C2ACE" w14:textId="77777777" w:rsidR="00EE1DED" w:rsidRDefault="00EE1DED" w:rsidP="00383B36">
            <w:pPr>
              <w:rPr>
                <w:b/>
                <w:bCs/>
                <w:color w:val="000000"/>
              </w:rPr>
            </w:pPr>
            <w:r>
              <w:rPr>
                <w:b/>
                <w:bCs/>
                <w:color w:val="000000"/>
              </w:rPr>
              <w:t>Safety &amp; product Standards:</w:t>
            </w:r>
          </w:p>
          <w:p w14:paraId="33D32AC8" w14:textId="77777777" w:rsidR="00EE1DED" w:rsidRPr="00913FB2" w:rsidRDefault="00EE1DED" w:rsidP="00383B36">
            <w:pPr>
              <w:rPr>
                <w:color w:val="000000"/>
              </w:rPr>
            </w:pPr>
            <w:r w:rsidRPr="00913FB2">
              <w:rPr>
                <w:color w:val="000000"/>
              </w:rPr>
              <w:t>QMS of the manufacturing site: ISO 13485, or ISO 9001 or 21CFR820 (USA)</w:t>
            </w:r>
          </w:p>
          <w:p w14:paraId="471CFD91" w14:textId="77777777" w:rsidR="00EE1DED" w:rsidRPr="00913FB2" w:rsidRDefault="00EE1DED" w:rsidP="00383B36">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47856812" w14:textId="77777777" w:rsidR="00EE1DED" w:rsidRDefault="00EE1DED" w:rsidP="00383B36">
            <w:pPr>
              <w:rPr>
                <w:b/>
                <w:bCs/>
                <w:color w:val="000000"/>
              </w:rPr>
            </w:pPr>
          </w:p>
        </w:tc>
        <w:tc>
          <w:tcPr>
            <w:tcW w:w="1565" w:type="dxa"/>
          </w:tcPr>
          <w:p w14:paraId="41A3B139" w14:textId="77777777" w:rsidR="00EE1DED" w:rsidRDefault="00EE1DED" w:rsidP="00383B36">
            <w:pPr>
              <w:rPr>
                <w:b/>
                <w:bCs/>
                <w:color w:val="000000"/>
              </w:rPr>
            </w:pPr>
          </w:p>
        </w:tc>
        <w:tc>
          <w:tcPr>
            <w:tcW w:w="1764" w:type="dxa"/>
          </w:tcPr>
          <w:p w14:paraId="7BF0BE75" w14:textId="75B87D16" w:rsidR="00EE1DED" w:rsidRDefault="00EE1DED" w:rsidP="00383B36">
            <w:pPr>
              <w:rPr>
                <w:b/>
                <w:bCs/>
                <w:color w:val="000000"/>
              </w:rPr>
            </w:pPr>
          </w:p>
        </w:tc>
      </w:tr>
      <w:tr w:rsidR="00EE1DED" w:rsidRPr="00337FAB" w14:paraId="316B3936" w14:textId="5DC798E5" w:rsidTr="006C1BE1">
        <w:trPr>
          <w:trHeight w:val="350"/>
        </w:trPr>
        <w:tc>
          <w:tcPr>
            <w:tcW w:w="840" w:type="dxa"/>
            <w:vMerge w:val="restart"/>
            <w:shd w:val="clear" w:color="auto" w:fill="DAEEF3" w:themeFill="accent5" w:themeFillTint="33"/>
          </w:tcPr>
          <w:p w14:paraId="1961D50C" w14:textId="77777777" w:rsidR="00EE1DED" w:rsidRPr="00C34340" w:rsidRDefault="00EE1DED" w:rsidP="00383B36">
            <w:pPr>
              <w:rPr>
                <w:b/>
                <w:bCs/>
                <w:color w:val="000000"/>
              </w:rPr>
            </w:pPr>
            <w:r>
              <w:rPr>
                <w:b/>
                <w:bCs/>
                <w:color w:val="000000"/>
              </w:rPr>
              <w:t>Item 21</w:t>
            </w:r>
          </w:p>
        </w:tc>
        <w:tc>
          <w:tcPr>
            <w:tcW w:w="4619" w:type="dxa"/>
            <w:shd w:val="clear" w:color="auto" w:fill="DAEEF3" w:themeFill="accent5" w:themeFillTint="33"/>
          </w:tcPr>
          <w:p w14:paraId="2D6FB478" w14:textId="70BDD7D0" w:rsidR="00EE1DED" w:rsidRPr="003265D5" w:rsidRDefault="00EE1DED" w:rsidP="00383B36">
            <w:r w:rsidRPr="00567B62">
              <w:rPr>
                <w:b/>
                <w:bCs/>
              </w:rPr>
              <w:t>SAMPLE TRANSPORT BOX</w:t>
            </w:r>
            <w:r w:rsidRPr="00337FAB">
              <w:rPr>
                <w:b/>
                <w:bCs/>
              </w:rPr>
              <w:t xml:space="preserve"> </w:t>
            </w:r>
            <w:r w:rsidRPr="00567B62">
              <w:t>(</w:t>
            </w:r>
            <w:r w:rsidRPr="0059342A">
              <w:t>3 pcs</w:t>
            </w:r>
            <w:r>
              <w:t>)</w:t>
            </w:r>
          </w:p>
        </w:tc>
        <w:tc>
          <w:tcPr>
            <w:tcW w:w="4432" w:type="dxa"/>
            <w:shd w:val="clear" w:color="auto" w:fill="DAEEF3" w:themeFill="accent5" w:themeFillTint="33"/>
          </w:tcPr>
          <w:p w14:paraId="7E6E639E" w14:textId="77777777" w:rsidR="00EE1DED" w:rsidRPr="00567B62" w:rsidRDefault="00EE1DED" w:rsidP="00383B36">
            <w:pPr>
              <w:rPr>
                <w:b/>
                <w:bCs/>
              </w:rPr>
            </w:pPr>
          </w:p>
        </w:tc>
        <w:tc>
          <w:tcPr>
            <w:tcW w:w="1565" w:type="dxa"/>
            <w:shd w:val="clear" w:color="auto" w:fill="DAEEF3" w:themeFill="accent5" w:themeFillTint="33"/>
          </w:tcPr>
          <w:p w14:paraId="11E38EAC" w14:textId="77777777" w:rsidR="00EE1DED" w:rsidRPr="00567B62" w:rsidRDefault="00EE1DED" w:rsidP="00383B36">
            <w:pPr>
              <w:rPr>
                <w:b/>
                <w:bCs/>
              </w:rPr>
            </w:pPr>
          </w:p>
        </w:tc>
        <w:tc>
          <w:tcPr>
            <w:tcW w:w="1764" w:type="dxa"/>
            <w:shd w:val="clear" w:color="auto" w:fill="DAEEF3" w:themeFill="accent5" w:themeFillTint="33"/>
          </w:tcPr>
          <w:p w14:paraId="4D4175E9" w14:textId="3FD2B7D7" w:rsidR="00EE1DED" w:rsidRPr="00567B62" w:rsidRDefault="00EE1DED" w:rsidP="00383B36">
            <w:pPr>
              <w:rPr>
                <w:b/>
                <w:bCs/>
              </w:rPr>
            </w:pPr>
          </w:p>
        </w:tc>
      </w:tr>
      <w:tr w:rsidR="00EE1DED" w:rsidRPr="00337FAB" w14:paraId="704E4A7A" w14:textId="63555AFC" w:rsidTr="006C1BE1">
        <w:trPr>
          <w:trHeight w:val="80"/>
        </w:trPr>
        <w:tc>
          <w:tcPr>
            <w:tcW w:w="840" w:type="dxa"/>
            <w:vMerge/>
            <w:shd w:val="clear" w:color="auto" w:fill="DAEEF3" w:themeFill="accent5" w:themeFillTint="33"/>
          </w:tcPr>
          <w:p w14:paraId="797E8961" w14:textId="77777777" w:rsidR="00EE1DED" w:rsidRPr="00337FAB" w:rsidRDefault="00EE1DED" w:rsidP="00383B36">
            <w:pPr>
              <w:rPr>
                <w:color w:val="000000"/>
              </w:rPr>
            </w:pPr>
          </w:p>
        </w:tc>
        <w:tc>
          <w:tcPr>
            <w:tcW w:w="4619" w:type="dxa"/>
            <w:shd w:val="clear" w:color="auto" w:fill="auto"/>
            <w:hideMark/>
          </w:tcPr>
          <w:p w14:paraId="06695A5C" w14:textId="77777777" w:rsidR="00EE1DED" w:rsidRPr="00E01A80" w:rsidRDefault="00EE1DED" w:rsidP="00383B36">
            <w:pPr>
              <w:rPr>
                <w:b/>
                <w:bCs/>
                <w:color w:val="000000"/>
              </w:rPr>
            </w:pPr>
            <w:r w:rsidRPr="00E01A80">
              <w:rPr>
                <w:b/>
                <w:bCs/>
                <w:color w:val="000000"/>
              </w:rPr>
              <w:t xml:space="preserve">Product description: </w:t>
            </w:r>
          </w:p>
          <w:p w14:paraId="12BC2250" w14:textId="77777777" w:rsidR="00EE1DED" w:rsidRPr="00337FAB" w:rsidRDefault="00EE1DED" w:rsidP="00383B36">
            <w:pPr>
              <w:rPr>
                <w:color w:val="000000"/>
              </w:rPr>
            </w:pPr>
            <w:r w:rsidRPr="00337FAB">
              <w:rPr>
                <w:color w:val="000000"/>
              </w:rPr>
              <w:t xml:space="preserve">A Transport box with ability to transport of samples maintaining the storage temperature specified. </w:t>
            </w:r>
          </w:p>
          <w:p w14:paraId="567D14F4" w14:textId="77777777" w:rsidR="00EE1DED" w:rsidRPr="00337FAB" w:rsidRDefault="00EE1DED" w:rsidP="00383B36">
            <w:pPr>
              <w:rPr>
                <w:color w:val="000000"/>
              </w:rPr>
            </w:pPr>
            <w:r w:rsidRPr="00337FAB">
              <w:rPr>
                <w:color w:val="000000"/>
              </w:rPr>
              <w:t xml:space="preserve">The transport box should consist of two (2) packaging: </w:t>
            </w:r>
          </w:p>
          <w:p w14:paraId="1799AFD5" w14:textId="77777777" w:rsidR="00EE1DED" w:rsidRPr="00337FAB" w:rsidRDefault="00EE1DED" w:rsidP="00383B36">
            <w:pPr>
              <w:ind w:firstLineChars="600" w:firstLine="1200"/>
              <w:rPr>
                <w:color w:val="000000"/>
              </w:rPr>
            </w:pPr>
            <w:r w:rsidRPr="00337FAB">
              <w:rPr>
                <w:color w:val="000000"/>
              </w:rPr>
              <w:t>a.</w:t>
            </w:r>
            <w:r w:rsidRPr="00337FAB">
              <w:rPr>
                <w:color w:val="000000"/>
                <w:sz w:val="14"/>
                <w:szCs w:val="14"/>
              </w:rPr>
              <w:t xml:space="preserve">        </w:t>
            </w:r>
            <w:r w:rsidRPr="00337FAB">
              <w:rPr>
                <w:color w:val="000000"/>
              </w:rPr>
              <w:t xml:space="preserve">Portable outer packaging box and </w:t>
            </w:r>
          </w:p>
          <w:p w14:paraId="7DFB3406" w14:textId="77777777" w:rsidR="00EE1DED" w:rsidRPr="00337FAB" w:rsidRDefault="00EE1DED" w:rsidP="00383B36">
            <w:pPr>
              <w:ind w:firstLineChars="600" w:firstLine="1200"/>
              <w:rPr>
                <w:color w:val="000000"/>
              </w:rPr>
            </w:pPr>
            <w:r w:rsidRPr="00337FAB">
              <w:rPr>
                <w:color w:val="000000"/>
              </w:rPr>
              <w:t>b.</w:t>
            </w:r>
            <w:r w:rsidRPr="00337FAB">
              <w:rPr>
                <w:color w:val="000000"/>
                <w:sz w:val="14"/>
                <w:szCs w:val="14"/>
              </w:rPr>
              <w:t xml:space="preserve">       </w:t>
            </w:r>
            <w:r w:rsidRPr="00337FAB">
              <w:rPr>
                <w:color w:val="000000"/>
              </w:rPr>
              <w:t>Secondary packaging bag</w:t>
            </w:r>
          </w:p>
          <w:p w14:paraId="2907CC7B" w14:textId="77777777" w:rsidR="00EE1DED" w:rsidRDefault="00EE1DED" w:rsidP="00383B36">
            <w:pPr>
              <w:rPr>
                <w:color w:val="000000"/>
              </w:rPr>
            </w:pPr>
          </w:p>
          <w:p w14:paraId="2B3C5FBB" w14:textId="77777777" w:rsidR="00EE1DED" w:rsidRPr="00E01A80" w:rsidRDefault="00EE1DED" w:rsidP="00383B36">
            <w:pPr>
              <w:rPr>
                <w:b/>
                <w:bCs/>
                <w:color w:val="000000"/>
              </w:rPr>
            </w:pPr>
            <w:r w:rsidRPr="00E01A80">
              <w:rPr>
                <w:b/>
                <w:bCs/>
                <w:color w:val="000000"/>
              </w:rPr>
              <w:t>Specification:</w:t>
            </w:r>
          </w:p>
          <w:p w14:paraId="463142A1"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Watertight/leak-proof secondary packaging with absorbent material to be placed into outer packaging</w:t>
            </w:r>
          </w:p>
          <w:p w14:paraId="6AD5EF14"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Portable outer packaging box:</w:t>
            </w:r>
          </w:p>
          <w:p w14:paraId="2C41D53E" w14:textId="77777777" w:rsidR="00EE1DED" w:rsidRPr="00E01A80" w:rsidRDefault="00EE1DED" w:rsidP="00383B36">
            <w:pPr>
              <w:pStyle w:val="ListParagraph"/>
              <w:numPr>
                <w:ilvl w:val="1"/>
                <w:numId w:val="53"/>
              </w:numPr>
              <w:overflowPunct/>
              <w:autoSpaceDE/>
              <w:autoSpaceDN/>
              <w:adjustRightInd/>
              <w:contextualSpacing/>
              <w:textAlignment w:val="auto"/>
              <w:rPr>
                <w:rFonts w:ascii="Arial" w:hAnsi="Arial" w:cs="Arial"/>
                <w:color w:val="000000"/>
              </w:rPr>
            </w:pPr>
            <w:r w:rsidRPr="00E01A80">
              <w:rPr>
                <w:rFonts w:eastAsia="Arial"/>
                <w:color w:val="000000"/>
              </w:rPr>
              <w:t xml:space="preserve">Lightweight, made by waterproof, scuff-resistant material </w:t>
            </w:r>
          </w:p>
          <w:p w14:paraId="749E727A" w14:textId="77777777" w:rsidR="00EE1DED" w:rsidRPr="00E01A80" w:rsidRDefault="00EE1DED" w:rsidP="00383B36">
            <w:pPr>
              <w:pStyle w:val="ListParagraph"/>
              <w:numPr>
                <w:ilvl w:val="1"/>
                <w:numId w:val="53"/>
              </w:numPr>
              <w:overflowPunct/>
              <w:autoSpaceDE/>
              <w:autoSpaceDN/>
              <w:adjustRightInd/>
              <w:contextualSpacing/>
              <w:textAlignment w:val="auto"/>
              <w:rPr>
                <w:rFonts w:eastAsia="Arial"/>
                <w:color w:val="000000"/>
              </w:rPr>
            </w:pPr>
            <w:r w:rsidRPr="00337FAB">
              <w:rPr>
                <w:rFonts w:ascii="Arial" w:eastAsia="Arial" w:hAnsi="Arial" w:cs="Arial"/>
                <w:color w:val="000000"/>
              </w:rPr>
              <w:t>-</w:t>
            </w:r>
            <w:r w:rsidRPr="00337FAB">
              <w:rPr>
                <w:rFonts w:eastAsia="Arial"/>
                <w:color w:val="000000"/>
                <w:sz w:val="14"/>
                <w:szCs w:val="14"/>
              </w:rPr>
              <w:t xml:space="preserve">   </w:t>
            </w:r>
            <w:r w:rsidRPr="00337FAB">
              <w:rPr>
                <w:rFonts w:eastAsia="Arial"/>
                <w:color w:val="000000"/>
              </w:rPr>
              <w:t>Suitable for temperature sensitive shipments, accommodate tubes, vials, ampoules, small bottles, and tissue flasks with space for refrigerants.</w:t>
            </w:r>
          </w:p>
          <w:p w14:paraId="7D9AB30B" w14:textId="77777777" w:rsidR="00EE1DED" w:rsidRPr="00E01A80" w:rsidRDefault="00EE1DED" w:rsidP="00383B36">
            <w:pPr>
              <w:pStyle w:val="ListParagraph"/>
              <w:numPr>
                <w:ilvl w:val="1"/>
                <w:numId w:val="53"/>
              </w:numPr>
              <w:overflowPunct/>
              <w:autoSpaceDE/>
              <w:autoSpaceDN/>
              <w:adjustRightInd/>
              <w:contextualSpacing/>
              <w:textAlignment w:val="auto"/>
              <w:rPr>
                <w:rFonts w:eastAsia="Arial"/>
                <w:color w:val="000000"/>
              </w:rPr>
            </w:pPr>
            <w:r w:rsidRPr="00337FAB">
              <w:rPr>
                <w:rFonts w:eastAsia="Arial"/>
                <w:color w:val="000000"/>
              </w:rPr>
              <w:t>-   Must be marked with infectious substance hazard label</w:t>
            </w:r>
          </w:p>
          <w:p w14:paraId="32D3AF99"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Category A Biohazard bag, 95kpa tested to be used for placing the primary receptacles (blood tube, urine container and etc.)</w:t>
            </w:r>
          </w:p>
          <w:p w14:paraId="7E044B22"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Absorbent material must be sufficient to absorb the entire contents for at least 100 samples. </w:t>
            </w:r>
          </w:p>
          <w:p w14:paraId="05C34D4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 xml:space="preserve">Absorbent material should be </w:t>
            </w:r>
            <w:proofErr w:type="spellStart"/>
            <w:r w:rsidRPr="00337FAB">
              <w:rPr>
                <w:color w:val="000000"/>
              </w:rPr>
              <w:t>vernagel</w:t>
            </w:r>
            <w:proofErr w:type="spellEnd"/>
            <w:r w:rsidRPr="00337FAB">
              <w:rPr>
                <w:color w:val="000000"/>
              </w:rPr>
              <w:t>, cotton wool</w:t>
            </w:r>
          </w:p>
          <w:p w14:paraId="3078E620"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Cushioning material should be cotton wool</w:t>
            </w:r>
          </w:p>
          <w:p w14:paraId="29213617" w14:textId="77777777" w:rsidR="00EE1DED" w:rsidRDefault="00EE1DED" w:rsidP="00383B36">
            <w:pPr>
              <w:pStyle w:val="ListParagraph"/>
              <w:numPr>
                <w:ilvl w:val="0"/>
                <w:numId w:val="48"/>
              </w:numPr>
              <w:overflowPunct/>
              <w:autoSpaceDE/>
              <w:autoSpaceDN/>
              <w:adjustRightInd/>
              <w:contextualSpacing/>
              <w:textAlignment w:val="auto"/>
              <w:rPr>
                <w:color w:val="000000"/>
              </w:rPr>
            </w:pPr>
            <w:r w:rsidRPr="00E01A80">
              <w:rPr>
                <w:color w:val="000000"/>
              </w:rPr>
              <w:t>Packaging must be capable of temperatures in the range of –40oc to +55oc</w:t>
            </w:r>
          </w:p>
          <w:p w14:paraId="7A24C95F" w14:textId="77777777" w:rsidR="00EE1DED" w:rsidRPr="00E01A80"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User care: Unit layout to enable easy cleaning and disinfection of all surfaces.</w:t>
            </w:r>
          </w:p>
        </w:tc>
        <w:tc>
          <w:tcPr>
            <w:tcW w:w="4432" w:type="dxa"/>
          </w:tcPr>
          <w:p w14:paraId="0BC1C448" w14:textId="77777777" w:rsidR="00EE1DED" w:rsidRPr="00E01A80" w:rsidRDefault="00EE1DED" w:rsidP="00383B36">
            <w:pPr>
              <w:rPr>
                <w:b/>
                <w:bCs/>
                <w:color w:val="000000"/>
              </w:rPr>
            </w:pPr>
          </w:p>
        </w:tc>
        <w:tc>
          <w:tcPr>
            <w:tcW w:w="1565" w:type="dxa"/>
          </w:tcPr>
          <w:p w14:paraId="2B6E645E" w14:textId="77777777" w:rsidR="00EE1DED" w:rsidRPr="00E01A80" w:rsidRDefault="00EE1DED" w:rsidP="00383B36">
            <w:pPr>
              <w:rPr>
                <w:b/>
                <w:bCs/>
                <w:color w:val="000000"/>
              </w:rPr>
            </w:pPr>
          </w:p>
        </w:tc>
        <w:tc>
          <w:tcPr>
            <w:tcW w:w="1764" w:type="dxa"/>
          </w:tcPr>
          <w:p w14:paraId="5C90729A" w14:textId="61E50E9C" w:rsidR="00EE1DED" w:rsidRPr="00E01A80" w:rsidRDefault="00EE1DED" w:rsidP="00383B36">
            <w:pPr>
              <w:rPr>
                <w:b/>
                <w:bCs/>
                <w:color w:val="000000"/>
              </w:rPr>
            </w:pPr>
          </w:p>
        </w:tc>
      </w:tr>
      <w:tr w:rsidR="00EE1DED" w:rsidRPr="00337FAB" w14:paraId="7CD16E29" w14:textId="2C895DDB" w:rsidTr="006C1BE1">
        <w:trPr>
          <w:trHeight w:val="80"/>
        </w:trPr>
        <w:tc>
          <w:tcPr>
            <w:tcW w:w="840" w:type="dxa"/>
            <w:vMerge/>
            <w:shd w:val="clear" w:color="auto" w:fill="DAEEF3" w:themeFill="accent5" w:themeFillTint="33"/>
          </w:tcPr>
          <w:p w14:paraId="068C2C06" w14:textId="77777777" w:rsidR="00EE1DED" w:rsidRPr="00337FAB" w:rsidRDefault="00EE1DED" w:rsidP="00383B36">
            <w:pPr>
              <w:rPr>
                <w:color w:val="000000"/>
              </w:rPr>
            </w:pPr>
          </w:p>
        </w:tc>
        <w:tc>
          <w:tcPr>
            <w:tcW w:w="4619" w:type="dxa"/>
            <w:shd w:val="clear" w:color="auto" w:fill="auto"/>
          </w:tcPr>
          <w:p w14:paraId="4A81A5D7" w14:textId="77777777" w:rsidR="00EE1DED" w:rsidRPr="007714F2" w:rsidRDefault="00EE1DED" w:rsidP="00383B36">
            <w:pPr>
              <w:rPr>
                <w:b/>
                <w:bCs/>
                <w:color w:val="000000"/>
              </w:rPr>
            </w:pPr>
            <w:r>
              <w:rPr>
                <w:b/>
                <w:bCs/>
                <w:color w:val="000000"/>
              </w:rPr>
              <w:t>R</w:t>
            </w:r>
            <w:r w:rsidRPr="00337FAB">
              <w:rPr>
                <w:b/>
                <w:bCs/>
                <w:color w:val="000000"/>
              </w:rPr>
              <w:t>egulat</w:t>
            </w:r>
            <w:r>
              <w:rPr>
                <w:b/>
                <w:bCs/>
                <w:color w:val="000000"/>
              </w:rPr>
              <w:t>i</w:t>
            </w:r>
            <w:r w:rsidRPr="00337FAB">
              <w:rPr>
                <w:b/>
                <w:bCs/>
                <w:color w:val="000000"/>
              </w:rPr>
              <w:t>o</w:t>
            </w:r>
            <w:r>
              <w:rPr>
                <w:b/>
                <w:bCs/>
                <w:color w:val="000000"/>
              </w:rPr>
              <w:t>ns</w:t>
            </w:r>
            <w:r w:rsidRPr="00337FAB">
              <w:rPr>
                <w:b/>
                <w:bCs/>
                <w:color w:val="000000"/>
              </w:rPr>
              <w:t xml:space="preserve"> </w:t>
            </w:r>
            <w:r>
              <w:rPr>
                <w:b/>
                <w:bCs/>
                <w:color w:val="000000"/>
              </w:rPr>
              <w:t xml:space="preserve">&amp; conformity </w:t>
            </w:r>
            <w:r w:rsidRPr="00337FAB">
              <w:rPr>
                <w:b/>
                <w:bCs/>
                <w:color w:val="000000"/>
              </w:rPr>
              <w:t xml:space="preserve">requirements: </w:t>
            </w:r>
          </w:p>
          <w:p w14:paraId="6AC403C4" w14:textId="77777777" w:rsidR="00EE1DED" w:rsidRPr="00E01A80" w:rsidRDefault="00EE1DED" w:rsidP="00383B36">
            <w:pPr>
              <w:rPr>
                <w:b/>
                <w:bCs/>
                <w:color w:val="000000"/>
              </w:rPr>
            </w:pPr>
            <w:r>
              <w:rPr>
                <w:color w:val="000000"/>
              </w:rPr>
              <w:t xml:space="preserve">FDA </w:t>
            </w:r>
            <w:r w:rsidRPr="00337FAB">
              <w:rPr>
                <w:color w:val="000000"/>
              </w:rPr>
              <w:t xml:space="preserve">510k </w:t>
            </w:r>
            <w:r>
              <w:rPr>
                <w:color w:val="000000"/>
              </w:rPr>
              <w:t>Premarket registration</w:t>
            </w:r>
            <w:r w:rsidRPr="00337FAB">
              <w:rPr>
                <w:color w:val="000000"/>
              </w:rPr>
              <w:t xml:space="preserve"> or CE </w:t>
            </w:r>
            <w:r>
              <w:rPr>
                <w:color w:val="000000"/>
              </w:rPr>
              <w:t>certificate, WHO-GMP certificate or similar</w:t>
            </w:r>
          </w:p>
        </w:tc>
        <w:tc>
          <w:tcPr>
            <w:tcW w:w="4432" w:type="dxa"/>
          </w:tcPr>
          <w:p w14:paraId="759953EF" w14:textId="77777777" w:rsidR="00EE1DED" w:rsidRDefault="00EE1DED" w:rsidP="00383B36">
            <w:pPr>
              <w:rPr>
                <w:b/>
                <w:bCs/>
                <w:color w:val="000000"/>
              </w:rPr>
            </w:pPr>
          </w:p>
        </w:tc>
        <w:tc>
          <w:tcPr>
            <w:tcW w:w="1565" w:type="dxa"/>
          </w:tcPr>
          <w:p w14:paraId="288317C2" w14:textId="77777777" w:rsidR="00EE1DED" w:rsidRDefault="00EE1DED" w:rsidP="00383B36">
            <w:pPr>
              <w:rPr>
                <w:b/>
                <w:bCs/>
                <w:color w:val="000000"/>
              </w:rPr>
            </w:pPr>
          </w:p>
        </w:tc>
        <w:tc>
          <w:tcPr>
            <w:tcW w:w="1764" w:type="dxa"/>
          </w:tcPr>
          <w:p w14:paraId="2CE26138" w14:textId="450D40FE" w:rsidR="00EE1DED" w:rsidRDefault="00EE1DED" w:rsidP="00383B36">
            <w:pPr>
              <w:rPr>
                <w:b/>
                <w:bCs/>
                <w:color w:val="000000"/>
              </w:rPr>
            </w:pPr>
          </w:p>
        </w:tc>
      </w:tr>
      <w:tr w:rsidR="00EE1DED" w:rsidRPr="00337FAB" w14:paraId="04FFF366" w14:textId="03B85FD7" w:rsidTr="006C1BE1">
        <w:trPr>
          <w:trHeight w:val="809"/>
        </w:trPr>
        <w:tc>
          <w:tcPr>
            <w:tcW w:w="840" w:type="dxa"/>
            <w:vMerge/>
            <w:shd w:val="clear" w:color="auto" w:fill="DAEEF3" w:themeFill="accent5" w:themeFillTint="33"/>
          </w:tcPr>
          <w:p w14:paraId="097C13AF" w14:textId="77777777" w:rsidR="00EE1DED" w:rsidRPr="00337FAB" w:rsidRDefault="00EE1DED" w:rsidP="00383B36">
            <w:pPr>
              <w:rPr>
                <w:color w:val="000000"/>
              </w:rPr>
            </w:pPr>
          </w:p>
        </w:tc>
        <w:tc>
          <w:tcPr>
            <w:tcW w:w="4619" w:type="dxa"/>
            <w:shd w:val="clear" w:color="auto" w:fill="auto"/>
            <w:hideMark/>
          </w:tcPr>
          <w:p w14:paraId="780BCC8E" w14:textId="77777777" w:rsidR="00EE1DED" w:rsidRDefault="00EE1DED" w:rsidP="00383B36">
            <w:pPr>
              <w:rPr>
                <w:b/>
                <w:bCs/>
                <w:color w:val="000000"/>
              </w:rPr>
            </w:pPr>
            <w:r>
              <w:rPr>
                <w:b/>
                <w:bCs/>
                <w:color w:val="000000"/>
              </w:rPr>
              <w:t>Safety &amp; product Standards:</w:t>
            </w:r>
          </w:p>
          <w:p w14:paraId="77B35553" w14:textId="77777777" w:rsidR="00EE1DED" w:rsidRPr="00913FB2" w:rsidRDefault="00EE1DED" w:rsidP="00383B36">
            <w:pPr>
              <w:rPr>
                <w:color w:val="000000"/>
              </w:rPr>
            </w:pPr>
            <w:r w:rsidRPr="00913FB2">
              <w:rPr>
                <w:color w:val="000000"/>
              </w:rPr>
              <w:t>QMS of the manufacturing site: ISO 13485, or ISO 9001 or 21CFR820 (USA)</w:t>
            </w:r>
          </w:p>
          <w:p w14:paraId="35DD472A" w14:textId="77777777" w:rsidR="00EE1DED" w:rsidRPr="00913FB2" w:rsidRDefault="00EE1DED" w:rsidP="00383B36">
            <w:pPr>
              <w:rPr>
                <w:color w:val="000000"/>
              </w:rPr>
            </w:pPr>
            <w:r w:rsidRPr="00913FB2">
              <w:rPr>
                <w:color w:val="000000"/>
              </w:rPr>
              <w:t>Medical devices proposed to UNFPA for procurement and supply must be from manufacturers who are legally registered to manufacture the particular device by their national regulatory authority and have valid manufacturing licenses</w:t>
            </w:r>
          </w:p>
        </w:tc>
        <w:tc>
          <w:tcPr>
            <w:tcW w:w="4432" w:type="dxa"/>
          </w:tcPr>
          <w:p w14:paraId="2BE6DF6B" w14:textId="77777777" w:rsidR="00EE1DED" w:rsidRDefault="00EE1DED" w:rsidP="00383B36">
            <w:pPr>
              <w:rPr>
                <w:b/>
                <w:bCs/>
                <w:color w:val="000000"/>
              </w:rPr>
            </w:pPr>
          </w:p>
        </w:tc>
        <w:tc>
          <w:tcPr>
            <w:tcW w:w="1565" w:type="dxa"/>
          </w:tcPr>
          <w:p w14:paraId="6E27AF6E" w14:textId="77777777" w:rsidR="00EE1DED" w:rsidRDefault="00EE1DED" w:rsidP="00383B36">
            <w:pPr>
              <w:rPr>
                <w:b/>
                <w:bCs/>
                <w:color w:val="000000"/>
              </w:rPr>
            </w:pPr>
          </w:p>
        </w:tc>
        <w:tc>
          <w:tcPr>
            <w:tcW w:w="1764" w:type="dxa"/>
          </w:tcPr>
          <w:p w14:paraId="53415AF3" w14:textId="48332BE4" w:rsidR="00EE1DED" w:rsidRDefault="00EE1DED" w:rsidP="00383B36">
            <w:pPr>
              <w:rPr>
                <w:b/>
                <w:bCs/>
                <w:color w:val="000000"/>
              </w:rPr>
            </w:pPr>
          </w:p>
        </w:tc>
      </w:tr>
      <w:tr w:rsidR="00EE1DED" w:rsidRPr="00337FAB" w14:paraId="3A266658" w14:textId="0D4AFDB0" w:rsidTr="006C1BE1">
        <w:trPr>
          <w:trHeight w:val="215"/>
        </w:trPr>
        <w:tc>
          <w:tcPr>
            <w:tcW w:w="840" w:type="dxa"/>
            <w:vMerge w:val="restart"/>
            <w:shd w:val="clear" w:color="auto" w:fill="DAEEF3" w:themeFill="accent5" w:themeFillTint="33"/>
          </w:tcPr>
          <w:p w14:paraId="6A293B10" w14:textId="77777777" w:rsidR="00EE1DED" w:rsidRPr="00C34340" w:rsidRDefault="00EE1DED" w:rsidP="00383B36">
            <w:pPr>
              <w:rPr>
                <w:b/>
                <w:bCs/>
                <w:color w:val="000000"/>
              </w:rPr>
            </w:pPr>
            <w:r>
              <w:rPr>
                <w:b/>
                <w:bCs/>
                <w:color w:val="000000"/>
              </w:rPr>
              <w:t>Item 22</w:t>
            </w:r>
          </w:p>
        </w:tc>
        <w:tc>
          <w:tcPr>
            <w:tcW w:w="4619" w:type="dxa"/>
            <w:shd w:val="clear" w:color="auto" w:fill="DAEEF3" w:themeFill="accent5" w:themeFillTint="33"/>
          </w:tcPr>
          <w:p w14:paraId="04793D04" w14:textId="3E0D4318" w:rsidR="00EE1DED" w:rsidRPr="003265D5" w:rsidRDefault="00EE1DED" w:rsidP="00383B36">
            <w:r w:rsidRPr="00567B62">
              <w:rPr>
                <w:b/>
                <w:bCs/>
              </w:rPr>
              <w:t xml:space="preserve">HANDHELD LABEL PRINTER </w:t>
            </w:r>
            <w:r w:rsidRPr="00567B62">
              <w:t>(</w:t>
            </w:r>
            <w:r w:rsidRPr="0059342A">
              <w:t>3 pcs</w:t>
            </w:r>
            <w:r>
              <w:t>)</w:t>
            </w:r>
          </w:p>
        </w:tc>
        <w:tc>
          <w:tcPr>
            <w:tcW w:w="4432" w:type="dxa"/>
            <w:shd w:val="clear" w:color="auto" w:fill="DAEEF3" w:themeFill="accent5" w:themeFillTint="33"/>
          </w:tcPr>
          <w:p w14:paraId="06405527" w14:textId="77777777" w:rsidR="00EE1DED" w:rsidRPr="00567B62" w:rsidRDefault="00EE1DED" w:rsidP="00383B36">
            <w:pPr>
              <w:rPr>
                <w:b/>
                <w:bCs/>
              </w:rPr>
            </w:pPr>
          </w:p>
        </w:tc>
        <w:tc>
          <w:tcPr>
            <w:tcW w:w="1565" w:type="dxa"/>
            <w:shd w:val="clear" w:color="auto" w:fill="DAEEF3" w:themeFill="accent5" w:themeFillTint="33"/>
          </w:tcPr>
          <w:p w14:paraId="2B8D3E0C" w14:textId="77777777" w:rsidR="00EE1DED" w:rsidRPr="00567B62" w:rsidRDefault="00EE1DED" w:rsidP="00383B36">
            <w:pPr>
              <w:rPr>
                <w:b/>
                <w:bCs/>
              </w:rPr>
            </w:pPr>
          </w:p>
        </w:tc>
        <w:tc>
          <w:tcPr>
            <w:tcW w:w="1764" w:type="dxa"/>
            <w:shd w:val="clear" w:color="auto" w:fill="DAEEF3" w:themeFill="accent5" w:themeFillTint="33"/>
          </w:tcPr>
          <w:p w14:paraId="10F30183" w14:textId="0381F47E" w:rsidR="00EE1DED" w:rsidRPr="00567B62" w:rsidRDefault="00EE1DED" w:rsidP="00383B36">
            <w:pPr>
              <w:rPr>
                <w:b/>
                <w:bCs/>
              </w:rPr>
            </w:pPr>
          </w:p>
        </w:tc>
      </w:tr>
      <w:tr w:rsidR="00EE1DED" w:rsidRPr="00337FAB" w14:paraId="1ADC4192" w14:textId="558DB762" w:rsidTr="006C1BE1">
        <w:trPr>
          <w:trHeight w:val="1871"/>
        </w:trPr>
        <w:tc>
          <w:tcPr>
            <w:tcW w:w="840" w:type="dxa"/>
            <w:vMerge/>
            <w:shd w:val="clear" w:color="auto" w:fill="DAEEF3" w:themeFill="accent5" w:themeFillTint="33"/>
          </w:tcPr>
          <w:p w14:paraId="6E311808" w14:textId="77777777" w:rsidR="00EE1DED" w:rsidRPr="00337FAB" w:rsidRDefault="00EE1DED" w:rsidP="00383B36">
            <w:pPr>
              <w:rPr>
                <w:color w:val="000000"/>
              </w:rPr>
            </w:pPr>
          </w:p>
        </w:tc>
        <w:tc>
          <w:tcPr>
            <w:tcW w:w="4619" w:type="dxa"/>
            <w:shd w:val="clear" w:color="auto" w:fill="auto"/>
            <w:hideMark/>
          </w:tcPr>
          <w:p w14:paraId="6C73D17B" w14:textId="77777777" w:rsidR="00EE1DED" w:rsidRPr="0003652A" w:rsidRDefault="00EE1DED" w:rsidP="00383B36">
            <w:pPr>
              <w:rPr>
                <w:b/>
                <w:bCs/>
                <w:color w:val="000000"/>
              </w:rPr>
            </w:pPr>
            <w:r w:rsidRPr="0003652A">
              <w:rPr>
                <w:b/>
                <w:bCs/>
                <w:color w:val="000000"/>
              </w:rPr>
              <w:t>Product d</w:t>
            </w:r>
            <w:r w:rsidRPr="00337FAB">
              <w:rPr>
                <w:b/>
                <w:bCs/>
                <w:color w:val="000000"/>
              </w:rPr>
              <w:t xml:space="preserve">escription: </w:t>
            </w:r>
          </w:p>
          <w:p w14:paraId="32384F26" w14:textId="77777777" w:rsidR="00EE1DED" w:rsidRPr="00337FAB" w:rsidRDefault="00EE1DED" w:rsidP="00383B36">
            <w:pPr>
              <w:rPr>
                <w:color w:val="000000"/>
              </w:rPr>
            </w:pPr>
            <w:r w:rsidRPr="00337FAB">
              <w:rPr>
                <w:color w:val="000000"/>
              </w:rPr>
              <w:t>Small printer to create self-adhesive labels for laboratory specimens</w:t>
            </w:r>
          </w:p>
          <w:p w14:paraId="35413B33" w14:textId="77777777" w:rsidR="00EE1DED" w:rsidRDefault="00EE1DED" w:rsidP="00383B36">
            <w:pPr>
              <w:rPr>
                <w:color w:val="000000"/>
              </w:rPr>
            </w:pPr>
          </w:p>
          <w:p w14:paraId="2288D790" w14:textId="77777777" w:rsidR="00EE1DED" w:rsidRPr="0003652A" w:rsidRDefault="00EE1DED" w:rsidP="00383B36">
            <w:pPr>
              <w:rPr>
                <w:b/>
                <w:bCs/>
                <w:color w:val="000000"/>
              </w:rPr>
            </w:pPr>
            <w:r w:rsidRPr="0003652A">
              <w:rPr>
                <w:b/>
                <w:bCs/>
                <w:color w:val="000000"/>
              </w:rPr>
              <w:t>Specification:</w:t>
            </w:r>
          </w:p>
          <w:p w14:paraId="76C28673"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Color capability:  Single color printing, Clear, legible printing even on the smallest labels using the smallest fonts and text won't smear from handling.</w:t>
            </w:r>
          </w:p>
          <w:p w14:paraId="1FACF37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Display:  LCD</w:t>
            </w:r>
          </w:p>
          <w:p w14:paraId="49062395"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Keyboard: Qwerty layout of keys</w:t>
            </w:r>
          </w:p>
          <w:p w14:paraId="0B8FD9C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Multiline print: Print resolution: 300dpi</w:t>
            </w:r>
          </w:p>
          <w:p w14:paraId="28A38309"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Print Rotation</w:t>
            </w:r>
          </w:p>
          <w:p w14:paraId="23E6C9E3"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Auto-serialization; one touch time and date stamping, lab-specific symbols;</w:t>
            </w:r>
          </w:p>
          <w:p w14:paraId="67DBC63B"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Labels with withstand: Inclusive a large set of labels: Well Plate Labels; Slide Labels</w:t>
            </w:r>
          </w:p>
          <w:p w14:paraId="7550AB2F"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Power supply requirement:</w:t>
            </w:r>
          </w:p>
          <w:p w14:paraId="32C41D8A" w14:textId="77777777" w:rsidR="00EE1DED" w:rsidRPr="0003652A" w:rsidRDefault="00EE1DED" w:rsidP="00383B36">
            <w:pPr>
              <w:pStyle w:val="ListParagraph"/>
              <w:numPr>
                <w:ilvl w:val="0"/>
                <w:numId w:val="56"/>
              </w:numPr>
              <w:overflowPunct/>
              <w:autoSpaceDE/>
              <w:autoSpaceDN/>
              <w:adjustRightInd/>
              <w:contextualSpacing/>
              <w:textAlignment w:val="auto"/>
              <w:rPr>
                <w:rFonts w:eastAsia="Arial"/>
                <w:color w:val="000000"/>
              </w:rPr>
            </w:pPr>
            <w:r w:rsidRPr="0003652A">
              <w:rPr>
                <w:rFonts w:eastAsia="Arial"/>
                <w:color w:val="000000"/>
              </w:rPr>
              <w:t>Main power 220V, 50Hz</w:t>
            </w:r>
          </w:p>
          <w:p w14:paraId="28AE0D87" w14:textId="77777777" w:rsidR="00EE1DED" w:rsidRPr="0003652A" w:rsidRDefault="00EE1DED" w:rsidP="00383B36">
            <w:pPr>
              <w:pStyle w:val="ListParagraph"/>
              <w:numPr>
                <w:ilvl w:val="0"/>
                <w:numId w:val="56"/>
              </w:numPr>
              <w:overflowPunct/>
              <w:autoSpaceDE/>
              <w:autoSpaceDN/>
              <w:adjustRightInd/>
              <w:contextualSpacing/>
              <w:textAlignment w:val="auto"/>
              <w:rPr>
                <w:color w:val="000000"/>
              </w:rPr>
            </w:pPr>
            <w:r w:rsidRPr="0003652A">
              <w:rPr>
                <w:rFonts w:eastAsia="Arial"/>
                <w:color w:val="000000"/>
              </w:rPr>
              <w:t>Rechargeable battery and charging station</w:t>
            </w:r>
          </w:p>
          <w:p w14:paraId="3849B814" w14:textId="77777777" w:rsidR="00EE1DED" w:rsidRPr="00913FB2" w:rsidRDefault="00EE1DED" w:rsidP="00383B36">
            <w:pPr>
              <w:pStyle w:val="ListParagraph"/>
              <w:numPr>
                <w:ilvl w:val="0"/>
                <w:numId w:val="56"/>
              </w:numPr>
              <w:overflowPunct/>
              <w:autoSpaceDE/>
              <w:autoSpaceDN/>
              <w:adjustRightInd/>
              <w:contextualSpacing/>
              <w:textAlignment w:val="auto"/>
              <w:rPr>
                <w:color w:val="000000"/>
              </w:rPr>
            </w:pPr>
            <w:r w:rsidRPr="0003652A">
              <w:rPr>
                <w:rFonts w:eastAsia="Arial"/>
                <w:color w:val="000000"/>
              </w:rPr>
              <w:t xml:space="preserve">Line connection plug "Type C" Europlug or "Type E" and "Type F" </w:t>
            </w:r>
            <w:proofErr w:type="spellStart"/>
            <w:r w:rsidRPr="0003652A">
              <w:rPr>
                <w:rFonts w:eastAsia="Arial"/>
                <w:color w:val="000000"/>
              </w:rPr>
              <w:t>Schuko</w:t>
            </w:r>
            <w:proofErr w:type="spellEnd"/>
          </w:p>
          <w:p w14:paraId="7F27AE67" w14:textId="77777777" w:rsidR="00EE1DED" w:rsidRPr="00913FB2" w:rsidRDefault="00EE1DED" w:rsidP="00383B36">
            <w:pPr>
              <w:rPr>
                <w:b/>
                <w:bCs/>
                <w:color w:val="000000"/>
              </w:rPr>
            </w:pPr>
            <w:r w:rsidRPr="00913FB2">
              <w:rPr>
                <w:b/>
                <w:bCs/>
                <w:color w:val="000000"/>
              </w:rPr>
              <w:t>A</w:t>
            </w:r>
            <w:r w:rsidRPr="00337FAB">
              <w:rPr>
                <w:b/>
                <w:bCs/>
                <w:color w:val="000000"/>
              </w:rPr>
              <w:t xml:space="preserve">ccessories and spare parts: </w:t>
            </w:r>
          </w:p>
          <w:p w14:paraId="305AAF23" w14:textId="77777777" w:rsidR="00EE1DED" w:rsidRPr="00913FB2"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All the needed spare parts should be supplied for at least 2 years of use.</w:t>
            </w:r>
          </w:p>
          <w:p w14:paraId="21FDA629" w14:textId="77777777" w:rsidR="00EE1DED" w:rsidRPr="0003652A"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Spare parts should be available in Mongolia</w:t>
            </w:r>
          </w:p>
        </w:tc>
        <w:tc>
          <w:tcPr>
            <w:tcW w:w="4432" w:type="dxa"/>
          </w:tcPr>
          <w:p w14:paraId="02D3729C" w14:textId="77777777" w:rsidR="00EE1DED" w:rsidRPr="0003652A" w:rsidRDefault="00EE1DED" w:rsidP="00383B36">
            <w:pPr>
              <w:rPr>
                <w:b/>
                <w:bCs/>
                <w:color w:val="000000"/>
              </w:rPr>
            </w:pPr>
          </w:p>
        </w:tc>
        <w:tc>
          <w:tcPr>
            <w:tcW w:w="1565" w:type="dxa"/>
          </w:tcPr>
          <w:p w14:paraId="53553920" w14:textId="77777777" w:rsidR="00EE1DED" w:rsidRPr="0003652A" w:rsidRDefault="00EE1DED" w:rsidP="00383B36">
            <w:pPr>
              <w:rPr>
                <w:b/>
                <w:bCs/>
                <w:color w:val="000000"/>
              </w:rPr>
            </w:pPr>
          </w:p>
        </w:tc>
        <w:tc>
          <w:tcPr>
            <w:tcW w:w="1764" w:type="dxa"/>
          </w:tcPr>
          <w:p w14:paraId="38C11EAB" w14:textId="649215A5" w:rsidR="00EE1DED" w:rsidRPr="0003652A" w:rsidRDefault="00EE1DED" w:rsidP="00383B36">
            <w:pPr>
              <w:rPr>
                <w:b/>
                <w:bCs/>
                <w:color w:val="000000"/>
              </w:rPr>
            </w:pPr>
          </w:p>
        </w:tc>
      </w:tr>
      <w:tr w:rsidR="00EE1DED" w:rsidRPr="00337FAB" w14:paraId="1BF6ED10" w14:textId="63C24775" w:rsidTr="006C1BE1">
        <w:trPr>
          <w:trHeight w:val="60"/>
        </w:trPr>
        <w:tc>
          <w:tcPr>
            <w:tcW w:w="840" w:type="dxa"/>
            <w:vMerge/>
            <w:shd w:val="clear" w:color="auto" w:fill="DAEEF3" w:themeFill="accent5" w:themeFillTint="33"/>
          </w:tcPr>
          <w:p w14:paraId="0ECC4D3E" w14:textId="77777777" w:rsidR="00EE1DED" w:rsidRPr="00337FAB" w:rsidRDefault="00EE1DED" w:rsidP="00383B36">
            <w:pPr>
              <w:rPr>
                <w:color w:val="000000"/>
              </w:rPr>
            </w:pPr>
          </w:p>
        </w:tc>
        <w:tc>
          <w:tcPr>
            <w:tcW w:w="4619" w:type="dxa"/>
            <w:shd w:val="clear" w:color="auto" w:fill="auto"/>
          </w:tcPr>
          <w:p w14:paraId="4EBBF6C6" w14:textId="77777777" w:rsidR="00EE1DED" w:rsidRPr="0003652A" w:rsidRDefault="00EE1DED" w:rsidP="00383B36">
            <w:pPr>
              <w:rPr>
                <w:b/>
                <w:bCs/>
                <w:color w:val="000000"/>
              </w:rPr>
            </w:pPr>
            <w:r w:rsidRPr="00337FAB">
              <w:rPr>
                <w:b/>
                <w:bCs/>
                <w:color w:val="000000"/>
              </w:rPr>
              <w:t>Warranty requirement:</w:t>
            </w:r>
            <w:r>
              <w:rPr>
                <w:b/>
                <w:bCs/>
                <w:color w:val="000000"/>
              </w:rPr>
              <w:t xml:space="preserve"> </w:t>
            </w:r>
            <w:r>
              <w:rPr>
                <w:color w:val="000000"/>
              </w:rPr>
              <w:t>Two (2)</w:t>
            </w:r>
            <w:r w:rsidRPr="0003652A">
              <w:rPr>
                <w:color w:val="000000"/>
              </w:rPr>
              <w:t xml:space="preserve"> year</w:t>
            </w:r>
            <w:r>
              <w:rPr>
                <w:color w:val="000000"/>
              </w:rPr>
              <w:t xml:space="preserve"> warranty is required.</w:t>
            </w:r>
          </w:p>
        </w:tc>
        <w:tc>
          <w:tcPr>
            <w:tcW w:w="4432" w:type="dxa"/>
          </w:tcPr>
          <w:p w14:paraId="34068176" w14:textId="77777777" w:rsidR="00EE1DED" w:rsidRPr="00337FAB" w:rsidRDefault="00EE1DED" w:rsidP="00383B36">
            <w:pPr>
              <w:rPr>
                <w:b/>
                <w:bCs/>
                <w:color w:val="000000"/>
              </w:rPr>
            </w:pPr>
          </w:p>
        </w:tc>
        <w:tc>
          <w:tcPr>
            <w:tcW w:w="1565" w:type="dxa"/>
          </w:tcPr>
          <w:p w14:paraId="70DEA390" w14:textId="77777777" w:rsidR="00EE1DED" w:rsidRPr="00337FAB" w:rsidRDefault="00EE1DED" w:rsidP="00383B36">
            <w:pPr>
              <w:rPr>
                <w:b/>
                <w:bCs/>
                <w:color w:val="000000"/>
              </w:rPr>
            </w:pPr>
          </w:p>
        </w:tc>
        <w:tc>
          <w:tcPr>
            <w:tcW w:w="1764" w:type="dxa"/>
          </w:tcPr>
          <w:p w14:paraId="2F3C3C54" w14:textId="077D66D5" w:rsidR="00EE1DED" w:rsidRPr="00337FAB" w:rsidRDefault="00EE1DED" w:rsidP="00383B36">
            <w:pPr>
              <w:rPr>
                <w:b/>
                <w:bCs/>
                <w:color w:val="000000"/>
              </w:rPr>
            </w:pPr>
          </w:p>
        </w:tc>
      </w:tr>
      <w:tr w:rsidR="00EE1DED" w:rsidRPr="00337FAB" w14:paraId="27334167" w14:textId="34E340C7" w:rsidTr="006C1BE1">
        <w:trPr>
          <w:trHeight w:val="1097"/>
        </w:trPr>
        <w:tc>
          <w:tcPr>
            <w:tcW w:w="840" w:type="dxa"/>
            <w:vMerge/>
            <w:shd w:val="clear" w:color="auto" w:fill="DAEEF3" w:themeFill="accent5" w:themeFillTint="33"/>
          </w:tcPr>
          <w:p w14:paraId="6AF13E33" w14:textId="77777777" w:rsidR="00EE1DED" w:rsidRPr="00337FAB" w:rsidRDefault="00EE1DED" w:rsidP="00383B36">
            <w:pPr>
              <w:rPr>
                <w:color w:val="000000"/>
              </w:rPr>
            </w:pPr>
          </w:p>
        </w:tc>
        <w:tc>
          <w:tcPr>
            <w:tcW w:w="4619" w:type="dxa"/>
            <w:shd w:val="clear" w:color="auto" w:fill="auto"/>
            <w:hideMark/>
          </w:tcPr>
          <w:p w14:paraId="43EC1DFE" w14:textId="77777777" w:rsidR="00EE1DED" w:rsidRPr="00337FAB" w:rsidRDefault="00EE1DED" w:rsidP="00383B36">
            <w:pPr>
              <w:rPr>
                <w:color w:val="000000"/>
              </w:rPr>
            </w:pPr>
            <w:r w:rsidRPr="00337FAB">
              <w:rPr>
                <w:color w:val="000000"/>
              </w:rPr>
              <w:t>Documentation requirement:</w:t>
            </w:r>
          </w:p>
          <w:p w14:paraId="54476FAA" w14:textId="77777777" w:rsidR="00EE1DED" w:rsidRPr="00913FB2"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User manual to be supplied in English or Russian</w:t>
            </w:r>
          </w:p>
          <w:p w14:paraId="5393B728" w14:textId="77777777" w:rsidR="00EE1DED" w:rsidRPr="00913FB2"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Service manual to be supplied in English or Russian</w:t>
            </w:r>
          </w:p>
          <w:p w14:paraId="64E650AC" w14:textId="77777777" w:rsidR="00EE1DED" w:rsidRPr="00913FB2"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Maintenance manual to be supplied in English or Russian</w:t>
            </w:r>
          </w:p>
          <w:p w14:paraId="72B1B9D6" w14:textId="77777777" w:rsidR="00EE1DED" w:rsidRPr="00337FAB" w:rsidRDefault="00EE1DED" w:rsidP="00383B36">
            <w:pPr>
              <w:pStyle w:val="ListParagraph"/>
              <w:numPr>
                <w:ilvl w:val="0"/>
                <w:numId w:val="48"/>
              </w:numPr>
              <w:overflowPunct/>
              <w:autoSpaceDE/>
              <w:autoSpaceDN/>
              <w:adjustRightInd/>
              <w:contextualSpacing/>
              <w:textAlignment w:val="auto"/>
              <w:rPr>
                <w:color w:val="000000"/>
              </w:rPr>
            </w:pPr>
            <w:r w:rsidRPr="00337FAB">
              <w:rPr>
                <w:color w:val="000000"/>
              </w:rPr>
              <w:t>List of important spare parts and accessories with their part number and price</w:t>
            </w:r>
          </w:p>
        </w:tc>
        <w:tc>
          <w:tcPr>
            <w:tcW w:w="4432" w:type="dxa"/>
          </w:tcPr>
          <w:p w14:paraId="625CEB3C" w14:textId="77777777" w:rsidR="00EE1DED" w:rsidRPr="00337FAB" w:rsidRDefault="00EE1DED" w:rsidP="00383B36">
            <w:pPr>
              <w:rPr>
                <w:color w:val="000000"/>
              </w:rPr>
            </w:pPr>
          </w:p>
        </w:tc>
        <w:tc>
          <w:tcPr>
            <w:tcW w:w="1565" w:type="dxa"/>
          </w:tcPr>
          <w:p w14:paraId="2E91A988" w14:textId="77777777" w:rsidR="00EE1DED" w:rsidRPr="00337FAB" w:rsidRDefault="00EE1DED" w:rsidP="00383B36">
            <w:pPr>
              <w:rPr>
                <w:color w:val="000000"/>
              </w:rPr>
            </w:pPr>
          </w:p>
        </w:tc>
        <w:tc>
          <w:tcPr>
            <w:tcW w:w="1764" w:type="dxa"/>
          </w:tcPr>
          <w:p w14:paraId="0D38D91B" w14:textId="2835AF45" w:rsidR="00EE1DED" w:rsidRPr="00337FAB" w:rsidRDefault="00EE1DED" w:rsidP="00383B36">
            <w:pPr>
              <w:rPr>
                <w:color w:val="000000"/>
              </w:rPr>
            </w:pPr>
          </w:p>
        </w:tc>
      </w:tr>
    </w:tbl>
    <w:p w14:paraId="57103293" w14:textId="77777777" w:rsidR="00133C61" w:rsidRDefault="00133C61"/>
    <w:p w14:paraId="61983BAE" w14:textId="77777777" w:rsidR="00882349" w:rsidRDefault="00882349" w:rsidP="00B24CC3">
      <w:pPr>
        <w:tabs>
          <w:tab w:val="left" w:pos="-180"/>
          <w:tab w:val="right" w:pos="1980"/>
          <w:tab w:val="left" w:pos="2160"/>
          <w:tab w:val="left" w:pos="4320"/>
        </w:tabs>
        <w:jc w:val="center"/>
        <w:rPr>
          <w:lang w:val="en-GB"/>
        </w:rPr>
      </w:pPr>
    </w:p>
    <w:p w14:paraId="0EF61053" w14:textId="77777777" w:rsidR="00A73334" w:rsidRDefault="00B24CC3" w:rsidP="00B24CC3">
      <w:pPr>
        <w:tabs>
          <w:tab w:val="left" w:pos="-180"/>
          <w:tab w:val="right" w:pos="1980"/>
          <w:tab w:val="left" w:pos="2160"/>
          <w:tab w:val="left" w:pos="4320"/>
        </w:tabs>
        <w:jc w:val="center"/>
        <w:rPr>
          <w:i/>
          <w:sz w:val="22"/>
          <w:szCs w:val="22"/>
          <w:highlight w:val="yellow"/>
          <w:lang w:val="en-GB"/>
        </w:rPr>
        <w:sectPr w:rsidR="00A73334" w:rsidSect="001F0022">
          <w:pgSz w:w="15840" w:h="12240" w:orient="landscape" w:code="1"/>
          <w:pgMar w:top="1872" w:right="1440" w:bottom="1440" w:left="1170" w:header="720" w:footer="720" w:gutter="0"/>
          <w:cols w:space="720"/>
          <w:titlePg/>
          <w:docGrid w:linePitch="360"/>
        </w:sectPr>
      </w:pPr>
      <w:r w:rsidRPr="003F4E15">
        <w:rPr>
          <w:i/>
          <w:sz w:val="22"/>
          <w:szCs w:val="22"/>
          <w:highlight w:val="yellow"/>
          <w:lang w:val="en-GB"/>
        </w:rPr>
        <w:t xml:space="preserve">(Use </w:t>
      </w:r>
      <w:r w:rsidR="004524AB">
        <w:rPr>
          <w:i/>
          <w:sz w:val="22"/>
          <w:szCs w:val="22"/>
          <w:highlight w:val="yellow"/>
          <w:lang w:val="en-GB"/>
        </w:rPr>
        <w:t xml:space="preserve">the </w:t>
      </w:r>
      <w:r w:rsidRPr="003F4E15">
        <w:rPr>
          <w:i/>
          <w:sz w:val="22"/>
          <w:szCs w:val="22"/>
          <w:highlight w:val="yellow"/>
          <w:lang w:val="en-GB"/>
        </w:rPr>
        <w:t xml:space="preserve">spreadsheet </w:t>
      </w:r>
      <w:r w:rsidR="004524AB">
        <w:rPr>
          <w:i/>
          <w:sz w:val="22"/>
          <w:szCs w:val="22"/>
          <w:highlight w:val="yellow"/>
          <w:lang w:val="en-GB"/>
        </w:rPr>
        <w:t>“</w:t>
      </w:r>
      <w:r w:rsidRPr="003F4E15">
        <w:rPr>
          <w:i/>
          <w:sz w:val="22"/>
          <w:szCs w:val="22"/>
          <w:highlight w:val="yellow"/>
          <w:lang w:val="en-GB"/>
        </w:rPr>
        <w:t>Product Item Overview Form.xls</w:t>
      </w:r>
      <w:r w:rsidR="004524AB">
        <w:rPr>
          <w:i/>
          <w:sz w:val="22"/>
          <w:szCs w:val="22"/>
          <w:highlight w:val="yellow"/>
          <w:lang w:val="en-GB"/>
        </w:rPr>
        <w:t>”</w:t>
      </w:r>
      <w:r w:rsidRPr="003F4E15">
        <w:rPr>
          <w:i/>
          <w:sz w:val="22"/>
          <w:szCs w:val="22"/>
          <w:highlight w:val="yellow"/>
          <w:lang w:val="en-GB"/>
        </w:rPr>
        <w:t xml:space="preserve"> if </w:t>
      </w:r>
      <w:r w:rsidR="004524AB">
        <w:rPr>
          <w:i/>
          <w:sz w:val="22"/>
          <w:szCs w:val="22"/>
          <w:highlight w:val="yellow"/>
          <w:lang w:val="en-GB"/>
        </w:rPr>
        <w:t>a large number of</w:t>
      </w:r>
      <w:r w:rsidRPr="003F4E15">
        <w:rPr>
          <w:i/>
          <w:sz w:val="22"/>
          <w:szCs w:val="22"/>
          <w:highlight w:val="yellow"/>
          <w:lang w:val="en-GB"/>
        </w:rPr>
        <w:t xml:space="preserve"> items need to be compared</w:t>
      </w:r>
      <w:r w:rsidR="004524AB">
        <w:rPr>
          <w:i/>
          <w:sz w:val="22"/>
          <w:szCs w:val="22"/>
          <w:highlight w:val="yellow"/>
          <w:lang w:val="en-GB"/>
        </w:rPr>
        <w:t>.</w:t>
      </w:r>
      <w:r w:rsidRPr="003F4E15">
        <w:rPr>
          <w:i/>
          <w:sz w:val="22"/>
          <w:szCs w:val="22"/>
          <w:highlight w:val="yellow"/>
          <w:lang w:val="en-GB"/>
        </w:rPr>
        <w:t>)</w:t>
      </w:r>
    </w:p>
    <w:p w14:paraId="6D8155D8" w14:textId="7E74B551" w:rsidR="0008751A" w:rsidRDefault="00CA7E07" w:rsidP="006C1BE1">
      <w:pPr>
        <w:pStyle w:val="Heading1"/>
        <w:ind w:left="720"/>
        <w:jc w:val="center"/>
        <w:rPr>
          <w:rFonts w:ascii="Times New Roman" w:hAnsi="Times New Roman" w:cs="Times New Roman"/>
          <w:sz w:val="22"/>
          <w:szCs w:val="28"/>
          <w:lang w:val="en-GB"/>
        </w:rPr>
      </w:pPr>
      <w:bookmarkStart w:id="87" w:name="_Toc99385405"/>
      <w:r>
        <w:rPr>
          <w:rFonts w:ascii="Times New Roman" w:hAnsi="Times New Roman" w:cs="Times New Roman"/>
          <w:sz w:val="22"/>
          <w:szCs w:val="28"/>
          <w:lang w:val="en-GB"/>
        </w:rPr>
        <w:t xml:space="preserve">5. </w:t>
      </w:r>
      <w:r w:rsidR="0008751A">
        <w:rPr>
          <w:rFonts w:ascii="Times New Roman" w:hAnsi="Times New Roman" w:cs="Times New Roman"/>
          <w:sz w:val="22"/>
          <w:szCs w:val="28"/>
          <w:lang w:val="en-GB"/>
        </w:rPr>
        <w:t>Price Schedule Form</w:t>
      </w:r>
      <w:bookmarkEnd w:id="87"/>
    </w:p>
    <w:p w14:paraId="0D2746ED" w14:textId="059573CA" w:rsidR="00EE1DED" w:rsidRDefault="00EE1DED" w:rsidP="00EE1DED">
      <w:pPr>
        <w:rPr>
          <w:lang w:val="en-GB"/>
        </w:rPr>
      </w:pPr>
    </w:p>
    <w:p w14:paraId="5187CF38" w14:textId="5642CF37" w:rsidR="00EE1DED" w:rsidRDefault="00EE1DED" w:rsidP="00EE1DED">
      <w:pPr>
        <w:rPr>
          <w:lang w:val="en-GB"/>
        </w:rPr>
      </w:pPr>
      <w:r>
        <w:rPr>
          <w:lang w:val="en-GB"/>
        </w:rPr>
        <w:t>Please refer to the attached Excel sheet (Price schedule form)</w:t>
      </w:r>
    </w:p>
    <w:p w14:paraId="46C4C3B9" w14:textId="77777777" w:rsidR="00EE1DED" w:rsidRPr="006C1BE1" w:rsidRDefault="00EE1DED" w:rsidP="006C1BE1">
      <w:pPr>
        <w:rPr>
          <w:lang w:val="en-GB"/>
        </w:rPr>
      </w:pPr>
    </w:p>
    <w:p w14:paraId="38148B80" w14:textId="77777777" w:rsidR="0008751A" w:rsidRDefault="0008751A" w:rsidP="007D6F23">
      <w:pPr>
        <w:pStyle w:val="SectionVHeader"/>
        <w:jc w:val="left"/>
        <w:rPr>
          <w:b w:val="0"/>
          <w:iCs/>
          <w:sz w:val="22"/>
          <w:szCs w:val="22"/>
        </w:rPr>
      </w:pPr>
      <w:bookmarkStart w:id="88" w:name="Item_Table"/>
      <w:bookmarkEnd w:id="88"/>
    </w:p>
    <w:sectPr w:rsidR="0008751A" w:rsidSect="00A73334">
      <w:pgSz w:w="12240" w:h="15840" w:code="1"/>
      <w:pgMar w:top="1440" w:right="1440" w:bottom="1166" w:left="1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6CC59" w14:textId="77777777" w:rsidR="00455E0A" w:rsidRDefault="00455E0A">
      <w:r>
        <w:separator/>
      </w:r>
    </w:p>
  </w:endnote>
  <w:endnote w:type="continuationSeparator" w:id="0">
    <w:p w14:paraId="527B3963" w14:textId="77777777" w:rsidR="00455E0A" w:rsidRDefault="00455E0A">
      <w:r>
        <w:continuationSeparator/>
      </w:r>
    </w:p>
  </w:endnote>
  <w:endnote w:type="continuationNotice" w:id="1">
    <w:p w14:paraId="52C9C75A" w14:textId="77777777" w:rsidR="00455E0A" w:rsidRDefault="00455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826EE" w14:textId="0964A98F" w:rsidR="00383B36" w:rsidRDefault="00383B36">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0D1335">
      <w:rPr>
        <w:rStyle w:val="PageNumber"/>
        <w:noProof/>
      </w:rPr>
      <w:t>20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D1335">
      <w:rPr>
        <w:rStyle w:val="PageNumber"/>
        <w:noProof/>
      </w:rPr>
      <w:t>70</w:t>
    </w:r>
    <w:r>
      <w:rPr>
        <w:rStyle w:val="PageNumber"/>
      </w:rPr>
      <w:fldChar w:fldCharType="end"/>
    </w:r>
  </w:p>
  <w:p w14:paraId="6A058C7A" w14:textId="0C43650A" w:rsidR="00383B36" w:rsidRDefault="00383B36">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w:t>
    </w:r>
    <w:proofErr w:type="spellStart"/>
    <w:r>
      <w:rPr>
        <w:lang w:val="en-GB"/>
      </w:rPr>
      <w:t>ENshort</w:t>
    </w:r>
    <w:proofErr w:type="spellEnd"/>
    <w:r>
      <w:rPr>
        <w:lang w:val="en-GB"/>
      </w:rPr>
      <w:t xml:space="preserve"> [0315 Rev02</w:t>
    </w:r>
    <w:r w:rsidRPr="007F24A2">
      <w:rPr>
        <w:lang w:val="en-GB"/>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CB30B" w14:textId="15EF26A1" w:rsidR="00383B36" w:rsidRDefault="00383B36">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0D1335">
      <w:rPr>
        <w:rStyle w:val="PageNumber"/>
        <w:noProof/>
      </w:rPr>
      <w:t>19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D1335">
      <w:rPr>
        <w:rStyle w:val="PageNumber"/>
        <w:noProof/>
      </w:rPr>
      <w:t>70</w:t>
    </w:r>
    <w:r>
      <w:rPr>
        <w:rStyle w:val="PageNumber"/>
      </w:rPr>
      <w:fldChar w:fldCharType="end"/>
    </w:r>
  </w:p>
  <w:p w14:paraId="4B6D665D" w14:textId="656E5CAD" w:rsidR="00383B36" w:rsidRDefault="00383B36">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w:t>
    </w:r>
    <w:proofErr w:type="spellStart"/>
    <w:r>
      <w:rPr>
        <w:lang w:val="en-GB"/>
      </w:rPr>
      <w:t>ENshort</w:t>
    </w:r>
    <w:proofErr w:type="spellEnd"/>
    <w:r>
      <w:rPr>
        <w:lang w:val="en-GB"/>
      </w:rPr>
      <w:t xml:space="preserve"> [0315 Rev02</w:t>
    </w:r>
    <w:r w:rsidRPr="007F24A2">
      <w:rPr>
        <w:lang w:val="en-GB"/>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41B6" w14:textId="72ABA9E4" w:rsidR="00383B36" w:rsidRDefault="00383B36"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0D1335">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D1335">
      <w:rPr>
        <w:rStyle w:val="PageNumber"/>
        <w:noProof/>
      </w:rPr>
      <w:t>70</w:t>
    </w:r>
    <w:r>
      <w:rPr>
        <w:rStyle w:val="PageNumber"/>
      </w:rPr>
      <w:fldChar w:fldCharType="end"/>
    </w:r>
  </w:p>
  <w:p w14:paraId="21389E9D" w14:textId="01CBA422" w:rsidR="00383B36" w:rsidRDefault="00383B36" w:rsidP="00285069">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w:t>
    </w:r>
    <w:proofErr w:type="spellStart"/>
    <w:r>
      <w:rPr>
        <w:lang w:val="en-GB"/>
      </w:rPr>
      <w:t>ENshort</w:t>
    </w:r>
    <w:proofErr w:type="spellEnd"/>
    <w:r>
      <w:rPr>
        <w:lang w:val="en-GB"/>
      </w:rPr>
      <w:t xml:space="preserve"> [0315 Rev02</w:t>
    </w:r>
    <w:r w:rsidRPr="007F24A2">
      <w:rPr>
        <w:lang w:val="en-GB"/>
      </w:rPr>
      <w:t>]</w:t>
    </w:r>
  </w:p>
  <w:p w14:paraId="17275A02" w14:textId="77777777" w:rsidR="00383B36" w:rsidRPr="00805009" w:rsidRDefault="00383B36" w:rsidP="00805009">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4D1D2" w14:textId="77777777" w:rsidR="00455E0A" w:rsidRDefault="00455E0A">
      <w:r>
        <w:separator/>
      </w:r>
    </w:p>
  </w:footnote>
  <w:footnote w:type="continuationSeparator" w:id="0">
    <w:p w14:paraId="3C402C85" w14:textId="77777777" w:rsidR="00455E0A" w:rsidRDefault="00455E0A">
      <w:r>
        <w:continuationSeparator/>
      </w:r>
    </w:p>
  </w:footnote>
  <w:footnote w:type="continuationNotice" w:id="1">
    <w:p w14:paraId="57339C92" w14:textId="77777777" w:rsidR="00455E0A" w:rsidRDefault="00455E0A"/>
  </w:footnote>
  <w:footnote w:id="2">
    <w:p w14:paraId="0FDACBAC" w14:textId="77777777" w:rsidR="00383B36" w:rsidRPr="00B17EB4" w:rsidRDefault="00383B36" w:rsidP="003169ED">
      <w:pPr>
        <w:pStyle w:val="FootnoteText"/>
        <w:jc w:val="both"/>
        <w:rPr>
          <w:i/>
          <w:iCs/>
        </w:rPr>
      </w:pPr>
      <w:r w:rsidRPr="00B17EB4">
        <w:rPr>
          <w:rStyle w:val="FootnoteReference"/>
          <w:i/>
          <w:iCs/>
          <w:sz w:val="18"/>
          <w:szCs w:val="18"/>
        </w:rPr>
        <w:footnoteRef/>
      </w:r>
      <w:r w:rsidRPr="00B17EB4">
        <w:rPr>
          <w:i/>
          <w:iCs/>
          <w:kern w:val="28"/>
          <w:sz w:val="18"/>
          <w:szCs w:val="18"/>
          <w:lang w:val="en-GB"/>
        </w:rPr>
        <w:t xml:space="preserve"> Reference: www.timeanddate.com/worldclock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3AA10" w14:textId="77777777" w:rsidR="00383B36" w:rsidRDefault="00383B36">
    <w:pPr>
      <w:pStyle w:val="Heading1"/>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6371" w14:textId="77777777" w:rsidR="00383B36" w:rsidRDefault="00383B36">
    <w:pPr>
      <w:pStyle w:val="Header"/>
      <w:framePr w:wrap="auto" w:vAnchor="text" w:hAnchor="margin" w:xAlign="right" w:y="1"/>
      <w:rPr>
        <w:rStyle w:val="PageNumber"/>
      </w:rPr>
    </w:pPr>
  </w:p>
  <w:p w14:paraId="30EFB103" w14:textId="77777777" w:rsidR="00383B36" w:rsidRDefault="00383B36">
    <w:pPr>
      <w:pStyle w:val="Heading1"/>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2" w15:restartNumberingAfterBreak="0">
    <w:nsid w:val="051D55B4"/>
    <w:multiLevelType w:val="hybridMultilevel"/>
    <w:tmpl w:val="D214F6DC"/>
    <w:lvl w:ilvl="0" w:tplc="04090019">
      <w:start w:val="1"/>
      <w:numFmt w:val="lowerLetter"/>
      <w:lvlText w:val="%1."/>
      <w:lvlJc w:val="left"/>
      <w:pPr>
        <w:ind w:left="1063" w:hanging="360"/>
      </w:p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3" w15:restartNumberingAfterBreak="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 w15:restartNumberingAfterBreak="0">
    <w:nsid w:val="0E230030"/>
    <w:multiLevelType w:val="hybridMultilevel"/>
    <w:tmpl w:val="3CFAA984"/>
    <w:lvl w:ilvl="0" w:tplc="FFFFFFFF">
      <w:start w:val="1"/>
      <w:numFmt w:val="bullet"/>
      <w:lvlText w:val=""/>
      <w:lvlJc w:val="left"/>
      <w:pPr>
        <w:ind w:left="1120" w:hanging="360"/>
      </w:pPr>
      <w:rPr>
        <w:rFonts w:ascii="Wingdings" w:hAnsi="Wingdings" w:hint="default"/>
      </w:rPr>
    </w:lvl>
    <w:lvl w:ilvl="1" w:tplc="BA36463C">
      <w:start w:val="1"/>
      <w:numFmt w:val="bullet"/>
      <w:lvlText w:val=""/>
      <w:lvlJc w:val="left"/>
      <w:pPr>
        <w:ind w:left="1440" w:hanging="360"/>
      </w:pPr>
      <w:rPr>
        <w:rFonts w:ascii="Wingdings" w:hAnsi="Wingdings" w:hint="default"/>
        <w:sz w:val="16"/>
        <w:szCs w:val="16"/>
      </w:rPr>
    </w:lvl>
    <w:lvl w:ilvl="2" w:tplc="FFFFFFFF" w:tentative="1">
      <w:start w:val="1"/>
      <w:numFmt w:val="bullet"/>
      <w:lvlText w:val=""/>
      <w:lvlJc w:val="left"/>
      <w:pPr>
        <w:ind w:left="2560" w:hanging="360"/>
      </w:pPr>
      <w:rPr>
        <w:rFonts w:ascii="Wingdings" w:hAnsi="Wingdings" w:hint="default"/>
      </w:rPr>
    </w:lvl>
    <w:lvl w:ilvl="3" w:tplc="FFFFFFFF" w:tentative="1">
      <w:start w:val="1"/>
      <w:numFmt w:val="bullet"/>
      <w:lvlText w:val=""/>
      <w:lvlJc w:val="left"/>
      <w:pPr>
        <w:ind w:left="3280" w:hanging="360"/>
      </w:pPr>
      <w:rPr>
        <w:rFonts w:ascii="Symbol" w:hAnsi="Symbol" w:hint="default"/>
      </w:rPr>
    </w:lvl>
    <w:lvl w:ilvl="4" w:tplc="FFFFFFFF" w:tentative="1">
      <w:start w:val="1"/>
      <w:numFmt w:val="bullet"/>
      <w:lvlText w:val="o"/>
      <w:lvlJc w:val="left"/>
      <w:pPr>
        <w:ind w:left="4000" w:hanging="360"/>
      </w:pPr>
      <w:rPr>
        <w:rFonts w:ascii="Courier New" w:hAnsi="Courier New" w:cs="Courier New" w:hint="default"/>
      </w:rPr>
    </w:lvl>
    <w:lvl w:ilvl="5" w:tplc="FFFFFFFF" w:tentative="1">
      <w:start w:val="1"/>
      <w:numFmt w:val="bullet"/>
      <w:lvlText w:val=""/>
      <w:lvlJc w:val="left"/>
      <w:pPr>
        <w:ind w:left="4720" w:hanging="360"/>
      </w:pPr>
      <w:rPr>
        <w:rFonts w:ascii="Wingdings" w:hAnsi="Wingdings" w:hint="default"/>
      </w:rPr>
    </w:lvl>
    <w:lvl w:ilvl="6" w:tplc="FFFFFFFF" w:tentative="1">
      <w:start w:val="1"/>
      <w:numFmt w:val="bullet"/>
      <w:lvlText w:val=""/>
      <w:lvlJc w:val="left"/>
      <w:pPr>
        <w:ind w:left="5440" w:hanging="360"/>
      </w:pPr>
      <w:rPr>
        <w:rFonts w:ascii="Symbol" w:hAnsi="Symbol" w:hint="default"/>
      </w:rPr>
    </w:lvl>
    <w:lvl w:ilvl="7" w:tplc="FFFFFFFF" w:tentative="1">
      <w:start w:val="1"/>
      <w:numFmt w:val="bullet"/>
      <w:lvlText w:val="o"/>
      <w:lvlJc w:val="left"/>
      <w:pPr>
        <w:ind w:left="6160" w:hanging="360"/>
      </w:pPr>
      <w:rPr>
        <w:rFonts w:ascii="Courier New" w:hAnsi="Courier New" w:cs="Courier New" w:hint="default"/>
      </w:rPr>
    </w:lvl>
    <w:lvl w:ilvl="8" w:tplc="FFFFFFFF" w:tentative="1">
      <w:start w:val="1"/>
      <w:numFmt w:val="bullet"/>
      <w:lvlText w:val=""/>
      <w:lvlJc w:val="left"/>
      <w:pPr>
        <w:ind w:left="6880" w:hanging="360"/>
      </w:pPr>
      <w:rPr>
        <w:rFonts w:ascii="Wingdings" w:hAnsi="Wingdings" w:hint="default"/>
      </w:rPr>
    </w:lvl>
  </w:abstractNum>
  <w:abstractNum w:abstractNumId="5" w15:restartNumberingAfterBreak="0">
    <w:nsid w:val="0EDD6EDD"/>
    <w:multiLevelType w:val="hybridMultilevel"/>
    <w:tmpl w:val="28325B88"/>
    <w:lvl w:ilvl="0" w:tplc="D114801A">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84C85"/>
    <w:multiLevelType w:val="hybridMultilevel"/>
    <w:tmpl w:val="7DC69DA2"/>
    <w:lvl w:ilvl="0" w:tplc="0409000D">
      <w:start w:val="1"/>
      <w:numFmt w:val="bullet"/>
      <w:lvlText w:val=""/>
      <w:lvlJc w:val="left"/>
      <w:pPr>
        <w:ind w:left="1120" w:hanging="360"/>
      </w:pPr>
      <w:rPr>
        <w:rFonts w:ascii="Wingdings" w:hAnsi="Wingdings" w:hint="default"/>
      </w:rPr>
    </w:lvl>
    <w:lvl w:ilvl="1" w:tplc="04090003">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7" w15:restartNumberingAfterBreak="0">
    <w:nsid w:val="13D46629"/>
    <w:multiLevelType w:val="multilevel"/>
    <w:tmpl w:val="118A1E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106"/>
    <w:multiLevelType w:val="multilevel"/>
    <w:tmpl w:val="4A84F7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55A5FDE"/>
    <w:multiLevelType w:val="multilevel"/>
    <w:tmpl w:val="2AD0DC4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196F60FF"/>
    <w:multiLevelType w:val="multilevel"/>
    <w:tmpl w:val="2F682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13" w15:restartNumberingAfterBreak="0">
    <w:nsid w:val="1E6E211C"/>
    <w:multiLevelType w:val="hybridMultilevel"/>
    <w:tmpl w:val="B49E7E74"/>
    <w:lvl w:ilvl="0" w:tplc="FFFFFFFF">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B81DEA"/>
    <w:multiLevelType w:val="hybridMultilevel"/>
    <w:tmpl w:val="F6084D50"/>
    <w:lvl w:ilvl="0" w:tplc="E35E431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5A1629"/>
    <w:multiLevelType w:val="multilevel"/>
    <w:tmpl w:val="2F6822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2D24AA"/>
    <w:multiLevelType w:val="hybridMultilevel"/>
    <w:tmpl w:val="870EC930"/>
    <w:lvl w:ilvl="0" w:tplc="0B66A8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E37045"/>
    <w:multiLevelType w:val="multilevel"/>
    <w:tmpl w:val="C6A408F6"/>
    <w:lvl w:ilvl="0">
      <w:start w:val="1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19" w15:restartNumberingAfterBreak="0">
    <w:nsid w:val="2EDA25E4"/>
    <w:multiLevelType w:val="hybridMultilevel"/>
    <w:tmpl w:val="9D404FD2"/>
    <w:lvl w:ilvl="0" w:tplc="0409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2F0B039D"/>
    <w:multiLevelType w:val="multilevel"/>
    <w:tmpl w:val="9A2ACB0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FB5AA9"/>
    <w:multiLevelType w:val="hybridMultilevel"/>
    <w:tmpl w:val="80E8A484"/>
    <w:lvl w:ilvl="0" w:tplc="0409000D">
      <w:start w:val="1"/>
      <w:numFmt w:val="bullet"/>
      <w:lvlText w:val=""/>
      <w:lvlJc w:val="left"/>
      <w:pPr>
        <w:ind w:left="1120" w:hanging="360"/>
      </w:pPr>
      <w:rPr>
        <w:rFonts w:ascii="Wingdings" w:hAnsi="Wingdings"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22"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3871C7"/>
    <w:multiLevelType w:val="hybridMultilevel"/>
    <w:tmpl w:val="745A0D20"/>
    <w:lvl w:ilvl="0" w:tplc="FFFFFFFF">
      <w:start w:val="1"/>
      <w:numFmt w:val="lowerLetter"/>
      <w:lvlText w:val="%1)"/>
      <w:lvlJc w:val="left"/>
      <w:pPr>
        <w:ind w:left="9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DA0A6F"/>
    <w:multiLevelType w:val="hybridMultilevel"/>
    <w:tmpl w:val="CB7833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9133AE8"/>
    <w:multiLevelType w:val="hybridMultilevel"/>
    <w:tmpl w:val="958EEEFE"/>
    <w:lvl w:ilvl="0" w:tplc="2CD66EB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6" w15:restartNumberingAfterBreak="0">
    <w:nsid w:val="3E1F7AC6"/>
    <w:multiLevelType w:val="hybridMultilevel"/>
    <w:tmpl w:val="0F744620"/>
    <w:lvl w:ilvl="0" w:tplc="91B69DF2">
      <w:start w:val="1"/>
      <w:numFmt w:val="bullet"/>
      <w:lvlText w:val=""/>
      <w:lvlJc w:val="left"/>
      <w:pPr>
        <w:ind w:left="720" w:hanging="360"/>
      </w:pPr>
      <w:rPr>
        <w:rFonts w:ascii="Symbol" w:hAnsi="Symbol"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17A313A"/>
    <w:multiLevelType w:val="hybridMultilevel"/>
    <w:tmpl w:val="CF5C8098"/>
    <w:lvl w:ilvl="0" w:tplc="60C4A2C2">
      <w:start w:val="1"/>
      <w:numFmt w:val="decimal"/>
      <w:lvlText w:val="%1."/>
      <w:lvlJc w:val="left"/>
      <w:pPr>
        <w:ind w:left="720" w:hanging="153"/>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9C4BD2"/>
    <w:multiLevelType w:val="hybridMultilevel"/>
    <w:tmpl w:val="67F8FAB6"/>
    <w:lvl w:ilvl="0" w:tplc="156ACEBA">
      <w:start w:val="1"/>
      <w:numFmt w:val="bullet"/>
      <w:lvlText w:val=""/>
      <w:lvlJc w:val="left"/>
      <w:pPr>
        <w:ind w:left="720" w:hanging="360"/>
      </w:pPr>
      <w:rPr>
        <w:rFonts w:ascii="Symbol" w:hAnsi="Symbol" w:hint="default"/>
        <w:sz w:val="16"/>
        <w:szCs w:val="16"/>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E40D80"/>
    <w:multiLevelType w:val="multilevel"/>
    <w:tmpl w:val="35CE934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1" w15:restartNumberingAfterBreak="0">
    <w:nsid w:val="47025CA1"/>
    <w:multiLevelType w:val="hybridMultilevel"/>
    <w:tmpl w:val="7A14DC68"/>
    <w:lvl w:ilvl="0" w:tplc="026ADA72">
      <w:start w:val="1"/>
      <w:numFmt w:val="bullet"/>
      <w:lvlText w:val="-"/>
      <w:lvlJc w:val="left"/>
      <w:pPr>
        <w:ind w:left="720" w:hanging="360"/>
      </w:pPr>
      <w:rPr>
        <w:rFonts w:ascii="Arial" w:eastAsia="Times New Roman" w:hAnsi="Arial" w:cs="Aria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EE1494"/>
    <w:multiLevelType w:val="multilevel"/>
    <w:tmpl w:val="0C904D0E"/>
    <w:lvl w:ilvl="0">
      <w:start w:val="1"/>
      <w:numFmt w:val="decimal"/>
      <w:lvlText w:val="%1."/>
      <w:lvlJc w:val="left"/>
      <w:pPr>
        <w:ind w:left="720" w:hanging="360"/>
      </w:pPr>
      <w:rPr>
        <w:rFonts w:hint="default"/>
        <w:b w:val="0"/>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3" w15:restartNumberingAfterBreak="0">
    <w:nsid w:val="4A4464E4"/>
    <w:multiLevelType w:val="hybridMultilevel"/>
    <w:tmpl w:val="0A386E10"/>
    <w:lvl w:ilvl="0" w:tplc="FFFFFFFF">
      <w:start w:val="1"/>
      <w:numFmt w:val="lowerLetter"/>
      <w:lvlText w:val="%1)"/>
      <w:lvlJc w:val="left"/>
      <w:pPr>
        <w:ind w:left="970" w:hanging="360"/>
      </w:pPr>
    </w:lvl>
    <w:lvl w:ilvl="1" w:tplc="FFFFFFFF" w:tentative="1">
      <w:start w:val="1"/>
      <w:numFmt w:val="lowerLetter"/>
      <w:lvlText w:val="%2."/>
      <w:lvlJc w:val="left"/>
      <w:pPr>
        <w:ind w:left="1690" w:hanging="360"/>
      </w:pPr>
    </w:lvl>
    <w:lvl w:ilvl="2" w:tplc="FFFFFFFF" w:tentative="1">
      <w:start w:val="1"/>
      <w:numFmt w:val="lowerRoman"/>
      <w:lvlText w:val="%3."/>
      <w:lvlJc w:val="right"/>
      <w:pPr>
        <w:ind w:left="2410" w:hanging="180"/>
      </w:pPr>
    </w:lvl>
    <w:lvl w:ilvl="3" w:tplc="FFFFFFFF" w:tentative="1">
      <w:start w:val="1"/>
      <w:numFmt w:val="decimal"/>
      <w:lvlText w:val="%4."/>
      <w:lvlJc w:val="left"/>
      <w:pPr>
        <w:ind w:left="3130" w:hanging="360"/>
      </w:pPr>
    </w:lvl>
    <w:lvl w:ilvl="4" w:tplc="FFFFFFFF" w:tentative="1">
      <w:start w:val="1"/>
      <w:numFmt w:val="lowerLetter"/>
      <w:lvlText w:val="%5."/>
      <w:lvlJc w:val="left"/>
      <w:pPr>
        <w:ind w:left="3850" w:hanging="360"/>
      </w:pPr>
    </w:lvl>
    <w:lvl w:ilvl="5" w:tplc="FFFFFFFF" w:tentative="1">
      <w:start w:val="1"/>
      <w:numFmt w:val="lowerRoman"/>
      <w:lvlText w:val="%6."/>
      <w:lvlJc w:val="right"/>
      <w:pPr>
        <w:ind w:left="4570" w:hanging="180"/>
      </w:pPr>
    </w:lvl>
    <w:lvl w:ilvl="6" w:tplc="FFFFFFFF" w:tentative="1">
      <w:start w:val="1"/>
      <w:numFmt w:val="decimal"/>
      <w:lvlText w:val="%7."/>
      <w:lvlJc w:val="left"/>
      <w:pPr>
        <w:ind w:left="5290" w:hanging="360"/>
      </w:pPr>
    </w:lvl>
    <w:lvl w:ilvl="7" w:tplc="FFFFFFFF" w:tentative="1">
      <w:start w:val="1"/>
      <w:numFmt w:val="lowerLetter"/>
      <w:lvlText w:val="%8."/>
      <w:lvlJc w:val="left"/>
      <w:pPr>
        <w:ind w:left="6010" w:hanging="360"/>
      </w:pPr>
    </w:lvl>
    <w:lvl w:ilvl="8" w:tplc="FFFFFFFF" w:tentative="1">
      <w:start w:val="1"/>
      <w:numFmt w:val="lowerRoman"/>
      <w:lvlText w:val="%9."/>
      <w:lvlJc w:val="right"/>
      <w:pPr>
        <w:ind w:left="6730" w:hanging="180"/>
      </w:pPr>
    </w:lvl>
  </w:abstractNum>
  <w:abstractNum w:abstractNumId="34" w15:restartNumberingAfterBreak="0">
    <w:nsid w:val="4B912E9A"/>
    <w:multiLevelType w:val="hybridMultilevel"/>
    <w:tmpl w:val="E99A47F0"/>
    <w:lvl w:ilvl="0" w:tplc="09600974">
      <w:start w:val="1"/>
      <w:numFmt w:val="lowerLetter"/>
      <w:lvlText w:val="%1."/>
      <w:lvlJc w:val="left"/>
      <w:pPr>
        <w:ind w:left="960" w:hanging="360"/>
      </w:pPr>
      <w:rPr>
        <w:rFonts w:ascii="Times New Roman" w:hAnsi="Times New Roman" w:cs="Times New Roman" w:hint="default"/>
        <w:b w:val="0"/>
        <w:sz w:val="24"/>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35" w15:restartNumberingAfterBreak="0">
    <w:nsid w:val="4F664E34"/>
    <w:multiLevelType w:val="hybridMultilevel"/>
    <w:tmpl w:val="B572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DF630C"/>
    <w:multiLevelType w:val="hybridMultilevel"/>
    <w:tmpl w:val="27400D24"/>
    <w:lvl w:ilvl="0" w:tplc="E30022C0">
      <w:start w:val="1"/>
      <w:numFmt w:val="decimal"/>
      <w:lvlText w:val="%1."/>
      <w:lvlJc w:val="left"/>
      <w:pPr>
        <w:tabs>
          <w:tab w:val="num" w:pos="720"/>
        </w:tabs>
        <w:ind w:left="720" w:hanging="360"/>
      </w:pPr>
      <w:rPr>
        <w:rFonts w:ascii="Times New Roman" w:hAnsi="Times New Roman" w:cs="Times New Roman"/>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7"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38" w15:restartNumberingAfterBreak="0">
    <w:nsid w:val="55392C02"/>
    <w:multiLevelType w:val="hybridMultilevel"/>
    <w:tmpl w:val="0A386E10"/>
    <w:lvl w:ilvl="0" w:tplc="04090017">
      <w:start w:val="1"/>
      <w:numFmt w:val="lowerLetter"/>
      <w:lvlText w:val="%1)"/>
      <w:lvlJc w:val="left"/>
      <w:pPr>
        <w:ind w:left="970" w:hanging="360"/>
      </w:p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9" w15:restartNumberingAfterBreak="0">
    <w:nsid w:val="563B596A"/>
    <w:multiLevelType w:val="multilevel"/>
    <w:tmpl w:val="1CD0C2B2"/>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0" w15:restartNumberingAfterBreak="0">
    <w:nsid w:val="57256266"/>
    <w:multiLevelType w:val="multilevel"/>
    <w:tmpl w:val="68A86F50"/>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C155A82"/>
    <w:multiLevelType w:val="hybridMultilevel"/>
    <w:tmpl w:val="7D7206F8"/>
    <w:lvl w:ilvl="0" w:tplc="E4BA683E">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BE3DA7"/>
    <w:multiLevelType w:val="hybridMultilevel"/>
    <w:tmpl w:val="F6025B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D6C475A"/>
    <w:multiLevelType w:val="multilevel"/>
    <w:tmpl w:val="2F6822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04178C4"/>
    <w:multiLevelType w:val="multilevel"/>
    <w:tmpl w:val="2F682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1513608"/>
    <w:multiLevelType w:val="hybridMultilevel"/>
    <w:tmpl w:val="E966ACDC"/>
    <w:lvl w:ilvl="0" w:tplc="FFFFFFFF">
      <w:start w:val="1"/>
      <w:numFmt w:val="lowerLetter"/>
      <w:lvlText w:val="%1."/>
      <w:lvlJc w:val="left"/>
      <w:pPr>
        <w:ind w:left="720" w:hanging="360"/>
      </w:pPr>
      <w:rPr>
        <w:rFonts w:ascii="Times New Roman" w:eastAsia="Times New Roman" w:hAnsi="Times New Roman" w:cs="Times New Roman"/>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729623C"/>
    <w:multiLevelType w:val="multilevel"/>
    <w:tmpl w:val="2F6822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86F2D54"/>
    <w:multiLevelType w:val="hybridMultilevel"/>
    <w:tmpl w:val="49D83246"/>
    <w:lvl w:ilvl="0" w:tplc="5D98FBF6">
      <w:start w:val="1"/>
      <w:numFmt w:val="bullet"/>
      <w:lvlText w:val=""/>
      <w:lvlJc w:val="left"/>
      <w:pPr>
        <w:ind w:left="1766" w:hanging="360"/>
      </w:pPr>
      <w:rPr>
        <w:rFonts w:ascii="Symbol" w:hAnsi="Symbol" w:hint="default"/>
        <w:b w:val="0"/>
        <w:sz w:val="24"/>
      </w:rPr>
    </w:lvl>
    <w:lvl w:ilvl="1" w:tplc="04090019">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tentative="1">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tentative="1">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48" w15:restartNumberingAfterBreak="0">
    <w:nsid w:val="68B07785"/>
    <w:multiLevelType w:val="hybridMultilevel"/>
    <w:tmpl w:val="F3BAB046"/>
    <w:lvl w:ilvl="0" w:tplc="A1B64CB4">
      <w:start w:val="1"/>
      <w:numFmt w:val="bullet"/>
      <w:lvlText w:val=""/>
      <w:lvlJc w:val="left"/>
      <w:pPr>
        <w:tabs>
          <w:tab w:val="num" w:pos="1063"/>
        </w:tabs>
        <w:ind w:left="1063" w:hanging="360"/>
      </w:pPr>
      <w:rPr>
        <w:rFonts w:ascii="Symbol" w:hAnsi="Symbol" w:hint="default"/>
      </w:rPr>
    </w:lvl>
    <w:lvl w:ilvl="1" w:tplc="04090019">
      <w:start w:val="1"/>
      <w:numFmt w:val="bullet"/>
      <w:lvlText w:val=""/>
      <w:lvlJc w:val="left"/>
      <w:pPr>
        <w:tabs>
          <w:tab w:val="num" w:pos="1783"/>
        </w:tabs>
        <w:ind w:left="1783" w:hanging="360"/>
      </w:pPr>
      <w:rPr>
        <w:rFonts w:ascii="Symbol" w:hAnsi="Symbol" w:cs="Times New Roman" w:hint="default"/>
      </w:rPr>
    </w:lvl>
    <w:lvl w:ilvl="2" w:tplc="0409001B">
      <w:start w:val="1"/>
      <w:numFmt w:val="decimal"/>
      <w:lvlText w:val="%3."/>
      <w:lvlJc w:val="left"/>
      <w:pPr>
        <w:ind w:left="2683" w:hanging="360"/>
      </w:pPr>
      <w:rPr>
        <w:rFonts w:ascii="Times New Roman" w:hAnsi="Times New Roman" w:cs="Times New Roman" w:hint="default"/>
      </w:rPr>
    </w:lvl>
    <w:lvl w:ilvl="3" w:tplc="0409000F">
      <w:start w:val="1"/>
      <w:numFmt w:val="decimal"/>
      <w:lvlText w:val="%4."/>
      <w:lvlJc w:val="left"/>
      <w:pPr>
        <w:tabs>
          <w:tab w:val="num" w:pos="3223"/>
        </w:tabs>
        <w:ind w:left="3223" w:hanging="360"/>
      </w:pPr>
      <w:rPr>
        <w:rFonts w:ascii="Times New Roman" w:hAnsi="Times New Roman" w:cs="Times New Roman"/>
      </w:rPr>
    </w:lvl>
    <w:lvl w:ilvl="4" w:tplc="04090019">
      <w:start w:val="1"/>
      <w:numFmt w:val="lowerLetter"/>
      <w:lvlText w:val="%5."/>
      <w:lvlJc w:val="left"/>
      <w:pPr>
        <w:tabs>
          <w:tab w:val="num" w:pos="3943"/>
        </w:tabs>
        <w:ind w:left="3943" w:hanging="360"/>
      </w:pPr>
      <w:rPr>
        <w:rFonts w:ascii="Times New Roman" w:hAnsi="Times New Roman" w:cs="Times New Roman"/>
      </w:rPr>
    </w:lvl>
    <w:lvl w:ilvl="5" w:tplc="0409001B">
      <w:start w:val="1"/>
      <w:numFmt w:val="lowerRoman"/>
      <w:lvlText w:val="%6."/>
      <w:lvlJc w:val="right"/>
      <w:pPr>
        <w:tabs>
          <w:tab w:val="num" w:pos="4663"/>
        </w:tabs>
        <w:ind w:left="4663" w:hanging="180"/>
      </w:pPr>
      <w:rPr>
        <w:rFonts w:ascii="Times New Roman" w:hAnsi="Times New Roman" w:cs="Times New Roman"/>
      </w:rPr>
    </w:lvl>
    <w:lvl w:ilvl="6" w:tplc="0409000F">
      <w:start w:val="1"/>
      <w:numFmt w:val="decimal"/>
      <w:lvlText w:val="%7."/>
      <w:lvlJc w:val="left"/>
      <w:pPr>
        <w:tabs>
          <w:tab w:val="num" w:pos="5383"/>
        </w:tabs>
        <w:ind w:left="5383" w:hanging="360"/>
      </w:pPr>
      <w:rPr>
        <w:rFonts w:ascii="Times New Roman" w:hAnsi="Times New Roman" w:cs="Times New Roman"/>
      </w:rPr>
    </w:lvl>
    <w:lvl w:ilvl="7" w:tplc="04090019">
      <w:start w:val="1"/>
      <w:numFmt w:val="lowerLetter"/>
      <w:lvlText w:val="%8."/>
      <w:lvlJc w:val="left"/>
      <w:pPr>
        <w:tabs>
          <w:tab w:val="num" w:pos="6103"/>
        </w:tabs>
        <w:ind w:left="6103" w:hanging="360"/>
      </w:pPr>
      <w:rPr>
        <w:rFonts w:ascii="Times New Roman" w:hAnsi="Times New Roman" w:cs="Times New Roman"/>
      </w:rPr>
    </w:lvl>
    <w:lvl w:ilvl="8" w:tplc="0409001B">
      <w:start w:val="1"/>
      <w:numFmt w:val="lowerRoman"/>
      <w:lvlText w:val="%9."/>
      <w:lvlJc w:val="right"/>
      <w:pPr>
        <w:tabs>
          <w:tab w:val="num" w:pos="6823"/>
        </w:tabs>
        <w:ind w:left="6823" w:hanging="180"/>
      </w:pPr>
      <w:rPr>
        <w:rFonts w:ascii="Times New Roman" w:hAnsi="Times New Roman" w:cs="Times New Roman"/>
      </w:rPr>
    </w:lvl>
  </w:abstractNum>
  <w:abstractNum w:abstractNumId="49" w15:restartNumberingAfterBreak="0">
    <w:nsid w:val="695E03AD"/>
    <w:multiLevelType w:val="hybridMultilevel"/>
    <w:tmpl w:val="71901D4A"/>
    <w:lvl w:ilvl="0" w:tplc="FFFFFFFF">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C20980"/>
    <w:multiLevelType w:val="hybridMultilevel"/>
    <w:tmpl w:val="5FE2CB3E"/>
    <w:lvl w:ilvl="0" w:tplc="0409000D">
      <w:start w:val="1"/>
      <w:numFmt w:val="bullet"/>
      <w:lvlText w:val=""/>
      <w:lvlJc w:val="left"/>
      <w:pPr>
        <w:ind w:left="1120" w:hanging="360"/>
      </w:pPr>
      <w:rPr>
        <w:rFonts w:ascii="Wingdings" w:hAnsi="Wingdings"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51" w15:restartNumberingAfterBreak="0">
    <w:nsid w:val="6E1F7229"/>
    <w:multiLevelType w:val="hybridMultilevel"/>
    <w:tmpl w:val="9F262370"/>
    <w:lvl w:ilvl="0" w:tplc="0409000D">
      <w:start w:val="1"/>
      <w:numFmt w:val="bullet"/>
      <w:lvlText w:val=""/>
      <w:lvlJc w:val="left"/>
      <w:pPr>
        <w:ind w:left="720" w:hanging="360"/>
      </w:pPr>
      <w:rPr>
        <w:rFonts w:ascii="Wingdings" w:hAnsi="Wingdings" w:hint="default"/>
        <w:sz w:val="16"/>
        <w:szCs w:val="16"/>
      </w:rPr>
    </w:lvl>
    <w:lvl w:ilvl="1" w:tplc="FFFFFFFF">
      <w:start w:val="1"/>
      <w:numFmt w:val="bullet"/>
      <w:lvlText w:val="-"/>
      <w:lvlJc w:val="left"/>
      <w:pPr>
        <w:ind w:left="1440" w:hanging="360"/>
      </w:pPr>
      <w:rPr>
        <w:rFonts w:ascii="Arial" w:eastAsia="Arial"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1790B5B"/>
    <w:multiLevelType w:val="multilevel"/>
    <w:tmpl w:val="A9BE4D2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3" w15:restartNumberingAfterBreak="0">
    <w:nsid w:val="73530960"/>
    <w:multiLevelType w:val="multilevel"/>
    <w:tmpl w:val="A7502D0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3926ABD"/>
    <w:multiLevelType w:val="hybridMultilevel"/>
    <w:tmpl w:val="7C1CAB60"/>
    <w:lvl w:ilvl="0" w:tplc="0409000D">
      <w:start w:val="1"/>
      <w:numFmt w:val="bullet"/>
      <w:lvlText w:val=""/>
      <w:lvlJc w:val="left"/>
      <w:pPr>
        <w:ind w:left="1120" w:hanging="360"/>
      </w:pPr>
      <w:rPr>
        <w:rFonts w:ascii="Wingdings" w:hAnsi="Wingdings" w:hint="default"/>
      </w:rPr>
    </w:lvl>
    <w:lvl w:ilvl="1" w:tplc="0409000D">
      <w:start w:val="1"/>
      <w:numFmt w:val="bullet"/>
      <w:lvlText w:val=""/>
      <w:lvlJc w:val="left"/>
      <w:pPr>
        <w:ind w:left="1120" w:hanging="360"/>
      </w:pPr>
      <w:rPr>
        <w:rFonts w:ascii="Wingdings" w:hAnsi="Wingdings"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55" w15:restartNumberingAfterBreak="0">
    <w:nsid w:val="741A4A6A"/>
    <w:multiLevelType w:val="hybridMultilevel"/>
    <w:tmpl w:val="D4B83374"/>
    <w:lvl w:ilvl="0" w:tplc="6FCC7C58">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401112"/>
    <w:multiLevelType w:val="multilevel"/>
    <w:tmpl w:val="1C9499A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58" w15:restartNumberingAfterBreak="0">
    <w:nsid w:val="7AA26550"/>
    <w:multiLevelType w:val="multilevel"/>
    <w:tmpl w:val="D0B673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F4D12D0"/>
    <w:multiLevelType w:val="multilevel"/>
    <w:tmpl w:val="C562CE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6"/>
  </w:num>
  <w:num w:numId="3">
    <w:abstractNumId w:val="57"/>
  </w:num>
  <w:num w:numId="4">
    <w:abstractNumId w:val="12"/>
  </w:num>
  <w:num w:numId="5">
    <w:abstractNumId w:val="18"/>
  </w:num>
  <w:num w:numId="6">
    <w:abstractNumId w:val="25"/>
  </w:num>
  <w:num w:numId="7">
    <w:abstractNumId w:val="48"/>
  </w:num>
  <w:num w:numId="8">
    <w:abstractNumId w:val="34"/>
  </w:num>
  <w:num w:numId="9">
    <w:abstractNumId w:val="32"/>
  </w:num>
  <w:num w:numId="10">
    <w:abstractNumId w:val="1"/>
  </w:num>
  <w:num w:numId="11">
    <w:abstractNumId w:val="2"/>
  </w:num>
  <w:num w:numId="12">
    <w:abstractNumId w:val="47"/>
  </w:num>
  <w:num w:numId="13">
    <w:abstractNumId w:val="29"/>
  </w:num>
  <w:num w:numId="14">
    <w:abstractNumId w:val="22"/>
  </w:num>
  <w:num w:numId="15">
    <w:abstractNumId w:val="37"/>
  </w:num>
  <w:num w:numId="16">
    <w:abstractNumId w:val="27"/>
  </w:num>
  <w:num w:numId="17">
    <w:abstractNumId w:val="16"/>
  </w:num>
  <w:num w:numId="18">
    <w:abstractNumId w:val="52"/>
  </w:num>
  <w:num w:numId="19">
    <w:abstractNumId w:val="58"/>
  </w:num>
  <w:num w:numId="20">
    <w:abstractNumId w:val="44"/>
  </w:num>
  <w:num w:numId="21">
    <w:abstractNumId w:val="55"/>
  </w:num>
  <w:num w:numId="22">
    <w:abstractNumId w:val="11"/>
  </w:num>
  <w:num w:numId="23">
    <w:abstractNumId w:val="8"/>
  </w:num>
  <w:num w:numId="24">
    <w:abstractNumId w:val="46"/>
  </w:num>
  <w:num w:numId="25">
    <w:abstractNumId w:val="30"/>
  </w:num>
  <w:num w:numId="26">
    <w:abstractNumId w:val="15"/>
  </w:num>
  <w:num w:numId="27">
    <w:abstractNumId w:val="43"/>
  </w:num>
  <w:num w:numId="28">
    <w:abstractNumId w:val="20"/>
  </w:num>
  <w:num w:numId="29">
    <w:abstractNumId w:val="59"/>
  </w:num>
  <w:num w:numId="30">
    <w:abstractNumId w:val="53"/>
  </w:num>
  <w:num w:numId="31">
    <w:abstractNumId w:val="7"/>
  </w:num>
  <w:num w:numId="32">
    <w:abstractNumId w:val="56"/>
  </w:num>
  <w:num w:numId="33">
    <w:abstractNumId w:val="9"/>
  </w:num>
  <w:num w:numId="34">
    <w:abstractNumId w:val="17"/>
  </w:num>
  <w:num w:numId="35">
    <w:abstractNumId w:val="35"/>
  </w:num>
  <w:num w:numId="36">
    <w:abstractNumId w:val="42"/>
  </w:num>
  <w:num w:numId="37">
    <w:abstractNumId w:val="40"/>
  </w:num>
  <w:num w:numId="38">
    <w:abstractNumId w:val="39"/>
  </w:num>
  <w:num w:numId="39">
    <w:abstractNumId w:val="31"/>
  </w:num>
  <w:num w:numId="40">
    <w:abstractNumId w:val="14"/>
  </w:num>
  <w:num w:numId="41">
    <w:abstractNumId w:val="41"/>
  </w:num>
  <w:num w:numId="42">
    <w:abstractNumId w:val="49"/>
  </w:num>
  <w:num w:numId="43">
    <w:abstractNumId w:val="13"/>
  </w:num>
  <w:num w:numId="44">
    <w:abstractNumId w:val="45"/>
  </w:num>
  <w:num w:numId="45">
    <w:abstractNumId w:val="5"/>
  </w:num>
  <w:num w:numId="46">
    <w:abstractNumId w:val="26"/>
  </w:num>
  <w:num w:numId="47">
    <w:abstractNumId w:val="19"/>
  </w:num>
  <w:num w:numId="48">
    <w:abstractNumId w:val="28"/>
  </w:num>
  <w:num w:numId="49">
    <w:abstractNumId w:val="21"/>
  </w:num>
  <w:num w:numId="50">
    <w:abstractNumId w:val="38"/>
  </w:num>
  <w:num w:numId="51">
    <w:abstractNumId w:val="50"/>
  </w:num>
  <w:num w:numId="52">
    <w:abstractNumId w:val="33"/>
  </w:num>
  <w:num w:numId="53">
    <w:abstractNumId w:val="54"/>
  </w:num>
  <w:num w:numId="54">
    <w:abstractNumId w:val="4"/>
  </w:num>
  <w:num w:numId="55">
    <w:abstractNumId w:val="23"/>
  </w:num>
  <w:num w:numId="56">
    <w:abstractNumId w:val="6"/>
  </w:num>
  <w:num w:numId="57">
    <w:abstractNumId w:val="51"/>
  </w:num>
  <w:num w:numId="58">
    <w:abstractNumId w:val="24"/>
  </w:num>
  <w:num w:numId="5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3"/>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9DA"/>
    <w:rsid w:val="00004E8E"/>
    <w:rsid w:val="000068FC"/>
    <w:rsid w:val="000069A4"/>
    <w:rsid w:val="000109CA"/>
    <w:rsid w:val="00016B10"/>
    <w:rsid w:val="00020EDB"/>
    <w:rsid w:val="00023244"/>
    <w:rsid w:val="00024B01"/>
    <w:rsid w:val="00025550"/>
    <w:rsid w:val="0002695F"/>
    <w:rsid w:val="00027579"/>
    <w:rsid w:val="00031776"/>
    <w:rsid w:val="00031E7B"/>
    <w:rsid w:val="0004171A"/>
    <w:rsid w:val="000445FE"/>
    <w:rsid w:val="00054677"/>
    <w:rsid w:val="000644F7"/>
    <w:rsid w:val="00064BE9"/>
    <w:rsid w:val="000650CC"/>
    <w:rsid w:val="0007087D"/>
    <w:rsid w:val="0007289A"/>
    <w:rsid w:val="00072CCA"/>
    <w:rsid w:val="00074FAE"/>
    <w:rsid w:val="00080C88"/>
    <w:rsid w:val="00082EA1"/>
    <w:rsid w:val="0008324D"/>
    <w:rsid w:val="00083F8C"/>
    <w:rsid w:val="00084894"/>
    <w:rsid w:val="0008751A"/>
    <w:rsid w:val="00087A2E"/>
    <w:rsid w:val="00090D74"/>
    <w:rsid w:val="00091600"/>
    <w:rsid w:val="00093E64"/>
    <w:rsid w:val="00094101"/>
    <w:rsid w:val="00096FE3"/>
    <w:rsid w:val="000977E9"/>
    <w:rsid w:val="000A0BEA"/>
    <w:rsid w:val="000A3178"/>
    <w:rsid w:val="000A32FF"/>
    <w:rsid w:val="000A5233"/>
    <w:rsid w:val="000B4063"/>
    <w:rsid w:val="000C2FB1"/>
    <w:rsid w:val="000C37D0"/>
    <w:rsid w:val="000C4C50"/>
    <w:rsid w:val="000D0349"/>
    <w:rsid w:val="000D04F1"/>
    <w:rsid w:val="000D1335"/>
    <w:rsid w:val="000D54A0"/>
    <w:rsid w:val="000E26EB"/>
    <w:rsid w:val="000E2EFB"/>
    <w:rsid w:val="000E599E"/>
    <w:rsid w:val="000F0280"/>
    <w:rsid w:val="000F4CFE"/>
    <w:rsid w:val="000F5757"/>
    <w:rsid w:val="000F6D32"/>
    <w:rsid w:val="001049B2"/>
    <w:rsid w:val="00106657"/>
    <w:rsid w:val="0011084B"/>
    <w:rsid w:val="00111967"/>
    <w:rsid w:val="00113A79"/>
    <w:rsid w:val="00113FBB"/>
    <w:rsid w:val="001143F4"/>
    <w:rsid w:val="00120847"/>
    <w:rsid w:val="00122377"/>
    <w:rsid w:val="0012247A"/>
    <w:rsid w:val="00126D14"/>
    <w:rsid w:val="00130CE5"/>
    <w:rsid w:val="00132E59"/>
    <w:rsid w:val="00133C61"/>
    <w:rsid w:val="001342BE"/>
    <w:rsid w:val="0013510B"/>
    <w:rsid w:val="00136CFC"/>
    <w:rsid w:val="0014618A"/>
    <w:rsid w:val="00147237"/>
    <w:rsid w:val="00147E1C"/>
    <w:rsid w:val="00150D22"/>
    <w:rsid w:val="00150E59"/>
    <w:rsid w:val="001525C2"/>
    <w:rsid w:val="001526AF"/>
    <w:rsid w:val="00153C38"/>
    <w:rsid w:val="001554A8"/>
    <w:rsid w:val="00161446"/>
    <w:rsid w:val="00161548"/>
    <w:rsid w:val="0016221D"/>
    <w:rsid w:val="0016783E"/>
    <w:rsid w:val="00170216"/>
    <w:rsid w:val="00170600"/>
    <w:rsid w:val="00172428"/>
    <w:rsid w:val="00175DDB"/>
    <w:rsid w:val="001808D4"/>
    <w:rsid w:val="00193FED"/>
    <w:rsid w:val="0019424F"/>
    <w:rsid w:val="00195FF7"/>
    <w:rsid w:val="001A01CA"/>
    <w:rsid w:val="001A17FE"/>
    <w:rsid w:val="001A3589"/>
    <w:rsid w:val="001A52C9"/>
    <w:rsid w:val="001A631C"/>
    <w:rsid w:val="001B0544"/>
    <w:rsid w:val="001B11E7"/>
    <w:rsid w:val="001B2DE9"/>
    <w:rsid w:val="001C01A8"/>
    <w:rsid w:val="001C111D"/>
    <w:rsid w:val="001C3044"/>
    <w:rsid w:val="001D2C10"/>
    <w:rsid w:val="001E182B"/>
    <w:rsid w:val="001F0022"/>
    <w:rsid w:val="001F29B9"/>
    <w:rsid w:val="001F2CA6"/>
    <w:rsid w:val="001F61B8"/>
    <w:rsid w:val="001F6280"/>
    <w:rsid w:val="00201097"/>
    <w:rsid w:val="00202EF3"/>
    <w:rsid w:val="00203CBC"/>
    <w:rsid w:val="002126A3"/>
    <w:rsid w:val="002126BF"/>
    <w:rsid w:val="0021321C"/>
    <w:rsid w:val="00213BA7"/>
    <w:rsid w:val="002141F1"/>
    <w:rsid w:val="002174E9"/>
    <w:rsid w:val="0022158F"/>
    <w:rsid w:val="002245E7"/>
    <w:rsid w:val="0022618B"/>
    <w:rsid w:val="0022633A"/>
    <w:rsid w:val="0023332C"/>
    <w:rsid w:val="00233F0D"/>
    <w:rsid w:val="002362DA"/>
    <w:rsid w:val="00243E9F"/>
    <w:rsid w:val="00244924"/>
    <w:rsid w:val="0024555E"/>
    <w:rsid w:val="0024726A"/>
    <w:rsid w:val="00247BB3"/>
    <w:rsid w:val="002529E5"/>
    <w:rsid w:val="0025591B"/>
    <w:rsid w:val="00256F2A"/>
    <w:rsid w:val="0026197A"/>
    <w:rsid w:val="00265C0A"/>
    <w:rsid w:val="00272127"/>
    <w:rsid w:val="002738DF"/>
    <w:rsid w:val="00274265"/>
    <w:rsid w:val="0027545D"/>
    <w:rsid w:val="00275FDD"/>
    <w:rsid w:val="00276E8B"/>
    <w:rsid w:val="00277E63"/>
    <w:rsid w:val="00281970"/>
    <w:rsid w:val="00282176"/>
    <w:rsid w:val="00285069"/>
    <w:rsid w:val="00285C5E"/>
    <w:rsid w:val="00285DBB"/>
    <w:rsid w:val="0028612E"/>
    <w:rsid w:val="00294005"/>
    <w:rsid w:val="00294B87"/>
    <w:rsid w:val="00297B37"/>
    <w:rsid w:val="002A22A8"/>
    <w:rsid w:val="002A6A59"/>
    <w:rsid w:val="002B03F2"/>
    <w:rsid w:val="002B2C24"/>
    <w:rsid w:val="002B4AFB"/>
    <w:rsid w:val="002C40BE"/>
    <w:rsid w:val="002C4D09"/>
    <w:rsid w:val="002C60FE"/>
    <w:rsid w:val="002C661C"/>
    <w:rsid w:val="002C7985"/>
    <w:rsid w:val="002C7AEC"/>
    <w:rsid w:val="002D022E"/>
    <w:rsid w:val="002D3A97"/>
    <w:rsid w:val="002D4740"/>
    <w:rsid w:val="002D502B"/>
    <w:rsid w:val="002E006B"/>
    <w:rsid w:val="002E2A11"/>
    <w:rsid w:val="002E6161"/>
    <w:rsid w:val="002E626D"/>
    <w:rsid w:val="002F11A4"/>
    <w:rsid w:val="002F25A9"/>
    <w:rsid w:val="002F517B"/>
    <w:rsid w:val="002F7199"/>
    <w:rsid w:val="003004A4"/>
    <w:rsid w:val="00303C13"/>
    <w:rsid w:val="00305A60"/>
    <w:rsid w:val="0030725B"/>
    <w:rsid w:val="00311188"/>
    <w:rsid w:val="00314D9A"/>
    <w:rsid w:val="003169ED"/>
    <w:rsid w:val="0032151E"/>
    <w:rsid w:val="00321C1A"/>
    <w:rsid w:val="00323080"/>
    <w:rsid w:val="003265D5"/>
    <w:rsid w:val="00326994"/>
    <w:rsid w:val="00327179"/>
    <w:rsid w:val="00332083"/>
    <w:rsid w:val="0033285C"/>
    <w:rsid w:val="003339EF"/>
    <w:rsid w:val="00333D32"/>
    <w:rsid w:val="00336A49"/>
    <w:rsid w:val="00337F6F"/>
    <w:rsid w:val="003503B6"/>
    <w:rsid w:val="00350949"/>
    <w:rsid w:val="0035379C"/>
    <w:rsid w:val="00357BC7"/>
    <w:rsid w:val="00360608"/>
    <w:rsid w:val="00363655"/>
    <w:rsid w:val="00365E62"/>
    <w:rsid w:val="00366CC1"/>
    <w:rsid w:val="003741C1"/>
    <w:rsid w:val="00374B7F"/>
    <w:rsid w:val="00376919"/>
    <w:rsid w:val="003804F7"/>
    <w:rsid w:val="00383B36"/>
    <w:rsid w:val="0038735D"/>
    <w:rsid w:val="003907EC"/>
    <w:rsid w:val="003A1FF8"/>
    <w:rsid w:val="003A217D"/>
    <w:rsid w:val="003A3B2F"/>
    <w:rsid w:val="003A587A"/>
    <w:rsid w:val="003B0F26"/>
    <w:rsid w:val="003B1FCE"/>
    <w:rsid w:val="003B2103"/>
    <w:rsid w:val="003B29C7"/>
    <w:rsid w:val="003B56D5"/>
    <w:rsid w:val="003B6973"/>
    <w:rsid w:val="003D0FAD"/>
    <w:rsid w:val="003D23D9"/>
    <w:rsid w:val="003E2463"/>
    <w:rsid w:val="003E7BAE"/>
    <w:rsid w:val="003F06A4"/>
    <w:rsid w:val="003F0CC7"/>
    <w:rsid w:val="003F1982"/>
    <w:rsid w:val="003F215D"/>
    <w:rsid w:val="003F4CCA"/>
    <w:rsid w:val="003F4E15"/>
    <w:rsid w:val="0040078D"/>
    <w:rsid w:val="004031EF"/>
    <w:rsid w:val="004054C4"/>
    <w:rsid w:val="004061AD"/>
    <w:rsid w:val="004135A2"/>
    <w:rsid w:val="004156FE"/>
    <w:rsid w:val="00420E8F"/>
    <w:rsid w:val="004223E0"/>
    <w:rsid w:val="0042473F"/>
    <w:rsid w:val="00425559"/>
    <w:rsid w:val="00433073"/>
    <w:rsid w:val="0043556F"/>
    <w:rsid w:val="00436BEC"/>
    <w:rsid w:val="00440495"/>
    <w:rsid w:val="004477DD"/>
    <w:rsid w:val="00447AAC"/>
    <w:rsid w:val="00447D4F"/>
    <w:rsid w:val="00450913"/>
    <w:rsid w:val="004524AB"/>
    <w:rsid w:val="00453CB7"/>
    <w:rsid w:val="00455E0A"/>
    <w:rsid w:val="00456313"/>
    <w:rsid w:val="00457050"/>
    <w:rsid w:val="00460B4D"/>
    <w:rsid w:val="00465BB9"/>
    <w:rsid w:val="00467D53"/>
    <w:rsid w:val="00476E23"/>
    <w:rsid w:val="00477A2B"/>
    <w:rsid w:val="00490D21"/>
    <w:rsid w:val="00492B96"/>
    <w:rsid w:val="0049508A"/>
    <w:rsid w:val="004A05AC"/>
    <w:rsid w:val="004B2404"/>
    <w:rsid w:val="004B77E8"/>
    <w:rsid w:val="004C5092"/>
    <w:rsid w:val="004C7350"/>
    <w:rsid w:val="004C73D5"/>
    <w:rsid w:val="004D3C11"/>
    <w:rsid w:val="004E36F2"/>
    <w:rsid w:val="004E5F32"/>
    <w:rsid w:val="004F4C7E"/>
    <w:rsid w:val="004F557E"/>
    <w:rsid w:val="005142D0"/>
    <w:rsid w:val="0052248B"/>
    <w:rsid w:val="00522E96"/>
    <w:rsid w:val="005269AF"/>
    <w:rsid w:val="00526AC8"/>
    <w:rsid w:val="00530B6D"/>
    <w:rsid w:val="00531738"/>
    <w:rsid w:val="00535E2E"/>
    <w:rsid w:val="0053758F"/>
    <w:rsid w:val="005442B7"/>
    <w:rsid w:val="00544A3D"/>
    <w:rsid w:val="005510DA"/>
    <w:rsid w:val="0055642D"/>
    <w:rsid w:val="00556CD9"/>
    <w:rsid w:val="005579BA"/>
    <w:rsid w:val="005621CA"/>
    <w:rsid w:val="00565003"/>
    <w:rsid w:val="005657F9"/>
    <w:rsid w:val="00566E9E"/>
    <w:rsid w:val="00571C40"/>
    <w:rsid w:val="005726CA"/>
    <w:rsid w:val="00576CEA"/>
    <w:rsid w:val="0059081C"/>
    <w:rsid w:val="00594F9B"/>
    <w:rsid w:val="005954D7"/>
    <w:rsid w:val="005979D8"/>
    <w:rsid w:val="005A4565"/>
    <w:rsid w:val="005B1C45"/>
    <w:rsid w:val="005B34FF"/>
    <w:rsid w:val="005C2A71"/>
    <w:rsid w:val="005C2B18"/>
    <w:rsid w:val="005C5D93"/>
    <w:rsid w:val="005C7732"/>
    <w:rsid w:val="005C7E9D"/>
    <w:rsid w:val="005D7B05"/>
    <w:rsid w:val="005E2E36"/>
    <w:rsid w:val="005E35FE"/>
    <w:rsid w:val="005E5487"/>
    <w:rsid w:val="005E6A1E"/>
    <w:rsid w:val="005E780A"/>
    <w:rsid w:val="005F34B0"/>
    <w:rsid w:val="00600871"/>
    <w:rsid w:val="00600ECE"/>
    <w:rsid w:val="00601093"/>
    <w:rsid w:val="00602A39"/>
    <w:rsid w:val="00604F84"/>
    <w:rsid w:val="00611415"/>
    <w:rsid w:val="00611D96"/>
    <w:rsid w:val="00616897"/>
    <w:rsid w:val="00621B0C"/>
    <w:rsid w:val="00622226"/>
    <w:rsid w:val="00625A09"/>
    <w:rsid w:val="006333C6"/>
    <w:rsid w:val="00635CB4"/>
    <w:rsid w:val="00636251"/>
    <w:rsid w:val="00637758"/>
    <w:rsid w:val="00645B96"/>
    <w:rsid w:val="006542C6"/>
    <w:rsid w:val="00655D4B"/>
    <w:rsid w:val="006563E3"/>
    <w:rsid w:val="006622D4"/>
    <w:rsid w:val="00662BB5"/>
    <w:rsid w:val="00664F6F"/>
    <w:rsid w:val="006652ED"/>
    <w:rsid w:val="0066686E"/>
    <w:rsid w:val="006676DB"/>
    <w:rsid w:val="006711C6"/>
    <w:rsid w:val="00671E93"/>
    <w:rsid w:val="00672367"/>
    <w:rsid w:val="00673D30"/>
    <w:rsid w:val="006868C3"/>
    <w:rsid w:val="00686932"/>
    <w:rsid w:val="00687DF6"/>
    <w:rsid w:val="00692639"/>
    <w:rsid w:val="006A1BFD"/>
    <w:rsid w:val="006B21D3"/>
    <w:rsid w:val="006B291A"/>
    <w:rsid w:val="006B3319"/>
    <w:rsid w:val="006B6307"/>
    <w:rsid w:val="006C1BE1"/>
    <w:rsid w:val="006D63FD"/>
    <w:rsid w:val="006E1314"/>
    <w:rsid w:val="006E1D01"/>
    <w:rsid w:val="006E1FB2"/>
    <w:rsid w:val="006E2E19"/>
    <w:rsid w:val="006E7398"/>
    <w:rsid w:val="006F3849"/>
    <w:rsid w:val="006F5BF4"/>
    <w:rsid w:val="0070277A"/>
    <w:rsid w:val="007054C4"/>
    <w:rsid w:val="00705B3A"/>
    <w:rsid w:val="00705F01"/>
    <w:rsid w:val="00706179"/>
    <w:rsid w:val="00707CEB"/>
    <w:rsid w:val="00710A63"/>
    <w:rsid w:val="00716514"/>
    <w:rsid w:val="00721894"/>
    <w:rsid w:val="007223BB"/>
    <w:rsid w:val="00735315"/>
    <w:rsid w:val="007404E3"/>
    <w:rsid w:val="00744F6F"/>
    <w:rsid w:val="0075496B"/>
    <w:rsid w:val="00755959"/>
    <w:rsid w:val="00761E49"/>
    <w:rsid w:val="00764EF2"/>
    <w:rsid w:val="00765DCC"/>
    <w:rsid w:val="00766957"/>
    <w:rsid w:val="007700CC"/>
    <w:rsid w:val="00771160"/>
    <w:rsid w:val="00772983"/>
    <w:rsid w:val="0077493F"/>
    <w:rsid w:val="00776723"/>
    <w:rsid w:val="00776DE2"/>
    <w:rsid w:val="007804F0"/>
    <w:rsid w:val="00782496"/>
    <w:rsid w:val="00783740"/>
    <w:rsid w:val="00783766"/>
    <w:rsid w:val="007869E1"/>
    <w:rsid w:val="00787D25"/>
    <w:rsid w:val="007913D2"/>
    <w:rsid w:val="007943F3"/>
    <w:rsid w:val="007A28EA"/>
    <w:rsid w:val="007A4746"/>
    <w:rsid w:val="007A6793"/>
    <w:rsid w:val="007A6838"/>
    <w:rsid w:val="007A73DB"/>
    <w:rsid w:val="007B5525"/>
    <w:rsid w:val="007B5778"/>
    <w:rsid w:val="007C20D2"/>
    <w:rsid w:val="007C4290"/>
    <w:rsid w:val="007D0BFE"/>
    <w:rsid w:val="007D4219"/>
    <w:rsid w:val="007D6F23"/>
    <w:rsid w:val="007D79AA"/>
    <w:rsid w:val="007E1C3A"/>
    <w:rsid w:val="007E7324"/>
    <w:rsid w:val="007F24A2"/>
    <w:rsid w:val="007F2AE6"/>
    <w:rsid w:val="007F2BA6"/>
    <w:rsid w:val="007F71AF"/>
    <w:rsid w:val="007F7CD7"/>
    <w:rsid w:val="0080124E"/>
    <w:rsid w:val="008029EA"/>
    <w:rsid w:val="00803325"/>
    <w:rsid w:val="00804AC7"/>
    <w:rsid w:val="00805009"/>
    <w:rsid w:val="008070FA"/>
    <w:rsid w:val="00807C24"/>
    <w:rsid w:val="008103EE"/>
    <w:rsid w:val="008109B4"/>
    <w:rsid w:val="00812717"/>
    <w:rsid w:val="00813F15"/>
    <w:rsid w:val="0081546F"/>
    <w:rsid w:val="00815DA9"/>
    <w:rsid w:val="008259F2"/>
    <w:rsid w:val="0082620C"/>
    <w:rsid w:val="00827853"/>
    <w:rsid w:val="00831777"/>
    <w:rsid w:val="0083348E"/>
    <w:rsid w:val="00836E0E"/>
    <w:rsid w:val="008403AB"/>
    <w:rsid w:val="00842FBE"/>
    <w:rsid w:val="0084400E"/>
    <w:rsid w:val="00844F9E"/>
    <w:rsid w:val="00845F82"/>
    <w:rsid w:val="00847494"/>
    <w:rsid w:val="0085088D"/>
    <w:rsid w:val="00852492"/>
    <w:rsid w:val="00853D27"/>
    <w:rsid w:val="00855A4C"/>
    <w:rsid w:val="00857A70"/>
    <w:rsid w:val="00861228"/>
    <w:rsid w:val="00861681"/>
    <w:rsid w:val="00864570"/>
    <w:rsid w:val="00865838"/>
    <w:rsid w:val="008801E2"/>
    <w:rsid w:val="00882349"/>
    <w:rsid w:val="00883731"/>
    <w:rsid w:val="00883D14"/>
    <w:rsid w:val="008859D7"/>
    <w:rsid w:val="00885B6D"/>
    <w:rsid w:val="0088673E"/>
    <w:rsid w:val="00891F52"/>
    <w:rsid w:val="00892B68"/>
    <w:rsid w:val="0089341E"/>
    <w:rsid w:val="00895287"/>
    <w:rsid w:val="008A00FA"/>
    <w:rsid w:val="008A1A00"/>
    <w:rsid w:val="008A505B"/>
    <w:rsid w:val="008B1E6E"/>
    <w:rsid w:val="008B3D0A"/>
    <w:rsid w:val="008B45F0"/>
    <w:rsid w:val="008B469C"/>
    <w:rsid w:val="008C1477"/>
    <w:rsid w:val="008C295C"/>
    <w:rsid w:val="008C7557"/>
    <w:rsid w:val="008D08BE"/>
    <w:rsid w:val="008D7735"/>
    <w:rsid w:val="008E0D0A"/>
    <w:rsid w:val="008E28EE"/>
    <w:rsid w:val="008E41FC"/>
    <w:rsid w:val="008F1143"/>
    <w:rsid w:val="008F6D42"/>
    <w:rsid w:val="009002E8"/>
    <w:rsid w:val="009008D5"/>
    <w:rsid w:val="009022A2"/>
    <w:rsid w:val="009022B8"/>
    <w:rsid w:val="00912C2D"/>
    <w:rsid w:val="00915067"/>
    <w:rsid w:val="00915F14"/>
    <w:rsid w:val="0092466A"/>
    <w:rsid w:val="00926D52"/>
    <w:rsid w:val="00933536"/>
    <w:rsid w:val="00934F0D"/>
    <w:rsid w:val="00937F58"/>
    <w:rsid w:val="00940137"/>
    <w:rsid w:val="00953066"/>
    <w:rsid w:val="0095424E"/>
    <w:rsid w:val="009558C7"/>
    <w:rsid w:val="009558E0"/>
    <w:rsid w:val="00955F15"/>
    <w:rsid w:val="0096104F"/>
    <w:rsid w:val="0096563F"/>
    <w:rsid w:val="0096764E"/>
    <w:rsid w:val="00970A9A"/>
    <w:rsid w:val="00973FA0"/>
    <w:rsid w:val="00976AAB"/>
    <w:rsid w:val="00980125"/>
    <w:rsid w:val="009833EA"/>
    <w:rsid w:val="00984580"/>
    <w:rsid w:val="009855F1"/>
    <w:rsid w:val="00985B20"/>
    <w:rsid w:val="00987CDE"/>
    <w:rsid w:val="009930E7"/>
    <w:rsid w:val="0099643A"/>
    <w:rsid w:val="009976DF"/>
    <w:rsid w:val="009A0EBC"/>
    <w:rsid w:val="009A3CB0"/>
    <w:rsid w:val="009A4266"/>
    <w:rsid w:val="009A490B"/>
    <w:rsid w:val="009B1FD9"/>
    <w:rsid w:val="009B2B46"/>
    <w:rsid w:val="009B33D7"/>
    <w:rsid w:val="009B4DBD"/>
    <w:rsid w:val="009B5C33"/>
    <w:rsid w:val="009C0098"/>
    <w:rsid w:val="009C1C2E"/>
    <w:rsid w:val="009C2FA1"/>
    <w:rsid w:val="009C3650"/>
    <w:rsid w:val="009C6F5E"/>
    <w:rsid w:val="009D0398"/>
    <w:rsid w:val="009D258D"/>
    <w:rsid w:val="009D4B77"/>
    <w:rsid w:val="009D65CF"/>
    <w:rsid w:val="009D7545"/>
    <w:rsid w:val="009D761A"/>
    <w:rsid w:val="009E033D"/>
    <w:rsid w:val="009E346F"/>
    <w:rsid w:val="009E5E4D"/>
    <w:rsid w:val="009E7049"/>
    <w:rsid w:val="009E7AAF"/>
    <w:rsid w:val="009F287C"/>
    <w:rsid w:val="009F2D6F"/>
    <w:rsid w:val="009F6AEC"/>
    <w:rsid w:val="009F7B57"/>
    <w:rsid w:val="00A01661"/>
    <w:rsid w:val="00A0186F"/>
    <w:rsid w:val="00A049B9"/>
    <w:rsid w:val="00A060D9"/>
    <w:rsid w:val="00A07172"/>
    <w:rsid w:val="00A11191"/>
    <w:rsid w:val="00A116AA"/>
    <w:rsid w:val="00A12B62"/>
    <w:rsid w:val="00A22A0B"/>
    <w:rsid w:val="00A22FAB"/>
    <w:rsid w:val="00A25D02"/>
    <w:rsid w:val="00A26247"/>
    <w:rsid w:val="00A2747C"/>
    <w:rsid w:val="00A30DE0"/>
    <w:rsid w:val="00A32672"/>
    <w:rsid w:val="00A32711"/>
    <w:rsid w:val="00A33802"/>
    <w:rsid w:val="00A41804"/>
    <w:rsid w:val="00A4576B"/>
    <w:rsid w:val="00A47BB6"/>
    <w:rsid w:val="00A50D1D"/>
    <w:rsid w:val="00A51E27"/>
    <w:rsid w:val="00A524E0"/>
    <w:rsid w:val="00A52510"/>
    <w:rsid w:val="00A531D9"/>
    <w:rsid w:val="00A608C2"/>
    <w:rsid w:val="00A63E1E"/>
    <w:rsid w:val="00A73334"/>
    <w:rsid w:val="00A83233"/>
    <w:rsid w:val="00A86278"/>
    <w:rsid w:val="00A944A0"/>
    <w:rsid w:val="00A95EC0"/>
    <w:rsid w:val="00A967FB"/>
    <w:rsid w:val="00A96C65"/>
    <w:rsid w:val="00AA0D70"/>
    <w:rsid w:val="00AA66C3"/>
    <w:rsid w:val="00AB0AEB"/>
    <w:rsid w:val="00AB459D"/>
    <w:rsid w:val="00AC030B"/>
    <w:rsid w:val="00AC09CF"/>
    <w:rsid w:val="00AC1E75"/>
    <w:rsid w:val="00AC22A6"/>
    <w:rsid w:val="00AC3248"/>
    <w:rsid w:val="00AC5542"/>
    <w:rsid w:val="00AC7257"/>
    <w:rsid w:val="00AC7E96"/>
    <w:rsid w:val="00AD0495"/>
    <w:rsid w:val="00AD1FCB"/>
    <w:rsid w:val="00AD405D"/>
    <w:rsid w:val="00AD5058"/>
    <w:rsid w:val="00AD7858"/>
    <w:rsid w:val="00AE1C41"/>
    <w:rsid w:val="00AE53D8"/>
    <w:rsid w:val="00AF1A65"/>
    <w:rsid w:val="00AF2231"/>
    <w:rsid w:val="00AF366B"/>
    <w:rsid w:val="00B02DCF"/>
    <w:rsid w:val="00B036D5"/>
    <w:rsid w:val="00B046BD"/>
    <w:rsid w:val="00B07838"/>
    <w:rsid w:val="00B17EB4"/>
    <w:rsid w:val="00B2104F"/>
    <w:rsid w:val="00B23CAE"/>
    <w:rsid w:val="00B24CC3"/>
    <w:rsid w:val="00B311AF"/>
    <w:rsid w:val="00B329DA"/>
    <w:rsid w:val="00B332A5"/>
    <w:rsid w:val="00B4202B"/>
    <w:rsid w:val="00B43EFF"/>
    <w:rsid w:val="00B45366"/>
    <w:rsid w:val="00B525EA"/>
    <w:rsid w:val="00B558CF"/>
    <w:rsid w:val="00B56DB6"/>
    <w:rsid w:val="00B571A3"/>
    <w:rsid w:val="00B62D51"/>
    <w:rsid w:val="00B82C12"/>
    <w:rsid w:val="00B84D1A"/>
    <w:rsid w:val="00B9729D"/>
    <w:rsid w:val="00BA053C"/>
    <w:rsid w:val="00BA0C56"/>
    <w:rsid w:val="00BA1738"/>
    <w:rsid w:val="00BB0FE3"/>
    <w:rsid w:val="00BC56E1"/>
    <w:rsid w:val="00BD2538"/>
    <w:rsid w:val="00BD28E0"/>
    <w:rsid w:val="00BE2712"/>
    <w:rsid w:val="00BE6B72"/>
    <w:rsid w:val="00BF5555"/>
    <w:rsid w:val="00C02EE2"/>
    <w:rsid w:val="00C03E3F"/>
    <w:rsid w:val="00C04832"/>
    <w:rsid w:val="00C133B1"/>
    <w:rsid w:val="00C154D0"/>
    <w:rsid w:val="00C16077"/>
    <w:rsid w:val="00C16B3F"/>
    <w:rsid w:val="00C20717"/>
    <w:rsid w:val="00C22A07"/>
    <w:rsid w:val="00C335DE"/>
    <w:rsid w:val="00C33F9B"/>
    <w:rsid w:val="00C427E6"/>
    <w:rsid w:val="00C46995"/>
    <w:rsid w:val="00C54B19"/>
    <w:rsid w:val="00C6472E"/>
    <w:rsid w:val="00C659B8"/>
    <w:rsid w:val="00C6691A"/>
    <w:rsid w:val="00C7078B"/>
    <w:rsid w:val="00C72FA5"/>
    <w:rsid w:val="00C73883"/>
    <w:rsid w:val="00C75BD6"/>
    <w:rsid w:val="00C94012"/>
    <w:rsid w:val="00C94A37"/>
    <w:rsid w:val="00C97324"/>
    <w:rsid w:val="00CA00C3"/>
    <w:rsid w:val="00CA2F2F"/>
    <w:rsid w:val="00CA7E07"/>
    <w:rsid w:val="00CB5A83"/>
    <w:rsid w:val="00CC1DC2"/>
    <w:rsid w:val="00CC2251"/>
    <w:rsid w:val="00CD6078"/>
    <w:rsid w:val="00CE313F"/>
    <w:rsid w:val="00CE5222"/>
    <w:rsid w:val="00CF2279"/>
    <w:rsid w:val="00CF5BC0"/>
    <w:rsid w:val="00D017B1"/>
    <w:rsid w:val="00D043F4"/>
    <w:rsid w:val="00D070FF"/>
    <w:rsid w:val="00D07444"/>
    <w:rsid w:val="00D10CFB"/>
    <w:rsid w:val="00D214BF"/>
    <w:rsid w:val="00D2610D"/>
    <w:rsid w:val="00D2647B"/>
    <w:rsid w:val="00D33F4F"/>
    <w:rsid w:val="00D3464A"/>
    <w:rsid w:val="00D34F5F"/>
    <w:rsid w:val="00D42272"/>
    <w:rsid w:val="00D438B7"/>
    <w:rsid w:val="00D56529"/>
    <w:rsid w:val="00D573B6"/>
    <w:rsid w:val="00D626D0"/>
    <w:rsid w:val="00D643B9"/>
    <w:rsid w:val="00D64C3E"/>
    <w:rsid w:val="00D66671"/>
    <w:rsid w:val="00D758F0"/>
    <w:rsid w:val="00D800A8"/>
    <w:rsid w:val="00D8078C"/>
    <w:rsid w:val="00D84B08"/>
    <w:rsid w:val="00D85400"/>
    <w:rsid w:val="00D911A5"/>
    <w:rsid w:val="00D915C6"/>
    <w:rsid w:val="00D91D89"/>
    <w:rsid w:val="00D93754"/>
    <w:rsid w:val="00D94F62"/>
    <w:rsid w:val="00DA0D9C"/>
    <w:rsid w:val="00DA10CE"/>
    <w:rsid w:val="00DA1509"/>
    <w:rsid w:val="00DA2BD1"/>
    <w:rsid w:val="00DA396C"/>
    <w:rsid w:val="00DA4222"/>
    <w:rsid w:val="00DB07B1"/>
    <w:rsid w:val="00DC36D0"/>
    <w:rsid w:val="00DC489B"/>
    <w:rsid w:val="00DC4E6C"/>
    <w:rsid w:val="00DC6BAA"/>
    <w:rsid w:val="00DC7581"/>
    <w:rsid w:val="00DD7DDE"/>
    <w:rsid w:val="00DE4C7B"/>
    <w:rsid w:val="00DE7504"/>
    <w:rsid w:val="00DE7DED"/>
    <w:rsid w:val="00DF14DD"/>
    <w:rsid w:val="00DF6248"/>
    <w:rsid w:val="00E0114F"/>
    <w:rsid w:val="00E13995"/>
    <w:rsid w:val="00E15B8E"/>
    <w:rsid w:val="00E15CB7"/>
    <w:rsid w:val="00E21634"/>
    <w:rsid w:val="00E2229F"/>
    <w:rsid w:val="00E245CA"/>
    <w:rsid w:val="00E25A43"/>
    <w:rsid w:val="00E278AC"/>
    <w:rsid w:val="00E33724"/>
    <w:rsid w:val="00E33A30"/>
    <w:rsid w:val="00E348D3"/>
    <w:rsid w:val="00E37BB6"/>
    <w:rsid w:val="00E41C51"/>
    <w:rsid w:val="00E42E7C"/>
    <w:rsid w:val="00E440AE"/>
    <w:rsid w:val="00E46683"/>
    <w:rsid w:val="00E52C86"/>
    <w:rsid w:val="00E6024C"/>
    <w:rsid w:val="00E63D21"/>
    <w:rsid w:val="00E642FB"/>
    <w:rsid w:val="00E676F1"/>
    <w:rsid w:val="00E70B93"/>
    <w:rsid w:val="00E70C76"/>
    <w:rsid w:val="00E71FB5"/>
    <w:rsid w:val="00E7741C"/>
    <w:rsid w:val="00E7752C"/>
    <w:rsid w:val="00E829A4"/>
    <w:rsid w:val="00E93BC1"/>
    <w:rsid w:val="00E96134"/>
    <w:rsid w:val="00EA0FBE"/>
    <w:rsid w:val="00EA1E8A"/>
    <w:rsid w:val="00EA50E2"/>
    <w:rsid w:val="00EB06BC"/>
    <w:rsid w:val="00EB2264"/>
    <w:rsid w:val="00EB5363"/>
    <w:rsid w:val="00ED0D9D"/>
    <w:rsid w:val="00ED39BE"/>
    <w:rsid w:val="00EE1DED"/>
    <w:rsid w:val="00EF1323"/>
    <w:rsid w:val="00EF470A"/>
    <w:rsid w:val="00EF5202"/>
    <w:rsid w:val="00EF59F1"/>
    <w:rsid w:val="00F0665B"/>
    <w:rsid w:val="00F123A8"/>
    <w:rsid w:val="00F141F1"/>
    <w:rsid w:val="00F14D59"/>
    <w:rsid w:val="00F15C84"/>
    <w:rsid w:val="00F15FFA"/>
    <w:rsid w:val="00F16397"/>
    <w:rsid w:val="00F164A8"/>
    <w:rsid w:val="00F16D88"/>
    <w:rsid w:val="00F2198F"/>
    <w:rsid w:val="00F24F68"/>
    <w:rsid w:val="00F275F0"/>
    <w:rsid w:val="00F31FE8"/>
    <w:rsid w:val="00F32A68"/>
    <w:rsid w:val="00F34928"/>
    <w:rsid w:val="00F34CF1"/>
    <w:rsid w:val="00F35BED"/>
    <w:rsid w:val="00F43E32"/>
    <w:rsid w:val="00F57C54"/>
    <w:rsid w:val="00F6136D"/>
    <w:rsid w:val="00F6329A"/>
    <w:rsid w:val="00F650F1"/>
    <w:rsid w:val="00F65770"/>
    <w:rsid w:val="00F658BE"/>
    <w:rsid w:val="00F66B2C"/>
    <w:rsid w:val="00F71642"/>
    <w:rsid w:val="00F7229F"/>
    <w:rsid w:val="00F72895"/>
    <w:rsid w:val="00F76EA4"/>
    <w:rsid w:val="00F82494"/>
    <w:rsid w:val="00F84A4D"/>
    <w:rsid w:val="00F90137"/>
    <w:rsid w:val="00F9766F"/>
    <w:rsid w:val="00FA4A30"/>
    <w:rsid w:val="00FB1989"/>
    <w:rsid w:val="00FB2A58"/>
    <w:rsid w:val="00FB54B3"/>
    <w:rsid w:val="00FC65B7"/>
    <w:rsid w:val="00FD450B"/>
    <w:rsid w:val="00FD5F82"/>
    <w:rsid w:val="00FD62D4"/>
    <w:rsid w:val="00FD6DD6"/>
    <w:rsid w:val="00FD71B3"/>
    <w:rsid w:val="00FD72DB"/>
    <w:rsid w:val="00FE343B"/>
    <w:rsid w:val="00FF05B3"/>
    <w:rsid w:val="00FF309D"/>
    <w:rsid w:val="00FF53FA"/>
    <w:rsid w:val="00FF73FB"/>
    <w:rsid w:val="01FEB2DA"/>
    <w:rsid w:val="44E2540E"/>
    <w:rsid w:val="57DCF5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E84F8A"/>
  <w15:docId w15:val="{E8242504-116B-42DB-BA04-057961B1C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9EF"/>
    <w:pPr>
      <w:overflowPunct w:val="0"/>
      <w:autoSpaceDE w:val="0"/>
      <w:autoSpaceDN w:val="0"/>
      <w:adjustRightInd w:val="0"/>
      <w:textAlignment w:val="baseline"/>
    </w:pPr>
    <w:rPr>
      <w:lang w:eastAsia="en-GB"/>
    </w:rPr>
  </w:style>
  <w:style w:type="paragraph" w:styleId="Heading1">
    <w:name w:val="heading 1"/>
    <w:basedOn w:val="Normal"/>
    <w:next w:val="Normal"/>
    <w:link w:val="Heading1Char"/>
    <w:qFormat/>
    <w:rsid w:val="003339EF"/>
    <w:pPr>
      <w:keepNext/>
      <w:spacing w:after="60"/>
      <w:outlineLvl w:val="0"/>
    </w:pPr>
    <w:rPr>
      <w:rFonts w:ascii="Arial" w:hAnsi="Arial" w:cs="Arial"/>
      <w:b/>
      <w:kern w:val="28"/>
      <w:sz w:val="26"/>
    </w:rPr>
  </w:style>
  <w:style w:type="paragraph" w:styleId="Heading2">
    <w:name w:val="heading 2"/>
    <w:basedOn w:val="Normal"/>
    <w:next w:val="Normal"/>
    <w:qFormat/>
    <w:rsid w:val="003339EF"/>
    <w:pPr>
      <w:keepNext/>
      <w:spacing w:after="60"/>
      <w:ind w:left="720" w:hanging="720"/>
      <w:outlineLvl w:val="1"/>
    </w:pPr>
    <w:rPr>
      <w:rFonts w:ascii="Arial" w:hAnsi="Arial" w:cs="Arial"/>
      <w:b/>
      <w:sz w:val="24"/>
    </w:rPr>
  </w:style>
  <w:style w:type="paragraph" w:styleId="Heading3">
    <w:name w:val="heading 3"/>
    <w:basedOn w:val="Normal"/>
    <w:next w:val="Normal"/>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qFormat/>
    <w:rsid w:val="003339EF"/>
    <w:pPr>
      <w:keepNext/>
      <w:spacing w:line="240" w:lineRule="exact"/>
      <w:outlineLvl w:val="3"/>
    </w:pPr>
    <w:rPr>
      <w:rFonts w:ascii="Century Gothic" w:hAnsi="Century Gothic"/>
      <w:sz w:val="22"/>
    </w:rPr>
  </w:style>
  <w:style w:type="paragraph" w:styleId="Heading5">
    <w:name w:val="heading 5"/>
    <w:basedOn w:val="Normal"/>
    <w:next w:val="Normal"/>
    <w:qFormat/>
    <w:rsid w:val="003339EF"/>
    <w:pPr>
      <w:keepNext/>
      <w:jc w:val="center"/>
      <w:outlineLvl w:val="4"/>
    </w:pPr>
    <w:rPr>
      <w:rFonts w:ascii="Arial" w:hAnsi="Arial" w:cs="Arial"/>
      <w:b/>
      <w:sz w:val="40"/>
    </w:rPr>
  </w:style>
  <w:style w:type="paragraph" w:styleId="Heading6">
    <w:name w:val="heading 6"/>
    <w:basedOn w:val="Normal"/>
    <w:next w:val="Normal"/>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qFormat/>
    <w:rsid w:val="003339EF"/>
    <w:pPr>
      <w:keepNext/>
      <w:widowControl w:val="0"/>
      <w:ind w:left="720"/>
      <w:outlineLvl w:val="6"/>
    </w:pPr>
    <w:rPr>
      <w:rFonts w:ascii="Arial" w:hAnsi="Arial" w:cs="Arial"/>
      <w:b/>
      <w:sz w:val="22"/>
    </w:rPr>
  </w:style>
  <w:style w:type="paragraph" w:styleId="Heading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39EF"/>
    <w:pPr>
      <w:tabs>
        <w:tab w:val="center" w:pos="4536"/>
        <w:tab w:val="right" w:pos="9072"/>
      </w:tabs>
    </w:pPr>
  </w:style>
  <w:style w:type="paragraph" w:styleId="Footer">
    <w:name w:val="footer"/>
    <w:basedOn w:val="Normal"/>
    <w:uiPriority w:val="99"/>
    <w:rsid w:val="003339EF"/>
    <w:pPr>
      <w:tabs>
        <w:tab w:val="center" w:pos="4536"/>
        <w:tab w:val="right" w:pos="9072"/>
      </w:tabs>
    </w:pPr>
  </w:style>
  <w:style w:type="character" w:styleId="PageNumber">
    <w:name w:val="page number"/>
    <w:basedOn w:val="DefaultParagraphFont"/>
    <w:rsid w:val="003339EF"/>
    <w:rPr>
      <w:rFonts w:ascii="Times New Roman" w:hAnsi="Times New Roman" w:cs="Times New Roman"/>
    </w:rPr>
  </w:style>
  <w:style w:type="paragraph" w:styleId="BodyTextIndent">
    <w:name w:val="Body Text Indent"/>
    <w:basedOn w:val="Normal"/>
    <w:semiHidden/>
    <w:rsid w:val="003339EF"/>
    <w:pPr>
      <w:tabs>
        <w:tab w:val="left" w:pos="504"/>
      </w:tabs>
      <w:ind w:left="72"/>
    </w:pPr>
    <w:rPr>
      <w:rFonts w:ascii="Century Gothic" w:hAnsi="Century Gothic"/>
      <w:sz w:val="22"/>
      <w:u w:val="single"/>
    </w:rPr>
  </w:style>
  <w:style w:type="paragraph" w:styleId="BodyTextIndent2">
    <w:name w:val="Body Text Indent 2"/>
    <w:basedOn w:val="Normal"/>
    <w:semiHidden/>
    <w:rsid w:val="003339EF"/>
    <w:pPr>
      <w:tabs>
        <w:tab w:val="left" w:pos="720"/>
      </w:tabs>
      <w:ind w:left="810"/>
    </w:pPr>
    <w:rPr>
      <w:rFonts w:ascii="Arial" w:hAnsi="Arial" w:cs="Arial"/>
      <w:sz w:val="22"/>
    </w:rPr>
  </w:style>
  <w:style w:type="character" w:styleId="Hyperlink">
    <w:name w:val="Hyperlink"/>
    <w:basedOn w:val="DefaultParagraphFont"/>
    <w:uiPriority w:val="99"/>
    <w:rsid w:val="003339EF"/>
    <w:rPr>
      <w:rFonts w:ascii="Times New Roman" w:hAnsi="Times New Roman" w:cs="Times New Roman"/>
      <w:color w:val="0000FF"/>
      <w:u w:val="single"/>
    </w:rPr>
  </w:style>
  <w:style w:type="paragraph" w:styleId="BodyText">
    <w:name w:val="Body Text"/>
    <w:basedOn w:val="Normal"/>
    <w:semiHidden/>
    <w:rsid w:val="003339EF"/>
    <w:pPr>
      <w:tabs>
        <w:tab w:val="left" w:pos="720"/>
      </w:tabs>
      <w:suppressAutoHyphens/>
      <w:jc w:val="both"/>
    </w:pPr>
    <w:rPr>
      <w:sz w:val="24"/>
    </w:rPr>
  </w:style>
  <w:style w:type="paragraph" w:styleId="Title">
    <w:name w:val="Title"/>
    <w:basedOn w:val="Normal"/>
    <w:qFormat/>
    <w:rsid w:val="003339EF"/>
    <w:pPr>
      <w:widowControl w:val="0"/>
      <w:jc w:val="center"/>
    </w:pPr>
    <w:rPr>
      <w:rFonts w:ascii="Courier" w:hAnsi="Courier"/>
      <w:b/>
      <w:sz w:val="36"/>
      <w:u w:val="single"/>
    </w:rPr>
  </w:style>
  <w:style w:type="paragraph" w:styleId="BodyText3">
    <w:name w:val="Body Text 3"/>
    <w:basedOn w:val="Normal"/>
    <w:semiHidden/>
    <w:rsid w:val="003339EF"/>
    <w:pPr>
      <w:tabs>
        <w:tab w:val="left" w:pos="540"/>
      </w:tabs>
      <w:suppressAutoHyphens/>
      <w:ind w:right="-72"/>
      <w:jc w:val="both"/>
    </w:pPr>
    <w:rPr>
      <w:sz w:val="24"/>
    </w:rPr>
  </w:style>
  <w:style w:type="paragraph" w:styleId="BodyTextIndent3">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PlainText">
    <w:name w:val="Plain Text"/>
    <w:basedOn w:val="Normal"/>
    <w:semiHidden/>
    <w:rsid w:val="003339EF"/>
    <w:rPr>
      <w:rFonts w:ascii="Courier New" w:hAnsi="Courier New" w:cs="Courier New"/>
    </w:rPr>
  </w:style>
  <w:style w:type="paragraph" w:styleId="TOC4">
    <w:name w:val="toc 4"/>
    <w:basedOn w:val="Normal"/>
    <w:next w:val="Normal"/>
    <w:autoRedefine/>
    <w:uiPriority w:val="39"/>
    <w:rsid w:val="003339EF"/>
    <w:pPr>
      <w:tabs>
        <w:tab w:val="right" w:leader="dot" w:pos="9000"/>
      </w:tabs>
      <w:suppressAutoHyphens/>
      <w:ind w:left="720"/>
      <w:jc w:val="both"/>
    </w:pPr>
    <w:rPr>
      <w:sz w:val="24"/>
    </w:rPr>
  </w:style>
  <w:style w:type="paragraph" w:styleId="Subtitle">
    <w:name w:val="Subtitle"/>
    <w:basedOn w:val="Normal"/>
    <w:qFormat/>
    <w:rsid w:val="003339EF"/>
    <w:pPr>
      <w:widowControl w:val="0"/>
      <w:jc w:val="center"/>
    </w:pPr>
    <w:rPr>
      <w:rFonts w:ascii="Times" w:hAnsi="Times" w:cs="Times"/>
      <w:sz w:val="24"/>
    </w:rPr>
  </w:style>
  <w:style w:type="paragraph" w:styleId="Caption">
    <w:name w:val="caption"/>
    <w:basedOn w:val="Normal"/>
    <w:next w:val="Normal"/>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3339EF"/>
    <w:pPr>
      <w:ind w:left="400" w:hanging="200"/>
    </w:pPr>
  </w:style>
  <w:style w:type="paragraph" w:styleId="Index1">
    <w:name w:val="index 1"/>
    <w:basedOn w:val="Heading5"/>
    <w:next w:val="Normal"/>
    <w:autoRedefine/>
    <w:semiHidden/>
    <w:rsid w:val="003339EF"/>
    <w:pPr>
      <w:ind w:left="200" w:hanging="200"/>
      <w:outlineLvl w:val="9"/>
    </w:pPr>
    <w:rPr>
      <w:rFonts w:ascii="Century Gothic" w:hAnsi="Century Gothic" w:cs="Times New Roman"/>
      <w:b w:val="0"/>
      <w:sz w:val="22"/>
    </w:rPr>
  </w:style>
  <w:style w:type="paragraph" w:styleId="Index3">
    <w:name w:val="index 3"/>
    <w:basedOn w:val="Normal"/>
    <w:next w:val="Normal"/>
    <w:autoRedefine/>
    <w:semiHidden/>
    <w:rsid w:val="003339EF"/>
    <w:pPr>
      <w:ind w:left="600" w:hanging="200"/>
    </w:pPr>
  </w:style>
  <w:style w:type="paragraph" w:styleId="Index4">
    <w:name w:val="index 4"/>
    <w:basedOn w:val="Normal"/>
    <w:next w:val="Normal"/>
    <w:autoRedefine/>
    <w:semiHidden/>
    <w:rsid w:val="003339EF"/>
    <w:pPr>
      <w:ind w:left="800" w:hanging="200"/>
    </w:pPr>
  </w:style>
  <w:style w:type="paragraph" w:styleId="Index5">
    <w:name w:val="index 5"/>
    <w:basedOn w:val="Normal"/>
    <w:next w:val="Normal"/>
    <w:autoRedefine/>
    <w:semiHidden/>
    <w:rsid w:val="003339EF"/>
    <w:pPr>
      <w:ind w:left="1000" w:hanging="200"/>
    </w:pPr>
  </w:style>
  <w:style w:type="paragraph" w:styleId="Index6">
    <w:name w:val="index 6"/>
    <w:basedOn w:val="Normal"/>
    <w:next w:val="Normal"/>
    <w:autoRedefine/>
    <w:semiHidden/>
    <w:rsid w:val="003339EF"/>
    <w:pPr>
      <w:ind w:left="1200" w:hanging="200"/>
    </w:pPr>
  </w:style>
  <w:style w:type="paragraph" w:styleId="Index7">
    <w:name w:val="index 7"/>
    <w:basedOn w:val="Normal"/>
    <w:next w:val="Normal"/>
    <w:autoRedefine/>
    <w:semiHidden/>
    <w:rsid w:val="003339EF"/>
    <w:pPr>
      <w:ind w:left="1400" w:hanging="200"/>
    </w:pPr>
  </w:style>
  <w:style w:type="paragraph" w:styleId="Index8">
    <w:name w:val="index 8"/>
    <w:basedOn w:val="Normal"/>
    <w:next w:val="Normal"/>
    <w:autoRedefine/>
    <w:semiHidden/>
    <w:rsid w:val="003339EF"/>
    <w:pPr>
      <w:ind w:left="1600" w:hanging="200"/>
    </w:pPr>
  </w:style>
  <w:style w:type="paragraph" w:styleId="Index9">
    <w:name w:val="index 9"/>
    <w:basedOn w:val="Normal"/>
    <w:next w:val="Normal"/>
    <w:autoRedefine/>
    <w:semiHidden/>
    <w:rsid w:val="003339EF"/>
    <w:pPr>
      <w:ind w:left="1800" w:hanging="200"/>
    </w:pPr>
  </w:style>
  <w:style w:type="paragraph" w:styleId="IndexHeading">
    <w:name w:val="index heading"/>
    <w:basedOn w:val="Normal"/>
    <w:next w:val="Index1"/>
    <w:semiHidden/>
    <w:rsid w:val="003339EF"/>
  </w:style>
  <w:style w:type="character" w:styleId="CommentReference">
    <w:name w:val="annotation reference"/>
    <w:basedOn w:val="DefaultParagraphFont"/>
    <w:semiHidden/>
    <w:rsid w:val="003339EF"/>
    <w:rPr>
      <w:rFonts w:ascii="Times New Roman" w:hAnsi="Times New Roman" w:cs="Times New Roman"/>
      <w:sz w:val="16"/>
    </w:rPr>
  </w:style>
  <w:style w:type="paragraph" w:styleId="TOC1">
    <w:name w:val="toc 1"/>
    <w:basedOn w:val="Normal"/>
    <w:next w:val="Normal"/>
    <w:autoRedefine/>
    <w:uiPriority w:val="39"/>
    <w:rsid w:val="004C5092"/>
    <w:pPr>
      <w:tabs>
        <w:tab w:val="left" w:pos="0"/>
        <w:tab w:val="right" w:leader="dot" w:pos="8918"/>
      </w:tabs>
    </w:pPr>
  </w:style>
  <w:style w:type="paragraph" w:styleId="CommentText">
    <w:name w:val="annotation text"/>
    <w:basedOn w:val="Normal"/>
    <w:semiHidden/>
    <w:rsid w:val="003339EF"/>
  </w:style>
  <w:style w:type="paragraph" w:customStyle="1" w:styleId="Style1">
    <w:name w:val="Style1"/>
    <w:basedOn w:val="Heading4"/>
    <w:rsid w:val="003339EF"/>
    <w:pPr>
      <w:outlineLvl w:val="9"/>
    </w:pPr>
  </w:style>
  <w:style w:type="paragraph" w:styleId="BalloonText">
    <w:name w:val="Balloon Text"/>
    <w:basedOn w:val="Normal"/>
    <w:rsid w:val="003339EF"/>
    <w:pPr>
      <w:widowControl w:val="0"/>
    </w:pPr>
    <w:rPr>
      <w:rFonts w:ascii="Tahoma" w:hAnsi="Tahoma" w:cs="Tahoma"/>
      <w:sz w:val="16"/>
    </w:rPr>
  </w:style>
  <w:style w:type="paragraph" w:styleId="TOC2">
    <w:name w:val="toc 2"/>
    <w:basedOn w:val="Normal"/>
    <w:next w:val="Normal"/>
    <w:autoRedefine/>
    <w:uiPriority w:val="39"/>
    <w:rsid w:val="003339EF"/>
    <w:pPr>
      <w:ind w:left="200"/>
    </w:pPr>
  </w:style>
  <w:style w:type="paragraph" w:styleId="TOC3">
    <w:name w:val="toc 3"/>
    <w:basedOn w:val="Normal"/>
    <w:next w:val="Normal"/>
    <w:autoRedefine/>
    <w:uiPriority w:val="39"/>
    <w:rsid w:val="003339EF"/>
    <w:pPr>
      <w:ind w:left="400"/>
    </w:pPr>
  </w:style>
  <w:style w:type="paragraph" w:styleId="TOC5">
    <w:name w:val="toc 5"/>
    <w:basedOn w:val="Normal"/>
    <w:next w:val="Normal"/>
    <w:autoRedefine/>
    <w:uiPriority w:val="39"/>
    <w:rsid w:val="003339EF"/>
    <w:pPr>
      <w:ind w:left="800"/>
    </w:pPr>
  </w:style>
  <w:style w:type="paragraph" w:styleId="TOC6">
    <w:name w:val="toc 6"/>
    <w:basedOn w:val="Normal"/>
    <w:next w:val="Normal"/>
    <w:autoRedefine/>
    <w:uiPriority w:val="39"/>
    <w:rsid w:val="003339EF"/>
    <w:pPr>
      <w:ind w:left="1000"/>
    </w:pPr>
  </w:style>
  <w:style w:type="paragraph" w:styleId="TOC7">
    <w:name w:val="toc 7"/>
    <w:basedOn w:val="Normal"/>
    <w:next w:val="Normal"/>
    <w:autoRedefine/>
    <w:uiPriority w:val="39"/>
    <w:rsid w:val="003339EF"/>
    <w:pPr>
      <w:ind w:left="1200"/>
    </w:pPr>
  </w:style>
  <w:style w:type="paragraph" w:styleId="TOC8">
    <w:name w:val="toc 8"/>
    <w:basedOn w:val="Normal"/>
    <w:next w:val="Normal"/>
    <w:autoRedefine/>
    <w:uiPriority w:val="39"/>
    <w:rsid w:val="003339EF"/>
    <w:pPr>
      <w:ind w:left="1400"/>
    </w:pPr>
  </w:style>
  <w:style w:type="paragraph" w:styleId="TOC9">
    <w:name w:val="toc 9"/>
    <w:basedOn w:val="Normal"/>
    <w:next w:val="Normal"/>
    <w:autoRedefine/>
    <w:uiPriority w:val="39"/>
    <w:rsid w:val="003339EF"/>
    <w:pPr>
      <w:ind w:left="1600"/>
    </w:pPr>
  </w:style>
  <w:style w:type="character" w:styleId="FollowedHyperlink">
    <w:name w:val="FollowedHyperlink"/>
    <w:basedOn w:val="DefaultParagraphFont"/>
    <w:uiPriority w:val="99"/>
    <w:semiHidden/>
    <w:rsid w:val="003339EF"/>
    <w:rPr>
      <w:rFonts w:ascii="Times New Roman" w:hAnsi="Times New Roman" w:cs="Times New Roman"/>
      <w:color w:val="800080"/>
      <w:u w:val="single"/>
    </w:rPr>
  </w:style>
  <w:style w:type="paragraph" w:styleId="FootnoteText">
    <w:name w:val="footnote text"/>
    <w:basedOn w:val="Normal"/>
    <w:semiHidden/>
    <w:rsid w:val="003339EF"/>
  </w:style>
  <w:style w:type="character" w:styleId="FootnoteReference">
    <w:name w:val="footnote reference"/>
    <w:basedOn w:val="DefaultParagraphFont"/>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val="en-GB" w:eastAsia="en-US"/>
    </w:rPr>
  </w:style>
  <w:style w:type="character" w:customStyle="1" w:styleId="Figure1Char">
    <w:name w:val="Figure_1 Char"/>
    <w:basedOn w:val="DefaultParagraphFont"/>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numPr>
        <w:numId w:val="1"/>
      </w:numPr>
      <w:overflowPunct/>
      <w:autoSpaceDE/>
      <w:autoSpaceDN/>
      <w:adjustRightInd/>
      <w:textAlignment w:val="auto"/>
    </w:pPr>
    <w:rPr>
      <w:lang w:eastAsia="en-US"/>
    </w:rPr>
  </w:style>
  <w:style w:type="paragraph" w:styleId="EndnoteText">
    <w:name w:val="endnote text"/>
    <w:basedOn w:val="Normal"/>
    <w:semiHidden/>
    <w:rsid w:val="003339EF"/>
  </w:style>
  <w:style w:type="character" w:styleId="EndnoteReference">
    <w:name w:val="endnote reference"/>
    <w:basedOn w:val="DefaultParagraphFont"/>
    <w:semiHidden/>
    <w:rsid w:val="003339EF"/>
    <w:rPr>
      <w:rFonts w:ascii="Times New Roman" w:hAnsi="Times New Roman" w:cs="Times New Roman"/>
      <w:vertAlign w:val="superscript"/>
    </w:rPr>
  </w:style>
  <w:style w:type="paragraph" w:customStyle="1" w:styleId="style10">
    <w:name w:val="style1"/>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semiHidden/>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CommentText"/>
    <w:next w:val="CommentText"/>
    <w:rsid w:val="003339EF"/>
    <w:rPr>
      <w:b/>
      <w:bCs/>
    </w:rPr>
  </w:style>
  <w:style w:type="character" w:customStyle="1" w:styleId="EmailStyle65">
    <w:name w:val="EmailStyle65"/>
    <w:basedOn w:val="DefaultParagraphFont"/>
    <w:rsid w:val="003339EF"/>
    <w:rPr>
      <w:rFonts w:ascii="Arial" w:hAnsi="Arial" w:cs="Arial"/>
      <w:color w:val="auto"/>
      <w:sz w:val="20"/>
      <w:szCs w:val="20"/>
    </w:rPr>
  </w:style>
  <w:style w:type="paragraph" w:styleId="BlockText">
    <w:name w:val="Block Text"/>
    <w:basedOn w:val="Normal"/>
    <w:semiHidden/>
    <w:rsid w:val="003339EF"/>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uiPriority w:val="34"/>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val="en-GB" w:eastAsia="en-US"/>
    </w:rPr>
  </w:style>
  <w:style w:type="paragraph" w:customStyle="1" w:styleId="Default">
    <w:name w:val="Default"/>
    <w:rsid w:val="003339EF"/>
    <w:pPr>
      <w:autoSpaceDE w:val="0"/>
      <w:autoSpaceDN w:val="0"/>
      <w:adjustRightInd w:val="0"/>
    </w:pPr>
    <w:rPr>
      <w:color w:val="000000"/>
      <w:sz w:val="24"/>
      <w:szCs w:val="24"/>
      <w:lang w:eastAsia="en-US"/>
    </w:rPr>
  </w:style>
  <w:style w:type="character" w:customStyle="1" w:styleId="StyleHeader2-SubClausesBoldChar">
    <w:name w:val="Style Header 2 - SubClauses + Bold Char"/>
    <w:basedOn w:val="DefaultParagraphFont"/>
    <w:rsid w:val="003339EF"/>
    <w:rPr>
      <w:rFonts w:ascii="Times New Roman" w:hAnsi="Times New Roman" w:cs="Times New Roman"/>
      <w:b/>
      <w:bCs/>
      <w:sz w:val="24"/>
      <w:lang w:val="es-ES_tradnl" w:eastAsia="en-US" w:bidi="ar-SA"/>
    </w:rPr>
  </w:style>
  <w:style w:type="character" w:customStyle="1" w:styleId="CommentTextChar">
    <w:name w:val="Comment Text Char"/>
    <w:basedOn w:val="DefaultParagraphFont"/>
    <w:rsid w:val="003339EF"/>
    <w:rPr>
      <w:rFonts w:ascii="Times New Roman" w:hAnsi="Times New Roman" w:cs="Times New Roman"/>
      <w:lang w:eastAsia="en-GB"/>
    </w:rPr>
  </w:style>
  <w:style w:type="paragraph" w:customStyle="1" w:styleId="SectionVIHeader">
    <w:name w:val="Section VI. Header"/>
    <w:basedOn w:val="Normal"/>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3339EF"/>
    <w:pPr>
      <w:keepNext/>
      <w:keepLines/>
      <w:tabs>
        <w:tab w:val="left" w:pos="-720"/>
      </w:tabs>
      <w:suppressAutoHyphens/>
    </w:pPr>
    <w:rPr>
      <w:rFonts w:ascii="Courier" w:hAnsi="Courier"/>
      <w:sz w:val="24"/>
      <w:lang w:eastAsia="en-US"/>
    </w:rPr>
  </w:style>
  <w:style w:type="paragraph" w:customStyle="1" w:styleId="StyleStyleHeader1-ClausesAfter0ptLeft0Hanging">
    <w:name w:val="Style Style Header 1 - Clauses + After:  0 pt + Left:  0&quot; Hanging:..."/>
    <w:basedOn w:val="Normal"/>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3339EF"/>
    <w:pPr>
      <w:overflowPunct/>
      <w:autoSpaceDE/>
      <w:autoSpaceDN/>
      <w:adjustRightInd/>
      <w:jc w:val="center"/>
      <w:textAlignment w:val="auto"/>
    </w:pPr>
    <w:rPr>
      <w:b/>
      <w:sz w:val="36"/>
      <w:lang w:val="en-GB" w:eastAsia="en-US"/>
    </w:rPr>
  </w:style>
  <w:style w:type="paragraph" w:styleId="NormalWeb">
    <w:name w:val="Normal (Web)"/>
    <w:basedOn w:val="Normal"/>
    <w:semiHidden/>
    <w:rsid w:val="003339EF"/>
    <w:pPr>
      <w:overflowPunct/>
      <w:autoSpaceDE/>
      <w:autoSpaceDN/>
      <w:adjustRightInd/>
      <w:spacing w:before="100" w:beforeAutospacing="1" w:after="100" w:afterAutospacing="1"/>
      <w:textAlignment w:val="auto"/>
    </w:pPr>
    <w:rPr>
      <w:rFonts w:ascii="Arial Unicode MS" w:eastAsia="Arial Unicode MS" w:hAnsi="Arial Unicode MS"/>
      <w:sz w:val="24"/>
      <w:szCs w:val="24"/>
      <w:lang w:val="en-GB" w:eastAsia="en-US"/>
    </w:rPr>
  </w:style>
  <w:style w:type="character" w:customStyle="1" w:styleId="FooterChar">
    <w:name w:val="Footer Char"/>
    <w:basedOn w:val="DefaultParagraphFont"/>
    <w:uiPriority w:val="99"/>
    <w:rsid w:val="003339EF"/>
    <w:rPr>
      <w:rFonts w:ascii="Times New Roman" w:hAnsi="Times New Roman" w:cs="Times New Roman"/>
      <w:lang w:eastAsia="en-GB"/>
    </w:rPr>
  </w:style>
  <w:style w:type="paragraph" w:styleId="CommentSubject">
    <w:name w:val="annotation subject"/>
    <w:basedOn w:val="CommentText"/>
    <w:next w:val="CommentText"/>
    <w:semiHidden/>
    <w:unhideWhenUsed/>
    <w:rsid w:val="003339EF"/>
    <w:rPr>
      <w:b/>
      <w:bCs/>
    </w:rPr>
  </w:style>
  <w:style w:type="character" w:customStyle="1" w:styleId="CommentTextChar1">
    <w:name w:val="Comment Text Char1"/>
    <w:basedOn w:val="DefaultParagraphFont"/>
    <w:semiHidden/>
    <w:rsid w:val="003339EF"/>
    <w:rPr>
      <w:lang w:eastAsia="en-GB"/>
    </w:rPr>
  </w:style>
  <w:style w:type="character" w:customStyle="1" w:styleId="CommentSubjectChar">
    <w:name w:val="Comment Subject Char"/>
    <w:basedOn w:val="CommentTextChar1"/>
    <w:rsid w:val="003339EF"/>
    <w:rPr>
      <w:lang w:eastAsia="en-GB"/>
    </w:rPr>
  </w:style>
  <w:style w:type="character" w:customStyle="1" w:styleId="HeaderChar">
    <w:name w:val="Header Char"/>
    <w:basedOn w:val="DefaultParagraphFont"/>
    <w:rsid w:val="003339EF"/>
    <w:rPr>
      <w:lang w:eastAsia="en-GB"/>
    </w:rPr>
  </w:style>
  <w:style w:type="paragraph" w:customStyle="1" w:styleId="Outline">
    <w:name w:val="Outline"/>
    <w:basedOn w:val="Normal"/>
    <w:rsid w:val="003339EF"/>
    <w:pPr>
      <w:overflowPunct/>
      <w:autoSpaceDE/>
      <w:autoSpaceDN/>
      <w:adjustRightInd/>
      <w:spacing w:before="240"/>
      <w:textAlignment w:val="auto"/>
    </w:pPr>
    <w:rPr>
      <w:kern w:val="28"/>
      <w:sz w:val="24"/>
      <w:lang w:val="en-GB" w:eastAsia="en-US"/>
    </w:rPr>
  </w:style>
  <w:style w:type="paragraph" w:styleId="BodyText2">
    <w:name w:val="Body Text 2"/>
    <w:basedOn w:val="Normal"/>
    <w:link w:val="BodyText2Char"/>
    <w:uiPriority w:val="99"/>
    <w:semiHidden/>
    <w:unhideWhenUsed/>
    <w:rsid w:val="00FA4A30"/>
    <w:pPr>
      <w:spacing w:after="120" w:line="480" w:lineRule="auto"/>
    </w:pPr>
  </w:style>
  <w:style w:type="character" w:customStyle="1" w:styleId="BodyText2Char">
    <w:name w:val="Body Text 2 Char"/>
    <w:basedOn w:val="DefaultParagraphFont"/>
    <w:link w:val="BodyText2"/>
    <w:uiPriority w:val="99"/>
    <w:semiHidden/>
    <w:rsid w:val="00FA4A30"/>
    <w:rPr>
      <w:lang w:eastAsia="en-GB"/>
    </w:rPr>
  </w:style>
  <w:style w:type="character" w:customStyle="1" w:styleId="pseditboxdisponly">
    <w:name w:val="pseditbox_disponly"/>
    <w:basedOn w:val="DefaultParagraphFont"/>
    <w:rsid w:val="00FA4A30"/>
  </w:style>
  <w:style w:type="table" w:styleId="TableGrid">
    <w:name w:val="Table Grid"/>
    <w:basedOn w:val="Table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29D"/>
    <w:rPr>
      <w:lang w:eastAsia="en-GB"/>
    </w:rPr>
  </w:style>
  <w:style w:type="character" w:customStyle="1" w:styleId="Heading1Char">
    <w:name w:val="Heading 1 Char"/>
    <w:basedOn w:val="DefaultParagraphFont"/>
    <w:link w:val="Heading1"/>
    <w:rsid w:val="00EA0FBE"/>
    <w:rPr>
      <w:rFonts w:ascii="Arial" w:hAnsi="Arial" w:cs="Arial"/>
      <w:b/>
      <w:kern w:val="28"/>
      <w:sz w:val="26"/>
      <w:lang w:eastAsia="en-GB"/>
    </w:rPr>
  </w:style>
  <w:style w:type="character" w:customStyle="1" w:styleId="UnresolvedMention1">
    <w:name w:val="Unresolved Mention1"/>
    <w:basedOn w:val="DefaultParagraphFont"/>
    <w:uiPriority w:val="99"/>
    <w:semiHidden/>
    <w:unhideWhenUsed/>
    <w:rsid w:val="00D800A8"/>
    <w:rPr>
      <w:color w:val="605E5C"/>
      <w:shd w:val="clear" w:color="auto" w:fill="E1DFDD"/>
    </w:rPr>
  </w:style>
  <w:style w:type="character" w:customStyle="1" w:styleId="gd">
    <w:name w:val="gd"/>
    <w:basedOn w:val="DefaultParagraphFont"/>
    <w:rsid w:val="00DA0D9C"/>
  </w:style>
  <w:style w:type="paragraph" w:customStyle="1" w:styleId="msonormal0">
    <w:name w:val="msonormal"/>
    <w:basedOn w:val="Normal"/>
    <w:rsid w:val="0035379C"/>
    <w:pPr>
      <w:overflowPunct/>
      <w:autoSpaceDE/>
      <w:autoSpaceDN/>
      <w:adjustRightInd/>
      <w:spacing w:before="100" w:beforeAutospacing="1" w:after="100" w:afterAutospacing="1"/>
      <w:textAlignment w:val="auto"/>
    </w:pPr>
    <w:rPr>
      <w:sz w:val="24"/>
      <w:szCs w:val="24"/>
      <w:lang w:eastAsia="en-US"/>
    </w:rPr>
  </w:style>
  <w:style w:type="paragraph" w:customStyle="1" w:styleId="font5">
    <w:name w:val="font5"/>
    <w:basedOn w:val="Normal"/>
    <w:rsid w:val="0035379C"/>
    <w:pPr>
      <w:overflowPunct/>
      <w:autoSpaceDE/>
      <w:autoSpaceDN/>
      <w:adjustRightInd/>
      <w:spacing w:before="100" w:beforeAutospacing="1" w:after="100" w:afterAutospacing="1"/>
      <w:textAlignment w:val="auto"/>
    </w:pPr>
    <w:rPr>
      <w:color w:val="000000"/>
      <w:lang w:eastAsia="en-US"/>
    </w:rPr>
  </w:style>
  <w:style w:type="paragraph" w:customStyle="1" w:styleId="font6">
    <w:name w:val="font6"/>
    <w:basedOn w:val="Normal"/>
    <w:rsid w:val="0035379C"/>
    <w:pPr>
      <w:overflowPunct/>
      <w:autoSpaceDE/>
      <w:autoSpaceDN/>
      <w:adjustRightInd/>
      <w:spacing w:before="100" w:beforeAutospacing="1" w:after="100" w:afterAutospacing="1"/>
      <w:textAlignment w:val="auto"/>
    </w:pPr>
    <w:rPr>
      <w:b/>
      <w:bCs/>
      <w:color w:val="000000"/>
      <w:lang w:eastAsia="en-US"/>
    </w:rPr>
  </w:style>
  <w:style w:type="paragraph" w:customStyle="1" w:styleId="font7">
    <w:name w:val="font7"/>
    <w:basedOn w:val="Normal"/>
    <w:rsid w:val="0035379C"/>
    <w:pPr>
      <w:overflowPunct/>
      <w:autoSpaceDE/>
      <w:autoSpaceDN/>
      <w:adjustRightInd/>
      <w:spacing w:before="100" w:beforeAutospacing="1" w:after="100" w:afterAutospacing="1"/>
      <w:textAlignment w:val="auto"/>
    </w:pPr>
    <w:rPr>
      <w:color w:val="000000"/>
      <w:sz w:val="14"/>
      <w:szCs w:val="14"/>
      <w:lang w:eastAsia="en-US"/>
    </w:rPr>
  </w:style>
  <w:style w:type="paragraph" w:customStyle="1" w:styleId="font8">
    <w:name w:val="font8"/>
    <w:basedOn w:val="Normal"/>
    <w:rsid w:val="0035379C"/>
    <w:pPr>
      <w:overflowPunct/>
      <w:autoSpaceDE/>
      <w:autoSpaceDN/>
      <w:adjustRightInd/>
      <w:spacing w:before="100" w:beforeAutospacing="1" w:after="100" w:afterAutospacing="1"/>
      <w:textAlignment w:val="auto"/>
    </w:pPr>
    <w:rPr>
      <w:b/>
      <w:bCs/>
      <w:color w:val="000000"/>
      <w:sz w:val="14"/>
      <w:szCs w:val="14"/>
      <w:lang w:eastAsia="en-US"/>
    </w:rPr>
  </w:style>
  <w:style w:type="paragraph" w:customStyle="1" w:styleId="font9">
    <w:name w:val="font9"/>
    <w:basedOn w:val="Normal"/>
    <w:rsid w:val="0035379C"/>
    <w:pPr>
      <w:overflowPunct/>
      <w:autoSpaceDE/>
      <w:autoSpaceDN/>
      <w:adjustRightInd/>
      <w:spacing w:before="100" w:beforeAutospacing="1" w:after="100" w:afterAutospacing="1"/>
      <w:textAlignment w:val="auto"/>
    </w:pPr>
    <w:rPr>
      <w:color w:val="000000"/>
      <w:lang w:eastAsia="en-US"/>
    </w:rPr>
  </w:style>
  <w:style w:type="paragraph" w:customStyle="1" w:styleId="font10">
    <w:name w:val="font10"/>
    <w:basedOn w:val="Normal"/>
    <w:rsid w:val="0035379C"/>
    <w:pPr>
      <w:overflowPunct/>
      <w:autoSpaceDE/>
      <w:autoSpaceDN/>
      <w:adjustRightInd/>
      <w:spacing w:before="100" w:beforeAutospacing="1" w:after="100" w:afterAutospacing="1"/>
      <w:textAlignment w:val="auto"/>
    </w:pPr>
    <w:rPr>
      <w:b/>
      <w:bCs/>
      <w:i/>
      <w:iCs/>
      <w:color w:val="000000"/>
      <w:lang w:eastAsia="en-US"/>
    </w:rPr>
  </w:style>
  <w:style w:type="paragraph" w:customStyle="1" w:styleId="font11">
    <w:name w:val="font11"/>
    <w:basedOn w:val="Normal"/>
    <w:rsid w:val="0035379C"/>
    <w:pPr>
      <w:overflowPunct/>
      <w:autoSpaceDE/>
      <w:autoSpaceDN/>
      <w:adjustRightInd/>
      <w:spacing w:before="100" w:beforeAutospacing="1" w:after="100" w:afterAutospacing="1"/>
      <w:textAlignment w:val="auto"/>
    </w:pPr>
    <w:rPr>
      <w:b/>
      <w:bCs/>
      <w:i/>
      <w:iCs/>
      <w:color w:val="000000"/>
      <w:sz w:val="14"/>
      <w:szCs w:val="14"/>
      <w:lang w:eastAsia="en-US"/>
    </w:rPr>
  </w:style>
  <w:style w:type="paragraph" w:customStyle="1" w:styleId="xl63">
    <w:name w:val="xl63"/>
    <w:basedOn w:val="Normal"/>
    <w:rsid w:val="003537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lang w:eastAsia="en-US"/>
    </w:rPr>
  </w:style>
  <w:style w:type="paragraph" w:customStyle="1" w:styleId="xl64">
    <w:name w:val="xl64"/>
    <w:basedOn w:val="Normal"/>
    <w:rsid w:val="003537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b/>
      <w:bCs/>
      <w:lang w:eastAsia="en-US"/>
    </w:rPr>
  </w:style>
  <w:style w:type="paragraph" w:customStyle="1" w:styleId="xl65">
    <w:name w:val="xl65"/>
    <w:basedOn w:val="Normal"/>
    <w:rsid w:val="0035379C"/>
    <w:pPr>
      <w:pBdr>
        <w:top w:val="single" w:sz="4" w:space="0" w:color="auto"/>
        <w:left w:val="single" w:sz="4" w:space="31" w:color="auto"/>
        <w:bottom w:val="single" w:sz="4" w:space="0" w:color="auto"/>
        <w:right w:val="single" w:sz="4" w:space="0" w:color="auto"/>
      </w:pBdr>
      <w:overflowPunct/>
      <w:autoSpaceDE/>
      <w:autoSpaceDN/>
      <w:adjustRightInd/>
      <w:spacing w:before="100" w:beforeAutospacing="1" w:after="100" w:afterAutospacing="1"/>
      <w:ind w:firstLineChars="500" w:firstLine="500"/>
      <w:textAlignment w:val="center"/>
    </w:pPr>
    <w:rPr>
      <w:lang w:eastAsia="en-US"/>
    </w:rPr>
  </w:style>
  <w:style w:type="paragraph" w:customStyle="1" w:styleId="xl66">
    <w:name w:val="xl66"/>
    <w:basedOn w:val="Normal"/>
    <w:rsid w:val="0035379C"/>
    <w:pPr>
      <w:pBdr>
        <w:top w:val="single" w:sz="4" w:space="0" w:color="auto"/>
        <w:left w:val="single" w:sz="4" w:space="31" w:color="auto"/>
        <w:bottom w:val="single" w:sz="4" w:space="0" w:color="auto"/>
        <w:right w:val="single" w:sz="4" w:space="0" w:color="auto"/>
      </w:pBdr>
      <w:overflowPunct/>
      <w:autoSpaceDE/>
      <w:autoSpaceDN/>
      <w:adjustRightInd/>
      <w:spacing w:before="100" w:beforeAutospacing="1" w:after="100" w:afterAutospacing="1"/>
      <w:ind w:firstLineChars="500" w:firstLine="500"/>
      <w:textAlignment w:val="center"/>
    </w:pPr>
    <w:rPr>
      <w:b/>
      <w:bCs/>
      <w:lang w:eastAsia="en-US"/>
    </w:rPr>
  </w:style>
  <w:style w:type="paragraph" w:customStyle="1" w:styleId="xl67">
    <w:name w:val="xl67"/>
    <w:basedOn w:val="Normal"/>
    <w:rsid w:val="0035379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lang w:eastAsia="en-US"/>
    </w:rPr>
  </w:style>
  <w:style w:type="paragraph" w:customStyle="1" w:styleId="xl68">
    <w:name w:val="xl68"/>
    <w:basedOn w:val="Normal"/>
    <w:rsid w:val="0035379C"/>
    <w:pPr>
      <w:pBdr>
        <w:top w:val="single" w:sz="4" w:space="0" w:color="auto"/>
        <w:left w:val="single" w:sz="4" w:space="14" w:color="auto"/>
        <w:bottom w:val="single" w:sz="4" w:space="0" w:color="auto"/>
        <w:right w:val="single" w:sz="4" w:space="0" w:color="auto"/>
      </w:pBdr>
      <w:overflowPunct/>
      <w:autoSpaceDE/>
      <w:autoSpaceDN/>
      <w:adjustRightInd/>
      <w:spacing w:before="100" w:beforeAutospacing="1" w:after="100" w:afterAutospacing="1"/>
      <w:ind w:firstLineChars="200" w:firstLine="200"/>
      <w:textAlignment w:val="center"/>
    </w:pPr>
    <w:rPr>
      <w:rFonts w:ascii="Arial" w:hAnsi="Arial" w:cs="Arial"/>
      <w:lang w:eastAsia="en-US"/>
    </w:rPr>
  </w:style>
  <w:style w:type="paragraph" w:customStyle="1" w:styleId="xl69">
    <w:name w:val="xl69"/>
    <w:basedOn w:val="Normal"/>
    <w:rsid w:val="0035379C"/>
    <w:pPr>
      <w:pBdr>
        <w:top w:val="single" w:sz="4" w:space="0" w:color="auto"/>
        <w:left w:val="single" w:sz="4" w:space="31" w:color="auto"/>
        <w:bottom w:val="single" w:sz="4" w:space="0" w:color="auto"/>
        <w:right w:val="single" w:sz="4" w:space="0" w:color="auto"/>
      </w:pBdr>
      <w:overflowPunct/>
      <w:autoSpaceDE/>
      <w:autoSpaceDN/>
      <w:adjustRightInd/>
      <w:spacing w:before="100" w:beforeAutospacing="1" w:after="100" w:afterAutospacing="1"/>
      <w:ind w:firstLineChars="500" w:firstLine="500"/>
      <w:textAlignment w:val="center"/>
    </w:pPr>
    <w:rPr>
      <w:b/>
      <w:bCs/>
      <w:i/>
      <w:iCs/>
      <w:lang w:eastAsia="en-US"/>
    </w:rPr>
  </w:style>
  <w:style w:type="paragraph" w:customStyle="1" w:styleId="xl70">
    <w:name w:val="xl70"/>
    <w:basedOn w:val="Normal"/>
    <w:rsid w:val="0035379C"/>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textAlignment w:val="center"/>
    </w:pPr>
    <w:rPr>
      <w:b/>
      <w:bCs/>
      <w:color w:val="000000"/>
      <w:lang w:eastAsia="en-US"/>
    </w:rPr>
  </w:style>
  <w:style w:type="paragraph" w:customStyle="1" w:styleId="xl71">
    <w:name w:val="xl71"/>
    <w:basedOn w:val="Normal"/>
    <w:rsid w:val="0035379C"/>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textAlignment w:val="center"/>
    </w:pPr>
    <w:rPr>
      <w:color w:val="000000"/>
      <w:lang w:eastAsia="en-US"/>
    </w:rPr>
  </w:style>
  <w:style w:type="paragraph" w:customStyle="1" w:styleId="xl72">
    <w:name w:val="xl72"/>
    <w:basedOn w:val="Normal"/>
    <w:rsid w:val="0035379C"/>
    <w:pPr>
      <w:pBdr>
        <w:top w:val="single" w:sz="4" w:space="0" w:color="auto"/>
        <w:left w:val="single" w:sz="4" w:space="27" w:color="auto"/>
        <w:bottom w:val="single" w:sz="4" w:space="0" w:color="auto"/>
        <w:right w:val="single" w:sz="4" w:space="0" w:color="auto"/>
      </w:pBdr>
      <w:overflowPunct/>
      <w:autoSpaceDE/>
      <w:autoSpaceDN/>
      <w:adjustRightInd/>
      <w:spacing w:before="100" w:beforeAutospacing="1" w:after="100" w:afterAutospacing="1"/>
      <w:ind w:firstLineChars="400" w:firstLine="400"/>
      <w:textAlignment w:val="center"/>
    </w:pPr>
    <w:rPr>
      <w:lang w:eastAsia="en-US"/>
    </w:rPr>
  </w:style>
  <w:style w:type="paragraph" w:customStyle="1" w:styleId="xl73">
    <w:name w:val="xl73"/>
    <w:basedOn w:val="Normal"/>
    <w:rsid w:val="0035379C"/>
    <w:pPr>
      <w:pBdr>
        <w:top w:val="single" w:sz="4" w:space="0" w:color="auto"/>
        <w:left w:val="single" w:sz="4" w:space="31" w:color="auto"/>
        <w:bottom w:val="single" w:sz="4" w:space="0" w:color="auto"/>
        <w:right w:val="single" w:sz="4" w:space="0" w:color="auto"/>
      </w:pBdr>
      <w:overflowPunct/>
      <w:autoSpaceDE/>
      <w:autoSpaceDN/>
      <w:adjustRightInd/>
      <w:spacing w:before="100" w:beforeAutospacing="1" w:after="100" w:afterAutospacing="1"/>
      <w:ind w:firstLineChars="600" w:firstLine="600"/>
      <w:textAlignment w:val="center"/>
    </w:pPr>
    <w:rPr>
      <w:lang w:eastAsia="en-US"/>
    </w:rPr>
  </w:style>
  <w:style w:type="character" w:customStyle="1" w:styleId="il">
    <w:name w:val="il"/>
    <w:basedOn w:val="DefaultParagraphFont"/>
    <w:rsid w:val="00383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6577">
      <w:bodyDiv w:val="1"/>
      <w:marLeft w:val="0"/>
      <w:marRight w:val="0"/>
      <w:marTop w:val="0"/>
      <w:marBottom w:val="0"/>
      <w:divBdr>
        <w:top w:val="none" w:sz="0" w:space="0" w:color="auto"/>
        <w:left w:val="none" w:sz="0" w:space="0" w:color="auto"/>
        <w:bottom w:val="none" w:sz="0" w:space="0" w:color="auto"/>
        <w:right w:val="none" w:sz="0" w:space="0" w:color="auto"/>
      </w:divBdr>
    </w:div>
    <w:div w:id="72121156">
      <w:bodyDiv w:val="1"/>
      <w:marLeft w:val="0"/>
      <w:marRight w:val="0"/>
      <w:marTop w:val="0"/>
      <w:marBottom w:val="0"/>
      <w:divBdr>
        <w:top w:val="none" w:sz="0" w:space="0" w:color="auto"/>
        <w:left w:val="none" w:sz="0" w:space="0" w:color="auto"/>
        <w:bottom w:val="none" w:sz="0" w:space="0" w:color="auto"/>
        <w:right w:val="none" w:sz="0" w:space="0" w:color="auto"/>
      </w:divBdr>
    </w:div>
    <w:div w:id="202250523">
      <w:bodyDiv w:val="1"/>
      <w:marLeft w:val="0"/>
      <w:marRight w:val="0"/>
      <w:marTop w:val="0"/>
      <w:marBottom w:val="0"/>
      <w:divBdr>
        <w:top w:val="none" w:sz="0" w:space="0" w:color="auto"/>
        <w:left w:val="none" w:sz="0" w:space="0" w:color="auto"/>
        <w:bottom w:val="none" w:sz="0" w:space="0" w:color="auto"/>
        <w:right w:val="none" w:sz="0" w:space="0" w:color="auto"/>
      </w:divBdr>
    </w:div>
    <w:div w:id="237709654">
      <w:bodyDiv w:val="1"/>
      <w:marLeft w:val="0"/>
      <w:marRight w:val="0"/>
      <w:marTop w:val="0"/>
      <w:marBottom w:val="0"/>
      <w:divBdr>
        <w:top w:val="none" w:sz="0" w:space="0" w:color="auto"/>
        <w:left w:val="none" w:sz="0" w:space="0" w:color="auto"/>
        <w:bottom w:val="none" w:sz="0" w:space="0" w:color="auto"/>
        <w:right w:val="none" w:sz="0" w:space="0" w:color="auto"/>
      </w:divBdr>
    </w:div>
    <w:div w:id="589310782">
      <w:bodyDiv w:val="1"/>
      <w:marLeft w:val="0"/>
      <w:marRight w:val="0"/>
      <w:marTop w:val="0"/>
      <w:marBottom w:val="0"/>
      <w:divBdr>
        <w:top w:val="none" w:sz="0" w:space="0" w:color="auto"/>
        <w:left w:val="none" w:sz="0" w:space="0" w:color="auto"/>
        <w:bottom w:val="none" w:sz="0" w:space="0" w:color="auto"/>
        <w:right w:val="none" w:sz="0" w:space="0" w:color="auto"/>
      </w:divBdr>
      <w:divsChild>
        <w:div w:id="484471794">
          <w:marLeft w:val="0"/>
          <w:marRight w:val="0"/>
          <w:marTop w:val="0"/>
          <w:marBottom w:val="0"/>
          <w:divBdr>
            <w:top w:val="none" w:sz="0" w:space="0" w:color="auto"/>
            <w:left w:val="none" w:sz="0" w:space="0" w:color="auto"/>
            <w:bottom w:val="none" w:sz="0" w:space="0" w:color="auto"/>
            <w:right w:val="none" w:sz="0" w:space="0" w:color="auto"/>
          </w:divBdr>
        </w:div>
        <w:div w:id="745999215">
          <w:marLeft w:val="0"/>
          <w:marRight w:val="0"/>
          <w:marTop w:val="0"/>
          <w:marBottom w:val="0"/>
          <w:divBdr>
            <w:top w:val="none" w:sz="0" w:space="0" w:color="auto"/>
            <w:left w:val="none" w:sz="0" w:space="0" w:color="auto"/>
            <w:bottom w:val="none" w:sz="0" w:space="0" w:color="auto"/>
            <w:right w:val="none" w:sz="0" w:space="0" w:color="auto"/>
          </w:divBdr>
        </w:div>
      </w:divsChild>
    </w:div>
    <w:div w:id="1242565282">
      <w:bodyDiv w:val="1"/>
      <w:marLeft w:val="0"/>
      <w:marRight w:val="0"/>
      <w:marTop w:val="0"/>
      <w:marBottom w:val="0"/>
      <w:divBdr>
        <w:top w:val="none" w:sz="0" w:space="0" w:color="auto"/>
        <w:left w:val="none" w:sz="0" w:space="0" w:color="auto"/>
        <w:bottom w:val="none" w:sz="0" w:space="0" w:color="auto"/>
        <w:right w:val="none" w:sz="0" w:space="0" w:color="auto"/>
      </w:divBdr>
    </w:div>
    <w:div w:id="1463688482">
      <w:bodyDiv w:val="1"/>
      <w:marLeft w:val="0"/>
      <w:marRight w:val="0"/>
      <w:marTop w:val="0"/>
      <w:marBottom w:val="0"/>
      <w:divBdr>
        <w:top w:val="none" w:sz="0" w:space="0" w:color="auto"/>
        <w:left w:val="none" w:sz="0" w:space="0" w:color="auto"/>
        <w:bottom w:val="none" w:sz="0" w:space="0" w:color="auto"/>
        <w:right w:val="none" w:sz="0" w:space="0" w:color="auto"/>
      </w:divBdr>
      <w:divsChild>
        <w:div w:id="1903716022">
          <w:marLeft w:val="0"/>
          <w:marRight w:val="0"/>
          <w:marTop w:val="0"/>
          <w:marBottom w:val="0"/>
          <w:divBdr>
            <w:top w:val="none" w:sz="0" w:space="0" w:color="auto"/>
            <w:left w:val="none" w:sz="0" w:space="0" w:color="auto"/>
            <w:bottom w:val="none" w:sz="0" w:space="0" w:color="auto"/>
            <w:right w:val="none" w:sz="0" w:space="0" w:color="auto"/>
          </w:divBdr>
        </w:div>
        <w:div w:id="2068527684">
          <w:marLeft w:val="0"/>
          <w:marRight w:val="0"/>
          <w:marTop w:val="0"/>
          <w:marBottom w:val="0"/>
          <w:divBdr>
            <w:top w:val="none" w:sz="0" w:space="0" w:color="auto"/>
            <w:left w:val="none" w:sz="0" w:space="0" w:color="auto"/>
            <w:bottom w:val="none" w:sz="0" w:space="0" w:color="auto"/>
            <w:right w:val="none" w:sz="0" w:space="0" w:color="auto"/>
          </w:divBdr>
        </w:div>
      </w:divsChild>
    </w:div>
    <w:div w:id="1729644953">
      <w:bodyDiv w:val="1"/>
      <w:marLeft w:val="0"/>
      <w:marRight w:val="0"/>
      <w:marTop w:val="0"/>
      <w:marBottom w:val="0"/>
      <w:divBdr>
        <w:top w:val="none" w:sz="0" w:space="0" w:color="auto"/>
        <w:left w:val="none" w:sz="0" w:space="0" w:color="auto"/>
        <w:bottom w:val="none" w:sz="0" w:space="0" w:color="auto"/>
        <w:right w:val="none" w:sz="0" w:space="0" w:color="auto"/>
      </w:divBdr>
    </w:div>
    <w:div w:id="1917280243">
      <w:bodyDiv w:val="1"/>
      <w:marLeft w:val="0"/>
      <w:marRight w:val="0"/>
      <w:marTop w:val="0"/>
      <w:marBottom w:val="0"/>
      <w:divBdr>
        <w:top w:val="none" w:sz="0" w:space="0" w:color="auto"/>
        <w:left w:val="none" w:sz="0" w:space="0" w:color="auto"/>
        <w:bottom w:val="none" w:sz="0" w:space="0" w:color="auto"/>
        <w:right w:val="none" w:sz="0" w:space="0" w:color="auto"/>
      </w:divBdr>
    </w:div>
    <w:div w:id="1974368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ungm.org" TargetMode="External"/><Relationship Id="rId26" Type="http://schemas.openxmlformats.org/officeDocument/2006/relationships/hyperlink" Target="mailto:procurement@unfpa.org.mn" TargetMode="External"/><Relationship Id="rId21" Type="http://schemas.openxmlformats.org/officeDocument/2006/relationships/hyperlink" Target="http://www.unfpa.org/about-procuremen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unfpa.org" TargetMode="External"/><Relationship Id="rId17" Type="http://schemas.openxmlformats.org/officeDocument/2006/relationships/hyperlink" Target="mailto:batsuuri@unfpa.org" TargetMode="External"/><Relationship Id="rId25" Type="http://schemas.openxmlformats.org/officeDocument/2006/relationships/hyperlink" Target="mailto:procurement@unfpa.org.mn"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atsuuri@unfpa.org" TargetMode="External"/><Relationship Id="rId20" Type="http://schemas.openxmlformats.org/officeDocument/2006/relationships/hyperlink" Target="http://www.un.org/sc/committees/1267/aq_sanctions_list.shtml" TargetMode="External"/><Relationship Id="rId29" Type="http://schemas.openxmlformats.org/officeDocument/2006/relationships/hyperlink" Target="mailto:procurement@unfp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fpa.org" TargetMode="External"/><Relationship Id="rId24" Type="http://schemas.openxmlformats.org/officeDocument/2006/relationships/hyperlink" Target="mailto:procurement@unfpa.org.mn"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rocurement@unfpa.org.mn" TargetMode="External"/><Relationship Id="rId23" Type="http://schemas.openxmlformats.org/officeDocument/2006/relationships/hyperlink" Target="https://mongolia.unfpa.org/en" TargetMode="External"/><Relationship Id="rId28" Type="http://schemas.openxmlformats.org/officeDocument/2006/relationships/hyperlink" Target="http://www.ungm.org"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ungm.org/Publications/UserManuals/Suppliers/UserManual_Supplier.pdf" TargetMode="External"/><Relationship Id="rId31" Type="http://schemas.openxmlformats.org/officeDocument/2006/relationships/hyperlink" Target="https://portal.myunfpa.org/c/document_library/get_file?uuid=18806519-5527-442f-94be-d6f02ab10fe2&amp;groupId=9261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unfpa.org.mn" TargetMode="External"/><Relationship Id="rId22" Type="http://schemas.openxmlformats.org/officeDocument/2006/relationships/hyperlink" Target="http://www.ungm.org/" TargetMode="External"/><Relationship Id="rId27" Type="http://schemas.openxmlformats.org/officeDocument/2006/relationships/hyperlink" Target="http://www.timeanddate.com/worldclock" TargetMode="External"/><Relationship Id="rId30" Type="http://schemas.openxmlformats.org/officeDocument/2006/relationships/hyperlink" Target="http://www.unfpa.org/public/home/procurement/pid/3233"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047A427E36DF44A2F1781FDE32C642" ma:contentTypeVersion="2" ma:contentTypeDescription="Create a new document." ma:contentTypeScope="" ma:versionID="08f207c581ee923a16e3593af9d8d93a">
  <xsd:schema xmlns:xsd="http://www.w3.org/2001/XMLSchema" xmlns:xs="http://www.w3.org/2001/XMLSchema" xmlns:p="http://schemas.microsoft.com/office/2006/metadata/properties" xmlns:ns3="2e61815e-ac6e-4a40-a18b-a18d578ed6af" targetNamespace="http://schemas.microsoft.com/office/2006/metadata/properties" ma:root="true" ma:fieldsID="8566482937fa84603da56d2da68d8e52" ns3:_="">
    <xsd:import namespace="2e61815e-ac6e-4a40-a18b-a18d578ed6af"/>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1815e-ac6e-4a40-a18b-a18d578ed6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E23C9-E97F-4B19-87AA-324FD3607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1815e-ac6e-4a40-a18b-a18d578ed6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27FC53-3DE3-477F-9C42-70DC46E4DC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9ADE6B-9D6C-4792-9BE8-A7A6D45743B3}">
  <ds:schemaRefs>
    <ds:schemaRef ds:uri="http://schemas.microsoft.com/sharepoint/v3/contenttype/forms"/>
  </ds:schemaRefs>
</ds:datastoreItem>
</file>

<file path=customXml/itemProps4.xml><?xml version="1.0" encoding="utf-8"?>
<ds:datastoreItem xmlns:ds="http://schemas.openxmlformats.org/officeDocument/2006/customXml" ds:itemID="{FA254497-0831-4429-8140-82C3CB3BD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18864</Words>
  <Characters>107525</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Saniplan</vt:lpstr>
    </vt:vector>
  </TitlesOfParts>
  <Company>UNFPA</Company>
  <LinksUpToDate>false</LinksUpToDate>
  <CharactersWithSpaces>126137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subject/>
  <dc:creator>Dr. Kutschera</dc:creator>
  <cp:keywords/>
  <dc:description/>
  <cp:lastModifiedBy>TSETSENBAATAR BATSUURI</cp:lastModifiedBy>
  <cp:revision>2</cp:revision>
  <cp:lastPrinted>2011-10-17T12:39:00Z</cp:lastPrinted>
  <dcterms:created xsi:type="dcterms:W3CDTF">2022-04-08T08:15:00Z</dcterms:created>
  <dcterms:modified xsi:type="dcterms:W3CDTF">2022-04-08T08:15:00Z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0x010100B2047A427E36DF44A2F1781FDE32C642</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