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1B115" w14:textId="55BB119F" w:rsidR="00CD14BF" w:rsidRPr="001353CB" w:rsidRDefault="001353CB" w:rsidP="003C73FD">
      <w:pPr>
        <w:pStyle w:val="Heading2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353CB">
        <w:rPr>
          <w:rFonts w:asciiTheme="minorHAnsi" w:hAnsiTheme="minorHAnsi" w:cstheme="minorHAnsi"/>
          <w:b/>
          <w:color w:val="auto"/>
          <w:sz w:val="24"/>
          <w:szCs w:val="24"/>
        </w:rPr>
        <w:t xml:space="preserve">ANNEX 3: TECHNICAL AND FINANCIAL OFFER </w:t>
      </w:r>
      <w:r w:rsidR="00B57D81">
        <w:rPr>
          <w:rFonts w:asciiTheme="minorHAnsi" w:hAnsiTheme="minorHAnsi" w:cstheme="minorHAnsi"/>
          <w:b/>
          <w:color w:val="auto"/>
          <w:sz w:val="24"/>
          <w:szCs w:val="24"/>
        </w:rPr>
        <w:t>–</w:t>
      </w:r>
      <w:r w:rsidRPr="001353CB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B57D81" w:rsidRPr="001353CB">
        <w:rPr>
          <w:rFonts w:asciiTheme="minorHAnsi" w:hAnsiTheme="minorHAnsi" w:cstheme="minorHAnsi"/>
          <w:b/>
          <w:color w:val="auto"/>
          <w:sz w:val="24"/>
          <w:szCs w:val="24"/>
        </w:rPr>
        <w:t>GOODS</w:t>
      </w:r>
      <w:r w:rsidR="00B57D81">
        <w:rPr>
          <w:rFonts w:asciiTheme="minorHAnsi" w:hAnsiTheme="minorHAnsi" w:cstheme="minorHAnsi"/>
          <w:b/>
          <w:color w:val="auto"/>
          <w:sz w:val="24"/>
          <w:szCs w:val="24"/>
        </w:rPr>
        <w:t xml:space="preserve"> AND WORKS</w:t>
      </w:r>
    </w:p>
    <w:p w14:paraId="1A9332D8" w14:textId="77777777" w:rsidR="006B4265" w:rsidRPr="005E5F03" w:rsidRDefault="006B4265" w:rsidP="006B4265">
      <w:pPr>
        <w:rPr>
          <w:rFonts w:cstheme="minorHAnsi"/>
          <w:i/>
          <w:sz w:val="20"/>
          <w:szCs w:val="20"/>
        </w:rPr>
      </w:pPr>
      <w:r w:rsidRPr="005E5F03">
        <w:rPr>
          <w:rFonts w:cstheme="minorHAnsi"/>
          <w:i/>
          <w:sz w:val="20"/>
          <w:szCs w:val="20"/>
        </w:rPr>
        <w:t xml:space="preserve">Bidders are requested to complete this form, sign </w:t>
      </w:r>
      <w:proofErr w:type="gramStart"/>
      <w:r w:rsidRPr="005E5F03">
        <w:rPr>
          <w:rFonts w:cstheme="minorHAnsi"/>
          <w:i/>
          <w:sz w:val="20"/>
          <w:szCs w:val="20"/>
        </w:rPr>
        <w:t>it</w:t>
      </w:r>
      <w:proofErr w:type="gramEnd"/>
      <w:r w:rsidRPr="005E5F03">
        <w:rPr>
          <w:rFonts w:cstheme="minorHAnsi"/>
          <w:i/>
          <w:sz w:val="20"/>
          <w:szCs w:val="20"/>
        </w:rPr>
        <w:t xml:space="preserve"> and return it as part of their bid</w:t>
      </w:r>
      <w:r w:rsidR="00EB30D5" w:rsidRPr="005E5F03">
        <w:rPr>
          <w:rFonts w:cstheme="minorHAnsi"/>
          <w:i/>
          <w:sz w:val="20"/>
          <w:szCs w:val="20"/>
        </w:rPr>
        <w:t xml:space="preserve"> along with Annex 2: Quotation Submission Form</w:t>
      </w:r>
      <w:r w:rsidRPr="005E5F03">
        <w:rPr>
          <w:rFonts w:cstheme="minorHAnsi"/>
          <w:i/>
          <w:sz w:val="20"/>
          <w:szCs w:val="20"/>
        </w:rPr>
        <w:t>. The Bidder shall fill in this form in accordance with the instructions indicated. No alterations to its format shall be permitted and no substitutions shall be accepted.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119"/>
        <w:gridCol w:w="3624"/>
      </w:tblGrid>
      <w:tr w:rsidR="0003549D" w:rsidRPr="005E5F03" w14:paraId="2DC05499" w14:textId="77777777" w:rsidTr="00002895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1C12557F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Name of Bidder: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33045427"/>
            <w:placeholder>
              <w:docPart w:val="E15B736FE36D4CCF8A6BAC5FD826A785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0666B87D" w14:textId="77777777" w:rsidR="0003549D" w:rsidRPr="005E5F03" w:rsidRDefault="0003549D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3549D" w:rsidRPr="005E5F03" w14:paraId="29AD778D" w14:textId="77777777" w:rsidTr="00B842CB">
        <w:trPr>
          <w:trHeight w:val="360"/>
        </w:trPr>
        <w:tc>
          <w:tcPr>
            <w:tcW w:w="1979" w:type="dxa"/>
            <w:shd w:val="clear" w:color="auto" w:fill="auto"/>
          </w:tcPr>
          <w:p w14:paraId="467A4C78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iCs/>
                <w:sz w:val="20"/>
                <w:szCs w:val="20"/>
              </w:rPr>
              <w:t>RFQ reference:</w:t>
            </w:r>
          </w:p>
        </w:tc>
        <w:tc>
          <w:tcPr>
            <w:tcW w:w="4119" w:type="dxa"/>
            <w:shd w:val="clear" w:color="auto" w:fill="auto"/>
            <w:vAlign w:val="center"/>
          </w:tcPr>
          <w:p w14:paraId="5CD47E18" w14:textId="3C23DA9F" w:rsidR="0003549D" w:rsidRPr="005E5F03" w:rsidRDefault="00B842CB" w:rsidP="00B842CB">
            <w:pPr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RFQ-2022-006 </w:t>
            </w:r>
            <w:r w:rsidRPr="005A20B4">
              <w:rPr>
                <w:rFonts w:cstheme="minorHAnsi"/>
                <w:sz w:val="20"/>
                <w:szCs w:val="20"/>
              </w:rPr>
              <w:t>Procurement of a sprinkler irrigation system with installation within the framework of the "Alley of Peace" project</w:t>
            </w:r>
          </w:p>
        </w:tc>
        <w:tc>
          <w:tcPr>
            <w:tcW w:w="3624" w:type="dxa"/>
            <w:shd w:val="clear" w:color="auto" w:fill="auto"/>
            <w:vAlign w:val="center"/>
          </w:tcPr>
          <w:p w14:paraId="5EF64B23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 xml:space="preserve">Date: </w:t>
            </w:r>
            <w:sdt>
              <w:sdtPr>
                <w:rPr>
                  <w:rFonts w:cstheme="minorHAnsi"/>
                  <w:sz w:val="20"/>
                  <w:szCs w:val="20"/>
                </w:rPr>
                <w:id w:val="8571392"/>
                <w:placeholder>
                  <w:docPart w:val="39BDD2587B6A416EB1CF50DD13754901"/>
                </w:placeholder>
                <w:showingPlcHdr/>
                <w:date>
                  <w:dateFormat w:val="dd MMMM 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Pr="005E5F0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to enter a date.</w:t>
                </w:r>
              </w:sdtContent>
            </w:sdt>
          </w:p>
        </w:tc>
      </w:tr>
    </w:tbl>
    <w:p w14:paraId="7ED01D08" w14:textId="77777777" w:rsidR="007F6D62" w:rsidRPr="005E5F03" w:rsidRDefault="007F6D62" w:rsidP="006B4265">
      <w:pPr>
        <w:rPr>
          <w:rFonts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134"/>
        <w:gridCol w:w="850"/>
        <w:gridCol w:w="1701"/>
        <w:gridCol w:w="1640"/>
      </w:tblGrid>
      <w:tr w:rsidR="0071500A" w:rsidRPr="005E5F03" w14:paraId="7C1A262F" w14:textId="77777777" w:rsidTr="00002895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10F6C0AF" w14:textId="453792E7" w:rsidR="0071500A" w:rsidRPr="005E5F03" w:rsidRDefault="0071500A" w:rsidP="0071500A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Currency"/>
                <w:tag w:val="Insert Currency"/>
                <w:id w:val="1972012838"/>
                <w:placeholder>
                  <w:docPart w:val="2E35BDEB115C4039BB41520C255985EC"/>
                </w:placeholder>
                <w:text/>
              </w:sdtPr>
              <w:sdtEndPr/>
              <w:sdtContent>
                <w:r w:rsidR="00DA5736">
                  <w:rPr>
                    <w:rFonts w:cstheme="minorHAnsi"/>
                    <w:b/>
                    <w:sz w:val="20"/>
                    <w:szCs w:val="20"/>
                  </w:rPr>
                  <w:t>KZT</w:t>
                </w:r>
              </w:sdtContent>
            </w:sdt>
          </w:p>
          <w:p w14:paraId="654AA7F4" w14:textId="22E68EC3" w:rsidR="0071500A" w:rsidRPr="005E5F03" w:rsidRDefault="0071500A" w:rsidP="0071500A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 INCOTERMS"/>
                <w:tag w:val="Insert INCOTERMS"/>
                <w:id w:val="926160367"/>
                <w:placeholder>
                  <w:docPart w:val="E91ADE51D0AE48B788E0C7A932B6BC88"/>
                </w:placeholder>
                <w:text/>
              </w:sdtPr>
              <w:sdtEndPr/>
              <w:sdtContent>
                <w:r w:rsidR="00DA5736">
                  <w:rPr>
                    <w:rFonts w:cstheme="minorHAnsi"/>
                    <w:b/>
                    <w:sz w:val="20"/>
                    <w:szCs w:val="20"/>
                  </w:rPr>
                  <w:t>DDP</w:t>
                </w:r>
              </w:sdtContent>
            </w:sdt>
          </w:p>
        </w:tc>
      </w:tr>
      <w:tr w:rsidR="0003549D" w:rsidRPr="005E5F03" w14:paraId="1E893426" w14:textId="77777777" w:rsidTr="00A8190A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237E485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Item No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5467725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B557C16" w14:textId="77777777" w:rsidR="0003549D" w:rsidRPr="005E5F03" w:rsidRDefault="0071500A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UOM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865A4C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Qty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242C44A" w14:textId="4C03E594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Unit price</w:t>
            </w:r>
            <w:r w:rsidR="00A8190A">
              <w:rPr>
                <w:rFonts w:cstheme="minorHAnsi"/>
                <w:b/>
                <w:sz w:val="20"/>
                <w:szCs w:val="20"/>
              </w:rPr>
              <w:t>, KZT</w:t>
            </w:r>
          </w:p>
        </w:tc>
        <w:tc>
          <w:tcPr>
            <w:tcW w:w="1640" w:type="dxa"/>
            <w:shd w:val="clear" w:color="auto" w:fill="D9D9D9" w:themeFill="background1" w:themeFillShade="D9"/>
            <w:vAlign w:val="center"/>
          </w:tcPr>
          <w:p w14:paraId="66712AF0" w14:textId="063703F6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price</w:t>
            </w:r>
            <w:r w:rsidR="00A8190A">
              <w:rPr>
                <w:rFonts w:cstheme="minorHAnsi"/>
                <w:b/>
                <w:sz w:val="20"/>
                <w:szCs w:val="20"/>
              </w:rPr>
              <w:t>, KZT</w:t>
            </w:r>
            <w:r w:rsidRPr="005E5F0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03549D" w:rsidRPr="005E5F03" w14:paraId="639E75FE" w14:textId="77777777" w:rsidTr="00A8190A">
        <w:trPr>
          <w:cantSplit/>
          <w:trHeight w:val="486"/>
        </w:trPr>
        <w:tc>
          <w:tcPr>
            <w:tcW w:w="851" w:type="dxa"/>
            <w:vAlign w:val="center"/>
          </w:tcPr>
          <w:p w14:paraId="10A24C0E" w14:textId="77777777" w:rsidR="0003549D" w:rsidRPr="005E5F03" w:rsidRDefault="0003549D" w:rsidP="00D642B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3D4C7C0B" w14:textId="03AD59CB" w:rsidR="0003549D" w:rsidRPr="005E5F03" w:rsidRDefault="00507888" w:rsidP="00D642B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507888">
              <w:rPr>
                <w:rFonts w:cstheme="minorHAnsi"/>
                <w:sz w:val="20"/>
                <w:szCs w:val="20"/>
              </w:rPr>
              <w:t>1 (one) unit of sprinkler irrigation system with installation</w:t>
            </w:r>
          </w:p>
        </w:tc>
        <w:tc>
          <w:tcPr>
            <w:tcW w:w="1134" w:type="dxa"/>
            <w:vAlign w:val="center"/>
          </w:tcPr>
          <w:p w14:paraId="3A3F8C5C" w14:textId="72F2DB4A" w:rsidR="0003549D" w:rsidRPr="005E5F03" w:rsidRDefault="00507888" w:rsidP="00A8190A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07888">
              <w:rPr>
                <w:rFonts w:cstheme="minorHAnsi"/>
                <w:sz w:val="20"/>
                <w:szCs w:val="20"/>
              </w:rPr>
              <w:t>Unit</w:t>
            </w:r>
          </w:p>
        </w:tc>
        <w:tc>
          <w:tcPr>
            <w:tcW w:w="850" w:type="dxa"/>
            <w:vAlign w:val="center"/>
          </w:tcPr>
          <w:p w14:paraId="32F88183" w14:textId="25D7F181" w:rsidR="0003549D" w:rsidRPr="005E5F03" w:rsidRDefault="00507888" w:rsidP="00A8190A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0788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28D3B23" w14:textId="77777777" w:rsidR="0003549D" w:rsidRPr="005E5F03" w:rsidRDefault="0003549D" w:rsidP="00A819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14:paraId="7F225832" w14:textId="77777777" w:rsidR="0003549D" w:rsidRPr="005E5F03" w:rsidRDefault="0003549D" w:rsidP="00A819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3549D" w:rsidRPr="005E5F03" w14:paraId="471FB413" w14:textId="77777777" w:rsidTr="00A8190A">
        <w:trPr>
          <w:cantSplit/>
          <w:trHeight w:val="227"/>
        </w:trPr>
        <w:tc>
          <w:tcPr>
            <w:tcW w:w="851" w:type="dxa"/>
            <w:vAlign w:val="center"/>
          </w:tcPr>
          <w:p w14:paraId="51217D8B" w14:textId="77777777" w:rsidR="0003549D" w:rsidRPr="005E5F03" w:rsidRDefault="0003549D" w:rsidP="00D642BC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0CDA2965" w14:textId="5E30DAD1" w:rsidR="0003549D" w:rsidRPr="00A8190A" w:rsidRDefault="00A8190A" w:rsidP="00D642BC">
            <w:pPr>
              <w:rPr>
                <w:rFonts w:cstheme="minorHAnsi"/>
                <w:sz w:val="20"/>
                <w:szCs w:val="20"/>
              </w:rPr>
            </w:pPr>
            <w:r w:rsidRPr="00A8190A">
              <w:rPr>
                <w:rFonts w:cstheme="minorHAnsi"/>
                <w:sz w:val="20"/>
                <w:szCs w:val="20"/>
              </w:rPr>
              <w:t>Commissioning works</w:t>
            </w:r>
          </w:p>
        </w:tc>
        <w:tc>
          <w:tcPr>
            <w:tcW w:w="1134" w:type="dxa"/>
            <w:vAlign w:val="center"/>
          </w:tcPr>
          <w:p w14:paraId="2872D0C0" w14:textId="1501C3AF" w:rsidR="0003549D" w:rsidRPr="00A8190A" w:rsidRDefault="00A8190A" w:rsidP="00A8190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8190A">
              <w:rPr>
                <w:rFonts w:cstheme="minorHAnsi"/>
                <w:sz w:val="20"/>
                <w:szCs w:val="20"/>
              </w:rPr>
              <w:t>Works</w:t>
            </w:r>
          </w:p>
        </w:tc>
        <w:tc>
          <w:tcPr>
            <w:tcW w:w="850" w:type="dxa"/>
            <w:vAlign w:val="center"/>
          </w:tcPr>
          <w:p w14:paraId="57BF0D0C" w14:textId="23DEBA52" w:rsidR="0003549D" w:rsidRPr="005E5F03" w:rsidRDefault="00A8190A" w:rsidP="00A8190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7646125" w14:textId="77777777" w:rsidR="0003549D" w:rsidRPr="005E5F03" w:rsidRDefault="0003549D" w:rsidP="00A819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14:paraId="40EFB5D6" w14:textId="77777777" w:rsidR="0003549D" w:rsidRPr="005E5F03" w:rsidRDefault="0003549D" w:rsidP="00A8190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D6DB0" w:rsidRPr="005E5F03" w14:paraId="228D0443" w14:textId="77777777" w:rsidTr="00A8190A">
        <w:trPr>
          <w:cantSplit/>
          <w:trHeight w:hRule="exact" w:val="340"/>
        </w:trPr>
        <w:tc>
          <w:tcPr>
            <w:tcW w:w="8080" w:type="dxa"/>
            <w:gridSpan w:val="5"/>
            <w:vAlign w:val="center"/>
          </w:tcPr>
          <w:p w14:paraId="38EB2860" w14:textId="77777777" w:rsidR="00AD6DB0" w:rsidRPr="005E5F03" w:rsidRDefault="00AD6DB0" w:rsidP="00601915">
            <w:pPr>
              <w:rPr>
                <w:rFonts w:cstheme="minorHAnsi"/>
                <w:sz w:val="20"/>
                <w:szCs w:val="20"/>
              </w:rPr>
            </w:pPr>
            <w:r w:rsidRPr="005E5F03">
              <w:rPr>
                <w:rFonts w:cstheme="minorHAnsi"/>
                <w:sz w:val="20"/>
                <w:szCs w:val="20"/>
              </w:rPr>
              <w:t>Total Price</w:t>
            </w:r>
          </w:p>
        </w:tc>
        <w:tc>
          <w:tcPr>
            <w:tcW w:w="1640" w:type="dxa"/>
          </w:tcPr>
          <w:p w14:paraId="3078BA3A" w14:textId="77777777" w:rsidR="00AD6DB0" w:rsidRPr="005E5F03" w:rsidRDefault="00AD6DB0" w:rsidP="00D642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E5A3A" w:rsidRPr="005E5F03" w14:paraId="447CC171" w14:textId="77777777" w:rsidTr="00A8190A">
        <w:trPr>
          <w:cantSplit/>
          <w:trHeight w:hRule="exact" w:val="340"/>
        </w:trPr>
        <w:tc>
          <w:tcPr>
            <w:tcW w:w="8080" w:type="dxa"/>
            <w:gridSpan w:val="5"/>
            <w:vAlign w:val="center"/>
          </w:tcPr>
          <w:p w14:paraId="16E932DE" w14:textId="77777777" w:rsidR="00DE5A3A" w:rsidRPr="00825AF4" w:rsidRDefault="00DE5A3A" w:rsidP="00601915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E26F70">
              <w:rPr>
                <w:rFonts w:cstheme="minorHAnsi"/>
                <w:sz w:val="20"/>
                <w:szCs w:val="20"/>
              </w:rPr>
              <w:t>Transportation</w:t>
            </w:r>
            <w:r w:rsidR="0071500A" w:rsidRPr="00E26F70">
              <w:rPr>
                <w:rFonts w:cstheme="minorHAnsi"/>
                <w:sz w:val="20"/>
                <w:szCs w:val="20"/>
              </w:rPr>
              <w:t xml:space="preserve"> Price</w:t>
            </w:r>
          </w:p>
        </w:tc>
        <w:tc>
          <w:tcPr>
            <w:tcW w:w="1640" w:type="dxa"/>
          </w:tcPr>
          <w:p w14:paraId="0B512ECA" w14:textId="77777777" w:rsidR="00DE5A3A" w:rsidRPr="005E5F03" w:rsidRDefault="00DE5A3A" w:rsidP="00D642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E5A3A" w:rsidRPr="005E5F03" w14:paraId="5A73A7C6" w14:textId="77777777" w:rsidTr="00A8190A">
        <w:trPr>
          <w:cantSplit/>
          <w:trHeight w:hRule="exact" w:val="340"/>
        </w:trPr>
        <w:tc>
          <w:tcPr>
            <w:tcW w:w="8080" w:type="dxa"/>
            <w:gridSpan w:val="5"/>
            <w:vAlign w:val="center"/>
          </w:tcPr>
          <w:p w14:paraId="5BCD521E" w14:textId="778D740A" w:rsidR="00DE5A3A" w:rsidRPr="005E5F03" w:rsidRDefault="00825AF4" w:rsidP="006019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VAT</w:t>
            </w:r>
          </w:p>
        </w:tc>
        <w:tc>
          <w:tcPr>
            <w:tcW w:w="1640" w:type="dxa"/>
          </w:tcPr>
          <w:p w14:paraId="6ED41D44" w14:textId="77777777" w:rsidR="00DE5A3A" w:rsidRPr="005E5F03" w:rsidRDefault="00DE5A3A" w:rsidP="00D642B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E5A3A" w:rsidRPr="005E5F03" w14:paraId="6E07B5F3" w14:textId="77777777" w:rsidTr="00A8190A">
        <w:trPr>
          <w:cantSplit/>
          <w:trHeight w:val="113"/>
        </w:trPr>
        <w:tc>
          <w:tcPr>
            <w:tcW w:w="8080" w:type="dxa"/>
            <w:gridSpan w:val="5"/>
            <w:vAlign w:val="center"/>
          </w:tcPr>
          <w:p w14:paraId="21F82A54" w14:textId="49A4EAD4" w:rsidR="00DE5A3A" w:rsidRPr="005E5F03" w:rsidRDefault="00DE5A3A" w:rsidP="00601915">
            <w:pPr>
              <w:rPr>
                <w:rFonts w:cstheme="minorHAnsi"/>
                <w:b/>
                <w:sz w:val="20"/>
                <w:szCs w:val="20"/>
              </w:rPr>
            </w:pPr>
            <w:r w:rsidRPr="005E5F03">
              <w:rPr>
                <w:rFonts w:cstheme="minorHAnsi"/>
                <w:b/>
                <w:sz w:val="20"/>
                <w:szCs w:val="20"/>
              </w:rPr>
              <w:t>Total Final and All-inclusive Price</w:t>
            </w:r>
            <w:r w:rsidR="00825AF4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40" w:type="dxa"/>
          </w:tcPr>
          <w:p w14:paraId="487C925C" w14:textId="77777777" w:rsidR="00DE5A3A" w:rsidRPr="005E5F03" w:rsidRDefault="00DE5A3A" w:rsidP="00D642B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8DC2603" w14:textId="77777777" w:rsidR="002E6E28" w:rsidRPr="005E5F03" w:rsidRDefault="002E6E28" w:rsidP="009B7516">
      <w:pPr>
        <w:rPr>
          <w:rFonts w:cstheme="minorHAnsi"/>
          <w:sz w:val="20"/>
          <w:szCs w:val="20"/>
        </w:rPr>
      </w:pPr>
    </w:p>
    <w:p w14:paraId="536C91AA" w14:textId="11DE894D" w:rsidR="00F52526" w:rsidRDefault="00971D5A" w:rsidP="00F5252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Compli</w:t>
      </w:r>
      <w:r w:rsidR="00510863">
        <w:rPr>
          <w:rFonts w:cstheme="minorHAnsi"/>
          <w:b/>
          <w:sz w:val="20"/>
          <w:szCs w:val="20"/>
        </w:rPr>
        <w:t>ance with Technical Requirements</w:t>
      </w:r>
      <w:r w:rsidR="00F52526" w:rsidRPr="005E5F03">
        <w:rPr>
          <w:rFonts w:cstheme="minorHAnsi"/>
          <w:b/>
          <w:sz w:val="20"/>
          <w:szCs w:val="20"/>
        </w:rPr>
        <w:t xml:space="preserve">: </w:t>
      </w:r>
    </w:p>
    <w:tbl>
      <w:tblPr>
        <w:tblW w:w="9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417"/>
        <w:gridCol w:w="992"/>
        <w:gridCol w:w="993"/>
        <w:gridCol w:w="1134"/>
        <w:gridCol w:w="1134"/>
        <w:gridCol w:w="1944"/>
      </w:tblGrid>
      <w:tr w:rsidR="0000331A" w:rsidRPr="0000331A" w14:paraId="2BB8CA2A" w14:textId="77777777" w:rsidTr="0028517F">
        <w:trPr>
          <w:trHeight w:val="517"/>
        </w:trPr>
        <w:tc>
          <w:tcPr>
            <w:tcW w:w="426" w:type="dxa"/>
            <w:vMerge w:val="restart"/>
            <w:shd w:val="clear" w:color="auto" w:fill="auto"/>
            <w:hideMark/>
          </w:tcPr>
          <w:p w14:paraId="2445A001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  <w:noWrap/>
            <w:hideMark/>
          </w:tcPr>
          <w:p w14:paraId="1E17F9D3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hideMark/>
          </w:tcPr>
          <w:p w14:paraId="18D7C6D5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Requirements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14:paraId="28F38F2E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 xml:space="preserve">Unit </w:t>
            </w:r>
          </w:p>
        </w:tc>
        <w:tc>
          <w:tcPr>
            <w:tcW w:w="993" w:type="dxa"/>
            <w:vMerge w:val="restart"/>
            <w:shd w:val="clear" w:color="auto" w:fill="auto"/>
            <w:noWrap/>
            <w:hideMark/>
          </w:tcPr>
          <w:p w14:paraId="22C89B39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4212" w:type="dxa"/>
            <w:gridSpan w:val="3"/>
          </w:tcPr>
          <w:p w14:paraId="04F7A670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You Responses</w:t>
            </w:r>
          </w:p>
        </w:tc>
      </w:tr>
      <w:tr w:rsidR="0000331A" w:rsidRPr="0000331A" w14:paraId="67110B8A" w14:textId="77777777" w:rsidTr="0028517F">
        <w:trPr>
          <w:trHeight w:val="517"/>
        </w:trPr>
        <w:tc>
          <w:tcPr>
            <w:tcW w:w="426" w:type="dxa"/>
            <w:vMerge/>
            <w:shd w:val="clear" w:color="auto" w:fill="auto"/>
            <w:hideMark/>
          </w:tcPr>
          <w:p w14:paraId="6B307EED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14:paraId="3E8249DA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2757FE7F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14:paraId="75CB20DB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14:paraId="0CB85FC8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3F36A1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Yes, we will comply</w:t>
            </w:r>
            <w:r w:rsidRPr="0000331A">
              <w:rPr>
                <w:rFonts w:cstheme="minorHAns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14:paraId="4C1F7017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No, we cannot comply</w:t>
            </w:r>
            <w:r w:rsidRPr="0000331A">
              <w:rPr>
                <w:rFonts w:cstheme="minorHAns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944" w:type="dxa"/>
          </w:tcPr>
          <w:p w14:paraId="6D1C05A2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If you cannot comply, pls. indicate counter - offer</w:t>
            </w:r>
          </w:p>
        </w:tc>
      </w:tr>
      <w:tr w:rsidR="0000331A" w:rsidRPr="0000331A" w14:paraId="6289AA66" w14:textId="77777777" w:rsidTr="0028517F">
        <w:trPr>
          <w:trHeight w:val="300"/>
        </w:trPr>
        <w:tc>
          <w:tcPr>
            <w:tcW w:w="3686" w:type="dxa"/>
            <w:gridSpan w:val="3"/>
            <w:shd w:val="clear" w:color="auto" w:fill="auto"/>
            <w:hideMark/>
          </w:tcPr>
          <w:p w14:paraId="13F4985C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00331A">
              <w:rPr>
                <w:rFonts w:cstheme="minorHAnsi"/>
                <w:b/>
                <w:sz w:val="20"/>
                <w:szCs w:val="20"/>
                <w:lang w:val="ru-RU"/>
              </w:rPr>
              <w:t>Sprinkler</w:t>
            </w:r>
            <w:proofErr w:type="spellEnd"/>
            <w:r w:rsidRPr="0000331A">
              <w:rPr>
                <w:rFonts w:cstheme="minorHAnsi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0331A">
              <w:rPr>
                <w:rFonts w:cstheme="minorHAnsi"/>
                <w:b/>
                <w:sz w:val="20"/>
                <w:szCs w:val="20"/>
                <w:lang w:val="ru-RU"/>
              </w:rPr>
              <w:t>irrigation</w:t>
            </w:r>
            <w:proofErr w:type="spellEnd"/>
            <w:r w:rsidRPr="0000331A">
              <w:rPr>
                <w:rFonts w:cstheme="minorHAnsi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0331A">
              <w:rPr>
                <w:rFonts w:cstheme="minorHAnsi"/>
                <w:b/>
                <w:sz w:val="20"/>
                <w:szCs w:val="20"/>
                <w:lang w:val="ru-RU"/>
              </w:rPr>
              <w:t>system</w:t>
            </w:r>
            <w:proofErr w:type="spellEnd"/>
            <w:r w:rsidRPr="0000331A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992" w:type="dxa"/>
            <w:shd w:val="clear" w:color="auto" w:fill="auto"/>
            <w:hideMark/>
          </w:tcPr>
          <w:p w14:paraId="2985B221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90F5204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14:paraId="2BCA1582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A7DC98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7CC667D1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0331A" w:rsidRPr="0000331A" w14:paraId="60FE6DC6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565AE3FE" w14:textId="77777777" w:rsidR="0000331A" w:rsidRPr="0000331A" w:rsidRDefault="0000331A" w:rsidP="0000331A">
            <w:pPr>
              <w:ind w:right="38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14:paraId="77E97869" w14:textId="46E3D84A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Tube  </w:t>
            </w:r>
          </w:p>
        </w:tc>
        <w:tc>
          <w:tcPr>
            <w:tcW w:w="1417" w:type="dxa"/>
            <w:shd w:val="clear" w:color="auto" w:fill="auto"/>
            <w:hideMark/>
          </w:tcPr>
          <w:p w14:paraId="52BD5EFC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PE Ø50мм. SDR 17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F1D9B7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Running meter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A3A1818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565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451022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51BB500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82661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19F9C0F6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99509864"/>
            <w:placeholder>
              <w:docPart w:val="EA5C2E18264C469F8F21E71DD33B0F00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1D6C5B7C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4215AE15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1BC63AF2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hideMark/>
          </w:tcPr>
          <w:p w14:paraId="1ED00C9D" w14:textId="2DED7024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Tube </w:t>
            </w:r>
          </w:p>
        </w:tc>
        <w:tc>
          <w:tcPr>
            <w:tcW w:w="1417" w:type="dxa"/>
            <w:shd w:val="clear" w:color="auto" w:fill="auto"/>
            <w:hideMark/>
          </w:tcPr>
          <w:p w14:paraId="2E80AD71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PE Ø63мм. SDR 17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98A89B1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Running meter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2D10345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400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81811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57776234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-1298442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9FF53B6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28845379"/>
            <w:placeholder>
              <w:docPart w:val="F4F2FA2C1C2F4544949B0E8FC5D58263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733B3964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09D4EC04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54C4461A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14:paraId="08C2318F" w14:textId="08F3E614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Tube </w:t>
            </w:r>
          </w:p>
        </w:tc>
        <w:tc>
          <w:tcPr>
            <w:tcW w:w="1417" w:type="dxa"/>
            <w:shd w:val="clear" w:color="auto" w:fill="auto"/>
            <w:hideMark/>
          </w:tcPr>
          <w:p w14:paraId="1CF3F3D2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PE Ø20мм. SDR 11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5DD93F5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Running meter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0820196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1000</w:t>
            </w:r>
          </w:p>
        </w:tc>
        <w:sdt>
          <w:sdtPr>
            <w:rPr>
              <w:rFonts w:cstheme="minorHAnsi"/>
              <w:sz w:val="20"/>
              <w:szCs w:val="20"/>
            </w:rPr>
            <w:id w:val="1211383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06839A5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41114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01C46342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64163185"/>
            <w:placeholder>
              <w:docPart w:val="157080770CA547D48AFE63036C9B0336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66208D2D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45175F1D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486F18D0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auto"/>
            <w:hideMark/>
          </w:tcPr>
          <w:p w14:paraId="6917C8B7" w14:textId="0FCE4E4F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Tube (cable runner) </w:t>
            </w:r>
          </w:p>
        </w:tc>
        <w:tc>
          <w:tcPr>
            <w:tcW w:w="1417" w:type="dxa"/>
            <w:shd w:val="clear" w:color="auto" w:fill="auto"/>
            <w:hideMark/>
          </w:tcPr>
          <w:p w14:paraId="507BF690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For usage under </w:t>
            </w:r>
            <w:proofErr w:type="gramStart"/>
            <w:r w:rsidRPr="0000331A">
              <w:rPr>
                <w:rFonts w:cstheme="minorHAnsi"/>
                <w:bCs/>
                <w:sz w:val="20"/>
                <w:szCs w:val="20"/>
              </w:rPr>
              <w:t>the  cable</w:t>
            </w:r>
            <w:proofErr w:type="gramEnd"/>
            <w:r w:rsidRPr="0000331A">
              <w:rPr>
                <w:rFonts w:cstheme="minorHAnsi"/>
                <w:bCs/>
                <w:sz w:val="20"/>
                <w:szCs w:val="20"/>
              </w:rPr>
              <w:t xml:space="preserve"> Ø32мм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EAEC33C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Running meter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184B53B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420</w:t>
            </w:r>
          </w:p>
        </w:tc>
        <w:sdt>
          <w:sdtPr>
            <w:rPr>
              <w:rFonts w:cstheme="minorHAnsi"/>
              <w:sz w:val="20"/>
              <w:szCs w:val="20"/>
            </w:rPr>
            <w:id w:val="1723855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6B296981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90932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2EC1683C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81963524"/>
            <w:placeholder>
              <w:docPart w:val="0977337255F44F739CF4B825CBB86591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4CC88EB4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7CE7EA4D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2CA8BF91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hideMark/>
          </w:tcPr>
          <w:p w14:paraId="60C9E3F5" w14:textId="789ED349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Cartridge </w:t>
            </w:r>
          </w:p>
        </w:tc>
        <w:tc>
          <w:tcPr>
            <w:tcW w:w="1417" w:type="dxa"/>
            <w:shd w:val="clear" w:color="auto" w:fill="auto"/>
            <w:hideMark/>
          </w:tcPr>
          <w:p w14:paraId="3C3B1661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Ø100мм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D6620D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Running meter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87C6C41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469746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3851EA28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24223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3990D3A1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834685977"/>
            <w:placeholder>
              <w:docPart w:val="950EE256E8BB4372BC3C3F165B8A63A2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04138BD4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350E4930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68148534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  <w:shd w:val="clear" w:color="auto" w:fill="auto"/>
            <w:hideMark/>
          </w:tcPr>
          <w:p w14:paraId="76471832" w14:textId="001C8645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Stub </w:t>
            </w:r>
          </w:p>
        </w:tc>
        <w:tc>
          <w:tcPr>
            <w:tcW w:w="1417" w:type="dxa"/>
            <w:shd w:val="clear" w:color="auto" w:fill="auto"/>
            <w:hideMark/>
          </w:tcPr>
          <w:p w14:paraId="20781D1E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Ø50мм 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B01D18E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FD0FD44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61416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F90FAE3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2060970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7F5A07F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63851154"/>
            <w:placeholder>
              <w:docPart w:val="FA09F51A286047A996740F317A0E4175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451AED4C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2B1FD74C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001A8258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hideMark/>
          </w:tcPr>
          <w:p w14:paraId="14071D86" w14:textId="66BBE4A3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Stub </w:t>
            </w:r>
          </w:p>
        </w:tc>
        <w:tc>
          <w:tcPr>
            <w:tcW w:w="1417" w:type="dxa"/>
            <w:shd w:val="clear" w:color="auto" w:fill="auto"/>
            <w:hideMark/>
          </w:tcPr>
          <w:p w14:paraId="70044FF5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07C4DA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BBB5E53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sdt>
          <w:sdtPr>
            <w:rPr>
              <w:rFonts w:cstheme="minorHAnsi"/>
              <w:sz w:val="20"/>
              <w:szCs w:val="20"/>
            </w:rPr>
            <w:id w:val="14880481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0E1E7697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450541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1B829A4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63216607"/>
            <w:placeholder>
              <w:docPart w:val="29F28A314267424CB8F2E0116D255872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5122478D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78BE8E98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7F9347BC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034024A" w14:textId="513F3AAC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Pipe connection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7648A89F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Ø50мм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C79D080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8409857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sdt>
          <w:sdtPr>
            <w:rPr>
              <w:rFonts w:cstheme="minorHAnsi"/>
              <w:sz w:val="20"/>
              <w:szCs w:val="20"/>
            </w:rPr>
            <w:id w:val="-908151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1211346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062471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CED642F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970212985"/>
            <w:placeholder>
              <w:docPart w:val="5702B3F324FD440B820D9292925040D8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5A292D5F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2DF44CAF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41714B70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267E905" w14:textId="01BAC330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Pipe connection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7633CC8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51FA7F0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A7A6F83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13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808696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4614DFD0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631061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29DB05B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585682972"/>
            <w:placeholder>
              <w:docPart w:val="17F489DE062E49BFAA3CC1E92D0E31E4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5276ADBF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6FB1CFD0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102E9651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6495280" w14:textId="5C22759D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color w:val="323064"/>
                <w:sz w:val="20"/>
                <w:szCs w:val="20"/>
                <w:shd w:val="clear" w:color="auto" w:fill="FFFFFF"/>
              </w:rPr>
              <w:t> </w:t>
            </w:r>
            <w:r w:rsidRPr="0000331A">
              <w:rPr>
                <w:rFonts w:cstheme="minorHAnsi"/>
                <w:bCs/>
                <w:sz w:val="20"/>
                <w:szCs w:val="20"/>
              </w:rPr>
              <w:t xml:space="preserve">Collar 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25EEF7BB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Ø50х1/2" 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BA284BE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4CB55A1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212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1161807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07A0A47C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-1116521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38D2D5DB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46130289"/>
            <w:placeholder>
              <w:docPart w:val="A44EA93CE6664BD5966C90D85E2ABF65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0B62FDDD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7A8AF237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137E582D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11</w:t>
            </w:r>
          </w:p>
        </w:tc>
        <w:tc>
          <w:tcPr>
            <w:tcW w:w="1843" w:type="dxa"/>
            <w:shd w:val="clear" w:color="auto" w:fill="auto"/>
            <w:hideMark/>
          </w:tcPr>
          <w:p w14:paraId="71096254" w14:textId="3106FF79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Threaded coupling </w:t>
            </w:r>
          </w:p>
        </w:tc>
        <w:tc>
          <w:tcPr>
            <w:tcW w:w="1417" w:type="dxa"/>
            <w:shd w:val="clear" w:color="auto" w:fill="auto"/>
            <w:hideMark/>
          </w:tcPr>
          <w:p w14:paraId="100E224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Ø20х1/2"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9450DA1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9289030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212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033730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64304BD7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33405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2BDA5F1C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86094265"/>
            <w:placeholder>
              <w:docPart w:val="D86486912EBB4A948B53161D9D6F3078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737F6D24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3569A3A0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3F7B16CD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auto"/>
            <w:hideMark/>
          </w:tcPr>
          <w:p w14:paraId="702682D2" w14:textId="74838CF6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Threaded coupling </w:t>
            </w:r>
          </w:p>
        </w:tc>
        <w:tc>
          <w:tcPr>
            <w:tcW w:w="1417" w:type="dxa"/>
            <w:shd w:val="clear" w:color="auto" w:fill="auto"/>
            <w:hideMark/>
          </w:tcPr>
          <w:p w14:paraId="1075B604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Ø50х 1 1/2"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ED47785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7F9E869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sz w:val="20"/>
              <w:szCs w:val="20"/>
            </w:rPr>
            <w:id w:val="10728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955B560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8605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081BE451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968974382"/>
            <w:placeholder>
              <w:docPart w:val="EC8FBE9D732847678C1ED1B444DF7294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3112B2FF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04EA234E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30B6F370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13</w:t>
            </w:r>
          </w:p>
        </w:tc>
        <w:tc>
          <w:tcPr>
            <w:tcW w:w="1843" w:type="dxa"/>
            <w:shd w:val="clear" w:color="auto" w:fill="auto"/>
            <w:hideMark/>
          </w:tcPr>
          <w:p w14:paraId="75A5E002" w14:textId="75C3A88F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Threaded coupling </w:t>
            </w:r>
          </w:p>
        </w:tc>
        <w:tc>
          <w:tcPr>
            <w:tcW w:w="1417" w:type="dxa"/>
            <w:shd w:val="clear" w:color="auto" w:fill="auto"/>
            <w:hideMark/>
          </w:tcPr>
          <w:p w14:paraId="778FA22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Ø63х 1 1/2"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C4C0AD4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C48596E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679164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2E9BB8D0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35524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270DD41D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510877820"/>
            <w:placeholder>
              <w:docPart w:val="676737B424EB4EABB4EC160A271E4730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588F1A20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4E5FA4E5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25592D79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14</w:t>
            </w:r>
          </w:p>
        </w:tc>
        <w:tc>
          <w:tcPr>
            <w:tcW w:w="1843" w:type="dxa"/>
            <w:shd w:val="clear" w:color="auto" w:fill="auto"/>
            <w:hideMark/>
          </w:tcPr>
          <w:p w14:paraId="69322F08" w14:textId="52002566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Tee </w:t>
            </w:r>
          </w:p>
        </w:tc>
        <w:tc>
          <w:tcPr>
            <w:tcW w:w="1417" w:type="dxa"/>
            <w:shd w:val="clear" w:color="auto" w:fill="auto"/>
            <w:hideMark/>
          </w:tcPr>
          <w:p w14:paraId="454328F6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Ø50мм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C874427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C4E5D64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886185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55619B4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-237406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C8E8D0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709226017"/>
            <w:placeholder>
              <w:docPart w:val="D2FE46FFF1AA4ABA9BEAD356A8CEEA52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23C4C253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6EBFA14F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4645CE9E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1843" w:type="dxa"/>
            <w:shd w:val="clear" w:color="auto" w:fill="auto"/>
            <w:hideMark/>
          </w:tcPr>
          <w:p w14:paraId="7F144CAD" w14:textId="6E266511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Tee </w:t>
            </w:r>
          </w:p>
        </w:tc>
        <w:tc>
          <w:tcPr>
            <w:tcW w:w="1417" w:type="dxa"/>
            <w:shd w:val="clear" w:color="auto" w:fill="auto"/>
            <w:hideMark/>
          </w:tcPr>
          <w:p w14:paraId="48CE7B6A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4616102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6D358DB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sdt>
          <w:sdtPr>
            <w:rPr>
              <w:rFonts w:cstheme="minorHAnsi"/>
              <w:sz w:val="20"/>
              <w:szCs w:val="20"/>
            </w:rPr>
            <w:id w:val="-573980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50475D7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65479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5729A05B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133742885"/>
            <w:placeholder>
              <w:docPart w:val="2BD9EA4CD1F2456487DE80F212856247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72F9A86F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67762F0A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489C3E9F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16</w:t>
            </w:r>
          </w:p>
        </w:tc>
        <w:tc>
          <w:tcPr>
            <w:tcW w:w="1843" w:type="dxa"/>
            <w:shd w:val="clear" w:color="auto" w:fill="auto"/>
            <w:hideMark/>
          </w:tcPr>
          <w:p w14:paraId="2D1B3B65" w14:textId="6AA7AD5E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Diversion </w:t>
            </w:r>
          </w:p>
        </w:tc>
        <w:tc>
          <w:tcPr>
            <w:tcW w:w="1417" w:type="dxa"/>
            <w:shd w:val="clear" w:color="auto" w:fill="auto"/>
            <w:hideMark/>
          </w:tcPr>
          <w:p w14:paraId="08C25F2C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Ø20 х 1/2"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3C9C76B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EF422B3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212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257984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6E3E3CD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4132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2FA700D9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45184755"/>
            <w:placeholder>
              <w:docPart w:val="AF3C8E2182AB40E5A33F4F33352FD0CA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34D84259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338E0E24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3BF78340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17</w:t>
            </w:r>
          </w:p>
        </w:tc>
        <w:tc>
          <w:tcPr>
            <w:tcW w:w="1843" w:type="dxa"/>
            <w:shd w:val="clear" w:color="auto" w:fill="auto"/>
            <w:hideMark/>
          </w:tcPr>
          <w:p w14:paraId="21730851" w14:textId="3DB2DDE5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Diversion </w:t>
            </w:r>
          </w:p>
        </w:tc>
        <w:tc>
          <w:tcPr>
            <w:tcW w:w="1417" w:type="dxa"/>
            <w:shd w:val="clear" w:color="auto" w:fill="auto"/>
            <w:hideMark/>
          </w:tcPr>
          <w:p w14:paraId="5512CBA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Ø50мм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D1B1F9B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4984CA9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793043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01C1B096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542862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7EA01F03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36033492"/>
            <w:placeholder>
              <w:docPart w:val="65A1732307C346A7BEEBB39468685633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5FD2C2F5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5617BF5D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6BC14C73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18</w:t>
            </w:r>
          </w:p>
        </w:tc>
        <w:tc>
          <w:tcPr>
            <w:tcW w:w="1843" w:type="dxa"/>
            <w:shd w:val="clear" w:color="auto" w:fill="auto"/>
            <w:hideMark/>
          </w:tcPr>
          <w:p w14:paraId="719EBBA7" w14:textId="11F75F81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Diversion </w:t>
            </w:r>
          </w:p>
        </w:tc>
        <w:tc>
          <w:tcPr>
            <w:tcW w:w="1417" w:type="dxa"/>
            <w:shd w:val="clear" w:color="auto" w:fill="auto"/>
            <w:hideMark/>
          </w:tcPr>
          <w:p w14:paraId="7191FAD0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Ø63мм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4FF53A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E7F68B1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521695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8E03819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-755820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CD50334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55682684"/>
            <w:placeholder>
              <w:docPart w:val="74AD24C7D2C54D39AD545CDE80229FE9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22E8BFED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0DFF4064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68152B93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19</w:t>
            </w:r>
          </w:p>
        </w:tc>
        <w:tc>
          <w:tcPr>
            <w:tcW w:w="1843" w:type="dxa"/>
            <w:shd w:val="clear" w:color="auto" w:fill="auto"/>
            <w:hideMark/>
          </w:tcPr>
          <w:p w14:paraId="0F35899C" w14:textId="5A178C03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Sprinkler </w:t>
            </w:r>
          </w:p>
        </w:tc>
        <w:tc>
          <w:tcPr>
            <w:tcW w:w="1417" w:type="dxa"/>
            <w:shd w:val="clear" w:color="auto" w:fill="auto"/>
            <w:hideMark/>
          </w:tcPr>
          <w:p w14:paraId="13ECEC08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PROS-12  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327B7E4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5C65629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80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8077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4E41C71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501650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E23F8B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50474479"/>
            <w:placeholder>
              <w:docPart w:val="7A4FBA0497BB4DA0A8CB2F0334847040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450939E8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575A0DD9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1455FE45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shd w:val="clear" w:color="auto" w:fill="auto"/>
            <w:hideMark/>
          </w:tcPr>
          <w:p w14:paraId="42084A8C" w14:textId="5463391D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Sprinkler </w:t>
            </w:r>
          </w:p>
        </w:tc>
        <w:tc>
          <w:tcPr>
            <w:tcW w:w="1417" w:type="dxa"/>
            <w:shd w:val="clear" w:color="auto" w:fill="auto"/>
            <w:hideMark/>
          </w:tcPr>
          <w:p w14:paraId="5320C08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PSU-04  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A8651C2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DFB5617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132</w:t>
            </w:r>
          </w:p>
        </w:tc>
        <w:sdt>
          <w:sdtPr>
            <w:rPr>
              <w:rFonts w:cstheme="minorHAnsi"/>
              <w:sz w:val="20"/>
              <w:szCs w:val="20"/>
            </w:rPr>
            <w:id w:val="1235048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2E22AFA9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86543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03B9B140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46271878"/>
            <w:placeholder>
              <w:docPart w:val="F8A9937692F34FC3A19677200D9024EA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05D1A956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529DAE87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34D23438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21</w:t>
            </w:r>
          </w:p>
        </w:tc>
        <w:tc>
          <w:tcPr>
            <w:tcW w:w="1843" w:type="dxa"/>
            <w:shd w:val="clear" w:color="auto" w:fill="auto"/>
            <w:hideMark/>
          </w:tcPr>
          <w:p w14:paraId="7F2A21E1" w14:textId="7D92E832" w:rsidR="0000331A" w:rsidRPr="0000331A" w:rsidRDefault="0000331A" w:rsidP="0000331A">
            <w:pPr>
              <w:keepNext/>
              <w:keepLines/>
              <w:spacing w:before="40" w:after="0"/>
              <w:outlineLvl w:val="2"/>
              <w:rPr>
                <w:rFonts w:eastAsiaTheme="majorEastAsia" w:cstheme="minorHAnsi"/>
                <w:bCs/>
                <w:color w:val="1F3763" w:themeColor="accent1" w:themeShade="7F"/>
                <w:sz w:val="20"/>
                <w:szCs w:val="20"/>
              </w:rPr>
            </w:pPr>
            <w:r w:rsidRPr="0000331A">
              <w:rPr>
                <w:rFonts w:eastAsiaTheme="majorEastAsia" w:cstheme="minorHAnsi"/>
                <w:color w:val="1F3763" w:themeColor="accent1" w:themeShade="7F"/>
                <w:sz w:val="20"/>
                <w:szCs w:val="20"/>
              </w:rPr>
              <w:t>Electromagnetic valve </w:t>
            </w:r>
          </w:p>
        </w:tc>
        <w:tc>
          <w:tcPr>
            <w:tcW w:w="1417" w:type="dxa"/>
            <w:shd w:val="clear" w:color="auto" w:fill="auto"/>
            <w:hideMark/>
          </w:tcPr>
          <w:p w14:paraId="0E62B744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PGV-151B 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1D6F5C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0461D74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955257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6CE49686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53315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186F730A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31769459"/>
            <w:placeholder>
              <w:docPart w:val="B361FA28CB464C098FFEA93CAF8A7F8E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069D10E4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75122055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063D57A0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22</w:t>
            </w:r>
          </w:p>
        </w:tc>
        <w:tc>
          <w:tcPr>
            <w:tcW w:w="1843" w:type="dxa"/>
            <w:shd w:val="clear" w:color="auto" w:fill="auto"/>
            <w:hideMark/>
          </w:tcPr>
          <w:p w14:paraId="7A573BC9" w14:textId="07E2BE21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Valve box </w:t>
            </w:r>
          </w:p>
        </w:tc>
        <w:tc>
          <w:tcPr>
            <w:tcW w:w="1417" w:type="dxa"/>
            <w:shd w:val="clear" w:color="auto" w:fill="auto"/>
            <w:hideMark/>
          </w:tcPr>
          <w:p w14:paraId="7F9D83BA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STANDART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D3848F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59143E1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957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0E5F816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614634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16B4CAB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782336512"/>
            <w:placeholder>
              <w:docPart w:val="7E10DE4C56804A2FA31F6DA2EC7B73A8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4C690C85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6ED4D31A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536F4ACC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23</w:t>
            </w:r>
          </w:p>
        </w:tc>
        <w:tc>
          <w:tcPr>
            <w:tcW w:w="1843" w:type="dxa"/>
            <w:shd w:val="clear" w:color="auto" w:fill="auto"/>
            <w:hideMark/>
          </w:tcPr>
          <w:p w14:paraId="6F955FEE" w14:textId="20A4A420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Valve</w:t>
            </w:r>
            <w:r w:rsidRPr="0000331A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chest</w:t>
            </w:r>
            <w:r w:rsidRPr="0000331A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hideMark/>
          </w:tcPr>
          <w:p w14:paraId="508E15E9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Mini (VB-610)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5EB6D9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3D789C0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sdt>
          <w:sdtPr>
            <w:rPr>
              <w:rFonts w:cstheme="minorHAnsi"/>
              <w:sz w:val="20"/>
              <w:szCs w:val="20"/>
            </w:rPr>
            <w:id w:val="-774242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5ECC7393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56789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647AACA9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51661651"/>
            <w:placeholder>
              <w:docPart w:val="CE87C181F5F44CF5AC960469942F1FA7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513EBC90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19E50C04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75B370C5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24</w:t>
            </w:r>
          </w:p>
        </w:tc>
        <w:tc>
          <w:tcPr>
            <w:tcW w:w="1843" w:type="dxa"/>
            <w:shd w:val="clear" w:color="auto" w:fill="auto"/>
            <w:hideMark/>
          </w:tcPr>
          <w:p w14:paraId="7FFA3E28" w14:textId="67391293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 xml:space="preserve">Ball crane </w:t>
            </w:r>
          </w:p>
        </w:tc>
        <w:tc>
          <w:tcPr>
            <w:tcW w:w="1417" w:type="dxa"/>
            <w:shd w:val="clear" w:color="auto" w:fill="auto"/>
            <w:hideMark/>
          </w:tcPr>
          <w:p w14:paraId="3E2F89D4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 xml:space="preserve"> Ø 3/4"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0C76940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D1D90EB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9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115046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324D6AF4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55373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5F0CD57A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878240398"/>
            <w:placeholder>
              <w:docPart w:val="689D1F8BAF5B4559B9238AFF9D4F0AE4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0A668410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4E32415F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030AC3C2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14:paraId="4F0495D5" w14:textId="138A7F0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 xml:space="preserve">Water outlet </w:t>
            </w:r>
          </w:p>
        </w:tc>
        <w:tc>
          <w:tcPr>
            <w:tcW w:w="1417" w:type="dxa"/>
            <w:shd w:val="clear" w:color="auto" w:fill="auto"/>
          </w:tcPr>
          <w:p w14:paraId="7DF4FA99" w14:textId="4337D90E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ru-RU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rapid</w:t>
            </w:r>
            <w:r w:rsidRPr="0000331A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access</w:t>
            </w:r>
            <w:r w:rsidRPr="0000331A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valve</w:t>
            </w:r>
            <w:r w:rsidRPr="0000331A">
              <w:rPr>
                <w:rFonts w:cstheme="minorHAnsi"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</w:tcPr>
          <w:p w14:paraId="3A3EB7D8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</w:tcPr>
          <w:p w14:paraId="131FA17A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1828816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3F828E27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696116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bottom"/>
              </w:tcPr>
              <w:p w14:paraId="0E9436ED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166068"/>
            <w:placeholder>
              <w:docPart w:val="42AB11917D9A40C6AD7B19BA2CFF0740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bottom"/>
              </w:tcPr>
              <w:p w14:paraId="670BE3E2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49E378D8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</w:tcPr>
          <w:p w14:paraId="7902C568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1843" w:type="dxa"/>
            <w:shd w:val="clear" w:color="auto" w:fill="auto"/>
          </w:tcPr>
          <w:p w14:paraId="7A5C1632" w14:textId="508EB9B0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 xml:space="preserve"> Decoder </w:t>
            </w:r>
          </w:p>
        </w:tc>
        <w:tc>
          <w:tcPr>
            <w:tcW w:w="1417" w:type="dxa"/>
            <w:shd w:val="clear" w:color="auto" w:fill="auto"/>
          </w:tcPr>
          <w:p w14:paraId="39CC804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 xml:space="preserve">DUAL-1   </w:t>
            </w:r>
          </w:p>
        </w:tc>
        <w:tc>
          <w:tcPr>
            <w:tcW w:w="992" w:type="dxa"/>
            <w:shd w:val="clear" w:color="auto" w:fill="auto"/>
            <w:noWrap/>
          </w:tcPr>
          <w:p w14:paraId="75616D2B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 xml:space="preserve">Piece </w:t>
            </w:r>
          </w:p>
        </w:tc>
        <w:tc>
          <w:tcPr>
            <w:tcW w:w="993" w:type="dxa"/>
            <w:shd w:val="clear" w:color="auto" w:fill="auto"/>
            <w:noWrap/>
          </w:tcPr>
          <w:p w14:paraId="35A5FADD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3178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3B95CE0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407884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D0D7892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146506103"/>
            <w:placeholder>
              <w:docPart w:val="AEBAC3D5A20F4BEA9A528F4632B162B4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08D76251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1C6547DD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369FD1E2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27</w:t>
            </w:r>
          </w:p>
        </w:tc>
        <w:tc>
          <w:tcPr>
            <w:tcW w:w="1843" w:type="dxa"/>
            <w:shd w:val="clear" w:color="auto" w:fill="auto"/>
            <w:hideMark/>
          </w:tcPr>
          <w:p w14:paraId="2C4395A8" w14:textId="0E767958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 xml:space="preserve">Cable </w:t>
            </w:r>
          </w:p>
        </w:tc>
        <w:tc>
          <w:tcPr>
            <w:tcW w:w="1417" w:type="dxa"/>
            <w:shd w:val="clear" w:color="auto" w:fill="auto"/>
            <w:hideMark/>
          </w:tcPr>
          <w:p w14:paraId="37D11D9B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ВВГ 2х2,6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C699966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Running meter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A2ED2F2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420</w:t>
            </w:r>
          </w:p>
        </w:tc>
        <w:sdt>
          <w:sdtPr>
            <w:rPr>
              <w:rFonts w:cstheme="minorHAnsi"/>
              <w:sz w:val="20"/>
              <w:szCs w:val="20"/>
            </w:rPr>
            <w:id w:val="-244415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615F4F2D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50442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206D5335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71363766"/>
            <w:placeholder>
              <w:docPart w:val="31D440866B0C4B2A9386AB04C3535F5D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1D1DD446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254D7E8C" w14:textId="77777777" w:rsidTr="0028517F">
        <w:trPr>
          <w:trHeight w:val="300"/>
        </w:trPr>
        <w:tc>
          <w:tcPr>
            <w:tcW w:w="426" w:type="dxa"/>
            <w:shd w:val="clear" w:color="auto" w:fill="auto"/>
            <w:noWrap/>
            <w:hideMark/>
          </w:tcPr>
          <w:p w14:paraId="7482B93B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28</w:t>
            </w:r>
          </w:p>
        </w:tc>
        <w:tc>
          <w:tcPr>
            <w:tcW w:w="1843" w:type="dxa"/>
            <w:shd w:val="clear" w:color="auto" w:fill="auto"/>
            <w:hideMark/>
          </w:tcPr>
          <w:p w14:paraId="5609055E" w14:textId="7219E7BA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 xml:space="preserve">Soil exploitation </w:t>
            </w:r>
          </w:p>
        </w:tc>
        <w:tc>
          <w:tcPr>
            <w:tcW w:w="1417" w:type="dxa"/>
            <w:shd w:val="clear" w:color="auto" w:fill="auto"/>
            <w:hideMark/>
          </w:tcPr>
          <w:p w14:paraId="331FC795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387033" w14:textId="77777777" w:rsidR="0000331A" w:rsidRPr="0000331A" w:rsidRDefault="0000331A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м³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13542E6" w14:textId="77777777" w:rsidR="0000331A" w:rsidRPr="0000331A" w:rsidRDefault="0000331A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165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3270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33543A63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846074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150B0B8" w14:textId="77777777" w:rsidR="0000331A" w:rsidRPr="0000331A" w:rsidRDefault="0000331A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26538596"/>
            <w:placeholder>
              <w:docPart w:val="376F084760B44C60BE82B6C6279AA044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4F986AFE" w14:textId="77777777" w:rsidR="0000331A" w:rsidRPr="0000331A" w:rsidRDefault="0000331A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00331A" w:rsidRPr="0000331A" w14:paraId="28CFCA47" w14:textId="77777777" w:rsidTr="0028517F">
        <w:trPr>
          <w:trHeight w:val="300"/>
        </w:trPr>
        <w:tc>
          <w:tcPr>
            <w:tcW w:w="3686" w:type="dxa"/>
            <w:gridSpan w:val="3"/>
            <w:shd w:val="clear" w:color="auto" w:fill="auto"/>
            <w:hideMark/>
          </w:tcPr>
          <w:p w14:paraId="28FC8665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System installation and Commissioning works</w:t>
            </w:r>
          </w:p>
        </w:tc>
        <w:tc>
          <w:tcPr>
            <w:tcW w:w="992" w:type="dxa"/>
            <w:shd w:val="clear" w:color="auto" w:fill="auto"/>
            <w:noWrap/>
          </w:tcPr>
          <w:p w14:paraId="7ABC99BE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14:paraId="3063120C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B8324B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6E6294" w14:textId="77777777" w:rsidR="0000331A" w:rsidRPr="0000331A" w:rsidRDefault="0000331A" w:rsidP="0000331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21C8A0DC" w14:textId="77777777" w:rsidR="0000331A" w:rsidRPr="0000331A" w:rsidRDefault="0000331A" w:rsidP="0000331A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57661" w:rsidRPr="0000331A" w14:paraId="625A3A59" w14:textId="77777777" w:rsidTr="005077E2">
        <w:trPr>
          <w:trHeight w:val="840"/>
        </w:trPr>
        <w:tc>
          <w:tcPr>
            <w:tcW w:w="426" w:type="dxa"/>
            <w:shd w:val="clear" w:color="auto" w:fill="auto"/>
            <w:noWrap/>
            <w:hideMark/>
          </w:tcPr>
          <w:p w14:paraId="468FBBAB" w14:textId="77777777" w:rsidR="00757661" w:rsidRPr="0000331A" w:rsidRDefault="00757661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29</w:t>
            </w:r>
          </w:p>
        </w:tc>
        <w:tc>
          <w:tcPr>
            <w:tcW w:w="3260" w:type="dxa"/>
            <w:gridSpan w:val="2"/>
            <w:shd w:val="clear" w:color="auto" w:fill="auto"/>
            <w:hideMark/>
          </w:tcPr>
          <w:p w14:paraId="34BD318D" w14:textId="299F0360" w:rsidR="00757661" w:rsidRPr="0000331A" w:rsidRDefault="00757661" w:rsidP="0075766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Installation and commissioning works costs should be included in the total cost of the system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22C86F" w14:textId="77777777" w:rsidR="00757661" w:rsidRPr="0000331A" w:rsidRDefault="00757661" w:rsidP="0000331A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 zones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6703ED7" w14:textId="77777777" w:rsidR="00757661" w:rsidRPr="0000331A" w:rsidRDefault="00757661" w:rsidP="0000331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sdt>
          <w:sdtPr>
            <w:rPr>
              <w:rFonts w:cstheme="minorHAnsi"/>
              <w:sz w:val="20"/>
              <w:szCs w:val="20"/>
            </w:rPr>
            <w:id w:val="38383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3B2782E4" w14:textId="5BADEA67" w:rsidR="00757661" w:rsidRPr="0000331A" w:rsidRDefault="00757661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253698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5D534EC" w14:textId="77777777" w:rsidR="00757661" w:rsidRPr="0000331A" w:rsidRDefault="00757661" w:rsidP="0000331A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35029820"/>
            <w:placeholder>
              <w:docPart w:val="24CAC1DC2EE44F66A8F12E1D6F9BF1F8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0F5C489C" w14:textId="77777777" w:rsidR="00757661" w:rsidRPr="0000331A" w:rsidRDefault="00757661" w:rsidP="0000331A">
                <w:pPr>
                  <w:jc w:val="both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B62E22" w:rsidRPr="0000331A" w14:paraId="0A31D1A3" w14:textId="77777777" w:rsidTr="00175C98">
        <w:trPr>
          <w:trHeight w:val="840"/>
        </w:trPr>
        <w:tc>
          <w:tcPr>
            <w:tcW w:w="3686" w:type="dxa"/>
            <w:gridSpan w:val="3"/>
            <w:shd w:val="clear" w:color="auto" w:fill="auto"/>
            <w:noWrap/>
          </w:tcPr>
          <w:p w14:paraId="6A79F70B" w14:textId="2C398872" w:rsidR="00B62E22" w:rsidRPr="0000331A" w:rsidRDefault="00B62E22" w:rsidP="00B62E2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E640DD">
              <w:rPr>
                <w:rFonts w:cstheme="minorHAnsi"/>
                <w:b/>
                <w:bCs/>
                <w:sz w:val="20"/>
                <w:szCs w:val="20"/>
              </w:rPr>
              <w:t>Delivery Term (DDP INCOTERMS 2020)</w:t>
            </w:r>
          </w:p>
        </w:tc>
        <w:tc>
          <w:tcPr>
            <w:tcW w:w="992" w:type="dxa"/>
            <w:shd w:val="clear" w:color="auto" w:fill="auto"/>
            <w:noWrap/>
          </w:tcPr>
          <w:p w14:paraId="64074B3E" w14:textId="77777777" w:rsidR="00B62E22" w:rsidRPr="0000331A" w:rsidRDefault="00B62E22" w:rsidP="00B62E22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14:paraId="06DE7918" w14:textId="77777777" w:rsidR="00B62E22" w:rsidRPr="0000331A" w:rsidRDefault="00B62E22" w:rsidP="00B62E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795958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FD852F4" w14:textId="1DC43D30" w:rsidR="00B62E22" w:rsidRPr="0000331A" w:rsidRDefault="00B62E22" w:rsidP="00B62E2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597701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48F32E2F" w14:textId="56FCCB32" w:rsidR="00B62E22" w:rsidRPr="0000331A" w:rsidRDefault="00B62E22" w:rsidP="00B62E22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47053174"/>
            <w:placeholder>
              <w:docPart w:val="F43F1D9D4A834E72BB18862CCA656267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343FAF38" w14:textId="3B0C168E" w:rsidR="00B62E22" w:rsidRPr="0000331A" w:rsidRDefault="00B62E22" w:rsidP="00B62E22">
                <w:pPr>
                  <w:jc w:val="both"/>
                  <w:rPr>
                    <w:rFonts w:cstheme="minorHAnsi"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B62E22" w:rsidRPr="0000331A" w14:paraId="636EA071" w14:textId="77777777" w:rsidTr="0028517F">
        <w:trPr>
          <w:trHeight w:val="381"/>
        </w:trPr>
        <w:tc>
          <w:tcPr>
            <w:tcW w:w="3686" w:type="dxa"/>
            <w:gridSpan w:val="3"/>
            <w:shd w:val="clear" w:color="auto" w:fill="auto"/>
            <w:noWrap/>
            <w:hideMark/>
          </w:tcPr>
          <w:p w14:paraId="3A7D5295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Guidance for the further use of the system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D5E755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D18937A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DE82DE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4F466D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154DC441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62E22" w:rsidRPr="0000331A" w14:paraId="390E59B7" w14:textId="77777777" w:rsidTr="0028517F">
        <w:trPr>
          <w:trHeight w:val="610"/>
        </w:trPr>
        <w:tc>
          <w:tcPr>
            <w:tcW w:w="426" w:type="dxa"/>
            <w:shd w:val="clear" w:color="auto" w:fill="auto"/>
            <w:noWrap/>
            <w:hideMark/>
          </w:tcPr>
          <w:p w14:paraId="260DFD0C" w14:textId="77777777" w:rsidR="00B62E22" w:rsidRPr="0000331A" w:rsidRDefault="00B62E22" w:rsidP="00B62E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30</w:t>
            </w:r>
          </w:p>
        </w:tc>
        <w:tc>
          <w:tcPr>
            <w:tcW w:w="1843" w:type="dxa"/>
            <w:shd w:val="clear" w:color="auto" w:fill="auto"/>
            <w:hideMark/>
          </w:tcPr>
          <w:p w14:paraId="01B181B7" w14:textId="77777777" w:rsidR="00B62E22" w:rsidRPr="0000331A" w:rsidRDefault="00B62E22" w:rsidP="00E31DB3">
            <w:pPr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Manual of equipment management</w:t>
            </w:r>
          </w:p>
        </w:tc>
        <w:tc>
          <w:tcPr>
            <w:tcW w:w="1417" w:type="dxa"/>
            <w:shd w:val="clear" w:color="auto" w:fill="auto"/>
            <w:hideMark/>
          </w:tcPr>
          <w:p w14:paraId="11CA007B" w14:textId="77777777" w:rsidR="00B62E22" w:rsidRPr="0000331A" w:rsidRDefault="00B62E22" w:rsidP="00B62E22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printed form or CD in Russian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D812E9A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FE5921A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-284425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522C637" w14:textId="77777777" w:rsidR="00B62E22" w:rsidRPr="0000331A" w:rsidRDefault="00B62E22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5742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21AEC7E" w14:textId="77777777" w:rsidR="00B62E22" w:rsidRPr="0000331A" w:rsidRDefault="00B62E22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2081282665"/>
            <w:placeholder>
              <w:docPart w:val="E3C2546C17F544CE949FDE62EF8840B1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0DEF86AD" w14:textId="77777777" w:rsidR="00B62E22" w:rsidRPr="0000331A" w:rsidRDefault="00B62E22" w:rsidP="00B62E22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B62E22" w:rsidRPr="0000331A" w14:paraId="7EB7BB0B" w14:textId="77777777" w:rsidTr="0028517F">
        <w:trPr>
          <w:trHeight w:val="288"/>
        </w:trPr>
        <w:tc>
          <w:tcPr>
            <w:tcW w:w="3686" w:type="dxa"/>
            <w:gridSpan w:val="3"/>
            <w:shd w:val="clear" w:color="auto" w:fill="auto"/>
            <w:noWrap/>
            <w:hideMark/>
          </w:tcPr>
          <w:p w14:paraId="7694842A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Warranty and post-warranty services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A9F326C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85E3A1F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E8656B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878F83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4A998608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57661" w:rsidRPr="0000331A" w14:paraId="2F9BC7DD" w14:textId="77777777" w:rsidTr="001B5E04">
        <w:trPr>
          <w:trHeight w:val="811"/>
        </w:trPr>
        <w:tc>
          <w:tcPr>
            <w:tcW w:w="426" w:type="dxa"/>
            <w:shd w:val="clear" w:color="auto" w:fill="auto"/>
            <w:noWrap/>
            <w:hideMark/>
          </w:tcPr>
          <w:p w14:paraId="698F828A" w14:textId="77777777" w:rsidR="00757661" w:rsidRPr="0000331A" w:rsidRDefault="00757661" w:rsidP="00B62E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31</w:t>
            </w:r>
          </w:p>
        </w:tc>
        <w:tc>
          <w:tcPr>
            <w:tcW w:w="3260" w:type="dxa"/>
            <w:gridSpan w:val="2"/>
            <w:shd w:val="clear" w:color="auto" w:fill="auto"/>
            <w:hideMark/>
          </w:tcPr>
          <w:p w14:paraId="464D19E2" w14:textId="2CF57F1B" w:rsidR="00757661" w:rsidRPr="0000331A" w:rsidRDefault="00757661" w:rsidP="00757661">
            <w:pPr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Specify the name, telephone/fax number and e-mail address or postal address of your service agents in Kazakhstan.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479220136"/>
            <w:placeholder>
              <w:docPart w:val="7A8BCB6281C64E848EF19040946B22BF"/>
            </w:placeholder>
            <w:showingPlcHdr/>
            <w:text w:multiLine="1"/>
          </w:sdtPr>
          <w:sdtEndPr/>
          <w:sdtContent>
            <w:tc>
              <w:tcPr>
                <w:tcW w:w="6197" w:type="dxa"/>
                <w:gridSpan w:val="5"/>
                <w:shd w:val="clear" w:color="auto" w:fill="auto"/>
                <w:noWrap/>
              </w:tcPr>
              <w:p w14:paraId="16E6CEE4" w14:textId="77777777" w:rsidR="00757661" w:rsidRPr="0000331A" w:rsidRDefault="00757661" w:rsidP="00B62E22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757661" w:rsidRPr="0000331A" w14:paraId="23B1FAC7" w14:textId="77777777" w:rsidTr="00A826E3">
        <w:trPr>
          <w:trHeight w:val="260"/>
        </w:trPr>
        <w:tc>
          <w:tcPr>
            <w:tcW w:w="426" w:type="dxa"/>
            <w:shd w:val="clear" w:color="auto" w:fill="auto"/>
            <w:noWrap/>
            <w:hideMark/>
          </w:tcPr>
          <w:p w14:paraId="064F2442" w14:textId="77777777" w:rsidR="00757661" w:rsidRPr="0000331A" w:rsidRDefault="00757661" w:rsidP="00B62E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32</w:t>
            </w:r>
          </w:p>
        </w:tc>
        <w:tc>
          <w:tcPr>
            <w:tcW w:w="3260" w:type="dxa"/>
            <w:gridSpan w:val="2"/>
            <w:shd w:val="clear" w:color="auto" w:fill="auto"/>
            <w:hideMark/>
          </w:tcPr>
          <w:p w14:paraId="0A2C760D" w14:textId="2B0296E4" w:rsidR="00757661" w:rsidRPr="0000331A" w:rsidRDefault="00757661" w:rsidP="00757661">
            <w:pPr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Guarantee of at least 12 months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B977AF" w14:textId="77777777" w:rsidR="00757661" w:rsidRPr="0000331A" w:rsidRDefault="00757661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4315FCB" w14:textId="77777777" w:rsidR="00757661" w:rsidRPr="0000331A" w:rsidRDefault="00757661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sdt>
          <w:sdtPr>
            <w:rPr>
              <w:rFonts w:cstheme="minorHAnsi"/>
              <w:sz w:val="20"/>
              <w:szCs w:val="20"/>
            </w:rPr>
            <w:id w:val="-61805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2534EC2E" w14:textId="77777777" w:rsidR="00757661" w:rsidRPr="0000331A" w:rsidRDefault="00757661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400026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7A5556E2" w14:textId="77777777" w:rsidR="00757661" w:rsidRPr="0000331A" w:rsidRDefault="00757661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18828226"/>
            <w:placeholder>
              <w:docPart w:val="15F0BC5898EA4BAD928EAA2244AE98D1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36F30274" w14:textId="77777777" w:rsidR="00757661" w:rsidRPr="0000331A" w:rsidRDefault="00757661" w:rsidP="00B62E22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B62E22" w:rsidRPr="0000331A" w14:paraId="2D7DE272" w14:textId="77777777" w:rsidTr="0028517F">
        <w:trPr>
          <w:trHeight w:val="288"/>
        </w:trPr>
        <w:tc>
          <w:tcPr>
            <w:tcW w:w="3686" w:type="dxa"/>
            <w:gridSpan w:val="3"/>
            <w:shd w:val="clear" w:color="auto" w:fill="auto"/>
            <w:noWrap/>
          </w:tcPr>
          <w:p w14:paraId="7DEE6793" w14:textId="2C26AD58" w:rsidR="00B62E22" w:rsidRPr="0000331A" w:rsidRDefault="0036728B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6728B">
              <w:rPr>
                <w:rFonts w:cstheme="minorHAnsi"/>
                <w:b/>
                <w:bCs/>
                <w:sz w:val="20"/>
                <w:szCs w:val="20"/>
              </w:rPr>
              <w:t>Delivery Lead Time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E0876F3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5C82E8D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AED51A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322648" w14:textId="77777777" w:rsidR="00B62E22" w:rsidRPr="0000331A" w:rsidRDefault="00B62E22" w:rsidP="00B62E2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44" w:type="dxa"/>
          </w:tcPr>
          <w:p w14:paraId="57F357D8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B62E22" w:rsidRPr="0000331A" w14:paraId="609CC03E" w14:textId="77777777" w:rsidTr="0028517F">
        <w:trPr>
          <w:trHeight w:val="811"/>
        </w:trPr>
        <w:tc>
          <w:tcPr>
            <w:tcW w:w="426" w:type="dxa"/>
            <w:shd w:val="clear" w:color="auto" w:fill="auto"/>
            <w:noWrap/>
            <w:hideMark/>
          </w:tcPr>
          <w:p w14:paraId="5164F53F" w14:textId="77777777" w:rsidR="00B62E22" w:rsidRPr="0000331A" w:rsidRDefault="00B62E22" w:rsidP="00B62E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31</w:t>
            </w:r>
          </w:p>
        </w:tc>
        <w:tc>
          <w:tcPr>
            <w:tcW w:w="1843" w:type="dxa"/>
            <w:shd w:val="clear" w:color="auto" w:fill="auto"/>
            <w:hideMark/>
          </w:tcPr>
          <w:p w14:paraId="292156D1" w14:textId="77777777" w:rsidR="00B62E22" w:rsidRPr="0000331A" w:rsidRDefault="00B62E22" w:rsidP="00B62E22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lang w:val="en-US"/>
              </w:rPr>
              <w:t>1 (one) unit of sprinkler irrigation system with installation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7F0C5D19" w14:textId="77777777" w:rsidR="00B62E22" w:rsidRPr="0000331A" w:rsidRDefault="00B62E22" w:rsidP="00B62E2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</w:rPr>
              <w:t>Stage 1) 30 calendar days from the moment of</w:t>
            </w:r>
            <w:r w:rsidRPr="0000331A" w:rsidDel="00521BA5">
              <w:rPr>
                <w:rFonts w:cstheme="minorHAnsi"/>
              </w:rPr>
              <w:t xml:space="preserve"> </w:t>
            </w:r>
            <w:r w:rsidRPr="0000331A">
              <w:rPr>
                <w:rFonts w:cstheme="minorHAnsi"/>
              </w:rPr>
              <w:t>official request from FAO to start the installation process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478230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185C8BBC" w14:textId="77777777" w:rsidR="00B62E22" w:rsidRPr="0000331A" w:rsidRDefault="00B62E22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1517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31696452" w14:textId="77777777" w:rsidR="00B62E22" w:rsidRPr="0000331A" w:rsidRDefault="00B62E22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63641274"/>
            <w:placeholder>
              <w:docPart w:val="91AC5B5C686D44DC8745A7719D1ADA63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333A5A08" w14:textId="77777777" w:rsidR="00B62E22" w:rsidRPr="0000331A" w:rsidRDefault="00B62E22" w:rsidP="00B62E22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B62E22" w:rsidRPr="0000331A" w14:paraId="00031DE9" w14:textId="77777777" w:rsidTr="0028517F">
        <w:trPr>
          <w:trHeight w:val="260"/>
        </w:trPr>
        <w:tc>
          <w:tcPr>
            <w:tcW w:w="426" w:type="dxa"/>
            <w:shd w:val="clear" w:color="auto" w:fill="auto"/>
            <w:noWrap/>
            <w:hideMark/>
          </w:tcPr>
          <w:p w14:paraId="7887F478" w14:textId="77777777" w:rsidR="00B62E22" w:rsidRPr="0000331A" w:rsidRDefault="00B62E22" w:rsidP="00B62E2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00331A">
              <w:rPr>
                <w:rFonts w:cstheme="minorHAnsi"/>
                <w:bCs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auto"/>
            <w:hideMark/>
          </w:tcPr>
          <w:p w14:paraId="12BA99A8" w14:textId="77777777" w:rsidR="00B62E22" w:rsidRPr="0000331A" w:rsidRDefault="00B62E22" w:rsidP="00B62E22">
            <w:pPr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00331A">
              <w:rPr>
                <w:rFonts w:cstheme="minorHAnsi"/>
                <w:bCs/>
                <w:sz w:val="20"/>
                <w:szCs w:val="20"/>
                <w:lang w:val="en-US"/>
              </w:rPr>
              <w:t>Commissioning works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1BA57177" w14:textId="77777777" w:rsidR="00B62E22" w:rsidRPr="0000331A" w:rsidRDefault="00B62E22" w:rsidP="00B62E2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0331A">
              <w:rPr>
                <w:rFonts w:cstheme="minorHAnsi"/>
                <w:lang w:val="en-US"/>
              </w:rPr>
              <w:t>Stage 2) 30 calendar days from the date of completion of the construction of the walking path</w:t>
            </w:r>
            <w:r w:rsidRPr="0000331A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rFonts w:cstheme="minorHAnsi"/>
              <w:sz w:val="20"/>
              <w:szCs w:val="20"/>
            </w:rPr>
            <w:id w:val="-958176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34FE94E2" w14:textId="77777777" w:rsidR="00B62E22" w:rsidRPr="0000331A" w:rsidRDefault="00B62E22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71668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vAlign w:val="center"/>
              </w:tcPr>
              <w:p w14:paraId="25A273DA" w14:textId="77777777" w:rsidR="00B62E22" w:rsidRPr="0000331A" w:rsidRDefault="00B62E22" w:rsidP="00B62E22">
                <w:pPr>
                  <w:jc w:val="center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749105221"/>
            <w:placeholder>
              <w:docPart w:val="82713B47807C41D0950410591A26E00F"/>
            </w:placeholder>
            <w:showingPlcHdr/>
            <w:text w:multiLine="1"/>
          </w:sdtPr>
          <w:sdtEndPr/>
          <w:sdtContent>
            <w:tc>
              <w:tcPr>
                <w:tcW w:w="1944" w:type="dxa"/>
                <w:vAlign w:val="center"/>
              </w:tcPr>
              <w:p w14:paraId="64432C30" w14:textId="77777777" w:rsidR="00B62E22" w:rsidRPr="0000331A" w:rsidRDefault="00B62E22" w:rsidP="00B62E22">
                <w:pPr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 w:rsidRPr="0000331A">
                  <w:rPr>
                    <w:rFonts w:cstheme="minorHAnsi"/>
                    <w:color w:val="808080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</w:tbl>
    <w:p w14:paraId="2145FE8E" w14:textId="77777777" w:rsidR="0000331A" w:rsidRPr="005E5F03" w:rsidRDefault="0000331A" w:rsidP="00F52526">
      <w:pPr>
        <w:rPr>
          <w:rFonts w:cstheme="minorHAnsi"/>
          <w:b/>
          <w:sz w:val="20"/>
          <w:szCs w:val="20"/>
        </w:rPr>
      </w:pPr>
    </w:p>
    <w:p w14:paraId="7D0FB099" w14:textId="77777777" w:rsidR="005C729F" w:rsidRPr="005E5F03" w:rsidRDefault="005C729F" w:rsidP="00580A1B">
      <w:pPr>
        <w:pStyle w:val="Heading2"/>
        <w:rPr>
          <w:rFonts w:asciiTheme="minorHAnsi" w:hAnsiTheme="minorHAnsi" w:cstheme="minorHAnsi"/>
          <w:sz w:val="20"/>
          <w:szCs w:val="20"/>
        </w:rPr>
      </w:pPr>
    </w:p>
    <w:p w14:paraId="5DF6D04C" w14:textId="77777777" w:rsidR="005C729F" w:rsidRPr="005E5F03" w:rsidRDefault="005C729F" w:rsidP="005C729F">
      <w:pPr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C729F" w:rsidRPr="005E5F03" w14:paraId="3ADD803E" w14:textId="77777777" w:rsidTr="00D642BC">
        <w:tc>
          <w:tcPr>
            <w:tcW w:w="9736" w:type="dxa"/>
            <w:gridSpan w:val="2"/>
          </w:tcPr>
          <w:p w14:paraId="60A1D10B" w14:textId="77777777" w:rsidR="005C729F" w:rsidRPr="005E5F03" w:rsidRDefault="005C729F" w:rsidP="00E2657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I, the undersigned, certify that I am duly authorized to sign this quotation and bind the company below in event that the quotation is accepted.</w:t>
            </w:r>
          </w:p>
        </w:tc>
      </w:tr>
      <w:tr w:rsidR="005C729F" w:rsidRPr="005E5F03" w14:paraId="26764B9A" w14:textId="77777777" w:rsidTr="00D642BC">
        <w:tc>
          <w:tcPr>
            <w:tcW w:w="4868" w:type="dxa"/>
          </w:tcPr>
          <w:p w14:paraId="5E8D9DEB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i/>
                <w:color w:val="000000"/>
                <w:sz w:val="20"/>
                <w:lang w:val="en-AU"/>
              </w:rPr>
              <w:t>Exact name and address of company</w:t>
            </w:r>
          </w:p>
          <w:p w14:paraId="79F02093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Company Name</w:t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868036976"/>
                <w:placeholder>
                  <w:docPart w:val="6B8BE8CBB6784D66903FFD32126099A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C1EB04D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409237444"/>
                <w:placeholder>
                  <w:docPart w:val="712D865E916B4F83886AA2FB4BE4FCB7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105E280F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lastRenderedPageBreak/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263452250"/>
                <w:placeholder>
                  <w:docPart w:val="C421AC99AB7547D0B633DCAFC9A8A04D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7336FC4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Phone No.: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64603572"/>
                <w:placeholder>
                  <w:docPart w:val="D53BCCFCB57B42F195A748840BB3BF74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5B535B0A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Email Address: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1517990992"/>
                <w:placeholder>
                  <w:docPart w:val="79F08D84340C4F1D820FA0F9E41790E1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  <w:tc>
          <w:tcPr>
            <w:tcW w:w="4868" w:type="dxa"/>
          </w:tcPr>
          <w:p w14:paraId="27D86840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lastRenderedPageBreak/>
              <w:t xml:space="preserve">Authorized Signature: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u w:val="thick"/>
                <w:lang w:val="en-AU"/>
              </w:rPr>
              <w:tab/>
            </w:r>
          </w:p>
          <w:p w14:paraId="34241C05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Date: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70810794"/>
                <w:placeholder>
                  <w:docPart w:val="124C4BEAC6DF4D239BB603B90F9A5439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6853AB34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Name: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619843428"/>
                <w:placeholder>
                  <w:docPart w:val="E76862DFC53E40C1A7D98BDEC9AC88B6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6CDBDD5A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lastRenderedPageBreak/>
              <w:t xml:space="preserve">Functional Title of Authorised </w:t>
            </w:r>
          </w:p>
          <w:p w14:paraId="49C7C260" w14:textId="77777777" w:rsidR="005C729F" w:rsidRPr="005E5F03" w:rsidRDefault="005C729F" w:rsidP="00D642BC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>Signatory: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-82300724"/>
                <w:placeholder>
                  <w:docPart w:val="1BEBACA9B0484B2194E053314F265F5B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  <w:p w14:paraId="0F78C04F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</w:pP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 xml:space="preserve">Email Address: </w:t>
            </w:r>
            <w:r w:rsidRPr="005E5F03">
              <w:rPr>
                <w:rFonts w:asciiTheme="minorHAnsi" w:eastAsia="Calibri" w:hAnsiTheme="minorHAnsi" w:cstheme="minorHAnsi"/>
                <w:color w:val="000000"/>
                <w:sz w:val="20"/>
                <w:lang w:val="en-AU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  <w:lang w:val="en-AU"/>
                </w:rPr>
                <w:id w:val="1555428725"/>
                <w:placeholder>
                  <w:docPart w:val="9CE39D4B6ABC4216A910F7DA3BE453F0"/>
                </w:placeholder>
                <w:showingPlcHdr/>
              </w:sdtPr>
              <w:sdtEndPr/>
              <w:sdtContent>
                <w:r w:rsidRPr="005E5F03">
                  <w:rPr>
                    <w:rStyle w:val="PlaceholderText"/>
                    <w:rFonts w:asciiTheme="minorHAnsi" w:eastAsiaTheme="majorEastAsia" w:hAnsiTheme="minorHAnsi" w:cstheme="minorHAnsi"/>
                    <w:sz w:val="20"/>
                  </w:rPr>
                  <w:t>Click or tap here to enter text.</w:t>
                </w:r>
              </w:sdtContent>
            </w:sdt>
          </w:p>
        </w:tc>
      </w:tr>
    </w:tbl>
    <w:p w14:paraId="233F0F90" w14:textId="77777777" w:rsidR="005C729F" w:rsidRPr="005E5F03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n-AU"/>
        </w:rPr>
      </w:pPr>
    </w:p>
    <w:p w14:paraId="4544DF21" w14:textId="77777777" w:rsidR="005C729F" w:rsidRPr="005E5F03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n-AU"/>
        </w:rPr>
      </w:pPr>
      <w:r w:rsidRPr="005E5F03">
        <w:rPr>
          <w:rFonts w:asciiTheme="minorHAnsi" w:eastAsia="Calibri" w:hAnsiTheme="minorHAnsi" w:cstheme="minorHAnsi"/>
          <w:color w:val="000000"/>
          <w:sz w:val="20"/>
          <w:lang w:val="en-AU"/>
        </w:rPr>
        <w:t xml:space="preserve"> </w:t>
      </w:r>
    </w:p>
    <w:p w14:paraId="13E21D71" w14:textId="273AA0E2" w:rsidR="00867572" w:rsidRDefault="00030399" w:rsidP="00030399">
      <w:pPr>
        <w:pStyle w:val="Heading2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147C6B49" w14:textId="1F8B9DF6" w:rsidR="006964A1" w:rsidRPr="005E5F03" w:rsidRDefault="006964A1" w:rsidP="00741790">
      <w:pPr>
        <w:keepNext/>
        <w:keepLines/>
        <w:spacing w:before="40" w:after="0"/>
        <w:outlineLvl w:val="1"/>
        <w:rPr>
          <w:rFonts w:cstheme="minorHAnsi"/>
          <w:sz w:val="20"/>
          <w:szCs w:val="20"/>
        </w:rPr>
      </w:pPr>
    </w:p>
    <w:sectPr w:rsidR="006964A1" w:rsidRPr="005E5F03" w:rsidSect="000D2175">
      <w:footerReference w:type="default" r:id="rId11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B4AB9" w14:textId="77777777" w:rsidR="006911F1" w:rsidRDefault="006911F1" w:rsidP="00E56798">
      <w:pPr>
        <w:spacing w:after="0" w:line="240" w:lineRule="auto"/>
      </w:pPr>
      <w:r>
        <w:separator/>
      </w:r>
    </w:p>
  </w:endnote>
  <w:endnote w:type="continuationSeparator" w:id="0">
    <w:p w14:paraId="14DC8C1A" w14:textId="77777777" w:rsidR="006911F1" w:rsidRDefault="006911F1" w:rsidP="00E56798">
      <w:pPr>
        <w:spacing w:after="0" w:line="240" w:lineRule="auto"/>
      </w:pPr>
      <w:r>
        <w:continuationSeparator/>
      </w:r>
    </w:p>
  </w:endnote>
  <w:endnote w:type="continuationNotice" w:id="1">
    <w:p w14:paraId="0ED778B6" w14:textId="77777777" w:rsidR="006911F1" w:rsidRDefault="006911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B0630" w14:textId="494D05D9" w:rsidR="009112F0" w:rsidRPr="00596C96" w:rsidRDefault="009112F0">
    <w:pPr>
      <w:pStyle w:val="Footer"/>
    </w:pPr>
    <w:r>
      <w:rPr>
        <w:sz w:val="20"/>
        <w:szCs w:val="20"/>
      </w:rPr>
      <w:t xml:space="preserve">HLCM-PN/UNDP </w:t>
    </w:r>
    <w:r w:rsidRPr="00596C96">
      <w:rPr>
        <w:sz w:val="20"/>
        <w:szCs w:val="20"/>
      </w:rPr>
      <w:t>RFQ</w:t>
    </w:r>
    <w:r>
      <w:rPr>
        <w:sz w:val="20"/>
        <w:szCs w:val="20"/>
      </w:rPr>
      <w:t xml:space="preserve"> –</w:t>
    </w:r>
    <w:r w:rsidRPr="00596C96">
      <w:rPr>
        <w:sz w:val="20"/>
        <w:szCs w:val="20"/>
      </w:rPr>
      <w:t xml:space="preserve"> </w:t>
    </w:r>
    <w:r>
      <w:rPr>
        <w:sz w:val="20"/>
        <w:szCs w:val="20"/>
      </w:rPr>
      <w:t>October 2020</w:t>
    </w:r>
    <w:r>
      <w:tab/>
    </w:r>
    <w:r>
      <w:tab/>
    </w:r>
    <w:r w:rsidRPr="00596C96">
      <w:rPr>
        <w:sz w:val="20"/>
        <w:szCs w:val="20"/>
      </w:rPr>
      <w:fldChar w:fldCharType="begin"/>
    </w:r>
    <w:r w:rsidRPr="00596C96">
      <w:rPr>
        <w:sz w:val="20"/>
        <w:szCs w:val="20"/>
      </w:rPr>
      <w:instrText xml:space="preserve"> PAGE   \* MERGEFORMAT </w:instrText>
    </w:r>
    <w:r w:rsidRPr="00596C96">
      <w:rPr>
        <w:sz w:val="20"/>
        <w:szCs w:val="20"/>
      </w:rPr>
      <w:fldChar w:fldCharType="separate"/>
    </w:r>
    <w:r>
      <w:rPr>
        <w:noProof/>
        <w:sz w:val="20"/>
        <w:szCs w:val="20"/>
      </w:rPr>
      <w:t>15</w:t>
    </w:r>
    <w:r w:rsidRPr="00596C9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7E11C" w14:textId="77777777" w:rsidR="006911F1" w:rsidRDefault="006911F1" w:rsidP="00E56798">
      <w:pPr>
        <w:spacing w:after="0" w:line="240" w:lineRule="auto"/>
      </w:pPr>
      <w:r>
        <w:separator/>
      </w:r>
    </w:p>
  </w:footnote>
  <w:footnote w:type="continuationSeparator" w:id="0">
    <w:p w14:paraId="56CBE51F" w14:textId="77777777" w:rsidR="006911F1" w:rsidRDefault="006911F1" w:rsidP="00E56798">
      <w:pPr>
        <w:spacing w:after="0" w:line="240" w:lineRule="auto"/>
      </w:pPr>
      <w:r>
        <w:continuationSeparator/>
      </w:r>
    </w:p>
  </w:footnote>
  <w:footnote w:type="continuationNotice" w:id="1">
    <w:p w14:paraId="141FB398" w14:textId="77777777" w:rsidR="006911F1" w:rsidRDefault="006911F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20C6F"/>
    <w:multiLevelType w:val="hybridMultilevel"/>
    <w:tmpl w:val="F9C6BC72"/>
    <w:lvl w:ilvl="0" w:tplc="A02AEF90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038E9"/>
    <w:multiLevelType w:val="hybridMultilevel"/>
    <w:tmpl w:val="0D1E7D3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97C98"/>
    <w:multiLevelType w:val="hybridMultilevel"/>
    <w:tmpl w:val="AE0ED81A"/>
    <w:lvl w:ilvl="0" w:tplc="D2906406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91F99"/>
    <w:multiLevelType w:val="hybridMultilevel"/>
    <w:tmpl w:val="AF0280FA"/>
    <w:lvl w:ilvl="0" w:tplc="353CC8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90B96"/>
    <w:multiLevelType w:val="hybridMultilevel"/>
    <w:tmpl w:val="33EA29E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F536F"/>
    <w:multiLevelType w:val="hybridMultilevel"/>
    <w:tmpl w:val="0BC01F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81FF0"/>
    <w:multiLevelType w:val="hybridMultilevel"/>
    <w:tmpl w:val="E00E1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F571D"/>
    <w:multiLevelType w:val="hybridMultilevel"/>
    <w:tmpl w:val="587873F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35025"/>
    <w:multiLevelType w:val="hybridMultilevel"/>
    <w:tmpl w:val="F56CF626"/>
    <w:lvl w:ilvl="0" w:tplc="FDD8DE8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63225"/>
    <w:multiLevelType w:val="hybridMultilevel"/>
    <w:tmpl w:val="0508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1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094"/>
    <w:rsid w:val="00002895"/>
    <w:rsid w:val="0000331A"/>
    <w:rsid w:val="000059E8"/>
    <w:rsid w:val="00005BBD"/>
    <w:rsid w:val="000109B2"/>
    <w:rsid w:val="000151F2"/>
    <w:rsid w:val="00022F87"/>
    <w:rsid w:val="00025040"/>
    <w:rsid w:val="00027160"/>
    <w:rsid w:val="000302FC"/>
    <w:rsid w:val="00030399"/>
    <w:rsid w:val="00033F43"/>
    <w:rsid w:val="00034018"/>
    <w:rsid w:val="0003549D"/>
    <w:rsid w:val="00042341"/>
    <w:rsid w:val="000477CE"/>
    <w:rsid w:val="00051EC5"/>
    <w:rsid w:val="00052F19"/>
    <w:rsid w:val="00054884"/>
    <w:rsid w:val="00054B4A"/>
    <w:rsid w:val="00056446"/>
    <w:rsid w:val="0005787B"/>
    <w:rsid w:val="000578F0"/>
    <w:rsid w:val="000621AA"/>
    <w:rsid w:val="0006348F"/>
    <w:rsid w:val="000642F9"/>
    <w:rsid w:val="00076FF8"/>
    <w:rsid w:val="00082F7D"/>
    <w:rsid w:val="00084D67"/>
    <w:rsid w:val="00085688"/>
    <w:rsid w:val="00090AEC"/>
    <w:rsid w:val="000A11A3"/>
    <w:rsid w:val="000A1648"/>
    <w:rsid w:val="000A558A"/>
    <w:rsid w:val="000B0A17"/>
    <w:rsid w:val="000B2D14"/>
    <w:rsid w:val="000B4D5B"/>
    <w:rsid w:val="000B5FEB"/>
    <w:rsid w:val="000C3E5F"/>
    <w:rsid w:val="000C5538"/>
    <w:rsid w:val="000C6786"/>
    <w:rsid w:val="000D2175"/>
    <w:rsid w:val="000D6E50"/>
    <w:rsid w:val="000E1BA2"/>
    <w:rsid w:val="000E1ED5"/>
    <w:rsid w:val="000E22EE"/>
    <w:rsid w:val="000E61E4"/>
    <w:rsid w:val="00100982"/>
    <w:rsid w:val="00100F23"/>
    <w:rsid w:val="00116258"/>
    <w:rsid w:val="0011764A"/>
    <w:rsid w:val="001179D7"/>
    <w:rsid w:val="0012076B"/>
    <w:rsid w:val="00121B4D"/>
    <w:rsid w:val="00123E3B"/>
    <w:rsid w:val="00134C2E"/>
    <w:rsid w:val="001353CB"/>
    <w:rsid w:val="00142B00"/>
    <w:rsid w:val="0014674C"/>
    <w:rsid w:val="00152204"/>
    <w:rsid w:val="0015484F"/>
    <w:rsid w:val="00161223"/>
    <w:rsid w:val="0016477C"/>
    <w:rsid w:val="001667E4"/>
    <w:rsid w:val="00177773"/>
    <w:rsid w:val="001833E6"/>
    <w:rsid w:val="00191BA5"/>
    <w:rsid w:val="00193AF9"/>
    <w:rsid w:val="00195258"/>
    <w:rsid w:val="001A0F39"/>
    <w:rsid w:val="001A1A5C"/>
    <w:rsid w:val="001A1FE7"/>
    <w:rsid w:val="001A24F1"/>
    <w:rsid w:val="001A2961"/>
    <w:rsid w:val="001A3158"/>
    <w:rsid w:val="001A42D4"/>
    <w:rsid w:val="001A7678"/>
    <w:rsid w:val="001B007D"/>
    <w:rsid w:val="001B2266"/>
    <w:rsid w:val="001C41FD"/>
    <w:rsid w:val="001C5B5E"/>
    <w:rsid w:val="001C5DFE"/>
    <w:rsid w:val="001C6953"/>
    <w:rsid w:val="001C760A"/>
    <w:rsid w:val="001D0714"/>
    <w:rsid w:val="001D2ACD"/>
    <w:rsid w:val="001D381A"/>
    <w:rsid w:val="001D6B74"/>
    <w:rsid w:val="001D72B1"/>
    <w:rsid w:val="001E7187"/>
    <w:rsid w:val="001E7628"/>
    <w:rsid w:val="001F7BC2"/>
    <w:rsid w:val="00214ED6"/>
    <w:rsid w:val="00215DDA"/>
    <w:rsid w:val="0021666C"/>
    <w:rsid w:val="0022078F"/>
    <w:rsid w:val="00232CFC"/>
    <w:rsid w:val="00233FF9"/>
    <w:rsid w:val="0023604B"/>
    <w:rsid w:val="002402B7"/>
    <w:rsid w:val="002433C0"/>
    <w:rsid w:val="00245EA1"/>
    <w:rsid w:val="00252112"/>
    <w:rsid w:val="002562B1"/>
    <w:rsid w:val="00260046"/>
    <w:rsid w:val="00260675"/>
    <w:rsid w:val="002609ED"/>
    <w:rsid w:val="00262881"/>
    <w:rsid w:val="00272436"/>
    <w:rsid w:val="0027557A"/>
    <w:rsid w:val="0027798A"/>
    <w:rsid w:val="0028194B"/>
    <w:rsid w:val="00282830"/>
    <w:rsid w:val="0028331C"/>
    <w:rsid w:val="0028517F"/>
    <w:rsid w:val="002854F7"/>
    <w:rsid w:val="00290D72"/>
    <w:rsid w:val="00295C25"/>
    <w:rsid w:val="00296A96"/>
    <w:rsid w:val="002A3496"/>
    <w:rsid w:val="002A3C99"/>
    <w:rsid w:val="002A6BBE"/>
    <w:rsid w:val="002A7CF2"/>
    <w:rsid w:val="002B1680"/>
    <w:rsid w:val="002B27A5"/>
    <w:rsid w:val="002B3CF1"/>
    <w:rsid w:val="002B646E"/>
    <w:rsid w:val="002B67C2"/>
    <w:rsid w:val="002C1D68"/>
    <w:rsid w:val="002C2725"/>
    <w:rsid w:val="002C2A8F"/>
    <w:rsid w:val="002C4838"/>
    <w:rsid w:val="002C7181"/>
    <w:rsid w:val="002D1DC3"/>
    <w:rsid w:val="002E03B2"/>
    <w:rsid w:val="002E0A13"/>
    <w:rsid w:val="002E25A3"/>
    <w:rsid w:val="002E6E28"/>
    <w:rsid w:val="002F7945"/>
    <w:rsid w:val="00300031"/>
    <w:rsid w:val="0030090E"/>
    <w:rsid w:val="00300FC2"/>
    <w:rsid w:val="003042D9"/>
    <w:rsid w:val="00310FEF"/>
    <w:rsid w:val="00314E79"/>
    <w:rsid w:val="003177D4"/>
    <w:rsid w:val="00322921"/>
    <w:rsid w:val="00327190"/>
    <w:rsid w:val="003322A2"/>
    <w:rsid w:val="003355F6"/>
    <w:rsid w:val="00335737"/>
    <w:rsid w:val="00342CD3"/>
    <w:rsid w:val="0034430D"/>
    <w:rsid w:val="00345536"/>
    <w:rsid w:val="0036728B"/>
    <w:rsid w:val="003756F9"/>
    <w:rsid w:val="00381D37"/>
    <w:rsid w:val="003826B3"/>
    <w:rsid w:val="00382E3E"/>
    <w:rsid w:val="0038544B"/>
    <w:rsid w:val="003A0D53"/>
    <w:rsid w:val="003A1C53"/>
    <w:rsid w:val="003A4652"/>
    <w:rsid w:val="003A68E5"/>
    <w:rsid w:val="003B5B9B"/>
    <w:rsid w:val="003C2427"/>
    <w:rsid w:val="003C33A4"/>
    <w:rsid w:val="003C41D4"/>
    <w:rsid w:val="003C587A"/>
    <w:rsid w:val="003C73FD"/>
    <w:rsid w:val="003D36D0"/>
    <w:rsid w:val="003D49CA"/>
    <w:rsid w:val="003E3A88"/>
    <w:rsid w:val="003E4DD8"/>
    <w:rsid w:val="003E53EA"/>
    <w:rsid w:val="003F16DE"/>
    <w:rsid w:val="003F320F"/>
    <w:rsid w:val="003F5D11"/>
    <w:rsid w:val="003F76A3"/>
    <w:rsid w:val="00406A14"/>
    <w:rsid w:val="00406CFA"/>
    <w:rsid w:val="00413918"/>
    <w:rsid w:val="00416921"/>
    <w:rsid w:val="00421412"/>
    <w:rsid w:val="00423E19"/>
    <w:rsid w:val="00426A89"/>
    <w:rsid w:val="00430359"/>
    <w:rsid w:val="004347E2"/>
    <w:rsid w:val="00436D77"/>
    <w:rsid w:val="004425D6"/>
    <w:rsid w:val="004470F1"/>
    <w:rsid w:val="00454A96"/>
    <w:rsid w:val="00455194"/>
    <w:rsid w:val="004562BE"/>
    <w:rsid w:val="00457167"/>
    <w:rsid w:val="00470A87"/>
    <w:rsid w:val="00472739"/>
    <w:rsid w:val="00477B0D"/>
    <w:rsid w:val="00487B57"/>
    <w:rsid w:val="0049137F"/>
    <w:rsid w:val="00492783"/>
    <w:rsid w:val="004943F0"/>
    <w:rsid w:val="004A0C91"/>
    <w:rsid w:val="004A4DF8"/>
    <w:rsid w:val="004B1037"/>
    <w:rsid w:val="004B5C52"/>
    <w:rsid w:val="004B7586"/>
    <w:rsid w:val="004C1DF1"/>
    <w:rsid w:val="004C7C44"/>
    <w:rsid w:val="004D04A2"/>
    <w:rsid w:val="004D0B03"/>
    <w:rsid w:val="004D23AA"/>
    <w:rsid w:val="004D7732"/>
    <w:rsid w:val="004D7E52"/>
    <w:rsid w:val="004E2B5A"/>
    <w:rsid w:val="004E2FD1"/>
    <w:rsid w:val="004E6AE5"/>
    <w:rsid w:val="004F17C1"/>
    <w:rsid w:val="004F7563"/>
    <w:rsid w:val="00502BBE"/>
    <w:rsid w:val="00507888"/>
    <w:rsid w:val="00510863"/>
    <w:rsid w:val="00511E8F"/>
    <w:rsid w:val="00521A2B"/>
    <w:rsid w:val="00521FF7"/>
    <w:rsid w:val="00524727"/>
    <w:rsid w:val="00526E6D"/>
    <w:rsid w:val="00527ADD"/>
    <w:rsid w:val="00535D97"/>
    <w:rsid w:val="00537053"/>
    <w:rsid w:val="00541B34"/>
    <w:rsid w:val="00542B1D"/>
    <w:rsid w:val="0054618C"/>
    <w:rsid w:val="00553EA9"/>
    <w:rsid w:val="00555D44"/>
    <w:rsid w:val="0056039D"/>
    <w:rsid w:val="00562CFC"/>
    <w:rsid w:val="0056596A"/>
    <w:rsid w:val="005712F2"/>
    <w:rsid w:val="00580A1B"/>
    <w:rsid w:val="00582E0F"/>
    <w:rsid w:val="005844EA"/>
    <w:rsid w:val="00585C9E"/>
    <w:rsid w:val="005860A4"/>
    <w:rsid w:val="00586BEB"/>
    <w:rsid w:val="00590774"/>
    <w:rsid w:val="0059084C"/>
    <w:rsid w:val="00590CB1"/>
    <w:rsid w:val="005917E8"/>
    <w:rsid w:val="00596AAE"/>
    <w:rsid w:val="00596C96"/>
    <w:rsid w:val="005A20B4"/>
    <w:rsid w:val="005A3F96"/>
    <w:rsid w:val="005A4307"/>
    <w:rsid w:val="005A5F03"/>
    <w:rsid w:val="005A68E8"/>
    <w:rsid w:val="005A6D64"/>
    <w:rsid w:val="005A6F50"/>
    <w:rsid w:val="005A759A"/>
    <w:rsid w:val="005B2245"/>
    <w:rsid w:val="005B294B"/>
    <w:rsid w:val="005B701C"/>
    <w:rsid w:val="005C1CEC"/>
    <w:rsid w:val="005C291E"/>
    <w:rsid w:val="005C729F"/>
    <w:rsid w:val="005D1711"/>
    <w:rsid w:val="005D5B41"/>
    <w:rsid w:val="005E37C5"/>
    <w:rsid w:val="005E5F03"/>
    <w:rsid w:val="005E69C3"/>
    <w:rsid w:val="005E7281"/>
    <w:rsid w:val="00601915"/>
    <w:rsid w:val="00602B0B"/>
    <w:rsid w:val="006055EF"/>
    <w:rsid w:val="00607E15"/>
    <w:rsid w:val="006109EA"/>
    <w:rsid w:val="00611CFA"/>
    <w:rsid w:val="0061371C"/>
    <w:rsid w:val="00613BDE"/>
    <w:rsid w:val="00615A79"/>
    <w:rsid w:val="00617A28"/>
    <w:rsid w:val="006203AA"/>
    <w:rsid w:val="0062244D"/>
    <w:rsid w:val="00622819"/>
    <w:rsid w:val="00625F80"/>
    <w:rsid w:val="00632BB7"/>
    <w:rsid w:val="00637409"/>
    <w:rsid w:val="0064327D"/>
    <w:rsid w:val="00646FCF"/>
    <w:rsid w:val="006470E1"/>
    <w:rsid w:val="0065643F"/>
    <w:rsid w:val="00661BA3"/>
    <w:rsid w:val="006632A4"/>
    <w:rsid w:val="00663BE5"/>
    <w:rsid w:val="00664265"/>
    <w:rsid w:val="006678A4"/>
    <w:rsid w:val="006717F3"/>
    <w:rsid w:val="0067484C"/>
    <w:rsid w:val="00675963"/>
    <w:rsid w:val="006776BA"/>
    <w:rsid w:val="0068598A"/>
    <w:rsid w:val="00686453"/>
    <w:rsid w:val="006911F1"/>
    <w:rsid w:val="006964A1"/>
    <w:rsid w:val="006A1AFC"/>
    <w:rsid w:val="006A3F16"/>
    <w:rsid w:val="006A50F5"/>
    <w:rsid w:val="006A55D1"/>
    <w:rsid w:val="006B4265"/>
    <w:rsid w:val="006B43E9"/>
    <w:rsid w:val="006B4418"/>
    <w:rsid w:val="006C0E4B"/>
    <w:rsid w:val="006C3C1D"/>
    <w:rsid w:val="006D09D2"/>
    <w:rsid w:val="006D18C0"/>
    <w:rsid w:val="006E0C01"/>
    <w:rsid w:val="006E7BB6"/>
    <w:rsid w:val="006F1345"/>
    <w:rsid w:val="006F140F"/>
    <w:rsid w:val="007008E7"/>
    <w:rsid w:val="00704795"/>
    <w:rsid w:val="00704D27"/>
    <w:rsid w:val="007056D7"/>
    <w:rsid w:val="007132E0"/>
    <w:rsid w:val="0071500A"/>
    <w:rsid w:val="00715EF4"/>
    <w:rsid w:val="007204F0"/>
    <w:rsid w:val="007206D2"/>
    <w:rsid w:val="00721DEF"/>
    <w:rsid w:val="00725DC3"/>
    <w:rsid w:val="00726E9B"/>
    <w:rsid w:val="00727135"/>
    <w:rsid w:val="00732053"/>
    <w:rsid w:val="00732F17"/>
    <w:rsid w:val="0073499C"/>
    <w:rsid w:val="00736CA1"/>
    <w:rsid w:val="00741790"/>
    <w:rsid w:val="00741D96"/>
    <w:rsid w:val="00747401"/>
    <w:rsid w:val="00747B17"/>
    <w:rsid w:val="00752BF6"/>
    <w:rsid w:val="00757661"/>
    <w:rsid w:val="0076411F"/>
    <w:rsid w:val="0076677F"/>
    <w:rsid w:val="007734BD"/>
    <w:rsid w:val="007762AB"/>
    <w:rsid w:val="00777CAC"/>
    <w:rsid w:val="007807C6"/>
    <w:rsid w:val="007817A0"/>
    <w:rsid w:val="0078563B"/>
    <w:rsid w:val="00790BB2"/>
    <w:rsid w:val="007A4F1E"/>
    <w:rsid w:val="007A7D9A"/>
    <w:rsid w:val="007B7D56"/>
    <w:rsid w:val="007C5485"/>
    <w:rsid w:val="007C6FE8"/>
    <w:rsid w:val="007D2881"/>
    <w:rsid w:val="007D5971"/>
    <w:rsid w:val="007D6B30"/>
    <w:rsid w:val="007D7E30"/>
    <w:rsid w:val="007E46A2"/>
    <w:rsid w:val="007E4CA8"/>
    <w:rsid w:val="007F1C7C"/>
    <w:rsid w:val="007F3D1A"/>
    <w:rsid w:val="007F6D62"/>
    <w:rsid w:val="00800A6B"/>
    <w:rsid w:val="0080103E"/>
    <w:rsid w:val="0080296B"/>
    <w:rsid w:val="008042D2"/>
    <w:rsid w:val="00806875"/>
    <w:rsid w:val="008070E6"/>
    <w:rsid w:val="00812EA7"/>
    <w:rsid w:val="00821409"/>
    <w:rsid w:val="00821BA9"/>
    <w:rsid w:val="00823F3F"/>
    <w:rsid w:val="00825AF4"/>
    <w:rsid w:val="0082637D"/>
    <w:rsid w:val="00827BB0"/>
    <w:rsid w:val="00835767"/>
    <w:rsid w:val="00835A11"/>
    <w:rsid w:val="00836AB8"/>
    <w:rsid w:val="0083700A"/>
    <w:rsid w:val="008374E3"/>
    <w:rsid w:val="00841213"/>
    <w:rsid w:val="008429BC"/>
    <w:rsid w:val="00856530"/>
    <w:rsid w:val="00856962"/>
    <w:rsid w:val="00857D32"/>
    <w:rsid w:val="00860A51"/>
    <w:rsid w:val="00860B32"/>
    <w:rsid w:val="008628FB"/>
    <w:rsid w:val="00865C88"/>
    <w:rsid w:val="00867572"/>
    <w:rsid w:val="00872C67"/>
    <w:rsid w:val="00881CBD"/>
    <w:rsid w:val="00883987"/>
    <w:rsid w:val="00884FA5"/>
    <w:rsid w:val="008858A9"/>
    <w:rsid w:val="00886EBE"/>
    <w:rsid w:val="00887CF8"/>
    <w:rsid w:val="00890B9E"/>
    <w:rsid w:val="008971D5"/>
    <w:rsid w:val="008A58B1"/>
    <w:rsid w:val="008A5FBD"/>
    <w:rsid w:val="008A77AD"/>
    <w:rsid w:val="008B0679"/>
    <w:rsid w:val="008B55E4"/>
    <w:rsid w:val="008B6B16"/>
    <w:rsid w:val="008C35A1"/>
    <w:rsid w:val="008C5085"/>
    <w:rsid w:val="008C59DB"/>
    <w:rsid w:val="008C64CA"/>
    <w:rsid w:val="008D5EAD"/>
    <w:rsid w:val="008D6F47"/>
    <w:rsid w:val="008E1FAF"/>
    <w:rsid w:val="008E32FE"/>
    <w:rsid w:val="00902DCE"/>
    <w:rsid w:val="0090546D"/>
    <w:rsid w:val="0091019D"/>
    <w:rsid w:val="009112F0"/>
    <w:rsid w:val="0091267F"/>
    <w:rsid w:val="009127CC"/>
    <w:rsid w:val="0091314C"/>
    <w:rsid w:val="00914B94"/>
    <w:rsid w:val="00922776"/>
    <w:rsid w:val="00922926"/>
    <w:rsid w:val="009427F9"/>
    <w:rsid w:val="00942985"/>
    <w:rsid w:val="0094394A"/>
    <w:rsid w:val="00943EB5"/>
    <w:rsid w:val="00944A28"/>
    <w:rsid w:val="0095201E"/>
    <w:rsid w:val="00955F42"/>
    <w:rsid w:val="00960923"/>
    <w:rsid w:val="009609C3"/>
    <w:rsid w:val="00963B29"/>
    <w:rsid w:val="009708F0"/>
    <w:rsid w:val="00971D5A"/>
    <w:rsid w:val="00972B53"/>
    <w:rsid w:val="009801B4"/>
    <w:rsid w:val="0098253F"/>
    <w:rsid w:val="009832F5"/>
    <w:rsid w:val="00983433"/>
    <w:rsid w:val="0098537C"/>
    <w:rsid w:val="0099292F"/>
    <w:rsid w:val="009A6C56"/>
    <w:rsid w:val="009B7516"/>
    <w:rsid w:val="009C1685"/>
    <w:rsid w:val="009C2F65"/>
    <w:rsid w:val="009C3A76"/>
    <w:rsid w:val="009D0296"/>
    <w:rsid w:val="009D3089"/>
    <w:rsid w:val="009D43A6"/>
    <w:rsid w:val="009D578B"/>
    <w:rsid w:val="009E00E3"/>
    <w:rsid w:val="009E2F5C"/>
    <w:rsid w:val="009E548C"/>
    <w:rsid w:val="009E5BCC"/>
    <w:rsid w:val="009E62C1"/>
    <w:rsid w:val="009F2610"/>
    <w:rsid w:val="009F72EA"/>
    <w:rsid w:val="00A02389"/>
    <w:rsid w:val="00A031C5"/>
    <w:rsid w:val="00A03CD2"/>
    <w:rsid w:val="00A071AC"/>
    <w:rsid w:val="00A07DAD"/>
    <w:rsid w:val="00A10E29"/>
    <w:rsid w:val="00A2324C"/>
    <w:rsid w:val="00A378B2"/>
    <w:rsid w:val="00A545B1"/>
    <w:rsid w:val="00A57ADF"/>
    <w:rsid w:val="00A62787"/>
    <w:rsid w:val="00A63410"/>
    <w:rsid w:val="00A653EF"/>
    <w:rsid w:val="00A67F4B"/>
    <w:rsid w:val="00A7032B"/>
    <w:rsid w:val="00A70AEA"/>
    <w:rsid w:val="00A7443E"/>
    <w:rsid w:val="00A80089"/>
    <w:rsid w:val="00A8190A"/>
    <w:rsid w:val="00A8361D"/>
    <w:rsid w:val="00A86E7D"/>
    <w:rsid w:val="00A91830"/>
    <w:rsid w:val="00A923F5"/>
    <w:rsid w:val="00A936E9"/>
    <w:rsid w:val="00AA1E20"/>
    <w:rsid w:val="00AB3954"/>
    <w:rsid w:val="00AC1043"/>
    <w:rsid w:val="00AC12AD"/>
    <w:rsid w:val="00AC57ED"/>
    <w:rsid w:val="00AC6CED"/>
    <w:rsid w:val="00AD207E"/>
    <w:rsid w:val="00AD222E"/>
    <w:rsid w:val="00AD2389"/>
    <w:rsid w:val="00AD2A00"/>
    <w:rsid w:val="00AD6D13"/>
    <w:rsid w:val="00AD6DB0"/>
    <w:rsid w:val="00AD6DD3"/>
    <w:rsid w:val="00AE6562"/>
    <w:rsid w:val="00AF78A4"/>
    <w:rsid w:val="00B00026"/>
    <w:rsid w:val="00B000F4"/>
    <w:rsid w:val="00B05B20"/>
    <w:rsid w:val="00B067D3"/>
    <w:rsid w:val="00B07BA8"/>
    <w:rsid w:val="00B141A5"/>
    <w:rsid w:val="00B21C26"/>
    <w:rsid w:val="00B30827"/>
    <w:rsid w:val="00B47E82"/>
    <w:rsid w:val="00B51572"/>
    <w:rsid w:val="00B5325A"/>
    <w:rsid w:val="00B559A7"/>
    <w:rsid w:val="00B55D03"/>
    <w:rsid w:val="00B55E1A"/>
    <w:rsid w:val="00B57303"/>
    <w:rsid w:val="00B57D81"/>
    <w:rsid w:val="00B60750"/>
    <w:rsid w:val="00B61D17"/>
    <w:rsid w:val="00B62C09"/>
    <w:rsid w:val="00B62E22"/>
    <w:rsid w:val="00B65A16"/>
    <w:rsid w:val="00B81A11"/>
    <w:rsid w:val="00B842CB"/>
    <w:rsid w:val="00B9544A"/>
    <w:rsid w:val="00B95852"/>
    <w:rsid w:val="00B96CE1"/>
    <w:rsid w:val="00BA0480"/>
    <w:rsid w:val="00BA183B"/>
    <w:rsid w:val="00BA2FE7"/>
    <w:rsid w:val="00BA41EA"/>
    <w:rsid w:val="00BA450E"/>
    <w:rsid w:val="00BB6882"/>
    <w:rsid w:val="00BC12D1"/>
    <w:rsid w:val="00BC3B10"/>
    <w:rsid w:val="00BC7D73"/>
    <w:rsid w:val="00BD60A2"/>
    <w:rsid w:val="00BD60EC"/>
    <w:rsid w:val="00BE2305"/>
    <w:rsid w:val="00BF01D9"/>
    <w:rsid w:val="00BF2F90"/>
    <w:rsid w:val="00BF65E9"/>
    <w:rsid w:val="00C0603E"/>
    <w:rsid w:val="00C0726F"/>
    <w:rsid w:val="00C1739F"/>
    <w:rsid w:val="00C204CF"/>
    <w:rsid w:val="00C23027"/>
    <w:rsid w:val="00C230AB"/>
    <w:rsid w:val="00C25F1E"/>
    <w:rsid w:val="00C266DD"/>
    <w:rsid w:val="00C2749C"/>
    <w:rsid w:val="00C33E5B"/>
    <w:rsid w:val="00C41374"/>
    <w:rsid w:val="00C41444"/>
    <w:rsid w:val="00C428BD"/>
    <w:rsid w:val="00C44EA3"/>
    <w:rsid w:val="00C52A79"/>
    <w:rsid w:val="00C625BE"/>
    <w:rsid w:val="00C63F51"/>
    <w:rsid w:val="00C64116"/>
    <w:rsid w:val="00C73734"/>
    <w:rsid w:val="00C74B03"/>
    <w:rsid w:val="00C74FBD"/>
    <w:rsid w:val="00C80A75"/>
    <w:rsid w:val="00C80D4F"/>
    <w:rsid w:val="00C92C2E"/>
    <w:rsid w:val="00C92E27"/>
    <w:rsid w:val="00C939DC"/>
    <w:rsid w:val="00C952B6"/>
    <w:rsid w:val="00C96885"/>
    <w:rsid w:val="00CA3836"/>
    <w:rsid w:val="00CA4A2B"/>
    <w:rsid w:val="00CA64C3"/>
    <w:rsid w:val="00CB1CCD"/>
    <w:rsid w:val="00CB28DB"/>
    <w:rsid w:val="00CB2D11"/>
    <w:rsid w:val="00CC32F1"/>
    <w:rsid w:val="00CD14BF"/>
    <w:rsid w:val="00CD7097"/>
    <w:rsid w:val="00CE37B3"/>
    <w:rsid w:val="00CE7DF1"/>
    <w:rsid w:val="00CF0FB0"/>
    <w:rsid w:val="00CF2785"/>
    <w:rsid w:val="00CF2E15"/>
    <w:rsid w:val="00CF364F"/>
    <w:rsid w:val="00CF398E"/>
    <w:rsid w:val="00CF7513"/>
    <w:rsid w:val="00CF7EE7"/>
    <w:rsid w:val="00D00911"/>
    <w:rsid w:val="00D00BD0"/>
    <w:rsid w:val="00D03E64"/>
    <w:rsid w:val="00D06666"/>
    <w:rsid w:val="00D06B6F"/>
    <w:rsid w:val="00D1347D"/>
    <w:rsid w:val="00D23835"/>
    <w:rsid w:val="00D256F4"/>
    <w:rsid w:val="00D26156"/>
    <w:rsid w:val="00D31F1D"/>
    <w:rsid w:val="00D335DD"/>
    <w:rsid w:val="00D421C6"/>
    <w:rsid w:val="00D42BC9"/>
    <w:rsid w:val="00D456F2"/>
    <w:rsid w:val="00D47099"/>
    <w:rsid w:val="00D527E1"/>
    <w:rsid w:val="00D6429E"/>
    <w:rsid w:val="00D642BC"/>
    <w:rsid w:val="00D7211D"/>
    <w:rsid w:val="00D7418A"/>
    <w:rsid w:val="00D77266"/>
    <w:rsid w:val="00D77D84"/>
    <w:rsid w:val="00D80245"/>
    <w:rsid w:val="00D831F7"/>
    <w:rsid w:val="00D836EF"/>
    <w:rsid w:val="00D837CB"/>
    <w:rsid w:val="00D84343"/>
    <w:rsid w:val="00D867EA"/>
    <w:rsid w:val="00D9646B"/>
    <w:rsid w:val="00D9710D"/>
    <w:rsid w:val="00DA13B6"/>
    <w:rsid w:val="00DA5736"/>
    <w:rsid w:val="00DB2975"/>
    <w:rsid w:val="00DB5662"/>
    <w:rsid w:val="00DC4648"/>
    <w:rsid w:val="00DC5748"/>
    <w:rsid w:val="00DD11B5"/>
    <w:rsid w:val="00DD1865"/>
    <w:rsid w:val="00DD46EB"/>
    <w:rsid w:val="00DD7950"/>
    <w:rsid w:val="00DE158E"/>
    <w:rsid w:val="00DE38EE"/>
    <w:rsid w:val="00DE5A3A"/>
    <w:rsid w:val="00DE6ED1"/>
    <w:rsid w:val="00DE7FEE"/>
    <w:rsid w:val="00DF6061"/>
    <w:rsid w:val="00E04094"/>
    <w:rsid w:val="00E040DE"/>
    <w:rsid w:val="00E0565E"/>
    <w:rsid w:val="00E109B1"/>
    <w:rsid w:val="00E12049"/>
    <w:rsid w:val="00E15BE0"/>
    <w:rsid w:val="00E2657A"/>
    <w:rsid w:val="00E26F70"/>
    <w:rsid w:val="00E31DB3"/>
    <w:rsid w:val="00E36ED3"/>
    <w:rsid w:val="00E41426"/>
    <w:rsid w:val="00E43F4E"/>
    <w:rsid w:val="00E44364"/>
    <w:rsid w:val="00E46BAC"/>
    <w:rsid w:val="00E47887"/>
    <w:rsid w:val="00E5027E"/>
    <w:rsid w:val="00E56798"/>
    <w:rsid w:val="00E640DD"/>
    <w:rsid w:val="00E6576F"/>
    <w:rsid w:val="00E67D42"/>
    <w:rsid w:val="00E725CF"/>
    <w:rsid w:val="00E741E6"/>
    <w:rsid w:val="00E81EE5"/>
    <w:rsid w:val="00E856C8"/>
    <w:rsid w:val="00E869E2"/>
    <w:rsid w:val="00E97EF8"/>
    <w:rsid w:val="00EA12AE"/>
    <w:rsid w:val="00EA28B0"/>
    <w:rsid w:val="00EA50A0"/>
    <w:rsid w:val="00EB30D5"/>
    <w:rsid w:val="00EB7DE9"/>
    <w:rsid w:val="00EC30DA"/>
    <w:rsid w:val="00EC4A3E"/>
    <w:rsid w:val="00EC6D9A"/>
    <w:rsid w:val="00ED2DEB"/>
    <w:rsid w:val="00ED3BDE"/>
    <w:rsid w:val="00EE059D"/>
    <w:rsid w:val="00EE31CA"/>
    <w:rsid w:val="00EE4CC4"/>
    <w:rsid w:val="00EF07EC"/>
    <w:rsid w:val="00EF35CB"/>
    <w:rsid w:val="00EF7D9A"/>
    <w:rsid w:val="00F01650"/>
    <w:rsid w:val="00F03A51"/>
    <w:rsid w:val="00F03B94"/>
    <w:rsid w:val="00F057C5"/>
    <w:rsid w:val="00F14467"/>
    <w:rsid w:val="00F20E74"/>
    <w:rsid w:val="00F25CC6"/>
    <w:rsid w:val="00F279E0"/>
    <w:rsid w:val="00F34C4F"/>
    <w:rsid w:val="00F35DB0"/>
    <w:rsid w:val="00F41B67"/>
    <w:rsid w:val="00F47108"/>
    <w:rsid w:val="00F50E15"/>
    <w:rsid w:val="00F5169E"/>
    <w:rsid w:val="00F523CB"/>
    <w:rsid w:val="00F52526"/>
    <w:rsid w:val="00F528CA"/>
    <w:rsid w:val="00F56924"/>
    <w:rsid w:val="00F57932"/>
    <w:rsid w:val="00F601E9"/>
    <w:rsid w:val="00F62796"/>
    <w:rsid w:val="00F63127"/>
    <w:rsid w:val="00F634D0"/>
    <w:rsid w:val="00F64AF8"/>
    <w:rsid w:val="00F70173"/>
    <w:rsid w:val="00F72104"/>
    <w:rsid w:val="00F73E05"/>
    <w:rsid w:val="00F81C36"/>
    <w:rsid w:val="00F85DB5"/>
    <w:rsid w:val="00F97DDB"/>
    <w:rsid w:val="00FA194C"/>
    <w:rsid w:val="00FB1514"/>
    <w:rsid w:val="00FB1A27"/>
    <w:rsid w:val="00FB7A3C"/>
    <w:rsid w:val="00FD495F"/>
    <w:rsid w:val="00FD61C9"/>
    <w:rsid w:val="00FE6DA6"/>
    <w:rsid w:val="00FF10FE"/>
    <w:rsid w:val="0191537C"/>
    <w:rsid w:val="01BF9306"/>
    <w:rsid w:val="086A8F0E"/>
    <w:rsid w:val="08C13271"/>
    <w:rsid w:val="0C926BE8"/>
    <w:rsid w:val="0CB5155D"/>
    <w:rsid w:val="0F46B28D"/>
    <w:rsid w:val="107D6A01"/>
    <w:rsid w:val="1212EE80"/>
    <w:rsid w:val="1253BEB5"/>
    <w:rsid w:val="128D3E21"/>
    <w:rsid w:val="133DEAFC"/>
    <w:rsid w:val="141D7E06"/>
    <w:rsid w:val="152A7D34"/>
    <w:rsid w:val="169AC18A"/>
    <w:rsid w:val="189D8B4E"/>
    <w:rsid w:val="199CCAE2"/>
    <w:rsid w:val="19E160CC"/>
    <w:rsid w:val="1B4AD9CB"/>
    <w:rsid w:val="1C32C954"/>
    <w:rsid w:val="218281CC"/>
    <w:rsid w:val="21F071B5"/>
    <w:rsid w:val="23C1619B"/>
    <w:rsid w:val="278436CC"/>
    <w:rsid w:val="299330DA"/>
    <w:rsid w:val="2AB1B044"/>
    <w:rsid w:val="2AC17EA9"/>
    <w:rsid w:val="2BAB7992"/>
    <w:rsid w:val="2C0412D5"/>
    <w:rsid w:val="2CCA3636"/>
    <w:rsid w:val="32861D33"/>
    <w:rsid w:val="34335BC2"/>
    <w:rsid w:val="345F08A3"/>
    <w:rsid w:val="3471EDE8"/>
    <w:rsid w:val="35190510"/>
    <w:rsid w:val="351A8088"/>
    <w:rsid w:val="359E9021"/>
    <w:rsid w:val="37A5F535"/>
    <w:rsid w:val="3A801935"/>
    <w:rsid w:val="3AA97041"/>
    <w:rsid w:val="3B2B427C"/>
    <w:rsid w:val="3BB96683"/>
    <w:rsid w:val="3D99CB70"/>
    <w:rsid w:val="3EE87286"/>
    <w:rsid w:val="41AF9488"/>
    <w:rsid w:val="48E3B456"/>
    <w:rsid w:val="4C00A13A"/>
    <w:rsid w:val="4E4D5C51"/>
    <w:rsid w:val="4F3F0276"/>
    <w:rsid w:val="4FC08A78"/>
    <w:rsid w:val="513C3C5E"/>
    <w:rsid w:val="51B19AAF"/>
    <w:rsid w:val="51C2F5CB"/>
    <w:rsid w:val="537FE9BF"/>
    <w:rsid w:val="5408EAC1"/>
    <w:rsid w:val="5501FE98"/>
    <w:rsid w:val="555E10B7"/>
    <w:rsid w:val="56C28018"/>
    <w:rsid w:val="5A766CF2"/>
    <w:rsid w:val="5C257984"/>
    <w:rsid w:val="5D2AABE7"/>
    <w:rsid w:val="5D88EB08"/>
    <w:rsid w:val="6131E24B"/>
    <w:rsid w:val="621E23D2"/>
    <w:rsid w:val="6270B6AF"/>
    <w:rsid w:val="63668356"/>
    <w:rsid w:val="64018EEB"/>
    <w:rsid w:val="67A85A66"/>
    <w:rsid w:val="689F054C"/>
    <w:rsid w:val="6A84865E"/>
    <w:rsid w:val="6BE5C198"/>
    <w:rsid w:val="721B159C"/>
    <w:rsid w:val="73593FB1"/>
    <w:rsid w:val="73F3C733"/>
    <w:rsid w:val="77B6C11D"/>
    <w:rsid w:val="7877B9DF"/>
    <w:rsid w:val="78D47D45"/>
    <w:rsid w:val="7CFD97DD"/>
    <w:rsid w:val="7E0DFFAB"/>
    <w:rsid w:val="7E70AE49"/>
    <w:rsid w:val="7FC23FA3"/>
    <w:rsid w:val="7FC7958D"/>
    <w:rsid w:val="7FE4F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F3318C"/>
  <w15:chartTrackingRefBased/>
  <w15:docId w15:val="{3C677B66-2A0E-43EF-AB7D-2DA5993A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29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0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1A2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6E0C0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E43F4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78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8EE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CD14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DefaultParagraphFont"/>
    <w:link w:val="Sub-ClauseText"/>
    <w:rsid w:val="00CD14BF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MarginText">
    <w:name w:val="Margin Text"/>
    <w:basedOn w:val="BodyText"/>
    <w:rsid w:val="00E46BA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46B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6BAC"/>
  </w:style>
  <w:style w:type="paragraph" w:styleId="ListParagraph">
    <w:name w:val="List Paragraph"/>
    <w:basedOn w:val="Normal"/>
    <w:link w:val="ListParagraphChar"/>
    <w:uiPriority w:val="34"/>
    <w:qFormat/>
    <w:rsid w:val="00123E3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56798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798"/>
  </w:style>
  <w:style w:type="paragraph" w:styleId="Footer">
    <w:name w:val="footer"/>
    <w:basedOn w:val="Normal"/>
    <w:link w:val="FooterCh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798"/>
  </w:style>
  <w:style w:type="character" w:styleId="CommentReference">
    <w:name w:val="annotation reference"/>
    <w:basedOn w:val="DefaultParagraphFont"/>
    <w:uiPriority w:val="99"/>
    <w:semiHidden/>
    <w:unhideWhenUsed/>
    <w:rsid w:val="002E2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5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5A3"/>
    <w:rPr>
      <w:b/>
      <w:bCs/>
      <w:sz w:val="20"/>
      <w:szCs w:val="20"/>
    </w:rPr>
  </w:style>
  <w:style w:type="character" w:styleId="Strong">
    <w:name w:val="Strong"/>
    <w:uiPriority w:val="22"/>
    <w:qFormat/>
    <w:rsid w:val="00B05B20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335DD"/>
  </w:style>
  <w:style w:type="paragraph" w:customStyle="1" w:styleId="Outline1">
    <w:name w:val="Outline1"/>
    <w:basedOn w:val="Normal"/>
    <w:next w:val="Normal"/>
    <w:rsid w:val="001D381A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77D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77D4"/>
    <w:rPr>
      <w:rFonts w:ascii="Consolas" w:hAnsi="Consolas"/>
      <w:sz w:val="20"/>
      <w:szCs w:val="20"/>
    </w:rPr>
  </w:style>
  <w:style w:type="paragraph" w:customStyle="1" w:styleId="Default">
    <w:name w:val="Default"/>
    <w:rsid w:val="000109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3576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0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F144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RFQ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15B736FE36D4CCF8A6BAC5FD826A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8A7FB-74F6-46F0-9981-EFF347D50943}"/>
      </w:docPartPr>
      <w:docPartBody>
        <w:p w:rsidR="00472739" w:rsidRDefault="00472739">
          <w:pPr>
            <w:pStyle w:val="E15B736FE36D4CCF8A6BAC5FD826A78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9BDD2587B6A416EB1CF50DD13754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22D5C-CBA4-4CB3-8A3B-2B3902797166}"/>
      </w:docPartPr>
      <w:docPartBody>
        <w:p w:rsidR="00472739" w:rsidRDefault="00472739">
          <w:pPr>
            <w:pStyle w:val="39BDD2587B6A416EB1CF50DD1375490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2E35BDEB115C4039BB41520C25598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1E109-D103-4A56-8E49-FD579693480B}"/>
      </w:docPartPr>
      <w:docPartBody>
        <w:p w:rsidR="00472739" w:rsidRDefault="00472739">
          <w:pPr>
            <w:pStyle w:val="2E35BDEB115C4039BB41520C255985EC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91ADE51D0AE48B788E0C7A932B6B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746BA-543C-4E83-B122-084354913B3C}"/>
      </w:docPartPr>
      <w:docPartBody>
        <w:p w:rsidR="00472739" w:rsidRDefault="00472739">
          <w:pPr>
            <w:pStyle w:val="E91ADE51D0AE48B788E0C7A932B6BC8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B8BE8CBB6784D66903FFD3212609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02366-2FE5-4425-B59D-7732E5B35A54}"/>
      </w:docPartPr>
      <w:docPartBody>
        <w:p w:rsidR="00472739" w:rsidRDefault="00472739">
          <w:pPr>
            <w:pStyle w:val="6B8BE8CBB6784D66903FFD32126099A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12D865E916B4F83886AA2FB4BE4F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541C7-80D3-4047-8927-17C92682B37B}"/>
      </w:docPartPr>
      <w:docPartBody>
        <w:p w:rsidR="00472739" w:rsidRDefault="00472739">
          <w:pPr>
            <w:pStyle w:val="712D865E916B4F83886AA2FB4BE4FCB7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C421AC99AB7547D0B633DCAFC9A8A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1AC35-1857-4C32-A93A-A4682E5691A8}"/>
      </w:docPartPr>
      <w:docPartBody>
        <w:p w:rsidR="00472739" w:rsidRDefault="00472739">
          <w:pPr>
            <w:pStyle w:val="C421AC99AB7547D0B633DCAFC9A8A04D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D53BCCFCB57B42F195A748840BB3B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D1FFC-6738-4775-9C60-51C39E5C8339}"/>
      </w:docPartPr>
      <w:docPartBody>
        <w:p w:rsidR="00472739" w:rsidRDefault="00472739">
          <w:pPr>
            <w:pStyle w:val="D53BCCFCB57B42F195A748840BB3BF74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79F08D84340C4F1D820FA0F9E4179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8C97D-5196-424B-9B6B-718B45D91913}"/>
      </w:docPartPr>
      <w:docPartBody>
        <w:p w:rsidR="00472739" w:rsidRDefault="00472739">
          <w:pPr>
            <w:pStyle w:val="79F08D84340C4F1D820FA0F9E41790E1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24C4BEAC6DF4D239BB603B90F9A5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310E1-9086-4101-AD82-7FDBD7E62FCC}"/>
      </w:docPartPr>
      <w:docPartBody>
        <w:p w:rsidR="00472739" w:rsidRDefault="00472739">
          <w:pPr>
            <w:pStyle w:val="124C4BEAC6DF4D239BB603B90F9A5439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E76862DFC53E40C1A7D98BDEC9AC8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05707-8E97-4DDF-B9CD-C6264FAF2027}"/>
      </w:docPartPr>
      <w:docPartBody>
        <w:p w:rsidR="00472739" w:rsidRDefault="00472739">
          <w:pPr>
            <w:pStyle w:val="E76862DFC53E40C1A7D98BDEC9AC88B6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1BEBACA9B0484B2194E053314F265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A13F3-C761-4FD4-9AF0-4D86289283CA}"/>
      </w:docPartPr>
      <w:docPartBody>
        <w:p w:rsidR="00472739" w:rsidRDefault="00472739">
          <w:pPr>
            <w:pStyle w:val="1BEBACA9B0484B2194E053314F265F5B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9CE39D4B6ABC4216A910F7DA3BE45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F9BF-81BB-4A66-894F-DB2DFE7BD1D0}"/>
      </w:docPartPr>
      <w:docPartBody>
        <w:p w:rsidR="00472739" w:rsidRDefault="00472739">
          <w:pPr>
            <w:pStyle w:val="9CE39D4B6ABC4216A910F7DA3BE453F0"/>
          </w:pPr>
          <w:r w:rsidRPr="005E5F03">
            <w:rPr>
              <w:rStyle w:val="PlaceholderText"/>
              <w:rFonts w:eastAsiaTheme="majorEastAsia" w:cstheme="minorHAnsi"/>
              <w:sz w:val="20"/>
            </w:rPr>
            <w:t>Click or tap here to enter text.</w:t>
          </w:r>
        </w:p>
      </w:docPartBody>
    </w:docPart>
    <w:docPart>
      <w:docPartPr>
        <w:name w:val="EA5C2E18264C469F8F21E71DD33B0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81430-885D-455F-A60E-A31641B3D444}"/>
      </w:docPartPr>
      <w:docPartBody>
        <w:p w:rsidR="00B04DCE" w:rsidRDefault="00821D50" w:rsidP="00821D50">
          <w:pPr>
            <w:pStyle w:val="EA5C2E18264C469F8F21E71DD33B0F0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4F2FA2C1C2F4544949B0E8FC5D58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DCB6C-73DB-406C-BD94-BC415A5D06AF}"/>
      </w:docPartPr>
      <w:docPartBody>
        <w:p w:rsidR="00B04DCE" w:rsidRDefault="00821D50" w:rsidP="00821D50">
          <w:pPr>
            <w:pStyle w:val="F4F2FA2C1C2F4544949B0E8FC5D5826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7080770CA547D48AFE63036C9B03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73EE42-3154-4E24-8562-6E3DF97D20A6}"/>
      </w:docPartPr>
      <w:docPartBody>
        <w:p w:rsidR="00B04DCE" w:rsidRDefault="00821D50" w:rsidP="00821D50">
          <w:pPr>
            <w:pStyle w:val="157080770CA547D48AFE63036C9B0336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977337255F44F739CF4B825CBB86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477CA-5E4F-4925-A8D6-86FDC1D5BD2D}"/>
      </w:docPartPr>
      <w:docPartBody>
        <w:p w:rsidR="00B04DCE" w:rsidRDefault="00821D50" w:rsidP="00821D50">
          <w:pPr>
            <w:pStyle w:val="0977337255F44F739CF4B825CBB8659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50EE256E8BB4372BC3C3F165B8A6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6CB4F-FA9A-48A2-81DB-68B23C361EB8}"/>
      </w:docPartPr>
      <w:docPartBody>
        <w:p w:rsidR="00B04DCE" w:rsidRDefault="00821D50" w:rsidP="00821D50">
          <w:pPr>
            <w:pStyle w:val="950EE256E8BB4372BC3C3F165B8A63A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A09F51A286047A996740F317A0E4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09F66-6F4E-4A28-8BC6-888C90636B7C}"/>
      </w:docPartPr>
      <w:docPartBody>
        <w:p w:rsidR="00B04DCE" w:rsidRDefault="00821D50" w:rsidP="00821D50">
          <w:pPr>
            <w:pStyle w:val="FA09F51A286047A996740F317A0E417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9F28A314267424CB8F2E0116D255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A204EC-BC3B-4DCE-81AA-D474065A0E80}"/>
      </w:docPartPr>
      <w:docPartBody>
        <w:p w:rsidR="00B04DCE" w:rsidRDefault="00821D50" w:rsidP="00821D50">
          <w:pPr>
            <w:pStyle w:val="29F28A314267424CB8F2E0116D25587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702B3F324FD440B820D929292504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3163F-9CA9-42BC-9B88-0239A59F293A}"/>
      </w:docPartPr>
      <w:docPartBody>
        <w:p w:rsidR="00B04DCE" w:rsidRDefault="00821D50" w:rsidP="00821D50">
          <w:pPr>
            <w:pStyle w:val="5702B3F324FD440B820D9292925040D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7F489DE062E49BFAA3CC1E92D0E3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D73AF-52C6-4A4D-AEB2-3152FD58705B}"/>
      </w:docPartPr>
      <w:docPartBody>
        <w:p w:rsidR="00B04DCE" w:rsidRDefault="00821D50" w:rsidP="00821D50">
          <w:pPr>
            <w:pStyle w:val="17F489DE062E49BFAA3CC1E92D0E31E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44EA93CE6664BD5966C90D85E2ABF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8A959-43A2-417A-A0E9-30326E7BA3A2}"/>
      </w:docPartPr>
      <w:docPartBody>
        <w:p w:rsidR="00B04DCE" w:rsidRDefault="00821D50" w:rsidP="00821D50">
          <w:pPr>
            <w:pStyle w:val="A44EA93CE6664BD5966C90D85E2ABF6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86486912EBB4A948B53161D9D6F3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CE3C3-0FC7-47CA-AA9A-A911E06B59F9}"/>
      </w:docPartPr>
      <w:docPartBody>
        <w:p w:rsidR="00B04DCE" w:rsidRDefault="00821D50" w:rsidP="00821D50">
          <w:pPr>
            <w:pStyle w:val="D86486912EBB4A948B53161D9D6F307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C8FBE9D732847678C1ED1B444DF7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2BC84-0D60-4E67-BF78-DF49EF398C16}"/>
      </w:docPartPr>
      <w:docPartBody>
        <w:p w:rsidR="00B04DCE" w:rsidRDefault="00821D50" w:rsidP="00821D50">
          <w:pPr>
            <w:pStyle w:val="EC8FBE9D732847678C1ED1B444DF729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76737B424EB4EABB4EC160A271E4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7F1A3-94B7-45E4-AD6F-4C5D20CBEA99}"/>
      </w:docPartPr>
      <w:docPartBody>
        <w:p w:rsidR="00B04DCE" w:rsidRDefault="00821D50" w:rsidP="00821D50">
          <w:pPr>
            <w:pStyle w:val="676737B424EB4EABB4EC160A271E473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2FE46FFF1AA4ABA9BEAD356A8CEEA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ADFF7-637D-4A2E-B89D-0A401F88BE08}"/>
      </w:docPartPr>
      <w:docPartBody>
        <w:p w:rsidR="00B04DCE" w:rsidRDefault="00821D50" w:rsidP="00821D50">
          <w:pPr>
            <w:pStyle w:val="D2FE46FFF1AA4ABA9BEAD356A8CEEA52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BD9EA4CD1F2456487DE80F2128562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DCFB7-63E0-41E3-97E6-AF851C7AC65C}"/>
      </w:docPartPr>
      <w:docPartBody>
        <w:p w:rsidR="00B04DCE" w:rsidRDefault="00821D50" w:rsidP="00821D50">
          <w:pPr>
            <w:pStyle w:val="2BD9EA4CD1F2456487DE80F21285624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F3C8E2182AB40E5A33F4F33352FD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1CA23-639D-4E13-A5F8-64A05199A532}"/>
      </w:docPartPr>
      <w:docPartBody>
        <w:p w:rsidR="00B04DCE" w:rsidRDefault="00821D50" w:rsidP="00821D50">
          <w:pPr>
            <w:pStyle w:val="AF3C8E2182AB40E5A33F4F33352FD0C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5A1732307C346A7BEEBB39468685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45480-510F-4381-A666-811D2F29D7E5}"/>
      </w:docPartPr>
      <w:docPartBody>
        <w:p w:rsidR="00B04DCE" w:rsidRDefault="00821D50" w:rsidP="00821D50">
          <w:pPr>
            <w:pStyle w:val="65A1732307C346A7BEEBB3946868563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4AD24C7D2C54D39AD545CDE80229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B8DF5-3898-4114-BE03-47C7581A5934}"/>
      </w:docPartPr>
      <w:docPartBody>
        <w:p w:rsidR="00B04DCE" w:rsidRDefault="00821D50" w:rsidP="00821D50">
          <w:pPr>
            <w:pStyle w:val="74AD24C7D2C54D39AD545CDE80229FE9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A4FBA0497BB4DA0A8CB2F0334847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345FC-D0E7-4E19-BC01-32FC9C959A58}"/>
      </w:docPartPr>
      <w:docPartBody>
        <w:p w:rsidR="00B04DCE" w:rsidRDefault="00821D50" w:rsidP="00821D50">
          <w:pPr>
            <w:pStyle w:val="7A4FBA0497BB4DA0A8CB2F033484704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8A9937692F34FC3A19677200D902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DB6A-D8CA-4FC7-BB13-C51B1FC88365}"/>
      </w:docPartPr>
      <w:docPartBody>
        <w:p w:rsidR="00B04DCE" w:rsidRDefault="00821D50" w:rsidP="00821D50">
          <w:pPr>
            <w:pStyle w:val="F8A9937692F34FC3A19677200D9024E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361FA28CB464C098FFEA93CAF8A7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F32F8-C58A-4A74-AAA2-E3D97FAEDFF1}"/>
      </w:docPartPr>
      <w:docPartBody>
        <w:p w:rsidR="00B04DCE" w:rsidRDefault="00821D50" w:rsidP="00821D50">
          <w:pPr>
            <w:pStyle w:val="B361FA28CB464C098FFEA93CAF8A7F8E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E10DE4C56804A2FA31F6DA2EC7B7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4961E-D198-49A2-9A48-A903A1E1FF18}"/>
      </w:docPartPr>
      <w:docPartBody>
        <w:p w:rsidR="00B04DCE" w:rsidRDefault="00821D50" w:rsidP="00821D50">
          <w:pPr>
            <w:pStyle w:val="7E10DE4C56804A2FA31F6DA2EC7B73A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E87C181F5F44CF5AC960469942F1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86574-5E9C-449F-8C53-B95BB507BC62}"/>
      </w:docPartPr>
      <w:docPartBody>
        <w:p w:rsidR="00B04DCE" w:rsidRDefault="00821D50" w:rsidP="00821D50">
          <w:pPr>
            <w:pStyle w:val="CE87C181F5F44CF5AC960469942F1FA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89D1F8BAF5B4559B9238AFF9D4F0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4D85B-820C-428C-9F3D-56A6EE496D2B}"/>
      </w:docPartPr>
      <w:docPartBody>
        <w:p w:rsidR="00B04DCE" w:rsidRDefault="00821D50" w:rsidP="00821D50">
          <w:pPr>
            <w:pStyle w:val="689D1F8BAF5B4559B9238AFF9D4F0AE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2AB11917D9A40C6AD7B19BA2CFF0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B0729-C52E-49F1-94A0-C3D0C9BD7B67}"/>
      </w:docPartPr>
      <w:docPartBody>
        <w:p w:rsidR="00B04DCE" w:rsidRDefault="00821D50" w:rsidP="00821D50">
          <w:pPr>
            <w:pStyle w:val="42AB11917D9A40C6AD7B19BA2CFF0740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EBAC3D5A20F4BEA9A528F4632B16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2C393-72BE-4985-A82F-2BB22E51562F}"/>
      </w:docPartPr>
      <w:docPartBody>
        <w:p w:rsidR="00B04DCE" w:rsidRDefault="00821D50" w:rsidP="00821D50">
          <w:pPr>
            <w:pStyle w:val="AEBAC3D5A20F4BEA9A528F4632B162B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1D440866B0C4B2A9386AB04C3535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C4168-D270-44BE-BF55-DE810FD430D5}"/>
      </w:docPartPr>
      <w:docPartBody>
        <w:p w:rsidR="00B04DCE" w:rsidRDefault="00821D50" w:rsidP="00821D50">
          <w:pPr>
            <w:pStyle w:val="31D440866B0C4B2A9386AB04C3535F5D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76F084760B44C60BE82B6C6279AA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D6E5E-B373-4697-B58B-1E31CD6601CA}"/>
      </w:docPartPr>
      <w:docPartBody>
        <w:p w:rsidR="00B04DCE" w:rsidRDefault="00821D50" w:rsidP="00821D50">
          <w:pPr>
            <w:pStyle w:val="376F084760B44C60BE82B6C6279AA044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43F1D9D4A834E72BB18862CCA6562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CB201-F01A-4E3D-863C-4CEA03E8CD36}"/>
      </w:docPartPr>
      <w:docPartBody>
        <w:p w:rsidR="00B04DCE" w:rsidRDefault="00821D50" w:rsidP="00821D50">
          <w:pPr>
            <w:pStyle w:val="F43F1D9D4A834E72BB18862CCA65626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3C2546C17F544CE949FDE62EF884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35323-1311-4601-89D5-4C3517913C04}"/>
      </w:docPartPr>
      <w:docPartBody>
        <w:p w:rsidR="00B04DCE" w:rsidRDefault="00821D50" w:rsidP="00821D50">
          <w:pPr>
            <w:pStyle w:val="E3C2546C17F544CE949FDE62EF8840B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1AC5B5C686D44DC8745A7719D1AD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2EACD-21A0-40A3-8805-F5BD438BAEFA}"/>
      </w:docPartPr>
      <w:docPartBody>
        <w:p w:rsidR="00B04DCE" w:rsidRDefault="00821D50" w:rsidP="00821D50">
          <w:pPr>
            <w:pStyle w:val="91AC5B5C686D44DC8745A7719D1ADA63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2713B47807C41D0950410591A26E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070C69-FA83-4590-92EA-807E49C697DE}"/>
      </w:docPartPr>
      <w:docPartBody>
        <w:p w:rsidR="00B04DCE" w:rsidRDefault="00821D50" w:rsidP="00821D50">
          <w:pPr>
            <w:pStyle w:val="82713B47807C41D0950410591A26E00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4CAC1DC2EE44F66A8F12E1D6F9BF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DBCE9-C558-4B1A-AE5A-A806BDE7CF6B}"/>
      </w:docPartPr>
      <w:docPartBody>
        <w:p w:rsidR="00B04DCE" w:rsidRDefault="00821D50" w:rsidP="00821D50">
          <w:pPr>
            <w:pStyle w:val="24CAC1DC2EE44F66A8F12E1D6F9BF1F8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A8BCB6281C64E848EF19040946B2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A8FE6-B40C-4AB9-82FB-6038B14C2ED3}"/>
      </w:docPartPr>
      <w:docPartBody>
        <w:p w:rsidR="00B04DCE" w:rsidRDefault="00821D50" w:rsidP="00821D50">
          <w:pPr>
            <w:pStyle w:val="7A8BCB6281C64E848EF19040946B22BF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5F0BC5898EA4BAD928EAA2244AE9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9E596-C21F-412B-B1A9-EA6A883FCE9F}"/>
      </w:docPartPr>
      <w:docPartBody>
        <w:p w:rsidR="00B04DCE" w:rsidRDefault="00821D50" w:rsidP="00821D50">
          <w:pPr>
            <w:pStyle w:val="15F0BC5898EA4BAD928EAA2244AE98D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739"/>
    <w:rsid w:val="0006383F"/>
    <w:rsid w:val="00110425"/>
    <w:rsid w:val="00241828"/>
    <w:rsid w:val="003D2CA8"/>
    <w:rsid w:val="00472739"/>
    <w:rsid w:val="004F5DE9"/>
    <w:rsid w:val="0057352C"/>
    <w:rsid w:val="00700DE1"/>
    <w:rsid w:val="00821D50"/>
    <w:rsid w:val="0092605A"/>
    <w:rsid w:val="00A6487E"/>
    <w:rsid w:val="00B04DCE"/>
    <w:rsid w:val="00B62ECC"/>
    <w:rsid w:val="00DB43D7"/>
    <w:rsid w:val="00DD3CCA"/>
    <w:rsid w:val="00DF397B"/>
    <w:rsid w:val="00E9001B"/>
    <w:rsid w:val="00EC7627"/>
    <w:rsid w:val="00FC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92605A"/>
    <w:rPr>
      <w:color w:val="808080"/>
    </w:rPr>
  </w:style>
  <w:style w:type="paragraph" w:customStyle="1" w:styleId="9453C78010C6462F8D0AA26814674ACA">
    <w:name w:val="9453C78010C6462F8D0AA26814674ACA"/>
  </w:style>
  <w:style w:type="paragraph" w:customStyle="1" w:styleId="9D8490ED8D8749F9BC6051246C3847A3">
    <w:name w:val="9D8490ED8D8749F9BC6051246C3847A3"/>
  </w:style>
  <w:style w:type="paragraph" w:customStyle="1" w:styleId="AD61C9199B864F15AA4AD56BAB89BDFB">
    <w:name w:val="AD61C9199B864F15AA4AD56BAB89BDFB"/>
  </w:style>
  <w:style w:type="paragraph" w:customStyle="1" w:styleId="CD280167721248E08D0721470F410D34">
    <w:name w:val="CD280167721248E08D0721470F410D34"/>
  </w:style>
  <w:style w:type="paragraph" w:customStyle="1" w:styleId="89B73D1A2E4F47A7AD9CC9A839BBA4B6">
    <w:name w:val="89B73D1A2E4F47A7AD9CC9A839BBA4B6"/>
  </w:style>
  <w:style w:type="paragraph" w:customStyle="1" w:styleId="D3FADA7C9DEA4656A6151A8F4DA9FB0B">
    <w:name w:val="D3FADA7C9DEA4656A6151A8F4DA9FB0B"/>
  </w:style>
  <w:style w:type="paragraph" w:customStyle="1" w:styleId="C825ACB20DF5410F9A24BAB0243B773F">
    <w:name w:val="C825ACB20DF5410F9A24BAB0243B773F"/>
  </w:style>
  <w:style w:type="paragraph" w:customStyle="1" w:styleId="224FFEBE2F5248F18E8606ACCE9B4DBB">
    <w:name w:val="224FFEBE2F5248F18E8606ACCE9B4DBB"/>
  </w:style>
  <w:style w:type="paragraph" w:customStyle="1" w:styleId="48DEFCAA37ED4ADE825A3781D72873FA">
    <w:name w:val="48DEFCAA37ED4ADE825A3781D72873FA"/>
  </w:style>
  <w:style w:type="paragraph" w:customStyle="1" w:styleId="76F5A8734C0B49EB841332BF4A45A058">
    <w:name w:val="76F5A8734C0B49EB841332BF4A45A058"/>
  </w:style>
  <w:style w:type="paragraph" w:customStyle="1" w:styleId="4EA9AE5008C7428CA346C64E6A39E370">
    <w:name w:val="4EA9AE5008C7428CA346C64E6A39E370"/>
  </w:style>
  <w:style w:type="paragraph" w:customStyle="1" w:styleId="B493387293BA44D5B4DB4B813DDA3FA4">
    <w:name w:val="B493387293BA44D5B4DB4B813DDA3FA4"/>
  </w:style>
  <w:style w:type="paragraph" w:customStyle="1" w:styleId="DF99D4EF882844D5BC34F7D772E51CB2">
    <w:name w:val="DF99D4EF882844D5BC34F7D772E51CB2"/>
  </w:style>
  <w:style w:type="paragraph" w:customStyle="1" w:styleId="83F65BBD56A746A1A487B5672F964D38">
    <w:name w:val="83F65BBD56A746A1A487B5672F964D38"/>
  </w:style>
  <w:style w:type="paragraph" w:customStyle="1" w:styleId="D12D4DFCBB354FD8A83C88C51D938DF9">
    <w:name w:val="D12D4DFCBB354FD8A83C88C51D938DF9"/>
  </w:style>
  <w:style w:type="paragraph" w:customStyle="1" w:styleId="BFB7909235184C688D90BC4BE7695DEC">
    <w:name w:val="BFB7909235184C688D90BC4BE7695DEC"/>
  </w:style>
  <w:style w:type="paragraph" w:customStyle="1" w:styleId="A26709AFFD064C43B359BE77E901365E">
    <w:name w:val="A26709AFFD064C43B359BE77E901365E"/>
  </w:style>
  <w:style w:type="paragraph" w:customStyle="1" w:styleId="69087C9261C8466FAED79113FA3A9D16">
    <w:name w:val="69087C9261C8466FAED79113FA3A9D16"/>
  </w:style>
  <w:style w:type="paragraph" w:customStyle="1" w:styleId="B3A8A535513E4483907ECE4C003BF6B5">
    <w:name w:val="B3A8A535513E4483907ECE4C003BF6B5"/>
  </w:style>
  <w:style w:type="paragraph" w:customStyle="1" w:styleId="2ED96768C45347AFBB81434A3B3598D2">
    <w:name w:val="2ED96768C45347AFBB81434A3B3598D2"/>
  </w:style>
  <w:style w:type="paragraph" w:customStyle="1" w:styleId="E79C5F419C574CD9877F88A476BD115F">
    <w:name w:val="E79C5F419C574CD9877F88A476BD115F"/>
  </w:style>
  <w:style w:type="paragraph" w:customStyle="1" w:styleId="41B4B061CB3F40D2B9BD35A6F25EBED0">
    <w:name w:val="41B4B061CB3F40D2B9BD35A6F25EBED0"/>
  </w:style>
  <w:style w:type="paragraph" w:customStyle="1" w:styleId="924EF0777CF84A60AA391EA49FC63090">
    <w:name w:val="924EF0777CF84A60AA391EA49FC63090"/>
  </w:style>
  <w:style w:type="paragraph" w:customStyle="1" w:styleId="CB2A729D24634296A1A686C2973B7B33">
    <w:name w:val="CB2A729D24634296A1A686C2973B7B33"/>
  </w:style>
  <w:style w:type="paragraph" w:customStyle="1" w:styleId="942C76032EBA4064B35C21CD29B21531">
    <w:name w:val="942C76032EBA4064B35C21CD29B21531"/>
  </w:style>
  <w:style w:type="paragraph" w:customStyle="1" w:styleId="C846F92DF0724F96963ACFD5623F8896">
    <w:name w:val="C846F92DF0724F96963ACFD5623F8896"/>
  </w:style>
  <w:style w:type="paragraph" w:customStyle="1" w:styleId="C063C88916EE4B45AFC259266D2ACE49">
    <w:name w:val="C063C88916EE4B45AFC259266D2ACE49"/>
  </w:style>
  <w:style w:type="paragraph" w:customStyle="1" w:styleId="7C88CDBBE4C447FCAC10DC12F9B5A230">
    <w:name w:val="7C88CDBBE4C447FCAC10DC12F9B5A230"/>
  </w:style>
  <w:style w:type="paragraph" w:customStyle="1" w:styleId="15208942A6024DE8946845DB5DA0E9C5">
    <w:name w:val="15208942A6024DE8946845DB5DA0E9C5"/>
  </w:style>
  <w:style w:type="paragraph" w:customStyle="1" w:styleId="7960BB318FC74681861401EDEC493A42">
    <w:name w:val="7960BB318FC74681861401EDEC493A42"/>
  </w:style>
  <w:style w:type="paragraph" w:customStyle="1" w:styleId="B63610F4FAB0472AAD64266C9EA73007">
    <w:name w:val="B63610F4FAB0472AAD64266C9EA73007"/>
  </w:style>
  <w:style w:type="paragraph" w:customStyle="1" w:styleId="BED49F5A80534C3C932620F659E92E50">
    <w:name w:val="BED49F5A80534C3C932620F659E92E50"/>
  </w:style>
  <w:style w:type="paragraph" w:customStyle="1" w:styleId="927B3BF48D2E4402816C9C96D35C2B9E">
    <w:name w:val="927B3BF48D2E4402816C9C96D35C2B9E"/>
  </w:style>
  <w:style w:type="paragraph" w:customStyle="1" w:styleId="DBBD1C581FC84BCE9EE85EF9A536F468">
    <w:name w:val="DBBD1C581FC84BCE9EE85EF9A536F468"/>
  </w:style>
  <w:style w:type="paragraph" w:customStyle="1" w:styleId="30B0CC6D93F94F4E8627D7DEEB82E9FA">
    <w:name w:val="30B0CC6D93F94F4E8627D7DEEB82E9FA"/>
  </w:style>
  <w:style w:type="paragraph" w:customStyle="1" w:styleId="3B18BBD48CAB4A939D28C3EF2E45B17C">
    <w:name w:val="3B18BBD48CAB4A939D28C3EF2E45B17C"/>
  </w:style>
  <w:style w:type="paragraph" w:customStyle="1" w:styleId="7EC67640EC2A4BC7B533CAA933B49EC0">
    <w:name w:val="7EC67640EC2A4BC7B533CAA933B49EC0"/>
  </w:style>
  <w:style w:type="paragraph" w:customStyle="1" w:styleId="2531256C9C0441C29141F3637D037715">
    <w:name w:val="2531256C9C0441C29141F3637D037715"/>
  </w:style>
  <w:style w:type="paragraph" w:customStyle="1" w:styleId="63ACB33ABD5D402EB690277C23F8EF55">
    <w:name w:val="63ACB33ABD5D402EB690277C23F8EF55"/>
  </w:style>
  <w:style w:type="paragraph" w:customStyle="1" w:styleId="E7B7D6ACAA7F45A9B3AC6A22C62EAD50">
    <w:name w:val="E7B7D6ACAA7F45A9B3AC6A22C62EAD50"/>
  </w:style>
  <w:style w:type="paragraph" w:customStyle="1" w:styleId="D1164F58893D49B4B93A99214C4B2A70">
    <w:name w:val="D1164F58893D49B4B93A99214C4B2A70"/>
  </w:style>
  <w:style w:type="paragraph" w:customStyle="1" w:styleId="2556D37D5D6C417D95A6E11E2B6457FB">
    <w:name w:val="2556D37D5D6C417D95A6E11E2B6457FB"/>
  </w:style>
  <w:style w:type="paragraph" w:customStyle="1" w:styleId="FDC096307AA14BDFA0265B1C1CD4A647">
    <w:name w:val="FDC096307AA14BDFA0265B1C1CD4A647"/>
  </w:style>
  <w:style w:type="paragraph" w:customStyle="1" w:styleId="4325E05D2F804E328BCCAB6A77CD3D02">
    <w:name w:val="4325E05D2F804E328BCCAB6A77CD3D02"/>
  </w:style>
  <w:style w:type="paragraph" w:customStyle="1" w:styleId="B937F4C91E544D6DAA6311DABAF7FCE8">
    <w:name w:val="B937F4C91E544D6DAA6311DABAF7FCE8"/>
  </w:style>
  <w:style w:type="paragraph" w:customStyle="1" w:styleId="2250FA828B4B438587E411A0034F5936">
    <w:name w:val="2250FA828B4B438587E411A0034F5936"/>
  </w:style>
  <w:style w:type="paragraph" w:customStyle="1" w:styleId="60A74ED76F0544E39C918713E1D4BC09">
    <w:name w:val="60A74ED76F0544E39C918713E1D4BC09"/>
  </w:style>
  <w:style w:type="paragraph" w:customStyle="1" w:styleId="33D6807C0BD74BA0B34F4D2451B6D2EA">
    <w:name w:val="33D6807C0BD74BA0B34F4D2451B6D2EA"/>
  </w:style>
  <w:style w:type="paragraph" w:customStyle="1" w:styleId="184D6B511F6B477AACFF7DAA6FF66523">
    <w:name w:val="184D6B511F6B477AACFF7DAA6FF66523"/>
  </w:style>
  <w:style w:type="paragraph" w:customStyle="1" w:styleId="BEB9C9C116A3414FAEFB03A5D7AC1AF9">
    <w:name w:val="BEB9C9C116A3414FAEFB03A5D7AC1AF9"/>
  </w:style>
  <w:style w:type="paragraph" w:customStyle="1" w:styleId="11C3810FC3184F598900B5130153A4BE">
    <w:name w:val="11C3810FC3184F598900B5130153A4BE"/>
  </w:style>
  <w:style w:type="paragraph" w:customStyle="1" w:styleId="0B9CFE632E1F4096AB6A2D368FBD15ED">
    <w:name w:val="0B9CFE632E1F4096AB6A2D368FBD15ED"/>
  </w:style>
  <w:style w:type="paragraph" w:customStyle="1" w:styleId="50F63146A11D478AB9782766EDB8DCEB">
    <w:name w:val="50F63146A11D478AB9782766EDB8DCEB"/>
  </w:style>
  <w:style w:type="paragraph" w:customStyle="1" w:styleId="270A42A6B2C54EC48210CEDC55FCD66C">
    <w:name w:val="270A42A6B2C54EC48210CEDC55FCD66C"/>
  </w:style>
  <w:style w:type="paragraph" w:customStyle="1" w:styleId="DA4AEB5FFBC24DCF888A847FBAB95A42">
    <w:name w:val="DA4AEB5FFBC24DCF888A847FBAB95A42"/>
  </w:style>
  <w:style w:type="paragraph" w:customStyle="1" w:styleId="BB935B2721F04EC6A85EBFE92B32AF06">
    <w:name w:val="BB935B2721F04EC6A85EBFE92B32AF06"/>
  </w:style>
  <w:style w:type="paragraph" w:customStyle="1" w:styleId="E15B736FE36D4CCF8A6BAC5FD826A785">
    <w:name w:val="E15B736FE36D4CCF8A6BAC5FD826A785"/>
  </w:style>
  <w:style w:type="paragraph" w:customStyle="1" w:styleId="FDAEAE23600A44FD87055C235C744DFC">
    <w:name w:val="FDAEAE23600A44FD87055C235C744DFC"/>
  </w:style>
  <w:style w:type="paragraph" w:customStyle="1" w:styleId="39BDD2587B6A416EB1CF50DD13754901">
    <w:name w:val="39BDD2587B6A416EB1CF50DD13754901"/>
  </w:style>
  <w:style w:type="paragraph" w:customStyle="1" w:styleId="2E35BDEB115C4039BB41520C255985EC">
    <w:name w:val="2E35BDEB115C4039BB41520C255985EC"/>
  </w:style>
  <w:style w:type="paragraph" w:customStyle="1" w:styleId="E91ADE51D0AE48B788E0C7A932B6BC88">
    <w:name w:val="E91ADE51D0AE48B788E0C7A932B6BC88"/>
  </w:style>
  <w:style w:type="paragraph" w:customStyle="1" w:styleId="34EF3EA3369446A48B20B59291A60CDE">
    <w:name w:val="34EF3EA3369446A48B20B59291A60CDE"/>
  </w:style>
  <w:style w:type="paragraph" w:customStyle="1" w:styleId="1219622E96644BB5B7EEE50D4F27EE40">
    <w:name w:val="1219622E96644BB5B7EEE50D4F27EE40"/>
  </w:style>
  <w:style w:type="paragraph" w:customStyle="1" w:styleId="87681E2607C64012B0FC49A0921ADCBF">
    <w:name w:val="87681E2607C64012B0FC49A0921ADCBF"/>
  </w:style>
  <w:style w:type="paragraph" w:customStyle="1" w:styleId="75B792C1E0A84BBFAFEAEB63F712449D">
    <w:name w:val="75B792C1E0A84BBFAFEAEB63F712449D"/>
  </w:style>
  <w:style w:type="paragraph" w:customStyle="1" w:styleId="768A5C4814CB4E2381C9719581A38907">
    <w:name w:val="768A5C4814CB4E2381C9719581A38907"/>
  </w:style>
  <w:style w:type="paragraph" w:customStyle="1" w:styleId="FE4F2A9D4EF14EBEA4A015F8842759BC">
    <w:name w:val="FE4F2A9D4EF14EBEA4A015F8842759BC"/>
  </w:style>
  <w:style w:type="paragraph" w:customStyle="1" w:styleId="F86473A7CCE74EA7B404D0590DE6A03A">
    <w:name w:val="F86473A7CCE74EA7B404D0590DE6A03A"/>
  </w:style>
  <w:style w:type="paragraph" w:customStyle="1" w:styleId="F1BA36750FAF46BFA3BBED9707714D43">
    <w:name w:val="F1BA36750FAF46BFA3BBED9707714D43"/>
  </w:style>
  <w:style w:type="paragraph" w:customStyle="1" w:styleId="9DDD19EE374145579BBCA2059FA3895D">
    <w:name w:val="9DDD19EE374145579BBCA2059FA3895D"/>
  </w:style>
  <w:style w:type="paragraph" w:customStyle="1" w:styleId="D7B41DBC871B4916BC1B4F0A966EB970">
    <w:name w:val="D7B41DBC871B4916BC1B4F0A966EB970"/>
  </w:style>
  <w:style w:type="paragraph" w:customStyle="1" w:styleId="98D3C5D4A1B642FDA2FDE91D45B7DD3F">
    <w:name w:val="98D3C5D4A1B642FDA2FDE91D45B7DD3F"/>
  </w:style>
  <w:style w:type="paragraph" w:customStyle="1" w:styleId="472E3F7F4DC543559678B3C6DE6EC6C6">
    <w:name w:val="472E3F7F4DC543559678B3C6DE6EC6C6"/>
  </w:style>
  <w:style w:type="paragraph" w:customStyle="1" w:styleId="CF9EB6BD9DC140CCBD523E309FEE6852">
    <w:name w:val="CF9EB6BD9DC140CCBD523E309FEE6852"/>
  </w:style>
  <w:style w:type="paragraph" w:customStyle="1" w:styleId="E0303FBBF87D4373BDCE4003B9849382">
    <w:name w:val="E0303FBBF87D4373BDCE4003B9849382"/>
  </w:style>
  <w:style w:type="paragraph" w:customStyle="1" w:styleId="6B8BE8CBB6784D66903FFD32126099A1">
    <w:name w:val="6B8BE8CBB6784D66903FFD32126099A1"/>
  </w:style>
  <w:style w:type="paragraph" w:customStyle="1" w:styleId="712D865E916B4F83886AA2FB4BE4FCB7">
    <w:name w:val="712D865E916B4F83886AA2FB4BE4FCB7"/>
  </w:style>
  <w:style w:type="paragraph" w:customStyle="1" w:styleId="C421AC99AB7547D0B633DCAFC9A8A04D">
    <w:name w:val="C421AC99AB7547D0B633DCAFC9A8A04D"/>
  </w:style>
  <w:style w:type="paragraph" w:customStyle="1" w:styleId="D53BCCFCB57B42F195A748840BB3BF74">
    <w:name w:val="D53BCCFCB57B42F195A748840BB3BF74"/>
  </w:style>
  <w:style w:type="paragraph" w:customStyle="1" w:styleId="79F08D84340C4F1D820FA0F9E41790E1">
    <w:name w:val="79F08D84340C4F1D820FA0F9E41790E1"/>
  </w:style>
  <w:style w:type="paragraph" w:customStyle="1" w:styleId="124C4BEAC6DF4D239BB603B90F9A5439">
    <w:name w:val="124C4BEAC6DF4D239BB603B90F9A5439"/>
  </w:style>
  <w:style w:type="paragraph" w:customStyle="1" w:styleId="E76862DFC53E40C1A7D98BDEC9AC88B6">
    <w:name w:val="E76862DFC53E40C1A7D98BDEC9AC88B6"/>
  </w:style>
  <w:style w:type="paragraph" w:customStyle="1" w:styleId="1BEBACA9B0484B2194E053314F265F5B">
    <w:name w:val="1BEBACA9B0484B2194E053314F265F5B"/>
  </w:style>
  <w:style w:type="paragraph" w:customStyle="1" w:styleId="9CE39D4B6ABC4216A910F7DA3BE453F0">
    <w:name w:val="9CE39D4B6ABC4216A910F7DA3BE453F0"/>
  </w:style>
  <w:style w:type="paragraph" w:customStyle="1" w:styleId="F431251C9D324C70A5A89D77E5E5E493">
    <w:name w:val="F431251C9D324C70A5A89D77E5E5E493"/>
  </w:style>
  <w:style w:type="paragraph" w:customStyle="1" w:styleId="A1F47E299F994BC89D33218BAEDB72EC">
    <w:name w:val="A1F47E299F994BC89D33218BAEDB72EC"/>
  </w:style>
  <w:style w:type="paragraph" w:customStyle="1" w:styleId="B729BA687ACB4FEBB0F9F20EC79B2AA5">
    <w:name w:val="B729BA687ACB4FEBB0F9F20EC79B2AA5"/>
  </w:style>
  <w:style w:type="paragraph" w:customStyle="1" w:styleId="72A2ADAC64B8418FA5E29D0CA09FC4B7">
    <w:name w:val="72A2ADAC64B8418FA5E29D0CA09FC4B7"/>
  </w:style>
  <w:style w:type="paragraph" w:customStyle="1" w:styleId="8E59DE73822142729846326F9EC90CB8">
    <w:name w:val="8E59DE73822142729846326F9EC90CB8"/>
  </w:style>
  <w:style w:type="paragraph" w:customStyle="1" w:styleId="3E602B33B5F2459886E4D010A8204486">
    <w:name w:val="3E602B33B5F2459886E4D010A8204486"/>
  </w:style>
  <w:style w:type="paragraph" w:customStyle="1" w:styleId="2F28C9DB47504A2C8096563275ACCABD">
    <w:name w:val="2F28C9DB47504A2C8096563275ACCABD"/>
  </w:style>
  <w:style w:type="paragraph" w:customStyle="1" w:styleId="D825E95FA79C46E5B1DCCBA2E132A98C">
    <w:name w:val="D825E95FA79C46E5B1DCCBA2E132A98C"/>
  </w:style>
  <w:style w:type="paragraph" w:customStyle="1" w:styleId="AE5E22A8141B4C77B442617D3861E4C2">
    <w:name w:val="AE5E22A8141B4C77B442617D3861E4C2"/>
  </w:style>
  <w:style w:type="paragraph" w:customStyle="1" w:styleId="94988F90C552489BBF1EAEE9D88220F9">
    <w:name w:val="94988F90C552489BBF1EAEE9D88220F9"/>
  </w:style>
  <w:style w:type="paragraph" w:customStyle="1" w:styleId="8BCDB04359134D8A8BAA800BB6644C32">
    <w:name w:val="8BCDB04359134D8A8BAA800BB6644C32"/>
  </w:style>
  <w:style w:type="paragraph" w:customStyle="1" w:styleId="2DD381DA85874FAA91DB7A4DDAF9D92A">
    <w:name w:val="2DD381DA85874FAA91DB7A4DDAF9D92A"/>
  </w:style>
  <w:style w:type="paragraph" w:customStyle="1" w:styleId="1A10A86E0E3147DC93AD5E694ACB43B1">
    <w:name w:val="1A10A86E0E3147DC93AD5E694ACB43B1"/>
  </w:style>
  <w:style w:type="paragraph" w:customStyle="1" w:styleId="94316F05941C4298AA78CD3B354C1A21">
    <w:name w:val="94316F05941C4298AA78CD3B354C1A21"/>
  </w:style>
  <w:style w:type="paragraph" w:customStyle="1" w:styleId="F75D338CED39497EA3BDF82494047A90">
    <w:name w:val="F75D338CED39497EA3BDF82494047A90"/>
  </w:style>
  <w:style w:type="paragraph" w:customStyle="1" w:styleId="1758E9BFEA934557A8EB5757298E8896">
    <w:name w:val="1758E9BFEA934557A8EB5757298E8896"/>
  </w:style>
  <w:style w:type="paragraph" w:customStyle="1" w:styleId="501A45D1D6C84B9E90035747CAAE8D18">
    <w:name w:val="501A45D1D6C84B9E90035747CAAE8D18"/>
  </w:style>
  <w:style w:type="paragraph" w:customStyle="1" w:styleId="26352A5016434FAAA6F68D84B1D621F5">
    <w:name w:val="26352A5016434FAAA6F68D84B1D621F5"/>
  </w:style>
  <w:style w:type="paragraph" w:customStyle="1" w:styleId="0BE68154FE044254B8D32C2867749076">
    <w:name w:val="0BE68154FE044254B8D32C2867749076"/>
  </w:style>
  <w:style w:type="paragraph" w:customStyle="1" w:styleId="FA8EEB0859E24559AE39F2EC06756204">
    <w:name w:val="FA8EEB0859E24559AE39F2EC06756204"/>
  </w:style>
  <w:style w:type="paragraph" w:customStyle="1" w:styleId="AA3243BBD50445089476E46BA685AA7C">
    <w:name w:val="AA3243BBD50445089476E46BA685AA7C"/>
  </w:style>
  <w:style w:type="paragraph" w:customStyle="1" w:styleId="D048BDD8A3214539910105625550A5C0">
    <w:name w:val="D048BDD8A3214539910105625550A5C0"/>
  </w:style>
  <w:style w:type="paragraph" w:customStyle="1" w:styleId="07C0D3961B7B45B1958DD7E5D68FCC51">
    <w:name w:val="07C0D3961B7B45B1958DD7E5D68FCC51"/>
  </w:style>
  <w:style w:type="paragraph" w:customStyle="1" w:styleId="B850D2AA3C3D4ED6B81CAE6E6F9F6163">
    <w:name w:val="B850D2AA3C3D4ED6B81CAE6E6F9F6163"/>
  </w:style>
  <w:style w:type="paragraph" w:customStyle="1" w:styleId="D9B8457B4967403BA0D02BEA112BCE74">
    <w:name w:val="D9B8457B4967403BA0D02BEA112BCE74"/>
  </w:style>
  <w:style w:type="paragraph" w:customStyle="1" w:styleId="AD3D9DD92C254F4FA02ACC20EEAAAC02">
    <w:name w:val="AD3D9DD92C254F4FA02ACC20EEAAAC02"/>
  </w:style>
  <w:style w:type="paragraph" w:customStyle="1" w:styleId="CA1FEF1CD623466BB5CE554EAA668A2C">
    <w:name w:val="CA1FEF1CD623466BB5CE554EAA668A2C"/>
  </w:style>
  <w:style w:type="paragraph" w:customStyle="1" w:styleId="130C1D16646D4D9FADDA6293D1A1F6DA">
    <w:name w:val="130C1D16646D4D9FADDA6293D1A1F6DA"/>
    <w:rsid w:val="00472739"/>
    <w:rPr>
      <w:lang w:val="en-US" w:eastAsia="en-US"/>
    </w:rPr>
  </w:style>
  <w:style w:type="paragraph" w:customStyle="1" w:styleId="C500EC794C5A4F08B480E32FE451604E">
    <w:name w:val="C500EC794C5A4F08B480E32FE451604E"/>
    <w:rsid w:val="00472739"/>
    <w:rPr>
      <w:lang w:val="en-US" w:eastAsia="en-US"/>
    </w:rPr>
  </w:style>
  <w:style w:type="paragraph" w:customStyle="1" w:styleId="1675DE8974B340F1A2C51A14852FC3FC">
    <w:name w:val="1675DE8974B340F1A2C51A14852FC3FC"/>
    <w:rsid w:val="00472739"/>
    <w:rPr>
      <w:lang w:val="en-US" w:eastAsia="en-US"/>
    </w:rPr>
  </w:style>
  <w:style w:type="paragraph" w:customStyle="1" w:styleId="EA5C2E18264C469F8F21E71DD33B0F00">
    <w:name w:val="EA5C2E18264C469F8F21E71DD33B0F00"/>
    <w:rsid w:val="00821D50"/>
  </w:style>
  <w:style w:type="paragraph" w:customStyle="1" w:styleId="F4F2FA2C1C2F4544949B0E8FC5D58263">
    <w:name w:val="F4F2FA2C1C2F4544949B0E8FC5D58263"/>
    <w:rsid w:val="00821D50"/>
  </w:style>
  <w:style w:type="paragraph" w:customStyle="1" w:styleId="157080770CA547D48AFE63036C9B0336">
    <w:name w:val="157080770CA547D48AFE63036C9B0336"/>
    <w:rsid w:val="00821D50"/>
  </w:style>
  <w:style w:type="paragraph" w:customStyle="1" w:styleId="0977337255F44F739CF4B825CBB86591">
    <w:name w:val="0977337255F44F739CF4B825CBB86591"/>
    <w:rsid w:val="00821D50"/>
  </w:style>
  <w:style w:type="paragraph" w:customStyle="1" w:styleId="950EE256E8BB4372BC3C3F165B8A63A2">
    <w:name w:val="950EE256E8BB4372BC3C3F165B8A63A2"/>
    <w:rsid w:val="00821D50"/>
  </w:style>
  <w:style w:type="paragraph" w:customStyle="1" w:styleId="FA09F51A286047A996740F317A0E4175">
    <w:name w:val="FA09F51A286047A996740F317A0E4175"/>
    <w:rsid w:val="00821D50"/>
  </w:style>
  <w:style w:type="paragraph" w:customStyle="1" w:styleId="29F28A314267424CB8F2E0116D255872">
    <w:name w:val="29F28A314267424CB8F2E0116D255872"/>
    <w:rsid w:val="00821D50"/>
  </w:style>
  <w:style w:type="paragraph" w:customStyle="1" w:styleId="5702B3F324FD440B820D9292925040D8">
    <w:name w:val="5702B3F324FD440B820D9292925040D8"/>
    <w:rsid w:val="00821D50"/>
  </w:style>
  <w:style w:type="paragraph" w:customStyle="1" w:styleId="17F489DE062E49BFAA3CC1E92D0E31E4">
    <w:name w:val="17F489DE062E49BFAA3CC1E92D0E31E4"/>
    <w:rsid w:val="00821D50"/>
  </w:style>
  <w:style w:type="paragraph" w:customStyle="1" w:styleId="A44EA93CE6664BD5966C90D85E2ABF65">
    <w:name w:val="A44EA93CE6664BD5966C90D85E2ABF65"/>
    <w:rsid w:val="00821D50"/>
  </w:style>
  <w:style w:type="paragraph" w:customStyle="1" w:styleId="D86486912EBB4A948B53161D9D6F3078">
    <w:name w:val="D86486912EBB4A948B53161D9D6F3078"/>
    <w:rsid w:val="00821D50"/>
  </w:style>
  <w:style w:type="paragraph" w:customStyle="1" w:styleId="EC8FBE9D732847678C1ED1B444DF7294">
    <w:name w:val="EC8FBE9D732847678C1ED1B444DF7294"/>
    <w:rsid w:val="00821D50"/>
  </w:style>
  <w:style w:type="paragraph" w:customStyle="1" w:styleId="676737B424EB4EABB4EC160A271E4730">
    <w:name w:val="676737B424EB4EABB4EC160A271E4730"/>
    <w:rsid w:val="00821D50"/>
  </w:style>
  <w:style w:type="paragraph" w:customStyle="1" w:styleId="D2FE46FFF1AA4ABA9BEAD356A8CEEA52">
    <w:name w:val="D2FE46FFF1AA4ABA9BEAD356A8CEEA52"/>
    <w:rsid w:val="00821D50"/>
  </w:style>
  <w:style w:type="paragraph" w:customStyle="1" w:styleId="2BD9EA4CD1F2456487DE80F212856247">
    <w:name w:val="2BD9EA4CD1F2456487DE80F212856247"/>
    <w:rsid w:val="00821D50"/>
  </w:style>
  <w:style w:type="paragraph" w:customStyle="1" w:styleId="AF3C8E2182AB40E5A33F4F33352FD0CA">
    <w:name w:val="AF3C8E2182AB40E5A33F4F33352FD0CA"/>
    <w:rsid w:val="00821D50"/>
  </w:style>
  <w:style w:type="paragraph" w:customStyle="1" w:styleId="65A1732307C346A7BEEBB39468685633">
    <w:name w:val="65A1732307C346A7BEEBB39468685633"/>
    <w:rsid w:val="00821D50"/>
  </w:style>
  <w:style w:type="paragraph" w:customStyle="1" w:styleId="74AD24C7D2C54D39AD545CDE80229FE9">
    <w:name w:val="74AD24C7D2C54D39AD545CDE80229FE9"/>
    <w:rsid w:val="00821D50"/>
  </w:style>
  <w:style w:type="paragraph" w:customStyle="1" w:styleId="7A4FBA0497BB4DA0A8CB2F0334847040">
    <w:name w:val="7A4FBA0497BB4DA0A8CB2F0334847040"/>
    <w:rsid w:val="00821D50"/>
  </w:style>
  <w:style w:type="paragraph" w:customStyle="1" w:styleId="F8A9937692F34FC3A19677200D9024EA">
    <w:name w:val="F8A9937692F34FC3A19677200D9024EA"/>
    <w:rsid w:val="00821D50"/>
  </w:style>
  <w:style w:type="paragraph" w:customStyle="1" w:styleId="B361FA28CB464C098FFEA93CAF8A7F8E">
    <w:name w:val="B361FA28CB464C098FFEA93CAF8A7F8E"/>
    <w:rsid w:val="00821D50"/>
  </w:style>
  <w:style w:type="paragraph" w:customStyle="1" w:styleId="7E10DE4C56804A2FA31F6DA2EC7B73A8">
    <w:name w:val="7E10DE4C56804A2FA31F6DA2EC7B73A8"/>
    <w:rsid w:val="00821D50"/>
  </w:style>
  <w:style w:type="paragraph" w:customStyle="1" w:styleId="CE87C181F5F44CF5AC960469942F1FA7">
    <w:name w:val="CE87C181F5F44CF5AC960469942F1FA7"/>
    <w:rsid w:val="00821D50"/>
  </w:style>
  <w:style w:type="paragraph" w:customStyle="1" w:styleId="689D1F8BAF5B4559B9238AFF9D4F0AE4">
    <w:name w:val="689D1F8BAF5B4559B9238AFF9D4F0AE4"/>
    <w:rsid w:val="00821D50"/>
  </w:style>
  <w:style w:type="paragraph" w:customStyle="1" w:styleId="42AB11917D9A40C6AD7B19BA2CFF0740">
    <w:name w:val="42AB11917D9A40C6AD7B19BA2CFF0740"/>
    <w:rsid w:val="00821D50"/>
  </w:style>
  <w:style w:type="paragraph" w:customStyle="1" w:styleId="AEBAC3D5A20F4BEA9A528F4632B162B4">
    <w:name w:val="AEBAC3D5A20F4BEA9A528F4632B162B4"/>
    <w:rsid w:val="00821D50"/>
  </w:style>
  <w:style w:type="paragraph" w:customStyle="1" w:styleId="31D440866B0C4B2A9386AB04C3535F5D">
    <w:name w:val="31D440866B0C4B2A9386AB04C3535F5D"/>
    <w:rsid w:val="00821D50"/>
  </w:style>
  <w:style w:type="paragraph" w:customStyle="1" w:styleId="376F084760B44C60BE82B6C6279AA044">
    <w:name w:val="376F084760B44C60BE82B6C6279AA044"/>
    <w:rsid w:val="00821D50"/>
  </w:style>
  <w:style w:type="paragraph" w:customStyle="1" w:styleId="EFFA1F4DF52C4FD3848809E9B37BABE8">
    <w:name w:val="EFFA1F4DF52C4FD3848809E9B37BABE8"/>
    <w:rsid w:val="00821D50"/>
  </w:style>
  <w:style w:type="paragraph" w:customStyle="1" w:styleId="95A0FED1C8224E06ABF365E3FDB2DB16">
    <w:name w:val="95A0FED1C8224E06ABF365E3FDB2DB16"/>
    <w:rsid w:val="00821D50"/>
  </w:style>
  <w:style w:type="paragraph" w:customStyle="1" w:styleId="A8786ECE8E0344159F139CCC9E02B150">
    <w:name w:val="A8786ECE8E0344159F139CCC9E02B150"/>
    <w:rsid w:val="00821D50"/>
  </w:style>
  <w:style w:type="paragraph" w:customStyle="1" w:styleId="CA2D045BB1104AC5BFD7DFF4BBF150C5">
    <w:name w:val="CA2D045BB1104AC5BFD7DFF4BBF150C5"/>
    <w:rsid w:val="00821D50"/>
  </w:style>
  <w:style w:type="paragraph" w:customStyle="1" w:styleId="E6F6765E23D1415D9E308200F9329541">
    <w:name w:val="E6F6765E23D1415D9E308200F9329541"/>
    <w:rsid w:val="00821D50"/>
  </w:style>
  <w:style w:type="paragraph" w:customStyle="1" w:styleId="0C6500B0C77B428AA6AC1EAB12CE2535">
    <w:name w:val="0C6500B0C77B428AA6AC1EAB12CE2535"/>
    <w:rsid w:val="00821D50"/>
  </w:style>
  <w:style w:type="paragraph" w:customStyle="1" w:styleId="6364271937994428A302932E4A154C37">
    <w:name w:val="6364271937994428A302932E4A154C37"/>
    <w:rsid w:val="00821D50"/>
  </w:style>
  <w:style w:type="paragraph" w:customStyle="1" w:styleId="F43F1D9D4A834E72BB18862CCA656267">
    <w:name w:val="F43F1D9D4A834E72BB18862CCA656267"/>
    <w:rsid w:val="00821D50"/>
  </w:style>
  <w:style w:type="paragraph" w:customStyle="1" w:styleId="E3C2546C17F544CE949FDE62EF8840B1">
    <w:name w:val="E3C2546C17F544CE949FDE62EF8840B1"/>
    <w:rsid w:val="00821D50"/>
  </w:style>
  <w:style w:type="paragraph" w:customStyle="1" w:styleId="3FE51853467840118A4347C415638157">
    <w:name w:val="3FE51853467840118A4347C415638157"/>
    <w:rsid w:val="00821D50"/>
  </w:style>
  <w:style w:type="paragraph" w:customStyle="1" w:styleId="42E4F8B88FEA4918BEC743A3EDFF055A">
    <w:name w:val="42E4F8B88FEA4918BEC743A3EDFF055A"/>
    <w:rsid w:val="00821D50"/>
  </w:style>
  <w:style w:type="paragraph" w:customStyle="1" w:styleId="91AC5B5C686D44DC8745A7719D1ADA63">
    <w:name w:val="91AC5B5C686D44DC8745A7719D1ADA63"/>
    <w:rsid w:val="00821D50"/>
  </w:style>
  <w:style w:type="paragraph" w:customStyle="1" w:styleId="82713B47807C41D0950410591A26E00F">
    <w:name w:val="82713B47807C41D0950410591A26E00F"/>
    <w:rsid w:val="00821D50"/>
  </w:style>
  <w:style w:type="paragraph" w:customStyle="1" w:styleId="24CAC1DC2EE44F66A8F12E1D6F9BF1F8">
    <w:name w:val="24CAC1DC2EE44F66A8F12E1D6F9BF1F8"/>
    <w:rsid w:val="00821D50"/>
  </w:style>
  <w:style w:type="paragraph" w:customStyle="1" w:styleId="7A8BCB6281C64E848EF19040946B22BF">
    <w:name w:val="7A8BCB6281C64E848EF19040946B22BF"/>
    <w:rsid w:val="00821D50"/>
  </w:style>
  <w:style w:type="paragraph" w:customStyle="1" w:styleId="15F0BC5898EA4BAD928EAA2244AE98D1">
    <w:name w:val="15F0BC5898EA4BAD928EAA2244AE98D1"/>
    <w:rsid w:val="00821D50"/>
  </w:style>
  <w:style w:type="paragraph" w:customStyle="1" w:styleId="9D7D5A14C54D4238B8FB928A48A806DF">
    <w:name w:val="9D7D5A14C54D4238B8FB928A48A806DF"/>
    <w:rsid w:val="009260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3" ma:contentTypeDescription="Create a new document." ma:contentTypeScope="" ma:versionID="4ae85fe59c96ea0615decb93140198fd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d0ab46c2700bc8cffa6d290d167878b6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AABA-14E7-47E9-8E99-9B0A9CBFC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4507DC-EEC4-4C5E-8EFC-12BDC0A66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59A413-57E1-4584-B4C5-2173A5DE22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5915E-C1B8-44D6-96F0-E653FCA286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RFQ V1 Oct 2019 (002)</Template>
  <TotalTime>101</TotalTime>
  <Pages>4</Pages>
  <Words>776</Words>
  <Characters>4426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Adenike Akoh</dc:creator>
  <cp:keywords/>
  <dc:description/>
  <cp:lastModifiedBy>Gyulnara Karpisheva</cp:lastModifiedBy>
  <cp:revision>133</cp:revision>
  <cp:lastPrinted>2019-03-29T10:15:00Z</cp:lastPrinted>
  <dcterms:created xsi:type="dcterms:W3CDTF">2021-04-22T15:19:00Z</dcterms:created>
  <dcterms:modified xsi:type="dcterms:W3CDTF">2022-02-11T12:57:00Z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UNDP_POPP_BUSINESSUNIT">
    <vt:lpwstr>355;#Procurement|254a9f96-b883-476a-8ef8-e81f93a2b38d</vt:lpwstr>
  </property>
  <property fmtid="{D5CDD505-2E9C-101B-9397-08002B2CF9AE}" pid="4" name="POPPBusinessProcess">
    <vt:lpwstr/>
  </property>
  <property fmtid="{D5CDD505-2E9C-101B-9397-08002B2CF9AE}" pid="5" name="_dlc_DocIdItemGuid">
    <vt:lpwstr>0d55f8d8-6cf4-4ed3-a3d0-39207d9bdb26</vt:lpwstr>
  </property>
</Properties>
</file>