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20997" w14:textId="77777777" w:rsidR="00A451DC" w:rsidRPr="0071679F" w:rsidRDefault="00A451DC" w:rsidP="00A451DC">
      <w:pPr>
        <w:pStyle w:val="HEADING"/>
      </w:pPr>
      <w:r w:rsidRPr="0071679F">
        <w:t>Basic Information</w:t>
      </w:r>
    </w:p>
    <w:p w14:paraId="6B96A744" w14:textId="4CBCA54F" w:rsidR="00A451DC" w:rsidRPr="00517ACB" w:rsidRDefault="00A451DC" w:rsidP="00275163">
      <w:pPr>
        <w:rPr>
          <w:rFonts w:ascii="Calibri" w:hAnsi="Calibri"/>
          <w:i/>
          <w:iCs/>
          <w:color w:val="FF0000"/>
          <w:lang w:val="en-US"/>
        </w:rPr>
      </w:pPr>
      <w:bookmarkStart w:id="0" w:name="_Hlk38999096"/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A3E50" w:rsidRPr="0071679F" w14:paraId="5A69E7F9" w14:textId="77777777" w:rsidTr="7FB6797A">
        <w:tc>
          <w:tcPr>
            <w:tcW w:w="4531" w:type="dxa"/>
          </w:tcPr>
          <w:bookmarkEnd w:id="0"/>
          <w:p w14:paraId="0D9BCB80" w14:textId="4DBFFF4F" w:rsidR="004A3E50" w:rsidRPr="0071679F" w:rsidRDefault="004A3E50" w:rsidP="004A3E50">
            <w:pPr>
              <w:rPr>
                <w:b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>Procurement Title</w:t>
            </w:r>
            <w:r w:rsidR="000059DA">
              <w:rPr>
                <w:b/>
                <w:sz w:val="20"/>
                <w:szCs w:val="20"/>
                <w:lang w:val="en-US"/>
              </w:rPr>
              <w:t xml:space="preserve"> / </w:t>
            </w:r>
            <w:r w:rsidR="000059DA" w:rsidRPr="00EE1F9C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Titre de l’approvisionnement</w:t>
            </w:r>
          </w:p>
        </w:tc>
        <w:tc>
          <w:tcPr>
            <w:tcW w:w="4531" w:type="dxa"/>
          </w:tcPr>
          <w:p w14:paraId="2CDAA147" w14:textId="22B35A55" w:rsidR="004A3E50" w:rsidRPr="0071679F" w:rsidRDefault="000466CD" w:rsidP="004A3E50">
            <w:pPr>
              <w:rPr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74276669"/>
                <w:placeholder>
                  <w:docPart w:val="F8BEC8EA6D7B439DB8B3964D73747703"/>
                </w:placeholder>
                <w:text/>
              </w:sdtPr>
              <w:sdtEndPr/>
              <w:sdtContent>
                <w:r w:rsidR="00905F29">
                  <w:rPr>
                    <w:sz w:val="20"/>
                    <w:szCs w:val="20"/>
                    <w:lang w:val="en-US"/>
                  </w:rPr>
                  <w:t>FOURNITURE ET IMPRESSION DE SUPPORT DE COMMUNICATION_PROJET NJUREEL_SENEGAL</w:t>
                </w:r>
              </w:sdtContent>
            </w:sdt>
          </w:p>
        </w:tc>
      </w:tr>
      <w:tr w:rsidR="00332BFB" w:rsidRPr="0071679F" w14:paraId="5C59AE46" w14:textId="77777777" w:rsidTr="7FB6797A">
        <w:tc>
          <w:tcPr>
            <w:tcW w:w="4531" w:type="dxa"/>
          </w:tcPr>
          <w:p w14:paraId="2BF52ABA" w14:textId="6360F673" w:rsidR="00332BFB" w:rsidRPr="00226C63" w:rsidRDefault="00332BFB" w:rsidP="00332BFB">
            <w:pPr>
              <w:rPr>
                <w:b/>
                <w:sz w:val="20"/>
                <w:szCs w:val="20"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>Atlas e-Requisition #</w:t>
            </w:r>
            <w:r w:rsidR="000059DA">
              <w:rPr>
                <w:b/>
                <w:sz w:val="20"/>
                <w:szCs w:val="20"/>
                <w:lang w:val="en-US"/>
              </w:rPr>
              <w:t>/</w:t>
            </w:r>
            <w:r w:rsidR="000059DA" w:rsidRPr="00EE1F9C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Demande électronique Atlas #</w:t>
            </w:r>
          </w:p>
        </w:tc>
        <w:tc>
          <w:tcPr>
            <w:tcW w:w="4531" w:type="dxa"/>
          </w:tcPr>
          <w:p w14:paraId="7774F14A" w14:textId="304399D8" w:rsidR="00332BFB" w:rsidRPr="00120F84" w:rsidRDefault="000466CD" w:rsidP="00332BFB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042344305"/>
                <w:placeholder>
                  <w:docPart w:val="00A00D28ED2E492DAC6FDECD81887302"/>
                </w:placeholder>
                <w:text/>
              </w:sdtPr>
              <w:sdtEndPr/>
              <w:sdtContent>
                <w:r w:rsidR="00905F29">
                  <w:rPr>
                    <w:sz w:val="20"/>
                    <w:szCs w:val="20"/>
                    <w:lang w:val="en-US"/>
                  </w:rPr>
                  <w:t>REQ/SEN30/0000002756</w:t>
                </w:r>
              </w:sdtContent>
            </w:sdt>
          </w:p>
        </w:tc>
      </w:tr>
      <w:tr w:rsidR="000E5FFC" w:rsidRPr="0071679F" w14:paraId="3D0C98DD" w14:textId="77777777" w:rsidTr="7FB6797A">
        <w:tc>
          <w:tcPr>
            <w:tcW w:w="4531" w:type="dxa"/>
          </w:tcPr>
          <w:p w14:paraId="777FA026" w14:textId="0CF1216D" w:rsidR="000E5FFC" w:rsidRPr="00226C63" w:rsidRDefault="000E5FFC" w:rsidP="000E5FFC">
            <w:pPr>
              <w:rPr>
                <w:b/>
                <w:sz w:val="20"/>
                <w:szCs w:val="20"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>Advertisement Period</w:t>
            </w:r>
            <w:r w:rsidR="00226C63">
              <w:rPr>
                <w:b/>
                <w:sz w:val="20"/>
                <w:szCs w:val="20"/>
                <w:lang w:val="en-US"/>
              </w:rPr>
              <w:t xml:space="preserve"> / </w:t>
            </w:r>
            <w:r w:rsidR="00226C63" w:rsidRPr="00EE1F9C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Période de publicité</w:t>
            </w:r>
          </w:p>
        </w:tc>
        <w:tc>
          <w:tcPr>
            <w:tcW w:w="4531" w:type="dxa"/>
          </w:tcPr>
          <w:p w14:paraId="762FC125" w14:textId="15086DEC" w:rsidR="000E5FFC" w:rsidRPr="0071679F" w:rsidRDefault="000466CD" w:rsidP="000E5FFC">
            <w:pPr>
              <w:tabs>
                <w:tab w:val="center" w:pos="2157"/>
              </w:tabs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423688386"/>
                <w:placeholder>
                  <w:docPart w:val="51EF44B8AE724F66A8DF725F63DC857A"/>
                </w:placeholder>
              </w:sdtPr>
              <w:sdtEndPr/>
              <w:sdtContent>
                <w:r w:rsidR="0083017B">
                  <w:rPr>
                    <w:sz w:val="20"/>
                    <w:szCs w:val="20"/>
                    <w:lang w:val="en-US"/>
                  </w:rPr>
                  <w:t>6</w:t>
                </w:r>
              </w:sdtContent>
            </w:sdt>
            <w:r w:rsidR="000E5FFC" w:rsidRPr="0071679F">
              <w:rPr>
                <w:sz w:val="20"/>
                <w:szCs w:val="20"/>
                <w:lang w:val="en-US"/>
              </w:rPr>
              <w:t xml:space="preserve"> business days. </w:t>
            </w:r>
          </w:p>
          <w:p w14:paraId="2111A5A6" w14:textId="556BCA15" w:rsidR="000E5FFC" w:rsidRPr="0071679F" w:rsidRDefault="000E5FFC" w:rsidP="000E5FFC">
            <w:pPr>
              <w:tabs>
                <w:tab w:val="center" w:pos="2157"/>
              </w:tabs>
              <w:rPr>
                <w:lang w:val="en-US"/>
              </w:rPr>
            </w:pPr>
            <w:r w:rsidRPr="0071679F">
              <w:rPr>
                <w:i/>
                <w:iCs/>
                <w:sz w:val="20"/>
                <w:szCs w:val="20"/>
                <w:lang w:val="en-US"/>
              </w:rPr>
              <w:t>(</w:t>
            </w:r>
            <w:r w:rsidR="007D6A90" w:rsidRPr="0071679F">
              <w:rPr>
                <w:i/>
                <w:iCs/>
                <w:sz w:val="20"/>
                <w:szCs w:val="20"/>
                <w:lang w:val="en-US"/>
              </w:rPr>
              <w:t>Minimum</w:t>
            </w:r>
            <w:r w:rsidRPr="0071679F">
              <w:rPr>
                <w:i/>
                <w:iCs/>
                <w:sz w:val="20"/>
                <w:szCs w:val="20"/>
                <w:lang w:val="en-US"/>
              </w:rPr>
              <w:t xml:space="preserve"> of 5 business days for RFQ)</w:t>
            </w:r>
          </w:p>
        </w:tc>
      </w:tr>
      <w:tr w:rsidR="00760D26" w:rsidRPr="0071679F" w14:paraId="13E409DA" w14:textId="77777777" w:rsidTr="7FB6797A">
        <w:tc>
          <w:tcPr>
            <w:tcW w:w="4531" w:type="dxa"/>
          </w:tcPr>
          <w:p w14:paraId="27511BAC" w14:textId="18A87393" w:rsidR="00760D26" w:rsidRPr="00226C63" w:rsidRDefault="00760D26" w:rsidP="00760D26">
            <w:pPr>
              <w:rPr>
                <w:b/>
                <w:sz w:val="20"/>
                <w:szCs w:val="20"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>Nature of Tender</w:t>
            </w:r>
            <w:r w:rsidR="00226C63">
              <w:rPr>
                <w:b/>
                <w:sz w:val="20"/>
                <w:szCs w:val="20"/>
                <w:lang w:val="en-US"/>
              </w:rPr>
              <w:t xml:space="preserve"> / </w:t>
            </w:r>
            <w:r w:rsidR="00226C63" w:rsidRPr="00EE1F9C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Nature de l’appel d’offres</w:t>
            </w:r>
          </w:p>
        </w:tc>
        <w:tc>
          <w:tcPr>
            <w:tcW w:w="4531" w:type="dxa"/>
          </w:tcPr>
          <w:p w14:paraId="6D9F509A" w14:textId="3CC4FA57" w:rsidR="00760D26" w:rsidRPr="0071679F" w:rsidRDefault="000466CD" w:rsidP="00760D26">
            <w:pPr>
              <w:rPr>
                <w:lang w:val="en-US"/>
              </w:rPr>
            </w:pP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alias w:val="commodity"/>
                <w:tag w:val="commodity"/>
                <w:id w:val="-1409688354"/>
                <w:placeholder>
                  <w:docPart w:val="010CB43A239E4B7885467C60311F1681"/>
                </w:placeholder>
                <w:dropDownList>
                  <w:listItem w:value="Choose an item."/>
                  <w:listItem w:displayText="Competitive Process" w:value="Competitive Process"/>
                  <w:listItem w:displayText="Direct Contracting" w:value="Direct Contracting"/>
                </w:dropDownList>
              </w:sdtPr>
              <w:sdtEndPr/>
              <w:sdtContent>
                <w:r w:rsidR="00905F29">
                  <w:rPr>
                    <w:rFonts w:cstheme="minorHAnsi"/>
                    <w:sz w:val="20"/>
                    <w:szCs w:val="20"/>
                    <w:lang w:val="en-US"/>
                  </w:rPr>
                  <w:t>Competitive Process</w:t>
                </w:r>
              </w:sdtContent>
            </w:sdt>
          </w:p>
        </w:tc>
      </w:tr>
      <w:tr w:rsidR="001576C4" w:rsidRPr="0071679F" w14:paraId="038FA92D" w14:textId="77777777" w:rsidTr="7FB6797A">
        <w:tc>
          <w:tcPr>
            <w:tcW w:w="4531" w:type="dxa"/>
          </w:tcPr>
          <w:p w14:paraId="2E5AA4DF" w14:textId="723E400F" w:rsidR="001576C4" w:rsidRPr="00EE1F9C" w:rsidRDefault="001576C4" w:rsidP="00EE1F9C">
            <w:pPr>
              <w:pStyle w:val="NormalWeb"/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zh-CN"/>
              </w:rPr>
            </w:pPr>
            <w:r w:rsidRPr="00EE1F9C"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zh-CN"/>
              </w:rPr>
              <w:t>Deadline for Submitting Clarification Questions</w:t>
            </w:r>
            <w:r w:rsidR="00EE1F9C" w:rsidRPr="00EE1F9C"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zh-CN"/>
              </w:rPr>
              <w:t xml:space="preserve"> / </w:t>
            </w:r>
            <w:r w:rsidR="00EE1F9C" w:rsidRPr="00EE1F9C">
              <w:rPr>
                <w:rFonts w:asciiTheme="minorHAnsi" w:eastAsiaTheme="minorEastAsia" w:hAnsiTheme="minorHAnsi" w:cstheme="minorBidi"/>
                <w:b/>
                <w:color w:val="1F3864" w:themeColor="accent1" w:themeShade="80"/>
                <w:sz w:val="20"/>
                <w:szCs w:val="20"/>
                <w:lang w:eastAsia="zh-CN"/>
              </w:rPr>
              <w:t>Date limite pour soumettre des questions de clarification</w:t>
            </w:r>
          </w:p>
        </w:tc>
        <w:tc>
          <w:tcPr>
            <w:tcW w:w="4531" w:type="dxa"/>
          </w:tcPr>
          <w:p w14:paraId="6673CD16" w14:textId="4A68BA61" w:rsidR="001576C4" w:rsidRPr="0071679F" w:rsidRDefault="000466CD" w:rsidP="001576C4">
            <w:pPr>
              <w:rPr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822729094"/>
                <w:placeholder>
                  <w:docPart w:val="B1A237A4E20A4DDCA5F31796D7C509E2"/>
                </w:placeholder>
              </w:sdtPr>
              <w:sdtEndPr/>
              <w:sdtContent>
                <w:r w:rsidR="00384E72">
                  <w:rPr>
                    <w:sz w:val="20"/>
                    <w:szCs w:val="20"/>
                    <w:lang w:val="en-US"/>
                  </w:rPr>
                  <w:t>3</w:t>
                </w:r>
              </w:sdtContent>
            </w:sdt>
            <w:r w:rsidR="001576C4" w:rsidRPr="0071679F">
              <w:rPr>
                <w:sz w:val="20"/>
                <w:szCs w:val="20"/>
                <w:lang w:val="en-US"/>
              </w:rPr>
              <w:t xml:space="preserve"> days before deadline for responses.</w:t>
            </w:r>
          </w:p>
        </w:tc>
      </w:tr>
      <w:tr w:rsidR="00C4766C" w:rsidRPr="0071679F" w14:paraId="48C3F9BE" w14:textId="77777777" w:rsidTr="7FB6797A">
        <w:tc>
          <w:tcPr>
            <w:tcW w:w="4531" w:type="dxa"/>
          </w:tcPr>
          <w:p w14:paraId="3959D134" w14:textId="220BCB6B" w:rsidR="00C4766C" w:rsidRPr="00226C63" w:rsidRDefault="00C4766C" w:rsidP="00C4766C">
            <w:pPr>
              <w:rPr>
                <w:b/>
                <w:sz w:val="20"/>
                <w:szCs w:val="20"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 xml:space="preserve">Quotation Validity Period </w:t>
            </w:r>
            <w:r w:rsidR="006553C3">
              <w:rPr>
                <w:b/>
                <w:sz w:val="20"/>
                <w:szCs w:val="20"/>
                <w:lang w:val="en-US"/>
              </w:rPr>
              <w:t xml:space="preserve">/ </w:t>
            </w:r>
            <w:r w:rsidR="006553C3" w:rsidRPr="006553C3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Période de validité du devis</w:t>
            </w:r>
          </w:p>
        </w:tc>
        <w:sdt>
          <w:sdtPr>
            <w:rPr>
              <w:sz w:val="20"/>
              <w:szCs w:val="20"/>
              <w:lang w:val="en-US"/>
            </w:rPr>
            <w:id w:val="854464454"/>
            <w:placeholder>
              <w:docPart w:val="96B078F140584F45B00DC6BFB2219FDD"/>
            </w:placeholder>
            <w:comboBox>
              <w:listItem w:value="Choose an item."/>
              <w:listItem w:displayText="30" w:value="30"/>
              <w:listItem w:displayText="60 " w:value="60 "/>
              <w:listItem w:displayText="90" w:value="90"/>
              <w:listItem w:displayText="120" w:value="120"/>
            </w:comboBox>
          </w:sdtPr>
          <w:sdtEndPr/>
          <w:sdtContent>
            <w:tc>
              <w:tcPr>
                <w:tcW w:w="4531" w:type="dxa"/>
              </w:tcPr>
              <w:p w14:paraId="45BB9806" w14:textId="7CC08C3B" w:rsidR="00C4766C" w:rsidRPr="0071679F" w:rsidRDefault="00905F29" w:rsidP="00C4766C">
                <w:pPr>
                  <w:rPr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90</w:t>
                </w:r>
              </w:p>
            </w:tc>
          </w:sdtContent>
        </w:sdt>
      </w:tr>
      <w:tr w:rsidR="00A451DC" w:rsidRPr="0071679F" w14:paraId="74AF2744" w14:textId="77777777" w:rsidTr="7FB6797A">
        <w:tc>
          <w:tcPr>
            <w:tcW w:w="4531" w:type="dxa"/>
          </w:tcPr>
          <w:p w14:paraId="2150C684" w14:textId="1BB6158F" w:rsidR="00A451DC" w:rsidRPr="006553C3" w:rsidRDefault="00A451DC" w:rsidP="00DB4D67">
            <w:pPr>
              <w:rPr>
                <w:b/>
                <w:color w:val="1F3864" w:themeColor="accent1" w:themeShade="80"/>
                <w:sz w:val="20"/>
                <w:szCs w:val="20"/>
                <w:lang w:val="en-US"/>
              </w:rPr>
            </w:pPr>
            <w:r w:rsidRPr="0071679F">
              <w:rPr>
                <w:b/>
                <w:sz w:val="20"/>
                <w:szCs w:val="20"/>
                <w:lang w:val="en-US"/>
              </w:rPr>
              <w:t>Requesting Unit/Office/Country/Region</w:t>
            </w:r>
            <w:r w:rsidR="006553C3">
              <w:rPr>
                <w:b/>
                <w:sz w:val="20"/>
                <w:szCs w:val="20"/>
                <w:lang w:val="en-US"/>
              </w:rPr>
              <w:t xml:space="preserve"> _</w:t>
            </w:r>
            <w:r w:rsidR="006553C3" w:rsidRPr="006553C3">
              <w:rPr>
                <w:b/>
                <w:sz w:val="20"/>
                <w:szCs w:val="20"/>
                <w:lang w:val="en-US"/>
              </w:rPr>
              <w:t xml:space="preserve"> </w:t>
            </w:r>
            <w:r w:rsidR="006553C3" w:rsidRPr="006553C3">
              <w:rPr>
                <w:b/>
                <w:color w:val="1F3864" w:themeColor="accent1" w:themeShade="80"/>
                <w:sz w:val="20"/>
                <w:szCs w:val="20"/>
                <w:lang w:val="en-US"/>
              </w:rPr>
              <w:t>Unité/Bureau/Pays/Région demandeur</w:t>
            </w:r>
          </w:p>
          <w:p w14:paraId="32DC7D49" w14:textId="77777777" w:rsidR="003820D4" w:rsidRPr="0071679F" w:rsidRDefault="003820D4" w:rsidP="00DB4D67">
            <w:pPr>
              <w:rPr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Style w:val="PlaceholderText"/>
              <w:lang w:val="en-US"/>
            </w:rPr>
            <w:id w:val="-1455630710"/>
            <w:placeholder>
              <w:docPart w:val="E373E29E88BF4173AB7ED60554EE3B28"/>
            </w:placeholder>
          </w:sdtPr>
          <w:sdtEndPr>
            <w:rPr>
              <w:rStyle w:val="PlaceholderText"/>
            </w:rPr>
          </w:sdtEndPr>
          <w:sdtContent>
            <w:tc>
              <w:tcPr>
                <w:tcW w:w="4531" w:type="dxa"/>
              </w:tcPr>
              <w:p w14:paraId="4FBF305C" w14:textId="37856790" w:rsidR="00A451DC" w:rsidRPr="0071679F" w:rsidRDefault="000466CD" w:rsidP="00DB4D67">
                <w:pPr>
                  <w:rPr>
                    <w:rStyle w:val="PlaceholderText"/>
                    <w:lang w:val="en-US"/>
                  </w:rPr>
                </w:pPr>
                <w:sdt>
                  <w:sdtPr>
                    <w:rPr>
                      <w:rFonts w:ascii="Source Sans Pro" w:hAnsi="Source Sans Pro"/>
                      <w:color w:val="333333"/>
                      <w:sz w:val="21"/>
                      <w:szCs w:val="21"/>
                      <w:shd w:val="clear" w:color="auto" w:fill="FFFFFF"/>
                    </w:rPr>
                    <w:id w:val="1341507717"/>
                    <w:placeholder>
                      <w:docPart w:val="50B728A386BE41749661C09DE666A916"/>
                    </w:placeholder>
                    <w:text/>
                  </w:sdtPr>
                  <w:sdtEndPr/>
                  <w:sdtContent>
                    <w:r w:rsidR="00905F29">
                      <w:rPr>
                        <w:rFonts w:ascii="Source Sans Pro" w:hAnsi="Source Sans Pro"/>
                        <w:color w:val="333333"/>
                        <w:sz w:val="21"/>
                        <w:szCs w:val="21"/>
                        <w:shd w:val="clear" w:color="auto" w:fill="FFFFFF"/>
                      </w:rPr>
                      <w:t>Senegal - SEN30, West and Central Africa RO - WCA30</w:t>
                    </w:r>
                  </w:sdtContent>
                </w:sdt>
              </w:p>
            </w:tc>
          </w:sdtContent>
        </w:sdt>
      </w:tr>
      <w:tr w:rsidR="00A451DC" w:rsidRPr="0071679F" w14:paraId="7DECE6AD" w14:textId="77777777" w:rsidTr="7FB6797A">
        <w:tc>
          <w:tcPr>
            <w:tcW w:w="4531" w:type="dxa"/>
          </w:tcPr>
          <w:p w14:paraId="7E82407A" w14:textId="5F6E91DE" w:rsidR="00A451DC" w:rsidRPr="00283D37" w:rsidRDefault="00A451DC" w:rsidP="00283D37">
            <w:pPr>
              <w:pStyle w:val="NormalWeb"/>
              <w:rPr>
                <w:rFonts w:ascii="Calibri" w:hAnsi="Calibri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71679F">
              <w:rPr>
                <w:rFonts w:ascii="Calibri" w:hAnsi="Calibri"/>
                <w:b/>
                <w:bCs/>
                <w:sz w:val="20"/>
                <w:szCs w:val="20"/>
              </w:rPr>
              <w:t xml:space="preserve">Value Added Tax in </w:t>
            </w:r>
            <w:r w:rsidR="1EB9F8F6" w:rsidRPr="0071679F">
              <w:rPr>
                <w:rFonts w:ascii="Calibri" w:hAnsi="Calibri"/>
                <w:b/>
                <w:bCs/>
                <w:sz w:val="20"/>
                <w:szCs w:val="20"/>
              </w:rPr>
              <w:t>Financial Proposal</w:t>
            </w:r>
            <w:r w:rsidRPr="00283D37">
              <w:footnoteReference w:id="2"/>
            </w:r>
            <w:r w:rsidR="00283D37">
              <w:rPr>
                <w:rFonts w:ascii="Calibri" w:hAnsi="Calibri"/>
                <w:b/>
                <w:bCs/>
                <w:sz w:val="20"/>
                <w:szCs w:val="20"/>
              </w:rPr>
              <w:t xml:space="preserve">/ </w:t>
            </w:r>
            <w:r w:rsidR="00283D37" w:rsidRPr="00283D37">
              <w:rPr>
                <w:rFonts w:ascii="Calibri" w:hAnsi="Calibri"/>
                <w:b/>
                <w:bCs/>
                <w:color w:val="1F3864" w:themeColor="accent1" w:themeShade="80"/>
                <w:sz w:val="20"/>
                <w:szCs w:val="20"/>
              </w:rPr>
              <w:t>Taxe sur la valeur ajoutée dans la proposition</w:t>
            </w:r>
            <w:r w:rsidR="00283D37">
              <w:rPr>
                <w:rFonts w:ascii="Calibri" w:hAnsi="Calibri"/>
                <w:b/>
                <w:bCs/>
                <w:color w:val="1F3864" w:themeColor="accent1" w:themeShade="80"/>
                <w:sz w:val="20"/>
                <w:szCs w:val="20"/>
              </w:rPr>
              <w:t xml:space="preserve"> </w:t>
            </w:r>
            <w:r w:rsidR="00283D37" w:rsidRPr="00283D37">
              <w:rPr>
                <w:rFonts w:ascii="Calibri" w:hAnsi="Calibri"/>
                <w:b/>
                <w:bCs/>
                <w:color w:val="1F3864" w:themeColor="accent1" w:themeShade="80"/>
                <w:sz w:val="20"/>
                <w:szCs w:val="20"/>
              </w:rPr>
              <w:t>financière1</w:t>
            </w:r>
          </w:p>
          <w:p w14:paraId="65F0945C" w14:textId="77777777" w:rsidR="003820D4" w:rsidRPr="00283D37" w:rsidRDefault="003820D4" w:rsidP="00DB4D67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531" w:type="dxa"/>
          </w:tcPr>
          <w:p w14:paraId="597879FE" w14:textId="45869BFA" w:rsidR="00A451DC" w:rsidRPr="0071679F" w:rsidRDefault="000466CD" w:rsidP="00DB4D67">
            <w:pPr>
              <w:rPr>
                <w:rFonts w:ascii="Calibri" w:hAnsi="Calibri" w:cs="Calibri"/>
                <w:lang w:val="en-US"/>
              </w:rPr>
            </w:pPr>
            <w:sdt>
              <w:sdtPr>
                <w:rPr>
                  <w:rStyle w:val="PlaceholderText"/>
                  <w:color w:val="FF0000"/>
                  <w:sz w:val="20"/>
                  <w:szCs w:val="20"/>
                  <w:lang w:val="en-US"/>
                </w:rPr>
                <w:id w:val="-1085450248"/>
                <w:placeholder>
                  <w:docPart w:val="2F5641AFA0094AF8AE5D4E938EE8F624"/>
                </w:placeholder>
                <w:comboBox>
                  <w:listItem w:value="Choose an item."/>
                  <w:listItem w:displayText="Must be inclusive of VAT and other applicable indirect taxes" w:value="Must be inclusive of VAT and other applicable indirect taxes"/>
                  <w:listItem w:displayText="Must be exclusive of VAT and other applicable indirect taxes" w:value="Must be exclusive of VAT and other applicable indirect taxes"/>
                </w:comboBox>
              </w:sdtPr>
              <w:sdtEndPr>
                <w:rPr>
                  <w:rStyle w:val="PlaceholderText"/>
                </w:rPr>
              </w:sdtEndPr>
              <w:sdtContent>
                <w:r w:rsidR="00905F29">
                  <w:rPr>
                    <w:rStyle w:val="PlaceholderText"/>
                    <w:color w:val="FF0000"/>
                    <w:sz w:val="20"/>
                    <w:szCs w:val="20"/>
                    <w:lang w:val="en-US"/>
                  </w:rPr>
                  <w:t>Must be exclusive of VAT and other applicable indirect taxes</w:t>
                </w:r>
              </w:sdtContent>
            </w:sdt>
          </w:p>
        </w:tc>
      </w:tr>
      <w:tr w:rsidR="00A451DC" w:rsidRPr="0071679F" w14:paraId="72568288" w14:textId="77777777" w:rsidTr="7FB6797A">
        <w:tc>
          <w:tcPr>
            <w:tcW w:w="4531" w:type="dxa"/>
          </w:tcPr>
          <w:p w14:paraId="045A8026" w14:textId="39236C02" w:rsidR="00A451DC" w:rsidRPr="00283D37" w:rsidRDefault="00A451DC" w:rsidP="00DB4D67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283D3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n-US"/>
              </w:rPr>
              <w:t>Expected Delivery Date and Time</w:t>
            </w:r>
            <w:r w:rsidR="00283D37" w:rsidRPr="00283D3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n-US"/>
              </w:rPr>
              <w:t xml:space="preserve"> / </w:t>
            </w:r>
            <w:r w:rsidR="00283D37" w:rsidRPr="008C2BD6">
              <w:rPr>
                <w:rFonts w:ascii="Calibri" w:eastAsia="Times New Roman" w:hAnsi="Calibri" w:cs="Times New Roman"/>
                <w:b/>
                <w:bCs/>
                <w:color w:val="1F3864" w:themeColor="accent1" w:themeShade="80"/>
                <w:sz w:val="20"/>
                <w:szCs w:val="20"/>
                <w:lang w:val="en-US" w:eastAsia="en-US"/>
              </w:rPr>
              <w:t>Date et heure de livraison prévues</w:t>
            </w:r>
          </w:p>
        </w:tc>
        <w:tc>
          <w:tcPr>
            <w:tcW w:w="4531" w:type="dxa"/>
          </w:tcPr>
          <w:p w14:paraId="1EF2EAAD" w14:textId="7500A263" w:rsidR="00A451DC" w:rsidRPr="0071679F" w:rsidRDefault="000466CD" w:rsidP="00DB4D6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val="en-US"/>
                </w:rPr>
                <w:id w:val="-46990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3B0">
                  <w:rPr>
                    <w:rFonts w:ascii="MS Gothic" w:eastAsia="MS Gothic" w:hAnsi="MS Gothic" w:cs="Calibri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A451DC" w:rsidRPr="0071679F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Expected delivery/completion date: </w:t>
            </w:r>
            <w:sdt>
              <w:sdtPr>
                <w:rPr>
                  <w:sz w:val="20"/>
                  <w:szCs w:val="20"/>
                  <w:lang w:val="en-US"/>
                </w:rPr>
                <w:id w:val="-1812003932"/>
                <w:placeholder>
                  <w:docPart w:val="C0381D7911F44127A26DD1E17DDB0F38"/>
                </w:placeholder>
                <w:date w:fullDate="2021-09-09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905F29">
                  <w:rPr>
                    <w:sz w:val="20"/>
                    <w:szCs w:val="20"/>
                  </w:rPr>
                  <w:t>09.09.2021</w:t>
                </w:r>
              </w:sdtContent>
            </w:sdt>
          </w:p>
          <w:p w14:paraId="6821C384" w14:textId="77777777" w:rsidR="00A451DC" w:rsidRPr="0071679F" w:rsidRDefault="000466CD" w:rsidP="00DB4D67">
            <w:pPr>
              <w:rPr>
                <w:rStyle w:val="PlaceholderText"/>
                <w:lang w:val="en-US"/>
              </w:rPr>
            </w:pPr>
            <w:sdt>
              <w:sdtPr>
                <w:rPr>
                  <w:rFonts w:ascii="Calibri" w:hAnsi="Calibri" w:cs="Calibri"/>
                  <w:color w:val="808080"/>
                  <w:sz w:val="20"/>
                  <w:szCs w:val="20"/>
                  <w:lang w:val="en-US"/>
                </w:rPr>
                <w:id w:val="-162691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1DC" w:rsidRPr="0071679F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451DC" w:rsidRPr="0071679F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As per Delivery Schedule attached </w:t>
            </w:r>
          </w:p>
        </w:tc>
      </w:tr>
      <w:tr w:rsidR="001F71DC" w:rsidRPr="0071679F" w14:paraId="2816D745" w14:textId="77777777" w:rsidTr="7FB6797A">
        <w:tc>
          <w:tcPr>
            <w:tcW w:w="4531" w:type="dxa"/>
          </w:tcPr>
          <w:p w14:paraId="7BDA849A" w14:textId="2020FD06" w:rsidR="001F71DC" w:rsidRPr="00450CF3" w:rsidRDefault="001F71DC" w:rsidP="001F71D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1679F">
              <w:rPr>
                <w:b/>
                <w:bCs/>
                <w:sz w:val="20"/>
                <w:szCs w:val="20"/>
                <w:lang w:val="en-US"/>
              </w:rPr>
              <w:t xml:space="preserve">Advance payment </w:t>
            </w:r>
            <w:r w:rsidR="00940797">
              <w:rPr>
                <w:b/>
                <w:bCs/>
                <w:sz w:val="20"/>
                <w:szCs w:val="20"/>
                <w:lang w:val="en-US"/>
              </w:rPr>
              <w:t>/</w:t>
            </w:r>
            <w:r w:rsidR="00940797" w:rsidRPr="00450CF3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 xml:space="preserve"> Acompte</w:t>
            </w:r>
          </w:p>
        </w:tc>
        <w:tc>
          <w:tcPr>
            <w:tcW w:w="4531" w:type="dxa"/>
          </w:tcPr>
          <w:sdt>
            <w:sdtPr>
              <w:rPr>
                <w:rFonts w:cstheme="minorHAnsi"/>
                <w:snapToGrid w:val="0"/>
                <w:color w:val="000000" w:themeColor="text1"/>
                <w:sz w:val="20"/>
                <w:szCs w:val="20"/>
                <w:lang w:val="en-US"/>
              </w:rPr>
              <w:id w:val="-1061089102"/>
              <w:placeholder>
                <w:docPart w:val="B16ED2903D91414BB2D44B44CEF6B7C2"/>
              </w:placeholder>
              <w:comboBox>
                <w:listItem w:value="Choose an item."/>
                <w:listItem w:displayText="Not Allowed" w:value="Not Allowed"/>
                <w:listItem w:displayText="Allowed up to a maximum of ____% of contract value." w:value="Allowed up to a maximum of ____% of contract value."/>
              </w:comboBox>
            </w:sdtPr>
            <w:sdtEndPr/>
            <w:sdtContent>
              <w:p w14:paraId="091E090D" w14:textId="053EFEF5" w:rsidR="001F71DC" w:rsidRPr="0071679F" w:rsidRDefault="00905F29" w:rsidP="001F71DC">
                <w:pPr>
                  <w:rPr>
                    <w:rFonts w:cstheme="minorHAnsi"/>
                    <w:snapToGrid w:val="0"/>
                    <w:color w:val="000000" w:themeColor="text1"/>
                    <w:sz w:val="20"/>
                    <w:szCs w:val="20"/>
                    <w:lang w:val="en-US"/>
                  </w:rPr>
                </w:pPr>
                <w:r>
                  <w:rPr>
                    <w:rFonts w:cstheme="minorHAnsi"/>
                    <w:snapToGrid w:val="0"/>
                    <w:color w:val="000000" w:themeColor="text1"/>
                    <w:sz w:val="20"/>
                    <w:szCs w:val="20"/>
                    <w:lang w:val="en-US"/>
                  </w:rPr>
                  <w:t>Not Allowed</w:t>
                </w:r>
              </w:p>
            </w:sdtContent>
          </w:sdt>
          <w:p w14:paraId="604DE9FF" w14:textId="7A4C1C65" w:rsidR="001F71DC" w:rsidRPr="0071679F" w:rsidRDefault="001F71DC" w:rsidP="001F71D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If </w:t>
            </w:r>
            <w:r w:rsidR="00785035" w:rsidRPr="0071679F">
              <w:rPr>
                <w:rFonts w:cstheme="minorHAnsi"/>
                <w:sz w:val="20"/>
                <w:szCs w:val="20"/>
                <w:lang w:val="en-US"/>
              </w:rPr>
              <w:t>allowed</w:t>
            </w: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 Bank Guarantee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id w:val="-883325690"/>
                <w:placeholder>
                  <w:docPart w:val="71ADD587DE1B46628F993D90EBB27808"/>
                </w:placeholder>
                <w:showingPlcHdr/>
                <w:comboBox>
                  <w:listItem w:value="Choose an item."/>
                  <w:listItem w:displayText="Required" w:value="Required"/>
                  <w:listItem w:displayText="Not required" w:value="Not required"/>
                </w:comboBox>
              </w:sdtPr>
              <w:sdtEndPr>
                <w:rPr>
                  <w:sz w:val="18"/>
                  <w:szCs w:val="18"/>
                  <w:highlight w:val="yellow"/>
                </w:rPr>
              </w:sdtEndPr>
              <w:sdtContent>
                <w:r w:rsidRPr="0071679F">
                  <w:rPr>
                    <w:rStyle w:val="PlaceholderText"/>
                    <w:sz w:val="20"/>
                    <w:szCs w:val="20"/>
                    <w:lang w:val="en-US"/>
                  </w:rPr>
                  <w:t>Choose an item.</w:t>
                </w:r>
              </w:sdtContent>
            </w:sdt>
          </w:p>
        </w:tc>
      </w:tr>
      <w:tr w:rsidR="00B82698" w:rsidRPr="0071679F" w14:paraId="077DF8B8" w14:textId="77777777" w:rsidTr="7FB6797A">
        <w:tc>
          <w:tcPr>
            <w:tcW w:w="4531" w:type="dxa"/>
          </w:tcPr>
          <w:p w14:paraId="0F4D40AB" w14:textId="4538AAFF" w:rsidR="00B82698" w:rsidRPr="00450CF3" w:rsidRDefault="00B82698" w:rsidP="00B82698">
            <w:pPr>
              <w:rPr>
                <w:b/>
                <w:bCs/>
                <w:sz w:val="20"/>
                <w:szCs w:val="20"/>
                <w:lang w:val="en-US"/>
              </w:rPr>
            </w:pPr>
            <w:r w:rsidRPr="00450CF3">
              <w:rPr>
                <w:b/>
                <w:bCs/>
                <w:sz w:val="20"/>
                <w:szCs w:val="20"/>
                <w:lang w:val="en-US"/>
              </w:rPr>
              <w:t>Liquidated Damages</w:t>
            </w:r>
            <w:r w:rsidR="00940797" w:rsidRPr="00450CF3">
              <w:rPr>
                <w:b/>
                <w:bCs/>
                <w:sz w:val="20"/>
                <w:szCs w:val="20"/>
                <w:lang w:val="en-US"/>
              </w:rPr>
              <w:t xml:space="preserve"> / </w:t>
            </w:r>
            <w:r w:rsidR="00940797" w:rsidRPr="00450CF3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>Dommages-intérêts liquidé</w:t>
            </w:r>
          </w:p>
        </w:tc>
        <w:tc>
          <w:tcPr>
            <w:tcW w:w="4531" w:type="dxa"/>
          </w:tcPr>
          <w:sdt>
            <w:sdtPr>
              <w:rPr>
                <w:rFonts w:eastAsia="Times New Roman" w:cstheme="minorHAnsi"/>
                <w:snapToGrid w:val="0"/>
                <w:sz w:val="20"/>
                <w:szCs w:val="20"/>
                <w:lang w:val="en-US"/>
              </w:rPr>
              <w:id w:val="453373748"/>
              <w:placeholder>
                <w:docPart w:val="629428A6FF5D4670A783A9784714D57D"/>
              </w:placeholder>
              <w:comboBox>
                <w:listItem w:value="Choose an item."/>
                <w:listItem w:displayText="Will not be imposed" w:value="Will not be imposed"/>
                <w:listItem w:displayText="Will be imposed as follows:" w:value="Will be imposed as follows:"/>
              </w:comboBox>
            </w:sdtPr>
            <w:sdtEndPr/>
            <w:sdtContent>
              <w:p w14:paraId="21B6A85B" w14:textId="0A019500" w:rsidR="00B82698" w:rsidRPr="0071679F" w:rsidRDefault="00905F29" w:rsidP="00B82698">
                <w:pPr>
                  <w:tabs>
                    <w:tab w:val="right" w:pos="7218"/>
                  </w:tabs>
                  <w:rPr>
                    <w:rFonts w:eastAsia="Times New Roman" w:cstheme="minorHAnsi"/>
                    <w:snapToGrid w:val="0"/>
                    <w:sz w:val="20"/>
                    <w:szCs w:val="20"/>
                    <w:lang w:val="en-US"/>
                  </w:rPr>
                </w:pPr>
                <w:r>
                  <w:rPr>
                    <w:rFonts w:eastAsia="Times New Roman" w:cstheme="minorHAnsi"/>
                    <w:snapToGrid w:val="0"/>
                    <w:sz w:val="20"/>
                    <w:szCs w:val="20"/>
                    <w:lang w:val="en-US"/>
                  </w:rPr>
                  <w:t>Will not be imposed</w:t>
                </w:r>
              </w:p>
            </w:sdtContent>
          </w:sdt>
          <w:p w14:paraId="7765626D" w14:textId="3A86B016" w:rsidR="00B82698" w:rsidRPr="0071679F" w:rsidRDefault="00B82698" w:rsidP="00B82698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1679F">
              <w:rPr>
                <w:rFonts w:eastAsia="Times New Roman" w:cstheme="minorHAnsi"/>
                <w:snapToGrid w:val="0"/>
                <w:sz w:val="20"/>
                <w:szCs w:val="20"/>
                <w:lang w:val="en-US"/>
              </w:rPr>
              <w:t>Percentage of contract price per week of delay:</w:t>
            </w:r>
            <w:r w:rsidRPr="0071679F">
              <w:rPr>
                <w:rFonts w:eastAsia="Times New Roman" w:cstheme="minorHAns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eastAsia="Times New Roman" w:cstheme="minorHAnsi"/>
                  <w:snapToGrid w:val="0"/>
                  <w:color w:val="000000"/>
                  <w:sz w:val="20"/>
                  <w:szCs w:val="20"/>
                  <w:lang w:val="en-US"/>
                </w:rPr>
                <w:alias w:val="Typically between 1% and 3%"/>
                <w:tag w:val="Typically between 1% and 3%"/>
                <w:id w:val="118890837"/>
                <w:placeholder>
                  <w:docPart w:val="5EBA9AFDA8FB41C69A6C2734DA7CA566"/>
                </w:placeholder>
                <w:showingPlcHdr/>
                <w:text/>
              </w:sdtPr>
              <w:sdtEndPr/>
              <w:sdtContent>
                <w:r w:rsidRPr="0071679F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number.</w:t>
                </w:r>
              </w:sdtContent>
            </w:sdt>
            <w:r w:rsidRPr="0071679F">
              <w:rPr>
                <w:rFonts w:eastAsia="Times New Roman" w:cstheme="minorHAnsi"/>
                <w:snapToGrid w:val="0"/>
                <w:color w:val="000000"/>
                <w:sz w:val="20"/>
                <w:szCs w:val="20"/>
                <w:lang w:val="en-US"/>
              </w:rPr>
              <w:t>% up to a maximum of 10% of the Contract value, a</w:t>
            </w:r>
            <w:r w:rsidRPr="0071679F">
              <w:rPr>
                <w:rFonts w:eastAsia="Times New Roman" w:cstheme="minorHAnsi"/>
                <w:snapToGrid w:val="0"/>
                <w:sz w:val="20"/>
                <w:szCs w:val="20"/>
                <w:lang w:val="en-US"/>
              </w:rPr>
              <w:t xml:space="preserve">fter which </w:t>
            </w:r>
            <w:sdt>
              <w:sdtPr>
                <w:rPr>
                  <w:rFonts w:eastAsia="Times New Roman" w:cstheme="minorHAnsi"/>
                  <w:snapToGrid w:val="0"/>
                  <w:sz w:val="20"/>
                  <w:szCs w:val="20"/>
                  <w:lang w:val="en-US"/>
                </w:rPr>
                <w:alias w:val="Name of organisation"/>
                <w:tag w:val="Name of organisation"/>
                <w:id w:val="404657362"/>
                <w:placeholder>
                  <w:docPart w:val="3FB43BA1EF5A40BEB6A185A464D10C24"/>
                </w:placeholder>
                <w:text/>
              </w:sdtPr>
              <w:sdtEndPr/>
              <w:sdtContent>
                <w:r w:rsidR="00905F29">
                  <w:rPr>
                    <w:rFonts w:eastAsia="Times New Roman" w:cstheme="minorHAnsi"/>
                    <w:snapToGrid w:val="0"/>
                    <w:sz w:val="20"/>
                    <w:szCs w:val="20"/>
                    <w:lang w:val="en-US"/>
                  </w:rPr>
                  <w:t>UN Women</w:t>
                </w:r>
              </w:sdtContent>
            </w:sdt>
            <w:r w:rsidRPr="0071679F">
              <w:rPr>
                <w:rFonts w:eastAsia="Times New Roman" w:cstheme="minorHAnsi"/>
                <w:snapToGrid w:val="0"/>
                <w:sz w:val="20"/>
                <w:szCs w:val="20"/>
                <w:lang w:val="en-US"/>
              </w:rPr>
              <w:t xml:space="preserve"> may terminate the contract.</w:t>
            </w:r>
          </w:p>
        </w:tc>
      </w:tr>
      <w:tr w:rsidR="001C0C9F" w:rsidRPr="0071679F" w14:paraId="05F82E85" w14:textId="77777777" w:rsidTr="7FB6797A">
        <w:tc>
          <w:tcPr>
            <w:tcW w:w="4531" w:type="dxa"/>
          </w:tcPr>
          <w:p w14:paraId="06BB6DE9" w14:textId="7832A658" w:rsidR="001C0C9F" w:rsidRPr="00450CF3" w:rsidRDefault="001C0C9F" w:rsidP="001C0C9F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1679F">
              <w:rPr>
                <w:b/>
                <w:bCs/>
                <w:sz w:val="20"/>
                <w:szCs w:val="20"/>
                <w:lang w:val="en-US"/>
              </w:rPr>
              <w:t>Partial quotations (lots)</w:t>
            </w:r>
            <w:r w:rsidR="00450CF3">
              <w:rPr>
                <w:b/>
                <w:bCs/>
                <w:sz w:val="20"/>
                <w:szCs w:val="20"/>
                <w:lang w:val="en-US"/>
              </w:rPr>
              <w:t xml:space="preserve"> / </w:t>
            </w:r>
            <w:r w:rsidR="00450CF3" w:rsidRPr="00450CF3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>Devis partiels (lots)</w:t>
            </w:r>
          </w:p>
        </w:tc>
        <w:tc>
          <w:tcPr>
            <w:tcW w:w="4531" w:type="dxa"/>
          </w:tcPr>
          <w:p w14:paraId="5F74268F" w14:textId="354033FB" w:rsidR="001C0C9F" w:rsidRPr="0071679F" w:rsidRDefault="000466CD" w:rsidP="001C0C9F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  <w:lang w:val="en-US"/>
                </w:rPr>
                <w:id w:val="643473373"/>
                <w:placeholder>
                  <w:docPart w:val="B348281262D549F48203088BFA99D303"/>
                </w:placeholder>
                <w:comboBox>
                  <w:listItem w:value="Choose an item."/>
                  <w:listItem w:displayText="Partial quotations shall not be allowed. Vendors must quote prices for the total requirement requested under Schedule of Requirements. Evaluation will be done for the total requirement." w:value="Partial quotations shall not be allowed. Vendors must quote prices for the total requirement requested under Schedule of Requirements. Evaluation will be done for the total requirement."/>
                  <w:listItem w:displayText="Vendors shall be allowed to quote prices for one or more lots identified in Schedule of Requirements. However, Vendors must offer 100% of the items and 100% of the quantities per item specified per lot. Evaluation will be done per lot. " w:value="Vendors shall be allowed to quote prices for one or more lots identified in Schedule of Requirements. However, Vendors must offer 100% of the items and 100% of the quantities per item specified per lot. Evaluation will be done per lot. "/>
                </w:comboBox>
              </w:sdtPr>
              <w:sdtEndPr/>
              <w:sdtContent>
                <w:r w:rsidR="00905F29">
                  <w:rPr>
                    <w:rFonts w:eastAsia="Times New Roman" w:cstheme="minorHAnsi"/>
                    <w:color w:val="000000"/>
                    <w:sz w:val="20"/>
                    <w:szCs w:val="20"/>
                    <w:lang w:val="en-US"/>
                  </w:rPr>
                  <w:t>Partial quotations shall not be allowed. Vendors must quote prices for the total requirement requested under Schedule of Requirements. Evaluation will be done for the total requirement.</w:t>
                </w:r>
              </w:sdtContent>
            </w:sdt>
            <w:r w:rsidR="001C0C9F" w:rsidRPr="0071679F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ab/>
            </w:r>
            <w:r w:rsidR="001C0C9F" w:rsidRPr="0071679F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55493B" w:rsidRPr="0071679F" w14:paraId="72E8DB75" w14:textId="77777777" w:rsidTr="7FB6797A">
        <w:tc>
          <w:tcPr>
            <w:tcW w:w="4531" w:type="dxa"/>
          </w:tcPr>
          <w:p w14:paraId="1D1D4D61" w14:textId="08A875E3" w:rsidR="0055493B" w:rsidRPr="009E6922" w:rsidRDefault="0055493B" w:rsidP="0055493B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1679F">
              <w:rPr>
                <w:b/>
                <w:bCs/>
                <w:sz w:val="20"/>
                <w:szCs w:val="20"/>
                <w:lang w:val="en-US"/>
              </w:rPr>
              <w:t>Alternative quotations</w:t>
            </w:r>
            <w:r w:rsidR="00E260C3">
              <w:rPr>
                <w:b/>
                <w:bCs/>
                <w:sz w:val="20"/>
                <w:szCs w:val="20"/>
                <w:lang w:val="en-US"/>
              </w:rPr>
              <w:t xml:space="preserve"> / </w:t>
            </w:r>
            <w:r w:rsidR="00E260C3" w:rsidRPr="009E6922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>Citations alternatives</w:t>
            </w:r>
          </w:p>
        </w:tc>
        <w:tc>
          <w:tcPr>
            <w:tcW w:w="4531" w:type="dxa"/>
          </w:tcPr>
          <w:p w14:paraId="082E4A66" w14:textId="7FF4AB4A" w:rsidR="7FB6797A" w:rsidRDefault="000466CD" w:rsidP="00EC102B">
            <w:pPr>
              <w:tabs>
                <w:tab w:val="left" w:pos="3011"/>
              </w:tabs>
            </w:pPr>
            <w:sdt>
              <w:sdtPr>
                <w:rPr>
                  <w:rFonts w:cstheme="minorHAnsi"/>
                  <w:sz w:val="20"/>
                  <w:szCs w:val="20"/>
                  <w:highlight w:val="lightGray"/>
                  <w:lang w:val="en-US"/>
                </w:rPr>
                <w:id w:val="2089722871"/>
                <w:placeholder>
                  <w:docPart w:val="50EE135BF6C343DD8B4FE156F3D673DE"/>
                </w:placeholder>
                <w:comboBox>
                  <w:listItem w:value="Choose an item."/>
                  <w:listItem w:displayText="Shall be considered." w:value="Shall be considered."/>
                  <w:listItem w:displayText="Shall not be considered." w:value="Shall not be considered."/>
                </w:comboBox>
              </w:sdtPr>
              <w:sdtEndPr/>
              <w:sdtContent>
                <w:r w:rsidR="00905F29">
                  <w:rPr>
                    <w:rFonts w:cstheme="minorHAnsi"/>
                    <w:sz w:val="20"/>
                    <w:szCs w:val="20"/>
                    <w:highlight w:val="lightGray"/>
                    <w:lang w:val="en-US"/>
                  </w:rPr>
                  <w:t>Shall not be considered.</w:t>
                </w:r>
              </w:sdtContent>
            </w:sdt>
          </w:p>
        </w:tc>
      </w:tr>
      <w:tr w:rsidR="008C35D8" w:rsidRPr="0071679F" w14:paraId="4575DBD0" w14:textId="77777777" w:rsidTr="7FB6797A">
        <w:tc>
          <w:tcPr>
            <w:tcW w:w="4531" w:type="dxa"/>
          </w:tcPr>
          <w:p w14:paraId="6A37FE61" w14:textId="0D0A9C85" w:rsidR="008C35D8" w:rsidRPr="009E6922" w:rsidRDefault="008C35D8" w:rsidP="008C35D8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1679F">
              <w:rPr>
                <w:b/>
                <w:bCs/>
                <w:sz w:val="20"/>
                <w:szCs w:val="20"/>
                <w:lang w:val="en-US"/>
              </w:rPr>
              <w:t>Quotations currencies</w:t>
            </w:r>
            <w:r w:rsidR="009E6922">
              <w:rPr>
                <w:b/>
                <w:bCs/>
                <w:sz w:val="20"/>
                <w:szCs w:val="20"/>
                <w:lang w:val="en-US"/>
              </w:rPr>
              <w:t xml:space="preserve"> / </w:t>
            </w:r>
            <w:r w:rsidR="009E6922" w:rsidRPr="009E6922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>Devises de cotation</w:t>
            </w:r>
          </w:p>
        </w:tc>
        <w:tc>
          <w:tcPr>
            <w:tcW w:w="4531" w:type="dxa"/>
          </w:tcPr>
          <w:p w14:paraId="0126B838" w14:textId="44B2D2E0" w:rsidR="008C35D8" w:rsidRPr="0071679F" w:rsidRDefault="008C35D8" w:rsidP="008C35D8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Prices shall be quoted in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alias w:val="Insert currency(ies)"/>
                <w:tag w:val="Insert currency(ies)"/>
                <w:id w:val="2146688828"/>
                <w:placeholder>
                  <w:docPart w:val="51877BFC9A4D48F694F5AAFFDB1DA103"/>
                </w:placeholder>
                <w:text/>
              </w:sdtPr>
              <w:sdtEndPr/>
              <w:sdtContent>
                <w:r w:rsidR="00905F29">
                  <w:rPr>
                    <w:rFonts w:cstheme="minorHAnsi"/>
                    <w:sz w:val="20"/>
                    <w:szCs w:val="20"/>
                    <w:lang w:val="en-US"/>
                  </w:rPr>
                  <w:t>XAF</w:t>
                </w:r>
              </w:sdtContent>
            </w:sdt>
          </w:p>
        </w:tc>
      </w:tr>
      <w:tr w:rsidR="00DB2E67" w:rsidRPr="0071679F" w14:paraId="5AAF410B" w14:textId="77777777" w:rsidTr="7FB6797A">
        <w:tc>
          <w:tcPr>
            <w:tcW w:w="4531" w:type="dxa"/>
          </w:tcPr>
          <w:p w14:paraId="557E9F7E" w14:textId="0F5C35C7" w:rsidR="00DB2E67" w:rsidRPr="00EB36CD" w:rsidRDefault="00DB2E67" w:rsidP="00EB36CD">
            <w:pPr>
              <w:pStyle w:val="NormalWeb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zh-CN"/>
              </w:rPr>
            </w:pPr>
            <w:r w:rsidRPr="009E6922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zh-CN"/>
              </w:rPr>
              <w:t>Contract award to one or more vendor</w:t>
            </w:r>
            <w:r w:rsidR="009E6922" w:rsidRPr="009E6922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zh-CN"/>
              </w:rPr>
              <w:t xml:space="preserve"> / </w:t>
            </w:r>
            <w:r w:rsidR="009E6922" w:rsidRPr="009E6922">
              <w:rPr>
                <w:rFonts w:asciiTheme="minorHAnsi" w:eastAsiaTheme="minorEastAsia" w:hAnsiTheme="minorHAnsi" w:cstheme="minorBidi"/>
                <w:b/>
                <w:bCs/>
                <w:color w:val="1F3864" w:themeColor="accent1" w:themeShade="80"/>
                <w:sz w:val="20"/>
                <w:szCs w:val="20"/>
                <w:lang w:eastAsia="zh-CN"/>
              </w:rPr>
              <w:t>Attribution du contrat à un ou plusieurs fournisseurs</w:t>
            </w:r>
          </w:p>
        </w:tc>
        <w:tc>
          <w:tcPr>
            <w:tcW w:w="4531" w:type="dxa"/>
          </w:tcPr>
          <w:p w14:paraId="75B97D69" w14:textId="77777777" w:rsidR="00DB2E67" w:rsidRPr="0071679F" w:rsidRDefault="00DB2E67" w:rsidP="00DB2E6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UN Women will award a contract to:</w:t>
            </w:r>
          </w:p>
          <w:sdt>
            <w:sdtPr>
              <w:rPr>
                <w:rFonts w:eastAsia="Times New Roman" w:cstheme="minorHAnsi"/>
                <w:sz w:val="20"/>
                <w:szCs w:val="20"/>
                <w:lang w:val="en-US"/>
              </w:rPr>
              <w:id w:val="-1083370359"/>
              <w:placeholder>
                <w:docPart w:val="D59E4EC4AEB64D979EE03EC50D064461"/>
              </w:placeholder>
              <w:comboBox>
                <w:listItem w:value="Choose an item."/>
                <w:listItem w:displayText="One Vendor Only" w:value="One Vendor Only"/>
                <w:listItem w:displayText="One or more Vendors, depending on the following factors: [enter details]  " w:value="One or more Vendors, depending on the following factors: [enter details]  "/>
              </w:comboBox>
            </w:sdtPr>
            <w:sdtEndPr/>
            <w:sdtContent>
              <w:p w14:paraId="680D20C6" w14:textId="0FC1E773" w:rsidR="00DB2E67" w:rsidRPr="0071679F" w:rsidRDefault="00905F29" w:rsidP="00DB2E67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>
                  <w:rPr>
                    <w:rFonts w:eastAsia="Times New Roman" w:cstheme="minorHAnsi"/>
                    <w:sz w:val="20"/>
                    <w:szCs w:val="20"/>
                    <w:lang w:val="en-US"/>
                  </w:rPr>
                  <w:t>One Vendor Only</w:t>
                </w:r>
              </w:p>
            </w:sdtContent>
          </w:sdt>
        </w:tc>
      </w:tr>
      <w:tr w:rsidR="00C23906" w:rsidRPr="0071679F" w14:paraId="7EFBEA40" w14:textId="77777777" w:rsidTr="7FB6797A">
        <w:tc>
          <w:tcPr>
            <w:tcW w:w="4531" w:type="dxa"/>
          </w:tcPr>
          <w:p w14:paraId="105F192B" w14:textId="60789A87" w:rsidR="00C23906" w:rsidRPr="009E6922" w:rsidRDefault="00C23906" w:rsidP="00C23906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E6922">
              <w:rPr>
                <w:b/>
                <w:bCs/>
                <w:sz w:val="20"/>
                <w:szCs w:val="20"/>
                <w:lang w:val="en-US"/>
              </w:rPr>
              <w:t>Other information related to the RFQ</w:t>
            </w:r>
            <w:r w:rsidR="009E6922" w:rsidRPr="009E692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9E6922" w:rsidRPr="009E6922">
              <w:rPr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t>/ Autres renseignements liés à l’appel d’offres</w:t>
            </w:r>
          </w:p>
        </w:tc>
        <w:tc>
          <w:tcPr>
            <w:tcW w:w="4531" w:type="dxa"/>
          </w:tcPr>
          <w:p w14:paraId="38456215" w14:textId="4D71A2F2" w:rsidR="00C23906" w:rsidRDefault="002F3FCD" w:rsidP="00C23906">
            <w:pPr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>Le dépôt des échantillons est obligatoire</w:t>
            </w:r>
            <w:r w:rsidR="00F54ECB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 xml:space="preserve"> pour permettre une meilleure évaluation des services proposes.</w:t>
            </w:r>
            <w:r w:rsidR="009577C6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 xml:space="preserve"> Le recrutement se fera avec une </w:t>
            </w:r>
            <w:r w:rsidR="000466CD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>enterprise</w:t>
            </w:r>
            <w:r w:rsidR="009577C6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 xml:space="preserve"> locale </w:t>
            </w:r>
            <w:r w:rsidR="008A2DE7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>du SENEGAL</w:t>
            </w:r>
            <w:r w:rsidR="009577C6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val="en-US"/>
              </w:rPr>
              <w:t>.</w:t>
            </w:r>
          </w:p>
          <w:p w14:paraId="52AB4426" w14:textId="77777777" w:rsidR="001861C4" w:rsidRDefault="001861C4" w:rsidP="00C23906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2B5535C1" w14:textId="66FDA959" w:rsidR="001861C4" w:rsidRPr="0071679F" w:rsidRDefault="001861C4" w:rsidP="00C23906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861C4">
              <w:rPr>
                <w:rFonts w:ascii="Calibri" w:hAnsi="Calibri" w:cs="Calibri"/>
                <w:sz w:val="20"/>
                <w:szCs w:val="20"/>
                <w:lang w:val="en-US"/>
              </w:rPr>
              <w:t>The deposit of samples is mandatory to allow a better evaluation of the services offered.</w:t>
            </w:r>
            <w:r w:rsidR="00C41DB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="00C41DB8" w:rsidRPr="00C41DB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Recruitment will be done with a local </w:t>
            </w:r>
            <w:r w:rsidR="008A2DE7">
              <w:rPr>
                <w:rFonts w:ascii="Calibri" w:hAnsi="Calibri" w:cs="Calibri"/>
                <w:sz w:val="20"/>
                <w:szCs w:val="20"/>
                <w:lang w:val="en-US"/>
              </w:rPr>
              <w:t>SENEGAL</w:t>
            </w:r>
            <w:r w:rsidR="00C41DB8" w:rsidRPr="00C41DB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company.</w:t>
            </w:r>
          </w:p>
        </w:tc>
      </w:tr>
    </w:tbl>
    <w:p w14:paraId="727AE093" w14:textId="77777777" w:rsidR="008B2807" w:rsidRPr="0071679F" w:rsidRDefault="008B2807" w:rsidP="008B2807">
      <w:pPr>
        <w:pStyle w:val="HEADING"/>
      </w:pPr>
      <w:r w:rsidRPr="0071679F">
        <w:lastRenderedPageBreak/>
        <w:t>Schedule of Requirements</w:t>
      </w:r>
    </w:p>
    <w:p w14:paraId="7599D48A" w14:textId="77777777" w:rsidR="00A8126B" w:rsidRDefault="00A8126B" w:rsidP="005F615E">
      <w:pPr>
        <w:spacing w:after="0" w:line="240" w:lineRule="auto"/>
        <w:rPr>
          <w:rFonts w:ascii="Calibri" w:hAnsi="Calibri"/>
          <w:i/>
          <w:color w:val="FF0000"/>
          <w:sz w:val="20"/>
          <w:szCs w:val="20"/>
          <w:lang w:val="en-US"/>
        </w:rPr>
      </w:pPr>
    </w:p>
    <w:p w14:paraId="59F0843B" w14:textId="5D7BE8AB" w:rsidR="003C15DE" w:rsidRPr="0071679F" w:rsidRDefault="003C15D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Goods:</w:t>
      </w:r>
    </w:p>
    <w:p w14:paraId="56F18FEF" w14:textId="77777777" w:rsidR="008C500E" w:rsidRPr="0071679F" w:rsidRDefault="008C500E" w:rsidP="008C500E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Calibri" w:hAnsi="Calibri" w:cs="Calibri"/>
          <w:b/>
          <w:bCs/>
          <w:sz w:val="20"/>
          <w:lang w:val="en-US"/>
        </w:rPr>
      </w:pPr>
    </w:p>
    <w:tbl>
      <w:tblPr>
        <w:tblStyle w:val="TableGrid"/>
        <w:tblW w:w="9685" w:type="dxa"/>
        <w:tblLook w:val="04A0" w:firstRow="1" w:lastRow="0" w:firstColumn="1" w:lastColumn="0" w:noHBand="0" w:noVBand="1"/>
      </w:tblPr>
      <w:tblGrid>
        <w:gridCol w:w="831"/>
        <w:gridCol w:w="6961"/>
        <w:gridCol w:w="959"/>
        <w:gridCol w:w="934"/>
      </w:tblGrid>
      <w:tr w:rsidR="008C500E" w:rsidRPr="0071679F" w14:paraId="0B91B6C3" w14:textId="77777777" w:rsidTr="001E4D88">
        <w:tc>
          <w:tcPr>
            <w:tcW w:w="831" w:type="dxa"/>
            <w:shd w:val="clear" w:color="auto" w:fill="E7E6E6" w:themeFill="background2"/>
            <w:vAlign w:val="center"/>
          </w:tcPr>
          <w:p w14:paraId="0C2BB33F" w14:textId="77777777" w:rsidR="008C500E" w:rsidRPr="0071679F" w:rsidRDefault="008C500E" w:rsidP="001E4D8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Item No</w:t>
            </w:r>
          </w:p>
        </w:tc>
        <w:tc>
          <w:tcPr>
            <w:tcW w:w="6961" w:type="dxa"/>
            <w:shd w:val="clear" w:color="auto" w:fill="E7E6E6" w:themeFill="background2"/>
            <w:vAlign w:val="center"/>
          </w:tcPr>
          <w:p w14:paraId="03882F30" w14:textId="77777777" w:rsidR="008C500E" w:rsidRPr="0071679F" w:rsidRDefault="008C500E" w:rsidP="001E4D8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Minimum Technical Requirements</w:t>
            </w:r>
          </w:p>
        </w:tc>
        <w:tc>
          <w:tcPr>
            <w:tcW w:w="959" w:type="dxa"/>
            <w:shd w:val="clear" w:color="auto" w:fill="E7E6E6" w:themeFill="background2"/>
            <w:vAlign w:val="center"/>
          </w:tcPr>
          <w:p w14:paraId="1A86F9DD" w14:textId="77777777" w:rsidR="008C500E" w:rsidRPr="0071679F" w:rsidRDefault="008C500E" w:rsidP="001E4D8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Unit</w:t>
            </w:r>
          </w:p>
        </w:tc>
        <w:tc>
          <w:tcPr>
            <w:tcW w:w="934" w:type="dxa"/>
            <w:shd w:val="clear" w:color="auto" w:fill="E7E6E6" w:themeFill="background2"/>
            <w:vAlign w:val="center"/>
          </w:tcPr>
          <w:p w14:paraId="472C5A51" w14:textId="77777777" w:rsidR="008C500E" w:rsidRPr="0071679F" w:rsidRDefault="008C500E" w:rsidP="001E4D8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Quantity</w:t>
            </w:r>
          </w:p>
        </w:tc>
      </w:tr>
      <w:tr w:rsidR="008C500E" w:rsidRPr="0071679F" w14:paraId="2A61B37E" w14:textId="77777777" w:rsidTr="001E4D88">
        <w:tc>
          <w:tcPr>
            <w:tcW w:w="831" w:type="dxa"/>
          </w:tcPr>
          <w:sdt>
            <w:sdtPr>
              <w:rPr>
                <w:rFonts w:ascii="Calibri" w:hAnsi="Calibri" w:cs="Calibri"/>
                <w:b/>
                <w:sz w:val="20"/>
                <w:lang w:val="en-US"/>
              </w:rPr>
              <w:id w:val="234208300"/>
              <w:placeholder>
                <w:docPart w:val="81F37EB887B147FD85797E0B5F0F96CE"/>
              </w:placeholder>
              <w:text/>
            </w:sdtPr>
            <w:sdtEndPr/>
            <w:sdtContent>
              <w:p w14:paraId="701D0871" w14:textId="30E5E6C9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="Calibri" w:hAnsi="Calibri" w:cs="Calibri"/>
                    <w:b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/>
                    <w:sz w:val="20"/>
                    <w:lang w:val="en-US"/>
                  </w:rPr>
                  <w:t>1</w:t>
                </w:r>
              </w:p>
            </w:sdtContent>
          </w:sdt>
        </w:tc>
        <w:tc>
          <w:tcPr>
            <w:tcW w:w="6961" w:type="dxa"/>
          </w:tcPr>
          <w:p w14:paraId="09DDDD27" w14:textId="77777777" w:rsidR="008C500E" w:rsidRPr="00A72237" w:rsidRDefault="005354BF" w:rsidP="0096261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Flyers</w:t>
            </w:r>
          </w:p>
          <w:p w14:paraId="53C071F4" w14:textId="77777777" w:rsidR="00625257" w:rsidRPr="00A72237" w:rsidRDefault="00625257" w:rsidP="0096261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1000 (Flyers-A6) </w:t>
            </w:r>
          </w:p>
          <w:p w14:paraId="1979CAAC" w14:textId="77777777" w:rsidR="00361FE5" w:rsidRPr="00A72237" w:rsidRDefault="00625257" w:rsidP="0096261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1000 (Affiches- A4) </w:t>
            </w:r>
          </w:p>
          <w:p w14:paraId="24D9BA55" w14:textId="028DDC6A" w:rsidR="00625257" w:rsidRPr="00A72237" w:rsidRDefault="00361FE5" w:rsidP="00962618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Papier:</w:t>
            </w:r>
            <w:r w:rsidR="00625257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</w:t>
            </w:r>
            <w:r w:rsidR="00B73BEC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Satiné:</w:t>
            </w:r>
            <w:r w:rsidR="00625257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100g, 160g, 200g, 280g, 350g </w:t>
            </w:r>
            <w:r w:rsidR="00B73BEC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Impression:</w:t>
            </w:r>
            <w:r w:rsidR="00625257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recto</w:t>
            </w:r>
          </w:p>
        </w:tc>
        <w:tc>
          <w:tcPr>
            <w:tcW w:w="959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898566010"/>
              <w:placeholder>
                <w:docPart w:val="4040FDFE6EEE471D8FD0E9A371FB55EB"/>
              </w:placeholder>
              <w:text/>
            </w:sdtPr>
            <w:sdtEndPr/>
            <w:sdtContent>
              <w:p w14:paraId="4FCE1C47" w14:textId="4F247CD4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Unité</w:t>
                </w:r>
              </w:p>
            </w:sdtContent>
          </w:sdt>
        </w:tc>
        <w:tc>
          <w:tcPr>
            <w:tcW w:w="934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-46297418"/>
              <w:placeholder>
                <w:docPart w:val="0EAC3D9EFE7F416A9810F40FE76C13B2"/>
              </w:placeholder>
              <w:text/>
            </w:sdtPr>
            <w:sdtEndPr/>
            <w:sdtContent>
              <w:p w14:paraId="311FC1FC" w14:textId="32615F60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2000</w:t>
                </w:r>
              </w:p>
            </w:sdtContent>
          </w:sdt>
        </w:tc>
      </w:tr>
      <w:tr w:rsidR="008C500E" w:rsidRPr="0071679F" w14:paraId="2DF9676A" w14:textId="77777777" w:rsidTr="001E4D88">
        <w:tc>
          <w:tcPr>
            <w:tcW w:w="831" w:type="dxa"/>
          </w:tcPr>
          <w:sdt>
            <w:sdtPr>
              <w:rPr>
                <w:rFonts w:ascii="Calibri" w:hAnsi="Calibri" w:cs="Calibri"/>
                <w:b/>
                <w:sz w:val="20"/>
                <w:lang w:val="en-US"/>
              </w:rPr>
              <w:id w:val="1863317174"/>
              <w:placeholder>
                <w:docPart w:val="06C89401F6E04062BDDC3989D2D43F51"/>
              </w:placeholder>
              <w:text/>
            </w:sdtPr>
            <w:sdtEndPr/>
            <w:sdtContent>
              <w:p w14:paraId="012FC58A" w14:textId="52ABE440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="Calibri" w:hAnsi="Calibri" w:cs="Calibri"/>
                    <w:b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/>
                    <w:sz w:val="20"/>
                    <w:lang w:val="en-US"/>
                  </w:rPr>
                  <w:t>2</w:t>
                </w:r>
              </w:p>
            </w:sdtContent>
          </w:sdt>
        </w:tc>
        <w:tc>
          <w:tcPr>
            <w:tcW w:w="6961" w:type="dxa"/>
          </w:tcPr>
          <w:p w14:paraId="4BC3A2E2" w14:textId="6CB0541E" w:rsidR="00372DC5" w:rsidRPr="00A72237" w:rsidRDefault="00590E68" w:rsidP="004C309A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Polos</w:t>
            </w: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br/>
            </w:r>
            <w:r w:rsidR="00EE4F3C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blancs avec messages devant et derrière, insertion de logos </w:t>
            </w:r>
            <w:r w:rsidR="00B73BEC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brodés:</w:t>
            </w:r>
            <w:r w:rsidR="00EE4F3C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Taille, M 50, L 50, XL 50, XXL 50 </w:t>
            </w:r>
          </w:p>
          <w:p w14:paraId="20B9EDAA" w14:textId="4EC2841F" w:rsidR="008C500E" w:rsidRPr="00A72237" w:rsidRDefault="00EE4F3C" w:rsidP="004C309A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</w:pP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les logos à </w:t>
            </w:r>
            <w:r w:rsidR="00A72237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broder:</w:t>
            </w: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NJUREEL avec slogan ( droit </w:t>
            </w:r>
            <w:r w:rsidR="008667F7"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>),</w:t>
            </w:r>
            <w:r w:rsidRPr="00A72237"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t xml:space="preserve"> ONU FEMMES (gauche) Details: 180 g/m2 (White: 175 g/m2) 100% coton piqué bande de propreté dans le même matériau bord côte au col et aux poignets patte de boutonnage 2 boutons fentes latérales pour une meilleure coupe Manches courtes bouton de réserve coutures latérales</w:t>
            </w:r>
          </w:p>
        </w:tc>
        <w:tc>
          <w:tcPr>
            <w:tcW w:w="959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1662501636"/>
              <w:placeholder>
                <w:docPart w:val="BFCF7A5EF16843BF8D2C77CB3EA9E2BF"/>
              </w:placeholder>
              <w:text/>
            </w:sdtPr>
            <w:sdtEndPr/>
            <w:sdtContent>
              <w:p w14:paraId="17DF64E2" w14:textId="2B3F3E04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Unité</w:t>
                </w:r>
              </w:p>
            </w:sdtContent>
          </w:sdt>
        </w:tc>
        <w:tc>
          <w:tcPr>
            <w:tcW w:w="934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795186267"/>
              <w:placeholder>
                <w:docPart w:val="F1F7C28E47B6480BB929A431365395F1"/>
              </w:placeholder>
              <w:text/>
            </w:sdtPr>
            <w:sdtEndPr/>
            <w:sdtContent>
              <w:p w14:paraId="702DF413" w14:textId="27716B24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200</w:t>
                </w:r>
              </w:p>
            </w:sdtContent>
          </w:sdt>
        </w:tc>
      </w:tr>
      <w:tr w:rsidR="008C500E" w:rsidRPr="0071679F" w14:paraId="2C3A5D46" w14:textId="77777777" w:rsidTr="001E4D88">
        <w:tc>
          <w:tcPr>
            <w:tcW w:w="831" w:type="dxa"/>
          </w:tcPr>
          <w:sdt>
            <w:sdtPr>
              <w:rPr>
                <w:rFonts w:ascii="Calibri" w:hAnsi="Calibri" w:cs="Calibri"/>
                <w:b/>
                <w:sz w:val="20"/>
                <w:lang w:val="en-US"/>
              </w:rPr>
              <w:id w:val="572624804"/>
              <w:placeholder>
                <w:docPart w:val="1C038271CBD74C3493E38EF83FC10666"/>
              </w:placeholder>
              <w:text/>
            </w:sdtPr>
            <w:sdtEndPr/>
            <w:sdtContent>
              <w:p w14:paraId="54011BF5" w14:textId="669EF63B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="Calibri" w:hAnsi="Calibri" w:cs="Calibri"/>
                    <w:b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/>
                    <w:sz w:val="20"/>
                    <w:lang w:val="en-US"/>
                  </w:rPr>
                  <w:t>3</w:t>
                </w:r>
              </w:p>
            </w:sdtContent>
          </w:sdt>
        </w:tc>
        <w:sdt>
          <w:sdtPr>
            <w:rPr>
              <w:rFonts w:asciiTheme="minorHAnsi" w:eastAsiaTheme="minorEastAsia" w:hAnsiTheme="minorHAnsi" w:cstheme="minorHAnsi"/>
              <w:b/>
              <w:bCs/>
              <w:iCs/>
              <w:spacing w:val="0"/>
              <w:sz w:val="20"/>
              <w:lang w:val="en-US" w:eastAsia="zh-CN"/>
            </w:rPr>
            <w:id w:val="420139445"/>
            <w:placeholder>
              <w:docPart w:val="614B2C1C81D64BF0859D5A0C16961847"/>
            </w:placeholder>
            <w:text w:multiLine="1"/>
          </w:sdtPr>
          <w:sdtEndPr/>
          <w:sdtContent>
            <w:tc>
              <w:tcPr>
                <w:tcW w:w="6961" w:type="dxa"/>
              </w:tcPr>
              <w:p w14:paraId="499A66A9" w14:textId="3A962FE4" w:rsidR="008C500E" w:rsidRPr="0071679F" w:rsidRDefault="00905F29" w:rsidP="00783DF6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left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 xml:space="preserve">Tee-shirts </w:t>
                </w: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br/>
                  <w:t>blancs de bonne avec messages devant et derrière: Taille S 200, M 200, L 200, XL 200, XXL 200:  les logos: NJUREEL avec slogan ( droit ), ONU FEMMES (gauche)</w:t>
                </w: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br/>
                  <w:t>Details:</w:t>
                </w: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br/>
                  <w:t>Couleur de fond: Blanc</w:t>
                </w: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br/>
                  <w:t>Grammage minimum du polo :140 g/m² · 100% coton (bio), Fin bord côte au col ·Bande de propreté ·Double piqûre au cou et à l'ourlet ·Coutures latérales ·Pas d`étiquette B&amp;C pour un rebranding parfait · Surface très lisse pour une impression lumineuse</w:t>
                </w:r>
              </w:p>
            </w:tc>
          </w:sdtContent>
        </w:sdt>
        <w:tc>
          <w:tcPr>
            <w:tcW w:w="959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290261140"/>
              <w:placeholder>
                <w:docPart w:val="1A442DBEBE304675B870B1D1161D4B81"/>
              </w:placeholder>
              <w:text/>
            </w:sdtPr>
            <w:sdtEndPr/>
            <w:sdtContent>
              <w:p w14:paraId="4361475F" w14:textId="5B737F7F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Unité</w:t>
                </w:r>
              </w:p>
            </w:sdtContent>
          </w:sdt>
        </w:tc>
        <w:tc>
          <w:tcPr>
            <w:tcW w:w="934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268129116"/>
              <w:placeholder>
                <w:docPart w:val="CA2BFB3FD9A5480F95FDD187BAAA4BC7"/>
              </w:placeholder>
              <w:text/>
            </w:sdtPr>
            <w:sdtEndPr/>
            <w:sdtContent>
              <w:p w14:paraId="05FBE986" w14:textId="3FD3719C" w:rsidR="008C500E" w:rsidRPr="00F05F63" w:rsidRDefault="00905F29" w:rsidP="00F05F63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center"/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1000</w:t>
                </w:r>
              </w:p>
            </w:sdtContent>
          </w:sdt>
        </w:tc>
      </w:tr>
      <w:tr w:rsidR="00000B70" w:rsidRPr="0071679F" w14:paraId="594E5FE5" w14:textId="77777777" w:rsidTr="001E4D88">
        <w:tc>
          <w:tcPr>
            <w:tcW w:w="831" w:type="dxa"/>
          </w:tcPr>
          <w:p w14:paraId="32321BFE" w14:textId="7F033B7B" w:rsidR="00000B70" w:rsidRPr="00C91325" w:rsidRDefault="00000B70" w:rsidP="00C9132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center"/>
              <w:rPr>
                <w:rFonts w:ascii="Calibri" w:hAnsi="Calibri" w:cs="Calibri"/>
                <w:b/>
                <w:sz w:val="20"/>
                <w:lang w:val="en-US"/>
              </w:rPr>
            </w:pPr>
            <w:r w:rsidRPr="00C91325">
              <w:rPr>
                <w:rFonts w:ascii="Calibri" w:hAnsi="Calibri" w:cs="Calibri"/>
                <w:b/>
                <w:sz w:val="20"/>
                <w:lang w:val="en-US"/>
              </w:rPr>
              <w:t>4</w:t>
            </w:r>
          </w:p>
        </w:tc>
        <w:tc>
          <w:tcPr>
            <w:tcW w:w="6961" w:type="dxa"/>
          </w:tcPr>
          <w:p w14:paraId="5CB08598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 xml:space="preserve">Casquettes </w:t>
            </w:r>
          </w:p>
          <w:p w14:paraId="6AE48F4C" w14:textId="3827749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blanches avec insertion logo :  Casquettes blanches avec insertion logo : NJUREEL</w:t>
            </w:r>
          </w:p>
          <w:p w14:paraId="5D5A395D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Couleur : Blanc Details:</w:t>
            </w:r>
          </w:p>
          <w:p w14:paraId="569921C1" w14:textId="7D068AAE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125 g/m²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 xml:space="preserve">; </w:t>
            </w: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100% polyester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 xml:space="preserve">; </w:t>
            </w: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5 panneaux</w:t>
            </w:r>
          </w:p>
          <w:p w14:paraId="4BB0DEE6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panneau central sans couture</w:t>
            </w:r>
          </w:p>
          <w:p w14:paraId="5B640C13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6 surpiqûres sur la visière</w:t>
            </w:r>
          </w:p>
          <w:p w14:paraId="28300BAC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visière en PU recyclé</w:t>
            </w:r>
          </w:p>
          <w:p w14:paraId="563C85FF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oeillets </w:t>
            </w:r>
          </w:p>
          <w:p w14:paraId="6AED7089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taille ajustable avec fermeture auto-agrippante</w:t>
            </w:r>
          </w:p>
          <w:p w14:paraId="32031D00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étiquette détachable</w:t>
            </w:r>
          </w:p>
          <w:p w14:paraId="3C7C4BC3" w14:textId="77777777" w:rsidR="00000B70" w:rsidRPr="00000B70" w:rsidRDefault="00000B70" w:rsidP="00000B70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000B70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convient à la broderie et le transfert</w:t>
            </w:r>
          </w:p>
          <w:p w14:paraId="4768A6E8" w14:textId="77777777" w:rsidR="00000B70" w:rsidRPr="0071679F" w:rsidRDefault="00000B70" w:rsidP="00000B70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left"/>
              <w:rPr>
                <w:rFonts w:ascii="Calibri" w:hAnsi="Calibri" w:cs="Calibri"/>
                <w:bCs/>
                <w:sz w:val="20"/>
                <w:lang w:val="en-US"/>
              </w:rPr>
            </w:pPr>
          </w:p>
        </w:tc>
        <w:tc>
          <w:tcPr>
            <w:tcW w:w="959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-510447039"/>
              <w:placeholder>
                <w:docPart w:val="1C346F4FAACC46A4BFE114AD618275C3"/>
              </w:placeholder>
              <w:text/>
            </w:sdtPr>
            <w:sdtEndPr/>
            <w:sdtContent>
              <w:p w14:paraId="14D7DEA3" w14:textId="3BC50FC0" w:rsidR="00000B70" w:rsidRDefault="00905F29" w:rsidP="00000B70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Theme="minorHAnsi" w:eastAsiaTheme="minorEastAsia" w:hAnsiTheme="minorHAnsi" w:cstheme="minorHAnsi"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Unité</w:t>
                </w:r>
              </w:p>
            </w:sdtContent>
          </w:sdt>
        </w:tc>
        <w:tc>
          <w:tcPr>
            <w:tcW w:w="934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823863729"/>
              <w:placeholder>
                <w:docPart w:val="46A48B90BD44402DAFE4584828BA14DB"/>
              </w:placeholder>
              <w:text/>
            </w:sdtPr>
            <w:sdtEndPr/>
            <w:sdtContent>
              <w:p w14:paraId="3884CA37" w14:textId="6BCDFF3E" w:rsidR="00000B70" w:rsidRDefault="00905F29" w:rsidP="00000B70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Theme="minorHAnsi" w:eastAsiaTheme="minorEastAsia" w:hAnsiTheme="minorHAnsi" w:cstheme="minorHAnsi"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300</w:t>
                </w:r>
              </w:p>
            </w:sdtContent>
          </w:sdt>
        </w:tc>
      </w:tr>
      <w:tr w:rsidR="00FD4F5B" w:rsidRPr="0071679F" w14:paraId="1AE8D24E" w14:textId="77777777" w:rsidTr="001E4D88">
        <w:tc>
          <w:tcPr>
            <w:tcW w:w="831" w:type="dxa"/>
          </w:tcPr>
          <w:p w14:paraId="3BD40D3A" w14:textId="721EAF38" w:rsidR="00FD4F5B" w:rsidRPr="00FD4F5B" w:rsidRDefault="00FD4F5B" w:rsidP="00FD4F5B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jc w:val="center"/>
              <w:rPr>
                <w:rFonts w:ascii="Calibri" w:hAnsi="Calibri" w:cs="Calibri"/>
                <w:b/>
                <w:sz w:val="20"/>
                <w:lang w:val="en-US"/>
              </w:rPr>
            </w:pPr>
            <w:r w:rsidRPr="00FD4F5B">
              <w:rPr>
                <w:rFonts w:ascii="Calibri" w:hAnsi="Calibri" w:cs="Calibri"/>
                <w:b/>
                <w:sz w:val="20"/>
                <w:lang w:val="en-US"/>
              </w:rPr>
              <w:t>5</w:t>
            </w:r>
          </w:p>
        </w:tc>
        <w:tc>
          <w:tcPr>
            <w:tcW w:w="6961" w:type="dxa"/>
          </w:tcPr>
          <w:p w14:paraId="5EC2D72D" w14:textId="7DE861EE" w:rsidR="00FD4F5B" w:rsidRPr="00FD4F5B" w:rsidRDefault="00FD4F5B" w:rsidP="00FD4F5B">
            <w:pPr>
              <w:shd w:val="clear" w:color="auto" w:fill="FFFFFF"/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FD4F5B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 xml:space="preserve">Catalogues de présentation Njureel, plastifiés </w:t>
            </w:r>
          </w:p>
          <w:p w14:paraId="510C4808" w14:textId="0A1FEF1C" w:rsidR="00FD4F5B" w:rsidRPr="00FD4F5B" w:rsidRDefault="00FD4F5B" w:rsidP="00FD4F5B">
            <w:pPr>
              <w:shd w:val="clear" w:color="auto" w:fill="FFFFFF"/>
              <w:rPr>
                <w:rFonts w:ascii="Calibri" w:eastAsia="Times New Roman" w:hAnsi="Calibri" w:cs="Calibri"/>
                <w:color w:val="201F1E"/>
                <w:lang w:val="en-US" w:eastAsia="en-US"/>
              </w:rPr>
            </w:pPr>
            <w:r w:rsidRPr="00FD4F5B">
              <w:rPr>
                <w:rFonts w:cstheme="minorHAnsi"/>
                <w:b/>
                <w:bCs/>
                <w:iCs/>
                <w:sz w:val="20"/>
                <w:szCs w:val="20"/>
                <w:lang w:val="en-US"/>
              </w:rPr>
              <w:t>Details :  A4 fermé – 6 pages, Dimensions : 21 cm x 29,7 cm, 1 pli central, Papier de 250 à 350 g/m², Reliure thermocollée, Mise en forme avant impression</w:t>
            </w:r>
          </w:p>
        </w:tc>
        <w:tc>
          <w:tcPr>
            <w:tcW w:w="959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796802296"/>
              <w:placeholder>
                <w:docPart w:val="4572773AFBA7437B8F211D366BBFEB7E"/>
              </w:placeholder>
              <w:text/>
            </w:sdtPr>
            <w:sdtEndPr/>
            <w:sdtContent>
              <w:p w14:paraId="5F342C34" w14:textId="12EE1418" w:rsidR="00FD4F5B" w:rsidRDefault="00905F29" w:rsidP="00FD4F5B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Theme="minorHAnsi" w:eastAsiaTheme="minorEastAsia" w:hAnsiTheme="minorHAnsi" w:cstheme="minorHAnsi"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Unité</w:t>
                </w:r>
              </w:p>
            </w:sdtContent>
          </w:sdt>
        </w:tc>
        <w:tc>
          <w:tcPr>
            <w:tcW w:w="934" w:type="dxa"/>
          </w:tcPr>
          <w:sdt>
            <w:sdtPr>
              <w:rPr>
                <w:rFonts w:asciiTheme="minorHAnsi" w:eastAsiaTheme="minorEastAsia" w:hAnsiTheme="minorHAnsi" w:cstheme="minorHAnsi"/>
                <w:b/>
                <w:bCs/>
                <w:iCs/>
                <w:spacing w:val="0"/>
                <w:sz w:val="20"/>
                <w:lang w:val="en-US" w:eastAsia="zh-CN"/>
              </w:rPr>
              <w:id w:val="1240052312"/>
              <w:placeholder>
                <w:docPart w:val="5F1BCA2CB4C14936A0C684BD3A4DF04A"/>
              </w:placeholder>
              <w:text/>
            </w:sdtPr>
            <w:sdtEndPr/>
            <w:sdtContent>
              <w:p w14:paraId="6F90A3CD" w14:textId="2C9383F9" w:rsidR="00FD4F5B" w:rsidRDefault="00905F29" w:rsidP="00FD4F5B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Theme="minorHAnsi" w:eastAsiaTheme="minorEastAsia" w:hAnsiTheme="minorHAnsi" w:cstheme="minorHAnsi"/>
                    <w:iCs/>
                    <w:spacing w:val="0"/>
                    <w:sz w:val="20"/>
                    <w:lang w:val="en-US" w:eastAsia="zh-CN"/>
                  </w:rPr>
                </w:pPr>
                <w:r>
                  <w:rPr>
                    <w:rFonts w:asciiTheme="minorHAnsi" w:eastAsiaTheme="minorEastAsia" w:hAnsiTheme="minorHAnsi" w:cstheme="minorHAnsi"/>
                    <w:b/>
                    <w:bCs/>
                    <w:iCs/>
                    <w:spacing w:val="0"/>
                    <w:sz w:val="20"/>
                    <w:lang w:val="en-US" w:eastAsia="zh-CN"/>
                  </w:rPr>
                  <w:t>200</w:t>
                </w:r>
              </w:p>
            </w:sdtContent>
          </w:sdt>
        </w:tc>
      </w:tr>
    </w:tbl>
    <w:p w14:paraId="1ED3F048" w14:textId="77777777" w:rsidR="00D53528" w:rsidRPr="0071679F" w:rsidRDefault="00D53528" w:rsidP="00C0138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cstheme="minorHAnsi"/>
          <w:sz w:val="20"/>
          <w:lang w:val="en-US"/>
        </w:rPr>
      </w:pPr>
    </w:p>
    <w:p w14:paraId="44D978F2" w14:textId="3324A8DB" w:rsidR="00C175A3" w:rsidRDefault="00C175A3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206EAD41" w14:textId="50F96C55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0BBDCAEE" w14:textId="0B1EBBF8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351DD2B7" w14:textId="5429841B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57BDE08A" w14:textId="2A5BFB15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25BC0C27" w14:textId="3A2AFE7F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1E722F2C" w14:textId="1D886714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14E737AB" w14:textId="054F66F4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522D4B39" w14:textId="2EABA678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0A1E1E7E" w14:textId="40847388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3451053E" w14:textId="2342F763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5B195EF7" w14:textId="775D06F0" w:rsidR="00256D45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46E023E4" w14:textId="77777777" w:rsidR="00256D45" w:rsidRPr="0071679F" w:rsidRDefault="00256D45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6A86E035" w14:textId="1FEE5780" w:rsidR="005F615E" w:rsidRPr="00792DFC" w:rsidRDefault="003C15DE" w:rsidP="00792DFC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lastRenderedPageBreak/>
        <w:t xml:space="preserve">Delivery Requirements </w:t>
      </w:r>
    </w:p>
    <w:tbl>
      <w:tblPr>
        <w:tblStyle w:val="TableGrid"/>
        <w:tblW w:w="9668" w:type="dxa"/>
        <w:tblInd w:w="-34" w:type="dxa"/>
        <w:tblLook w:val="04A0" w:firstRow="1" w:lastRow="0" w:firstColumn="1" w:lastColumn="0" w:noHBand="0" w:noVBand="1"/>
      </w:tblPr>
      <w:tblGrid>
        <w:gridCol w:w="2439"/>
        <w:gridCol w:w="7229"/>
      </w:tblGrid>
      <w:tr w:rsidR="003C15DE" w:rsidRPr="0071679F" w14:paraId="60001E23" w14:textId="77777777" w:rsidTr="7FB6797A">
        <w:trPr>
          <w:trHeight w:val="306"/>
        </w:trPr>
        <w:tc>
          <w:tcPr>
            <w:tcW w:w="9668" w:type="dxa"/>
            <w:gridSpan w:val="2"/>
            <w:shd w:val="clear" w:color="auto" w:fill="D9D9D9" w:themeFill="background1" w:themeFillShade="D9"/>
            <w:vAlign w:val="center"/>
          </w:tcPr>
          <w:p w14:paraId="5354319C" w14:textId="77777777" w:rsidR="003C15DE" w:rsidRPr="0071679F" w:rsidRDefault="003C15DE" w:rsidP="005F615E">
            <w:pPr>
              <w:jc w:val="center"/>
              <w:rPr>
                <w:rFonts w:cstheme="minorHAnsi"/>
                <w:b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iCs/>
                <w:sz w:val="20"/>
                <w:szCs w:val="20"/>
                <w:lang w:val="en-US"/>
              </w:rPr>
              <w:t>Delivery Requirements</w:t>
            </w:r>
          </w:p>
        </w:tc>
      </w:tr>
      <w:tr w:rsidR="003C15DE" w:rsidRPr="0071679F" w14:paraId="750B5677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F911734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date and time</w:t>
            </w:r>
          </w:p>
        </w:tc>
        <w:tc>
          <w:tcPr>
            <w:tcW w:w="7229" w:type="dxa"/>
            <w:vAlign w:val="center"/>
          </w:tcPr>
          <w:p w14:paraId="7C3414B5" w14:textId="6A093379" w:rsidR="003C15DE" w:rsidRPr="0071679F" w:rsidRDefault="00B80341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shall deliver the goods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Time in days/weeks"/>
                <w:tag w:val="Time in days/weeks"/>
                <w:id w:val="-753193266"/>
                <w:placeholder>
                  <w:docPart w:val="9FE420976EE14AAE81D3601AB2E1974E"/>
                </w:placeholder>
                <w:text/>
              </w:sdtPr>
              <w:sdtEndPr/>
              <w:sdtContent>
                <w:r w:rsidR="00905F29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7 days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after Contract signature.</w:t>
            </w:r>
          </w:p>
        </w:tc>
      </w:tr>
      <w:tr w:rsidR="003C15DE" w:rsidRPr="0071679F" w14:paraId="010D7CA7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4F011707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Terms (</w:t>
            </w:r>
            <w:hyperlink r:id="rId12" w:history="1"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INCOTERMS 20</w:t>
              </w:r>
              <w:r w:rsidR="003C30F8"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2</w:t>
              </w:r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0</w:t>
              </w:r>
            </w:hyperlink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979561492"/>
            <w:placeholder>
              <w:docPart w:val="6AB0A3ADB6E74D9492D151FCF69D1639"/>
            </w:placeholder>
            <w:showingPlcHdr/>
            <w:text/>
          </w:sdtPr>
          <w:sdtEndPr/>
          <w:sdtContent>
            <w:tc>
              <w:tcPr>
                <w:tcW w:w="7229" w:type="dxa"/>
                <w:vAlign w:val="center"/>
              </w:tcPr>
              <w:p w14:paraId="77DD54DC" w14:textId="77777777" w:rsidR="003C15DE" w:rsidRPr="0071679F" w:rsidRDefault="003C15DE" w:rsidP="005F615E">
                <w:pPr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3C15DE" w:rsidRPr="0071679F" w14:paraId="4D8EB692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D73C88A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Customs clearance</w:t>
            </w:r>
          </w:p>
          <w:p w14:paraId="5DE146F9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(must be linked to INCOTERM</w:t>
            </w:r>
            <w:r w:rsidR="61649C09" w:rsidRPr="7FB6797A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7229" w:type="dxa"/>
          </w:tcPr>
          <w:p w14:paraId="266CB8F7" w14:textId="11FCA78A" w:rsidR="003C15DE" w:rsidRPr="0071679F" w:rsidRDefault="000466CD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B8B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Not applicable</w:t>
            </w:r>
          </w:p>
          <w:p w14:paraId="3400B4E5" w14:textId="77777777" w:rsidR="003C15DE" w:rsidRPr="0071679F" w:rsidRDefault="003C15DE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>Shall be done by:</w:t>
            </w:r>
          </w:p>
          <w:p w14:paraId="1A2894E1" w14:textId="77777777" w:rsidR="003C15DE" w:rsidRPr="0071679F" w:rsidRDefault="000466CD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894635880"/>
                <w:placeholder>
                  <w:docPart w:val="77A18AE7D6E2449A8858C5E2CE6010D7"/>
                </w:placeholder>
                <w:showingPlcHdr/>
              </w:sdtPr>
              <w:sdtEndPr/>
              <w:sdtContent>
                <w:r w:rsidR="003C15DE"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Name of organisation</w:t>
                </w:r>
              </w:sdtContent>
            </w:sdt>
          </w:p>
          <w:p w14:paraId="21E42D7E" w14:textId="77777777" w:rsidR="003C15DE" w:rsidRPr="0071679F" w:rsidRDefault="000466CD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r w:rsidR="00892101"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>/bidder</w:t>
            </w:r>
          </w:p>
          <w:p w14:paraId="49B205A0" w14:textId="77777777" w:rsidR="003C15DE" w:rsidRPr="0071679F" w:rsidRDefault="000466CD" w:rsidP="005F615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5DE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C15DE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Freight Forwarder</w:t>
            </w:r>
          </w:p>
        </w:tc>
      </w:tr>
      <w:tr w:rsidR="003C15DE" w:rsidRPr="0071679F" w14:paraId="5D7A0C13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6FEEB02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Exact Address(es) of Delivery Location(s)</w:t>
            </w:r>
          </w:p>
        </w:tc>
        <w:tc>
          <w:tcPr>
            <w:tcW w:w="7229" w:type="dxa"/>
            <w:vAlign w:val="center"/>
          </w:tcPr>
          <w:p w14:paraId="2C8AA21D" w14:textId="1FD083C5" w:rsidR="003C15DE" w:rsidRPr="0071679F" w:rsidRDefault="000466CD" w:rsidP="005F615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Enter addresses - identify all if multiple"/>
                <w:tag w:val="Enter addresses - identify all if multiple"/>
                <w:id w:val="-412704902"/>
                <w:placeholder>
                  <w:docPart w:val="4EEE8EA746F14D6A944A22FF94402F9E"/>
                </w:placeholder>
                <w:text w:multiLine="1"/>
              </w:sdtPr>
              <w:sdtEndPr/>
              <w:sdtContent>
                <w:r w:rsidR="00905F29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OFFICE UN WOMEN, SENEGAL</w:t>
                </w:r>
              </w:sdtContent>
            </w:sdt>
          </w:p>
        </w:tc>
      </w:tr>
      <w:tr w:rsidR="003C15DE" w:rsidRPr="0071679F" w14:paraId="292938AA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2E2E1111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Distribution of shipping documents (if using freight forwarder)</w:t>
            </w:r>
          </w:p>
        </w:tc>
        <w:sdt>
          <w:sdtPr>
            <w:rPr>
              <w:rFonts w:cstheme="minorHAnsi"/>
              <w:iCs/>
              <w:sz w:val="20"/>
              <w:lang w:val="en-US"/>
            </w:rPr>
            <w:id w:val="-968903641"/>
            <w:placeholder>
              <w:docPart w:val="0DA8BFBDFB4A47A39DA9807CEC24DC29"/>
            </w:placeholder>
            <w:text w:multiLine="1"/>
          </w:sdtPr>
          <w:sdtEndPr/>
          <w:sdtContent>
            <w:tc>
              <w:tcPr>
                <w:tcW w:w="7229" w:type="dxa"/>
              </w:tcPr>
              <w:p w14:paraId="38517CB0" w14:textId="2503189E" w:rsidR="003C15DE" w:rsidRPr="0071679F" w:rsidRDefault="00905F29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cstheme="minorHAnsi"/>
                    <w:iCs/>
                    <w:sz w:val="20"/>
                    <w:lang w:val="en-US"/>
                  </w:rPr>
                  <w:t>Not applicable</w:t>
                </w:r>
              </w:p>
            </w:tc>
          </w:sdtContent>
        </w:sdt>
      </w:tr>
      <w:tr w:rsidR="003C15DE" w:rsidRPr="0071679F" w14:paraId="78593D00" w14:textId="77777777" w:rsidTr="7FB6797A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2D6FAB99" w14:textId="77777777" w:rsidR="003C15DE" w:rsidRPr="0071679F" w:rsidRDefault="00C175A3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Special</w:t>
            </w:r>
            <w:r w:rsidRPr="0071679F">
              <w:rPr>
                <w:rFonts w:cstheme="minorHAnsi"/>
                <w:b/>
                <w:lang w:val="en-US"/>
              </w:rPr>
              <w:t xml:space="preserve"> </w:t>
            </w:r>
            <w:r w:rsidR="003C15DE" w:rsidRPr="0071679F">
              <w:rPr>
                <w:rFonts w:cstheme="minorHAnsi"/>
                <w:b/>
                <w:sz w:val="20"/>
                <w:szCs w:val="20"/>
                <w:lang w:val="en-US"/>
              </w:rPr>
              <w:t>Packing Requirements</w:t>
            </w:r>
          </w:p>
        </w:tc>
        <w:sdt>
          <w:sdtPr>
            <w:rPr>
              <w:rFonts w:cstheme="minorHAnsi"/>
              <w:b/>
              <w:sz w:val="20"/>
              <w:lang w:val="en-US"/>
            </w:rPr>
            <w:id w:val="1768802495"/>
            <w:placeholder>
              <w:docPart w:val="8D919C08B70E416F987A1C4A3D1D40E7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3016DE41" w14:textId="4A604C9D" w:rsidR="003C15DE" w:rsidRPr="0071679F" w:rsidRDefault="009D1785" w:rsidP="005F615E">
                <w:pPr>
                  <w:pStyle w:val="Sub-ClauseText"/>
                  <w:spacing w:before="0" w:after="0"/>
                  <w:jc w:val="left"/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lang w:val="en-US"/>
                  </w:rPr>
                </w:pPr>
                <w:r w:rsidRPr="005E5F03">
                  <w:rPr>
                    <w:rStyle w:val="PlaceholderText"/>
                    <w:rFonts w:eastAsiaTheme="minorHAnsi" w:cstheme="minorHAnsi"/>
                    <w:sz w:val="20"/>
                  </w:rPr>
                  <w:t>Click or tap here to enter text.</w:t>
                </w:r>
              </w:p>
            </w:tc>
          </w:sdtContent>
        </w:sdt>
      </w:tr>
      <w:tr w:rsidR="003C15DE" w:rsidRPr="0071679F" w14:paraId="6AC02DA6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12861D97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Training on Operations and Maintenance</w:t>
            </w:r>
          </w:p>
        </w:tc>
        <w:sdt>
          <w:sdtPr>
            <w:rPr>
              <w:rFonts w:cstheme="minorHAnsi"/>
              <w:iCs/>
              <w:sz w:val="20"/>
              <w:lang w:val="en-US"/>
            </w:rPr>
            <w:id w:val="131612558"/>
            <w:placeholder>
              <w:docPart w:val="EAB8ECA9C1724EC2AE0D54B31ECD1A8A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3E29F59C" w14:textId="5C4A660E" w:rsidR="003C15DE" w:rsidRPr="0071679F" w:rsidRDefault="00905F29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cstheme="minorHAnsi"/>
                    <w:iCs/>
                    <w:sz w:val="20"/>
                    <w:lang w:val="en-US"/>
                  </w:rPr>
                  <w:t>Not applicable</w:t>
                </w:r>
              </w:p>
            </w:tc>
          </w:sdtContent>
        </w:sdt>
      </w:tr>
      <w:tr w:rsidR="003C15DE" w:rsidRPr="0071679F" w14:paraId="693FC7A5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9A41A2F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Warranty Period</w:t>
            </w:r>
          </w:p>
        </w:tc>
        <w:sdt>
          <w:sdtPr>
            <w:rPr>
              <w:rFonts w:cstheme="minorHAnsi"/>
              <w:iCs/>
              <w:sz w:val="20"/>
              <w:lang w:val="en-US"/>
            </w:rPr>
            <w:id w:val="-123849556"/>
            <w:placeholder>
              <w:docPart w:val="6339E3ABC00A4B25A8AA6939B9E81C0D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578D77F5" w14:textId="72C10EC5" w:rsidR="003C15DE" w:rsidRPr="0071679F" w:rsidRDefault="00905F29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cstheme="minorHAnsi"/>
                    <w:iCs/>
                    <w:sz w:val="20"/>
                    <w:lang w:val="en-US"/>
                  </w:rPr>
                  <w:t>Not applicable</w:t>
                </w:r>
              </w:p>
            </w:tc>
          </w:sdtContent>
        </w:sdt>
      </w:tr>
      <w:tr w:rsidR="003C15DE" w:rsidRPr="0071679F" w14:paraId="26036B77" w14:textId="77777777" w:rsidTr="7FB6797A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4EDAF662" w14:textId="77777777" w:rsidR="003C15DE" w:rsidRPr="0071679F" w:rsidRDefault="003C15DE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86763185"/>
            <w:placeholder>
              <w:docPart w:val="358182F8EEAC483F8F68B7C3B2FB08AD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412AE797" w14:textId="23F32F39" w:rsidR="003C15DE" w:rsidRPr="0071679F" w:rsidRDefault="00905F29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Changement des produits défectueux ou ayant des erreurs</w:t>
                </w:r>
              </w:p>
            </w:tc>
          </w:sdtContent>
        </w:sdt>
      </w:tr>
      <w:tr w:rsidR="003C15DE" w:rsidRPr="0071679F" w14:paraId="44AB7A2C" w14:textId="77777777" w:rsidTr="7FB6797A">
        <w:trPr>
          <w:trHeight w:val="619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C3E8560" w14:textId="77777777" w:rsidR="003C15DE" w:rsidRPr="0071679F" w:rsidRDefault="003C15DE" w:rsidP="7FB6797A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Preferred Mode of Transport</w:t>
            </w:r>
          </w:p>
        </w:tc>
        <w:tc>
          <w:tcPr>
            <w:tcW w:w="7229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id w:val="211002992"/>
              <w:placeholder>
                <w:docPart w:val="AFD76D48BEF74D2D944C1399000EF30B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EndPr/>
            <w:sdtContent>
              <w:p w14:paraId="358FA937" w14:textId="44AE7CCA" w:rsidR="003C15DE" w:rsidRPr="0071679F" w:rsidRDefault="00905F29" w:rsidP="005F615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Land</w:t>
                </w:r>
              </w:p>
            </w:sdtContent>
          </w:sdt>
          <w:p w14:paraId="635B67D6" w14:textId="77777777" w:rsidR="7FB6797A" w:rsidRDefault="7FB6797A"/>
        </w:tc>
      </w:tr>
      <w:tr w:rsidR="00FB6A60" w:rsidRPr="0071679F" w14:paraId="009224D4" w14:textId="77777777" w:rsidTr="7FB6797A">
        <w:trPr>
          <w:trHeight w:val="619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017AC660" w14:textId="77777777" w:rsidR="00FB6A60" w:rsidRPr="0071679F" w:rsidRDefault="00FB6A60" w:rsidP="005F615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Subcontracting</w:t>
            </w:r>
          </w:p>
        </w:tc>
        <w:tc>
          <w:tcPr>
            <w:tcW w:w="7229" w:type="dxa"/>
            <w:vAlign w:val="center"/>
          </w:tcPr>
          <w:p w14:paraId="5E1902ED" w14:textId="77777777" w:rsidR="00FB6A60" w:rsidRPr="0071679F" w:rsidRDefault="00FB6A60" w:rsidP="005F615E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spacing w:val="0"/>
                <w:sz w:val="20"/>
                <w:lang w:val="en-US"/>
              </w:rPr>
            </w:pP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The </w:t>
            </w:r>
            <w:r w:rsidR="00892101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vendor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is strongly encouraged not to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sub-contract &gt; 50% of the </w:t>
            </w:r>
            <w:r w:rsidR="001710E8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total </w:t>
            </w:r>
            <w:r w:rsidRPr="0071679F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work.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</w:t>
            </w:r>
            <w:r w:rsidR="0082743B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If a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vendor</w:t>
            </w:r>
            <w:r w:rsidR="00C863CE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/s</w:t>
            </w:r>
            <w:r w:rsidR="00AE35E4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intend to do so</w:t>
            </w:r>
            <w:r w:rsidR="00C863CE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, they must </w:t>
            </w:r>
            <w:r w:rsidR="00D406BD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state the actual 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percentage</w:t>
            </w:r>
            <w:r w:rsidR="00D406BD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(that will be outsourced) 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in th</w:t>
            </w:r>
            <w:r w:rsidR="001710E8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>eir</w:t>
            </w:r>
            <w:r w:rsidR="005E2C59"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t xml:space="preserve"> offer/quotation. </w:t>
            </w:r>
          </w:p>
        </w:tc>
      </w:tr>
    </w:tbl>
    <w:p w14:paraId="2516545E" w14:textId="162835B1" w:rsidR="008F16D3" w:rsidRDefault="00F94C54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If the goods fail to meet the laid down specifications, the </w:t>
      </w:r>
      <w:r w:rsidR="00892101">
        <w:rPr>
          <w:rFonts w:ascii="Calibri" w:eastAsia="Times New Roman" w:hAnsi="Calibri" w:cs="Calibri"/>
          <w:bCs/>
          <w:sz w:val="20"/>
          <w:szCs w:val="20"/>
          <w:lang w:val="en-US"/>
        </w:rPr>
        <w:t>vendor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shall take immediate steps to remedy the deficiency or replace the defective goods to the satisfaction of UN Women.</w:t>
      </w:r>
    </w:p>
    <w:p w14:paraId="1FA0924E" w14:textId="29B8584E" w:rsidR="00D37594" w:rsidRDefault="00D37594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020615C" w14:textId="1543C2AB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638FCF18" w14:textId="1F08B5AB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C2E34D1" w14:textId="03AD0BA6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0A48AFD" w14:textId="6374E1C7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16066F47" w14:textId="0FE7C46C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49671D9A" w14:textId="13E789E5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34A1CDB7" w14:textId="3E5DAFCF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B2E793C" w14:textId="30EDAEE4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295B2E3B" w14:textId="2A095943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43B23249" w14:textId="263FF748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3823CF66" w14:textId="1D9AD6B5" w:rsidR="00EF7DD2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582B8EC2" w14:textId="77777777" w:rsidR="00EF7DD2" w:rsidRPr="00811DAD" w:rsidRDefault="00EF7DD2" w:rsidP="00811DAD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64AF5A96" w14:textId="77777777" w:rsidR="008B2807" w:rsidRPr="0071679F" w:rsidRDefault="008B2807" w:rsidP="008B2807">
      <w:pPr>
        <w:pStyle w:val="HEADING"/>
      </w:pPr>
      <w:r w:rsidRPr="0071679F">
        <w:lastRenderedPageBreak/>
        <w:t>Technical and Financial Offer</w:t>
      </w:r>
    </w:p>
    <w:p w14:paraId="5FBD2E95" w14:textId="77777777" w:rsidR="001818D2" w:rsidRPr="0071679F" w:rsidRDefault="001818D2" w:rsidP="001818D2">
      <w:pPr>
        <w:spacing w:after="0" w:line="240" w:lineRule="auto"/>
        <w:ind w:right="-566"/>
        <w:rPr>
          <w:rFonts w:cstheme="minorHAnsi"/>
          <w:i/>
          <w:sz w:val="20"/>
          <w:szCs w:val="20"/>
          <w:lang w:val="en-US"/>
        </w:rPr>
      </w:pPr>
    </w:p>
    <w:p w14:paraId="77B0F2CD" w14:textId="77777777" w:rsidR="00E521A9" w:rsidRPr="0071679F" w:rsidRDefault="001818D2" w:rsidP="00230414">
      <w:pPr>
        <w:spacing w:after="0" w:line="240" w:lineRule="auto"/>
        <w:ind w:right="-566"/>
        <w:jc w:val="both"/>
        <w:rPr>
          <w:i/>
          <w:iCs/>
          <w:sz w:val="20"/>
          <w:szCs w:val="20"/>
          <w:lang w:val="en-US"/>
        </w:rPr>
      </w:pPr>
      <w:r w:rsidRPr="00AA3D66">
        <w:rPr>
          <w:b/>
          <w:bCs/>
          <w:i/>
          <w:iCs/>
          <w:sz w:val="20"/>
          <w:szCs w:val="20"/>
          <w:lang w:val="en-US"/>
        </w:rPr>
        <w:t>Vendors</w:t>
      </w:r>
      <w:r w:rsidR="00E521A9" w:rsidRPr="00AA3D66">
        <w:rPr>
          <w:b/>
          <w:bCs/>
          <w:i/>
          <w:iCs/>
          <w:sz w:val="20"/>
          <w:szCs w:val="20"/>
          <w:lang w:val="en-US"/>
        </w:rPr>
        <w:t xml:space="preserve"> are requested to complete this form, sign it and return it as part of their </w:t>
      </w:r>
      <w:r w:rsidRPr="00AA3D66">
        <w:rPr>
          <w:b/>
          <w:bCs/>
          <w:i/>
          <w:iCs/>
          <w:sz w:val="20"/>
          <w:szCs w:val="20"/>
          <w:lang w:val="en-US"/>
        </w:rPr>
        <w:t>quotation</w:t>
      </w:r>
      <w:r w:rsidR="00E521A9" w:rsidRPr="7FB6797A">
        <w:rPr>
          <w:i/>
          <w:iCs/>
          <w:sz w:val="20"/>
          <w:szCs w:val="20"/>
          <w:lang w:val="en-US"/>
        </w:rPr>
        <w:t xml:space="preserve">. The </w:t>
      </w:r>
      <w:r w:rsidRPr="7FB6797A">
        <w:rPr>
          <w:i/>
          <w:iCs/>
          <w:sz w:val="20"/>
          <w:szCs w:val="20"/>
          <w:lang w:val="en-US"/>
        </w:rPr>
        <w:t>Vendor</w:t>
      </w:r>
      <w:r w:rsidR="00E521A9" w:rsidRPr="7FB6797A">
        <w:rPr>
          <w:i/>
          <w:iCs/>
          <w:sz w:val="20"/>
          <w:szCs w:val="20"/>
          <w:lang w:val="en-US"/>
        </w:rPr>
        <w:t xml:space="preserve"> shall fill in this form in accordance with the instructions indicated. No alterations to its format shall be permitted and no substitutions shall be accepted.</w:t>
      </w:r>
      <w:r w:rsidR="00882B6B">
        <w:rPr>
          <w:i/>
          <w:iCs/>
          <w:sz w:val="20"/>
          <w:szCs w:val="20"/>
          <w:lang w:val="en-US"/>
        </w:rPr>
        <w:t xml:space="preserve"> </w:t>
      </w:r>
      <w:r w:rsidR="00230414" w:rsidRPr="00230414">
        <w:rPr>
          <w:i/>
          <w:iCs/>
          <w:sz w:val="20"/>
          <w:szCs w:val="20"/>
          <w:lang w:val="en-US"/>
        </w:rPr>
        <w:t>Instructions on inclusion of VAT and other direct/indirect taxes are included in the solicitation documents and shall be followed when preparing the financial proposal.</w:t>
      </w:r>
    </w:p>
    <w:p w14:paraId="5A5F9928" w14:textId="52A79317" w:rsidR="005F615E" w:rsidRDefault="005F615E" w:rsidP="005F615E">
      <w:pPr>
        <w:spacing w:after="0" w:line="240" w:lineRule="auto"/>
        <w:rPr>
          <w:rFonts w:cstheme="minorHAnsi"/>
          <w:i/>
          <w:sz w:val="20"/>
          <w:szCs w:val="20"/>
          <w:lang w:val="en-US"/>
        </w:rPr>
      </w:pPr>
    </w:p>
    <w:p w14:paraId="01C2B96B" w14:textId="370C6234" w:rsidR="00811DAD" w:rsidRDefault="00811DAD" w:rsidP="00811DAD">
      <w:pPr>
        <w:spacing w:after="0" w:line="240" w:lineRule="auto"/>
        <w:jc w:val="both"/>
        <w:rPr>
          <w:i/>
          <w:iCs/>
          <w:sz w:val="20"/>
          <w:szCs w:val="20"/>
          <w:lang w:val="en-US"/>
        </w:rPr>
      </w:pPr>
      <w:r w:rsidRPr="00811DAD">
        <w:rPr>
          <w:b/>
          <w:bCs/>
          <w:i/>
          <w:iCs/>
          <w:sz w:val="20"/>
          <w:szCs w:val="20"/>
          <w:lang w:val="en-US"/>
        </w:rPr>
        <w:t>Les vendeurs sont priés de remplir ce formulaire, de le signer et de le retourner dans le cadre de leur devis.</w:t>
      </w:r>
      <w:r w:rsidRPr="00811DAD">
        <w:rPr>
          <w:i/>
          <w:iCs/>
          <w:sz w:val="20"/>
          <w:szCs w:val="20"/>
          <w:lang w:val="en-US"/>
        </w:rPr>
        <w:t xml:space="preserve"> Le Vendeur doit remplir ce formulaire conformément aux instructions indiquées. Aucune modification de son format n’est autorisée et aucune substitution n’est acceptée. Les instructions relatives à l’inclusion de la TVA et d’autres impôts directs/indirects figurent dans le dossier de sollicitation et sont suivies lors de l’élaboration de la proposition financière.</w:t>
      </w:r>
    </w:p>
    <w:p w14:paraId="712026FA" w14:textId="77777777" w:rsidR="00811DAD" w:rsidRPr="00811DAD" w:rsidRDefault="00811DAD" w:rsidP="00811DAD">
      <w:pPr>
        <w:spacing w:after="0" w:line="240" w:lineRule="auto"/>
        <w:jc w:val="both"/>
        <w:rPr>
          <w:i/>
          <w:iCs/>
          <w:sz w:val="20"/>
          <w:szCs w:val="20"/>
          <w:lang w:val="en-US"/>
        </w:rPr>
      </w:pP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E521A9" w:rsidRPr="0071679F" w14:paraId="5EDDC73A" w14:textId="77777777" w:rsidTr="005F615E">
        <w:trPr>
          <w:trHeight w:val="433"/>
        </w:trPr>
        <w:tc>
          <w:tcPr>
            <w:tcW w:w="1979" w:type="dxa"/>
            <w:shd w:val="clear" w:color="auto" w:fill="auto"/>
            <w:vAlign w:val="center"/>
          </w:tcPr>
          <w:p w14:paraId="208388F2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Name of </w:t>
            </w:r>
            <w:r w:rsidR="00147B54" w:rsidRPr="0071679F">
              <w:rPr>
                <w:rFonts w:cstheme="minorHAnsi"/>
                <w:sz w:val="20"/>
                <w:szCs w:val="20"/>
                <w:lang w:val="en-US"/>
              </w:rPr>
              <w:t>Vendor</w:t>
            </w:r>
            <w:r w:rsidRPr="0071679F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733045427"/>
            <w:placeholder>
              <w:docPart w:val="2AC624FF600D4506801D75C2F3807B2A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71297797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E521A9" w:rsidRPr="0071679F" w14:paraId="19016F92" w14:textId="77777777" w:rsidTr="005F615E">
        <w:trPr>
          <w:trHeight w:val="495"/>
        </w:trPr>
        <w:tc>
          <w:tcPr>
            <w:tcW w:w="1979" w:type="dxa"/>
            <w:shd w:val="clear" w:color="auto" w:fill="auto"/>
            <w:vAlign w:val="center"/>
          </w:tcPr>
          <w:p w14:paraId="7D30E12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-1717577049"/>
            <w:placeholder>
              <w:docPart w:val="9E38E1C8A25E440CBB2181B0CE138001"/>
            </w:placeholder>
            <w:showingPlcHdr/>
            <w:text/>
          </w:sdtPr>
          <w:sdtEndPr/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573A49EB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72329169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id w:val="8571392"/>
                <w:placeholder>
                  <w:docPart w:val="DEFA478135DE4ADCBB30A4D25B1CEF70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to enter a date.</w:t>
                </w:r>
              </w:sdtContent>
            </w:sdt>
          </w:p>
        </w:tc>
      </w:tr>
    </w:tbl>
    <w:p w14:paraId="6721E26B" w14:textId="77777777" w:rsidR="00E521A9" w:rsidRPr="0071679F" w:rsidRDefault="00E521A9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19F80D6C" w14:textId="77777777" w:rsidR="00147B54" w:rsidRPr="0071679F" w:rsidRDefault="00147B54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969"/>
        <w:gridCol w:w="709"/>
        <w:gridCol w:w="680"/>
        <w:gridCol w:w="1559"/>
        <w:gridCol w:w="1385"/>
      </w:tblGrid>
      <w:tr w:rsidR="00E521A9" w:rsidRPr="0071679F" w14:paraId="46EF385F" w14:textId="77777777" w:rsidTr="001E4D88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5C27A6F3" w14:textId="4AC6B59B" w:rsidR="00E521A9" w:rsidRPr="0071679F" w:rsidRDefault="00E521A9" w:rsidP="005F615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Currency"/>
                <w:tag w:val="Insert Currency"/>
                <w:id w:val="1972012838"/>
                <w:placeholder>
                  <w:docPart w:val="43E4BB797CB84485995AEFC0F4CFB0C3"/>
                </w:placeholder>
                <w:text/>
              </w:sdtPr>
              <w:sdtEndPr/>
              <w:sdtContent>
                <w:r w:rsidR="00905F29"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XAF</w:t>
                </w:r>
              </w:sdtContent>
            </w:sdt>
          </w:p>
          <w:p w14:paraId="783C9363" w14:textId="1E7BB5A0" w:rsidR="00E521A9" w:rsidRPr="0071679F" w:rsidRDefault="00E521A9" w:rsidP="005F615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INCOTERMS"/>
                <w:tag w:val="Insert INCOTERMS"/>
                <w:id w:val="926160367"/>
                <w:placeholder>
                  <w:docPart w:val="46A0268FDC08416B8FF0BA44588623C8"/>
                </w:placeholder>
                <w:showingPlcHdr/>
                <w:text/>
              </w:sdtPr>
              <w:sdtEndPr/>
              <w:sdtContent>
                <w:r w:rsidR="00935394"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E521A9" w:rsidRPr="0071679F" w14:paraId="2F19FC03" w14:textId="77777777" w:rsidTr="00DE0A0E">
        <w:trPr>
          <w:cantSplit/>
          <w:trHeight w:val="45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25274A5" w14:textId="77777777" w:rsidR="00DE0A0E" w:rsidRPr="0071679F" w:rsidRDefault="00E521A9" w:rsidP="00C0138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051B982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A46625B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9380463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0D472C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09702A78" w14:textId="77777777" w:rsidR="00E521A9" w:rsidRPr="0071679F" w:rsidRDefault="00E521A9" w:rsidP="005F615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Total price </w:t>
            </w:r>
          </w:p>
        </w:tc>
      </w:tr>
      <w:tr w:rsidR="00E521A9" w:rsidRPr="0071679F" w14:paraId="60AC8A8B" w14:textId="77777777" w:rsidTr="00DE0A0E">
        <w:trPr>
          <w:cantSplit/>
          <w:trHeight w:val="374"/>
        </w:trPr>
        <w:tc>
          <w:tcPr>
            <w:tcW w:w="1418" w:type="dxa"/>
            <w:vAlign w:val="center"/>
          </w:tcPr>
          <w:p w14:paraId="12E5BE55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sdt>
          <w:sdtPr>
            <w:rPr>
              <w:rFonts w:cstheme="minorHAnsi"/>
              <w:sz w:val="20"/>
              <w:szCs w:val="20"/>
              <w:highlight w:val="yellow"/>
              <w:lang w:val="en-US"/>
            </w:rPr>
            <w:id w:val="507263991"/>
            <w:placeholder>
              <w:docPart w:val="23EA88381C13407EAF4591C13464F32D"/>
            </w:placeholder>
            <w:showingPlcHdr/>
            <w:text/>
          </w:sdtPr>
          <w:sdtEndPr/>
          <w:sdtContent>
            <w:tc>
              <w:tcPr>
                <w:tcW w:w="3969" w:type="dxa"/>
                <w:vAlign w:val="center"/>
              </w:tcPr>
              <w:p w14:paraId="12C3820C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yellow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7160BE8E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680" w:type="dxa"/>
            <w:vAlign w:val="center"/>
          </w:tcPr>
          <w:p w14:paraId="277B304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BF78316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216CA96D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6C182AA2" w14:textId="77777777" w:rsidTr="00DE0A0E">
        <w:trPr>
          <w:cantSplit/>
          <w:trHeight w:val="408"/>
        </w:trPr>
        <w:tc>
          <w:tcPr>
            <w:tcW w:w="1418" w:type="dxa"/>
            <w:vAlign w:val="center"/>
          </w:tcPr>
          <w:p w14:paraId="564BEF6E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2.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  <w:lang w:val="en-US"/>
            </w:rPr>
            <w:id w:val="-1838381649"/>
            <w:placeholder>
              <w:docPart w:val="F54CDE1514E14290A4BAF52422A0EC1A"/>
            </w:placeholder>
            <w:showingPlcHdr/>
            <w:text/>
          </w:sdtPr>
          <w:sdtEndPr/>
          <w:sdtContent>
            <w:tc>
              <w:tcPr>
                <w:tcW w:w="3969" w:type="dxa"/>
                <w:vAlign w:val="center"/>
              </w:tcPr>
              <w:p w14:paraId="3A2D2F3F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lightGray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727A470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80" w:type="dxa"/>
            <w:vAlign w:val="center"/>
          </w:tcPr>
          <w:p w14:paraId="5803816D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989211F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3CC852AA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01D811D2" w14:textId="77777777" w:rsidTr="00DE0A0E">
        <w:trPr>
          <w:cantSplit/>
          <w:trHeight w:val="414"/>
        </w:trPr>
        <w:tc>
          <w:tcPr>
            <w:tcW w:w="1418" w:type="dxa"/>
            <w:vAlign w:val="center"/>
          </w:tcPr>
          <w:p w14:paraId="762871C0" w14:textId="77777777" w:rsidR="005F615E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  <w:lang w:val="en-US"/>
            </w:rPr>
            <w:id w:val="1233815868"/>
            <w:placeholder>
              <w:docPart w:val="1546300DA1224945A7518F9F55F88AFD"/>
            </w:placeholder>
            <w:showingPlcHdr/>
            <w:text/>
          </w:sdtPr>
          <w:sdtEndPr/>
          <w:sdtContent>
            <w:tc>
              <w:tcPr>
                <w:tcW w:w="3969" w:type="dxa"/>
                <w:vAlign w:val="center"/>
              </w:tcPr>
              <w:p w14:paraId="08A0B7FB" w14:textId="77777777" w:rsidR="00E521A9" w:rsidRPr="0071679F" w:rsidRDefault="00E521A9" w:rsidP="005F615E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  <w:highlight w:val="lightGray"/>
                    <w:lang w:val="en-US"/>
                  </w:rPr>
                </w:pPr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18BEDAF3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80" w:type="dxa"/>
            <w:vAlign w:val="center"/>
          </w:tcPr>
          <w:p w14:paraId="6CE249AE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0319B43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4A1E2757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2AA13D60" w14:textId="77777777" w:rsidTr="005F615E">
        <w:trPr>
          <w:cantSplit/>
          <w:trHeight w:hRule="exact" w:val="324"/>
        </w:trPr>
        <w:tc>
          <w:tcPr>
            <w:tcW w:w="8335" w:type="dxa"/>
            <w:gridSpan w:val="5"/>
            <w:vAlign w:val="center"/>
          </w:tcPr>
          <w:p w14:paraId="1CBC49D6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Total Price</w:t>
            </w:r>
          </w:p>
        </w:tc>
        <w:tc>
          <w:tcPr>
            <w:tcW w:w="1385" w:type="dxa"/>
          </w:tcPr>
          <w:p w14:paraId="7E6959A6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2993BC6E" w14:textId="77777777" w:rsidTr="001E4D88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06BC6053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Transportation Price</w:t>
            </w:r>
          </w:p>
        </w:tc>
        <w:tc>
          <w:tcPr>
            <w:tcW w:w="1385" w:type="dxa"/>
          </w:tcPr>
          <w:p w14:paraId="03C7F878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3117B229" w14:textId="77777777" w:rsidTr="001E4D88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3B0A194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Insurance Price</w:t>
            </w:r>
          </w:p>
        </w:tc>
        <w:tc>
          <w:tcPr>
            <w:tcW w:w="1385" w:type="dxa"/>
          </w:tcPr>
          <w:p w14:paraId="4A336788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4BD78312" w14:textId="77777777" w:rsidTr="001E4D88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751A9BFE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Installation Price</w:t>
            </w:r>
          </w:p>
        </w:tc>
        <w:tc>
          <w:tcPr>
            <w:tcW w:w="1385" w:type="dxa"/>
          </w:tcPr>
          <w:p w14:paraId="18DF5BF5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32D3CCF5" w14:textId="77777777" w:rsidTr="001E4D88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5CC24CE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Training Price</w:t>
            </w:r>
          </w:p>
        </w:tc>
        <w:tc>
          <w:tcPr>
            <w:tcW w:w="1385" w:type="dxa"/>
          </w:tcPr>
          <w:p w14:paraId="23ACAF74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51D8E908" w14:textId="77777777" w:rsidTr="001E4D88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026AA85A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Other Charges (specify)</w:t>
            </w:r>
          </w:p>
        </w:tc>
        <w:tc>
          <w:tcPr>
            <w:tcW w:w="1385" w:type="dxa"/>
          </w:tcPr>
          <w:p w14:paraId="50C933E6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521A9" w:rsidRPr="0071679F" w14:paraId="0A55E706" w14:textId="77777777" w:rsidTr="005F615E">
        <w:trPr>
          <w:cantSplit/>
          <w:trHeight w:val="450"/>
        </w:trPr>
        <w:tc>
          <w:tcPr>
            <w:tcW w:w="8335" w:type="dxa"/>
            <w:gridSpan w:val="5"/>
            <w:vAlign w:val="center"/>
          </w:tcPr>
          <w:p w14:paraId="0970A6A9" w14:textId="77777777" w:rsidR="00E521A9" w:rsidRPr="0071679F" w:rsidRDefault="00E521A9" w:rsidP="005F615E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Total Final and All-inclusive Price</w:t>
            </w:r>
          </w:p>
        </w:tc>
        <w:tc>
          <w:tcPr>
            <w:tcW w:w="1385" w:type="dxa"/>
          </w:tcPr>
          <w:p w14:paraId="41B65133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1C8C8E53" w14:textId="293F7FE4" w:rsidR="00A36395" w:rsidRPr="0071679F" w:rsidRDefault="00A36395" w:rsidP="00A36395">
      <w:pPr>
        <w:suppressAutoHyphens/>
        <w:rPr>
          <w:rFonts w:ascii="Calibri" w:hAnsi="Calibri"/>
          <w:b/>
          <w:sz w:val="20"/>
          <w:szCs w:val="20"/>
          <w:lang w:val="en-US"/>
        </w:rPr>
      </w:pPr>
      <w:r w:rsidRPr="0071679F">
        <w:rPr>
          <w:rFonts w:ascii="Calibri" w:hAnsi="Calibri"/>
          <w:b/>
          <w:i/>
          <w:sz w:val="20"/>
          <w:szCs w:val="20"/>
          <w:lang w:val="en-US"/>
        </w:rPr>
        <w:t>Note</w:t>
      </w:r>
      <w:r w:rsidRPr="0071679F">
        <w:rPr>
          <w:rFonts w:ascii="Calibri" w:hAnsi="Calibri"/>
          <w:b/>
          <w:sz w:val="20"/>
          <w:szCs w:val="20"/>
          <w:lang w:val="en-US"/>
        </w:rPr>
        <w:t xml:space="preserve">: </w:t>
      </w:r>
      <w:r w:rsidRPr="0071679F">
        <w:rPr>
          <w:rFonts w:ascii="Calibri" w:hAnsi="Calibri"/>
          <w:b/>
          <w:i/>
          <w:iCs/>
          <w:sz w:val="20"/>
          <w:szCs w:val="20"/>
          <w:lang w:val="en-US"/>
        </w:rPr>
        <w:t>In case of discrepancy between unit price and total, the unit price shall prevail</w:t>
      </w:r>
      <w:r w:rsidR="00935394">
        <w:rPr>
          <w:rFonts w:ascii="Calibri" w:hAnsi="Calibri"/>
          <w:b/>
          <w:i/>
          <w:iCs/>
          <w:sz w:val="20"/>
          <w:szCs w:val="20"/>
          <w:lang w:val="en-US"/>
        </w:rPr>
        <w:t xml:space="preserve"> </w:t>
      </w:r>
      <w:r w:rsidR="00935394" w:rsidRPr="00935394">
        <w:rPr>
          <w:rFonts w:ascii="Calibri" w:hAnsi="Calibri"/>
          <w:b/>
          <w:i/>
          <w:iCs/>
          <w:color w:val="1F3864" w:themeColor="accent1" w:themeShade="80"/>
          <w:sz w:val="20"/>
          <w:szCs w:val="20"/>
          <w:lang w:val="en-US"/>
        </w:rPr>
        <w:t>/ Note: En cas d’écart entre le prix unitaire et le total, le prix unitaire prévaudra.</w:t>
      </w:r>
    </w:p>
    <w:p w14:paraId="4E01D3F3" w14:textId="712C22CE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4540324B" w14:textId="4AD65205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1B155D70" w14:textId="1DAE6071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45B67EDB" w14:textId="052D6D0E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3ABD6F3A" w14:textId="1060E64E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706FF6D4" w14:textId="125D2193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19DDAFF0" w14:textId="68B3521E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42623120" w14:textId="4C036580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3959C747" w14:textId="443EB839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352E3CD9" w14:textId="49E11803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5B631A5B" w14:textId="03F70B26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37736E79" w14:textId="6261DE3D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5F97B289" w14:textId="59A90C95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45548FAA" w14:textId="581836F0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34006849" w14:textId="77777777" w:rsidR="001873CA" w:rsidRDefault="001873CA" w:rsidP="00696BDF">
      <w:pPr>
        <w:spacing w:after="0" w:line="240" w:lineRule="auto"/>
        <w:ind w:right="-566"/>
        <w:jc w:val="both"/>
        <w:rPr>
          <w:rFonts w:cstheme="minorHAnsi"/>
          <w:b/>
          <w:sz w:val="20"/>
          <w:szCs w:val="20"/>
          <w:lang w:val="en-US"/>
        </w:rPr>
      </w:pPr>
    </w:p>
    <w:p w14:paraId="573CC205" w14:textId="61BA9563" w:rsidR="008B2807" w:rsidRPr="004E7B8F" w:rsidRDefault="004E7B8F" w:rsidP="00696BDF">
      <w:pPr>
        <w:spacing w:after="0" w:line="240" w:lineRule="auto"/>
        <w:ind w:right="-566"/>
        <w:jc w:val="both"/>
        <w:rPr>
          <w:rFonts w:cstheme="minorHAnsi"/>
          <w:b/>
          <w:i/>
          <w:iCs/>
          <w:color w:val="FF0000"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lastRenderedPageBreak/>
        <w:t xml:space="preserve">Compliance with Requirements </w:t>
      </w:r>
    </w:p>
    <w:p w14:paraId="50EC18AD" w14:textId="77777777" w:rsidR="004E7B8F" w:rsidRDefault="004E7B8F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4E7B8F" w:rsidRPr="005E5F03" w14:paraId="4A95DB77" w14:textId="77777777" w:rsidTr="003E3AA8">
        <w:trPr>
          <w:trHeight w:val="215"/>
        </w:trPr>
        <w:tc>
          <w:tcPr>
            <w:tcW w:w="4111" w:type="dxa"/>
            <w:vMerge w:val="restart"/>
            <w:shd w:val="clear" w:color="auto" w:fill="D9D9D9" w:themeFill="background1" w:themeFillShade="D9"/>
          </w:tcPr>
          <w:p w14:paraId="0C7B7D0B" w14:textId="77777777" w:rsidR="004E7B8F" w:rsidRPr="003E3AA8" w:rsidRDefault="00420FF5" w:rsidP="001E4D88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Requirement</w:t>
            </w:r>
          </w:p>
        </w:tc>
        <w:tc>
          <w:tcPr>
            <w:tcW w:w="5609" w:type="dxa"/>
            <w:gridSpan w:val="3"/>
            <w:shd w:val="clear" w:color="auto" w:fill="D9D9D9" w:themeFill="background1" w:themeFillShade="D9"/>
          </w:tcPr>
          <w:p w14:paraId="7878BA74" w14:textId="77777777" w:rsidR="004E7B8F" w:rsidRPr="003E3AA8" w:rsidRDefault="004E7B8F" w:rsidP="001E4D88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Your Responses</w:t>
            </w:r>
          </w:p>
        </w:tc>
      </w:tr>
      <w:tr w:rsidR="004E7B8F" w:rsidRPr="005E5F03" w14:paraId="73FEB0AF" w14:textId="77777777" w:rsidTr="003E3AA8">
        <w:trPr>
          <w:trHeight w:val="584"/>
        </w:trPr>
        <w:tc>
          <w:tcPr>
            <w:tcW w:w="4111" w:type="dxa"/>
            <w:vMerge/>
            <w:shd w:val="clear" w:color="auto" w:fill="D9D9D9" w:themeFill="background1" w:themeFillShade="D9"/>
          </w:tcPr>
          <w:p w14:paraId="721150A6" w14:textId="77777777" w:rsidR="004E7B8F" w:rsidRPr="003E3AA8" w:rsidRDefault="004E7B8F" w:rsidP="001E4D88">
            <w:pPr>
              <w:spacing w:after="0"/>
              <w:ind w:firstLine="7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D4FEA24" w14:textId="77777777" w:rsidR="004E7B8F" w:rsidRPr="003E3AA8" w:rsidRDefault="004E7B8F" w:rsidP="001E4D88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DD6280B" w14:textId="77777777" w:rsidR="004E7B8F" w:rsidRPr="003E3AA8" w:rsidRDefault="004E7B8F" w:rsidP="001E4D88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14:paraId="3BCAF3FB" w14:textId="77777777" w:rsidR="004E7B8F" w:rsidRPr="003E3AA8" w:rsidRDefault="004E7B8F" w:rsidP="001E4D88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3AA8">
              <w:rPr>
                <w:rFonts w:cstheme="minorHAnsi"/>
                <w:bCs/>
                <w:sz w:val="20"/>
                <w:szCs w:val="20"/>
              </w:rPr>
              <w:t>If you cannot comply, pls. indicate counter proposal</w:t>
            </w:r>
          </w:p>
        </w:tc>
      </w:tr>
      <w:tr w:rsidR="004E7B8F" w:rsidRPr="005E5F03" w14:paraId="2AB7C337" w14:textId="77777777" w:rsidTr="001E4D88">
        <w:trPr>
          <w:trHeight w:val="340"/>
        </w:trPr>
        <w:tc>
          <w:tcPr>
            <w:tcW w:w="4111" w:type="dxa"/>
            <w:vAlign w:val="bottom"/>
          </w:tcPr>
          <w:p w14:paraId="0CCD14E0" w14:textId="7F73B302" w:rsidR="004E7B8F" w:rsidRPr="00056244" w:rsidRDefault="004E7B8F" w:rsidP="001E4D88">
            <w:pPr>
              <w:spacing w:after="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056244">
              <w:rPr>
                <w:rFonts w:cstheme="minorHAnsi"/>
                <w:bCs/>
                <w:color w:val="FF0000"/>
                <w:sz w:val="20"/>
                <w:szCs w:val="20"/>
              </w:rPr>
              <w:t>Minimum Technical Specifications</w:t>
            </w:r>
            <w:r w:rsidR="00631DEC">
              <w:rPr>
                <w:rFonts w:cstheme="minorHAnsi"/>
                <w:bCs/>
                <w:color w:val="FF0000"/>
                <w:sz w:val="20"/>
                <w:szCs w:val="20"/>
              </w:rPr>
              <w:t xml:space="preserve"> / </w:t>
            </w:r>
            <w:r w:rsidR="00631DEC" w:rsidRPr="002B7B7E"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  <w:t>Spécifications techniques minimales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32A68D0C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3A7DDDA0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3C86E9050CB44630B621773094DD0894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09AC1BEB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6351F59B" w14:textId="77777777" w:rsidTr="001E4D88">
        <w:trPr>
          <w:trHeight w:val="340"/>
        </w:trPr>
        <w:tc>
          <w:tcPr>
            <w:tcW w:w="4111" w:type="dxa"/>
            <w:vAlign w:val="center"/>
          </w:tcPr>
          <w:p w14:paraId="31A351BF" w14:textId="602EF1FE" w:rsidR="004E7B8F" w:rsidRPr="00056244" w:rsidRDefault="004E7B8F" w:rsidP="001E4D88">
            <w:pPr>
              <w:spacing w:after="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056244">
              <w:rPr>
                <w:rFonts w:cstheme="minorHAnsi"/>
                <w:bCs/>
                <w:color w:val="FF0000"/>
                <w:sz w:val="20"/>
                <w:szCs w:val="20"/>
              </w:rPr>
              <w:t>Delivery Lead Time</w:t>
            </w:r>
            <w:r w:rsidR="002B7B7E">
              <w:rPr>
                <w:rFonts w:cstheme="minorHAnsi"/>
                <w:bCs/>
                <w:color w:val="FF0000"/>
                <w:sz w:val="20"/>
                <w:szCs w:val="20"/>
              </w:rPr>
              <w:t xml:space="preserve"> / </w:t>
            </w:r>
            <w:r w:rsidR="002B7B7E" w:rsidRPr="002B7B7E"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  <w:t>Délai de livraison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183D298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932F2A1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625444A6F6EB46849F5159E87A3F948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292C30F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2D564FDF" w14:textId="77777777" w:rsidTr="001E4D88">
        <w:trPr>
          <w:trHeight w:val="340"/>
        </w:trPr>
        <w:tc>
          <w:tcPr>
            <w:tcW w:w="4111" w:type="dxa"/>
            <w:vAlign w:val="center"/>
          </w:tcPr>
          <w:p w14:paraId="5A482F5F" w14:textId="3AFAA820" w:rsidR="004E7B8F" w:rsidRPr="002B7B7E" w:rsidRDefault="004E7B8F" w:rsidP="002B7B7E">
            <w:pPr>
              <w:pStyle w:val="NormalWeb"/>
              <w:rPr>
                <w:rFonts w:asciiTheme="minorHAnsi" w:eastAsiaTheme="minorEastAsia" w:hAnsiTheme="minorHAnsi" w:cstheme="minorHAnsi"/>
                <w:bCs/>
                <w:color w:val="FF0000"/>
                <w:sz w:val="20"/>
                <w:szCs w:val="20"/>
                <w:lang w:val="de-DE" w:eastAsia="zh-CN"/>
              </w:rPr>
            </w:pPr>
            <w:r w:rsidRPr="002B7B7E">
              <w:rPr>
                <w:rFonts w:asciiTheme="minorHAnsi" w:eastAsiaTheme="minorEastAsia" w:hAnsiTheme="minorHAnsi" w:cstheme="minorHAnsi"/>
                <w:bCs/>
                <w:color w:val="FF0000"/>
                <w:sz w:val="20"/>
                <w:szCs w:val="20"/>
                <w:lang w:val="de-DE" w:eastAsia="zh-CN"/>
              </w:rPr>
              <w:t>Warranty and After-Sales Requirements</w:t>
            </w:r>
            <w:r w:rsidR="002B7B7E" w:rsidRPr="002B7B7E">
              <w:rPr>
                <w:rFonts w:asciiTheme="minorHAnsi" w:eastAsiaTheme="minorEastAsia" w:hAnsiTheme="minorHAnsi" w:cstheme="minorHAnsi"/>
                <w:bCs/>
                <w:color w:val="FF0000"/>
                <w:sz w:val="20"/>
                <w:szCs w:val="20"/>
                <w:lang w:val="de-DE" w:eastAsia="zh-CN"/>
              </w:rPr>
              <w:t xml:space="preserve"> / </w:t>
            </w:r>
            <w:r w:rsidR="002B7B7E" w:rsidRPr="002B7B7E">
              <w:rPr>
                <w:rFonts w:asciiTheme="minorHAnsi" w:eastAsiaTheme="minorEastAsia" w:hAnsiTheme="minorHAnsi" w:cstheme="minorHAnsi"/>
                <w:bCs/>
                <w:color w:val="1F3864" w:themeColor="accent1" w:themeShade="80"/>
                <w:sz w:val="20"/>
                <w:szCs w:val="20"/>
                <w:lang w:val="de-DE" w:eastAsia="zh-CN"/>
              </w:rPr>
              <w:t>Exigences en matière de garantie et d’après-vente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E4E3737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9A8FB71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6E499C7A57FE44E8B5FEF32CC7AC3468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2C2FC50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5182C6A0" w14:textId="77777777" w:rsidTr="001E4D88">
        <w:trPr>
          <w:trHeight w:val="340"/>
        </w:trPr>
        <w:tc>
          <w:tcPr>
            <w:tcW w:w="4111" w:type="dxa"/>
            <w:vAlign w:val="center"/>
          </w:tcPr>
          <w:p w14:paraId="6342EA70" w14:textId="5F46D8DA" w:rsidR="004E7B8F" w:rsidRPr="00056244" w:rsidRDefault="004E7B8F" w:rsidP="001E4D88">
            <w:pPr>
              <w:spacing w:after="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056244">
              <w:rPr>
                <w:rFonts w:cstheme="minorHAnsi"/>
                <w:bCs/>
                <w:color w:val="FF0000"/>
                <w:sz w:val="20"/>
                <w:szCs w:val="20"/>
              </w:rPr>
              <w:t>Validity of Quotation</w:t>
            </w:r>
            <w:r w:rsidR="00995FB6">
              <w:rPr>
                <w:rFonts w:cstheme="minorHAnsi"/>
                <w:bCs/>
                <w:color w:val="FF0000"/>
                <w:sz w:val="20"/>
                <w:szCs w:val="20"/>
              </w:rPr>
              <w:t xml:space="preserve"> / </w:t>
            </w:r>
            <w:r w:rsidR="00995FB6" w:rsidRPr="0016388F"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  <w:t>Validité de la citation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928AF05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CF0E9C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1BC2B758DF7541759971A27DC7C3581D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A704E90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6A28D105" w14:textId="77777777" w:rsidTr="001E4D88">
        <w:trPr>
          <w:trHeight w:val="340"/>
        </w:trPr>
        <w:tc>
          <w:tcPr>
            <w:tcW w:w="4111" w:type="dxa"/>
            <w:vAlign w:val="center"/>
          </w:tcPr>
          <w:p w14:paraId="210AB993" w14:textId="6C90B677" w:rsidR="00995FB6" w:rsidRPr="00056244" w:rsidRDefault="004E7B8F" w:rsidP="001E4D88">
            <w:pPr>
              <w:spacing w:after="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056244">
              <w:rPr>
                <w:rFonts w:cstheme="minorHAnsi"/>
                <w:bCs/>
                <w:color w:val="FF0000"/>
                <w:sz w:val="20"/>
                <w:szCs w:val="20"/>
              </w:rPr>
              <w:t>Payment terms</w:t>
            </w:r>
            <w:r w:rsidR="00995FB6">
              <w:rPr>
                <w:rFonts w:cstheme="minorHAnsi"/>
                <w:bCs/>
                <w:color w:val="FF0000"/>
                <w:sz w:val="20"/>
                <w:szCs w:val="20"/>
              </w:rPr>
              <w:t xml:space="preserve">/ </w:t>
            </w:r>
            <w:r w:rsidR="00995FB6" w:rsidRPr="0016388F"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  <w:t>Modalités de paiement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37E00E3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3F4DF0F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53175A979EBE461CB520705161145C57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41DE6B6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E7B8F" w:rsidRPr="005E5F03" w14:paraId="513D3D09" w14:textId="77777777" w:rsidTr="001E4D88">
        <w:trPr>
          <w:trHeight w:val="340"/>
        </w:trPr>
        <w:tc>
          <w:tcPr>
            <w:tcW w:w="4111" w:type="dxa"/>
            <w:vAlign w:val="center"/>
          </w:tcPr>
          <w:p w14:paraId="3AE7A527" w14:textId="6F61F4F7" w:rsidR="004E7B8F" w:rsidRPr="0016388F" w:rsidRDefault="004E7B8F" w:rsidP="001E4D88">
            <w:pPr>
              <w:spacing w:after="0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7A1F46">
              <w:rPr>
                <w:rFonts w:cstheme="minorHAnsi"/>
                <w:bCs/>
                <w:color w:val="FF0000"/>
                <w:sz w:val="20"/>
                <w:szCs w:val="20"/>
              </w:rPr>
              <w:t xml:space="preserve">Other requirements </w:t>
            </w:r>
            <w:r w:rsidR="0016388F" w:rsidRPr="0016388F">
              <w:rPr>
                <w:rFonts w:cstheme="minorHAnsi"/>
                <w:bCs/>
                <w:color w:val="FF0000"/>
                <w:sz w:val="20"/>
                <w:szCs w:val="20"/>
              </w:rPr>
              <w:t xml:space="preserve">/ </w:t>
            </w:r>
            <w:r w:rsidR="0016388F" w:rsidRPr="0016388F"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  <w:t>Autres exigences [Dépôt des échantillons]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3B79811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551A848" w14:textId="77777777" w:rsidR="004E7B8F" w:rsidRPr="005E5F03" w:rsidRDefault="004E7B8F" w:rsidP="001E4D88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671128AFFEFD40A5AC1AA91461E85932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8B19F67" w14:textId="77777777" w:rsidR="004E7B8F" w:rsidRPr="005E5F03" w:rsidRDefault="004E7B8F" w:rsidP="001E4D88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355B5D9C" w14:textId="77777777" w:rsidR="004E7B8F" w:rsidRDefault="004E7B8F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0D22ED43" w14:textId="77777777" w:rsidR="004E7B8F" w:rsidRPr="0071679F" w:rsidRDefault="004E7B8F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0FF4D0AD" w14:textId="77777777" w:rsidR="00E521A9" w:rsidRPr="0071679F" w:rsidRDefault="00E521A9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Other Information: </w:t>
      </w:r>
    </w:p>
    <w:p w14:paraId="3DF62C34" w14:textId="77777777" w:rsidR="005F615E" w:rsidRPr="0071679F" w:rsidRDefault="005F615E" w:rsidP="005F615E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E521A9" w:rsidRPr="0071679F" w14:paraId="64C0CA11" w14:textId="77777777" w:rsidTr="001E4D88">
        <w:trPr>
          <w:trHeight w:val="575"/>
        </w:trPr>
        <w:tc>
          <w:tcPr>
            <w:tcW w:w="4253" w:type="dxa"/>
          </w:tcPr>
          <w:p w14:paraId="280A98F0" w14:textId="426102A8" w:rsidR="00E521A9" w:rsidRPr="0071679F" w:rsidRDefault="00E521A9" w:rsidP="005F615E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Cs/>
                <w:sz w:val="20"/>
                <w:szCs w:val="20"/>
                <w:lang w:val="en-US"/>
              </w:rPr>
              <w:t>Estimated weight/volume/dimension of the Consignment</w:t>
            </w:r>
          </w:p>
        </w:tc>
        <w:tc>
          <w:tcPr>
            <w:tcW w:w="5467" w:type="dxa"/>
          </w:tcPr>
          <w:p w14:paraId="399A050E" w14:textId="77777777" w:rsidR="00E521A9" w:rsidRPr="0071679F" w:rsidRDefault="00E521A9" w:rsidP="005F615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US"/>
                </w:rPr>
                <w:id w:val="-442311111"/>
                <w:placeholder>
                  <w:docPart w:val="5730DCE4B0124020A237AE9CEE2D9E73"/>
                </w:placeholder>
                <w:showingPlcHdr/>
                <w:text w:multiLine="1"/>
              </w:sdtPr>
              <w:sdtEndPr/>
              <w:sdtContent>
                <w:r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</w:tr>
    </w:tbl>
    <w:p w14:paraId="3C8AD1BE" w14:textId="77777777" w:rsidR="00E521A9" w:rsidRPr="0071679F" w:rsidRDefault="00E521A9" w:rsidP="005F615E">
      <w:pPr>
        <w:pStyle w:val="Heading2"/>
        <w:spacing w:before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</w:p>
    <w:p w14:paraId="349D470E" w14:textId="77777777" w:rsidR="00E521A9" w:rsidRPr="0071679F" w:rsidRDefault="00E521A9" w:rsidP="005F615E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10BBC68C" w14:textId="77777777" w:rsidR="00E521A9" w:rsidRPr="0071679F" w:rsidRDefault="00E521A9" w:rsidP="005F615E">
      <w:pPr>
        <w:pStyle w:val="MarginText"/>
        <w:spacing w:after="0" w:line="240" w:lineRule="auto"/>
        <w:rPr>
          <w:rFonts w:asciiTheme="minorHAnsi" w:eastAsia="Calibri" w:hAnsiTheme="minorHAnsi" w:cstheme="minorHAnsi"/>
          <w:color w:val="000000"/>
          <w:sz w:val="20"/>
          <w:lang w:val="en-US"/>
        </w:rPr>
      </w:pPr>
      <w:r w:rsidRPr="0071679F">
        <w:rPr>
          <w:rFonts w:asciiTheme="minorHAnsi" w:eastAsia="Calibri" w:hAnsiTheme="minorHAnsi" w:cstheme="minorHAnsi"/>
          <w:color w:val="000000"/>
          <w:sz w:val="20"/>
          <w:lang w:val="en-US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55"/>
        <w:gridCol w:w="2693"/>
        <w:gridCol w:w="2126"/>
        <w:gridCol w:w="3260"/>
      </w:tblGrid>
      <w:tr w:rsidR="00F117F4" w:rsidRPr="0071679F" w14:paraId="77D8208B" w14:textId="77777777" w:rsidTr="005F615E">
        <w:tc>
          <w:tcPr>
            <w:tcW w:w="9634" w:type="dxa"/>
            <w:gridSpan w:val="4"/>
          </w:tcPr>
          <w:p w14:paraId="5643DF6D" w14:textId="73D8AF79" w:rsidR="00831955" w:rsidRPr="00831955" w:rsidRDefault="00F117F4" w:rsidP="005F615E">
            <w:pPr>
              <w:suppressAutoHyphens/>
              <w:rPr>
                <w:rFonts w:eastAsia="Calibri" w:cstheme="minorHAnsi"/>
                <w:color w:val="1F3864" w:themeColor="accent1" w:themeShade="80"/>
                <w:sz w:val="20"/>
                <w:lang w:val="en-US"/>
              </w:rPr>
            </w:pPr>
            <w:r w:rsidRPr="0071679F">
              <w:rPr>
                <w:rFonts w:eastAsia="Calibri" w:cstheme="minorHAnsi"/>
                <w:color w:val="000000"/>
                <w:sz w:val="20"/>
                <w:lang w:val="en-US"/>
              </w:rPr>
              <w:t>I, the undersigned, certify that I am duly authorized to sign this quotation and bind the company below in event that the quotation is accepted</w:t>
            </w:r>
            <w:r w:rsidR="00831955">
              <w:rPr>
                <w:rFonts w:eastAsia="Calibri" w:cstheme="minorHAnsi"/>
                <w:color w:val="000000"/>
                <w:sz w:val="20"/>
                <w:lang w:val="en-US"/>
              </w:rPr>
              <w:t xml:space="preserve"> / </w:t>
            </w:r>
            <w:r w:rsidR="00831955" w:rsidRPr="00831955">
              <w:rPr>
                <w:rFonts w:eastAsia="Calibri" w:cstheme="minorHAnsi"/>
                <w:color w:val="1F3864" w:themeColor="accent1" w:themeShade="80"/>
                <w:sz w:val="20"/>
                <w:lang w:val="en-US"/>
              </w:rPr>
              <w:t>Je, soussigné, certifie que je suis dûment autorisé à signer ce devis et à lier la société ci-dessous en cas d’acceptation du devis</w:t>
            </w:r>
            <w:r w:rsidR="00831955" w:rsidRPr="00831955">
              <w:rPr>
                <w:color w:val="1F3864" w:themeColor="accent1" w:themeShade="80"/>
                <w:sz w:val="27"/>
                <w:szCs w:val="27"/>
              </w:rPr>
              <w:t>.</w:t>
            </w:r>
          </w:p>
          <w:p w14:paraId="72E93661" w14:textId="77777777" w:rsidR="005F615E" w:rsidRPr="0071679F" w:rsidRDefault="005F615E" w:rsidP="005F615E">
            <w:pPr>
              <w:suppressAutoHyphens/>
              <w:rPr>
                <w:rFonts w:ascii="Calibri" w:hAnsi="Calibri"/>
                <w:b/>
                <w:lang w:val="en-US"/>
              </w:rPr>
            </w:pPr>
          </w:p>
        </w:tc>
      </w:tr>
      <w:tr w:rsidR="00F117F4" w:rsidRPr="0071679F" w14:paraId="126A90CD" w14:textId="77777777" w:rsidTr="005F615E">
        <w:trPr>
          <w:trHeight w:val="524"/>
        </w:trPr>
        <w:tc>
          <w:tcPr>
            <w:tcW w:w="1555" w:type="dxa"/>
          </w:tcPr>
          <w:p w14:paraId="396577B2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Company Name:</w:t>
            </w:r>
          </w:p>
        </w:tc>
        <w:tc>
          <w:tcPr>
            <w:tcW w:w="2693" w:type="dxa"/>
          </w:tcPr>
          <w:p w14:paraId="04ADC39B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11736364"/>
                <w:placeholder>
                  <w:docPart w:val="192F5F0C0CED4FACB4D8DC674E427D69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1935BFEB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Authorized Signature:</w:t>
            </w:r>
          </w:p>
        </w:tc>
        <w:tc>
          <w:tcPr>
            <w:tcW w:w="3260" w:type="dxa"/>
          </w:tcPr>
          <w:p w14:paraId="3E104D19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</w:p>
        </w:tc>
      </w:tr>
      <w:tr w:rsidR="00F117F4" w:rsidRPr="0071679F" w14:paraId="099B50C4" w14:textId="77777777" w:rsidTr="005F615E">
        <w:trPr>
          <w:trHeight w:val="546"/>
        </w:trPr>
        <w:tc>
          <w:tcPr>
            <w:tcW w:w="1555" w:type="dxa"/>
          </w:tcPr>
          <w:p w14:paraId="1D41BE59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Address:</w:t>
            </w:r>
          </w:p>
        </w:tc>
        <w:tc>
          <w:tcPr>
            <w:tcW w:w="2693" w:type="dxa"/>
          </w:tcPr>
          <w:p w14:paraId="7E3026CF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617649173"/>
                <w:placeholder>
                  <w:docPart w:val="050035F001A3441E8F42523BC0E9ABD7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184DC22C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Date:</w:t>
            </w:r>
          </w:p>
        </w:tc>
        <w:tc>
          <w:tcPr>
            <w:tcW w:w="3260" w:type="dxa"/>
          </w:tcPr>
          <w:p w14:paraId="7A1EC5E8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24533761"/>
                <w:placeholder>
                  <w:docPart w:val="D60FF3E478454384A9A12A2E645118C2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F117F4" w:rsidRPr="0071679F" w14:paraId="1A0EB1B3" w14:textId="77777777" w:rsidTr="005F615E">
        <w:tc>
          <w:tcPr>
            <w:tcW w:w="1555" w:type="dxa"/>
          </w:tcPr>
          <w:p w14:paraId="26762FDE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Phone No.:</w:t>
            </w:r>
          </w:p>
        </w:tc>
        <w:tc>
          <w:tcPr>
            <w:tcW w:w="2693" w:type="dxa"/>
          </w:tcPr>
          <w:p w14:paraId="1F172820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1642464929"/>
                <w:placeholder>
                  <w:docPart w:val="D1A391FF3FAB49498C2C067C44188CA0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566B0A3F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Functional title of Authorized Signatory:</w:t>
            </w:r>
          </w:p>
        </w:tc>
        <w:tc>
          <w:tcPr>
            <w:tcW w:w="3260" w:type="dxa"/>
          </w:tcPr>
          <w:p w14:paraId="6374FCAF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1881005575"/>
                <w:placeholder>
                  <w:docPart w:val="57E2547A8136466EAACE2F830A2A3750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F117F4" w:rsidRPr="0071679F" w14:paraId="7F7B274E" w14:textId="77777777" w:rsidTr="005F615E">
        <w:trPr>
          <w:trHeight w:val="489"/>
        </w:trPr>
        <w:tc>
          <w:tcPr>
            <w:tcW w:w="1555" w:type="dxa"/>
          </w:tcPr>
          <w:p w14:paraId="40C3D7A0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E-mail address:</w:t>
            </w:r>
          </w:p>
        </w:tc>
        <w:tc>
          <w:tcPr>
            <w:tcW w:w="2693" w:type="dxa"/>
          </w:tcPr>
          <w:p w14:paraId="3433E66C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256897281"/>
                <w:placeholder>
                  <w:docPart w:val="BD4B8E8A0A76402CB21CCEF4EDFE7F5E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126" w:type="dxa"/>
          </w:tcPr>
          <w:p w14:paraId="461B9A25" w14:textId="77777777" w:rsidR="00F117F4" w:rsidRPr="0071679F" w:rsidRDefault="00F117F4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1679F">
              <w:rPr>
                <w:rFonts w:ascii="Calibri" w:hAnsi="Calibri"/>
                <w:bCs/>
                <w:sz w:val="20"/>
                <w:szCs w:val="20"/>
                <w:lang w:val="en-US"/>
              </w:rPr>
              <w:t>E-mail address:</w:t>
            </w:r>
          </w:p>
        </w:tc>
        <w:tc>
          <w:tcPr>
            <w:tcW w:w="3260" w:type="dxa"/>
          </w:tcPr>
          <w:p w14:paraId="2BF56046" w14:textId="77777777" w:rsidR="00F117F4" w:rsidRPr="0071679F" w:rsidRDefault="000466CD" w:rsidP="005F615E">
            <w:pPr>
              <w:suppressAutoHyphens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eastAsia="Calibri" w:cstheme="minorHAnsi"/>
                  <w:color w:val="000000"/>
                  <w:sz w:val="20"/>
                  <w:lang w:val="en-US"/>
                </w:rPr>
                <w:id w:val="-1897812026"/>
                <w:placeholder>
                  <w:docPart w:val="2B4B620D2D4E407592118140D8AEB2F9"/>
                </w:placeholder>
                <w:showingPlcHdr/>
              </w:sdtPr>
              <w:sdtEndPr/>
              <w:sdtContent>
                <w:r w:rsidR="00F117F4" w:rsidRPr="0071679F">
                  <w:rPr>
                    <w:rStyle w:val="PlaceholderText"/>
                    <w:rFonts w:eastAsiaTheme="majorEastAsia" w:cstheme="minorHAnsi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</w:tbl>
    <w:p w14:paraId="329FDF49" w14:textId="77777777" w:rsidR="00E521A9" w:rsidRPr="0071679F" w:rsidRDefault="00E521A9" w:rsidP="005F615E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sectPr w:rsidR="00E521A9" w:rsidRPr="0071679F" w:rsidSect="0034443E">
      <w:headerReference w:type="default" r:id="rId13"/>
      <w:footerReference w:type="default" r:id="rId14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14C09" w14:textId="77777777" w:rsidR="00831A12" w:rsidRDefault="00831A12">
      <w:pPr>
        <w:spacing w:after="0" w:line="240" w:lineRule="auto"/>
      </w:pPr>
      <w:r>
        <w:separator/>
      </w:r>
    </w:p>
  </w:endnote>
  <w:endnote w:type="continuationSeparator" w:id="0">
    <w:p w14:paraId="3A3F4CA1" w14:textId="77777777" w:rsidR="00831A12" w:rsidRDefault="00831A12">
      <w:pPr>
        <w:spacing w:after="0" w:line="240" w:lineRule="auto"/>
      </w:pPr>
      <w:r>
        <w:continuationSeparator/>
      </w:r>
    </w:p>
  </w:endnote>
  <w:endnote w:type="continuationNotice" w:id="1">
    <w:p w14:paraId="1C95E72B" w14:textId="77777777" w:rsidR="00831A12" w:rsidRDefault="00831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62200C50" w14:textId="77777777" w:rsidTr="51179430">
      <w:tc>
        <w:tcPr>
          <w:tcW w:w="3024" w:type="dxa"/>
        </w:tcPr>
        <w:p w14:paraId="7CE03EA9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41D0DE18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04E50C93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028539A6" w14:textId="77777777" w:rsidR="51179430" w:rsidRDefault="51179430" w:rsidP="51179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C86A" w14:textId="77777777" w:rsidR="00831A12" w:rsidRDefault="00831A12">
      <w:pPr>
        <w:spacing w:after="0" w:line="240" w:lineRule="auto"/>
      </w:pPr>
      <w:r>
        <w:separator/>
      </w:r>
    </w:p>
  </w:footnote>
  <w:footnote w:type="continuationSeparator" w:id="0">
    <w:p w14:paraId="34BC6953" w14:textId="77777777" w:rsidR="00831A12" w:rsidRDefault="00831A12">
      <w:pPr>
        <w:spacing w:after="0" w:line="240" w:lineRule="auto"/>
      </w:pPr>
      <w:r>
        <w:continuationSeparator/>
      </w:r>
    </w:p>
  </w:footnote>
  <w:footnote w:type="continuationNotice" w:id="1">
    <w:p w14:paraId="0CF97475" w14:textId="77777777" w:rsidR="00831A12" w:rsidRDefault="00831A12">
      <w:pPr>
        <w:spacing w:after="0" w:line="240" w:lineRule="auto"/>
      </w:pPr>
    </w:p>
  </w:footnote>
  <w:footnote w:id="2">
    <w:p w14:paraId="63C4FB5D" w14:textId="77777777" w:rsidR="00A451DC" w:rsidRPr="002F7EA9" w:rsidRDefault="00A451DC" w:rsidP="00A451DC">
      <w:pPr>
        <w:pStyle w:val="FootnoteText"/>
        <w:jc w:val="both"/>
        <w:rPr>
          <w:rFonts w:ascii="Calibri" w:hAnsi="Calibri" w:cs="Calibri"/>
        </w:rPr>
      </w:pPr>
      <w:r w:rsidRPr="002F7EA9">
        <w:rPr>
          <w:rStyle w:val="FootnoteReference"/>
          <w:rFonts w:ascii="Calibri" w:hAnsi="Calibri" w:cs="Calibri"/>
          <w:sz w:val="18"/>
          <w:szCs w:val="18"/>
        </w:rPr>
        <w:footnoteRef/>
      </w:r>
      <w:r w:rsidRPr="002F7EA9">
        <w:rPr>
          <w:rFonts w:ascii="Calibri" w:hAnsi="Calibri" w:cs="Calibri"/>
          <w:sz w:val="18"/>
          <w:szCs w:val="18"/>
        </w:rPr>
        <w:t xml:space="preserve"> The decision on inclusion of VAT</w:t>
      </w:r>
      <w:r w:rsidR="00CE7805">
        <w:rPr>
          <w:rFonts w:ascii="Calibri" w:hAnsi="Calibri" w:cs="Calibri"/>
          <w:sz w:val="18"/>
          <w:szCs w:val="18"/>
        </w:rPr>
        <w:t xml:space="preserve"> and any other taxes</w:t>
      </w:r>
      <w:r w:rsidRPr="002F7EA9">
        <w:rPr>
          <w:rFonts w:ascii="Calibri" w:hAnsi="Calibri" w:cs="Calibri"/>
          <w:sz w:val="18"/>
          <w:szCs w:val="18"/>
        </w:rPr>
        <w:t xml:space="preserve"> in financial proposals shall be based on the local legislation</w:t>
      </w:r>
      <w:r w:rsidR="00437797">
        <w:rPr>
          <w:rFonts w:ascii="Calibri" w:hAnsi="Calibri" w:cs="Calibri"/>
          <w:sz w:val="18"/>
          <w:szCs w:val="18"/>
        </w:rPr>
        <w:t xml:space="preserve"> and SBAA agreement with</w:t>
      </w:r>
      <w:r w:rsidR="00AA3D66">
        <w:rPr>
          <w:rFonts w:ascii="Calibri" w:hAnsi="Calibri" w:cs="Calibri"/>
          <w:sz w:val="18"/>
          <w:szCs w:val="18"/>
        </w:rPr>
        <w:t xml:space="preserve"> the host country/-ies of the relevant Office ordering or performing the payment for the services</w:t>
      </w:r>
      <w:r w:rsidR="00AA3D66" w:rsidRPr="002F7EA9">
        <w:rPr>
          <w:rFonts w:ascii="Calibri" w:hAnsi="Calibri" w:cs="Calibri"/>
          <w:sz w:val="18"/>
          <w:szCs w:val="18"/>
        </w:rPr>
        <w:t>.</w:t>
      </w:r>
      <w:r w:rsidR="00AA3D66">
        <w:rPr>
          <w:rFonts w:ascii="Calibri" w:hAnsi="Calibri" w:cs="Calibri"/>
          <w:sz w:val="18"/>
          <w:szCs w:val="18"/>
        </w:rPr>
        <w:t xml:space="preserve"> Depending on </w:t>
      </w:r>
      <w:r w:rsidR="00E00FAF">
        <w:rPr>
          <w:rFonts w:ascii="Calibri" w:hAnsi="Calibri" w:cs="Calibri"/>
          <w:sz w:val="18"/>
          <w:szCs w:val="18"/>
        </w:rPr>
        <w:t xml:space="preserve">host countries, </w:t>
      </w:r>
      <w:r w:rsidR="00AA3D66">
        <w:rPr>
          <w:rFonts w:ascii="Calibri" w:hAnsi="Calibri" w:cs="Calibri"/>
          <w:sz w:val="18"/>
          <w:szCs w:val="18"/>
        </w:rPr>
        <w:t>UN Women may be exempt from payment of direct and indirect</w:t>
      </w:r>
      <w:r w:rsidR="001E6C93">
        <w:rPr>
          <w:rFonts w:ascii="Calibri" w:hAnsi="Calibri" w:cs="Calibri"/>
          <w:sz w:val="18"/>
          <w:szCs w:val="18"/>
        </w:rPr>
        <w:t xml:space="preserve"> taxes</w:t>
      </w:r>
      <w:r w:rsidR="00AA3D66">
        <w:rPr>
          <w:rFonts w:ascii="Calibri" w:hAnsi="Calibri" w:cs="Calibri"/>
          <w:sz w:val="18"/>
          <w:szCs w:val="18"/>
        </w:rPr>
        <w:t xml:space="preserve"> or may </w:t>
      </w:r>
      <w:r w:rsidR="001E6C93">
        <w:rPr>
          <w:rFonts w:ascii="Calibri" w:hAnsi="Calibri" w:cs="Calibri"/>
          <w:sz w:val="18"/>
          <w:szCs w:val="18"/>
        </w:rPr>
        <w:t xml:space="preserve">be required to pay </w:t>
      </w:r>
      <w:r w:rsidR="00FB0BAE">
        <w:rPr>
          <w:rFonts w:ascii="Calibri" w:hAnsi="Calibri" w:cs="Calibri"/>
          <w:sz w:val="18"/>
          <w:szCs w:val="18"/>
        </w:rPr>
        <w:t xml:space="preserve">the taxes and </w:t>
      </w:r>
      <w:r w:rsidR="00AA3D66">
        <w:rPr>
          <w:rFonts w:ascii="Calibri" w:hAnsi="Calibri" w:cs="Calibri"/>
          <w:sz w:val="18"/>
          <w:szCs w:val="18"/>
        </w:rPr>
        <w:t xml:space="preserve">request reimbursement </w:t>
      </w:r>
      <w:r w:rsidR="00072354">
        <w:rPr>
          <w:rFonts w:ascii="Calibri" w:hAnsi="Calibri" w:cs="Calibri"/>
          <w:sz w:val="18"/>
          <w:szCs w:val="18"/>
        </w:rPr>
        <w:t>by submitting tax invoices</w:t>
      </w:r>
      <w:r w:rsidR="00AA3D66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1179430" w14:paraId="11718F24" w14:textId="77777777" w:rsidTr="51179430">
      <w:tc>
        <w:tcPr>
          <w:tcW w:w="3024" w:type="dxa"/>
        </w:tcPr>
        <w:p w14:paraId="40F0E789" w14:textId="77777777" w:rsidR="51179430" w:rsidRDefault="51179430" w:rsidP="51179430">
          <w:pPr>
            <w:pStyle w:val="Header"/>
            <w:ind w:left="-115"/>
          </w:pPr>
        </w:p>
      </w:tc>
      <w:tc>
        <w:tcPr>
          <w:tcW w:w="3024" w:type="dxa"/>
        </w:tcPr>
        <w:p w14:paraId="74EF4E2E" w14:textId="77777777" w:rsidR="51179430" w:rsidRDefault="51179430" w:rsidP="51179430">
          <w:pPr>
            <w:pStyle w:val="Header"/>
            <w:jc w:val="center"/>
          </w:pPr>
        </w:p>
      </w:tc>
      <w:tc>
        <w:tcPr>
          <w:tcW w:w="3024" w:type="dxa"/>
        </w:tcPr>
        <w:p w14:paraId="1B972BA1" w14:textId="77777777" w:rsidR="51179430" w:rsidRDefault="51179430" w:rsidP="51179430">
          <w:pPr>
            <w:pStyle w:val="Header"/>
            <w:ind w:right="-115"/>
            <w:jc w:val="right"/>
          </w:pPr>
        </w:p>
      </w:tc>
    </w:tr>
  </w:tbl>
  <w:p w14:paraId="4C8D0EC6" w14:textId="77777777" w:rsidR="51179430" w:rsidRDefault="51179430" w:rsidP="51179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033"/>
    <w:multiLevelType w:val="hybridMultilevel"/>
    <w:tmpl w:val="550AB0D4"/>
    <w:lvl w:ilvl="0" w:tplc="6BAAD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181"/>
    <w:multiLevelType w:val="hybridMultilevel"/>
    <w:tmpl w:val="9BD24584"/>
    <w:lvl w:ilvl="0" w:tplc="3EC6B6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27BD"/>
    <w:multiLevelType w:val="hybridMultilevel"/>
    <w:tmpl w:val="3DBE2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8000B"/>
    <w:multiLevelType w:val="multilevel"/>
    <w:tmpl w:val="9B96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EE0BE6"/>
    <w:multiLevelType w:val="hybridMultilevel"/>
    <w:tmpl w:val="627CCA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4F24D17"/>
    <w:multiLevelType w:val="multilevel"/>
    <w:tmpl w:val="4712F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E156E"/>
    <w:multiLevelType w:val="hybridMultilevel"/>
    <w:tmpl w:val="8CEE0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DAE"/>
    <w:multiLevelType w:val="hybridMultilevel"/>
    <w:tmpl w:val="8ABCB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401E1"/>
    <w:multiLevelType w:val="multilevel"/>
    <w:tmpl w:val="A1560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24AA3DD6"/>
    <w:multiLevelType w:val="multilevel"/>
    <w:tmpl w:val="DD42E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44724"/>
    <w:multiLevelType w:val="hybridMultilevel"/>
    <w:tmpl w:val="D32236B6"/>
    <w:lvl w:ilvl="0" w:tplc="4948C3CC">
      <w:start w:val="1"/>
      <w:numFmt w:val="decimal"/>
      <w:lvlText w:val="%1."/>
      <w:lvlJc w:val="left"/>
      <w:pPr>
        <w:ind w:left="990" w:hanging="360"/>
      </w:pPr>
      <w:rPr>
        <w:rFonts w:ascii="Calibri" w:hAnsi="Calibri" w:cs="Calibri" w:hint="default"/>
        <w:b w:val="0"/>
        <w:bCs w:val="0"/>
        <w:color w:val="808080" w:themeColor="background1" w:themeShade="80"/>
        <w:sz w:val="22"/>
        <w:szCs w:val="22"/>
      </w:rPr>
    </w:lvl>
    <w:lvl w:ilvl="1" w:tplc="1F96409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22568"/>
    <w:multiLevelType w:val="hybridMultilevel"/>
    <w:tmpl w:val="848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D7D91"/>
    <w:multiLevelType w:val="hybridMultilevel"/>
    <w:tmpl w:val="EA8EFF8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4B11EAA"/>
    <w:multiLevelType w:val="hybridMultilevel"/>
    <w:tmpl w:val="9F0E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7591C"/>
    <w:multiLevelType w:val="multilevel"/>
    <w:tmpl w:val="A2D2C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208AB"/>
    <w:multiLevelType w:val="hybridMultilevel"/>
    <w:tmpl w:val="7FCAC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70F43"/>
    <w:multiLevelType w:val="multilevel"/>
    <w:tmpl w:val="473C2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733D77"/>
    <w:multiLevelType w:val="hybridMultilevel"/>
    <w:tmpl w:val="E660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0DD4"/>
    <w:multiLevelType w:val="multilevel"/>
    <w:tmpl w:val="4636DE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C8321DC"/>
    <w:multiLevelType w:val="multilevel"/>
    <w:tmpl w:val="65029B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D57218"/>
    <w:multiLevelType w:val="hybridMultilevel"/>
    <w:tmpl w:val="C00E5EC2"/>
    <w:lvl w:ilvl="0" w:tplc="460A6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0258C"/>
    <w:multiLevelType w:val="hybridMultilevel"/>
    <w:tmpl w:val="D24A0DBC"/>
    <w:lvl w:ilvl="0" w:tplc="38266A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1F7E7C"/>
    <w:multiLevelType w:val="hybridMultilevel"/>
    <w:tmpl w:val="A7B8E6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12"/>
  </w:num>
  <w:num w:numId="7">
    <w:abstractNumId w:val="0"/>
  </w:num>
  <w:num w:numId="8">
    <w:abstractNumId w:val="22"/>
  </w:num>
  <w:num w:numId="9">
    <w:abstractNumId w:val="9"/>
  </w:num>
  <w:num w:numId="10">
    <w:abstractNumId w:val="14"/>
  </w:num>
  <w:num w:numId="11">
    <w:abstractNumId w:val="24"/>
  </w:num>
  <w:num w:numId="12">
    <w:abstractNumId w:val="15"/>
  </w:num>
  <w:num w:numId="13">
    <w:abstractNumId w:val="8"/>
  </w:num>
  <w:num w:numId="14">
    <w:abstractNumId w:val="5"/>
  </w:num>
  <w:num w:numId="15">
    <w:abstractNumId w:val="19"/>
  </w:num>
  <w:num w:numId="16">
    <w:abstractNumId w:val="10"/>
  </w:num>
  <w:num w:numId="17">
    <w:abstractNumId w:val="21"/>
  </w:num>
  <w:num w:numId="18">
    <w:abstractNumId w:val="7"/>
  </w:num>
  <w:num w:numId="19">
    <w:abstractNumId w:val="16"/>
  </w:num>
  <w:num w:numId="20">
    <w:abstractNumId w:val="25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S2sDQ3NzAzMDEwNDRW0lEKTi0uzszPAykwqQUAfcVfHywAAAA="/>
  </w:docVars>
  <w:rsids>
    <w:rsidRoot w:val="00831A12"/>
    <w:rsid w:val="00000B70"/>
    <w:rsid w:val="00004AE5"/>
    <w:rsid w:val="000059DA"/>
    <w:rsid w:val="00007B94"/>
    <w:rsid w:val="00017A39"/>
    <w:rsid w:val="00025E84"/>
    <w:rsid w:val="000466CD"/>
    <w:rsid w:val="00056244"/>
    <w:rsid w:val="000563B0"/>
    <w:rsid w:val="0005766B"/>
    <w:rsid w:val="00063793"/>
    <w:rsid w:val="00072354"/>
    <w:rsid w:val="0008125C"/>
    <w:rsid w:val="00086A64"/>
    <w:rsid w:val="00087B38"/>
    <w:rsid w:val="00095523"/>
    <w:rsid w:val="00096D2E"/>
    <w:rsid w:val="000B1CD1"/>
    <w:rsid w:val="000D0809"/>
    <w:rsid w:val="000D1AE5"/>
    <w:rsid w:val="000D72E6"/>
    <w:rsid w:val="000E5FFC"/>
    <w:rsid w:val="00105C87"/>
    <w:rsid w:val="0011142C"/>
    <w:rsid w:val="00111DBF"/>
    <w:rsid w:val="0011548F"/>
    <w:rsid w:val="00120F84"/>
    <w:rsid w:val="00140B4F"/>
    <w:rsid w:val="001423B0"/>
    <w:rsid w:val="00147B54"/>
    <w:rsid w:val="00154D05"/>
    <w:rsid w:val="00156EDF"/>
    <w:rsid w:val="001576C4"/>
    <w:rsid w:val="0016388F"/>
    <w:rsid w:val="001710E8"/>
    <w:rsid w:val="00175E4B"/>
    <w:rsid w:val="001769F4"/>
    <w:rsid w:val="0017731F"/>
    <w:rsid w:val="001818D2"/>
    <w:rsid w:val="001861C4"/>
    <w:rsid w:val="00186593"/>
    <w:rsid w:val="001873CA"/>
    <w:rsid w:val="001B2779"/>
    <w:rsid w:val="001B4B97"/>
    <w:rsid w:val="001C00EB"/>
    <w:rsid w:val="001C0C9F"/>
    <w:rsid w:val="001C0E3E"/>
    <w:rsid w:val="001D40B6"/>
    <w:rsid w:val="001D7242"/>
    <w:rsid w:val="001E6C93"/>
    <w:rsid w:val="001F1E65"/>
    <w:rsid w:val="001F6FAA"/>
    <w:rsid w:val="001F71DC"/>
    <w:rsid w:val="00201D4E"/>
    <w:rsid w:val="00204FEC"/>
    <w:rsid w:val="00226C63"/>
    <w:rsid w:val="00230414"/>
    <w:rsid w:val="00242E7A"/>
    <w:rsid w:val="002468BF"/>
    <w:rsid w:val="00252549"/>
    <w:rsid w:val="00254849"/>
    <w:rsid w:val="00256D45"/>
    <w:rsid w:val="00257CE3"/>
    <w:rsid w:val="00264AA4"/>
    <w:rsid w:val="00275163"/>
    <w:rsid w:val="002753D8"/>
    <w:rsid w:val="002832AD"/>
    <w:rsid w:val="00283D37"/>
    <w:rsid w:val="00292C64"/>
    <w:rsid w:val="00295BF5"/>
    <w:rsid w:val="002A00F7"/>
    <w:rsid w:val="002A04F7"/>
    <w:rsid w:val="002A5F11"/>
    <w:rsid w:val="002B18B8"/>
    <w:rsid w:val="002B4451"/>
    <w:rsid w:val="002B7B7E"/>
    <w:rsid w:val="002C469C"/>
    <w:rsid w:val="002C4F1C"/>
    <w:rsid w:val="002D1159"/>
    <w:rsid w:val="002D393F"/>
    <w:rsid w:val="002E1CA9"/>
    <w:rsid w:val="002F3FCD"/>
    <w:rsid w:val="002F50C8"/>
    <w:rsid w:val="0031325B"/>
    <w:rsid w:val="00322DD4"/>
    <w:rsid w:val="00326E7B"/>
    <w:rsid w:val="00332BFB"/>
    <w:rsid w:val="0034418B"/>
    <w:rsid w:val="0034443E"/>
    <w:rsid w:val="00350556"/>
    <w:rsid w:val="00361FE5"/>
    <w:rsid w:val="003700E2"/>
    <w:rsid w:val="0037020E"/>
    <w:rsid w:val="0037263F"/>
    <w:rsid w:val="00372DC5"/>
    <w:rsid w:val="00372EB8"/>
    <w:rsid w:val="00381693"/>
    <w:rsid w:val="003820D4"/>
    <w:rsid w:val="00384763"/>
    <w:rsid w:val="00384E72"/>
    <w:rsid w:val="0039043F"/>
    <w:rsid w:val="003A37FF"/>
    <w:rsid w:val="003B17A6"/>
    <w:rsid w:val="003B700D"/>
    <w:rsid w:val="003C15DE"/>
    <w:rsid w:val="003C2DD5"/>
    <w:rsid w:val="003C30F8"/>
    <w:rsid w:val="003C43FF"/>
    <w:rsid w:val="003C7555"/>
    <w:rsid w:val="003E36FA"/>
    <w:rsid w:val="003E3AA8"/>
    <w:rsid w:val="003F4A13"/>
    <w:rsid w:val="00400FAE"/>
    <w:rsid w:val="004117A4"/>
    <w:rsid w:val="00415307"/>
    <w:rsid w:val="00420FF5"/>
    <w:rsid w:val="00422323"/>
    <w:rsid w:val="004278F0"/>
    <w:rsid w:val="0043480D"/>
    <w:rsid w:val="00434CFA"/>
    <w:rsid w:val="00437797"/>
    <w:rsid w:val="00450680"/>
    <w:rsid w:val="00450CF3"/>
    <w:rsid w:val="0045522A"/>
    <w:rsid w:val="00456727"/>
    <w:rsid w:val="00465016"/>
    <w:rsid w:val="00476392"/>
    <w:rsid w:val="00486C24"/>
    <w:rsid w:val="00487E0E"/>
    <w:rsid w:val="004A3E50"/>
    <w:rsid w:val="004B358F"/>
    <w:rsid w:val="004B6F39"/>
    <w:rsid w:val="004B7845"/>
    <w:rsid w:val="004C309A"/>
    <w:rsid w:val="004D037A"/>
    <w:rsid w:val="004D2BF7"/>
    <w:rsid w:val="004E02CB"/>
    <w:rsid w:val="004E5A50"/>
    <w:rsid w:val="004E7B8F"/>
    <w:rsid w:val="004E7CFE"/>
    <w:rsid w:val="004F6DF6"/>
    <w:rsid w:val="00500534"/>
    <w:rsid w:val="0051112C"/>
    <w:rsid w:val="00511885"/>
    <w:rsid w:val="00512C75"/>
    <w:rsid w:val="00517ACB"/>
    <w:rsid w:val="005213CE"/>
    <w:rsid w:val="00533E71"/>
    <w:rsid w:val="005354BF"/>
    <w:rsid w:val="00541CDA"/>
    <w:rsid w:val="00542B75"/>
    <w:rsid w:val="0055022E"/>
    <w:rsid w:val="0055493B"/>
    <w:rsid w:val="005555C0"/>
    <w:rsid w:val="00590E68"/>
    <w:rsid w:val="005A3A1D"/>
    <w:rsid w:val="005B0C5D"/>
    <w:rsid w:val="005B131E"/>
    <w:rsid w:val="005B4711"/>
    <w:rsid w:val="005C7B30"/>
    <w:rsid w:val="005D05B8"/>
    <w:rsid w:val="005D0977"/>
    <w:rsid w:val="005E2C59"/>
    <w:rsid w:val="005F615E"/>
    <w:rsid w:val="005F6FC7"/>
    <w:rsid w:val="006031C7"/>
    <w:rsid w:val="006049EA"/>
    <w:rsid w:val="00612424"/>
    <w:rsid w:val="006235F6"/>
    <w:rsid w:val="00625257"/>
    <w:rsid w:val="00627DCE"/>
    <w:rsid w:val="00631DEC"/>
    <w:rsid w:val="00633593"/>
    <w:rsid w:val="0064263C"/>
    <w:rsid w:val="00644D6B"/>
    <w:rsid w:val="00652B4F"/>
    <w:rsid w:val="00653911"/>
    <w:rsid w:val="00654DA1"/>
    <w:rsid w:val="006553C3"/>
    <w:rsid w:val="00660E40"/>
    <w:rsid w:val="0066683B"/>
    <w:rsid w:val="0067698B"/>
    <w:rsid w:val="0067712F"/>
    <w:rsid w:val="006776E4"/>
    <w:rsid w:val="00684D44"/>
    <w:rsid w:val="00696BDF"/>
    <w:rsid w:val="00697E8E"/>
    <w:rsid w:val="006A52D5"/>
    <w:rsid w:val="006B464A"/>
    <w:rsid w:val="006C0E2B"/>
    <w:rsid w:val="006C323D"/>
    <w:rsid w:val="006D7A5F"/>
    <w:rsid w:val="006E13A5"/>
    <w:rsid w:val="006F015D"/>
    <w:rsid w:val="006F1733"/>
    <w:rsid w:val="00713E69"/>
    <w:rsid w:val="0071679F"/>
    <w:rsid w:val="007303AE"/>
    <w:rsid w:val="00730FAD"/>
    <w:rsid w:val="00751FFB"/>
    <w:rsid w:val="00760D26"/>
    <w:rsid w:val="00765225"/>
    <w:rsid w:val="00766E13"/>
    <w:rsid w:val="00771D5D"/>
    <w:rsid w:val="0077606C"/>
    <w:rsid w:val="00783DF6"/>
    <w:rsid w:val="00784658"/>
    <w:rsid w:val="00785035"/>
    <w:rsid w:val="00792DFC"/>
    <w:rsid w:val="007A0A73"/>
    <w:rsid w:val="007A1F46"/>
    <w:rsid w:val="007A4EC5"/>
    <w:rsid w:val="007B6A77"/>
    <w:rsid w:val="007C0340"/>
    <w:rsid w:val="007D28D4"/>
    <w:rsid w:val="007D3EF7"/>
    <w:rsid w:val="007D691A"/>
    <w:rsid w:val="007D6A90"/>
    <w:rsid w:val="007F6B84"/>
    <w:rsid w:val="007F72BA"/>
    <w:rsid w:val="008017FC"/>
    <w:rsid w:val="00811DAD"/>
    <w:rsid w:val="00812EB3"/>
    <w:rsid w:val="0082740C"/>
    <w:rsid w:val="0082743B"/>
    <w:rsid w:val="0083017B"/>
    <w:rsid w:val="00831955"/>
    <w:rsid w:val="00831A12"/>
    <w:rsid w:val="0083238B"/>
    <w:rsid w:val="00833069"/>
    <w:rsid w:val="0084025A"/>
    <w:rsid w:val="00852797"/>
    <w:rsid w:val="00862B08"/>
    <w:rsid w:val="00863691"/>
    <w:rsid w:val="008667F7"/>
    <w:rsid w:val="008760C1"/>
    <w:rsid w:val="00882B6B"/>
    <w:rsid w:val="008906A3"/>
    <w:rsid w:val="00892101"/>
    <w:rsid w:val="008A00D8"/>
    <w:rsid w:val="008A2DE7"/>
    <w:rsid w:val="008A348B"/>
    <w:rsid w:val="008B2807"/>
    <w:rsid w:val="008B6FB0"/>
    <w:rsid w:val="008C2BD6"/>
    <w:rsid w:val="008C35D8"/>
    <w:rsid w:val="008C500E"/>
    <w:rsid w:val="008C7E6E"/>
    <w:rsid w:val="008E6D38"/>
    <w:rsid w:val="008E6DD2"/>
    <w:rsid w:val="008F16D3"/>
    <w:rsid w:val="008F1A83"/>
    <w:rsid w:val="008F5B4D"/>
    <w:rsid w:val="00904FFC"/>
    <w:rsid w:val="00905F29"/>
    <w:rsid w:val="00912519"/>
    <w:rsid w:val="00916F25"/>
    <w:rsid w:val="009216ED"/>
    <w:rsid w:val="00922415"/>
    <w:rsid w:val="00935394"/>
    <w:rsid w:val="00940797"/>
    <w:rsid w:val="00941593"/>
    <w:rsid w:val="00943BBA"/>
    <w:rsid w:val="00950D8A"/>
    <w:rsid w:val="009577C6"/>
    <w:rsid w:val="00962618"/>
    <w:rsid w:val="00992970"/>
    <w:rsid w:val="00995FB6"/>
    <w:rsid w:val="009A7063"/>
    <w:rsid w:val="009A737A"/>
    <w:rsid w:val="009B49BD"/>
    <w:rsid w:val="009C0922"/>
    <w:rsid w:val="009C6DA5"/>
    <w:rsid w:val="009C70BD"/>
    <w:rsid w:val="009D1785"/>
    <w:rsid w:val="009D6A5F"/>
    <w:rsid w:val="009E6922"/>
    <w:rsid w:val="009E74F7"/>
    <w:rsid w:val="00A022FC"/>
    <w:rsid w:val="00A24D75"/>
    <w:rsid w:val="00A33AE4"/>
    <w:rsid w:val="00A36395"/>
    <w:rsid w:val="00A451DC"/>
    <w:rsid w:val="00A513B9"/>
    <w:rsid w:val="00A55EF3"/>
    <w:rsid w:val="00A615E1"/>
    <w:rsid w:val="00A61E7A"/>
    <w:rsid w:val="00A72237"/>
    <w:rsid w:val="00A768B1"/>
    <w:rsid w:val="00A8126B"/>
    <w:rsid w:val="00A900E5"/>
    <w:rsid w:val="00A93FD6"/>
    <w:rsid w:val="00AA276B"/>
    <w:rsid w:val="00AA3D66"/>
    <w:rsid w:val="00AA6B72"/>
    <w:rsid w:val="00AB1066"/>
    <w:rsid w:val="00AB19E9"/>
    <w:rsid w:val="00AC2A5E"/>
    <w:rsid w:val="00AC6C53"/>
    <w:rsid w:val="00AE2F55"/>
    <w:rsid w:val="00AE35E4"/>
    <w:rsid w:val="00AF34E4"/>
    <w:rsid w:val="00AF5AB8"/>
    <w:rsid w:val="00B11786"/>
    <w:rsid w:val="00B37BDA"/>
    <w:rsid w:val="00B428A3"/>
    <w:rsid w:val="00B51838"/>
    <w:rsid w:val="00B6421F"/>
    <w:rsid w:val="00B73BEC"/>
    <w:rsid w:val="00B7452F"/>
    <w:rsid w:val="00B80341"/>
    <w:rsid w:val="00B80419"/>
    <w:rsid w:val="00B82698"/>
    <w:rsid w:val="00BB1E9A"/>
    <w:rsid w:val="00BC5D3F"/>
    <w:rsid w:val="00BD49CC"/>
    <w:rsid w:val="00BE46C4"/>
    <w:rsid w:val="00BE58A0"/>
    <w:rsid w:val="00BE7775"/>
    <w:rsid w:val="00BF05CB"/>
    <w:rsid w:val="00BF2B55"/>
    <w:rsid w:val="00BF55BB"/>
    <w:rsid w:val="00C01387"/>
    <w:rsid w:val="00C0138D"/>
    <w:rsid w:val="00C16ECE"/>
    <w:rsid w:val="00C175A3"/>
    <w:rsid w:val="00C23906"/>
    <w:rsid w:val="00C27446"/>
    <w:rsid w:val="00C30510"/>
    <w:rsid w:val="00C32FBD"/>
    <w:rsid w:val="00C34676"/>
    <w:rsid w:val="00C35AC2"/>
    <w:rsid w:val="00C3758C"/>
    <w:rsid w:val="00C41494"/>
    <w:rsid w:val="00C41DB8"/>
    <w:rsid w:val="00C4766C"/>
    <w:rsid w:val="00C50997"/>
    <w:rsid w:val="00C56576"/>
    <w:rsid w:val="00C76E02"/>
    <w:rsid w:val="00C863CE"/>
    <w:rsid w:val="00C91325"/>
    <w:rsid w:val="00C97669"/>
    <w:rsid w:val="00CA2F0E"/>
    <w:rsid w:val="00CC148F"/>
    <w:rsid w:val="00CC2825"/>
    <w:rsid w:val="00CC4078"/>
    <w:rsid w:val="00CC492C"/>
    <w:rsid w:val="00CD75E2"/>
    <w:rsid w:val="00CE525C"/>
    <w:rsid w:val="00CE60BE"/>
    <w:rsid w:val="00CE7805"/>
    <w:rsid w:val="00CF7B48"/>
    <w:rsid w:val="00D00449"/>
    <w:rsid w:val="00D017CB"/>
    <w:rsid w:val="00D07CC3"/>
    <w:rsid w:val="00D24997"/>
    <w:rsid w:val="00D31D7D"/>
    <w:rsid w:val="00D37594"/>
    <w:rsid w:val="00D406BD"/>
    <w:rsid w:val="00D41812"/>
    <w:rsid w:val="00D443AA"/>
    <w:rsid w:val="00D46A33"/>
    <w:rsid w:val="00D53528"/>
    <w:rsid w:val="00D9426A"/>
    <w:rsid w:val="00DA0C1B"/>
    <w:rsid w:val="00DB2E67"/>
    <w:rsid w:val="00DB79F2"/>
    <w:rsid w:val="00DB7B0D"/>
    <w:rsid w:val="00DC0407"/>
    <w:rsid w:val="00DD060B"/>
    <w:rsid w:val="00DD22BD"/>
    <w:rsid w:val="00DD3F72"/>
    <w:rsid w:val="00DE0A0E"/>
    <w:rsid w:val="00DE2094"/>
    <w:rsid w:val="00DF1064"/>
    <w:rsid w:val="00DF3BDA"/>
    <w:rsid w:val="00DF5500"/>
    <w:rsid w:val="00DF5502"/>
    <w:rsid w:val="00E00FAF"/>
    <w:rsid w:val="00E04F6D"/>
    <w:rsid w:val="00E20B8B"/>
    <w:rsid w:val="00E260C3"/>
    <w:rsid w:val="00E27C6E"/>
    <w:rsid w:val="00E3184E"/>
    <w:rsid w:val="00E3419F"/>
    <w:rsid w:val="00E349E7"/>
    <w:rsid w:val="00E42807"/>
    <w:rsid w:val="00E521A9"/>
    <w:rsid w:val="00E60A73"/>
    <w:rsid w:val="00E728CF"/>
    <w:rsid w:val="00E804FA"/>
    <w:rsid w:val="00E850D3"/>
    <w:rsid w:val="00E8588D"/>
    <w:rsid w:val="00E95634"/>
    <w:rsid w:val="00EA1008"/>
    <w:rsid w:val="00EB174C"/>
    <w:rsid w:val="00EB36CD"/>
    <w:rsid w:val="00EC102B"/>
    <w:rsid w:val="00ED16FB"/>
    <w:rsid w:val="00ED4C47"/>
    <w:rsid w:val="00ED6C57"/>
    <w:rsid w:val="00ED748B"/>
    <w:rsid w:val="00EE1F9C"/>
    <w:rsid w:val="00EE4F3C"/>
    <w:rsid w:val="00EE63E8"/>
    <w:rsid w:val="00EF7DD2"/>
    <w:rsid w:val="00F045FE"/>
    <w:rsid w:val="00F05F63"/>
    <w:rsid w:val="00F117F4"/>
    <w:rsid w:val="00F11B59"/>
    <w:rsid w:val="00F16EC8"/>
    <w:rsid w:val="00F336A3"/>
    <w:rsid w:val="00F37F2D"/>
    <w:rsid w:val="00F41C92"/>
    <w:rsid w:val="00F43BC4"/>
    <w:rsid w:val="00F45A10"/>
    <w:rsid w:val="00F50F3B"/>
    <w:rsid w:val="00F54ECB"/>
    <w:rsid w:val="00F570EE"/>
    <w:rsid w:val="00F620C8"/>
    <w:rsid w:val="00F62B7F"/>
    <w:rsid w:val="00F710B8"/>
    <w:rsid w:val="00F80B57"/>
    <w:rsid w:val="00F85AB9"/>
    <w:rsid w:val="00F94C54"/>
    <w:rsid w:val="00F97A2D"/>
    <w:rsid w:val="00FA229A"/>
    <w:rsid w:val="00FA41B7"/>
    <w:rsid w:val="00FB0BAE"/>
    <w:rsid w:val="00FB4B1E"/>
    <w:rsid w:val="00FB6A60"/>
    <w:rsid w:val="00FD1AAF"/>
    <w:rsid w:val="00FD4F5B"/>
    <w:rsid w:val="00FD6B93"/>
    <w:rsid w:val="00FD7924"/>
    <w:rsid w:val="00FD7A16"/>
    <w:rsid w:val="00FE5A71"/>
    <w:rsid w:val="07C3FB49"/>
    <w:rsid w:val="0BC45B8C"/>
    <w:rsid w:val="0E13C5A4"/>
    <w:rsid w:val="0E789A0E"/>
    <w:rsid w:val="11DC6090"/>
    <w:rsid w:val="13C0863C"/>
    <w:rsid w:val="194F712E"/>
    <w:rsid w:val="1EB9F8F6"/>
    <w:rsid w:val="25E81039"/>
    <w:rsid w:val="267EE2D0"/>
    <w:rsid w:val="2AF47D33"/>
    <w:rsid w:val="326B64EA"/>
    <w:rsid w:val="333FFE6A"/>
    <w:rsid w:val="344EEFE3"/>
    <w:rsid w:val="397907A7"/>
    <w:rsid w:val="3C2DA877"/>
    <w:rsid w:val="3F0AB8A5"/>
    <w:rsid w:val="44B708A8"/>
    <w:rsid w:val="45FC1FD7"/>
    <w:rsid w:val="51179430"/>
    <w:rsid w:val="540D196A"/>
    <w:rsid w:val="5683DD30"/>
    <w:rsid w:val="57361099"/>
    <w:rsid w:val="57CDC9E3"/>
    <w:rsid w:val="584CCFBA"/>
    <w:rsid w:val="58AC3581"/>
    <w:rsid w:val="6036C752"/>
    <w:rsid w:val="60E95D5F"/>
    <w:rsid w:val="613DE003"/>
    <w:rsid w:val="61649C09"/>
    <w:rsid w:val="634E1B04"/>
    <w:rsid w:val="6576EB18"/>
    <w:rsid w:val="66748356"/>
    <w:rsid w:val="692B948A"/>
    <w:rsid w:val="695C8C5C"/>
    <w:rsid w:val="695F33B6"/>
    <w:rsid w:val="716C42F4"/>
    <w:rsid w:val="759E3A3B"/>
    <w:rsid w:val="76D2F234"/>
    <w:rsid w:val="7799FA17"/>
    <w:rsid w:val="7A98FB18"/>
    <w:rsid w:val="7B1E9361"/>
    <w:rsid w:val="7FB6797A"/>
    <w:rsid w:val="7FFA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6CF4"/>
  <w15:chartTrackingRefBased/>
  <w15:docId w15:val="{4102343B-CEA4-4D1C-883E-AE541F3E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50C8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FD7924"/>
    <w:rPr>
      <w:color w:val="808080"/>
    </w:rPr>
  </w:style>
  <w:style w:type="character" w:styleId="Hyperlink">
    <w:name w:val="Hyperlink"/>
    <w:uiPriority w:val="99"/>
    <w:unhideWhenUsed/>
    <w:rsid w:val="00ED6C57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D6C5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D6C57"/>
    <w:rPr>
      <w:rFonts w:eastAsiaTheme="minorHAnsi"/>
      <w:lang w:val="en-US" w:eastAsia="en-US"/>
    </w:rPr>
  </w:style>
  <w:style w:type="paragraph" w:customStyle="1" w:styleId="HEADING">
    <w:name w:val="HEADING"/>
    <w:basedOn w:val="Normal"/>
    <w:link w:val="HEADINGChar"/>
    <w:qFormat/>
    <w:rsid w:val="00ED6C57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ED6C57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D115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D115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7F7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F7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F50C8"/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styleId="FootnoteReference">
    <w:name w:val="footnote reference"/>
    <w:semiHidden/>
    <w:rsid w:val="00326E7B"/>
    <w:rPr>
      <w:vertAlign w:val="superscript"/>
    </w:rPr>
  </w:style>
  <w:style w:type="paragraph" w:customStyle="1" w:styleId="RFQHeadings">
    <w:name w:val="RFQ Headings"/>
    <w:basedOn w:val="Heading1"/>
    <w:link w:val="RFQHeadingsChar"/>
    <w:qFormat/>
    <w:rsid w:val="00D9426A"/>
    <w:pPr>
      <w:pBdr>
        <w:bottom w:val="single" w:sz="4" w:space="2" w:color="ED7D31" w:themeColor="accent2"/>
      </w:pBdr>
    </w:pPr>
    <w:rPr>
      <w:rFonts w:eastAsiaTheme="majorEastAsia" w:cstheme="majorBidi"/>
      <w:color w:val="262626" w:themeColor="text1" w:themeTint="D9"/>
    </w:rPr>
  </w:style>
  <w:style w:type="character" w:customStyle="1" w:styleId="RFQHeadingsChar">
    <w:name w:val="RFQ Headings Char"/>
    <w:basedOn w:val="Heading1Char"/>
    <w:link w:val="RFQHeadings"/>
    <w:rsid w:val="00D9426A"/>
    <w:rPr>
      <w:rFonts w:ascii="Calibri" w:eastAsiaTheme="majorEastAsia" w:hAnsi="Calibri" w:cstheme="majorBidi"/>
      <w:b/>
      <w:color w:val="262626" w:themeColor="text1" w:themeTint="D9"/>
      <w:sz w:val="36"/>
      <w:szCs w:val="40"/>
      <w:lang w:val="en-US" w:eastAsia="en-US"/>
    </w:rPr>
  </w:style>
  <w:style w:type="character" w:styleId="Strong">
    <w:name w:val="Strong"/>
    <w:basedOn w:val="DefaultParagraphFont"/>
    <w:uiPriority w:val="22"/>
    <w:qFormat/>
    <w:rsid w:val="00D9426A"/>
    <w:rPr>
      <w:b/>
      <w:bCs/>
    </w:rPr>
  </w:style>
  <w:style w:type="paragraph" w:styleId="TOAHeading">
    <w:name w:val="toa heading"/>
    <w:basedOn w:val="Normal"/>
    <w:next w:val="Normal"/>
    <w:semiHidden/>
    <w:rsid w:val="00D9426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65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aragraph">
    <w:name w:val="paragraph"/>
    <w:basedOn w:val="Normal"/>
    <w:rsid w:val="00BF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BF2B55"/>
  </w:style>
  <w:style w:type="character" w:customStyle="1" w:styleId="eop">
    <w:name w:val="eop"/>
    <w:basedOn w:val="DefaultParagraphFont"/>
    <w:rsid w:val="00BF2B55"/>
  </w:style>
  <w:style w:type="character" w:styleId="CommentReference">
    <w:name w:val="annotation reference"/>
    <w:basedOn w:val="DefaultParagraphFont"/>
    <w:uiPriority w:val="99"/>
    <w:semiHidden/>
    <w:unhideWhenUsed/>
    <w:rsid w:val="00201D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1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1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4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C15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customStyle="1" w:styleId="Sub-ClauseText">
    <w:name w:val="Sub-Clause Text"/>
    <w:basedOn w:val="Normal"/>
    <w:link w:val="Sub-ClauseTextChar"/>
    <w:rsid w:val="003C15D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3C15DE"/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MarginText">
    <w:name w:val="Margin Text"/>
    <w:basedOn w:val="BodyText"/>
    <w:rsid w:val="00E521A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521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21A9"/>
  </w:style>
  <w:style w:type="paragraph" w:customStyle="1" w:styleId="Single">
    <w:name w:val="Single"/>
    <w:basedOn w:val="Normal"/>
    <w:rsid w:val="00095523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  <w:style w:type="paragraph" w:styleId="Revision">
    <w:name w:val="Revision"/>
    <w:hidden/>
    <w:uiPriority w:val="99"/>
    <w:semiHidden/>
    <w:rsid w:val="00D5352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04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ccwbo.org/resources-for-business/incoterms-rules/incoterms-2020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ie.sonko\Downloads\Request%20for%20Quotation%20(RFQ)%20Information%20Sheet%20-%20Goods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8BEC8EA6D7B439DB8B3964D73747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5D4EB-B777-4045-AA79-020AF0FBA980}"/>
      </w:docPartPr>
      <w:docPartBody>
        <w:p w:rsidR="00A852C8" w:rsidRDefault="00A852C8">
          <w:pPr>
            <w:pStyle w:val="F8BEC8EA6D7B439DB8B3964D73747703"/>
          </w:pPr>
          <w:r w:rsidRPr="009400ED">
            <w:rPr>
              <w:rStyle w:val="PlaceholderText"/>
              <w:rFonts w:cstheme="minorHAnsi"/>
              <w:color w:val="FF000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A00D28ED2E492DAC6FDECD81887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FF24B-ED71-46EC-A9C2-5D7C8A57F031}"/>
      </w:docPartPr>
      <w:docPartBody>
        <w:p w:rsidR="00A852C8" w:rsidRDefault="00A852C8">
          <w:pPr>
            <w:pStyle w:val="00A00D28ED2E492DAC6FDECD81887302"/>
          </w:pPr>
          <w:r w:rsidRPr="009400ED">
            <w:rPr>
              <w:rStyle w:val="PlaceholderText"/>
              <w:rFonts w:cstheme="minorHAnsi"/>
              <w:color w:val="FF000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1EF44B8AE724F66A8DF725F63DC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52B61-8462-4535-AA34-F6F455139060}"/>
      </w:docPartPr>
      <w:docPartBody>
        <w:p w:rsidR="00A852C8" w:rsidRDefault="00A852C8">
          <w:pPr>
            <w:pStyle w:val="51EF44B8AE724F66A8DF725F63DC857A"/>
          </w:pPr>
          <w:r w:rsidRPr="009400ED">
            <w:rPr>
              <w:color w:val="FF0000"/>
              <w:sz w:val="20"/>
              <w:szCs w:val="20"/>
              <w:lang w:val="en-GB"/>
            </w:rPr>
            <w:t>Enter # days</w:t>
          </w:r>
        </w:p>
      </w:docPartBody>
    </w:docPart>
    <w:docPart>
      <w:docPartPr>
        <w:name w:val="010CB43A239E4B7885467C60311F1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EE6EF-80EB-435F-A5A6-A5E11C6CBA57}"/>
      </w:docPartPr>
      <w:docPartBody>
        <w:p w:rsidR="00A852C8" w:rsidRDefault="00A852C8">
          <w:pPr>
            <w:pStyle w:val="010CB43A239E4B7885467C60311F1681"/>
          </w:pPr>
          <w:r w:rsidRPr="009400ED">
            <w:rPr>
              <w:rStyle w:val="PlaceholderText"/>
              <w:rFonts w:cstheme="minorHAnsi"/>
              <w:color w:val="FF0000"/>
              <w:sz w:val="20"/>
              <w:szCs w:val="20"/>
            </w:rPr>
            <w:t>Choose an item.</w:t>
          </w:r>
        </w:p>
      </w:docPartBody>
    </w:docPart>
    <w:docPart>
      <w:docPartPr>
        <w:name w:val="B1A237A4E20A4DDCA5F31796D7C50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1022D-582E-4203-BAF2-F5F17A3B54A9}"/>
      </w:docPartPr>
      <w:docPartBody>
        <w:p w:rsidR="00A852C8" w:rsidRDefault="00A852C8">
          <w:pPr>
            <w:pStyle w:val="B1A237A4E20A4DDCA5F31796D7C509E2"/>
          </w:pPr>
          <w:r w:rsidRPr="009400ED">
            <w:rPr>
              <w:color w:val="FF0000"/>
              <w:sz w:val="20"/>
              <w:szCs w:val="20"/>
              <w:lang w:val="en-GB"/>
            </w:rPr>
            <w:t>Enter # days</w:t>
          </w:r>
        </w:p>
      </w:docPartBody>
    </w:docPart>
    <w:docPart>
      <w:docPartPr>
        <w:name w:val="96B078F140584F45B00DC6BFB2219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B80DA-35C1-44EB-BAF1-3DDDE4899F76}"/>
      </w:docPartPr>
      <w:docPartBody>
        <w:p w:rsidR="00A852C8" w:rsidRDefault="00A852C8">
          <w:pPr>
            <w:pStyle w:val="96B078F140584F45B00DC6BFB2219FDD"/>
          </w:pPr>
          <w:r w:rsidRPr="009400ED">
            <w:rPr>
              <w:rStyle w:val="PlaceholderText"/>
              <w:color w:val="FF0000"/>
              <w:sz w:val="20"/>
              <w:szCs w:val="20"/>
            </w:rPr>
            <w:t>Choose an item.</w:t>
          </w:r>
        </w:p>
      </w:docPartBody>
    </w:docPart>
    <w:docPart>
      <w:docPartPr>
        <w:name w:val="E373E29E88BF4173AB7ED60554EE3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5FF7F-83F7-4B5E-BE0F-2C0B0F95D010}"/>
      </w:docPartPr>
      <w:docPartBody>
        <w:p w:rsidR="00A852C8" w:rsidRDefault="00A852C8">
          <w:pPr>
            <w:pStyle w:val="E373E29E88BF4173AB7ED60554EE3B28"/>
          </w:pPr>
          <w:r w:rsidRPr="009A06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B728A386BE41749661C09DE666A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609C8-7D07-43B3-9A2A-7ED69884B1AC}"/>
      </w:docPartPr>
      <w:docPartBody>
        <w:p w:rsidR="00A852C8" w:rsidRDefault="00A852C8">
          <w:pPr>
            <w:pStyle w:val="50B728A386BE41749661C09DE666A916"/>
          </w:pPr>
          <w:r w:rsidRPr="009400ED">
            <w:rPr>
              <w:rStyle w:val="PlaceholderText"/>
              <w:rFonts w:cstheme="minorHAnsi"/>
              <w:color w:val="FF000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F5641AFA0094AF8AE5D4E938EE8F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09508-2ABE-422E-B214-12336E299E79}"/>
      </w:docPartPr>
      <w:docPartBody>
        <w:p w:rsidR="00A852C8" w:rsidRDefault="00A852C8">
          <w:pPr>
            <w:pStyle w:val="2F5641AFA0094AF8AE5D4E938EE8F624"/>
          </w:pPr>
          <w:r w:rsidRPr="002569E7">
            <w:rPr>
              <w:rStyle w:val="PlaceholderText"/>
              <w:lang w:val="en-GB"/>
            </w:rPr>
            <w:t>Choose an item.</w:t>
          </w:r>
        </w:p>
      </w:docPartBody>
    </w:docPart>
    <w:docPart>
      <w:docPartPr>
        <w:name w:val="C0381D7911F44127A26DD1E17DDB0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72877-B071-4838-B673-BAE6864601A3}"/>
      </w:docPartPr>
      <w:docPartBody>
        <w:p w:rsidR="00A852C8" w:rsidRDefault="00A852C8">
          <w:pPr>
            <w:pStyle w:val="C0381D7911F44127A26DD1E17DDB0F38"/>
          </w:pPr>
          <w:r w:rsidRPr="002569E7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B16ED2903D91414BB2D44B44CEF6B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F98A0-6EE0-409D-8141-44C50A25F303}"/>
      </w:docPartPr>
      <w:docPartBody>
        <w:p w:rsidR="00A852C8" w:rsidRDefault="00A852C8">
          <w:pPr>
            <w:pStyle w:val="B16ED2903D91414BB2D44B44CEF6B7C2"/>
          </w:pPr>
          <w:r w:rsidRPr="00E026D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71ADD587DE1B46628F993D90EBB27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EDADE-D1AD-4367-B429-D39BD73BF4EA}"/>
      </w:docPartPr>
      <w:docPartBody>
        <w:p w:rsidR="00A852C8" w:rsidRDefault="00A852C8">
          <w:pPr>
            <w:pStyle w:val="71ADD587DE1B46628F993D90EBB27808"/>
          </w:pPr>
          <w:r w:rsidRPr="00E026D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629428A6FF5D4670A783A9784714D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DF9F7-C7BF-481D-BE4B-5C4B8C6A1101}"/>
      </w:docPartPr>
      <w:docPartBody>
        <w:p w:rsidR="00A852C8" w:rsidRDefault="00A852C8">
          <w:pPr>
            <w:pStyle w:val="629428A6FF5D4670A783A9784714D57D"/>
          </w:pPr>
          <w:r w:rsidRPr="00E026D5">
            <w:rPr>
              <w:rStyle w:val="PlaceholderText"/>
              <w:sz w:val="20"/>
              <w:szCs w:val="20"/>
            </w:rPr>
            <w:t>Choose an item</w:t>
          </w:r>
          <w:r w:rsidRPr="00B91854">
            <w:rPr>
              <w:rFonts w:eastAsia="Calibri" w:cstheme="minorHAnsi"/>
              <w:color w:val="808080"/>
              <w:sz w:val="20"/>
              <w:szCs w:val="20"/>
            </w:rPr>
            <w:t>.</w:t>
          </w:r>
        </w:p>
      </w:docPartBody>
    </w:docPart>
    <w:docPart>
      <w:docPartPr>
        <w:name w:val="5EBA9AFDA8FB41C69A6C2734DA7CA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79E39-AECA-4915-BB7D-7AA4918A9ED3}"/>
      </w:docPartPr>
      <w:docPartBody>
        <w:p w:rsidR="00A852C8" w:rsidRDefault="00A852C8">
          <w:pPr>
            <w:pStyle w:val="5EBA9AFDA8FB41C69A6C2734DA7CA566"/>
          </w:pPr>
          <w:r w:rsidRPr="00B91854">
            <w:rPr>
              <w:rStyle w:val="PlaceholderText"/>
              <w:sz w:val="20"/>
              <w:szCs w:val="20"/>
            </w:rPr>
            <w:t>Click or tap here to enter number.</w:t>
          </w:r>
        </w:p>
      </w:docPartBody>
    </w:docPart>
    <w:docPart>
      <w:docPartPr>
        <w:name w:val="3FB43BA1EF5A40BEB6A185A464D10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99A29-A252-41F1-BD53-30EBDAC4537D}"/>
      </w:docPartPr>
      <w:docPartBody>
        <w:p w:rsidR="00A852C8" w:rsidRDefault="00A852C8">
          <w:pPr>
            <w:pStyle w:val="3FB43BA1EF5A40BEB6A185A464D10C24"/>
          </w:pPr>
          <w:r w:rsidRPr="00632C3D">
            <w:rPr>
              <w:rStyle w:val="PlaceholderText"/>
              <w:szCs w:val="20"/>
            </w:rPr>
            <w:t>Click or tap here to enter text.</w:t>
          </w:r>
        </w:p>
      </w:docPartBody>
    </w:docPart>
    <w:docPart>
      <w:docPartPr>
        <w:name w:val="B348281262D549F48203088BFA99D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E4111-9F28-42D7-8216-7088F8C48581}"/>
      </w:docPartPr>
      <w:docPartBody>
        <w:p w:rsidR="00A852C8" w:rsidRDefault="00A852C8">
          <w:pPr>
            <w:pStyle w:val="B348281262D549F48203088BFA99D303"/>
          </w:pPr>
          <w:r w:rsidRPr="00B91854">
            <w:rPr>
              <w:rStyle w:val="PlaceholderText"/>
              <w:sz w:val="20"/>
              <w:szCs w:val="18"/>
            </w:rPr>
            <w:t>Choose an item.</w:t>
          </w:r>
        </w:p>
      </w:docPartBody>
    </w:docPart>
    <w:docPart>
      <w:docPartPr>
        <w:name w:val="50EE135BF6C343DD8B4FE156F3D67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13515-E015-4E28-8393-D391FE62FDF4}"/>
      </w:docPartPr>
      <w:docPartBody>
        <w:p w:rsidR="00A852C8" w:rsidRDefault="00A852C8">
          <w:pPr>
            <w:pStyle w:val="50EE135BF6C343DD8B4FE156F3D673DE"/>
          </w:pPr>
          <w:r w:rsidRPr="00B91854">
            <w:rPr>
              <w:rStyle w:val="PlaceholderText"/>
              <w:sz w:val="20"/>
              <w:szCs w:val="18"/>
            </w:rPr>
            <w:t>Choose an item.</w:t>
          </w:r>
        </w:p>
      </w:docPartBody>
    </w:docPart>
    <w:docPart>
      <w:docPartPr>
        <w:name w:val="51877BFC9A4D48F694F5AAFFDB1DA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DC814-46ED-4135-925B-E336542E7A2E}"/>
      </w:docPartPr>
      <w:docPartBody>
        <w:p w:rsidR="00A852C8" w:rsidRDefault="00A852C8">
          <w:pPr>
            <w:pStyle w:val="51877BFC9A4D48F694F5AAFFDB1DA103"/>
          </w:pPr>
          <w:r w:rsidRPr="00B91854">
            <w:rPr>
              <w:rStyle w:val="PlaceholderText"/>
              <w:sz w:val="20"/>
              <w:szCs w:val="18"/>
            </w:rPr>
            <w:t>Click or tap here to enter text.</w:t>
          </w:r>
        </w:p>
      </w:docPartBody>
    </w:docPart>
    <w:docPart>
      <w:docPartPr>
        <w:name w:val="D59E4EC4AEB64D979EE03EC50D064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BE7B2-31B3-4A96-826A-01555B8D3D99}"/>
      </w:docPartPr>
      <w:docPartBody>
        <w:p w:rsidR="00A852C8" w:rsidRDefault="00A852C8">
          <w:pPr>
            <w:pStyle w:val="D59E4EC4AEB64D979EE03EC50D064461"/>
          </w:pPr>
          <w:r w:rsidRPr="00632C3D">
            <w:rPr>
              <w:rFonts w:eastAsia="Times New Roman" w:cstheme="minorHAnsi"/>
              <w:color w:val="808080"/>
              <w:sz w:val="20"/>
              <w:szCs w:val="20"/>
            </w:rPr>
            <w:t>Choose an item.</w:t>
          </w:r>
        </w:p>
      </w:docPartBody>
    </w:docPart>
    <w:docPart>
      <w:docPartPr>
        <w:name w:val="81F37EB887B147FD85797E0B5F0F9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378AA-09AA-49AE-A8F8-5BA55E09ED1C}"/>
      </w:docPartPr>
      <w:docPartBody>
        <w:p w:rsidR="00A852C8" w:rsidRDefault="00A852C8">
          <w:pPr>
            <w:pStyle w:val="81F37EB887B147FD85797E0B5F0F96CE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4040FDFE6EEE471D8FD0E9A371FB5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FFAC0-B81C-4EC1-94F9-6F8F48DAE1B9}"/>
      </w:docPartPr>
      <w:docPartBody>
        <w:p w:rsidR="00A852C8" w:rsidRDefault="00A852C8">
          <w:pPr>
            <w:pStyle w:val="4040FDFE6EEE471D8FD0E9A371FB55EB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0EAC3D9EFE7F416A9810F40FE76C1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48CEA-3F23-4715-8582-96B0F02A3E65}"/>
      </w:docPartPr>
      <w:docPartBody>
        <w:p w:rsidR="00A852C8" w:rsidRDefault="00A852C8">
          <w:pPr>
            <w:pStyle w:val="0EAC3D9EFE7F416A9810F40FE76C13B2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06C89401F6E04062BDDC3989D2D43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DF2C9-F9DA-45B0-95A2-3B4A38AAB8BD}"/>
      </w:docPartPr>
      <w:docPartBody>
        <w:p w:rsidR="00A852C8" w:rsidRDefault="00A852C8">
          <w:pPr>
            <w:pStyle w:val="06C89401F6E04062BDDC3989D2D43F51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BFCF7A5EF16843BF8D2C77CB3EA9E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C1BF4-6109-4004-AECA-A9DB2F8D69E2}"/>
      </w:docPartPr>
      <w:docPartBody>
        <w:p w:rsidR="00A852C8" w:rsidRDefault="00A852C8">
          <w:pPr>
            <w:pStyle w:val="BFCF7A5EF16843BF8D2C77CB3EA9E2BF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F1F7C28E47B6480BB929A43136539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3F101-59EA-4B5B-94AF-E84ED934A912}"/>
      </w:docPartPr>
      <w:docPartBody>
        <w:p w:rsidR="00A852C8" w:rsidRDefault="00A852C8">
          <w:pPr>
            <w:pStyle w:val="F1F7C28E47B6480BB929A431365395F1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1C038271CBD74C3493E38EF83FC10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3DDB-7759-4C01-9C79-D22D5FD0E202}"/>
      </w:docPartPr>
      <w:docPartBody>
        <w:p w:rsidR="00A852C8" w:rsidRDefault="00A852C8">
          <w:pPr>
            <w:pStyle w:val="1C038271CBD74C3493E38EF83FC10666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1A442DBEBE304675B870B1D1161D4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2228B-1C58-47DE-B822-23E36EE59F57}"/>
      </w:docPartPr>
      <w:docPartBody>
        <w:p w:rsidR="00A852C8" w:rsidRDefault="00A852C8">
          <w:pPr>
            <w:pStyle w:val="1A442DBEBE304675B870B1D1161D4B81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CA2BFB3FD9A5480F95FDD187BAAA4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4253C-C46D-47A1-BFD1-32E0F86FBA43}"/>
      </w:docPartPr>
      <w:docPartBody>
        <w:p w:rsidR="00A852C8" w:rsidRDefault="00A852C8">
          <w:pPr>
            <w:pStyle w:val="CA2BFB3FD9A5480F95FDD187BAAA4BC7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9FE420976EE14AAE81D3601AB2E19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B5BD1-A217-4A87-9B81-66B69FA0865B}"/>
      </w:docPartPr>
      <w:docPartBody>
        <w:p w:rsidR="00A852C8" w:rsidRDefault="00A852C8">
          <w:pPr>
            <w:pStyle w:val="9FE420976EE14AAE81D3601AB2E1974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AB0A3ADB6E74D9492D151FCF69D1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F21FC-1D3F-4FE8-83C0-CE94ABA279B7}"/>
      </w:docPartPr>
      <w:docPartBody>
        <w:p w:rsidR="00A852C8" w:rsidRDefault="00A852C8">
          <w:pPr>
            <w:pStyle w:val="6AB0A3ADB6E74D9492D151FCF69D163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7A18AE7D6E2449A8858C5E2CE601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7E0DA-6B7E-416D-A654-B73E16C203FC}"/>
      </w:docPartPr>
      <w:docPartBody>
        <w:p w:rsidR="00A852C8" w:rsidRDefault="00A852C8">
          <w:pPr>
            <w:pStyle w:val="77A18AE7D6E2449A8858C5E2CE6010D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4EEE8EA746F14D6A944A22FF94402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C53F6-D775-4EBA-8D45-EE837A47B954}"/>
      </w:docPartPr>
      <w:docPartBody>
        <w:p w:rsidR="00A852C8" w:rsidRDefault="00A852C8">
          <w:pPr>
            <w:pStyle w:val="4EEE8EA746F14D6A944A22FF94402F9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DA8BFBDFB4A47A39DA9807CEC24D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17EE6-3E29-48A3-96C9-C18011D7558D}"/>
      </w:docPartPr>
      <w:docPartBody>
        <w:p w:rsidR="00A852C8" w:rsidRDefault="00A852C8">
          <w:pPr>
            <w:pStyle w:val="0DA8BFBDFB4A47A39DA9807CEC24DC29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8D919C08B70E416F987A1C4A3D1D4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DA31F-1902-403B-9167-D887FD08EF38}"/>
      </w:docPartPr>
      <w:docPartBody>
        <w:p w:rsidR="00A852C8" w:rsidRDefault="00A852C8">
          <w:pPr>
            <w:pStyle w:val="8D919C08B70E416F987A1C4A3D1D40E7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EAB8ECA9C1724EC2AE0D54B31ECD1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30CE1-12B9-4DA9-9F7C-5D42746DA56B}"/>
      </w:docPartPr>
      <w:docPartBody>
        <w:p w:rsidR="00A852C8" w:rsidRDefault="00A852C8">
          <w:pPr>
            <w:pStyle w:val="EAB8ECA9C1724EC2AE0D54B31ECD1A8A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6339E3ABC00A4B25A8AA6939B9E81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239C1-3128-43E5-B653-336EF20378A7}"/>
      </w:docPartPr>
      <w:docPartBody>
        <w:p w:rsidR="00A852C8" w:rsidRDefault="00A852C8">
          <w:pPr>
            <w:pStyle w:val="6339E3ABC00A4B25A8AA6939B9E81C0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358182F8EEAC483F8F68B7C3B2FB0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83477-B2AB-4B10-B425-604AE3B81777}"/>
      </w:docPartPr>
      <w:docPartBody>
        <w:p w:rsidR="00A852C8" w:rsidRDefault="00A852C8">
          <w:pPr>
            <w:pStyle w:val="358182F8EEAC483F8F68B7C3B2FB08A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AFD76D48BEF74D2D944C1399000EF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E6073-DB10-4A45-A1A5-E60D97739608}"/>
      </w:docPartPr>
      <w:docPartBody>
        <w:p w:rsidR="00A852C8" w:rsidRDefault="00A852C8">
          <w:pPr>
            <w:pStyle w:val="AFD76D48BEF74D2D944C1399000EF30B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  <w:docPart>
      <w:docPartPr>
        <w:name w:val="2AC624FF600D4506801D75C2F3807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7BB0D-7CC4-4A73-A565-5BCBC39D8A18}"/>
      </w:docPartPr>
      <w:docPartBody>
        <w:p w:rsidR="00A852C8" w:rsidRDefault="00A852C8">
          <w:pPr>
            <w:pStyle w:val="2AC624FF600D4506801D75C2F3807B2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E38E1C8A25E440CBB2181B0CE138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24966-5364-46E2-9076-9D6B127C3E46}"/>
      </w:docPartPr>
      <w:docPartBody>
        <w:p w:rsidR="00A852C8" w:rsidRDefault="00A852C8">
          <w:pPr>
            <w:pStyle w:val="9E38E1C8A25E440CBB2181B0CE13800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478135DE4ADCBB30A4D25B1CE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4362C-EB2B-41E7-832F-4067AE41DCFB}"/>
      </w:docPartPr>
      <w:docPartBody>
        <w:p w:rsidR="00A852C8" w:rsidRDefault="00A852C8">
          <w:pPr>
            <w:pStyle w:val="DEFA478135DE4ADCBB30A4D25B1CEF7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43E4BB797CB84485995AEFC0F4CFB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76342-96B6-4D3D-925A-D33839CB15B7}"/>
      </w:docPartPr>
      <w:docPartBody>
        <w:p w:rsidR="00A852C8" w:rsidRDefault="00A852C8">
          <w:pPr>
            <w:pStyle w:val="43E4BB797CB84485995AEFC0F4CFB0C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6A0268FDC08416B8FF0BA4458862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E00AE-EED6-4DBC-8F5F-6E45C9CB2601}"/>
      </w:docPartPr>
      <w:docPartBody>
        <w:p w:rsidR="00A852C8" w:rsidRDefault="00A852C8">
          <w:pPr>
            <w:pStyle w:val="46A0268FDC08416B8FF0BA44588623C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3EA88381C13407EAF4591C13464F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E4895-BC7E-4CA4-BA1E-A2141F24C615}"/>
      </w:docPartPr>
      <w:docPartBody>
        <w:p w:rsidR="00A852C8" w:rsidRDefault="00A852C8">
          <w:pPr>
            <w:pStyle w:val="23EA88381C13407EAF4591C13464F32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54CDE1514E14290A4BAF52422A0E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90B7-149A-40CA-A16F-37BA427B6639}"/>
      </w:docPartPr>
      <w:docPartBody>
        <w:p w:rsidR="00A852C8" w:rsidRDefault="00A852C8">
          <w:pPr>
            <w:pStyle w:val="F54CDE1514E14290A4BAF52422A0EC1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46300DA1224945A7518F9F55F88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7A7D4-D1CD-4380-8004-0617A0897CA8}"/>
      </w:docPartPr>
      <w:docPartBody>
        <w:p w:rsidR="00A852C8" w:rsidRDefault="00A852C8">
          <w:pPr>
            <w:pStyle w:val="1546300DA1224945A7518F9F55F88AF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C86E9050CB44630B621773094DD0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2829-E88D-4C0E-A16A-F007144156B1}"/>
      </w:docPartPr>
      <w:docPartBody>
        <w:p w:rsidR="00A852C8" w:rsidRDefault="00A852C8">
          <w:pPr>
            <w:pStyle w:val="3C86E9050CB44630B621773094DD089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25444A6F6EB46849F5159E87A3F9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4C604-8E0A-4110-87B8-31B64F4BD9DE}"/>
      </w:docPartPr>
      <w:docPartBody>
        <w:p w:rsidR="00A852C8" w:rsidRDefault="00A852C8">
          <w:pPr>
            <w:pStyle w:val="625444A6F6EB46849F5159E87A3F948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E499C7A57FE44E8B5FEF32CC7AC3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006AC-73F5-4F8F-BCA4-910A07144B85}"/>
      </w:docPartPr>
      <w:docPartBody>
        <w:p w:rsidR="00A852C8" w:rsidRDefault="00A852C8">
          <w:pPr>
            <w:pStyle w:val="6E499C7A57FE44E8B5FEF32CC7AC346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BC2B758DF7541759971A27DC7C35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2B3E1-4E55-497D-90B5-48E5CB8FA355}"/>
      </w:docPartPr>
      <w:docPartBody>
        <w:p w:rsidR="00A852C8" w:rsidRDefault="00A852C8">
          <w:pPr>
            <w:pStyle w:val="1BC2B758DF7541759971A27DC7C3581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3175A979EBE461CB520705161145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B4166-41C9-4C96-BF4E-957EC8F9AE2A}"/>
      </w:docPartPr>
      <w:docPartBody>
        <w:p w:rsidR="00A852C8" w:rsidRDefault="00A852C8">
          <w:pPr>
            <w:pStyle w:val="53175A979EBE461CB520705161145C5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71128AFFEFD40A5AC1AA91461E85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58108-9B01-41D6-94F7-3D7E2FAFEE54}"/>
      </w:docPartPr>
      <w:docPartBody>
        <w:p w:rsidR="00A852C8" w:rsidRDefault="00A852C8">
          <w:pPr>
            <w:pStyle w:val="671128AFFEFD40A5AC1AA91461E8593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730DCE4B0124020A237AE9CEE2D9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79F00-AD20-4316-A66F-F3BB873D09A4}"/>
      </w:docPartPr>
      <w:docPartBody>
        <w:p w:rsidR="00A852C8" w:rsidRDefault="00A852C8">
          <w:pPr>
            <w:pStyle w:val="5730DCE4B0124020A237AE9CEE2D9E7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92F5F0C0CED4FACB4D8DC674E427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08279-9B06-4C34-8C41-B17BF38513BE}"/>
      </w:docPartPr>
      <w:docPartBody>
        <w:p w:rsidR="00A852C8" w:rsidRDefault="00A852C8">
          <w:pPr>
            <w:pStyle w:val="192F5F0C0CED4FACB4D8DC674E427D6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50035F001A3441E8F42523BC0E9A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77BB8-E114-4E39-B7D4-D11532664B65}"/>
      </w:docPartPr>
      <w:docPartBody>
        <w:p w:rsidR="00A852C8" w:rsidRDefault="00A852C8">
          <w:pPr>
            <w:pStyle w:val="050035F001A3441E8F42523BC0E9ABD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60FF3E478454384A9A12A2E64511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1D57B-D3CF-45B0-9D03-70FE1DAF65CE}"/>
      </w:docPartPr>
      <w:docPartBody>
        <w:p w:rsidR="00A852C8" w:rsidRDefault="00A852C8">
          <w:pPr>
            <w:pStyle w:val="D60FF3E478454384A9A12A2E645118C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1A391FF3FAB49498C2C067C44188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8C2CA-8BAD-4B16-A59B-C071665E27D0}"/>
      </w:docPartPr>
      <w:docPartBody>
        <w:p w:rsidR="00A852C8" w:rsidRDefault="00A852C8">
          <w:pPr>
            <w:pStyle w:val="D1A391FF3FAB49498C2C067C44188CA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7E2547A8136466EAACE2F830A2A3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6AC1F-7424-4BFF-B902-36AB9B879504}"/>
      </w:docPartPr>
      <w:docPartBody>
        <w:p w:rsidR="00A852C8" w:rsidRDefault="00A852C8">
          <w:pPr>
            <w:pStyle w:val="57E2547A8136466EAACE2F830A2A375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D4B8E8A0A76402CB21CCEF4EDFE7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57DE7-D6C8-4990-AF1C-210784AA5F44}"/>
      </w:docPartPr>
      <w:docPartBody>
        <w:p w:rsidR="00A852C8" w:rsidRDefault="00A852C8">
          <w:pPr>
            <w:pStyle w:val="BD4B8E8A0A76402CB21CCEF4EDFE7F5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2B4B620D2D4E407592118140D8AEB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1377F-0739-4BE5-A2D8-05F0CBE32208}"/>
      </w:docPartPr>
      <w:docPartBody>
        <w:p w:rsidR="00A852C8" w:rsidRDefault="00A852C8">
          <w:pPr>
            <w:pStyle w:val="2B4B620D2D4E407592118140D8AEB2F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14B2C1C81D64BF0859D5A0C16961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52676-816C-471E-A3DF-405C724A69CC}"/>
      </w:docPartPr>
      <w:docPartBody>
        <w:p w:rsidR="006C29AB" w:rsidRDefault="005547EE" w:rsidP="005547EE">
          <w:pPr>
            <w:pStyle w:val="614B2C1C81D64BF0859D5A0C16961847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Click or tap here to enter text.</w:t>
          </w:r>
        </w:p>
      </w:docPartBody>
    </w:docPart>
    <w:docPart>
      <w:docPartPr>
        <w:name w:val="1C346F4FAACC46A4BFE114AD61827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11FD7-6BAD-480A-954C-7C269825BF33}"/>
      </w:docPartPr>
      <w:docPartBody>
        <w:p w:rsidR="006C29AB" w:rsidRDefault="005547EE" w:rsidP="005547EE">
          <w:pPr>
            <w:pStyle w:val="1C346F4FAACC46A4BFE114AD618275C3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46A48B90BD44402DAFE4584828BA1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20071-2FE1-4811-B539-9A562ACBB7FF}"/>
      </w:docPartPr>
      <w:docPartBody>
        <w:p w:rsidR="006C29AB" w:rsidRDefault="005547EE" w:rsidP="005547EE">
          <w:pPr>
            <w:pStyle w:val="46A48B90BD44402DAFE4584828BA14DB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4572773AFBA7437B8F211D366BBFE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F199C-0974-40A5-8380-FE15D6F12BCA}"/>
      </w:docPartPr>
      <w:docPartBody>
        <w:p w:rsidR="006C29AB" w:rsidRDefault="005547EE" w:rsidP="005547EE">
          <w:pPr>
            <w:pStyle w:val="4572773AFBA7437B8F211D366BBFEB7E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5F1BCA2CB4C14936A0C684BD3A4DF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979FB-1EBE-45B9-BE47-C28BB90CC41A}"/>
      </w:docPartPr>
      <w:docPartBody>
        <w:p w:rsidR="006C29AB" w:rsidRDefault="005547EE" w:rsidP="005547EE">
          <w:pPr>
            <w:pStyle w:val="5F1BCA2CB4C14936A0C684BD3A4DF04A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C8"/>
    <w:rsid w:val="005547EE"/>
    <w:rsid w:val="006C29AB"/>
    <w:rsid w:val="00A8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5547EE"/>
    <w:rPr>
      <w:color w:val="808080"/>
    </w:rPr>
  </w:style>
  <w:style w:type="paragraph" w:customStyle="1" w:styleId="F8BEC8EA6D7B439DB8B3964D73747703">
    <w:name w:val="F8BEC8EA6D7B439DB8B3964D73747703"/>
  </w:style>
  <w:style w:type="paragraph" w:customStyle="1" w:styleId="00A00D28ED2E492DAC6FDECD81887302">
    <w:name w:val="00A00D28ED2E492DAC6FDECD81887302"/>
  </w:style>
  <w:style w:type="paragraph" w:customStyle="1" w:styleId="51EF44B8AE724F66A8DF725F63DC857A">
    <w:name w:val="51EF44B8AE724F66A8DF725F63DC857A"/>
  </w:style>
  <w:style w:type="paragraph" w:customStyle="1" w:styleId="010CB43A239E4B7885467C60311F1681">
    <w:name w:val="010CB43A239E4B7885467C60311F1681"/>
  </w:style>
  <w:style w:type="paragraph" w:customStyle="1" w:styleId="B1A237A4E20A4DDCA5F31796D7C509E2">
    <w:name w:val="B1A237A4E20A4DDCA5F31796D7C509E2"/>
  </w:style>
  <w:style w:type="paragraph" w:customStyle="1" w:styleId="96B078F140584F45B00DC6BFB2219FDD">
    <w:name w:val="96B078F140584F45B00DC6BFB2219FDD"/>
  </w:style>
  <w:style w:type="paragraph" w:customStyle="1" w:styleId="E373E29E88BF4173AB7ED60554EE3B28">
    <w:name w:val="E373E29E88BF4173AB7ED60554EE3B28"/>
  </w:style>
  <w:style w:type="paragraph" w:customStyle="1" w:styleId="50B728A386BE41749661C09DE666A916">
    <w:name w:val="50B728A386BE41749661C09DE666A916"/>
  </w:style>
  <w:style w:type="paragraph" w:customStyle="1" w:styleId="2F5641AFA0094AF8AE5D4E938EE8F624">
    <w:name w:val="2F5641AFA0094AF8AE5D4E938EE8F624"/>
  </w:style>
  <w:style w:type="paragraph" w:customStyle="1" w:styleId="C0381D7911F44127A26DD1E17DDB0F38">
    <w:name w:val="C0381D7911F44127A26DD1E17DDB0F38"/>
  </w:style>
  <w:style w:type="paragraph" w:customStyle="1" w:styleId="B16ED2903D91414BB2D44B44CEF6B7C2">
    <w:name w:val="B16ED2903D91414BB2D44B44CEF6B7C2"/>
  </w:style>
  <w:style w:type="paragraph" w:customStyle="1" w:styleId="71ADD587DE1B46628F993D90EBB27808">
    <w:name w:val="71ADD587DE1B46628F993D90EBB27808"/>
  </w:style>
  <w:style w:type="paragraph" w:customStyle="1" w:styleId="629428A6FF5D4670A783A9784714D57D">
    <w:name w:val="629428A6FF5D4670A783A9784714D57D"/>
  </w:style>
  <w:style w:type="paragraph" w:customStyle="1" w:styleId="5EBA9AFDA8FB41C69A6C2734DA7CA566">
    <w:name w:val="5EBA9AFDA8FB41C69A6C2734DA7CA566"/>
  </w:style>
  <w:style w:type="paragraph" w:customStyle="1" w:styleId="3FB43BA1EF5A40BEB6A185A464D10C24">
    <w:name w:val="3FB43BA1EF5A40BEB6A185A464D10C24"/>
  </w:style>
  <w:style w:type="paragraph" w:customStyle="1" w:styleId="B348281262D549F48203088BFA99D303">
    <w:name w:val="B348281262D549F48203088BFA99D303"/>
  </w:style>
  <w:style w:type="paragraph" w:customStyle="1" w:styleId="50EE135BF6C343DD8B4FE156F3D673DE">
    <w:name w:val="50EE135BF6C343DD8B4FE156F3D673DE"/>
  </w:style>
  <w:style w:type="paragraph" w:customStyle="1" w:styleId="51877BFC9A4D48F694F5AAFFDB1DA103">
    <w:name w:val="51877BFC9A4D48F694F5AAFFDB1DA103"/>
  </w:style>
  <w:style w:type="paragraph" w:customStyle="1" w:styleId="D59E4EC4AEB64D979EE03EC50D064461">
    <w:name w:val="D59E4EC4AEB64D979EE03EC50D064461"/>
  </w:style>
  <w:style w:type="paragraph" w:customStyle="1" w:styleId="81F37EB887B147FD85797E0B5F0F96CE">
    <w:name w:val="81F37EB887B147FD85797E0B5F0F96CE"/>
  </w:style>
  <w:style w:type="paragraph" w:customStyle="1" w:styleId="4040FDFE6EEE471D8FD0E9A371FB55EB">
    <w:name w:val="4040FDFE6EEE471D8FD0E9A371FB55EB"/>
  </w:style>
  <w:style w:type="paragraph" w:customStyle="1" w:styleId="0EAC3D9EFE7F416A9810F40FE76C13B2">
    <w:name w:val="0EAC3D9EFE7F416A9810F40FE76C13B2"/>
  </w:style>
  <w:style w:type="paragraph" w:customStyle="1" w:styleId="06C89401F6E04062BDDC3989D2D43F51">
    <w:name w:val="06C89401F6E04062BDDC3989D2D43F51"/>
  </w:style>
  <w:style w:type="paragraph" w:customStyle="1" w:styleId="BFCF7A5EF16843BF8D2C77CB3EA9E2BF">
    <w:name w:val="BFCF7A5EF16843BF8D2C77CB3EA9E2BF"/>
  </w:style>
  <w:style w:type="paragraph" w:customStyle="1" w:styleId="F1F7C28E47B6480BB929A431365395F1">
    <w:name w:val="F1F7C28E47B6480BB929A431365395F1"/>
  </w:style>
  <w:style w:type="paragraph" w:customStyle="1" w:styleId="1C038271CBD74C3493E38EF83FC10666">
    <w:name w:val="1C038271CBD74C3493E38EF83FC10666"/>
  </w:style>
  <w:style w:type="paragraph" w:customStyle="1" w:styleId="1A442DBEBE304675B870B1D1161D4B81">
    <w:name w:val="1A442DBEBE304675B870B1D1161D4B81"/>
  </w:style>
  <w:style w:type="paragraph" w:customStyle="1" w:styleId="CA2BFB3FD9A5480F95FDD187BAAA4BC7">
    <w:name w:val="CA2BFB3FD9A5480F95FDD187BAAA4BC7"/>
  </w:style>
  <w:style w:type="paragraph" w:customStyle="1" w:styleId="9FE420976EE14AAE81D3601AB2E1974E">
    <w:name w:val="9FE420976EE14AAE81D3601AB2E1974E"/>
  </w:style>
  <w:style w:type="paragraph" w:customStyle="1" w:styleId="6AB0A3ADB6E74D9492D151FCF69D1639">
    <w:name w:val="6AB0A3ADB6E74D9492D151FCF69D1639"/>
  </w:style>
  <w:style w:type="paragraph" w:customStyle="1" w:styleId="77A18AE7D6E2449A8858C5E2CE6010D7">
    <w:name w:val="77A18AE7D6E2449A8858C5E2CE6010D7"/>
  </w:style>
  <w:style w:type="paragraph" w:customStyle="1" w:styleId="4EEE8EA746F14D6A944A22FF94402F9E">
    <w:name w:val="4EEE8EA746F14D6A944A22FF94402F9E"/>
  </w:style>
  <w:style w:type="paragraph" w:customStyle="1" w:styleId="0DA8BFBDFB4A47A39DA9807CEC24DC29">
    <w:name w:val="0DA8BFBDFB4A47A39DA9807CEC24DC29"/>
  </w:style>
  <w:style w:type="paragraph" w:customStyle="1" w:styleId="8D919C08B70E416F987A1C4A3D1D40E7">
    <w:name w:val="8D919C08B70E416F987A1C4A3D1D40E7"/>
  </w:style>
  <w:style w:type="paragraph" w:customStyle="1" w:styleId="EAB8ECA9C1724EC2AE0D54B31ECD1A8A">
    <w:name w:val="EAB8ECA9C1724EC2AE0D54B31ECD1A8A"/>
  </w:style>
  <w:style w:type="paragraph" w:customStyle="1" w:styleId="6339E3ABC00A4B25A8AA6939B9E81C0D">
    <w:name w:val="6339E3ABC00A4B25A8AA6939B9E81C0D"/>
  </w:style>
  <w:style w:type="paragraph" w:customStyle="1" w:styleId="358182F8EEAC483F8F68B7C3B2FB08AD">
    <w:name w:val="358182F8EEAC483F8F68B7C3B2FB08AD"/>
  </w:style>
  <w:style w:type="paragraph" w:customStyle="1" w:styleId="AFD76D48BEF74D2D944C1399000EF30B">
    <w:name w:val="AFD76D48BEF74D2D944C1399000EF30B"/>
  </w:style>
  <w:style w:type="paragraph" w:customStyle="1" w:styleId="2AC624FF600D4506801D75C2F3807B2A">
    <w:name w:val="2AC624FF600D4506801D75C2F3807B2A"/>
  </w:style>
  <w:style w:type="paragraph" w:customStyle="1" w:styleId="9E38E1C8A25E440CBB2181B0CE138001">
    <w:name w:val="9E38E1C8A25E440CBB2181B0CE138001"/>
  </w:style>
  <w:style w:type="paragraph" w:customStyle="1" w:styleId="DEFA478135DE4ADCBB30A4D25B1CEF70">
    <w:name w:val="DEFA478135DE4ADCBB30A4D25B1CEF70"/>
  </w:style>
  <w:style w:type="paragraph" w:customStyle="1" w:styleId="43E4BB797CB84485995AEFC0F4CFB0C3">
    <w:name w:val="43E4BB797CB84485995AEFC0F4CFB0C3"/>
  </w:style>
  <w:style w:type="paragraph" w:customStyle="1" w:styleId="46A0268FDC08416B8FF0BA44588623C8">
    <w:name w:val="46A0268FDC08416B8FF0BA44588623C8"/>
  </w:style>
  <w:style w:type="paragraph" w:customStyle="1" w:styleId="23EA88381C13407EAF4591C13464F32D">
    <w:name w:val="23EA88381C13407EAF4591C13464F32D"/>
  </w:style>
  <w:style w:type="paragraph" w:customStyle="1" w:styleId="F54CDE1514E14290A4BAF52422A0EC1A">
    <w:name w:val="F54CDE1514E14290A4BAF52422A0EC1A"/>
  </w:style>
  <w:style w:type="paragraph" w:customStyle="1" w:styleId="1546300DA1224945A7518F9F55F88AFD">
    <w:name w:val="1546300DA1224945A7518F9F55F88AFD"/>
  </w:style>
  <w:style w:type="paragraph" w:customStyle="1" w:styleId="3C86E9050CB44630B621773094DD0894">
    <w:name w:val="3C86E9050CB44630B621773094DD0894"/>
  </w:style>
  <w:style w:type="paragraph" w:customStyle="1" w:styleId="625444A6F6EB46849F5159E87A3F948A">
    <w:name w:val="625444A6F6EB46849F5159E87A3F948A"/>
  </w:style>
  <w:style w:type="paragraph" w:customStyle="1" w:styleId="6E499C7A57FE44E8B5FEF32CC7AC3468">
    <w:name w:val="6E499C7A57FE44E8B5FEF32CC7AC3468"/>
  </w:style>
  <w:style w:type="paragraph" w:customStyle="1" w:styleId="1BC2B758DF7541759971A27DC7C3581D">
    <w:name w:val="1BC2B758DF7541759971A27DC7C3581D"/>
  </w:style>
  <w:style w:type="paragraph" w:customStyle="1" w:styleId="53175A979EBE461CB520705161145C57">
    <w:name w:val="53175A979EBE461CB520705161145C57"/>
  </w:style>
  <w:style w:type="paragraph" w:customStyle="1" w:styleId="671128AFFEFD40A5AC1AA91461E85932">
    <w:name w:val="671128AFFEFD40A5AC1AA91461E85932"/>
  </w:style>
  <w:style w:type="paragraph" w:customStyle="1" w:styleId="5730DCE4B0124020A237AE9CEE2D9E73">
    <w:name w:val="5730DCE4B0124020A237AE9CEE2D9E73"/>
  </w:style>
  <w:style w:type="paragraph" w:customStyle="1" w:styleId="192F5F0C0CED4FACB4D8DC674E427D69">
    <w:name w:val="192F5F0C0CED4FACB4D8DC674E427D69"/>
  </w:style>
  <w:style w:type="paragraph" w:customStyle="1" w:styleId="050035F001A3441E8F42523BC0E9ABD7">
    <w:name w:val="050035F001A3441E8F42523BC0E9ABD7"/>
  </w:style>
  <w:style w:type="paragraph" w:customStyle="1" w:styleId="D60FF3E478454384A9A12A2E645118C2">
    <w:name w:val="D60FF3E478454384A9A12A2E645118C2"/>
  </w:style>
  <w:style w:type="paragraph" w:customStyle="1" w:styleId="D1A391FF3FAB49498C2C067C44188CA0">
    <w:name w:val="D1A391FF3FAB49498C2C067C44188CA0"/>
  </w:style>
  <w:style w:type="paragraph" w:customStyle="1" w:styleId="57E2547A8136466EAACE2F830A2A3750">
    <w:name w:val="57E2547A8136466EAACE2F830A2A3750"/>
  </w:style>
  <w:style w:type="paragraph" w:customStyle="1" w:styleId="BD4B8E8A0A76402CB21CCEF4EDFE7F5E">
    <w:name w:val="BD4B8E8A0A76402CB21CCEF4EDFE7F5E"/>
  </w:style>
  <w:style w:type="paragraph" w:customStyle="1" w:styleId="2B4B620D2D4E407592118140D8AEB2F9">
    <w:name w:val="2B4B620D2D4E407592118140D8AEB2F9"/>
  </w:style>
  <w:style w:type="paragraph" w:customStyle="1" w:styleId="614B2C1C81D64BF0859D5A0C16961847">
    <w:name w:val="614B2C1C81D64BF0859D5A0C16961847"/>
    <w:rsid w:val="005547EE"/>
  </w:style>
  <w:style w:type="paragraph" w:customStyle="1" w:styleId="1C346F4FAACC46A4BFE114AD618275C3">
    <w:name w:val="1C346F4FAACC46A4BFE114AD618275C3"/>
    <w:rsid w:val="005547EE"/>
  </w:style>
  <w:style w:type="paragraph" w:customStyle="1" w:styleId="46A48B90BD44402DAFE4584828BA14DB">
    <w:name w:val="46A48B90BD44402DAFE4584828BA14DB"/>
    <w:rsid w:val="005547EE"/>
  </w:style>
  <w:style w:type="paragraph" w:customStyle="1" w:styleId="4572773AFBA7437B8F211D366BBFEB7E">
    <w:name w:val="4572773AFBA7437B8F211D366BBFEB7E"/>
    <w:rsid w:val="005547EE"/>
  </w:style>
  <w:style w:type="paragraph" w:customStyle="1" w:styleId="5F1BCA2CB4C14936A0C684BD3A4DF04A">
    <w:name w:val="5F1BCA2CB4C14936A0C684BD3A4DF04A"/>
    <w:rsid w:val="00554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A2684617A8F40978E5DC8174E7977" ma:contentTypeVersion="5" ma:contentTypeDescription="Create a new document." ma:contentTypeScope="" ma:versionID="13e04022ee71d835987ac5b9c7859fd6">
  <xsd:schema xmlns:xsd="http://www.w3.org/2001/XMLSchema" xmlns:xs="http://www.w3.org/2001/XMLSchema" xmlns:p="http://schemas.microsoft.com/office/2006/metadata/properties" xmlns:ns2="a15e0e0f-4f4a-4916-abd0-83d6a9ed7276" xmlns:ns3="8b792f64-5510-4bb5-a9fe-e3f1c13631fc" targetNamespace="http://schemas.microsoft.com/office/2006/metadata/properties" ma:root="true" ma:fieldsID="00283ac8254d7a1a030d893cc3caed49" ns2:_="" ns3:_="">
    <xsd:import namespace="a15e0e0f-4f4a-4916-abd0-83d6a9ed7276"/>
    <xsd:import namespace="8b792f64-5510-4bb5-a9fe-e3f1c13631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Document_x0020_Type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92f64-5510-4bb5-a9fe-e3f1c1363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Type" ma:index="13" ma:displayName="Document Type" ma:default="Request Form" ma:format="Dropdown" ma:internalName="Document_x0020_Type">
      <xsd:simpleType>
        <xsd:restriction base="dms:Choice">
          <xsd:enumeration value="Request Form"/>
          <xsd:enumeration value="Roll-out For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8b792f64-5510-4bb5-a9fe-e3f1c13631fc">Request Form</Document_x0020_Type>
    <_dlc_DocId xmlns="a15e0e0f-4f4a-4916-abd0-83d6a9ed7276">S2JVWQHSHYPP-1783912714-9</_dlc_DocId>
    <_dlc_DocIdUrl xmlns="a15e0e0f-4f4a-4916-abd0-83d6a9ed7276">
      <Url>https://unwomen.sharepoint.com/management/Procurement/in-tend/_layouts/15/DocIdRedir.aspx?ID=S2JVWQHSHYPP-1783912714-9</Url>
      <Description>S2JVWQHSHYPP-1783912714-9</Description>
    </_dlc_DocIdUrl>
  </documentManagement>
</p:properties>
</file>

<file path=customXml/itemProps1.xml><?xml version="1.0" encoding="utf-8"?>
<ds:datastoreItem xmlns:ds="http://schemas.openxmlformats.org/officeDocument/2006/customXml" ds:itemID="{537D3A50-99E1-4234-A109-E0DF53658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e0e0f-4f4a-4916-abd0-83d6a9ed7276"/>
    <ds:schemaRef ds:uri="8b792f64-5510-4bb5-a9fe-e3f1c13631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340B0-0702-40F2-AE8B-14282DC9B7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2C4268-2F5A-4A1C-A3E9-1317FDBBB8C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15D562-3A46-4BC2-9B9B-5A97644FBF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16D1D4-37B4-4FAF-B2D7-770274326697}">
  <ds:schemaRefs>
    <ds:schemaRef ds:uri="http://schemas.microsoft.com/office/2006/metadata/properties"/>
    <ds:schemaRef ds:uri="http://schemas.microsoft.com/office/infopath/2007/PartnerControls"/>
    <ds:schemaRef ds:uri="8b792f64-5510-4bb5-a9fe-e3f1c13631fc"/>
    <ds:schemaRef ds:uri="a15e0e0f-4f4a-4916-abd0-83d6a9ed72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Quotation (RFQ) Information Sheet - Goods </Template>
  <TotalTime>28</TotalTime>
  <Pages>5</Pages>
  <Words>1296</Words>
  <Characters>7391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Links>
    <vt:vector size="12" baseType="variant">
      <vt:variant>
        <vt:i4>917582</vt:i4>
      </vt:variant>
      <vt:variant>
        <vt:i4>3</vt:i4>
      </vt:variant>
      <vt:variant>
        <vt:i4>0</vt:i4>
      </vt:variant>
      <vt:variant>
        <vt:i4>5</vt:i4>
      </vt:variant>
      <vt:variant>
        <vt:lpwstr>https://iccwbo.org/resources-for-business/incoterms-rules/incoterms-2020/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https://unwomen.sharepoint.com/management/Procurement/Guidelines/Preparation of Specifications for Goods Guidelines June 2014.pdf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 Sino Monsesilo SONKO</dc:creator>
  <cp:keywords/>
  <dc:description/>
  <cp:lastModifiedBy>Amie Sino Monsesilo SONKO</cp:lastModifiedBy>
  <cp:revision>8</cp:revision>
  <dcterms:created xsi:type="dcterms:W3CDTF">2021-08-24T17:25:00Z</dcterms:created>
  <dcterms:modified xsi:type="dcterms:W3CDTF">2021-08-25T17:36:00Z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0x010100B23A2684617A8F40978E5DC8174E7977</vt:lpwstr>
  </property>
  <property fmtid="{D5CDD505-2E9C-101B-9397-08002B2CF9AE}" pid="3" name="_dlc_DocIdItemGuid">
    <vt:lpwstr>5a5ca320-d68a-42ea-bf10-1ba3e7eebe2d</vt:lpwstr>
  </property>
</Properties>
</file>