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0E06" w14:textId="5A4D5C60" w:rsidR="005F615E" w:rsidRPr="002612BC" w:rsidRDefault="008B2807" w:rsidP="00E50C11">
      <w:pPr>
        <w:pStyle w:val="HEADING"/>
      </w:pPr>
      <w:r w:rsidRPr="0071679F">
        <w:t>Schedule of Requirements</w:t>
      </w:r>
    </w:p>
    <w:p w14:paraId="537004EC" w14:textId="58D14E12" w:rsidR="003C15DE" w:rsidRDefault="003C15DE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Technical Specifications for Goods:</w:t>
      </w:r>
    </w:p>
    <w:p w14:paraId="70AD00B9" w14:textId="3801A089" w:rsidR="002612BC" w:rsidRDefault="002612BC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W w:w="10260" w:type="dxa"/>
        <w:tblInd w:w="-5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200"/>
        <w:gridCol w:w="1080"/>
        <w:gridCol w:w="1260"/>
      </w:tblGrid>
      <w:tr w:rsidR="001A0F70" w:rsidRPr="001A0F70" w14:paraId="68E2E2D7" w14:textId="77777777" w:rsidTr="001A0F70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8F81C" w14:textId="032ED1CE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</w:rPr>
            </w:pPr>
            <w:r w:rsidRPr="001A0F70">
              <w:rPr>
                <w:b/>
                <w:bCs/>
                <w:color w:val="000000" w:themeColor="text1"/>
              </w:rPr>
              <w:t>Item No.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3395F" w14:textId="72C9E631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  <w:rtl/>
              </w:rPr>
            </w:pPr>
            <w:r w:rsidRPr="001A0F70">
              <w:rPr>
                <w:b/>
                <w:bCs/>
                <w:color w:val="000000" w:themeColor="text1"/>
              </w:rPr>
              <w:t>Minimum Technical Requirements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EA629" w14:textId="4BEA5F04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</w:rPr>
            </w:pPr>
            <w:r w:rsidRPr="001A0F70">
              <w:rPr>
                <w:b/>
                <w:bCs/>
                <w:color w:val="000000" w:themeColor="text1"/>
              </w:rPr>
              <w:t>Unit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DA873" w14:textId="73F555C8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</w:rPr>
            </w:pPr>
            <w:r w:rsidRPr="001A0F70">
              <w:rPr>
                <w:b/>
                <w:bCs/>
                <w:color w:val="000000" w:themeColor="text1"/>
              </w:rPr>
              <w:t>Quantity</w:t>
            </w:r>
          </w:p>
        </w:tc>
      </w:tr>
      <w:tr w:rsidR="001A0F70" w:rsidRPr="001A0F70" w14:paraId="05E52F12" w14:textId="77777777" w:rsidTr="001A0F70">
        <w:trPr>
          <w:trHeight w:val="6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52EF1" w14:textId="77777777" w:rsidR="001A0F70" w:rsidRPr="001A0F70" w:rsidRDefault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91557" w14:textId="0C024F71" w:rsidR="001A0F70" w:rsidRPr="004A1002" w:rsidRDefault="004A1002" w:rsidP="004A1002">
            <w:pPr>
              <w:rPr>
                <w:rFonts w:ascii="Calibri Light" w:hAnsi="Calibri Light" w:cs="Calibri Light"/>
                <w:b/>
                <w:bCs/>
                <w:sz w:val="24"/>
                <w:szCs w:val="24"/>
                <w:lang w:val="en-US"/>
              </w:rPr>
            </w:pPr>
            <w:r w:rsidRPr="004A100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Standalone panels with acryl top screen and leg top supports</w:t>
            </w:r>
            <w:r w:rsidRPr="004A100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 with </w:t>
            </w:r>
            <w:r w:rsidRPr="004A1002">
              <w:rPr>
                <w:rFonts w:ascii="Calibri Light" w:hAnsi="Calibri Light" w:cs="Calibri Light"/>
                <w:b/>
                <w:bCs/>
                <w:sz w:val="24"/>
                <w:szCs w:val="24"/>
                <w:lang w:val="en-US"/>
              </w:rPr>
              <w:t>Dimensions: 160w x 66d x 136.5h</w:t>
            </w:r>
          </w:p>
          <w:p w14:paraId="62710FF9" w14:textId="406EC077" w:rsidR="004A1002" w:rsidRPr="001A0F70" w:rsidRDefault="004A1002" w:rsidP="001A0F70">
            <w:pPr>
              <w:rPr>
                <w:rFonts w:cstheme="minorHAns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3584D1B6" wp14:editId="79CD0B30">
                  <wp:extent cx="4067175" cy="27813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6EE15C" w14:textId="2250F07A" w:rsidR="001A0F70" w:rsidRPr="001A0F70" w:rsidRDefault="001A0F70" w:rsidP="001A0F70">
            <w:pPr>
              <w:jc w:val="center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Each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3A1E2" w14:textId="756CB45E" w:rsidR="001A0F70" w:rsidRPr="001A0F70" w:rsidRDefault="004A1002" w:rsidP="001A0F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</w:tbl>
    <w:p w14:paraId="48BCA4F9" w14:textId="77777777" w:rsidR="001A0F70" w:rsidRPr="0071679F" w:rsidRDefault="001A0F70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560D8FDE" w14:textId="459252C8" w:rsidR="005F615E" w:rsidRDefault="003C15DE" w:rsidP="004A1002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Delivery Requirements</w:t>
      </w:r>
      <w:r w:rsidR="004A1002">
        <w:rPr>
          <w:rFonts w:cstheme="minorHAnsi"/>
          <w:b/>
          <w:sz w:val="20"/>
          <w:szCs w:val="20"/>
          <w:lang w:val="en-US"/>
        </w:rPr>
        <w:t>:</w:t>
      </w:r>
    </w:p>
    <w:p w14:paraId="197EAF3B" w14:textId="77777777" w:rsidR="004A1002" w:rsidRPr="004A1002" w:rsidRDefault="004A1002" w:rsidP="004A1002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3690"/>
        <w:gridCol w:w="6570"/>
      </w:tblGrid>
      <w:tr w:rsidR="003C15DE" w:rsidRPr="0071679F" w14:paraId="16B803A8" w14:textId="77777777" w:rsidTr="004A1002">
        <w:trPr>
          <w:trHeight w:val="306"/>
        </w:trPr>
        <w:tc>
          <w:tcPr>
            <w:tcW w:w="10260" w:type="dxa"/>
            <w:gridSpan w:val="2"/>
            <w:shd w:val="clear" w:color="auto" w:fill="D9D9D9" w:themeFill="background1" w:themeFillShade="D9"/>
            <w:vAlign w:val="center"/>
          </w:tcPr>
          <w:p w14:paraId="61550BF1" w14:textId="77777777" w:rsidR="003C15DE" w:rsidRPr="0071679F" w:rsidRDefault="003C15DE" w:rsidP="005F615E">
            <w:pPr>
              <w:jc w:val="center"/>
              <w:rPr>
                <w:rFonts w:cstheme="minorHAnsi"/>
                <w:b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iCs/>
                <w:sz w:val="20"/>
                <w:szCs w:val="20"/>
                <w:lang w:val="en-US"/>
              </w:rPr>
              <w:t>Delivery Requirements</w:t>
            </w:r>
          </w:p>
        </w:tc>
      </w:tr>
      <w:tr w:rsidR="003C15DE" w:rsidRPr="0071679F" w14:paraId="0C729F72" w14:textId="77777777" w:rsidTr="004A1002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C70F51C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date and time</w:t>
            </w:r>
          </w:p>
        </w:tc>
        <w:tc>
          <w:tcPr>
            <w:tcW w:w="6570" w:type="dxa"/>
            <w:vAlign w:val="center"/>
          </w:tcPr>
          <w:p w14:paraId="04780C0A" w14:textId="441DAFF9" w:rsidR="003C15DE" w:rsidRPr="0071679F" w:rsidRDefault="00B80341" w:rsidP="005F615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shall deliver the goods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Time in days/weeks"/>
                <w:tag w:val="Time in days/weeks"/>
                <w:id w:val="-753193266"/>
                <w:placeholder>
                  <w:docPart w:val="47155FC03A034BBB94B30E05B401A9F2"/>
                </w:placeholder>
                <w:text/>
              </w:sdtPr>
              <w:sdtEndPr/>
              <w:sdtContent>
                <w:r w:rsidR="001A0F70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within </w:t>
                </w:r>
                <w:r w:rsidR="00E50C11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maximum </w:t>
                </w:r>
                <w:r w:rsidR="004A1002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>2-3 weeks</w:t>
                </w:r>
                <w:r w:rsidR="001A0F70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 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after </w:t>
            </w:r>
            <w:r w:rsidR="001A0F70">
              <w:rPr>
                <w:rFonts w:cstheme="minorHAnsi"/>
                <w:iCs/>
                <w:sz w:val="20"/>
                <w:szCs w:val="20"/>
                <w:lang w:val="en-US"/>
              </w:rPr>
              <w:t>PO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r w:rsidR="001A0F70">
              <w:rPr>
                <w:rFonts w:cstheme="minorHAnsi"/>
                <w:iCs/>
                <w:sz w:val="20"/>
                <w:szCs w:val="20"/>
                <w:lang w:val="en-US"/>
              </w:rPr>
              <w:t>issuance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>.</w:t>
            </w:r>
          </w:p>
        </w:tc>
      </w:tr>
      <w:tr w:rsidR="003C15DE" w:rsidRPr="0071679F" w14:paraId="2748335A" w14:textId="77777777" w:rsidTr="004A1002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45B9AA7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Terms (</w:t>
            </w:r>
            <w:hyperlink r:id="rId14" w:history="1"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INCOTERMS 20</w:t>
              </w:r>
              <w:r w:rsidR="003C30F8"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2</w:t>
              </w:r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0</w:t>
              </w:r>
            </w:hyperlink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979561492"/>
            <w:placeholder>
              <w:docPart w:val="BA5E02ABE2774387BF0620097CC6A7F5"/>
            </w:placeholder>
            <w:text/>
          </w:sdtPr>
          <w:sdtEndPr/>
          <w:sdtContent>
            <w:tc>
              <w:tcPr>
                <w:tcW w:w="6570" w:type="dxa"/>
                <w:vAlign w:val="center"/>
              </w:tcPr>
              <w:p w14:paraId="6948C205" w14:textId="7DC01FA8" w:rsidR="003C15DE" w:rsidRPr="001A0F70" w:rsidRDefault="001A0F70" w:rsidP="001A0F70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 w:rsidRPr="001A0F70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687535F7" w14:textId="77777777" w:rsidTr="004A1002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17E6CF00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Customs clearance</w:t>
            </w:r>
          </w:p>
          <w:p w14:paraId="0C9FFB89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(must be linked to INCOTERM</w:t>
            </w:r>
            <w:r w:rsidR="61649C09" w:rsidRPr="7FB6797A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6570" w:type="dxa"/>
          </w:tcPr>
          <w:p w14:paraId="708163A6" w14:textId="54D0D164" w:rsidR="003C15DE" w:rsidRPr="001A0F70" w:rsidRDefault="00367CA9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510035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0F70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☒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Not applicable</w:t>
            </w:r>
          </w:p>
          <w:p w14:paraId="2ED8CFF1" w14:textId="77777777" w:rsidR="003C15DE" w:rsidRPr="001A0F70" w:rsidRDefault="003C15DE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r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Shall be done by:</w:t>
            </w:r>
          </w:p>
          <w:p w14:paraId="4EAE151C" w14:textId="77777777" w:rsidR="003C15DE" w:rsidRPr="001A0F70" w:rsidRDefault="00367CA9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-21188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☐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894635880"/>
                <w:placeholder>
                  <w:docPart w:val="D628224790C24EFCA76BBAACF25477E3"/>
                </w:placeholder>
                <w:showingPlcHdr/>
              </w:sdtPr>
              <w:sdtEndPr/>
              <w:sdtContent>
                <w:r w:rsidR="003C15DE" w:rsidRPr="001A0F70">
                  <w:rPr>
                    <w:rFonts w:asciiTheme="minorHAnsi" w:hAnsiTheme="minorHAnsi"/>
                    <w:spacing w:val="0"/>
                  </w:rPr>
                  <w:t>Name of organisation</w:t>
                </w:r>
              </w:sdtContent>
            </w:sdt>
          </w:p>
          <w:p w14:paraId="076CB4BB" w14:textId="77777777" w:rsidR="003C15DE" w:rsidRPr="001A0F70" w:rsidRDefault="00367CA9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134883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☐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r w:rsidR="00892101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Vendor</w:t>
            </w:r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/bidder</w:t>
            </w:r>
          </w:p>
          <w:p w14:paraId="705E3070" w14:textId="77777777" w:rsidR="003C15DE" w:rsidRPr="001A0F70" w:rsidRDefault="00367CA9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329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☐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Freight Forwarder</w:t>
            </w:r>
          </w:p>
        </w:tc>
      </w:tr>
      <w:tr w:rsidR="003C15DE" w:rsidRPr="0071679F" w14:paraId="0835404D" w14:textId="77777777" w:rsidTr="004A1002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73A4398A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Exact Address(es) of Delivery Location(s)</w:t>
            </w:r>
          </w:p>
        </w:tc>
        <w:tc>
          <w:tcPr>
            <w:tcW w:w="6570" w:type="dxa"/>
            <w:vAlign w:val="center"/>
          </w:tcPr>
          <w:p w14:paraId="7E406A26" w14:textId="1CC49436" w:rsidR="003C15DE" w:rsidRPr="00E50C11" w:rsidRDefault="00367CA9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fr-FR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fr-FR"/>
                </w:rPr>
                <w:alias w:val="Enter addresses - identify all if multiple"/>
                <w:tag w:val="Enter addresses - identify all if multiple"/>
                <w:id w:val="-412704902"/>
                <w:placeholder>
                  <w:docPart w:val="A352283CACC54AC1A77859D115BA444B"/>
                </w:placeholder>
                <w:text w:multiLine="1"/>
              </w:sdtPr>
              <w:sdtEndPr/>
              <w:sdtContent>
                <w:r w:rsidR="001A0F70" w:rsidRPr="00E50C11">
                  <w:rPr>
                    <w:rFonts w:asciiTheme="minorHAnsi" w:hAnsiTheme="minorHAnsi" w:cstheme="minorHAnsi"/>
                    <w:spacing w:val="0"/>
                    <w:sz w:val="20"/>
                    <w:lang w:val="fr-FR"/>
                  </w:rPr>
                  <w:t xml:space="preserve">Villa 37, Road 85, </w:t>
                </w:r>
                <w:proofErr w:type="spellStart"/>
                <w:r w:rsidR="001A0F70" w:rsidRPr="00E50C11">
                  <w:rPr>
                    <w:rFonts w:asciiTheme="minorHAnsi" w:hAnsiTheme="minorHAnsi" w:cstheme="minorHAnsi"/>
                    <w:spacing w:val="0"/>
                    <w:sz w:val="20"/>
                    <w:lang w:val="fr-FR"/>
                  </w:rPr>
                  <w:t>Sarayat</w:t>
                </w:r>
                <w:proofErr w:type="spellEnd"/>
                <w:r w:rsidR="001A0F70" w:rsidRPr="00E50C11">
                  <w:rPr>
                    <w:rFonts w:asciiTheme="minorHAnsi" w:hAnsiTheme="minorHAnsi" w:cstheme="minorHAnsi"/>
                    <w:spacing w:val="0"/>
                    <w:sz w:val="20"/>
                    <w:lang w:val="fr-FR"/>
                  </w:rPr>
                  <w:t xml:space="preserve"> Maadi, Maadi, Cairo</w:t>
                </w:r>
              </w:sdtContent>
            </w:sdt>
          </w:p>
        </w:tc>
      </w:tr>
      <w:tr w:rsidR="003C15DE" w:rsidRPr="0071679F" w14:paraId="10A89AF0" w14:textId="77777777" w:rsidTr="004A1002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7DF06D43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Distribution of shipping documents (if using freight forwarder)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968903641"/>
            <w:placeholder>
              <w:docPart w:val="DE93EADBF4D84F3C9DA8AF56A1D3A4AB"/>
            </w:placeholder>
            <w:text w:multiLine="1"/>
          </w:sdtPr>
          <w:sdtEndPr/>
          <w:sdtContent>
            <w:tc>
              <w:tcPr>
                <w:tcW w:w="6570" w:type="dxa"/>
              </w:tcPr>
              <w:p w14:paraId="0B9C9263" w14:textId="391F5BD3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789AB915" w14:textId="77777777" w:rsidTr="004A1002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F4C9ACB" w14:textId="77777777" w:rsidR="003C15DE" w:rsidRPr="0071679F" w:rsidRDefault="00C175A3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Special</w:t>
            </w:r>
            <w:r w:rsidRPr="0071679F">
              <w:rPr>
                <w:rFonts w:cstheme="minorHAnsi"/>
                <w:b/>
                <w:lang w:val="en-US"/>
              </w:rPr>
              <w:t xml:space="preserve"> </w:t>
            </w:r>
            <w:r w:rsidR="003C15DE" w:rsidRPr="0071679F">
              <w:rPr>
                <w:rFonts w:cstheme="minorHAnsi"/>
                <w:b/>
                <w:sz w:val="20"/>
                <w:szCs w:val="20"/>
                <w:lang w:val="en-US"/>
              </w:rPr>
              <w:t>Packing Requirements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768802495"/>
            <w:placeholder>
              <w:docPart w:val="CC4A9046C9C54AAD8A9AF911207FFF02"/>
            </w:placeholder>
            <w:text w:multiLine="1"/>
          </w:sdtPr>
          <w:sdtEndPr/>
          <w:sdtContent>
            <w:tc>
              <w:tcPr>
                <w:tcW w:w="6570" w:type="dxa"/>
              </w:tcPr>
              <w:p w14:paraId="28DB1AAA" w14:textId="2DA67365" w:rsidR="003C15DE" w:rsidRPr="001A0F70" w:rsidRDefault="001A0F70" w:rsidP="005F615E">
                <w:pPr>
                  <w:pStyle w:val="Sub-ClauseText"/>
                  <w:spacing w:before="0" w:after="0"/>
                  <w:jc w:val="left"/>
                  <w:rPr>
                    <w:spacing w:val="0"/>
                  </w:rPr>
                </w:pPr>
                <w:r w:rsidRPr="001A0F70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7DE82D98" w14:textId="77777777" w:rsidTr="004A1002">
        <w:trPr>
          <w:trHeight w:val="207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62BB45D9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Training on Operations and Maintenance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1612558"/>
            <w:placeholder>
              <w:docPart w:val="D6122A6284534B548F4C62D835E42B9D"/>
            </w:placeholder>
            <w:text w:multiLine="1"/>
          </w:sdtPr>
          <w:sdtEndPr/>
          <w:sdtContent>
            <w:tc>
              <w:tcPr>
                <w:tcW w:w="6570" w:type="dxa"/>
                <w:vAlign w:val="center"/>
              </w:tcPr>
              <w:p w14:paraId="45739356" w14:textId="4F96933F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041401A3" w14:textId="77777777" w:rsidTr="004A1002">
        <w:trPr>
          <w:trHeight w:val="207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4F2A1AE0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Warranty Period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123849556"/>
            <w:placeholder>
              <w:docPart w:val="8DA4611C8B1441E492ED018BE1F5A126"/>
            </w:placeholder>
            <w:text w:multiLine="1"/>
          </w:sdtPr>
          <w:sdtEndPr/>
          <w:sdtContent>
            <w:tc>
              <w:tcPr>
                <w:tcW w:w="6570" w:type="dxa"/>
                <w:vAlign w:val="center"/>
              </w:tcPr>
              <w:p w14:paraId="1D55EA8E" w14:textId="1115C9D2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25A4C949" w14:textId="77777777" w:rsidTr="004A1002">
        <w:trPr>
          <w:trHeight w:val="207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0E8F7899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After-sales service and local service support requirements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86763185"/>
            <w:placeholder>
              <w:docPart w:val="E65FBD65C8E741A9A3D5D37EDFA1F1D2"/>
            </w:placeholder>
            <w:text w:multiLine="1"/>
          </w:sdtPr>
          <w:sdtEndPr/>
          <w:sdtContent>
            <w:tc>
              <w:tcPr>
                <w:tcW w:w="6570" w:type="dxa"/>
                <w:vAlign w:val="center"/>
              </w:tcPr>
              <w:p w14:paraId="311249C5" w14:textId="68C00E76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55681407" w14:textId="77777777" w:rsidTr="004A1002">
        <w:trPr>
          <w:trHeight w:val="7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3DCAAA45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Preferred Mode of Transport</w:t>
            </w:r>
          </w:p>
        </w:tc>
        <w:tc>
          <w:tcPr>
            <w:tcW w:w="6570" w:type="dxa"/>
            <w:vAlign w:val="center"/>
          </w:tcPr>
          <w:sdt>
            <w:sdtPr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id w:val="211002992"/>
              <w:placeholder>
                <w:docPart w:val="4C02FC3EC93D4518827BF716D512000F"/>
              </w:placeholder>
              <w:comboBox>
                <w:listItem w:value="Choose an item."/>
                <w:listItem w:displayText="Air" w:value="Air"/>
                <w:listItem w:displayText="Land" w:value="Land"/>
                <w:listItem w:displayText="Sea" w:value="Sea"/>
                <w:listItem w:displayText="Other [please specify]" w:value="Other [please specify]"/>
              </w:comboBox>
            </w:sdtPr>
            <w:sdtEndPr/>
            <w:sdtContent>
              <w:p w14:paraId="22F2EE1D" w14:textId="7DD19AE6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Land</w:t>
                </w:r>
              </w:p>
            </w:sdtContent>
          </w:sdt>
          <w:p w14:paraId="5CA5883B" w14:textId="77777777" w:rsidR="7FB6797A" w:rsidRDefault="7FB6797A"/>
        </w:tc>
      </w:tr>
    </w:tbl>
    <w:p w14:paraId="48413704" w14:textId="77777777" w:rsidR="0039043F" w:rsidRPr="0071679F" w:rsidRDefault="0039043F" w:rsidP="005F615E">
      <w:pPr>
        <w:suppressAutoHyphens/>
        <w:spacing w:after="0" w:line="240" w:lineRule="auto"/>
        <w:rPr>
          <w:rFonts w:ascii="Calibri" w:hAnsi="Calibri"/>
          <w:b/>
          <w:lang w:val="en-US"/>
        </w:rPr>
      </w:pPr>
    </w:p>
    <w:p w14:paraId="424B9841" w14:textId="77777777" w:rsidR="004A1002" w:rsidRDefault="004A1002" w:rsidP="00F94C54">
      <w:pPr>
        <w:jc w:val="both"/>
        <w:rPr>
          <w:rFonts w:ascii="Calibri" w:eastAsia="Times New Roman" w:hAnsi="Calibri" w:cs="Calibri"/>
          <w:b/>
          <w:bCs/>
          <w:sz w:val="20"/>
          <w:szCs w:val="20"/>
          <w:lang w:val="en-US"/>
        </w:rPr>
      </w:pPr>
    </w:p>
    <w:p w14:paraId="121B7DA2" w14:textId="77777777" w:rsidR="004A1002" w:rsidRDefault="004A1002" w:rsidP="00F94C54">
      <w:pPr>
        <w:jc w:val="both"/>
        <w:rPr>
          <w:rFonts w:ascii="Calibri" w:eastAsia="Times New Roman" w:hAnsi="Calibri" w:cs="Calibri"/>
          <w:b/>
          <w:bCs/>
          <w:sz w:val="20"/>
          <w:szCs w:val="20"/>
          <w:lang w:val="en-US"/>
        </w:rPr>
      </w:pPr>
    </w:p>
    <w:p w14:paraId="08E8775D" w14:textId="691CD4C5" w:rsidR="00F94C54" w:rsidRPr="0071679F" w:rsidRDefault="00F94C54" w:rsidP="00F94C54">
      <w:pPr>
        <w:jc w:val="both"/>
        <w:rPr>
          <w:rFonts w:ascii="Calibri" w:eastAsia="Times New Roman" w:hAnsi="Calibri" w:cs="Calibri"/>
          <w:bCs/>
          <w:color w:val="FF0000"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/>
          <w:bCs/>
          <w:sz w:val="20"/>
          <w:szCs w:val="20"/>
          <w:lang w:val="en-US"/>
        </w:rPr>
        <w:lastRenderedPageBreak/>
        <w:t>Inspections and tests</w:t>
      </w:r>
      <w:r w:rsidR="001A0F70">
        <w:rPr>
          <w:rFonts w:ascii="Calibri" w:eastAsia="Times New Roman" w:hAnsi="Calibri" w:cs="Calibri"/>
          <w:b/>
          <w:bCs/>
          <w:sz w:val="20"/>
          <w:szCs w:val="20"/>
          <w:lang w:val="en-US"/>
        </w:rPr>
        <w:t xml:space="preserve">: </w:t>
      </w:r>
    </w:p>
    <w:p w14:paraId="4DFD9188" w14:textId="0127E832" w:rsidR="00F94C54" w:rsidRPr="0071679F" w:rsidRDefault="00F94C54" w:rsidP="001A0F70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>The following inspections and tests shall be performed:</w:t>
      </w:r>
    </w:p>
    <w:p w14:paraId="13C4E39A" w14:textId="02FE97E8" w:rsidR="00F94C54" w:rsidRPr="0071679F" w:rsidRDefault="00F94C54" w:rsidP="00F94C54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>If the goods fail to meet the laid down</w:t>
      </w:r>
      <w:r w:rsidR="001A0F70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specifications, the </w:t>
      </w:r>
      <w:r w:rsidR="00892101">
        <w:rPr>
          <w:rFonts w:ascii="Calibri" w:eastAsia="Times New Roman" w:hAnsi="Calibri" w:cs="Calibri"/>
          <w:bCs/>
          <w:sz w:val="20"/>
          <w:szCs w:val="20"/>
          <w:lang w:val="en-US"/>
        </w:rPr>
        <w:t>vendor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shall take immediate steps to remedy the deficiency or replace the defective goods to the satisfaction of UN Women.</w:t>
      </w:r>
    </w:p>
    <w:p w14:paraId="035C5295" w14:textId="77777777" w:rsidR="00863691" w:rsidRPr="0071679F" w:rsidRDefault="00863691" w:rsidP="00F94C54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1E89043" w14:textId="69BEDC15" w:rsidR="008F16D3" w:rsidRDefault="008F16D3">
      <w:pPr>
        <w:rPr>
          <w:rFonts w:ascii="Calibri" w:eastAsia="Times New Roman" w:hAnsi="Calibri" w:cs="Times New Roman"/>
          <w:b/>
          <w:color w:val="262626"/>
          <w:sz w:val="36"/>
          <w:szCs w:val="40"/>
          <w:lang w:val="en-US" w:eastAsia="en-US"/>
        </w:rPr>
      </w:pPr>
    </w:p>
    <w:sectPr w:rsidR="008F16D3" w:rsidSect="0034443E">
      <w:headerReference w:type="default" r:id="rId15"/>
      <w:footerReference w:type="default" r:id="rId16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37F4" w14:textId="77777777" w:rsidR="00367CA9" w:rsidRDefault="00367CA9">
      <w:pPr>
        <w:spacing w:after="0" w:line="240" w:lineRule="auto"/>
      </w:pPr>
      <w:r>
        <w:separator/>
      </w:r>
    </w:p>
  </w:endnote>
  <w:endnote w:type="continuationSeparator" w:id="0">
    <w:p w14:paraId="56F2848D" w14:textId="77777777" w:rsidR="00367CA9" w:rsidRDefault="00367CA9">
      <w:pPr>
        <w:spacing w:after="0" w:line="240" w:lineRule="auto"/>
      </w:pPr>
      <w:r>
        <w:continuationSeparator/>
      </w:r>
    </w:p>
  </w:endnote>
  <w:endnote w:type="continuationNotice" w:id="1">
    <w:p w14:paraId="4F9232F2" w14:textId="77777777" w:rsidR="00367CA9" w:rsidRDefault="00367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1179430" w14:paraId="601D2273" w14:textId="77777777" w:rsidTr="51179430">
      <w:tc>
        <w:tcPr>
          <w:tcW w:w="3024" w:type="dxa"/>
        </w:tcPr>
        <w:p w14:paraId="3C08C361" w14:textId="77777777" w:rsidR="51179430" w:rsidRDefault="51179430" w:rsidP="51179430">
          <w:pPr>
            <w:pStyle w:val="Header"/>
            <w:ind w:left="-115"/>
          </w:pPr>
        </w:p>
      </w:tc>
      <w:tc>
        <w:tcPr>
          <w:tcW w:w="3024" w:type="dxa"/>
        </w:tcPr>
        <w:p w14:paraId="373C34AF" w14:textId="77777777" w:rsidR="51179430" w:rsidRDefault="51179430" w:rsidP="51179430">
          <w:pPr>
            <w:pStyle w:val="Header"/>
            <w:jc w:val="center"/>
          </w:pPr>
        </w:p>
      </w:tc>
      <w:tc>
        <w:tcPr>
          <w:tcW w:w="3024" w:type="dxa"/>
        </w:tcPr>
        <w:p w14:paraId="1BBDEC40" w14:textId="77777777" w:rsidR="51179430" w:rsidRDefault="51179430" w:rsidP="51179430">
          <w:pPr>
            <w:pStyle w:val="Header"/>
            <w:ind w:right="-115"/>
            <w:jc w:val="right"/>
          </w:pPr>
        </w:p>
      </w:tc>
    </w:tr>
  </w:tbl>
  <w:p w14:paraId="58BF6F64" w14:textId="77777777" w:rsidR="51179430" w:rsidRDefault="51179430" w:rsidP="51179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AD806" w14:textId="77777777" w:rsidR="00367CA9" w:rsidRDefault="00367CA9">
      <w:pPr>
        <w:spacing w:after="0" w:line="240" w:lineRule="auto"/>
      </w:pPr>
      <w:r>
        <w:separator/>
      </w:r>
    </w:p>
  </w:footnote>
  <w:footnote w:type="continuationSeparator" w:id="0">
    <w:p w14:paraId="4A82EC97" w14:textId="77777777" w:rsidR="00367CA9" w:rsidRDefault="00367CA9">
      <w:pPr>
        <w:spacing w:after="0" w:line="240" w:lineRule="auto"/>
      </w:pPr>
      <w:r>
        <w:continuationSeparator/>
      </w:r>
    </w:p>
  </w:footnote>
  <w:footnote w:type="continuationNotice" w:id="1">
    <w:p w14:paraId="7B6FB6D4" w14:textId="77777777" w:rsidR="00367CA9" w:rsidRDefault="00367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1179430" w14:paraId="78B25DA9" w14:textId="77777777" w:rsidTr="51179430">
      <w:tc>
        <w:tcPr>
          <w:tcW w:w="3024" w:type="dxa"/>
        </w:tcPr>
        <w:p w14:paraId="094F7FBE" w14:textId="77777777" w:rsidR="51179430" w:rsidRDefault="51179430" w:rsidP="51179430">
          <w:pPr>
            <w:pStyle w:val="Header"/>
            <w:ind w:left="-115"/>
          </w:pPr>
        </w:p>
      </w:tc>
      <w:tc>
        <w:tcPr>
          <w:tcW w:w="3024" w:type="dxa"/>
        </w:tcPr>
        <w:p w14:paraId="49E43F8A" w14:textId="77777777" w:rsidR="51179430" w:rsidRDefault="51179430" w:rsidP="51179430">
          <w:pPr>
            <w:pStyle w:val="Header"/>
            <w:jc w:val="center"/>
          </w:pPr>
        </w:p>
      </w:tc>
      <w:tc>
        <w:tcPr>
          <w:tcW w:w="3024" w:type="dxa"/>
        </w:tcPr>
        <w:p w14:paraId="54666EB8" w14:textId="77777777" w:rsidR="51179430" w:rsidRDefault="51179430" w:rsidP="51179430">
          <w:pPr>
            <w:pStyle w:val="Header"/>
            <w:ind w:right="-115"/>
            <w:jc w:val="right"/>
          </w:pPr>
        </w:p>
      </w:tc>
    </w:tr>
  </w:tbl>
  <w:p w14:paraId="6DC00DE9" w14:textId="77777777" w:rsidR="51179430" w:rsidRDefault="51179430" w:rsidP="51179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033"/>
    <w:multiLevelType w:val="hybridMultilevel"/>
    <w:tmpl w:val="550AB0D4"/>
    <w:lvl w:ilvl="0" w:tplc="6BAAD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7181"/>
    <w:multiLevelType w:val="hybridMultilevel"/>
    <w:tmpl w:val="9BD24584"/>
    <w:lvl w:ilvl="0" w:tplc="3EC6B6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B5D08"/>
    <w:multiLevelType w:val="hybridMultilevel"/>
    <w:tmpl w:val="9014F4BE"/>
    <w:lvl w:ilvl="0" w:tplc="6E263E76">
      <w:start w:val="3"/>
      <w:numFmt w:val="bullet"/>
      <w:lvlText w:val="-"/>
      <w:lvlJc w:val="left"/>
      <w:pPr>
        <w:ind w:left="360" w:hanging="360"/>
      </w:pPr>
      <w:rPr>
        <w:rFonts w:ascii="Roboto" w:eastAsiaTheme="minorHAnsi" w:hAnsi="Roboto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D27BD"/>
    <w:multiLevelType w:val="hybridMultilevel"/>
    <w:tmpl w:val="3DBE2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0BE6"/>
    <w:multiLevelType w:val="hybridMultilevel"/>
    <w:tmpl w:val="627CCA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4F24D17"/>
    <w:multiLevelType w:val="multilevel"/>
    <w:tmpl w:val="4712F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3E156E"/>
    <w:multiLevelType w:val="hybridMultilevel"/>
    <w:tmpl w:val="8CEE0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DAE"/>
    <w:multiLevelType w:val="hybridMultilevel"/>
    <w:tmpl w:val="8ABCB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401E1"/>
    <w:multiLevelType w:val="multilevel"/>
    <w:tmpl w:val="A1560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94F6D"/>
    <w:multiLevelType w:val="hybridMultilevel"/>
    <w:tmpl w:val="7ECA931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24AA3DD6"/>
    <w:multiLevelType w:val="multilevel"/>
    <w:tmpl w:val="DD42EB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A91454"/>
    <w:multiLevelType w:val="hybridMultilevel"/>
    <w:tmpl w:val="0156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44724"/>
    <w:multiLevelType w:val="hybridMultilevel"/>
    <w:tmpl w:val="D32236B6"/>
    <w:lvl w:ilvl="0" w:tplc="4948C3CC">
      <w:start w:val="1"/>
      <w:numFmt w:val="decimal"/>
      <w:lvlText w:val="%1."/>
      <w:lvlJc w:val="left"/>
      <w:pPr>
        <w:ind w:left="990" w:hanging="360"/>
      </w:pPr>
      <w:rPr>
        <w:rFonts w:ascii="Calibri" w:hAnsi="Calibri" w:cs="Calibri" w:hint="default"/>
        <w:b w:val="0"/>
        <w:bCs w:val="0"/>
        <w:color w:val="808080" w:themeColor="background1" w:themeShade="80"/>
        <w:sz w:val="22"/>
        <w:szCs w:val="22"/>
      </w:rPr>
    </w:lvl>
    <w:lvl w:ilvl="1" w:tplc="1F96409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22568"/>
    <w:multiLevelType w:val="hybridMultilevel"/>
    <w:tmpl w:val="848C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D7D91"/>
    <w:multiLevelType w:val="hybridMultilevel"/>
    <w:tmpl w:val="EA8EFF8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4B11EAA"/>
    <w:multiLevelType w:val="hybridMultilevel"/>
    <w:tmpl w:val="9F0E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7591C"/>
    <w:multiLevelType w:val="multilevel"/>
    <w:tmpl w:val="A2D2C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1208AB"/>
    <w:multiLevelType w:val="hybridMultilevel"/>
    <w:tmpl w:val="7FCAC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705BC"/>
    <w:multiLevelType w:val="hybridMultilevel"/>
    <w:tmpl w:val="D5860ABE"/>
    <w:lvl w:ilvl="0" w:tplc="0E202320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33D77"/>
    <w:multiLevelType w:val="hybridMultilevel"/>
    <w:tmpl w:val="E660A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048F9"/>
    <w:multiLevelType w:val="hybridMultilevel"/>
    <w:tmpl w:val="CF78DCE4"/>
    <w:lvl w:ilvl="0" w:tplc="9ECEC69C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50DD4"/>
    <w:multiLevelType w:val="multilevel"/>
    <w:tmpl w:val="4636DE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C8321DC"/>
    <w:multiLevelType w:val="multilevel"/>
    <w:tmpl w:val="65029B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D57218"/>
    <w:multiLevelType w:val="hybridMultilevel"/>
    <w:tmpl w:val="C00E5EC2"/>
    <w:lvl w:ilvl="0" w:tplc="460A6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0258C"/>
    <w:multiLevelType w:val="hybridMultilevel"/>
    <w:tmpl w:val="D24A0DBC"/>
    <w:lvl w:ilvl="0" w:tplc="38266A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1F7E7C"/>
    <w:multiLevelType w:val="hybridMultilevel"/>
    <w:tmpl w:val="A7B8E6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13"/>
  </w:num>
  <w:num w:numId="7">
    <w:abstractNumId w:val="0"/>
  </w:num>
  <w:num w:numId="8">
    <w:abstractNumId w:val="24"/>
  </w:num>
  <w:num w:numId="9">
    <w:abstractNumId w:val="9"/>
  </w:num>
  <w:num w:numId="10">
    <w:abstractNumId w:val="15"/>
  </w:num>
  <w:num w:numId="11">
    <w:abstractNumId w:val="26"/>
  </w:num>
  <w:num w:numId="12">
    <w:abstractNumId w:val="16"/>
  </w:num>
  <w:num w:numId="13">
    <w:abstractNumId w:val="8"/>
  </w:num>
  <w:num w:numId="14">
    <w:abstractNumId w:val="5"/>
  </w:num>
  <w:num w:numId="15">
    <w:abstractNumId w:val="21"/>
  </w:num>
  <w:num w:numId="16">
    <w:abstractNumId w:val="10"/>
  </w:num>
  <w:num w:numId="17">
    <w:abstractNumId w:val="23"/>
  </w:num>
  <w:num w:numId="18">
    <w:abstractNumId w:val="7"/>
  </w:num>
  <w:num w:numId="19">
    <w:abstractNumId w:val="17"/>
  </w:num>
  <w:num w:numId="20">
    <w:abstractNumId w:val="27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5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S2sDQ3NzAzMDEwNDRW0lEKTi0uzszPAykwqQUAfcVfHywAAAA="/>
  </w:docVars>
  <w:rsids>
    <w:rsidRoot w:val="002612BC"/>
    <w:rsid w:val="00004AE5"/>
    <w:rsid w:val="00007B94"/>
    <w:rsid w:val="00017A39"/>
    <w:rsid w:val="00025E84"/>
    <w:rsid w:val="00056244"/>
    <w:rsid w:val="000563B0"/>
    <w:rsid w:val="0005766B"/>
    <w:rsid w:val="00063793"/>
    <w:rsid w:val="00072354"/>
    <w:rsid w:val="0008125C"/>
    <w:rsid w:val="00086A64"/>
    <w:rsid w:val="00095523"/>
    <w:rsid w:val="00096D2E"/>
    <w:rsid w:val="000B1CD1"/>
    <w:rsid w:val="000D0809"/>
    <w:rsid w:val="000D1AE5"/>
    <w:rsid w:val="000E5FFC"/>
    <w:rsid w:val="00105C87"/>
    <w:rsid w:val="0011142C"/>
    <w:rsid w:val="0011548F"/>
    <w:rsid w:val="00140B4F"/>
    <w:rsid w:val="00147B54"/>
    <w:rsid w:val="00154D05"/>
    <w:rsid w:val="00156EDF"/>
    <w:rsid w:val="001576C4"/>
    <w:rsid w:val="001710E8"/>
    <w:rsid w:val="00175E4B"/>
    <w:rsid w:val="001769F4"/>
    <w:rsid w:val="0017731F"/>
    <w:rsid w:val="001818D2"/>
    <w:rsid w:val="00183EEF"/>
    <w:rsid w:val="00186593"/>
    <w:rsid w:val="001A0F70"/>
    <w:rsid w:val="001B2779"/>
    <w:rsid w:val="001B4B97"/>
    <w:rsid w:val="001C00EB"/>
    <w:rsid w:val="001C0C9F"/>
    <w:rsid w:val="001C0E3E"/>
    <w:rsid w:val="001D40B6"/>
    <w:rsid w:val="001D7242"/>
    <w:rsid w:val="001E6C93"/>
    <w:rsid w:val="001F1E65"/>
    <w:rsid w:val="001F6FAA"/>
    <w:rsid w:val="001F71DC"/>
    <w:rsid w:val="00201D4E"/>
    <w:rsid w:val="00204FEC"/>
    <w:rsid w:val="00230414"/>
    <w:rsid w:val="00242E7A"/>
    <w:rsid w:val="00252549"/>
    <w:rsid w:val="00254849"/>
    <w:rsid w:val="002612BC"/>
    <w:rsid w:val="00264AA4"/>
    <w:rsid w:val="002753D8"/>
    <w:rsid w:val="002832AD"/>
    <w:rsid w:val="00292C64"/>
    <w:rsid w:val="00295BF5"/>
    <w:rsid w:val="002A00F7"/>
    <w:rsid w:val="002A04F7"/>
    <w:rsid w:val="002A5F11"/>
    <w:rsid w:val="002B18B8"/>
    <w:rsid w:val="002B4451"/>
    <w:rsid w:val="002C469C"/>
    <w:rsid w:val="002D1159"/>
    <w:rsid w:val="002D393F"/>
    <w:rsid w:val="002E1CA9"/>
    <w:rsid w:val="002F50C8"/>
    <w:rsid w:val="0031325B"/>
    <w:rsid w:val="00322DD4"/>
    <w:rsid w:val="00326E7B"/>
    <w:rsid w:val="00332BFB"/>
    <w:rsid w:val="0034418B"/>
    <w:rsid w:val="0034443E"/>
    <w:rsid w:val="00350556"/>
    <w:rsid w:val="00367CA9"/>
    <w:rsid w:val="003700E2"/>
    <w:rsid w:val="0037020E"/>
    <w:rsid w:val="0037263F"/>
    <w:rsid w:val="00372EB8"/>
    <w:rsid w:val="00381693"/>
    <w:rsid w:val="003820D4"/>
    <w:rsid w:val="0039043F"/>
    <w:rsid w:val="003A37FF"/>
    <w:rsid w:val="003B17A6"/>
    <w:rsid w:val="003C15DE"/>
    <w:rsid w:val="003C2DD5"/>
    <w:rsid w:val="003C30F8"/>
    <w:rsid w:val="003C43FF"/>
    <w:rsid w:val="003C7555"/>
    <w:rsid w:val="003E36FA"/>
    <w:rsid w:val="003E3AA8"/>
    <w:rsid w:val="00400FAE"/>
    <w:rsid w:val="004117A4"/>
    <w:rsid w:val="00415307"/>
    <w:rsid w:val="00420FF5"/>
    <w:rsid w:val="00422323"/>
    <w:rsid w:val="00434CFA"/>
    <w:rsid w:val="00437797"/>
    <w:rsid w:val="00450680"/>
    <w:rsid w:val="0045522A"/>
    <w:rsid w:val="00465016"/>
    <w:rsid w:val="00476392"/>
    <w:rsid w:val="00486C24"/>
    <w:rsid w:val="00487E0E"/>
    <w:rsid w:val="004A1002"/>
    <w:rsid w:val="004A3E50"/>
    <w:rsid w:val="004B358F"/>
    <w:rsid w:val="004B6F39"/>
    <w:rsid w:val="004B7845"/>
    <w:rsid w:val="004D2BF7"/>
    <w:rsid w:val="004E02CB"/>
    <w:rsid w:val="004E5A50"/>
    <w:rsid w:val="004E7B8F"/>
    <w:rsid w:val="004E7CFE"/>
    <w:rsid w:val="004F6DF6"/>
    <w:rsid w:val="00500534"/>
    <w:rsid w:val="0051112C"/>
    <w:rsid w:val="00511885"/>
    <w:rsid w:val="00512C75"/>
    <w:rsid w:val="00517ACB"/>
    <w:rsid w:val="00533E71"/>
    <w:rsid w:val="00541CDA"/>
    <w:rsid w:val="0055493B"/>
    <w:rsid w:val="005A3A1D"/>
    <w:rsid w:val="005B0C5D"/>
    <w:rsid w:val="005B131E"/>
    <w:rsid w:val="005B4711"/>
    <w:rsid w:val="005C7B30"/>
    <w:rsid w:val="005D05B8"/>
    <w:rsid w:val="005D0977"/>
    <w:rsid w:val="005E2C59"/>
    <w:rsid w:val="005F615E"/>
    <w:rsid w:val="005F6FC7"/>
    <w:rsid w:val="006049EA"/>
    <w:rsid w:val="00612424"/>
    <w:rsid w:val="006235F6"/>
    <w:rsid w:val="0064263C"/>
    <w:rsid w:val="00644D6B"/>
    <w:rsid w:val="00652B4F"/>
    <w:rsid w:val="00653911"/>
    <w:rsid w:val="00660E40"/>
    <w:rsid w:val="0066683B"/>
    <w:rsid w:val="0067698B"/>
    <w:rsid w:val="0067712F"/>
    <w:rsid w:val="006776E4"/>
    <w:rsid w:val="00684D44"/>
    <w:rsid w:val="00696BDF"/>
    <w:rsid w:val="00697E8E"/>
    <w:rsid w:val="006A52D5"/>
    <w:rsid w:val="006B464A"/>
    <w:rsid w:val="006C0E2B"/>
    <w:rsid w:val="006C323D"/>
    <w:rsid w:val="006E13A5"/>
    <w:rsid w:val="006F015D"/>
    <w:rsid w:val="006F1733"/>
    <w:rsid w:val="00713E69"/>
    <w:rsid w:val="0071679F"/>
    <w:rsid w:val="007303AE"/>
    <w:rsid w:val="00730FAD"/>
    <w:rsid w:val="00751FFB"/>
    <w:rsid w:val="00760D26"/>
    <w:rsid w:val="00765225"/>
    <w:rsid w:val="0077606C"/>
    <w:rsid w:val="007A0A73"/>
    <w:rsid w:val="007A1F46"/>
    <w:rsid w:val="007A4EC5"/>
    <w:rsid w:val="007B6A77"/>
    <w:rsid w:val="007C0340"/>
    <w:rsid w:val="007D28D4"/>
    <w:rsid w:val="007D3EF7"/>
    <w:rsid w:val="007D691A"/>
    <w:rsid w:val="007F6B84"/>
    <w:rsid w:val="007F72BA"/>
    <w:rsid w:val="008017FC"/>
    <w:rsid w:val="00812EB3"/>
    <w:rsid w:val="0082743B"/>
    <w:rsid w:val="0083238B"/>
    <w:rsid w:val="00833069"/>
    <w:rsid w:val="0084025A"/>
    <w:rsid w:val="00852797"/>
    <w:rsid w:val="00862B08"/>
    <w:rsid w:val="00863691"/>
    <w:rsid w:val="008760C1"/>
    <w:rsid w:val="00882B6B"/>
    <w:rsid w:val="00892101"/>
    <w:rsid w:val="008A00D8"/>
    <w:rsid w:val="008A348B"/>
    <w:rsid w:val="008B2807"/>
    <w:rsid w:val="008B6FB0"/>
    <w:rsid w:val="008C35D8"/>
    <w:rsid w:val="008C500E"/>
    <w:rsid w:val="008C7E6E"/>
    <w:rsid w:val="008E6D38"/>
    <w:rsid w:val="008E6DD2"/>
    <w:rsid w:val="008F16D3"/>
    <w:rsid w:val="008F1A83"/>
    <w:rsid w:val="008F5B4D"/>
    <w:rsid w:val="00904FFC"/>
    <w:rsid w:val="00912519"/>
    <w:rsid w:val="00916F25"/>
    <w:rsid w:val="009216ED"/>
    <w:rsid w:val="00922415"/>
    <w:rsid w:val="00941593"/>
    <w:rsid w:val="00950D8A"/>
    <w:rsid w:val="009A737A"/>
    <w:rsid w:val="009B49BD"/>
    <w:rsid w:val="009C0922"/>
    <w:rsid w:val="009C6DA5"/>
    <w:rsid w:val="009D6A5F"/>
    <w:rsid w:val="009E74F7"/>
    <w:rsid w:val="00A022FC"/>
    <w:rsid w:val="00A24D75"/>
    <w:rsid w:val="00A33AE4"/>
    <w:rsid w:val="00A36395"/>
    <w:rsid w:val="00A451DC"/>
    <w:rsid w:val="00A513B9"/>
    <w:rsid w:val="00A55EF3"/>
    <w:rsid w:val="00A615E1"/>
    <w:rsid w:val="00A61E7A"/>
    <w:rsid w:val="00A768B1"/>
    <w:rsid w:val="00A900E5"/>
    <w:rsid w:val="00A93FD6"/>
    <w:rsid w:val="00AA276B"/>
    <w:rsid w:val="00AA3D66"/>
    <w:rsid w:val="00AB1066"/>
    <w:rsid w:val="00AB19E9"/>
    <w:rsid w:val="00AC2A5E"/>
    <w:rsid w:val="00AC6C53"/>
    <w:rsid w:val="00AE2F55"/>
    <w:rsid w:val="00AE35E4"/>
    <w:rsid w:val="00AF34E4"/>
    <w:rsid w:val="00AF5AB8"/>
    <w:rsid w:val="00B11786"/>
    <w:rsid w:val="00B428A3"/>
    <w:rsid w:val="00B6421F"/>
    <w:rsid w:val="00B7452F"/>
    <w:rsid w:val="00B80341"/>
    <w:rsid w:val="00B82698"/>
    <w:rsid w:val="00BB1E9A"/>
    <w:rsid w:val="00BC5D3F"/>
    <w:rsid w:val="00BE46C4"/>
    <w:rsid w:val="00BE7775"/>
    <w:rsid w:val="00BF05CB"/>
    <w:rsid w:val="00BF2B55"/>
    <w:rsid w:val="00C01387"/>
    <w:rsid w:val="00C0138D"/>
    <w:rsid w:val="00C16ECE"/>
    <w:rsid w:val="00C175A3"/>
    <w:rsid w:val="00C23906"/>
    <w:rsid w:val="00C27446"/>
    <w:rsid w:val="00C30510"/>
    <w:rsid w:val="00C3758C"/>
    <w:rsid w:val="00C4766C"/>
    <w:rsid w:val="00C50997"/>
    <w:rsid w:val="00C56576"/>
    <w:rsid w:val="00C6020C"/>
    <w:rsid w:val="00C76E02"/>
    <w:rsid w:val="00C863CE"/>
    <w:rsid w:val="00CA2F0E"/>
    <w:rsid w:val="00CC148F"/>
    <w:rsid w:val="00CC2825"/>
    <w:rsid w:val="00CC4078"/>
    <w:rsid w:val="00CC492C"/>
    <w:rsid w:val="00CD75E2"/>
    <w:rsid w:val="00CE525C"/>
    <w:rsid w:val="00CE60BE"/>
    <w:rsid w:val="00CE7805"/>
    <w:rsid w:val="00CF7B48"/>
    <w:rsid w:val="00D00449"/>
    <w:rsid w:val="00D07CC3"/>
    <w:rsid w:val="00D24997"/>
    <w:rsid w:val="00D31D7D"/>
    <w:rsid w:val="00D406BD"/>
    <w:rsid w:val="00D443AA"/>
    <w:rsid w:val="00D46A33"/>
    <w:rsid w:val="00D53528"/>
    <w:rsid w:val="00D9426A"/>
    <w:rsid w:val="00DA0C1B"/>
    <w:rsid w:val="00DB2E67"/>
    <w:rsid w:val="00DB79F2"/>
    <w:rsid w:val="00DB7B0D"/>
    <w:rsid w:val="00DD060B"/>
    <w:rsid w:val="00DD22BD"/>
    <w:rsid w:val="00DD3F72"/>
    <w:rsid w:val="00DE0A0E"/>
    <w:rsid w:val="00DE2094"/>
    <w:rsid w:val="00DF1064"/>
    <w:rsid w:val="00DF3BDA"/>
    <w:rsid w:val="00DF5500"/>
    <w:rsid w:val="00DF5502"/>
    <w:rsid w:val="00E00FAF"/>
    <w:rsid w:val="00E04F6D"/>
    <w:rsid w:val="00E27C6E"/>
    <w:rsid w:val="00E349E7"/>
    <w:rsid w:val="00E42807"/>
    <w:rsid w:val="00E50C11"/>
    <w:rsid w:val="00E521A9"/>
    <w:rsid w:val="00E60A73"/>
    <w:rsid w:val="00E728CF"/>
    <w:rsid w:val="00E804FA"/>
    <w:rsid w:val="00E850D3"/>
    <w:rsid w:val="00EB174C"/>
    <w:rsid w:val="00EC102B"/>
    <w:rsid w:val="00ED16FB"/>
    <w:rsid w:val="00ED6C57"/>
    <w:rsid w:val="00ED748B"/>
    <w:rsid w:val="00EE63E8"/>
    <w:rsid w:val="00F117F4"/>
    <w:rsid w:val="00F16EC8"/>
    <w:rsid w:val="00F37F2D"/>
    <w:rsid w:val="00F41C92"/>
    <w:rsid w:val="00F45A10"/>
    <w:rsid w:val="00F50F3B"/>
    <w:rsid w:val="00F620C8"/>
    <w:rsid w:val="00F62B7F"/>
    <w:rsid w:val="00F710B8"/>
    <w:rsid w:val="00F80B57"/>
    <w:rsid w:val="00F85AB9"/>
    <w:rsid w:val="00F94C54"/>
    <w:rsid w:val="00F97A2D"/>
    <w:rsid w:val="00FA41B7"/>
    <w:rsid w:val="00FB0BAE"/>
    <w:rsid w:val="00FB4B1E"/>
    <w:rsid w:val="00FB6A60"/>
    <w:rsid w:val="00FD1AAF"/>
    <w:rsid w:val="00FD6B93"/>
    <w:rsid w:val="00FD7924"/>
    <w:rsid w:val="00FE5A71"/>
    <w:rsid w:val="07C3FB49"/>
    <w:rsid w:val="0BC45B8C"/>
    <w:rsid w:val="0E13C5A4"/>
    <w:rsid w:val="0E789A0E"/>
    <w:rsid w:val="11DC6090"/>
    <w:rsid w:val="13C0863C"/>
    <w:rsid w:val="194F712E"/>
    <w:rsid w:val="1EB9F8F6"/>
    <w:rsid w:val="25E81039"/>
    <w:rsid w:val="267EE2D0"/>
    <w:rsid w:val="2AF47D33"/>
    <w:rsid w:val="326B64EA"/>
    <w:rsid w:val="333FFE6A"/>
    <w:rsid w:val="344EEFE3"/>
    <w:rsid w:val="397907A7"/>
    <w:rsid w:val="3C2DA877"/>
    <w:rsid w:val="3F0AB8A5"/>
    <w:rsid w:val="44B708A8"/>
    <w:rsid w:val="45FC1FD7"/>
    <w:rsid w:val="51179430"/>
    <w:rsid w:val="540D196A"/>
    <w:rsid w:val="5683DD30"/>
    <w:rsid w:val="57361099"/>
    <w:rsid w:val="57CDC9E3"/>
    <w:rsid w:val="584CCFBA"/>
    <w:rsid w:val="58AC3581"/>
    <w:rsid w:val="6036C752"/>
    <w:rsid w:val="60E95D5F"/>
    <w:rsid w:val="613DE003"/>
    <w:rsid w:val="61649C09"/>
    <w:rsid w:val="634E1B04"/>
    <w:rsid w:val="6576EB18"/>
    <w:rsid w:val="66748356"/>
    <w:rsid w:val="692B948A"/>
    <w:rsid w:val="695C8C5C"/>
    <w:rsid w:val="695F33B6"/>
    <w:rsid w:val="716C42F4"/>
    <w:rsid w:val="759E3A3B"/>
    <w:rsid w:val="76D2F234"/>
    <w:rsid w:val="7799FA17"/>
    <w:rsid w:val="7A98FB18"/>
    <w:rsid w:val="7B1E9361"/>
    <w:rsid w:val="7FB6797A"/>
    <w:rsid w:val="7FFA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657F9"/>
  <w15:chartTrackingRefBased/>
  <w15:docId w15:val="{2BEC43DB-491C-4EB1-ADCE-AD1D8F3E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F50C8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1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7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FD7924"/>
    <w:rPr>
      <w:color w:val="808080"/>
    </w:rPr>
  </w:style>
  <w:style w:type="character" w:styleId="Hyperlink">
    <w:name w:val="Hyperlink"/>
    <w:uiPriority w:val="99"/>
    <w:unhideWhenUsed/>
    <w:rsid w:val="00ED6C57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D6C5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D6C57"/>
    <w:rPr>
      <w:rFonts w:eastAsiaTheme="minorHAnsi"/>
      <w:lang w:val="en-US" w:eastAsia="en-US"/>
    </w:rPr>
  </w:style>
  <w:style w:type="paragraph" w:customStyle="1" w:styleId="HEADING">
    <w:name w:val="HEADING"/>
    <w:basedOn w:val="Normal"/>
    <w:link w:val="HEADINGChar"/>
    <w:qFormat/>
    <w:rsid w:val="00ED6C57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ED6C57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D115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D115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7F7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F72B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2F50C8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styleId="FootnoteReference">
    <w:name w:val="footnote reference"/>
    <w:semiHidden/>
    <w:rsid w:val="00326E7B"/>
    <w:rPr>
      <w:vertAlign w:val="superscript"/>
    </w:rPr>
  </w:style>
  <w:style w:type="paragraph" w:customStyle="1" w:styleId="RFQHeadings">
    <w:name w:val="RFQ Headings"/>
    <w:basedOn w:val="Heading1"/>
    <w:link w:val="RFQHeadingsChar"/>
    <w:qFormat/>
    <w:rsid w:val="00D9426A"/>
    <w:pPr>
      <w:pBdr>
        <w:bottom w:val="single" w:sz="4" w:space="2" w:color="ED7D31" w:themeColor="accent2"/>
      </w:pBdr>
    </w:pPr>
    <w:rPr>
      <w:rFonts w:eastAsiaTheme="majorEastAsia" w:cstheme="majorBidi"/>
      <w:color w:val="262626" w:themeColor="text1" w:themeTint="D9"/>
    </w:rPr>
  </w:style>
  <w:style w:type="character" w:customStyle="1" w:styleId="RFQHeadingsChar">
    <w:name w:val="RFQ Headings Char"/>
    <w:basedOn w:val="Heading1Char"/>
    <w:link w:val="RFQHeadings"/>
    <w:rsid w:val="00D9426A"/>
    <w:rPr>
      <w:rFonts w:ascii="Calibri" w:eastAsiaTheme="majorEastAsia" w:hAnsi="Calibri" w:cstheme="majorBidi"/>
      <w:b/>
      <w:color w:val="262626" w:themeColor="text1" w:themeTint="D9"/>
      <w:sz w:val="36"/>
      <w:szCs w:val="40"/>
      <w:lang w:val="en-US" w:eastAsia="en-US"/>
    </w:rPr>
  </w:style>
  <w:style w:type="character" w:styleId="Strong">
    <w:name w:val="Strong"/>
    <w:basedOn w:val="DefaultParagraphFont"/>
    <w:uiPriority w:val="22"/>
    <w:qFormat/>
    <w:rsid w:val="00D9426A"/>
    <w:rPr>
      <w:b/>
      <w:bCs/>
    </w:rPr>
  </w:style>
  <w:style w:type="paragraph" w:styleId="TOAHeading">
    <w:name w:val="toa heading"/>
    <w:basedOn w:val="Normal"/>
    <w:next w:val="Normal"/>
    <w:semiHidden/>
    <w:rsid w:val="00D9426A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aragraph">
    <w:name w:val="paragraph"/>
    <w:basedOn w:val="Normal"/>
    <w:rsid w:val="00BF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BF2B55"/>
  </w:style>
  <w:style w:type="character" w:customStyle="1" w:styleId="eop">
    <w:name w:val="eop"/>
    <w:basedOn w:val="DefaultParagraphFont"/>
    <w:rsid w:val="00BF2B55"/>
  </w:style>
  <w:style w:type="character" w:styleId="CommentReference">
    <w:name w:val="annotation reference"/>
    <w:basedOn w:val="DefaultParagraphFont"/>
    <w:uiPriority w:val="99"/>
    <w:semiHidden/>
    <w:unhideWhenUsed/>
    <w:rsid w:val="00201D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1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1D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D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D4E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C15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customStyle="1" w:styleId="Sub-ClauseText">
    <w:name w:val="Sub-Clause Text"/>
    <w:basedOn w:val="Normal"/>
    <w:link w:val="Sub-ClauseTextChar"/>
    <w:rsid w:val="003C15D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character" w:customStyle="1" w:styleId="Sub-ClauseTextChar">
    <w:name w:val="Sub-Clause Text Char"/>
    <w:basedOn w:val="DefaultParagraphFont"/>
    <w:link w:val="Sub-ClauseText"/>
    <w:rsid w:val="003C15DE"/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MarginText">
    <w:name w:val="Margin Text"/>
    <w:basedOn w:val="BodyText"/>
    <w:rsid w:val="00E521A9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521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21A9"/>
  </w:style>
  <w:style w:type="paragraph" w:customStyle="1" w:styleId="Single">
    <w:name w:val="Single"/>
    <w:basedOn w:val="Normal"/>
    <w:rsid w:val="00095523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  <w:style w:type="paragraph" w:styleId="Revision">
    <w:name w:val="Revision"/>
    <w:hidden/>
    <w:uiPriority w:val="99"/>
    <w:semiHidden/>
    <w:rsid w:val="00D5352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04F6D"/>
    <w:rPr>
      <w:color w:val="605E5C"/>
      <w:shd w:val="clear" w:color="auto" w:fill="E1DFDD"/>
    </w:rPr>
  </w:style>
  <w:style w:type="paragraph" w:customStyle="1" w:styleId="gmail-m3842857483762727021gmail-m-2689701486164188618gmail-m7872367398167600565wordsection1">
    <w:name w:val="gmail-m_3842857483762727021gmail-m-2689701486164188618gmail-m7872367398167600565wordsection1"/>
    <w:basedOn w:val="Normal"/>
    <w:rsid w:val="002612BC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77F10.3D503570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ccwbo.org/resources-for-business/incoterms-rules/incoterms-202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sma.Ali\OneDrive%20-%20UN%20Women\Desktop\Request%20for%20Quotation%20(RFQ)%20Information%20Sheet%20-%20Goods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155FC03A034BBB94B30E05B401A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EEB10-D21E-4AE2-9F98-A0F6F3269B64}"/>
      </w:docPartPr>
      <w:docPartBody>
        <w:p w:rsidR="003059AD" w:rsidRDefault="00D13692">
          <w:pPr>
            <w:pStyle w:val="47155FC03A034BBB94B30E05B401A9F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A5E02ABE2774387BF0620097CC6A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C9382-5D17-46F0-A33B-4BE18C28AF89}"/>
      </w:docPartPr>
      <w:docPartBody>
        <w:p w:rsidR="003059AD" w:rsidRDefault="00D13692">
          <w:pPr>
            <w:pStyle w:val="BA5E02ABE2774387BF0620097CC6A7F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628224790C24EFCA76BBAACF2547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611B9-CA62-4BD9-8792-A13DCF9DF865}"/>
      </w:docPartPr>
      <w:docPartBody>
        <w:p w:rsidR="003059AD" w:rsidRDefault="00D13692">
          <w:pPr>
            <w:pStyle w:val="D628224790C24EFCA76BBAACF25477E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Name of organisation</w:t>
          </w:r>
        </w:p>
      </w:docPartBody>
    </w:docPart>
    <w:docPart>
      <w:docPartPr>
        <w:name w:val="A352283CACC54AC1A77859D115BA4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C8D27-6D61-47D5-B504-12D625544C3F}"/>
      </w:docPartPr>
      <w:docPartBody>
        <w:p w:rsidR="003059AD" w:rsidRDefault="00D13692">
          <w:pPr>
            <w:pStyle w:val="A352283CACC54AC1A77859D115BA444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93EADBF4D84F3C9DA8AF56A1D3A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C562-99B7-43F8-9A83-70094D508C2C}"/>
      </w:docPartPr>
      <w:docPartBody>
        <w:p w:rsidR="003059AD" w:rsidRDefault="00D13692">
          <w:pPr>
            <w:pStyle w:val="DE93EADBF4D84F3C9DA8AF56A1D3A4AB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CC4A9046C9C54AAD8A9AF911207F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52FEF-CEF2-4C3E-B0C4-8EEF829CCC84}"/>
      </w:docPartPr>
      <w:docPartBody>
        <w:p w:rsidR="003059AD" w:rsidRDefault="00D13692">
          <w:pPr>
            <w:pStyle w:val="CC4A9046C9C54AAD8A9AF911207FFF02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D6122A6284534B548F4C62D835E42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24857-6D35-4C6B-8474-2104ECCEC03A}"/>
      </w:docPartPr>
      <w:docPartBody>
        <w:p w:rsidR="003059AD" w:rsidRDefault="00D13692">
          <w:pPr>
            <w:pStyle w:val="D6122A6284534B548F4C62D835E42B9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8DA4611C8B1441E492ED018BE1F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05E1A-BE17-40FD-AA1F-076D3E35A070}"/>
      </w:docPartPr>
      <w:docPartBody>
        <w:p w:rsidR="003059AD" w:rsidRDefault="00D13692">
          <w:pPr>
            <w:pStyle w:val="8DA4611C8B1441E492ED018BE1F5A126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E65FBD65C8E741A9A3D5D37EDFA1F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CF583-EEFD-4EA0-A5E4-0CCC82D27900}"/>
      </w:docPartPr>
      <w:docPartBody>
        <w:p w:rsidR="003059AD" w:rsidRDefault="00D13692">
          <w:pPr>
            <w:pStyle w:val="E65FBD65C8E741A9A3D5D37EDFA1F1D2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4C02FC3EC93D4518827BF716D5120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778E2-7C94-46FF-AD77-51399A01A4AD}"/>
      </w:docPartPr>
      <w:docPartBody>
        <w:p w:rsidR="003059AD" w:rsidRDefault="00D13692">
          <w:pPr>
            <w:pStyle w:val="4C02FC3EC93D4518827BF716D512000F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B"/>
    <w:rsid w:val="003059AD"/>
    <w:rsid w:val="008D2D7B"/>
    <w:rsid w:val="00B87F85"/>
    <w:rsid w:val="00D1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8D2D7B"/>
    <w:rPr>
      <w:color w:val="808080"/>
    </w:rPr>
  </w:style>
  <w:style w:type="paragraph" w:customStyle="1" w:styleId="47155FC03A034BBB94B30E05B401A9F2">
    <w:name w:val="47155FC03A034BBB94B30E05B401A9F2"/>
  </w:style>
  <w:style w:type="paragraph" w:customStyle="1" w:styleId="BA5E02ABE2774387BF0620097CC6A7F5">
    <w:name w:val="BA5E02ABE2774387BF0620097CC6A7F5"/>
  </w:style>
  <w:style w:type="paragraph" w:customStyle="1" w:styleId="D628224790C24EFCA76BBAACF25477E3">
    <w:name w:val="D628224790C24EFCA76BBAACF25477E3"/>
  </w:style>
  <w:style w:type="paragraph" w:customStyle="1" w:styleId="A352283CACC54AC1A77859D115BA444B">
    <w:name w:val="A352283CACC54AC1A77859D115BA444B"/>
  </w:style>
  <w:style w:type="paragraph" w:customStyle="1" w:styleId="DE93EADBF4D84F3C9DA8AF56A1D3A4AB">
    <w:name w:val="DE93EADBF4D84F3C9DA8AF56A1D3A4AB"/>
  </w:style>
  <w:style w:type="paragraph" w:customStyle="1" w:styleId="CC4A9046C9C54AAD8A9AF911207FFF02">
    <w:name w:val="CC4A9046C9C54AAD8A9AF911207FFF02"/>
  </w:style>
  <w:style w:type="paragraph" w:customStyle="1" w:styleId="D6122A6284534B548F4C62D835E42B9D">
    <w:name w:val="D6122A6284534B548F4C62D835E42B9D"/>
  </w:style>
  <w:style w:type="paragraph" w:customStyle="1" w:styleId="8DA4611C8B1441E492ED018BE1F5A126">
    <w:name w:val="8DA4611C8B1441E492ED018BE1F5A126"/>
  </w:style>
  <w:style w:type="paragraph" w:customStyle="1" w:styleId="E65FBD65C8E741A9A3D5D37EDFA1F1D2">
    <w:name w:val="E65FBD65C8E741A9A3D5D37EDFA1F1D2"/>
  </w:style>
  <w:style w:type="paragraph" w:customStyle="1" w:styleId="4C02FC3EC93D4518827BF716D512000F">
    <w:name w:val="4C02FC3EC93D4518827BF716D51200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A2684617A8F40978E5DC8174E7977" ma:contentTypeVersion="5" ma:contentTypeDescription="Create a new document." ma:contentTypeScope="" ma:versionID="13e04022ee71d835987ac5b9c7859fd6">
  <xsd:schema xmlns:xsd="http://www.w3.org/2001/XMLSchema" xmlns:xs="http://www.w3.org/2001/XMLSchema" xmlns:p="http://schemas.microsoft.com/office/2006/metadata/properties" xmlns:ns2="a15e0e0f-4f4a-4916-abd0-83d6a9ed7276" xmlns:ns3="8b792f64-5510-4bb5-a9fe-e3f1c13631fc" targetNamespace="http://schemas.microsoft.com/office/2006/metadata/properties" ma:root="true" ma:fieldsID="00283ac8254d7a1a030d893cc3caed49" ns2:_="" ns3:_="">
    <xsd:import namespace="a15e0e0f-4f4a-4916-abd0-83d6a9ed7276"/>
    <xsd:import namespace="8b792f64-5510-4bb5-a9fe-e3f1c13631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Document_x0020_Type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0e0f-4f4a-4916-abd0-83d6a9ed727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92f64-5510-4bb5-a9fe-e3f1c1363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_x0020_Type" ma:index="13" ma:displayName="Document Type" ma:default="Request Form" ma:format="Dropdown" ma:internalName="Document_x0020_Type">
      <xsd:simpleType>
        <xsd:restriction base="dms:Choice">
          <xsd:enumeration value="Request Form"/>
          <xsd:enumeration value="Roll-out For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8b792f64-5510-4bb5-a9fe-e3f1c13631fc">Request Form</Document_x0020_Type>
    <_dlc_DocId xmlns="a15e0e0f-4f4a-4916-abd0-83d6a9ed7276">S2JVWQHSHYPP-1783912714-9</_dlc_DocId>
    <_dlc_DocIdUrl xmlns="a15e0e0f-4f4a-4916-abd0-83d6a9ed7276">
      <Url>https://unwomen.sharepoint.com/management/Procurement/in-tend/_layouts/15/DocIdRedir.aspx?ID=S2JVWQHSHYPP-1783912714-9</Url>
      <Description>S2JVWQHSHYPP-1783912714-9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C340B0-0702-40F2-AE8B-14282DC9B7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7D3A50-99E1-4234-A109-E0DF53658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5e0e0f-4f4a-4916-abd0-83d6a9ed7276"/>
    <ds:schemaRef ds:uri="8b792f64-5510-4bb5-a9fe-e3f1c13631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6D1D4-37B4-4FAF-B2D7-770274326697}">
  <ds:schemaRefs>
    <ds:schemaRef ds:uri="http://schemas.microsoft.com/office/2006/metadata/properties"/>
    <ds:schemaRef ds:uri="http://schemas.microsoft.com/office/infopath/2007/PartnerControls"/>
    <ds:schemaRef ds:uri="8b792f64-5510-4bb5-a9fe-e3f1c13631fc"/>
    <ds:schemaRef ds:uri="a15e0e0f-4f4a-4916-abd0-83d6a9ed7276"/>
  </ds:schemaRefs>
</ds:datastoreItem>
</file>

<file path=customXml/itemProps4.xml><?xml version="1.0" encoding="utf-8"?>
<ds:datastoreItem xmlns:ds="http://schemas.openxmlformats.org/officeDocument/2006/customXml" ds:itemID="{7115D562-3A46-4BC2-9B9B-5A97644FBF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2C4268-2F5A-4A1C-A3E9-1317FDBBB8C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 Quotation (RFQ) Information Sheet - Goods .dotx</Template>
  <TotalTime>27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Links>
    <vt:vector size="12" baseType="variant">
      <vt:variant>
        <vt:i4>917582</vt:i4>
      </vt:variant>
      <vt:variant>
        <vt:i4>3</vt:i4>
      </vt:variant>
      <vt:variant>
        <vt:i4>0</vt:i4>
      </vt:variant>
      <vt:variant>
        <vt:i4>5</vt:i4>
      </vt:variant>
      <vt:variant>
        <vt:lpwstr>https://iccwbo.org/resources-for-business/incoterms-rules/incoterms-2020/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https://unwomen.sharepoint.com/management/Procurement/Guidelines/Preparation of Specifications for Goods Guidelines June 2014.pdf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Nesma.Ali</dc:creator>
  <cp:keywords/>
  <dc:description/>
  <cp:lastModifiedBy>Nesma Ali</cp:lastModifiedBy>
  <cp:revision>4</cp:revision>
  <dcterms:created xsi:type="dcterms:W3CDTF">2021-07-22T12:04:00Z</dcterms:created>
  <dcterms:modified xsi:type="dcterms:W3CDTF">2021-07-25T10:06:00Z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0x010100B23A2684617A8F40978E5DC8174E7977</vt:lpwstr>
  </property>
  <property fmtid="{D5CDD505-2E9C-101B-9397-08002B2CF9AE}" pid="3" name="_dlc_DocIdItemGuid">
    <vt:lpwstr>5a5ca320-d68a-42ea-bf10-1ba3e7eebe2d</vt:lpwstr>
  </property>
</Properties>
</file>