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1FDD5" w14:textId="77777777" w:rsidR="00801C14" w:rsidRPr="00AD1AA2" w:rsidRDefault="00801C14" w:rsidP="00801C14">
      <w:pPr>
        <w:jc w:val="center"/>
        <w:rPr>
          <w:rFonts w:eastAsia="Calibri" w:cstheme="minorHAnsi"/>
          <w:b/>
          <w:bCs/>
          <w:sz w:val="48"/>
          <w:szCs w:val="48"/>
        </w:rPr>
      </w:pPr>
      <w:r>
        <w:rPr>
          <w:noProof/>
          <w:lang w:eastAsia="en-GB"/>
        </w:rPr>
        <w:drawing>
          <wp:inline distT="0" distB="0" distL="0" distR="0" wp14:anchorId="5DE394D1" wp14:editId="7ED0F7DB">
            <wp:extent cx="5278755" cy="875665"/>
            <wp:effectExtent l="0" t="0" r="0" b="635"/>
            <wp:docPr id="1" name="Picture 1" descr="OPCW - Organisation for the Prohibition of Chemical Weapons"/>
            <wp:cNvGraphicFramePr/>
            <a:graphic xmlns:a="http://schemas.openxmlformats.org/drawingml/2006/main">
              <a:graphicData uri="http://schemas.openxmlformats.org/drawingml/2006/picture">
                <pic:pic xmlns:pic="http://schemas.openxmlformats.org/drawingml/2006/picture">
                  <pic:nvPicPr>
                    <pic:cNvPr id="1" name="Picture 1" descr="OPCW - Organisation for the Prohibition of Chemical Weap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8755" cy="875665"/>
                    </a:xfrm>
                    <a:prstGeom prst="rect">
                      <a:avLst/>
                    </a:prstGeom>
                  </pic:spPr>
                </pic:pic>
              </a:graphicData>
            </a:graphic>
          </wp:inline>
        </w:drawing>
      </w:r>
    </w:p>
    <w:p w14:paraId="213D30BC" w14:textId="77777777" w:rsidR="00D7418A" w:rsidRDefault="00D7418A" w:rsidP="00D256F4">
      <w:pPr>
        <w:rPr>
          <w:lang w:val="en-US"/>
        </w:rPr>
      </w:pPr>
    </w:p>
    <w:p w14:paraId="43835CA9" w14:textId="1E99E14D" w:rsidR="00960923" w:rsidRDefault="001A2961" w:rsidP="001A2961">
      <w:pPr>
        <w:pStyle w:val="Heading1"/>
        <w:jc w:val="center"/>
        <w:rPr>
          <w:rFonts w:asciiTheme="minorHAnsi" w:hAnsiTheme="minorHAnsi" w:cstheme="minorHAnsi"/>
          <w:b/>
          <w:bCs/>
          <w:color w:val="auto"/>
        </w:rPr>
      </w:pPr>
      <w:bookmarkStart w:id="0" w:name="_Hlk17201794"/>
      <w:r w:rsidRPr="00596C96">
        <w:rPr>
          <w:rFonts w:asciiTheme="minorHAnsi" w:hAnsiTheme="minorHAnsi" w:cstheme="minorHAnsi"/>
          <w:b/>
          <w:bCs/>
          <w:color w:val="auto"/>
        </w:rPr>
        <w:t>REQUEST FOR QUOTATION (RFQ)</w:t>
      </w:r>
      <w:bookmarkEnd w:id="0"/>
    </w:p>
    <w:p w14:paraId="02BE3D31" w14:textId="7FC4D1F4" w:rsidR="00CA1143" w:rsidRPr="00CA1143" w:rsidRDefault="00CA1143" w:rsidP="00CA1143">
      <w:pPr>
        <w:jc w:val="center"/>
        <w:rPr>
          <w:rFonts w:eastAsiaTheme="majorEastAsia" w:cstheme="minorHAnsi"/>
          <w:b/>
          <w:bCs/>
          <w:sz w:val="32"/>
          <w:szCs w:val="32"/>
        </w:rPr>
      </w:pPr>
      <w:r w:rsidRPr="00CA1143">
        <w:rPr>
          <w:rFonts w:eastAsiaTheme="majorEastAsia" w:cstheme="minorHAnsi"/>
          <w:b/>
          <w:bCs/>
          <w:sz w:val="32"/>
          <w:szCs w:val="32"/>
        </w:rPr>
        <w:t>Plant Biomarkers Challenge Research Grants</w:t>
      </w:r>
    </w:p>
    <w:p w14:paraId="21869A5C" w14:textId="77777777" w:rsidR="002B27A5" w:rsidRPr="008E32FE" w:rsidRDefault="002B27A5" w:rsidP="002B27A5"/>
    <w:tbl>
      <w:tblPr>
        <w:tblStyle w:val="TableGrid"/>
        <w:tblW w:w="9715" w:type="dxa"/>
        <w:tblLook w:val="04A0" w:firstRow="1" w:lastRow="0" w:firstColumn="1" w:lastColumn="0" w:noHBand="0" w:noVBand="1"/>
      </w:tblPr>
      <w:tblGrid>
        <w:gridCol w:w="5949"/>
        <w:gridCol w:w="3766"/>
      </w:tblGrid>
      <w:tr w:rsidR="004470F1" w:rsidRPr="008E32FE" w14:paraId="7371CCD0" w14:textId="77777777" w:rsidTr="00002895">
        <w:trPr>
          <w:trHeight w:val="701"/>
        </w:trPr>
        <w:tc>
          <w:tcPr>
            <w:tcW w:w="5949" w:type="dxa"/>
            <w:vAlign w:val="center"/>
          </w:tcPr>
          <w:p w14:paraId="43DC8287" w14:textId="32BD27BA" w:rsidR="004470F1" w:rsidRPr="008E32FE" w:rsidRDefault="004470F1" w:rsidP="009C74D4">
            <w:r>
              <w:t xml:space="preserve">RFQ </w:t>
            </w:r>
            <w:r w:rsidRPr="008E32FE">
              <w:t xml:space="preserve">Reference: </w:t>
            </w:r>
            <w:sdt>
              <w:sdtPr>
                <w:id w:val="877204737"/>
                <w:placeholder>
                  <w:docPart w:val="9453C78010C6462F8D0AA26814674ACA"/>
                </w:placeholder>
                <w:text/>
              </w:sdtPr>
              <w:sdtEndPr/>
              <w:sdtContent>
                <w:r w:rsidR="00CA1143" w:rsidRPr="00CA1143">
                  <w:t>OSP-P20-001</w:t>
                </w:r>
              </w:sdtContent>
            </w:sdt>
          </w:p>
        </w:tc>
        <w:tc>
          <w:tcPr>
            <w:tcW w:w="3766" w:type="dxa"/>
            <w:vAlign w:val="center"/>
          </w:tcPr>
          <w:p w14:paraId="7D885D57" w14:textId="27EA61D6" w:rsidR="004470F1" w:rsidRPr="008E32FE" w:rsidRDefault="004470F1" w:rsidP="004470F1">
            <w:r w:rsidRPr="008E32FE">
              <w:t xml:space="preserve">Date: </w:t>
            </w:r>
            <w:sdt>
              <w:sdtPr>
                <w:id w:val="1787006972"/>
                <w:placeholder>
                  <w:docPart w:val="9D8490ED8D8749F9BC6051246C3847A3"/>
                </w:placeholder>
                <w:date w:fullDate="2020-12-03T00:00:00Z">
                  <w:dateFormat w:val="dd MMMM yyyy"/>
                  <w:lid w:val="en-GB"/>
                  <w:storeMappedDataAs w:val="dateTime"/>
                  <w:calendar w:val="gregorian"/>
                </w:date>
              </w:sdtPr>
              <w:sdtEndPr/>
              <w:sdtContent>
                <w:r w:rsidR="00CA1143">
                  <w:t>03 December 2020</w:t>
                </w:r>
              </w:sdtContent>
            </w:sdt>
          </w:p>
        </w:tc>
      </w:tr>
    </w:tbl>
    <w:p w14:paraId="6FCB2B4A" w14:textId="77777777" w:rsidR="001A2961" w:rsidRPr="008E32FE" w:rsidRDefault="001A2961" w:rsidP="001A2961"/>
    <w:p w14:paraId="6048AD18" w14:textId="77777777" w:rsidR="00596C96" w:rsidRPr="00F34C4F" w:rsidRDefault="00725DC3" w:rsidP="00E7099C">
      <w:pPr>
        <w:pStyle w:val="Heading1"/>
        <w:spacing w:after="240"/>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34C4FF24" w14:textId="78168857" w:rsidR="00152204" w:rsidRPr="00E7099C" w:rsidRDefault="00E7099C" w:rsidP="00801C14">
      <w:pPr>
        <w:jc w:val="both"/>
        <w:rPr>
          <w:sz w:val="20"/>
          <w:szCs w:val="20"/>
        </w:rPr>
      </w:pPr>
      <w:r>
        <w:rPr>
          <w:sz w:val="20"/>
          <w:szCs w:val="20"/>
        </w:rPr>
        <w:t xml:space="preserve">The </w:t>
      </w:r>
      <w:r w:rsidRPr="00E7099C" w:rsidDel="00E46733">
        <w:rPr>
          <w:sz w:val="20"/>
          <w:szCs w:val="20"/>
        </w:rPr>
        <w:t>OPCW</w:t>
      </w:r>
      <w:r w:rsidRPr="00E7099C">
        <w:rPr>
          <w:sz w:val="20"/>
          <w:szCs w:val="20"/>
        </w:rPr>
        <w:t xml:space="preserve"> </w:t>
      </w:r>
      <w:r w:rsidR="002B27A5" w:rsidRPr="00E7099C">
        <w:rPr>
          <w:sz w:val="20"/>
          <w:szCs w:val="20"/>
        </w:rPr>
        <w:t>kindly requests your quotation for the</w:t>
      </w:r>
      <w:r w:rsidR="00535D97" w:rsidRPr="00E7099C">
        <w:rPr>
          <w:sz w:val="20"/>
          <w:szCs w:val="20"/>
        </w:rPr>
        <w:t xml:space="preserve"> provision of goods, works and/or services as detailed in An</w:t>
      </w:r>
      <w:r w:rsidR="00B72EB4">
        <w:rPr>
          <w:sz w:val="20"/>
          <w:szCs w:val="20"/>
        </w:rPr>
        <w:t>nex B</w:t>
      </w:r>
      <w:r w:rsidR="00F25CC6" w:rsidRPr="00E7099C">
        <w:rPr>
          <w:sz w:val="20"/>
          <w:szCs w:val="20"/>
        </w:rPr>
        <w:t xml:space="preserve"> of this RFQ. </w:t>
      </w:r>
    </w:p>
    <w:p w14:paraId="047CCB98" w14:textId="77777777" w:rsidR="00704795" w:rsidRPr="00E7099C" w:rsidRDefault="00704795" w:rsidP="001A2961">
      <w:pPr>
        <w:rPr>
          <w:sz w:val="20"/>
          <w:szCs w:val="20"/>
        </w:rPr>
      </w:pPr>
      <w:r w:rsidRPr="00E7099C">
        <w:rPr>
          <w:sz w:val="20"/>
          <w:szCs w:val="20"/>
        </w:rPr>
        <w:t>This Request for Quotation comprises the following documents:</w:t>
      </w:r>
    </w:p>
    <w:p w14:paraId="429B2C95" w14:textId="77777777" w:rsidR="00704795" w:rsidRPr="00E7099C" w:rsidRDefault="00596C96" w:rsidP="00704795">
      <w:pPr>
        <w:ind w:left="284"/>
        <w:rPr>
          <w:sz w:val="20"/>
          <w:szCs w:val="20"/>
        </w:rPr>
      </w:pPr>
      <w:r w:rsidRPr="00E7099C">
        <w:rPr>
          <w:sz w:val="20"/>
          <w:szCs w:val="20"/>
        </w:rPr>
        <w:t xml:space="preserve">Section </w:t>
      </w:r>
      <w:r w:rsidR="00704795" w:rsidRPr="00E7099C">
        <w:rPr>
          <w:sz w:val="20"/>
          <w:szCs w:val="20"/>
        </w:rPr>
        <w:t>1</w:t>
      </w:r>
      <w:r w:rsidR="00FF10FE" w:rsidRPr="00E7099C">
        <w:rPr>
          <w:sz w:val="20"/>
          <w:szCs w:val="20"/>
        </w:rPr>
        <w:t>:</w:t>
      </w:r>
      <w:r w:rsidR="00704795" w:rsidRPr="00E7099C">
        <w:rPr>
          <w:sz w:val="20"/>
          <w:szCs w:val="20"/>
        </w:rPr>
        <w:t xml:space="preserve"> This request letter</w:t>
      </w:r>
    </w:p>
    <w:p w14:paraId="560A29F8" w14:textId="67CF9B81" w:rsidR="00704795" w:rsidRPr="00E7099C" w:rsidRDefault="00596C96" w:rsidP="00704795">
      <w:pPr>
        <w:ind w:left="284"/>
        <w:rPr>
          <w:sz w:val="20"/>
          <w:szCs w:val="20"/>
        </w:rPr>
      </w:pPr>
      <w:r w:rsidRPr="00E7099C">
        <w:rPr>
          <w:sz w:val="20"/>
          <w:szCs w:val="20"/>
        </w:rPr>
        <w:t xml:space="preserve">Section </w:t>
      </w:r>
      <w:r w:rsidR="00704795" w:rsidRPr="00E7099C">
        <w:rPr>
          <w:sz w:val="20"/>
          <w:szCs w:val="20"/>
        </w:rPr>
        <w:t>2</w:t>
      </w:r>
      <w:r w:rsidR="00FF10FE" w:rsidRPr="00E7099C">
        <w:rPr>
          <w:sz w:val="20"/>
          <w:szCs w:val="20"/>
        </w:rPr>
        <w:t>:</w:t>
      </w:r>
      <w:r w:rsidR="00704795" w:rsidRPr="00E7099C">
        <w:rPr>
          <w:sz w:val="20"/>
          <w:szCs w:val="20"/>
        </w:rPr>
        <w:t xml:space="preserve"> RFQ </w:t>
      </w:r>
      <w:r w:rsidR="005C291E" w:rsidRPr="00E7099C">
        <w:rPr>
          <w:sz w:val="20"/>
          <w:szCs w:val="20"/>
        </w:rPr>
        <w:t>Instructions and Data</w:t>
      </w:r>
    </w:p>
    <w:p w14:paraId="35CBA549" w14:textId="6090A1CE" w:rsidR="00AB0E86" w:rsidRDefault="00AB0E86" w:rsidP="00704795">
      <w:pPr>
        <w:ind w:left="284"/>
        <w:rPr>
          <w:sz w:val="20"/>
          <w:szCs w:val="20"/>
        </w:rPr>
      </w:pPr>
      <w:r>
        <w:rPr>
          <w:sz w:val="20"/>
          <w:szCs w:val="20"/>
        </w:rPr>
        <w:t>Annex A: General Conditions of Contract</w:t>
      </w:r>
    </w:p>
    <w:p w14:paraId="5EF8E0C4" w14:textId="591E3EA8" w:rsidR="00704795" w:rsidRPr="00E7099C" w:rsidRDefault="00704795" w:rsidP="00704795">
      <w:pPr>
        <w:ind w:left="284"/>
        <w:rPr>
          <w:sz w:val="20"/>
          <w:szCs w:val="20"/>
        </w:rPr>
      </w:pPr>
      <w:r w:rsidRPr="00E7099C">
        <w:rPr>
          <w:sz w:val="20"/>
          <w:szCs w:val="20"/>
        </w:rPr>
        <w:t xml:space="preserve">Annex </w:t>
      </w:r>
      <w:r w:rsidR="00AB0E86">
        <w:rPr>
          <w:sz w:val="20"/>
          <w:szCs w:val="20"/>
        </w:rPr>
        <w:t>B</w:t>
      </w:r>
      <w:r w:rsidRPr="00E7099C">
        <w:rPr>
          <w:sz w:val="20"/>
          <w:szCs w:val="20"/>
        </w:rPr>
        <w:t xml:space="preserve">: </w:t>
      </w:r>
      <w:r w:rsidR="00FF10FE" w:rsidRPr="00E7099C">
        <w:rPr>
          <w:sz w:val="20"/>
          <w:szCs w:val="20"/>
        </w:rPr>
        <w:tab/>
      </w:r>
      <w:r w:rsidR="00FF10FE" w:rsidRPr="00E7099C">
        <w:rPr>
          <w:sz w:val="20"/>
          <w:szCs w:val="20"/>
        </w:rPr>
        <w:tab/>
      </w:r>
      <w:r w:rsidR="00FF10FE" w:rsidRPr="00E7099C">
        <w:rPr>
          <w:sz w:val="20"/>
          <w:szCs w:val="20"/>
        </w:rPr>
        <w:tab/>
      </w:r>
      <w:r w:rsidRPr="00E7099C">
        <w:rPr>
          <w:sz w:val="20"/>
          <w:szCs w:val="20"/>
        </w:rPr>
        <w:t>Schedule of Requirements</w:t>
      </w:r>
      <w:r w:rsidR="008112B1">
        <w:rPr>
          <w:sz w:val="20"/>
          <w:szCs w:val="20"/>
        </w:rPr>
        <w:t xml:space="preserve"> (Statement of Work</w:t>
      </w:r>
      <w:r w:rsidR="00801C14">
        <w:rPr>
          <w:sz w:val="20"/>
          <w:szCs w:val="20"/>
        </w:rPr>
        <w:t>)</w:t>
      </w:r>
    </w:p>
    <w:p w14:paraId="0E4AD4FE" w14:textId="77777777" w:rsidR="00801C14" w:rsidRPr="00E7099C" w:rsidDel="00031C8B" w:rsidRDefault="00801C14" w:rsidP="00801C14">
      <w:pPr>
        <w:ind w:left="284"/>
        <w:rPr>
          <w:sz w:val="20"/>
          <w:szCs w:val="20"/>
        </w:rPr>
      </w:pPr>
      <w:r w:rsidRPr="00E7099C" w:rsidDel="00031C8B">
        <w:rPr>
          <w:sz w:val="20"/>
          <w:szCs w:val="20"/>
        </w:rPr>
        <w:t xml:space="preserve">Annex </w:t>
      </w:r>
      <w:r>
        <w:rPr>
          <w:sz w:val="20"/>
          <w:szCs w:val="20"/>
        </w:rPr>
        <w:t>C</w:t>
      </w:r>
      <w:r w:rsidRPr="00E7099C" w:rsidDel="00031C8B">
        <w:rPr>
          <w:sz w:val="20"/>
          <w:szCs w:val="20"/>
        </w:rPr>
        <w:t>: Technical and Financial Offer</w:t>
      </w:r>
    </w:p>
    <w:p w14:paraId="0CD39899" w14:textId="29499CFE" w:rsidR="00704795" w:rsidRPr="00E7099C" w:rsidRDefault="00704795" w:rsidP="00704795">
      <w:pPr>
        <w:ind w:left="284"/>
        <w:rPr>
          <w:sz w:val="20"/>
          <w:szCs w:val="20"/>
        </w:rPr>
      </w:pPr>
      <w:r w:rsidRPr="00E7099C">
        <w:rPr>
          <w:sz w:val="20"/>
          <w:szCs w:val="20"/>
        </w:rPr>
        <w:t xml:space="preserve">Annex </w:t>
      </w:r>
      <w:r w:rsidR="00801C14">
        <w:rPr>
          <w:sz w:val="20"/>
          <w:szCs w:val="20"/>
        </w:rPr>
        <w:t>D</w:t>
      </w:r>
      <w:r w:rsidRPr="00E7099C">
        <w:rPr>
          <w:sz w:val="20"/>
          <w:szCs w:val="20"/>
        </w:rPr>
        <w:t>: Quotation Submission Form</w:t>
      </w:r>
    </w:p>
    <w:p w14:paraId="7A26EF98" w14:textId="2B067B42" w:rsidR="002B27A5" w:rsidRPr="00E7099C" w:rsidRDefault="00F25CC6" w:rsidP="00801C14">
      <w:pPr>
        <w:jc w:val="both"/>
        <w:rPr>
          <w:sz w:val="20"/>
          <w:szCs w:val="20"/>
        </w:rPr>
      </w:pPr>
      <w:r w:rsidRPr="00E7099C">
        <w:rPr>
          <w:sz w:val="20"/>
          <w:szCs w:val="20"/>
        </w:rPr>
        <w:t xml:space="preserve">When preparing your quotation, please be guided </w:t>
      </w:r>
      <w:r w:rsidR="00F97DDB" w:rsidRPr="00E7099C">
        <w:rPr>
          <w:sz w:val="20"/>
          <w:szCs w:val="20"/>
        </w:rPr>
        <w:t xml:space="preserve">by the RFQ Instructions and Data. Please note that quotations must be submitted using Annex </w:t>
      </w:r>
      <w:r w:rsidR="00801C14">
        <w:rPr>
          <w:sz w:val="20"/>
          <w:szCs w:val="20"/>
        </w:rPr>
        <w:t>D</w:t>
      </w:r>
      <w:r w:rsidR="00F97DDB" w:rsidRPr="00E7099C">
        <w:rPr>
          <w:sz w:val="20"/>
          <w:szCs w:val="20"/>
        </w:rPr>
        <w:t xml:space="preserve">: Quotation Submission Form and Annex </w:t>
      </w:r>
      <w:r w:rsidR="00801C14">
        <w:rPr>
          <w:sz w:val="20"/>
          <w:szCs w:val="20"/>
        </w:rPr>
        <w:t>C</w:t>
      </w:r>
      <w:r w:rsidR="00F97DDB" w:rsidRPr="00E7099C">
        <w:rPr>
          <w:sz w:val="20"/>
          <w:szCs w:val="20"/>
        </w:rPr>
        <w:t xml:space="preserve"> Technical and Financial Offer, by</w:t>
      </w:r>
      <w:r w:rsidR="00F41B67" w:rsidRPr="00E7099C">
        <w:rPr>
          <w:sz w:val="20"/>
          <w:szCs w:val="20"/>
        </w:rPr>
        <w:t xml:space="preserve"> the method </w:t>
      </w:r>
      <w:r w:rsidR="000C6786" w:rsidRPr="00E7099C">
        <w:rPr>
          <w:sz w:val="20"/>
          <w:szCs w:val="20"/>
        </w:rPr>
        <w:t>and by the date and time indicated</w:t>
      </w:r>
      <w:r w:rsidR="00F41B67" w:rsidRPr="00E7099C">
        <w:rPr>
          <w:sz w:val="20"/>
          <w:szCs w:val="20"/>
        </w:rPr>
        <w:t>.</w:t>
      </w:r>
      <w:r w:rsidR="000C6786" w:rsidRPr="00E7099C">
        <w:rPr>
          <w:sz w:val="20"/>
          <w:szCs w:val="20"/>
        </w:rPr>
        <w:t xml:space="preserve"> </w:t>
      </w:r>
      <w:r w:rsidR="00F41B67" w:rsidRPr="00E7099C">
        <w:rPr>
          <w:sz w:val="20"/>
          <w:szCs w:val="20"/>
        </w:rPr>
        <w:t>It is your responsibility to ensure that your quotation is submitted on or before the deadline. Quotations received after the submission deadline, for whatever reason</w:t>
      </w:r>
      <w:r w:rsidR="001B2266" w:rsidRPr="00E7099C">
        <w:rPr>
          <w:sz w:val="20"/>
          <w:szCs w:val="20"/>
        </w:rPr>
        <w:t>, will not be considered for evaluation.</w:t>
      </w:r>
    </w:p>
    <w:p w14:paraId="42C2A19D" w14:textId="77777777" w:rsidR="00C428BD" w:rsidRPr="00E7099C" w:rsidRDefault="00E43F4E" w:rsidP="001A2961">
      <w:pPr>
        <w:rPr>
          <w:sz w:val="20"/>
          <w:szCs w:val="20"/>
        </w:rPr>
      </w:pPr>
      <w:r w:rsidRPr="00E7099C">
        <w:rPr>
          <w:sz w:val="20"/>
          <w:szCs w:val="20"/>
        </w:rPr>
        <w:t>Thank you and we look forward to receiving your quotations.</w:t>
      </w:r>
    </w:p>
    <w:p w14:paraId="3FBEE691" w14:textId="77777777" w:rsidR="00BE2305" w:rsidRPr="00E7099C" w:rsidRDefault="00BE2305">
      <w:pPr>
        <w:rPr>
          <w:sz w:val="20"/>
          <w:szCs w:val="20"/>
        </w:rPr>
      </w:pPr>
      <w:r w:rsidRPr="00E7099C">
        <w:rPr>
          <w:sz w:val="20"/>
          <w:szCs w:val="20"/>
        </w:rPr>
        <w:t>Issued by:</w:t>
      </w:r>
    </w:p>
    <w:p w14:paraId="1072E880" w14:textId="1D19DEC8" w:rsidR="00BE2305" w:rsidRPr="00E7099C" w:rsidRDefault="00BE2305" w:rsidP="0067484C">
      <w:pPr>
        <w:tabs>
          <w:tab w:val="left" w:pos="993"/>
          <w:tab w:val="left" w:pos="4820"/>
        </w:tabs>
        <w:spacing w:before="60" w:after="60"/>
        <w:jc w:val="both"/>
        <w:rPr>
          <w:rFonts w:cstheme="minorHAnsi"/>
          <w:iCs/>
          <w:snapToGrid w:val="0"/>
          <w:color w:val="000000" w:themeColor="text1"/>
          <w:sz w:val="20"/>
          <w:szCs w:val="20"/>
        </w:rPr>
      </w:pPr>
      <w:r w:rsidRPr="00E7099C">
        <w:rPr>
          <w:rFonts w:cstheme="minorHAnsi"/>
          <w:iCs/>
          <w:snapToGrid w:val="0"/>
          <w:color w:val="000000" w:themeColor="text1"/>
          <w:sz w:val="20"/>
          <w:szCs w:val="20"/>
        </w:rPr>
        <w:t>Name:</w:t>
      </w:r>
      <w:r w:rsidR="0067484C" w:rsidRPr="00E7099C">
        <w:rPr>
          <w:rFonts w:cstheme="minorHAnsi"/>
          <w:iCs/>
          <w:snapToGrid w:val="0"/>
          <w:color w:val="000000" w:themeColor="text1"/>
          <w:sz w:val="20"/>
          <w:szCs w:val="20"/>
        </w:rPr>
        <w:t xml:space="preserve"> </w:t>
      </w:r>
      <w:r w:rsidR="0067484C" w:rsidRPr="00E7099C">
        <w:rPr>
          <w:rFonts w:cstheme="minorHAnsi"/>
          <w:iCs/>
          <w:snapToGrid w:val="0"/>
          <w:color w:val="000000" w:themeColor="text1"/>
          <w:sz w:val="20"/>
          <w:szCs w:val="20"/>
        </w:rPr>
        <w:tab/>
      </w:r>
      <w:sdt>
        <w:sdtPr>
          <w:rPr>
            <w:rFonts w:cstheme="minorHAnsi"/>
            <w:iCs/>
            <w:snapToGrid w:val="0"/>
            <w:color w:val="000000" w:themeColor="text1"/>
            <w:sz w:val="20"/>
            <w:szCs w:val="20"/>
          </w:rPr>
          <w:id w:val="1048187915"/>
          <w:placeholder>
            <w:docPart w:val="CD280167721248E08D0721470F410D34"/>
          </w:placeholder>
          <w:text/>
        </w:sdtPr>
        <w:sdtEndPr/>
        <w:sdtContent>
          <w:proofErr w:type="spellStart"/>
          <w:r w:rsidR="008112B1">
            <w:rPr>
              <w:rFonts w:cstheme="minorHAnsi"/>
              <w:iCs/>
              <w:snapToGrid w:val="0"/>
              <w:color w:val="000000" w:themeColor="text1"/>
              <w:sz w:val="20"/>
              <w:szCs w:val="20"/>
            </w:rPr>
            <w:t>Emoke</w:t>
          </w:r>
          <w:proofErr w:type="spellEnd"/>
          <w:r w:rsidR="008112B1">
            <w:rPr>
              <w:rFonts w:cstheme="minorHAnsi"/>
              <w:iCs/>
              <w:snapToGrid w:val="0"/>
              <w:color w:val="000000" w:themeColor="text1"/>
              <w:sz w:val="20"/>
              <w:szCs w:val="20"/>
            </w:rPr>
            <w:t xml:space="preserve"> </w:t>
          </w:r>
          <w:proofErr w:type="spellStart"/>
          <w:r w:rsidR="008112B1">
            <w:rPr>
              <w:rFonts w:cstheme="minorHAnsi"/>
              <w:iCs/>
              <w:snapToGrid w:val="0"/>
              <w:color w:val="000000" w:themeColor="text1"/>
              <w:sz w:val="20"/>
              <w:szCs w:val="20"/>
            </w:rPr>
            <w:t>Ficz</w:t>
          </w:r>
          <w:proofErr w:type="spellEnd"/>
        </w:sdtContent>
      </w:sdt>
    </w:p>
    <w:p w14:paraId="234E2961" w14:textId="71841908" w:rsidR="00BE2305" w:rsidRPr="00E7099C" w:rsidRDefault="00BE2305" w:rsidP="0067484C">
      <w:pPr>
        <w:tabs>
          <w:tab w:val="left" w:pos="993"/>
          <w:tab w:val="left" w:pos="4820"/>
        </w:tabs>
        <w:spacing w:before="60" w:after="60"/>
        <w:jc w:val="both"/>
        <w:rPr>
          <w:rFonts w:cstheme="minorHAnsi"/>
          <w:iCs/>
          <w:snapToGrid w:val="0"/>
          <w:color w:val="000000" w:themeColor="text1"/>
          <w:sz w:val="20"/>
          <w:szCs w:val="20"/>
        </w:rPr>
      </w:pPr>
      <w:r w:rsidRPr="00801C14">
        <w:rPr>
          <w:rFonts w:cstheme="minorHAnsi"/>
          <w:iCs/>
          <w:snapToGrid w:val="0"/>
          <w:color w:val="000000" w:themeColor="text1"/>
          <w:sz w:val="20"/>
          <w:szCs w:val="20"/>
        </w:rPr>
        <w:t>Title:</w:t>
      </w:r>
      <w:r w:rsidR="0067484C" w:rsidRPr="00801C14">
        <w:rPr>
          <w:rFonts w:cstheme="minorHAnsi"/>
          <w:iCs/>
          <w:snapToGrid w:val="0"/>
          <w:color w:val="000000" w:themeColor="text1"/>
          <w:sz w:val="20"/>
          <w:szCs w:val="20"/>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8112B1">
            <w:rPr>
              <w:rFonts w:cstheme="minorHAnsi"/>
              <w:iCs/>
              <w:snapToGrid w:val="0"/>
              <w:color w:val="000000" w:themeColor="text1"/>
              <w:sz w:val="20"/>
              <w:szCs w:val="20"/>
            </w:rPr>
            <w:t>Procurement Officer</w:t>
          </w:r>
        </w:sdtContent>
      </w:sdt>
    </w:p>
    <w:p w14:paraId="08962E88" w14:textId="694117A7" w:rsidR="00C428BD" w:rsidRPr="00801C14" w:rsidRDefault="00BE2305" w:rsidP="0067484C">
      <w:pPr>
        <w:tabs>
          <w:tab w:val="left" w:pos="993"/>
        </w:tabs>
        <w:rPr>
          <w:sz w:val="20"/>
          <w:szCs w:val="20"/>
        </w:rPr>
      </w:pPr>
      <w:r w:rsidRPr="00801C14">
        <w:rPr>
          <w:rFonts w:cstheme="minorHAnsi"/>
          <w:iCs/>
          <w:snapToGrid w:val="0"/>
          <w:color w:val="000000" w:themeColor="text1"/>
          <w:sz w:val="20"/>
          <w:szCs w:val="20"/>
          <w:lang w:val="en-US"/>
        </w:rPr>
        <w:t>Date:</w:t>
      </w:r>
      <w:r w:rsidRPr="00E7099C">
        <w:rPr>
          <w:rFonts w:cstheme="minorHAnsi"/>
          <w:iCs/>
          <w:snapToGrid w:val="0"/>
          <w:color w:val="000000" w:themeColor="text1"/>
          <w:sz w:val="20"/>
          <w:szCs w:val="20"/>
          <w:lang w:val="en-US"/>
        </w:rPr>
        <w:t xml:space="preserve">  </w:t>
      </w:r>
      <w:r w:rsidR="0067484C" w:rsidRPr="00E7099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CA1143">
            <w:rPr>
              <w:rFonts w:cstheme="minorHAnsi"/>
              <w:iCs/>
              <w:snapToGrid w:val="0"/>
              <w:color w:val="000000" w:themeColor="text1"/>
              <w:sz w:val="20"/>
              <w:szCs w:val="20"/>
              <w:lang w:val="en-US"/>
            </w:rPr>
            <w:t>3</w:t>
          </w:r>
          <w:r w:rsidR="008112B1">
            <w:rPr>
              <w:rFonts w:cstheme="minorHAnsi"/>
              <w:iCs/>
              <w:snapToGrid w:val="0"/>
              <w:color w:val="000000" w:themeColor="text1"/>
              <w:sz w:val="20"/>
              <w:szCs w:val="20"/>
              <w:lang w:val="en-US"/>
            </w:rPr>
            <w:t xml:space="preserve"> </w:t>
          </w:r>
          <w:r w:rsidR="00CA1143">
            <w:rPr>
              <w:rFonts w:cstheme="minorHAnsi"/>
              <w:iCs/>
              <w:snapToGrid w:val="0"/>
              <w:color w:val="000000" w:themeColor="text1"/>
              <w:sz w:val="20"/>
              <w:szCs w:val="20"/>
              <w:lang w:val="en-US"/>
            </w:rPr>
            <w:t>December</w:t>
          </w:r>
          <w:r w:rsidR="008112B1">
            <w:rPr>
              <w:rFonts w:cstheme="minorHAnsi"/>
              <w:iCs/>
              <w:snapToGrid w:val="0"/>
              <w:color w:val="000000" w:themeColor="text1"/>
              <w:sz w:val="20"/>
              <w:szCs w:val="20"/>
              <w:lang w:val="en-US"/>
            </w:rPr>
            <w:t xml:space="preserve"> 2020</w:t>
          </w:r>
        </w:sdtContent>
      </w:sdt>
      <w:r w:rsidRPr="00801C14">
        <w:rPr>
          <w:sz w:val="20"/>
          <w:szCs w:val="20"/>
        </w:rPr>
        <w:t xml:space="preserve"> </w:t>
      </w:r>
      <w:r w:rsidR="00C428BD" w:rsidRPr="00801C14">
        <w:rPr>
          <w:sz w:val="20"/>
          <w:szCs w:val="20"/>
        </w:rPr>
        <w:br w:type="page"/>
      </w:r>
    </w:p>
    <w:p w14:paraId="0483C50B"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4ECC406C" w14:textId="77777777" w:rsidTr="00002895">
        <w:tc>
          <w:tcPr>
            <w:tcW w:w="2689" w:type="dxa"/>
          </w:tcPr>
          <w:p w14:paraId="4E2ADBDC"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32465233" w14:textId="0084B314" w:rsidR="000A1648" w:rsidRPr="00260675" w:rsidRDefault="00DD5D04" w:rsidP="008112B1">
            <w:pPr>
              <w:spacing w:after="120"/>
              <w:rPr>
                <w:rFonts w:cstheme="minorHAnsi"/>
                <w:sz w:val="20"/>
                <w:szCs w:val="20"/>
              </w:rPr>
            </w:pPr>
            <w:sdt>
              <w:sdtPr>
                <w:rPr>
                  <w:rFonts w:cstheme="minorHAnsi"/>
                  <w:sz w:val="20"/>
                  <w:szCs w:val="20"/>
                </w:rPr>
                <w:id w:val="1019052766"/>
                <w:placeholder>
                  <w:docPart w:val="1126DB4044A84DF481B27A05F82C80C2"/>
                </w:placeholder>
                <w:date w:fullDate="2021-02-04T00:00:00Z">
                  <w:dateFormat w:val="dd MMMM yyyy"/>
                  <w:lid w:val="en-GB"/>
                  <w:storeMappedDataAs w:val="dateTime"/>
                  <w:calendar w:val="gregorian"/>
                </w:date>
              </w:sdtPr>
              <w:sdtEndPr/>
              <w:sdtContent>
                <w:r>
                  <w:rPr>
                    <w:rFonts w:cstheme="minorHAnsi"/>
                    <w:sz w:val="20"/>
                    <w:szCs w:val="20"/>
                  </w:rPr>
                  <w:t>04 February 2021</w:t>
                </w:r>
              </w:sdtContent>
            </w:sdt>
            <w:r w:rsidR="00EC0B75" w:rsidRPr="00260675">
              <w:rPr>
                <w:rFonts w:cstheme="minorHAnsi"/>
                <w:sz w:val="20"/>
                <w:szCs w:val="20"/>
              </w:rPr>
              <w:t xml:space="preserve"> </w:t>
            </w:r>
          </w:p>
        </w:tc>
      </w:tr>
      <w:tr w:rsidR="0022078F" w:rsidRPr="000578F0" w14:paraId="77A75905" w14:textId="77777777" w:rsidTr="00002895">
        <w:tc>
          <w:tcPr>
            <w:tcW w:w="2689" w:type="dxa"/>
          </w:tcPr>
          <w:p w14:paraId="0CD05D88"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62D0E90D" w14:textId="6CCF1884" w:rsidR="007D6B30" w:rsidRPr="00260675" w:rsidRDefault="00142B00" w:rsidP="00E7099C">
            <w:pPr>
              <w:rPr>
                <w:rFonts w:cstheme="minorHAnsi"/>
                <w:sz w:val="20"/>
                <w:szCs w:val="20"/>
              </w:rPr>
            </w:pPr>
            <w:r w:rsidRPr="00260675">
              <w:rPr>
                <w:rFonts w:cstheme="minorHAnsi"/>
                <w:sz w:val="20"/>
                <w:szCs w:val="20"/>
              </w:rPr>
              <w:t xml:space="preserve">Quotations must be submitted </w:t>
            </w:r>
            <w:r w:rsidR="00E7099C">
              <w:rPr>
                <w:rFonts w:cstheme="minorHAnsi"/>
                <w:sz w:val="20"/>
                <w:szCs w:val="20"/>
              </w:rPr>
              <w:t>by email.</w:t>
            </w:r>
          </w:p>
          <w:p w14:paraId="03898546" w14:textId="4DB61838"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r w:rsidR="00D76421">
              <w:rPr>
                <w:rFonts w:cstheme="minorHAnsi"/>
                <w:sz w:val="20"/>
                <w:szCs w:val="20"/>
                <w:lang w:val="en-AU"/>
              </w:rPr>
              <w:t>procurement@opcw.org</w:t>
            </w:r>
          </w:p>
          <w:p w14:paraId="4DCA70F9" w14:textId="00A8B38A"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r w:rsidR="00D76421">
              <w:rPr>
                <w:rFonts w:eastAsia="Times New Roman" w:cstheme="minorHAnsi"/>
                <w:color w:val="000000"/>
                <w:sz w:val="20"/>
                <w:szCs w:val="20"/>
              </w:rPr>
              <w:t>PDF</w:t>
            </w:r>
            <w:r w:rsidR="00E7099C">
              <w:rPr>
                <w:rFonts w:eastAsia="Times New Roman" w:cstheme="minorHAnsi"/>
                <w:color w:val="000000"/>
                <w:sz w:val="20"/>
                <w:szCs w:val="20"/>
              </w:rPr>
              <w:t>.</w:t>
            </w:r>
          </w:p>
          <w:p w14:paraId="6A5CD02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05AB58B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1978374F" w14:textId="3506EB69" w:rsidR="003322A2" w:rsidRPr="00F52CD1" w:rsidRDefault="003322A2" w:rsidP="003322A2">
            <w:pPr>
              <w:numPr>
                <w:ilvl w:val="0"/>
                <w:numId w:val="7"/>
              </w:numPr>
              <w:tabs>
                <w:tab w:val="right" w:pos="7218"/>
              </w:tabs>
              <w:spacing w:before="60" w:after="60"/>
              <w:rPr>
                <w:rFonts w:eastAsia="Times New Roman" w:cstheme="minorHAnsi"/>
                <w:color w:val="000000"/>
                <w:sz w:val="20"/>
                <w:szCs w:val="20"/>
              </w:rPr>
            </w:pPr>
            <w:r w:rsidRPr="00F52CD1">
              <w:rPr>
                <w:rFonts w:eastAsia="Times New Roman" w:cstheme="minorHAnsi"/>
                <w:color w:val="000000"/>
                <w:sz w:val="20"/>
                <w:szCs w:val="20"/>
              </w:rPr>
              <w:t xml:space="preserve">Max. File Size per transmission: </w:t>
            </w:r>
            <w:r w:rsidR="00E7099C" w:rsidRPr="00E7099C">
              <w:rPr>
                <w:rFonts w:eastAsia="Times New Roman" w:cstheme="minorHAnsi"/>
                <w:sz w:val="20"/>
                <w:szCs w:val="20"/>
              </w:rPr>
              <w:t>5 MB.</w:t>
            </w:r>
          </w:p>
          <w:p w14:paraId="33EE93B6" w14:textId="73599FE0"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EndPr/>
              <w:sdtContent>
                <w:r w:rsidR="00CA1143">
                  <w:rPr>
                    <w:rFonts w:eastAsia="Times New Roman" w:cstheme="minorHAnsi"/>
                    <w:color w:val="000000"/>
                    <w:sz w:val="20"/>
                    <w:szCs w:val="20"/>
                  </w:rPr>
                  <w:t>OSP-P20-001</w:t>
                </w:r>
              </w:sdtContent>
            </w:sdt>
          </w:p>
          <w:p w14:paraId="62A587E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035C9500"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11CCC4D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BC12D1" w:rsidRPr="000578F0" w14:paraId="33B5B97B" w14:textId="77777777" w:rsidTr="00002895">
        <w:tc>
          <w:tcPr>
            <w:tcW w:w="2689" w:type="dxa"/>
          </w:tcPr>
          <w:p w14:paraId="0D75A282" w14:textId="6E58F258" w:rsidR="00BC12D1" w:rsidRPr="00CE7DF1" w:rsidRDefault="00BC12D1" w:rsidP="0022078F">
            <w:pPr>
              <w:rPr>
                <w:b/>
                <w:bCs/>
                <w:sz w:val="20"/>
                <w:szCs w:val="20"/>
              </w:rPr>
            </w:pPr>
            <w:r w:rsidRPr="00CE7DF1">
              <w:rPr>
                <w:b/>
                <w:bCs/>
                <w:sz w:val="20"/>
                <w:szCs w:val="20"/>
              </w:rPr>
              <w:t>Supplier Code of Conduct</w:t>
            </w:r>
          </w:p>
        </w:tc>
        <w:tc>
          <w:tcPr>
            <w:tcW w:w="7026" w:type="dxa"/>
          </w:tcPr>
          <w:p w14:paraId="0483147D" w14:textId="20AC3D39" w:rsidR="00BC12D1" w:rsidRPr="00EC406B" w:rsidRDefault="00884FA5" w:rsidP="00EC406B">
            <w:pPr>
              <w:spacing w:after="120"/>
              <w:rPr>
                <w:rFonts w:cstheme="minorHAnsi"/>
                <w:color w:val="0000FF"/>
                <w:sz w:val="20"/>
                <w:szCs w:val="20"/>
                <w:u w:val="single"/>
              </w:rPr>
            </w:pPr>
            <w:r>
              <w:rPr>
                <w:rFonts w:cstheme="minorHAnsi"/>
                <w:sz w:val="20"/>
                <w:szCs w:val="20"/>
              </w:rPr>
              <w:t>All prospective suppliers must read the United Nations Supplier Code of Conduct and acknowledge that it provides the minimum standards expected of suppliers to the UN</w:t>
            </w:r>
            <w:r w:rsidR="00B126D6">
              <w:rPr>
                <w:rFonts w:cstheme="minorHAnsi"/>
                <w:sz w:val="20"/>
                <w:szCs w:val="20"/>
              </w:rPr>
              <w:t xml:space="preserve"> and OPCW</w:t>
            </w:r>
            <w:r>
              <w:rPr>
                <w:rFonts w:cstheme="minorHAnsi"/>
                <w:sz w:val="20"/>
                <w:szCs w:val="20"/>
              </w:rPr>
              <w:t>. The Code of Conduct, which</w:t>
            </w:r>
            <w:r w:rsidRPr="00632C3D">
              <w:rPr>
                <w:rFonts w:cstheme="minorHAnsi"/>
                <w:sz w:val="20"/>
                <w:szCs w:val="20"/>
              </w:rPr>
              <w:t xml:space="preserve"> includes </w:t>
            </w:r>
            <w:r w:rsidRPr="00632C3D">
              <w:rPr>
                <w:rFonts w:cstheme="minorHAnsi"/>
                <w:b/>
                <w:sz w:val="20"/>
                <w:szCs w:val="20"/>
              </w:rPr>
              <w:t>principles on</w:t>
            </w:r>
            <w:r>
              <w:rPr>
                <w:rFonts w:cstheme="minorHAnsi"/>
                <w:b/>
                <w:sz w:val="20"/>
                <w:szCs w:val="20"/>
              </w:rPr>
              <w:t xml:space="preserve"> l</w:t>
            </w:r>
            <w:r w:rsidRPr="00632C3D">
              <w:rPr>
                <w:rFonts w:cstheme="minorHAnsi"/>
                <w:b/>
                <w:sz w:val="20"/>
                <w:szCs w:val="20"/>
              </w:rPr>
              <w:t xml:space="preserve">abour, </w:t>
            </w:r>
            <w:r>
              <w:rPr>
                <w:rFonts w:cstheme="minorHAnsi"/>
                <w:b/>
                <w:sz w:val="20"/>
                <w:szCs w:val="20"/>
              </w:rPr>
              <w:t>h</w:t>
            </w:r>
            <w:r w:rsidRPr="00632C3D">
              <w:rPr>
                <w:rFonts w:cstheme="minorHAnsi"/>
                <w:b/>
                <w:sz w:val="20"/>
                <w:szCs w:val="20"/>
              </w:rPr>
              <w:t xml:space="preserve">uman </w:t>
            </w:r>
            <w:r>
              <w:rPr>
                <w:rFonts w:cstheme="minorHAnsi"/>
                <w:b/>
                <w:sz w:val="20"/>
                <w:szCs w:val="20"/>
              </w:rPr>
              <w:t>r</w:t>
            </w:r>
            <w:r w:rsidRPr="00632C3D">
              <w:rPr>
                <w:rFonts w:cstheme="minorHAnsi"/>
                <w:b/>
                <w:sz w:val="20"/>
                <w:szCs w:val="20"/>
              </w:rPr>
              <w:t xml:space="preserve">ights, </w:t>
            </w:r>
            <w:r>
              <w:rPr>
                <w:rFonts w:cstheme="minorHAnsi"/>
                <w:b/>
                <w:sz w:val="20"/>
                <w:szCs w:val="20"/>
              </w:rPr>
              <w:t>e</w:t>
            </w:r>
            <w:r w:rsidRPr="00632C3D">
              <w:rPr>
                <w:rFonts w:cstheme="minorHAnsi"/>
                <w:b/>
                <w:sz w:val="20"/>
                <w:szCs w:val="20"/>
              </w:rPr>
              <w:t xml:space="preserve">nvironment and </w:t>
            </w:r>
            <w:r>
              <w:rPr>
                <w:rFonts w:cstheme="minorHAnsi"/>
                <w:b/>
                <w:sz w:val="20"/>
                <w:szCs w:val="20"/>
              </w:rPr>
              <w:t>e</w:t>
            </w:r>
            <w:r w:rsidRPr="00632C3D">
              <w:rPr>
                <w:rFonts w:cstheme="minorHAnsi"/>
                <w:b/>
                <w:sz w:val="20"/>
                <w:szCs w:val="20"/>
              </w:rPr>
              <w:t xml:space="preserve">thical </w:t>
            </w:r>
            <w:r>
              <w:rPr>
                <w:rFonts w:cstheme="minorHAnsi"/>
                <w:b/>
                <w:sz w:val="20"/>
                <w:szCs w:val="20"/>
              </w:rPr>
              <w:t>c</w:t>
            </w:r>
            <w:r w:rsidRPr="00632C3D">
              <w:rPr>
                <w:rFonts w:cstheme="minorHAnsi"/>
                <w:b/>
                <w:sz w:val="20"/>
                <w:szCs w:val="20"/>
              </w:rPr>
              <w:t>onduct</w:t>
            </w:r>
            <w:r>
              <w:rPr>
                <w:rFonts w:cstheme="minorHAnsi"/>
                <w:b/>
                <w:sz w:val="20"/>
                <w:szCs w:val="20"/>
              </w:rPr>
              <w:t xml:space="preserve"> </w:t>
            </w:r>
            <w:r>
              <w:rPr>
                <w:rFonts w:cstheme="minorHAnsi"/>
                <w:sz w:val="20"/>
                <w:szCs w:val="20"/>
              </w:rPr>
              <w:t>may be</w:t>
            </w:r>
            <w:r w:rsidRPr="00632C3D">
              <w:rPr>
                <w:rFonts w:cstheme="minorHAnsi"/>
                <w:sz w:val="20"/>
                <w:szCs w:val="20"/>
              </w:rPr>
              <w:t xml:space="preserve"> may be found at: </w:t>
            </w:r>
            <w:hyperlink r:id="rId14" w:history="1">
              <w:r w:rsidRPr="00632C3D">
                <w:rPr>
                  <w:rStyle w:val="Hyperlink"/>
                  <w:rFonts w:cstheme="minorHAnsi"/>
                  <w:sz w:val="20"/>
                  <w:szCs w:val="20"/>
                </w:rPr>
                <w:t>https://www.un.org/Depts/ptd/about-us/un-supplier-code-conduct</w:t>
              </w:r>
            </w:hyperlink>
            <w:r w:rsidR="00EC406B">
              <w:rPr>
                <w:rStyle w:val="Hyperlink"/>
                <w:rFonts w:cstheme="minorHAnsi"/>
                <w:sz w:val="20"/>
                <w:szCs w:val="20"/>
              </w:rPr>
              <w:t>.</w:t>
            </w:r>
          </w:p>
        </w:tc>
      </w:tr>
      <w:tr w:rsidR="00B05B20" w:rsidRPr="000578F0" w14:paraId="03CFA3E2" w14:textId="77777777" w:rsidTr="00002895">
        <w:tc>
          <w:tcPr>
            <w:tcW w:w="2689" w:type="dxa"/>
          </w:tcPr>
          <w:p w14:paraId="5D9974C1" w14:textId="5F04F666" w:rsidR="00B05B20" w:rsidRPr="00CE7DF1" w:rsidRDefault="00B05B20" w:rsidP="0022078F">
            <w:pPr>
              <w:rPr>
                <w:b/>
                <w:bCs/>
                <w:sz w:val="20"/>
                <w:szCs w:val="20"/>
              </w:rPr>
            </w:pPr>
            <w:r w:rsidRPr="00CE7DF1">
              <w:rPr>
                <w:b/>
                <w:bCs/>
                <w:sz w:val="20"/>
                <w:szCs w:val="20"/>
              </w:rPr>
              <w:t>Conflict of Interest</w:t>
            </w:r>
          </w:p>
        </w:tc>
        <w:tc>
          <w:tcPr>
            <w:tcW w:w="7026" w:type="dxa"/>
          </w:tcPr>
          <w:p w14:paraId="6320FE7B" w14:textId="79A907B1" w:rsidR="00B05B20" w:rsidRPr="00260675" w:rsidRDefault="00B126D6" w:rsidP="00EC406B">
            <w:pPr>
              <w:spacing w:after="120"/>
              <w:rPr>
                <w:rFonts w:cstheme="minorHAnsi"/>
                <w:sz w:val="20"/>
                <w:szCs w:val="20"/>
              </w:rPr>
            </w:pPr>
            <w:r>
              <w:rPr>
                <w:rStyle w:val="Strong"/>
                <w:rFonts w:cstheme="minorHAnsi"/>
                <w:b w:val="0"/>
                <w:iCs/>
                <w:sz w:val="20"/>
                <w:szCs w:val="20"/>
              </w:rPr>
              <w:t>The OPCW</w:t>
            </w:r>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to </w:t>
            </w:r>
            <w:r>
              <w:rPr>
                <w:rFonts w:cstheme="minorHAnsi"/>
                <w:sz w:val="20"/>
                <w:szCs w:val="20"/>
              </w:rPr>
              <w:t>the OPCW</w:t>
            </w:r>
            <w:r w:rsidR="00B05B20" w:rsidRPr="00260675">
              <w:rPr>
                <w:rFonts w:cstheme="minorHAnsi"/>
                <w:sz w:val="20"/>
                <w:szCs w:val="20"/>
              </w:rPr>
              <w:t xml:space="preserve"> if you, or any of your affiliates or personnel, were involved in the preparation of the requirements, design, specifications, cost estimates, and other information used in this RFQ.</w:t>
            </w:r>
          </w:p>
        </w:tc>
      </w:tr>
      <w:tr w:rsidR="00CF7513" w:rsidRPr="000578F0" w14:paraId="7CFAFE01" w14:textId="77777777" w:rsidTr="00002895">
        <w:tc>
          <w:tcPr>
            <w:tcW w:w="2689" w:type="dxa"/>
          </w:tcPr>
          <w:p w14:paraId="4FCEB77E" w14:textId="5B5D75AB" w:rsidR="00CF7513" w:rsidRPr="00CE7DF1" w:rsidRDefault="00CF7513" w:rsidP="0022078F">
            <w:pPr>
              <w:rPr>
                <w:b/>
                <w:bCs/>
                <w:sz w:val="20"/>
                <w:szCs w:val="20"/>
              </w:rPr>
            </w:pPr>
            <w:r w:rsidRPr="00CE7DF1">
              <w:rPr>
                <w:b/>
                <w:bCs/>
                <w:sz w:val="20"/>
                <w:szCs w:val="20"/>
              </w:rPr>
              <w:t>General Conditions of Contract</w:t>
            </w:r>
          </w:p>
        </w:tc>
        <w:tc>
          <w:tcPr>
            <w:tcW w:w="7026" w:type="dxa"/>
          </w:tcPr>
          <w:p w14:paraId="486244EC" w14:textId="375A5977" w:rsidR="00CF7513" w:rsidRPr="00260675" w:rsidRDefault="00CF7513" w:rsidP="00EC406B">
            <w:pPr>
              <w:spacing w:after="120"/>
              <w:rPr>
                <w:rFonts w:cstheme="minorHAnsi"/>
                <w:sz w:val="20"/>
                <w:szCs w:val="20"/>
              </w:rPr>
            </w:pPr>
            <w:r w:rsidRPr="00260675">
              <w:rPr>
                <w:rFonts w:cstheme="minorHAnsi"/>
                <w:sz w:val="20"/>
                <w:szCs w:val="20"/>
              </w:rPr>
              <w:t xml:space="preserve">Any Purchase Order or contract that will be issued as a result of this RFQ shall be subject to the General Conditions of Contract </w:t>
            </w:r>
            <w:r w:rsidR="00B126D6">
              <w:rPr>
                <w:rFonts w:cstheme="minorHAnsi"/>
                <w:sz w:val="20"/>
                <w:szCs w:val="20"/>
              </w:rPr>
              <w:t>attached as Annex A</w:t>
            </w:r>
            <w:r w:rsidRPr="00260675">
              <w:rPr>
                <w:rFonts w:cstheme="minorHAnsi"/>
                <w:sz w:val="20"/>
                <w:szCs w:val="20"/>
              </w:rPr>
              <w:t>.</w:t>
            </w:r>
          </w:p>
        </w:tc>
      </w:tr>
      <w:tr w:rsidR="000C6786" w:rsidRPr="000578F0" w14:paraId="089CBF5B" w14:textId="77777777" w:rsidTr="00002895">
        <w:tc>
          <w:tcPr>
            <w:tcW w:w="2689" w:type="dxa"/>
          </w:tcPr>
          <w:p w14:paraId="43EF5843" w14:textId="77777777" w:rsidR="000C6786" w:rsidRPr="00CE7DF1" w:rsidRDefault="000C6786" w:rsidP="0022078F">
            <w:pPr>
              <w:rPr>
                <w:b/>
                <w:bCs/>
                <w:sz w:val="20"/>
                <w:szCs w:val="20"/>
              </w:rPr>
            </w:pPr>
            <w:r w:rsidRPr="00CE7DF1">
              <w:rPr>
                <w:b/>
                <w:bCs/>
                <w:sz w:val="20"/>
                <w:szCs w:val="20"/>
              </w:rPr>
              <w:t>Eligibility</w:t>
            </w:r>
          </w:p>
        </w:tc>
        <w:tc>
          <w:tcPr>
            <w:tcW w:w="7026" w:type="dxa"/>
          </w:tcPr>
          <w:p w14:paraId="5019CB65" w14:textId="798E0C8D" w:rsidR="000C6786" w:rsidRPr="00260675" w:rsidRDefault="00033F43" w:rsidP="00EC406B">
            <w:pPr>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EC406B">
              <w:rPr>
                <w:rFonts w:cstheme="minorHAnsi"/>
                <w:sz w:val="20"/>
                <w:szCs w:val="20"/>
              </w:rPr>
              <w:t>to e</w:t>
            </w:r>
            <w:r>
              <w:rPr>
                <w:rFonts w:cstheme="minorHAnsi"/>
                <w:sz w:val="20"/>
                <w:szCs w:val="20"/>
              </w:rPr>
              <w:t xml:space="preserve">nter into a binding contract with </w:t>
            </w:r>
            <w:r w:rsidR="00B126D6">
              <w:rPr>
                <w:rFonts w:cstheme="minorHAnsi"/>
                <w:sz w:val="20"/>
                <w:szCs w:val="20"/>
              </w:rPr>
              <w:t xml:space="preserve">the </w:t>
            </w:r>
            <w:r w:rsidR="00AD78ED">
              <w:rPr>
                <w:rFonts w:cstheme="minorHAnsi"/>
                <w:sz w:val="20"/>
                <w:szCs w:val="20"/>
              </w:rPr>
              <w:t>OPCW</w:t>
            </w:r>
            <w:r w:rsidR="00EC406B">
              <w:rPr>
                <w:rFonts w:cstheme="minorHAnsi"/>
                <w:sz w:val="20"/>
                <w:szCs w:val="20"/>
              </w:rPr>
              <w:t xml:space="preserve"> </w:t>
            </w:r>
            <w:r>
              <w:rPr>
                <w:rFonts w:cstheme="minorHAnsi"/>
                <w:sz w:val="20"/>
                <w:szCs w:val="20"/>
              </w:rPr>
              <w:t xml:space="preserve">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w:t>
            </w:r>
            <w:r w:rsidR="00EC406B">
              <w:rPr>
                <w:rFonts w:cstheme="minorHAnsi"/>
                <w:sz w:val="20"/>
                <w:szCs w:val="20"/>
              </w:rPr>
              <w:t>Netherlands</w:t>
            </w:r>
            <w:r w:rsidR="000C6786" w:rsidRPr="00260675">
              <w:rPr>
                <w:rFonts w:cstheme="minorHAnsi"/>
                <w:sz w:val="20"/>
                <w:szCs w:val="20"/>
              </w:rPr>
              <w:t>, or through an authorized representative.</w:t>
            </w:r>
          </w:p>
        </w:tc>
      </w:tr>
      <w:tr w:rsidR="00B9544A" w:rsidRPr="000578F0" w14:paraId="0D0B1F9A" w14:textId="77777777" w:rsidTr="00002895">
        <w:tc>
          <w:tcPr>
            <w:tcW w:w="2689" w:type="dxa"/>
          </w:tcPr>
          <w:p w14:paraId="0065BB7D"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63898CC6" w14:textId="77777777" w:rsidR="00B9544A" w:rsidRDefault="001A24F1" w:rsidP="00EC406B">
            <w:pPr>
              <w:rPr>
                <w:rFonts w:cstheme="minorHAnsi"/>
                <w:sz w:val="20"/>
                <w:szCs w:val="20"/>
              </w:rPr>
            </w:pPr>
            <w:r w:rsidRPr="00260675">
              <w:rPr>
                <w:rFonts w:cstheme="minorHAnsi"/>
                <w:sz w:val="20"/>
                <w:szCs w:val="20"/>
              </w:rPr>
              <w:t xml:space="preserve">Quotations shall be quoted in </w:t>
            </w:r>
            <w:r w:rsidR="00EC406B">
              <w:rPr>
                <w:rFonts w:cstheme="minorHAnsi"/>
                <w:sz w:val="20"/>
                <w:szCs w:val="20"/>
              </w:rPr>
              <w:t>Euro.</w:t>
            </w:r>
          </w:p>
          <w:p w14:paraId="0B7E7415" w14:textId="77777777" w:rsidR="00630C5A" w:rsidRDefault="00630C5A" w:rsidP="00EC406B">
            <w:pPr>
              <w:rPr>
                <w:rFonts w:cstheme="minorHAnsi"/>
                <w:sz w:val="20"/>
                <w:szCs w:val="20"/>
              </w:rPr>
            </w:pPr>
          </w:p>
          <w:p w14:paraId="59D64B14" w14:textId="1BD5426B" w:rsidR="00EC406B" w:rsidRPr="00260675" w:rsidRDefault="00EC406B" w:rsidP="00ED265A">
            <w:pPr>
              <w:rPr>
                <w:rFonts w:cstheme="minorHAnsi"/>
                <w:sz w:val="20"/>
                <w:szCs w:val="20"/>
              </w:rPr>
            </w:pPr>
            <w:r w:rsidRPr="00632C3D">
              <w:rPr>
                <w:rFonts w:eastAsia="Times New Roman" w:cstheme="minorHAnsi"/>
                <w:bCs/>
                <w:sz w:val="20"/>
                <w:szCs w:val="20"/>
              </w:rPr>
              <w:t xml:space="preserve">Where quoted in different currencies, for the purposes of comparison of all </w:t>
            </w:r>
            <w:r>
              <w:rPr>
                <w:rFonts w:eastAsia="Times New Roman" w:cstheme="minorHAnsi"/>
                <w:bCs/>
                <w:sz w:val="20"/>
                <w:szCs w:val="20"/>
              </w:rPr>
              <w:t xml:space="preserve">quotations, the OPCW </w:t>
            </w:r>
            <w:r w:rsidRPr="00D01FD1">
              <w:rPr>
                <w:rFonts w:eastAsia="Times New Roman" w:cstheme="minorHAnsi"/>
                <w:bCs/>
                <w:sz w:val="20"/>
                <w:szCs w:val="20"/>
              </w:rPr>
              <w:t xml:space="preserve">will convert the currency quoted into </w:t>
            </w:r>
            <w:r>
              <w:rPr>
                <w:rFonts w:eastAsia="Times New Roman" w:cstheme="minorHAnsi"/>
                <w:bCs/>
                <w:sz w:val="20"/>
                <w:szCs w:val="20"/>
              </w:rPr>
              <w:t>Euro</w:t>
            </w:r>
            <w:r w:rsidRPr="00D01FD1">
              <w:rPr>
                <w:rFonts w:eastAsia="Times New Roman" w:cstheme="minorHAnsi"/>
                <w:bCs/>
                <w:sz w:val="20"/>
                <w:szCs w:val="20"/>
              </w:rPr>
              <w:t xml:space="preserve">, in accordance with the prevailing UN Operational Rate of Exchange on the </w:t>
            </w:r>
            <w:r>
              <w:rPr>
                <w:rFonts w:eastAsia="Times New Roman" w:cstheme="minorHAnsi"/>
                <w:bCs/>
                <w:sz w:val="20"/>
                <w:szCs w:val="20"/>
              </w:rPr>
              <w:t>closing date</w:t>
            </w:r>
            <w:r w:rsidRPr="00D01FD1">
              <w:rPr>
                <w:rFonts w:eastAsia="Times New Roman" w:cstheme="minorHAnsi"/>
                <w:bCs/>
                <w:sz w:val="20"/>
                <w:szCs w:val="20"/>
              </w:rPr>
              <w:t>.</w:t>
            </w:r>
          </w:p>
        </w:tc>
      </w:tr>
      <w:tr w:rsidR="00B60750" w:rsidRPr="000578F0" w14:paraId="6119FDF5" w14:textId="77777777" w:rsidTr="00002895">
        <w:tc>
          <w:tcPr>
            <w:tcW w:w="2689" w:type="dxa"/>
          </w:tcPr>
          <w:p w14:paraId="7EC816EE" w14:textId="6549EFCC" w:rsidR="00B60750" w:rsidRPr="00CE7DF1" w:rsidRDefault="00B60750" w:rsidP="0022078F">
            <w:pPr>
              <w:rPr>
                <w:b/>
                <w:bCs/>
                <w:sz w:val="20"/>
                <w:szCs w:val="20"/>
              </w:rPr>
            </w:pPr>
            <w:r w:rsidRPr="00CE7DF1">
              <w:rPr>
                <w:b/>
                <w:bCs/>
                <w:sz w:val="20"/>
                <w:szCs w:val="20"/>
              </w:rPr>
              <w:t>Duties and taxes</w:t>
            </w:r>
          </w:p>
        </w:tc>
        <w:tc>
          <w:tcPr>
            <w:tcW w:w="7026" w:type="dxa"/>
          </w:tcPr>
          <w:p w14:paraId="639EE091" w14:textId="632902AC" w:rsidR="00B60750" w:rsidRPr="00260675" w:rsidRDefault="003F22B8" w:rsidP="003F22B8">
            <w:pPr>
              <w:rPr>
                <w:rFonts w:cstheme="minorHAnsi"/>
                <w:sz w:val="20"/>
                <w:szCs w:val="20"/>
              </w:rPr>
            </w:pPr>
            <w:r w:rsidRPr="00632C3D">
              <w:rPr>
                <w:rFonts w:cstheme="minorHAnsi"/>
                <w:iCs/>
                <w:sz w:val="20"/>
                <w:szCs w:val="20"/>
                <w:lang w:val="en-AU"/>
              </w:rPr>
              <w:t>Article II, Section 7, of the Convention on the Privileges and Immunities provides, inter alia, that th</w:t>
            </w:r>
            <w:r>
              <w:rPr>
                <w:rFonts w:cstheme="minorHAnsi"/>
                <w:iCs/>
                <w:sz w:val="20"/>
                <w:szCs w:val="20"/>
                <w:lang w:val="en-AU"/>
              </w:rPr>
              <w:t>e OPCW</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quotes</w:t>
            </w:r>
            <w:r w:rsidRPr="00632C3D">
              <w:rPr>
                <w:rFonts w:cstheme="minorHAnsi"/>
                <w:color w:val="000000"/>
                <w:sz w:val="20"/>
                <w:szCs w:val="20"/>
                <w:lang w:val="en-AU"/>
              </w:rPr>
              <w:t xml:space="preserve"> shall be submitted net of any direct taxes and any other taxes and duties, unless otherwise specified in Section 3: </w:t>
            </w:r>
            <w:r>
              <w:rPr>
                <w:rFonts w:cstheme="minorHAnsi"/>
                <w:color w:val="000000"/>
                <w:sz w:val="20"/>
                <w:szCs w:val="20"/>
                <w:lang w:val="en-AU"/>
              </w:rPr>
              <w:t>Data Sheet.</w:t>
            </w:r>
          </w:p>
        </w:tc>
      </w:tr>
      <w:tr w:rsidR="00B9544A" w:rsidRPr="000578F0" w14:paraId="299DE5B4" w14:textId="77777777" w:rsidTr="00002895">
        <w:tc>
          <w:tcPr>
            <w:tcW w:w="2689" w:type="dxa"/>
          </w:tcPr>
          <w:p w14:paraId="42143935" w14:textId="31C175E9" w:rsidR="00B9544A" w:rsidRPr="00CE7DF1" w:rsidRDefault="00B9544A" w:rsidP="0022078F">
            <w:pPr>
              <w:rPr>
                <w:b/>
                <w:bCs/>
                <w:sz w:val="20"/>
                <w:szCs w:val="20"/>
              </w:rPr>
            </w:pPr>
            <w:r w:rsidRPr="00CE7DF1">
              <w:rPr>
                <w:b/>
                <w:bCs/>
                <w:sz w:val="20"/>
                <w:szCs w:val="20"/>
              </w:rPr>
              <w:t>Documents to be submitted</w:t>
            </w:r>
          </w:p>
        </w:tc>
        <w:tc>
          <w:tcPr>
            <w:tcW w:w="7026" w:type="dxa"/>
          </w:tcPr>
          <w:p w14:paraId="09DDECA2" w14:textId="77777777" w:rsidR="00801C14" w:rsidRPr="00260675" w:rsidRDefault="00801C14" w:rsidP="00801C14">
            <w:pPr>
              <w:rPr>
                <w:rFonts w:cstheme="minorHAnsi"/>
                <w:sz w:val="20"/>
                <w:szCs w:val="20"/>
              </w:rPr>
            </w:pPr>
            <w:r w:rsidRPr="00260675">
              <w:rPr>
                <w:rFonts w:cstheme="minorHAnsi"/>
                <w:sz w:val="20"/>
                <w:szCs w:val="20"/>
              </w:rPr>
              <w:t>Bidders shall include the following documents in their quotation:</w:t>
            </w:r>
          </w:p>
          <w:p w14:paraId="21CBB009" w14:textId="7A5D5B52" w:rsidR="00801C14" w:rsidRPr="00260675" w:rsidRDefault="00DD5D04" w:rsidP="00801C14">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801C14">
                  <w:rPr>
                    <w:rFonts w:ascii="MS Gothic" w:eastAsia="MS Gothic" w:hAnsi="MS Gothic" w:cstheme="minorHAnsi" w:hint="eastAsia"/>
                    <w:sz w:val="20"/>
                    <w:szCs w:val="20"/>
                  </w:rPr>
                  <w:t>☒</w:t>
                </w:r>
              </w:sdtContent>
            </w:sdt>
            <w:r w:rsidR="00801C14" w:rsidRPr="00260675">
              <w:rPr>
                <w:rFonts w:cstheme="minorHAnsi"/>
                <w:sz w:val="20"/>
                <w:szCs w:val="20"/>
              </w:rPr>
              <w:t xml:space="preserve"> Annex </w:t>
            </w:r>
            <w:r w:rsidR="00801C14">
              <w:rPr>
                <w:rFonts w:cstheme="minorHAnsi"/>
                <w:sz w:val="20"/>
                <w:szCs w:val="20"/>
              </w:rPr>
              <w:t>D</w:t>
            </w:r>
            <w:r w:rsidR="00801C14" w:rsidRPr="00260675">
              <w:rPr>
                <w:rFonts w:cstheme="minorHAnsi"/>
                <w:sz w:val="20"/>
                <w:szCs w:val="20"/>
              </w:rPr>
              <w:t>: Quotation Submission Form duly completed and signed</w:t>
            </w:r>
          </w:p>
          <w:p w14:paraId="1E2D110E" w14:textId="4296A1DD" w:rsidR="00801C14" w:rsidRPr="00260675" w:rsidRDefault="00DD5D04" w:rsidP="00801C14">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801C14">
                  <w:rPr>
                    <w:rFonts w:ascii="MS Gothic" w:eastAsia="MS Gothic" w:hAnsi="MS Gothic" w:cstheme="minorHAnsi" w:hint="eastAsia"/>
                    <w:sz w:val="20"/>
                    <w:szCs w:val="20"/>
                  </w:rPr>
                  <w:t>☒</w:t>
                </w:r>
              </w:sdtContent>
            </w:sdt>
            <w:r w:rsidR="00801C14" w:rsidRPr="00260675">
              <w:rPr>
                <w:rFonts w:cstheme="minorHAnsi"/>
                <w:sz w:val="20"/>
                <w:szCs w:val="20"/>
              </w:rPr>
              <w:t xml:space="preserve"> Annex </w:t>
            </w:r>
            <w:r w:rsidR="00801C14">
              <w:rPr>
                <w:rFonts w:cstheme="minorHAnsi"/>
                <w:sz w:val="20"/>
                <w:szCs w:val="20"/>
              </w:rPr>
              <w:t>C</w:t>
            </w:r>
            <w:r w:rsidR="00801C14" w:rsidRPr="00260675">
              <w:rPr>
                <w:rFonts w:cstheme="minorHAnsi"/>
                <w:sz w:val="20"/>
                <w:szCs w:val="20"/>
              </w:rPr>
              <w:t xml:space="preserve">: Technical and Financial Offer duly completed and signed and in </w:t>
            </w:r>
          </w:p>
          <w:p w14:paraId="41F3FA03" w14:textId="5F82BE54" w:rsidR="00801C14" w:rsidRPr="00260675" w:rsidRDefault="00801C14" w:rsidP="00801C14">
            <w:pPr>
              <w:rPr>
                <w:rFonts w:cstheme="minorHAnsi"/>
                <w:sz w:val="20"/>
                <w:szCs w:val="20"/>
              </w:rPr>
            </w:pPr>
            <w:r w:rsidRPr="00260675">
              <w:rPr>
                <w:rFonts w:cstheme="minorHAnsi"/>
                <w:sz w:val="20"/>
                <w:szCs w:val="20"/>
              </w:rPr>
              <w:t>accordance with the Schedule of Requirements</w:t>
            </w:r>
            <w:r>
              <w:rPr>
                <w:rFonts w:cstheme="minorHAnsi"/>
                <w:sz w:val="20"/>
                <w:szCs w:val="20"/>
              </w:rPr>
              <w:t xml:space="preserve"> (Specifications)</w:t>
            </w:r>
            <w:r w:rsidRPr="00260675">
              <w:rPr>
                <w:rFonts w:cstheme="minorHAnsi"/>
                <w:sz w:val="20"/>
                <w:szCs w:val="20"/>
              </w:rPr>
              <w:t xml:space="preserve"> in Annex </w:t>
            </w:r>
            <w:r>
              <w:rPr>
                <w:rFonts w:cstheme="minorHAnsi"/>
                <w:sz w:val="20"/>
                <w:szCs w:val="20"/>
              </w:rPr>
              <w:t>B</w:t>
            </w:r>
          </w:p>
          <w:p w14:paraId="273B50F7" w14:textId="323AA66E" w:rsidR="00C80D4F" w:rsidRPr="00260675" w:rsidRDefault="00DD5D04" w:rsidP="004408FD">
            <w:pPr>
              <w:rPr>
                <w:rFonts w:cstheme="minorHAnsi"/>
                <w:sz w:val="20"/>
                <w:szCs w:val="20"/>
              </w:rPr>
            </w:pPr>
            <w:sdt>
              <w:sdtPr>
                <w:rPr>
                  <w:rFonts w:cstheme="minorHAnsi"/>
                  <w:sz w:val="20"/>
                  <w:szCs w:val="20"/>
                </w:rPr>
                <w:id w:val="-483855870"/>
                <w14:checkbox>
                  <w14:checked w14:val="1"/>
                  <w14:checkedState w14:val="2612" w14:font="MS Gothic"/>
                  <w14:uncheckedState w14:val="2610" w14:font="MS Gothic"/>
                </w14:checkbox>
              </w:sdtPr>
              <w:sdtEndPr/>
              <w:sdtContent>
                <w:r w:rsidR="004408FD">
                  <w:rPr>
                    <w:rFonts w:ascii="MS Gothic" w:eastAsia="MS Gothic" w:hAnsi="MS Gothic" w:cstheme="minorHAnsi" w:hint="eastAsia"/>
                    <w:sz w:val="20"/>
                    <w:szCs w:val="20"/>
                  </w:rPr>
                  <w:t>☒</w:t>
                </w:r>
              </w:sdtContent>
            </w:sdt>
            <w:r w:rsidR="004408FD">
              <w:rPr>
                <w:rFonts w:cstheme="minorHAnsi"/>
                <w:sz w:val="20"/>
                <w:szCs w:val="20"/>
              </w:rPr>
              <w:t xml:space="preserve">  Other: Documents listed in Annex C.</w:t>
            </w:r>
          </w:p>
        </w:tc>
      </w:tr>
      <w:tr w:rsidR="00B9544A" w:rsidRPr="000578F0" w14:paraId="54E60A29" w14:textId="77777777" w:rsidTr="00002895">
        <w:tc>
          <w:tcPr>
            <w:tcW w:w="2689" w:type="dxa"/>
          </w:tcPr>
          <w:p w14:paraId="2981F94B" w14:textId="73D62102" w:rsidR="00B9544A" w:rsidRPr="00CE7DF1" w:rsidRDefault="00FA194C" w:rsidP="0022078F">
            <w:pPr>
              <w:rPr>
                <w:b/>
                <w:bCs/>
                <w:sz w:val="20"/>
                <w:szCs w:val="20"/>
              </w:rPr>
            </w:pPr>
            <w:r w:rsidRPr="00CE7DF1">
              <w:rPr>
                <w:b/>
                <w:bCs/>
                <w:sz w:val="20"/>
                <w:szCs w:val="20"/>
              </w:rPr>
              <w:t>Quotation validity period</w:t>
            </w:r>
          </w:p>
        </w:tc>
        <w:tc>
          <w:tcPr>
            <w:tcW w:w="7026" w:type="dxa"/>
          </w:tcPr>
          <w:p w14:paraId="7A456FFC" w14:textId="61EFB07A" w:rsidR="00B9544A" w:rsidRPr="00260675" w:rsidRDefault="00632CEA" w:rsidP="008112B1">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6EA270EB04184C2B8C8AC6237B868A10"/>
                </w:placeholder>
                <w:text/>
              </w:sdtPr>
              <w:sdtEndPr/>
              <w:sdtContent>
                <w:r w:rsidR="004408FD">
                  <w:rPr>
                    <w:rFonts w:cstheme="minorHAnsi"/>
                    <w:sz w:val="20"/>
                    <w:szCs w:val="20"/>
                  </w:rPr>
                  <w:t>6</w:t>
                </w:r>
                <w:r w:rsidR="00CA1143">
                  <w:rPr>
                    <w:rFonts w:cstheme="minorHAnsi"/>
                    <w:sz w:val="20"/>
                    <w:szCs w:val="20"/>
                  </w:rPr>
                  <w:t>0</w:t>
                </w:r>
              </w:sdtContent>
            </w:sdt>
            <w:r w:rsidRPr="00260675">
              <w:rPr>
                <w:rFonts w:cstheme="minorHAnsi"/>
                <w:sz w:val="20"/>
                <w:szCs w:val="20"/>
              </w:rPr>
              <w:t xml:space="preserve"> days from the deadline for the Submission of Quotation.</w:t>
            </w:r>
          </w:p>
        </w:tc>
      </w:tr>
      <w:tr w:rsidR="00D335DD" w:rsidRPr="000578F0" w14:paraId="44E3752D" w14:textId="77777777" w:rsidTr="00002895">
        <w:tc>
          <w:tcPr>
            <w:tcW w:w="2689" w:type="dxa"/>
          </w:tcPr>
          <w:p w14:paraId="1820AB3A"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38558BDD"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2AA0903B" w14:textId="77777777" w:rsidTr="00002895">
        <w:tc>
          <w:tcPr>
            <w:tcW w:w="2689" w:type="dxa"/>
          </w:tcPr>
          <w:p w14:paraId="65131BA8" w14:textId="6559D70A" w:rsidR="00487B57" w:rsidRPr="00CE7DF1" w:rsidRDefault="00487B57" w:rsidP="003F22B8">
            <w:pPr>
              <w:rPr>
                <w:b/>
                <w:bCs/>
                <w:sz w:val="20"/>
                <w:szCs w:val="20"/>
              </w:rPr>
            </w:pPr>
            <w:r w:rsidRPr="00CE7DF1">
              <w:rPr>
                <w:b/>
                <w:bCs/>
                <w:sz w:val="20"/>
                <w:szCs w:val="20"/>
              </w:rPr>
              <w:lastRenderedPageBreak/>
              <w:t>Partial Quotes</w:t>
            </w:r>
          </w:p>
        </w:tc>
        <w:tc>
          <w:tcPr>
            <w:tcW w:w="7026" w:type="dxa"/>
          </w:tcPr>
          <w:p w14:paraId="433E4107" w14:textId="2058BE52" w:rsidR="003F22B8" w:rsidRPr="00260675" w:rsidRDefault="00DD5D04" w:rsidP="003F22B8">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8112B1">
                  <w:rPr>
                    <w:rFonts w:ascii="MS Gothic" w:eastAsia="MS Gothic" w:hAnsi="MS Gothic" w:cstheme="minorHAnsi" w:hint="eastAsia"/>
                    <w:sz w:val="20"/>
                    <w:szCs w:val="20"/>
                  </w:rPr>
                  <w:t>☒</w:t>
                </w:r>
              </w:sdtContent>
            </w:sdt>
            <w:r w:rsidR="003F22B8" w:rsidRPr="00260675">
              <w:rPr>
                <w:rFonts w:cstheme="minorHAnsi"/>
                <w:sz w:val="20"/>
                <w:szCs w:val="20"/>
              </w:rPr>
              <w:t xml:space="preserve"> Not permitted</w:t>
            </w:r>
          </w:p>
          <w:p w14:paraId="3D4F69F4" w14:textId="77777777" w:rsidR="00487B57" w:rsidRPr="00260675" w:rsidRDefault="00DD5D04"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sz w:val="20"/>
                  <w:szCs w:val="20"/>
                </w:rPr>
                <w:id w:val="1476267489"/>
                <w:placeholder>
                  <w:docPart w:val="E79C5F419C574CD9877F88A476BD115F"/>
                </w:placeholder>
                <w:showingPlcHdr/>
                <w:text w:multiLine="1"/>
              </w:sdtPr>
              <w:sdtEndPr/>
              <w:sdtContent>
                <w:r w:rsidR="002562B1" w:rsidRPr="00260675">
                  <w:rPr>
                    <w:rStyle w:val="PlaceholderText"/>
                    <w:rFonts w:cstheme="minorHAnsi"/>
                    <w:sz w:val="20"/>
                    <w:szCs w:val="20"/>
                  </w:rPr>
                  <w:t>Insert conditions for partial quotes and ensure that the requirements are properly listed in lots to allow partial quotes</w:t>
                </w:r>
              </w:sdtContent>
            </w:sdt>
          </w:p>
        </w:tc>
      </w:tr>
      <w:tr w:rsidR="00AD207E" w:rsidRPr="000578F0" w14:paraId="403E24D5" w14:textId="77777777" w:rsidTr="00002895">
        <w:tc>
          <w:tcPr>
            <w:tcW w:w="2689" w:type="dxa"/>
          </w:tcPr>
          <w:p w14:paraId="6CC9F20F" w14:textId="416E4B52" w:rsidR="00AD207E" w:rsidRPr="003F22B8" w:rsidRDefault="00AD207E" w:rsidP="0022078F">
            <w:pPr>
              <w:rPr>
                <w:b/>
                <w:bCs/>
                <w:sz w:val="20"/>
                <w:szCs w:val="20"/>
              </w:rPr>
            </w:pPr>
            <w:r w:rsidRPr="00CE7DF1">
              <w:rPr>
                <w:b/>
                <w:bCs/>
                <w:sz w:val="20"/>
                <w:szCs w:val="20"/>
              </w:rPr>
              <w:t>Alternative Quotes</w:t>
            </w:r>
          </w:p>
        </w:tc>
        <w:tc>
          <w:tcPr>
            <w:tcW w:w="7026" w:type="dxa"/>
          </w:tcPr>
          <w:p w14:paraId="3F9A7BB2" w14:textId="54FC95C1" w:rsidR="003F22B8" w:rsidRPr="00260675" w:rsidRDefault="00DD5D04" w:rsidP="003F22B8">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EndPr/>
              <w:sdtContent>
                <w:r w:rsidR="008112B1">
                  <w:rPr>
                    <w:rFonts w:ascii="MS Gothic" w:eastAsia="MS Gothic" w:hAnsi="MS Gothic" w:cstheme="minorHAnsi" w:hint="eastAsia"/>
                    <w:sz w:val="20"/>
                    <w:szCs w:val="20"/>
                  </w:rPr>
                  <w:t>☒</w:t>
                </w:r>
              </w:sdtContent>
            </w:sdt>
            <w:r w:rsidR="003F22B8" w:rsidRPr="00260675">
              <w:rPr>
                <w:rFonts w:cstheme="minorHAnsi"/>
                <w:sz w:val="20"/>
                <w:szCs w:val="20"/>
              </w:rPr>
              <w:t xml:space="preserve"> Not permitted</w:t>
            </w:r>
          </w:p>
          <w:p w14:paraId="2488301C" w14:textId="77777777" w:rsidR="003F22B8" w:rsidRPr="00260675" w:rsidRDefault="00DD5D04" w:rsidP="003F22B8">
            <w:pPr>
              <w:rPr>
                <w:rFonts w:cstheme="minorHAnsi"/>
                <w:sz w:val="20"/>
                <w:szCs w:val="20"/>
              </w:rPr>
            </w:pPr>
            <w:sdt>
              <w:sdtPr>
                <w:rPr>
                  <w:rFonts w:cstheme="minorHAnsi"/>
                  <w:sz w:val="20"/>
                  <w:szCs w:val="20"/>
                </w:rPr>
                <w:id w:val="-1650896286"/>
                <w14:checkbox>
                  <w14:checked w14:val="0"/>
                  <w14:checkedState w14:val="2612" w14:font="MS Gothic"/>
                  <w14:uncheckedState w14:val="2610" w14:font="MS Gothic"/>
                </w14:checkbox>
              </w:sdtPr>
              <w:sdtEndPr/>
              <w:sdtContent>
                <w:r w:rsidR="003F22B8" w:rsidRPr="00260675">
                  <w:rPr>
                    <w:rFonts w:ascii="Segoe UI Symbol" w:eastAsia="MS Gothic" w:hAnsi="Segoe UI Symbol" w:cs="Segoe UI Symbol"/>
                    <w:sz w:val="20"/>
                    <w:szCs w:val="20"/>
                  </w:rPr>
                  <w:t>☐</w:t>
                </w:r>
              </w:sdtContent>
            </w:sdt>
            <w:r w:rsidR="003F22B8" w:rsidRPr="00260675">
              <w:rPr>
                <w:rFonts w:cstheme="minorHAnsi"/>
                <w:sz w:val="20"/>
                <w:szCs w:val="20"/>
              </w:rPr>
              <w:t xml:space="preserve"> Permitted</w:t>
            </w:r>
          </w:p>
          <w:p w14:paraId="7E4F38AC" w14:textId="37C3F5A0" w:rsidR="00AD207E" w:rsidRPr="00260675" w:rsidRDefault="003F22B8" w:rsidP="003F22B8">
            <w:pPr>
              <w:rPr>
                <w:rFonts w:cstheme="minorHAnsi"/>
                <w:sz w:val="20"/>
                <w:szCs w:val="20"/>
              </w:rPr>
            </w:pPr>
            <w:r w:rsidRPr="00260675">
              <w:rPr>
                <w:rFonts w:cstheme="minorHAnsi"/>
                <w:color w:val="000000"/>
                <w:sz w:val="20"/>
                <w:szCs w:val="20"/>
              </w:rPr>
              <w:t xml:space="preserve">If permitted, an alternative quote may be submitted only if a conforming quote to the RFQ requirements is submitted. Where the conditions for its acceptance are met, or justifications are clearly established, </w:t>
            </w:r>
            <w:r>
              <w:rPr>
                <w:rFonts w:cstheme="minorHAnsi"/>
                <w:color w:val="000000"/>
                <w:sz w:val="20"/>
                <w:szCs w:val="20"/>
              </w:rPr>
              <w:t>the OPCW</w:t>
            </w:r>
            <w:r w:rsidRPr="00260675">
              <w:rPr>
                <w:rFonts w:cstheme="minorHAnsi"/>
                <w:color w:val="000000"/>
                <w:sz w:val="20"/>
                <w:szCs w:val="20"/>
              </w:rPr>
              <w:t xml:space="preserve"> reserves the right to award a contract based on an alternative quote. If multiple/alternative quotes are being submitted, they must be clearly marked as “Main Quote” and “Alternative Quote”</w:t>
            </w:r>
          </w:p>
        </w:tc>
      </w:tr>
      <w:tr w:rsidR="00B9544A" w:rsidRPr="000578F0" w14:paraId="623578D8" w14:textId="77777777" w:rsidTr="00002895">
        <w:tc>
          <w:tcPr>
            <w:tcW w:w="2689" w:type="dxa"/>
          </w:tcPr>
          <w:p w14:paraId="2B17CD15" w14:textId="72D97A56" w:rsidR="00B9544A" w:rsidRPr="00CE7DF1" w:rsidRDefault="00B9544A" w:rsidP="0022078F">
            <w:pPr>
              <w:rPr>
                <w:b/>
                <w:bCs/>
                <w:sz w:val="20"/>
                <w:szCs w:val="20"/>
              </w:rPr>
            </w:pPr>
            <w:r w:rsidRPr="00CE7DF1">
              <w:rPr>
                <w:b/>
                <w:bCs/>
                <w:sz w:val="20"/>
                <w:szCs w:val="20"/>
              </w:rPr>
              <w:t>Payment Terms</w:t>
            </w:r>
          </w:p>
        </w:tc>
        <w:tc>
          <w:tcPr>
            <w:tcW w:w="7026" w:type="dxa"/>
          </w:tcPr>
          <w:p w14:paraId="4B235FF7" w14:textId="00B53C9F" w:rsidR="002562B1" w:rsidRPr="00260675" w:rsidRDefault="00DD5D04"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CA1143">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27256F8F" w14:textId="3E2342B6" w:rsidR="00B9544A" w:rsidRPr="00260675" w:rsidRDefault="00DD5D04" w:rsidP="00CA1143">
            <w:pPr>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CA1143">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sdt>
              <w:sdtPr>
                <w:rPr>
                  <w:rFonts w:cstheme="minorHAnsi"/>
                  <w:sz w:val="20"/>
                  <w:szCs w:val="20"/>
                </w:rPr>
                <w:alias w:val="Specify"/>
                <w:tag w:val="Specify"/>
                <w:id w:val="1617869651"/>
                <w:placeholder>
                  <w:docPart w:val="924EF0777CF84A60AA391EA49FC63090"/>
                </w:placeholder>
                <w:text/>
              </w:sdtPr>
              <w:sdtEndPr/>
              <w:sdtContent>
                <w:r w:rsidR="00CA1143">
                  <w:rPr>
                    <w:rFonts w:cstheme="minorHAnsi"/>
                    <w:sz w:val="20"/>
                    <w:szCs w:val="20"/>
                  </w:rPr>
                  <w:t xml:space="preserve">: </w:t>
                </w:r>
                <w:r w:rsidR="00CA1143" w:rsidRPr="00CA1143">
                  <w:rPr>
                    <w:rFonts w:cstheme="minorHAnsi"/>
                    <w:sz w:val="20"/>
                    <w:szCs w:val="20"/>
                  </w:rPr>
                  <w:t>The award will be paid out in a schedule that includes an initial payment with two staggered smaller payments after receipt of a progress and final report of the project, respectively</w:t>
                </w:r>
                <w:r w:rsidR="00CA1143">
                  <w:rPr>
                    <w:rFonts w:cstheme="minorHAnsi"/>
                    <w:sz w:val="20"/>
                    <w:szCs w:val="20"/>
                  </w:rPr>
                  <w:t>.</w:t>
                </w:r>
              </w:sdtContent>
            </w:sdt>
          </w:p>
        </w:tc>
      </w:tr>
      <w:tr w:rsidR="00B9544A" w:rsidRPr="000578F0" w14:paraId="09003566" w14:textId="77777777" w:rsidTr="00002895">
        <w:tc>
          <w:tcPr>
            <w:tcW w:w="2689" w:type="dxa"/>
          </w:tcPr>
          <w:p w14:paraId="3869E3A4"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514ED701" w14:textId="19EE3C57"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proofErr w:type="spellStart"/>
                <w:r w:rsidR="008112B1">
                  <w:rPr>
                    <w:rFonts w:cstheme="minorHAnsi"/>
                    <w:sz w:val="20"/>
                    <w:szCs w:val="20"/>
                  </w:rPr>
                  <w:t>Emoke</w:t>
                </w:r>
                <w:proofErr w:type="spellEnd"/>
                <w:r w:rsidR="008112B1">
                  <w:rPr>
                    <w:rFonts w:cstheme="minorHAnsi"/>
                    <w:sz w:val="20"/>
                    <w:szCs w:val="20"/>
                  </w:rPr>
                  <w:t xml:space="preserve"> </w:t>
                </w:r>
                <w:proofErr w:type="spellStart"/>
                <w:r w:rsidR="008112B1">
                  <w:rPr>
                    <w:rFonts w:cstheme="minorHAnsi"/>
                    <w:sz w:val="20"/>
                    <w:szCs w:val="20"/>
                  </w:rPr>
                  <w:t>Ficz</w:t>
                </w:r>
                <w:proofErr w:type="spellEnd"/>
              </w:sdtContent>
            </w:sdt>
          </w:p>
          <w:p w14:paraId="589B25B1" w14:textId="3561F0B4" w:rsidR="002609ED" w:rsidRPr="00260675" w:rsidRDefault="002609ED" w:rsidP="0022078F">
            <w:pPr>
              <w:rPr>
                <w:rFonts w:cstheme="minorHAnsi"/>
                <w:sz w:val="20"/>
                <w:szCs w:val="20"/>
              </w:rPr>
            </w:pPr>
            <w:r w:rsidRPr="00260675">
              <w:rPr>
                <w:rFonts w:cstheme="minorHAnsi"/>
                <w:sz w:val="20"/>
                <w:szCs w:val="20"/>
              </w:rPr>
              <w:t xml:space="preserve">E-mail address: </w:t>
            </w:r>
            <w:r w:rsidR="00705DED">
              <w:rPr>
                <w:rFonts w:cstheme="minorHAnsi"/>
                <w:sz w:val="20"/>
                <w:szCs w:val="20"/>
              </w:rPr>
              <w:t>procurement@opcw.org</w:t>
            </w:r>
          </w:p>
          <w:p w14:paraId="5301D975" w14:textId="095C0016" w:rsidR="006717F3" w:rsidRPr="00260675" w:rsidRDefault="006717F3" w:rsidP="0022078F">
            <w:pPr>
              <w:rPr>
                <w:rFonts w:cstheme="minorHAnsi"/>
                <w:color w:val="FF0000"/>
                <w:sz w:val="20"/>
                <w:szCs w:val="20"/>
              </w:rPr>
            </w:pPr>
          </w:p>
        </w:tc>
      </w:tr>
      <w:tr w:rsidR="0080296B" w:rsidRPr="000578F0" w14:paraId="1632EB0D" w14:textId="77777777" w:rsidTr="00002895">
        <w:tc>
          <w:tcPr>
            <w:tcW w:w="2689" w:type="dxa"/>
          </w:tcPr>
          <w:p w14:paraId="680D4000" w14:textId="66D0CCC5" w:rsidR="0080296B" w:rsidRPr="00CE7DF1" w:rsidRDefault="00625F80" w:rsidP="0022078F">
            <w:pPr>
              <w:rPr>
                <w:b/>
                <w:bCs/>
                <w:sz w:val="20"/>
                <w:szCs w:val="20"/>
              </w:rPr>
            </w:pPr>
            <w:r w:rsidRPr="00CE7DF1">
              <w:rPr>
                <w:b/>
                <w:bCs/>
                <w:sz w:val="20"/>
                <w:szCs w:val="20"/>
              </w:rPr>
              <w:t>Clarifications</w:t>
            </w:r>
          </w:p>
        </w:tc>
        <w:tc>
          <w:tcPr>
            <w:tcW w:w="7026" w:type="dxa"/>
          </w:tcPr>
          <w:p w14:paraId="5F5D37CF" w14:textId="04981D38" w:rsidR="00022F87" w:rsidRPr="00260675" w:rsidRDefault="00625F80" w:rsidP="008112B1">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w:t>
            </w:r>
            <w:r w:rsidR="00022F87" w:rsidRPr="004408FD">
              <w:rPr>
                <w:rFonts w:cstheme="minorHAnsi"/>
                <w:b/>
                <w:sz w:val="20"/>
                <w:szCs w:val="20"/>
              </w:rPr>
              <w:t xml:space="preserve">any later than </w:t>
            </w:r>
            <w:sdt>
              <w:sdtPr>
                <w:rPr>
                  <w:rFonts w:cstheme="minorHAnsi"/>
                  <w:b/>
                  <w:sz w:val="20"/>
                  <w:szCs w:val="20"/>
                </w:rPr>
                <w:id w:val="1297792920"/>
                <w:placeholder>
                  <w:docPart w:val="942C76032EBA4064B35C21CD29B21531"/>
                </w:placeholder>
                <w:text/>
              </w:sdtPr>
              <w:sdtEndPr/>
              <w:sdtContent>
                <w:r w:rsidR="008112B1" w:rsidRPr="004408FD">
                  <w:rPr>
                    <w:rFonts w:cstheme="minorHAnsi"/>
                    <w:b/>
                    <w:sz w:val="20"/>
                    <w:szCs w:val="20"/>
                  </w:rPr>
                  <w:t>7</w:t>
                </w:r>
              </w:sdtContent>
            </w:sdt>
            <w:r w:rsidR="002609ED" w:rsidRPr="004408FD">
              <w:rPr>
                <w:rFonts w:cstheme="minorHAnsi"/>
                <w:b/>
                <w:sz w:val="20"/>
                <w:szCs w:val="20"/>
              </w:rPr>
              <w:t xml:space="preserve"> days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r w:rsidR="008112B1">
              <w:rPr>
                <w:rFonts w:cstheme="minorHAnsi"/>
                <w:sz w:val="20"/>
                <w:szCs w:val="20"/>
              </w:rPr>
              <w:t>by email.</w:t>
            </w:r>
          </w:p>
        </w:tc>
      </w:tr>
      <w:tr w:rsidR="00D421C6" w:rsidRPr="000578F0" w14:paraId="4C714FB3" w14:textId="77777777" w:rsidTr="00002895">
        <w:tc>
          <w:tcPr>
            <w:tcW w:w="2689" w:type="dxa"/>
          </w:tcPr>
          <w:p w14:paraId="3A7005F3" w14:textId="77777777" w:rsidR="00D421C6" w:rsidRPr="00CE7DF1" w:rsidRDefault="00D421C6" w:rsidP="0022078F">
            <w:pPr>
              <w:rPr>
                <w:b/>
                <w:bCs/>
                <w:sz w:val="20"/>
                <w:szCs w:val="20"/>
              </w:rPr>
            </w:pPr>
            <w:r w:rsidRPr="00CE7DF1">
              <w:rPr>
                <w:b/>
                <w:bCs/>
                <w:sz w:val="20"/>
                <w:szCs w:val="20"/>
              </w:rPr>
              <w:t>Evaluation method</w:t>
            </w:r>
          </w:p>
        </w:tc>
        <w:tc>
          <w:tcPr>
            <w:tcW w:w="7026" w:type="dxa"/>
          </w:tcPr>
          <w:p w14:paraId="76A105E7" w14:textId="2A796D71" w:rsidR="00D421C6" w:rsidRPr="00D7211D" w:rsidRDefault="00DD5D04" w:rsidP="0022078F">
            <w:pPr>
              <w:rPr>
                <w:rFonts w:cstheme="minorHAnsi"/>
                <w:sz w:val="20"/>
                <w:szCs w:val="20"/>
              </w:rPr>
            </w:pPr>
            <w:sdt>
              <w:sdtPr>
                <w:rPr>
                  <w:rFonts w:cstheme="minorHAnsi"/>
                  <w:sz w:val="20"/>
                  <w:szCs w:val="20"/>
                </w:rPr>
                <w:id w:val="488217258"/>
                <w14:checkbox>
                  <w14:checked w14:val="0"/>
                  <w14:checkedState w14:val="2612" w14:font="MS Gothic"/>
                  <w14:uncheckedState w14:val="2610" w14:font="MS Gothic"/>
                </w14:checkbox>
              </w:sdtPr>
              <w:sdtEndPr/>
              <w:sdtContent>
                <w:r w:rsidR="00CA114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1A6C6BD3" w14:textId="13DBC335" w:rsidR="00E47887" w:rsidRPr="00260675" w:rsidRDefault="00DD5D04" w:rsidP="00CA1143">
            <w:pPr>
              <w:rPr>
                <w:rFonts w:cstheme="minorHAnsi"/>
                <w:sz w:val="20"/>
                <w:szCs w:val="20"/>
              </w:rPr>
            </w:pPr>
            <w:sdt>
              <w:sdtPr>
                <w:rPr>
                  <w:rFonts w:cstheme="minorHAnsi"/>
                  <w:sz w:val="20"/>
                  <w:szCs w:val="20"/>
                </w:rPr>
                <w:id w:val="-288663591"/>
                <w14:checkbox>
                  <w14:checked w14:val="1"/>
                  <w14:checkedState w14:val="2612" w14:font="MS Gothic"/>
                  <w14:uncheckedState w14:val="2610" w14:font="MS Gothic"/>
                </w14:checkbox>
              </w:sdtPr>
              <w:sdtEndPr/>
              <w:sdtContent>
                <w:r w:rsidR="00CA1143">
                  <w:rPr>
                    <w:rFonts w:ascii="MS Gothic" w:eastAsia="MS Gothic" w:hAnsi="MS Gothic" w:cstheme="minorHAnsi" w:hint="eastAsia"/>
                    <w:sz w:val="20"/>
                    <w:szCs w:val="20"/>
                  </w:rPr>
                  <w:t>☒</w:t>
                </w:r>
              </w:sdtContent>
            </w:sdt>
            <w:r w:rsidR="00E47887" w:rsidRPr="00D7211D">
              <w:rPr>
                <w:rFonts w:cstheme="minorHAnsi"/>
                <w:sz w:val="20"/>
                <w:szCs w:val="20"/>
              </w:rPr>
              <w:t xml:space="preserve"> Other</w:t>
            </w:r>
            <w:sdt>
              <w:sdtPr>
                <w:rPr>
                  <w:rFonts w:cstheme="minorHAnsi"/>
                  <w:sz w:val="20"/>
                  <w:szCs w:val="20"/>
                </w:rPr>
                <w:alias w:val="Insert method here"/>
                <w:tag w:val="Insert method here"/>
                <w:id w:val="1657810365"/>
                <w:placeholder>
                  <w:docPart w:val="7C88CDBBE4C447FCAC10DC12F9B5A230"/>
                </w:placeholder>
                <w:text w:multiLine="1"/>
              </w:sdtPr>
              <w:sdtEndPr/>
              <w:sdtContent>
                <w:r w:rsidR="00CA1143">
                  <w:rPr>
                    <w:rFonts w:cstheme="minorHAnsi"/>
                    <w:sz w:val="20"/>
                    <w:szCs w:val="20"/>
                  </w:rPr>
                  <w:t>: Proposals</w:t>
                </w:r>
                <w:r w:rsidR="00CA1143" w:rsidRPr="00CA1143">
                  <w:rPr>
                    <w:rFonts w:cstheme="minorHAnsi"/>
                    <w:sz w:val="20"/>
                    <w:szCs w:val="20"/>
                  </w:rPr>
                  <w:t xml:space="preserve"> will be evaluated by a Technical Evaluation Team. Up to 10 submissions (at least one from a State within each regional group that provides submissions) will be invited to “pitch” their proof-of-concept proposals to the Technical Evaluation Team. Based on the presentations, up to five of the submissions) will be awarded a fixed price contract of up to €40,000. Should travel be necessary, the OPCW will provide travel, accommodation and entry visa (if needed) support.</w:t>
                </w:r>
              </w:sdtContent>
            </w:sdt>
          </w:p>
        </w:tc>
      </w:tr>
      <w:tr w:rsidR="001D2ACD" w:rsidRPr="000578F0" w14:paraId="07E3BC7C" w14:textId="77777777" w:rsidTr="00002895">
        <w:tc>
          <w:tcPr>
            <w:tcW w:w="2689" w:type="dxa"/>
          </w:tcPr>
          <w:p w14:paraId="320B5BE5" w14:textId="77777777" w:rsidR="001D2ACD" w:rsidRPr="00CE7DF1" w:rsidRDefault="001D2ACD" w:rsidP="0022078F">
            <w:pPr>
              <w:rPr>
                <w:b/>
                <w:bCs/>
                <w:sz w:val="20"/>
                <w:szCs w:val="20"/>
              </w:rPr>
            </w:pPr>
            <w:r w:rsidRPr="00CE7DF1">
              <w:rPr>
                <w:b/>
                <w:bCs/>
                <w:sz w:val="20"/>
                <w:szCs w:val="20"/>
              </w:rPr>
              <w:t>Evaluation criteria</w:t>
            </w:r>
          </w:p>
        </w:tc>
        <w:tc>
          <w:tcPr>
            <w:tcW w:w="7026" w:type="dxa"/>
          </w:tcPr>
          <w:p w14:paraId="78D1402C" w14:textId="1D083DE5" w:rsidR="001D2ACD" w:rsidRPr="000578F0" w:rsidRDefault="00DD5D04" w:rsidP="0022078F">
            <w:sdt>
              <w:sdtPr>
                <w:id w:val="1290009550"/>
                <w14:checkbox>
                  <w14:checked w14:val="1"/>
                  <w14:checkedState w14:val="2612" w14:font="MS Gothic"/>
                  <w14:uncheckedState w14:val="2610" w14:font="MS Gothic"/>
                </w14:checkbox>
              </w:sdtPr>
              <w:sdtEndPr/>
              <w:sdtContent>
                <w:r w:rsidR="00632CEA">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 xml:space="preserve">Annex </w:t>
            </w:r>
            <w:r w:rsidR="00527FB3">
              <w:rPr>
                <w:sz w:val="20"/>
                <w:szCs w:val="20"/>
              </w:rPr>
              <w:t>B</w:t>
            </w:r>
            <w:r w:rsidR="00527FB3" w:rsidRPr="000578F0">
              <w:t xml:space="preserve"> </w:t>
            </w:r>
          </w:p>
          <w:p w14:paraId="0E97CBFA" w14:textId="77777777" w:rsidR="004E2B5A" w:rsidRPr="00D7211D" w:rsidRDefault="00DD5D04"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7078F030" w14:textId="1D2EBC64" w:rsidR="009E62C1" w:rsidRPr="00D7211D" w:rsidRDefault="00DD5D04"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6AA34E62" w14:textId="77777777" w:rsidR="001D0714" w:rsidRPr="00D7211D" w:rsidRDefault="00DD5D04"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1602E3A4" w14:textId="77777777" w:rsidR="00806875" w:rsidRPr="000578F0" w:rsidRDefault="00DD5D04"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sz w:val="20"/>
                  <w:szCs w:val="20"/>
                </w:rPr>
                <w:alias w:val="Insert alternative/additional criteria here"/>
                <w:tag w:val="Insert alternative/additional criteria here"/>
                <w:id w:val="1845054469"/>
                <w:placeholder>
                  <w:docPart w:val="15208942A6024DE8946845DB5DA0E9C5"/>
                </w:placeholder>
                <w:showingPlcHdr/>
                <w:text w:multiLine="1"/>
              </w:sdtPr>
              <w:sdtEndPr/>
              <w:sdtContent>
                <w:r w:rsidR="00646FCF" w:rsidRPr="00D7211D">
                  <w:rPr>
                    <w:rStyle w:val="PlaceholderText"/>
                    <w:rFonts w:cstheme="minorHAnsi"/>
                    <w:sz w:val="20"/>
                    <w:szCs w:val="20"/>
                  </w:rPr>
                  <w:t>Click or tap here to enter text.</w:t>
                </w:r>
              </w:sdtContent>
            </w:sdt>
            <w:r w:rsidR="00806875" w:rsidRPr="000578F0">
              <w:t xml:space="preserve"> </w:t>
            </w:r>
          </w:p>
        </w:tc>
      </w:tr>
      <w:tr w:rsidR="006D09D2" w:rsidRPr="000578F0" w14:paraId="72624D9D" w14:textId="77777777" w:rsidTr="00002895">
        <w:tc>
          <w:tcPr>
            <w:tcW w:w="2689" w:type="dxa"/>
          </w:tcPr>
          <w:p w14:paraId="46C29379" w14:textId="77777777" w:rsidR="006D09D2" w:rsidRPr="00CE7DF1" w:rsidRDefault="006D09D2" w:rsidP="0022078F">
            <w:pPr>
              <w:rPr>
                <w:b/>
                <w:bCs/>
                <w:sz w:val="20"/>
                <w:szCs w:val="20"/>
              </w:rPr>
            </w:pPr>
            <w:r w:rsidRPr="00CE7DF1">
              <w:rPr>
                <w:b/>
                <w:bCs/>
                <w:sz w:val="20"/>
                <w:szCs w:val="20"/>
              </w:rPr>
              <w:t>Right not to accept any quotation</w:t>
            </w:r>
          </w:p>
        </w:tc>
        <w:tc>
          <w:tcPr>
            <w:tcW w:w="7026" w:type="dxa"/>
          </w:tcPr>
          <w:p w14:paraId="31A06C2A" w14:textId="406A73C2" w:rsidR="006D09D2" w:rsidRPr="00260675" w:rsidRDefault="00705DED" w:rsidP="00705DED">
            <w:pPr>
              <w:rPr>
                <w:sz w:val="20"/>
                <w:szCs w:val="20"/>
              </w:rPr>
            </w:pPr>
            <w:r>
              <w:rPr>
                <w:sz w:val="20"/>
                <w:szCs w:val="20"/>
              </w:rPr>
              <w:t>The OPCW</w:t>
            </w:r>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813F41C" w14:textId="77777777" w:rsidTr="00002895">
        <w:tc>
          <w:tcPr>
            <w:tcW w:w="2689" w:type="dxa"/>
          </w:tcPr>
          <w:p w14:paraId="40486F61" w14:textId="561381B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35E5B315" w14:textId="0A35CE47" w:rsidR="00E12049" w:rsidRPr="00260675" w:rsidRDefault="008112B1" w:rsidP="00705DED">
            <w:pPr>
              <w:rPr>
                <w:sz w:val="20"/>
                <w:szCs w:val="20"/>
              </w:rPr>
            </w:pPr>
            <w:r>
              <w:rPr>
                <w:rFonts w:cstheme="minorHAnsi"/>
                <w:bCs/>
                <w:sz w:val="20"/>
                <w:szCs w:val="20"/>
              </w:rPr>
              <w:t>N/A</w:t>
            </w:r>
          </w:p>
        </w:tc>
      </w:tr>
      <w:tr w:rsidR="00052F19" w:rsidRPr="000578F0" w14:paraId="307E5A44" w14:textId="77777777" w:rsidTr="00002895">
        <w:tc>
          <w:tcPr>
            <w:tcW w:w="2689" w:type="dxa"/>
          </w:tcPr>
          <w:p w14:paraId="4088BAF3" w14:textId="77777777" w:rsidR="00052F19" w:rsidRPr="00CE7DF1" w:rsidRDefault="00052F19" w:rsidP="0022078F">
            <w:pPr>
              <w:rPr>
                <w:b/>
                <w:bCs/>
                <w:sz w:val="20"/>
                <w:szCs w:val="20"/>
              </w:rPr>
            </w:pPr>
            <w:r w:rsidRPr="00CE7DF1">
              <w:rPr>
                <w:b/>
                <w:bCs/>
                <w:sz w:val="20"/>
                <w:szCs w:val="20"/>
              </w:rPr>
              <w:t>Type of Contract to be awarded</w:t>
            </w:r>
          </w:p>
        </w:tc>
        <w:tc>
          <w:tcPr>
            <w:tcW w:w="7026" w:type="dxa"/>
          </w:tcPr>
          <w:p w14:paraId="5878E1E1" w14:textId="466F3B73" w:rsidR="00052F19" w:rsidRPr="00260675" w:rsidRDefault="00DF3130" w:rsidP="00DF3130">
            <w:pPr>
              <w:rPr>
                <w:sz w:val="20"/>
                <w:szCs w:val="20"/>
                <w:highlight w:val="yellow"/>
              </w:rPr>
            </w:pPr>
            <w:r>
              <w:rPr>
                <w:sz w:val="20"/>
                <w:szCs w:val="20"/>
              </w:rPr>
              <w:t>A Purchase Order (PO)</w:t>
            </w:r>
            <w:r w:rsidRPr="00DF3130">
              <w:rPr>
                <w:sz w:val="20"/>
                <w:szCs w:val="20"/>
              </w:rPr>
              <w:t xml:space="preserve">, the OPCW General Terms and Conditions </w:t>
            </w:r>
            <w:r w:rsidR="008112B1">
              <w:rPr>
                <w:sz w:val="20"/>
                <w:szCs w:val="20"/>
              </w:rPr>
              <w:t xml:space="preserve">(GTC) for the Purchase of </w:t>
            </w:r>
            <w:r w:rsidR="008112B1" w:rsidRPr="008112B1">
              <w:rPr>
                <w:sz w:val="20"/>
                <w:szCs w:val="20"/>
              </w:rPr>
              <w:t>Services</w:t>
            </w:r>
            <w:r w:rsidR="008112B1">
              <w:rPr>
                <w:sz w:val="20"/>
                <w:szCs w:val="20"/>
              </w:rPr>
              <w:t xml:space="preserve"> </w:t>
            </w:r>
            <w:r w:rsidRPr="00DF3130">
              <w:rPr>
                <w:sz w:val="20"/>
                <w:szCs w:val="20"/>
              </w:rPr>
              <w:t>(Annex A</w:t>
            </w:r>
            <w:r w:rsidR="008112B1">
              <w:rPr>
                <w:sz w:val="20"/>
                <w:szCs w:val="20"/>
              </w:rPr>
              <w:t xml:space="preserve">), the </w:t>
            </w:r>
            <w:r w:rsidR="008112B1" w:rsidRPr="008112B1">
              <w:rPr>
                <w:sz w:val="20"/>
                <w:szCs w:val="20"/>
              </w:rPr>
              <w:t>Statement of Work</w:t>
            </w:r>
            <w:r>
              <w:rPr>
                <w:sz w:val="20"/>
                <w:szCs w:val="20"/>
              </w:rPr>
              <w:t xml:space="preserve"> (Annex B) and the Supplier’s Technical and </w:t>
            </w:r>
            <w:r w:rsidRPr="00DF3130">
              <w:rPr>
                <w:sz w:val="20"/>
                <w:szCs w:val="20"/>
              </w:rPr>
              <w:t xml:space="preserve">Financial Offer </w:t>
            </w:r>
            <w:r>
              <w:rPr>
                <w:sz w:val="20"/>
                <w:szCs w:val="20"/>
              </w:rPr>
              <w:t>(Annex C) shall form the C</w:t>
            </w:r>
            <w:r w:rsidRPr="00DF3130">
              <w:rPr>
                <w:sz w:val="20"/>
                <w:szCs w:val="20"/>
              </w:rPr>
              <w:t>ontract. In cases wher</w:t>
            </w:r>
            <w:r>
              <w:rPr>
                <w:sz w:val="20"/>
                <w:szCs w:val="20"/>
              </w:rPr>
              <w:t>e a bidder does not accept the type of Contract and the</w:t>
            </w:r>
            <w:r w:rsidRPr="00DF3130">
              <w:rPr>
                <w:sz w:val="20"/>
                <w:szCs w:val="20"/>
              </w:rPr>
              <w:t xml:space="preserve"> OPCW GTC, the OPCW reserves the right to reject the quotation.</w:t>
            </w:r>
          </w:p>
        </w:tc>
      </w:tr>
      <w:tr w:rsidR="00E6576F" w:rsidRPr="000578F0" w14:paraId="2C854433" w14:textId="77777777" w:rsidTr="00002895">
        <w:tc>
          <w:tcPr>
            <w:tcW w:w="2689" w:type="dxa"/>
          </w:tcPr>
          <w:p w14:paraId="7A59C142" w14:textId="77777777" w:rsidR="00E6576F" w:rsidRPr="00CE7DF1" w:rsidRDefault="00E6576F" w:rsidP="0022078F">
            <w:pPr>
              <w:rPr>
                <w:b/>
                <w:bCs/>
                <w:sz w:val="20"/>
                <w:szCs w:val="20"/>
              </w:rPr>
            </w:pPr>
            <w:r w:rsidRPr="00CE7DF1">
              <w:rPr>
                <w:b/>
                <w:bCs/>
                <w:sz w:val="20"/>
                <w:szCs w:val="20"/>
              </w:rPr>
              <w:t>Expected date for contract award.</w:t>
            </w:r>
          </w:p>
        </w:tc>
        <w:sdt>
          <w:sdtPr>
            <w:rPr>
              <w:sz w:val="20"/>
              <w:szCs w:val="20"/>
            </w:rPr>
            <w:id w:val="58905693"/>
            <w:placeholder>
              <w:docPart w:val="F6099A819FDD4C889F4A584DF5403778"/>
            </w:placeholder>
            <w:date w:fullDate="2021-04-01T00:00:00Z">
              <w:dateFormat w:val="dd MMMM yyyy"/>
              <w:lid w:val="en-GB"/>
              <w:storeMappedDataAs w:val="dateTime"/>
              <w:calendar w:val="gregorian"/>
            </w:date>
          </w:sdtPr>
          <w:sdtEndPr/>
          <w:sdtContent>
            <w:tc>
              <w:tcPr>
                <w:tcW w:w="7026" w:type="dxa"/>
              </w:tcPr>
              <w:p w14:paraId="60580A05" w14:textId="43634C15" w:rsidR="00E6576F" w:rsidRPr="000578F0" w:rsidRDefault="00DD5D04" w:rsidP="00C939DC">
                <w:pPr>
                  <w:rPr>
                    <w:rFonts w:cstheme="minorHAnsi"/>
                  </w:rPr>
                </w:pPr>
                <w:r>
                  <w:rPr>
                    <w:sz w:val="20"/>
                    <w:szCs w:val="20"/>
                  </w:rPr>
                  <w:t>01 April 2021</w:t>
                </w:r>
              </w:p>
            </w:tc>
          </w:sdtContent>
        </w:sdt>
      </w:tr>
    </w:tbl>
    <w:p w14:paraId="153ADE81" w14:textId="77777777" w:rsidR="002E25A3" w:rsidRDefault="002E25A3"/>
    <w:p w14:paraId="0E76C2F3" w14:textId="77777777" w:rsidR="00663BE5" w:rsidRPr="008E32FE" w:rsidRDefault="00663BE5">
      <w:r w:rsidRPr="008E32FE">
        <w:br w:type="page"/>
      </w:r>
      <w:bookmarkStart w:id="1" w:name="_GoBack"/>
      <w:bookmarkEnd w:id="1"/>
    </w:p>
    <w:p w14:paraId="3BCB3F67" w14:textId="37E11AB2" w:rsidR="00B72EB4" w:rsidRPr="00725DC3" w:rsidRDefault="00B72EB4" w:rsidP="00B72EB4">
      <w:pPr>
        <w:pStyle w:val="Heading2"/>
        <w:spacing w:after="240"/>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 xml:space="preserve">ANNEX </w:t>
      </w:r>
      <w:r>
        <w:rPr>
          <w:rFonts w:asciiTheme="minorHAnsi" w:hAnsiTheme="minorHAnsi" w:cstheme="minorHAnsi"/>
          <w:b/>
          <w:color w:val="auto"/>
          <w:sz w:val="24"/>
          <w:szCs w:val="24"/>
        </w:rPr>
        <w:t>A</w:t>
      </w:r>
      <w:r w:rsidRPr="00725DC3">
        <w:rPr>
          <w:rFonts w:asciiTheme="minorHAnsi" w:hAnsiTheme="minorHAnsi" w:cstheme="minorHAnsi"/>
          <w:b/>
          <w:color w:val="auto"/>
          <w:sz w:val="24"/>
          <w:szCs w:val="24"/>
        </w:rPr>
        <w:t xml:space="preserve">: </w:t>
      </w:r>
      <w:r w:rsidRPr="00B72EB4">
        <w:rPr>
          <w:rFonts w:asciiTheme="minorHAnsi" w:hAnsiTheme="minorHAnsi" w:cstheme="minorHAnsi"/>
          <w:b/>
          <w:color w:val="auto"/>
          <w:sz w:val="24"/>
          <w:szCs w:val="24"/>
        </w:rPr>
        <w:t>GENERAL CONDITIONS OF CONTRACT</w:t>
      </w:r>
    </w:p>
    <w:p w14:paraId="12F370C2" w14:textId="62772385" w:rsidR="00B72EB4" w:rsidRPr="00B72EB4" w:rsidRDefault="00DD5D04" w:rsidP="00B72EB4">
      <w:pPr>
        <w:pStyle w:val="Heading2"/>
        <w:spacing w:after="120"/>
        <w:rPr>
          <w:rFonts w:asciiTheme="minorHAnsi" w:hAnsiTheme="minorHAnsi" w:cstheme="minorHAnsi"/>
          <w:color w:val="auto"/>
          <w:sz w:val="20"/>
          <w:szCs w:val="20"/>
        </w:rPr>
      </w:pPr>
      <w:hyperlink r:id="rId15" w:history="1">
        <w:r w:rsidR="00B72EB4" w:rsidRPr="00B72EB4">
          <w:rPr>
            <w:rStyle w:val="Hyperlink"/>
            <w:rFonts w:asciiTheme="minorHAnsi" w:hAnsiTheme="minorHAnsi" w:cstheme="minorHAnsi"/>
            <w:sz w:val="20"/>
            <w:szCs w:val="20"/>
          </w:rPr>
          <w:t>General Terms and Conditions for Services</w:t>
        </w:r>
      </w:hyperlink>
    </w:p>
    <w:p w14:paraId="0E75E8A6" w14:textId="77777777" w:rsidR="00B72EB4" w:rsidRPr="00B72EB4" w:rsidRDefault="00B72EB4" w:rsidP="00B72EB4"/>
    <w:p w14:paraId="7D218DB6" w14:textId="056D4BB3" w:rsidR="004E2B5A" w:rsidRPr="00725DC3" w:rsidRDefault="00725DC3" w:rsidP="00F52CD1">
      <w:pPr>
        <w:pStyle w:val="Heading2"/>
        <w:spacing w:after="240"/>
        <w:rPr>
          <w:rFonts w:asciiTheme="minorHAnsi" w:hAnsiTheme="minorHAnsi" w:cstheme="minorHAnsi"/>
          <w:b/>
          <w:color w:val="auto"/>
          <w:sz w:val="24"/>
          <w:szCs w:val="24"/>
        </w:rPr>
      </w:pPr>
      <w:r w:rsidRPr="00725DC3">
        <w:rPr>
          <w:rFonts w:asciiTheme="minorHAnsi" w:hAnsiTheme="minorHAnsi" w:cstheme="minorHAnsi"/>
          <w:b/>
          <w:color w:val="auto"/>
          <w:sz w:val="24"/>
          <w:szCs w:val="24"/>
        </w:rPr>
        <w:t xml:space="preserve">ANNEX </w:t>
      </w:r>
      <w:r w:rsidR="00704B25">
        <w:rPr>
          <w:rFonts w:asciiTheme="minorHAnsi" w:hAnsiTheme="minorHAnsi" w:cstheme="minorHAnsi"/>
          <w:b/>
          <w:color w:val="auto"/>
          <w:sz w:val="24"/>
          <w:szCs w:val="24"/>
        </w:rPr>
        <w:t>B</w:t>
      </w:r>
      <w:r w:rsidRPr="00725DC3">
        <w:rPr>
          <w:rFonts w:asciiTheme="minorHAnsi" w:hAnsiTheme="minorHAnsi" w:cstheme="minorHAnsi"/>
          <w:b/>
          <w:color w:val="auto"/>
          <w:sz w:val="24"/>
          <w:szCs w:val="24"/>
        </w:rPr>
        <w:t>: SCHEDULE OF REQUIREMENTS</w:t>
      </w:r>
      <w:r w:rsidR="00F52CD1">
        <w:rPr>
          <w:rFonts w:asciiTheme="minorHAnsi" w:hAnsiTheme="minorHAnsi" w:cstheme="minorHAnsi"/>
          <w:b/>
          <w:color w:val="auto"/>
          <w:sz w:val="24"/>
          <w:szCs w:val="24"/>
        </w:rPr>
        <w:t xml:space="preserve"> (SPECIFICATIONS)</w:t>
      </w:r>
    </w:p>
    <w:p w14:paraId="33525B78" w14:textId="77C04705" w:rsidR="00F52CD1" w:rsidRDefault="00F52CD1" w:rsidP="00F52CD1">
      <w:pPr>
        <w:rPr>
          <w:rFonts w:eastAsiaTheme="majorEastAsia" w:cstheme="minorHAnsi"/>
          <w:sz w:val="20"/>
          <w:szCs w:val="20"/>
        </w:rPr>
      </w:pPr>
      <w:r>
        <w:rPr>
          <w:rFonts w:eastAsiaTheme="majorEastAsia" w:cstheme="minorHAnsi"/>
          <w:sz w:val="20"/>
          <w:szCs w:val="20"/>
        </w:rPr>
        <w:t>The Schedule of Requirements is defin</w:t>
      </w:r>
      <w:r w:rsidR="00B72EB4">
        <w:rPr>
          <w:rFonts w:eastAsiaTheme="majorEastAsia" w:cstheme="minorHAnsi"/>
          <w:sz w:val="20"/>
          <w:szCs w:val="20"/>
        </w:rPr>
        <w:t xml:space="preserve">ed in </w:t>
      </w:r>
      <w:r w:rsidR="00443117">
        <w:rPr>
          <w:rFonts w:eastAsiaTheme="majorEastAsia" w:cstheme="minorHAnsi"/>
          <w:sz w:val="20"/>
          <w:szCs w:val="20"/>
        </w:rPr>
        <w:t xml:space="preserve">the attached </w:t>
      </w:r>
      <w:r w:rsidR="00B72EB4">
        <w:rPr>
          <w:rFonts w:eastAsiaTheme="majorEastAsia" w:cstheme="minorHAnsi"/>
          <w:sz w:val="20"/>
          <w:szCs w:val="20"/>
        </w:rPr>
        <w:t>Annex B (</w:t>
      </w:r>
      <w:r>
        <w:rPr>
          <w:rFonts w:eastAsiaTheme="majorEastAsia" w:cstheme="minorHAnsi"/>
          <w:sz w:val="20"/>
          <w:szCs w:val="20"/>
        </w:rPr>
        <w:t>Statement of Work).</w:t>
      </w:r>
    </w:p>
    <w:p w14:paraId="7A99E0B4" w14:textId="77777777" w:rsidR="00B72EB4" w:rsidRDefault="00B72EB4" w:rsidP="00B72EB4">
      <w:pPr>
        <w:pStyle w:val="Heading2"/>
        <w:rPr>
          <w:rFonts w:asciiTheme="minorHAnsi" w:hAnsiTheme="minorHAnsi" w:cstheme="minorHAnsi"/>
          <w:b/>
          <w:bCs/>
          <w:color w:val="auto"/>
          <w:sz w:val="24"/>
          <w:szCs w:val="24"/>
          <w:lang w:val="en-US"/>
        </w:rPr>
      </w:pPr>
    </w:p>
    <w:p w14:paraId="18E08D2A" w14:textId="7FDF489F" w:rsidR="00B72EB4" w:rsidRPr="001353CB" w:rsidRDefault="00B72EB4" w:rsidP="00B72EB4">
      <w:pPr>
        <w:pStyle w:val="Heading2"/>
        <w:rPr>
          <w:rFonts w:asciiTheme="minorHAnsi" w:hAnsiTheme="minorHAnsi" w:cstheme="minorHAnsi"/>
          <w:b/>
          <w:bCs/>
          <w:color w:val="auto"/>
          <w:sz w:val="24"/>
          <w:szCs w:val="24"/>
        </w:rPr>
      </w:pPr>
      <w:r>
        <w:rPr>
          <w:rFonts w:asciiTheme="minorHAnsi" w:hAnsiTheme="minorHAnsi" w:cstheme="minorHAnsi"/>
          <w:b/>
          <w:bCs/>
          <w:color w:val="auto"/>
          <w:sz w:val="24"/>
          <w:szCs w:val="24"/>
          <w:lang w:val="en-US"/>
        </w:rPr>
        <w:t>A</w:t>
      </w:r>
      <w:r w:rsidRPr="001353CB">
        <w:rPr>
          <w:rFonts w:asciiTheme="minorHAnsi" w:hAnsiTheme="minorHAnsi" w:cstheme="minorHAnsi"/>
          <w:b/>
          <w:bCs/>
          <w:color w:val="auto"/>
          <w:sz w:val="24"/>
          <w:szCs w:val="24"/>
          <w:lang w:val="en-US"/>
        </w:rPr>
        <w:t xml:space="preserve">NNEX </w:t>
      </w:r>
      <w:r>
        <w:rPr>
          <w:rFonts w:asciiTheme="minorHAnsi" w:hAnsiTheme="minorHAnsi" w:cstheme="minorHAnsi"/>
          <w:b/>
          <w:bCs/>
          <w:color w:val="auto"/>
          <w:sz w:val="24"/>
          <w:szCs w:val="24"/>
          <w:lang w:val="en-US"/>
        </w:rPr>
        <w:t>C</w:t>
      </w:r>
      <w:r w:rsidRPr="001353CB">
        <w:rPr>
          <w:rFonts w:asciiTheme="minorHAnsi" w:hAnsiTheme="minorHAnsi" w:cstheme="minorHAnsi"/>
          <w:b/>
          <w:bCs/>
          <w:color w:val="auto"/>
          <w:sz w:val="24"/>
          <w:szCs w:val="24"/>
          <w:lang w:val="en-US"/>
        </w:rPr>
        <w:t xml:space="preserve">: TECHNICAL AND FINANCIAL OFFER </w:t>
      </w:r>
      <w:r>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79944465" w14:textId="1BECF610" w:rsidR="00B72EB4" w:rsidRPr="005E5F03" w:rsidRDefault="00B72EB4" w:rsidP="00B72EB4">
      <w:pPr>
        <w:rPr>
          <w:rFonts w:cstheme="minorHAnsi"/>
          <w:i/>
          <w:sz w:val="20"/>
          <w:szCs w:val="20"/>
        </w:rPr>
      </w:pPr>
      <w:r w:rsidRPr="005E5F03">
        <w:rPr>
          <w:rFonts w:cstheme="minorHAnsi"/>
          <w:i/>
          <w:sz w:val="20"/>
          <w:szCs w:val="20"/>
        </w:rPr>
        <w:t>Bidders are requested to complete this form, sign it and return it as part of th</w:t>
      </w:r>
      <w:r w:rsidR="00630C5A">
        <w:rPr>
          <w:rFonts w:cstheme="minorHAnsi"/>
          <w:i/>
          <w:sz w:val="20"/>
          <w:szCs w:val="20"/>
        </w:rPr>
        <w:t>eir quotation along with Annex D</w:t>
      </w:r>
      <w:r w:rsidRPr="005E5F03">
        <w:rPr>
          <w:rFonts w:cstheme="minorHAnsi"/>
          <w:i/>
          <w:sz w:val="20"/>
          <w:szCs w:val="20"/>
        </w:rPr>
        <w:t xml:space="preserve">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B72EB4" w:rsidRPr="005E5F03" w14:paraId="6EF50468" w14:textId="77777777" w:rsidTr="001543B7">
        <w:trPr>
          <w:trHeight w:val="360"/>
        </w:trPr>
        <w:tc>
          <w:tcPr>
            <w:tcW w:w="1979" w:type="dxa"/>
            <w:shd w:val="clear" w:color="auto" w:fill="auto"/>
            <w:vAlign w:val="center"/>
          </w:tcPr>
          <w:p w14:paraId="4810C31D" w14:textId="77777777" w:rsidR="00B72EB4" w:rsidRPr="005E5F03" w:rsidRDefault="00B72EB4" w:rsidP="001543B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E7E2F0154DA34559A9BE5BF27AD8522C"/>
            </w:placeholder>
            <w:showingPlcHdr/>
            <w:text/>
          </w:sdtPr>
          <w:sdtEndPr/>
          <w:sdtContent>
            <w:tc>
              <w:tcPr>
                <w:tcW w:w="7743" w:type="dxa"/>
                <w:gridSpan w:val="2"/>
                <w:shd w:val="clear" w:color="auto" w:fill="auto"/>
                <w:vAlign w:val="center"/>
              </w:tcPr>
              <w:p w14:paraId="461A0315" w14:textId="77777777" w:rsidR="00B72EB4" w:rsidRPr="005E5F03" w:rsidRDefault="00B72EB4" w:rsidP="001543B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B72EB4" w:rsidRPr="005E5F03" w14:paraId="4E5198A1" w14:textId="77777777" w:rsidTr="001543B7">
        <w:trPr>
          <w:trHeight w:val="360"/>
        </w:trPr>
        <w:tc>
          <w:tcPr>
            <w:tcW w:w="1979" w:type="dxa"/>
            <w:shd w:val="clear" w:color="auto" w:fill="auto"/>
          </w:tcPr>
          <w:p w14:paraId="48B70A6F" w14:textId="77777777" w:rsidR="00B72EB4" w:rsidRPr="005E5F03" w:rsidRDefault="00B72EB4" w:rsidP="001543B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66AF9F393C994F7D8DDE7F8B2377AF59"/>
            </w:placeholder>
            <w:text/>
          </w:sdtPr>
          <w:sdtEndPr/>
          <w:sdtContent>
            <w:tc>
              <w:tcPr>
                <w:tcW w:w="3693" w:type="dxa"/>
                <w:shd w:val="clear" w:color="auto" w:fill="auto"/>
                <w:vAlign w:val="center"/>
              </w:tcPr>
              <w:p w14:paraId="31181985" w14:textId="051F3178" w:rsidR="00B72EB4" w:rsidRPr="005E5F03" w:rsidRDefault="00443117" w:rsidP="00443117">
                <w:pPr>
                  <w:spacing w:before="120" w:after="120"/>
                  <w:rPr>
                    <w:rFonts w:cstheme="minorHAnsi"/>
                    <w:sz w:val="20"/>
                    <w:szCs w:val="20"/>
                  </w:rPr>
                </w:pPr>
                <w:r>
                  <w:rPr>
                    <w:rFonts w:cstheme="minorHAnsi"/>
                    <w:sz w:val="20"/>
                    <w:szCs w:val="20"/>
                  </w:rPr>
                  <w:t>OSP-P20-001</w:t>
                </w:r>
              </w:p>
            </w:tc>
          </w:sdtContent>
        </w:sdt>
        <w:tc>
          <w:tcPr>
            <w:tcW w:w="4050" w:type="dxa"/>
            <w:shd w:val="clear" w:color="auto" w:fill="auto"/>
            <w:vAlign w:val="center"/>
          </w:tcPr>
          <w:p w14:paraId="0497CAF4" w14:textId="77777777" w:rsidR="00B72EB4" w:rsidRPr="005E5F03" w:rsidRDefault="00B72EB4" w:rsidP="001543B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83BBEDBDC7A4499898FDC0C942546C3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B5935DA" w14:textId="77777777" w:rsidR="00B72EB4" w:rsidRPr="005E5F03" w:rsidRDefault="00B72EB4" w:rsidP="00B72EB4">
      <w:pPr>
        <w:spacing w:before="120" w:after="120"/>
        <w:rPr>
          <w:rFonts w:cstheme="minorHAnsi"/>
          <w:b/>
          <w:sz w:val="20"/>
          <w:szCs w:val="20"/>
        </w:rPr>
      </w:pPr>
      <w:r w:rsidRPr="005E5F03">
        <w:rPr>
          <w:rFonts w:cstheme="minorHAnsi"/>
          <w:b/>
          <w:sz w:val="20"/>
          <w:szCs w:val="20"/>
        </w:rPr>
        <w:t>Technical Offer</w:t>
      </w:r>
    </w:p>
    <w:p w14:paraId="1873AC1D" w14:textId="77777777" w:rsidR="00B72EB4" w:rsidRPr="00630C5A" w:rsidRDefault="00B72EB4" w:rsidP="00B72EB4">
      <w:pPr>
        <w:rPr>
          <w:rFonts w:cstheme="minorHAnsi"/>
          <w:sz w:val="20"/>
          <w:szCs w:val="20"/>
        </w:rPr>
      </w:pPr>
      <w:r w:rsidRPr="00630C5A">
        <w:rPr>
          <w:rFonts w:cstheme="minorHAnsi"/>
          <w:sz w:val="20"/>
          <w:szCs w:val="20"/>
        </w:rPr>
        <w:t>Provide the following:</w:t>
      </w:r>
    </w:p>
    <w:p w14:paraId="171545FB" w14:textId="0D3AA92A" w:rsidR="00BC6384" w:rsidRDefault="00BC6384" w:rsidP="00B72EB4">
      <w:pPr>
        <w:pStyle w:val="ListParagraph"/>
        <w:numPr>
          <w:ilvl w:val="0"/>
          <w:numId w:val="9"/>
        </w:numPr>
        <w:spacing w:line="256" w:lineRule="auto"/>
        <w:rPr>
          <w:rFonts w:cstheme="minorHAnsi"/>
          <w:sz w:val="20"/>
          <w:szCs w:val="20"/>
        </w:rPr>
      </w:pPr>
      <w:proofErr w:type="gramStart"/>
      <w:r w:rsidRPr="00BC6384">
        <w:rPr>
          <w:rFonts w:cstheme="minorHAnsi"/>
          <w:sz w:val="20"/>
          <w:szCs w:val="20"/>
        </w:rPr>
        <w:t>submissions</w:t>
      </w:r>
      <w:proofErr w:type="gramEnd"/>
      <w:r w:rsidRPr="00BC6384">
        <w:rPr>
          <w:rFonts w:cstheme="minorHAnsi"/>
          <w:sz w:val="20"/>
          <w:szCs w:val="20"/>
        </w:rPr>
        <w:t xml:space="preserve"> do not require experimental demonstration. All submissions must provide a proposal for experimentally demonstrating a proof-of-concept. Proposals should describe how a given type of plant might present an “on-site” observable change and link this change to any indicative biomarker(s) that could be confirmed with “off-site” (laboratory-based) molecular detection methods.</w:t>
      </w:r>
      <w:r>
        <w:rPr>
          <w:rFonts w:cstheme="minorHAnsi"/>
          <w:sz w:val="20"/>
          <w:szCs w:val="20"/>
        </w:rPr>
        <w:t xml:space="preserve"> For more details please consult Annex B Statement of Work</w:t>
      </w:r>
      <w:r w:rsidR="00DC66A8">
        <w:rPr>
          <w:rFonts w:cstheme="minorHAnsi"/>
          <w:sz w:val="20"/>
          <w:szCs w:val="20"/>
        </w:rPr>
        <w:t>;</w:t>
      </w:r>
    </w:p>
    <w:p w14:paraId="289E85B1" w14:textId="66D1D98E" w:rsidR="00B72EB4" w:rsidRPr="00630C5A" w:rsidRDefault="00B72EB4" w:rsidP="00B72EB4">
      <w:pPr>
        <w:pStyle w:val="ListParagraph"/>
        <w:numPr>
          <w:ilvl w:val="0"/>
          <w:numId w:val="9"/>
        </w:numPr>
        <w:spacing w:line="256" w:lineRule="auto"/>
        <w:rPr>
          <w:rFonts w:cstheme="minorHAnsi"/>
          <w:sz w:val="20"/>
          <w:szCs w:val="20"/>
        </w:rPr>
      </w:pPr>
      <w:r w:rsidRPr="00630C5A">
        <w:rPr>
          <w:rFonts w:cstheme="minorHAnsi"/>
          <w:sz w:val="20"/>
          <w:szCs w:val="20"/>
        </w:rPr>
        <w:t>a description of your qualification, capacity and expertise that is re</w:t>
      </w:r>
      <w:r w:rsidR="00DC66A8">
        <w:rPr>
          <w:rFonts w:cstheme="minorHAnsi"/>
          <w:sz w:val="20"/>
          <w:szCs w:val="20"/>
        </w:rPr>
        <w:t>levant to the Statement of Work;</w:t>
      </w:r>
    </w:p>
    <w:p w14:paraId="647B90C5" w14:textId="77777777" w:rsidR="00B72EB4" w:rsidRPr="00630C5A" w:rsidRDefault="00B72EB4" w:rsidP="00B72EB4">
      <w:pPr>
        <w:pStyle w:val="ListParagraph"/>
        <w:numPr>
          <w:ilvl w:val="0"/>
          <w:numId w:val="9"/>
        </w:numPr>
        <w:spacing w:line="256" w:lineRule="auto"/>
        <w:rPr>
          <w:rFonts w:cstheme="minorHAnsi"/>
          <w:sz w:val="20"/>
          <w:szCs w:val="20"/>
        </w:rPr>
      </w:pPr>
      <w:r w:rsidRPr="00630C5A">
        <w:rPr>
          <w:rFonts w:cstheme="minorHAnsi"/>
          <w:sz w:val="20"/>
          <w:szCs w:val="20"/>
        </w:rPr>
        <w:t xml:space="preserve">a methodology, approach and implementation plan; </w:t>
      </w:r>
    </w:p>
    <w:p w14:paraId="736DBB9E" w14:textId="6F1DEECD" w:rsidR="00B72EB4" w:rsidRPr="00630C5A" w:rsidRDefault="00B72EB4" w:rsidP="00B72EB4">
      <w:pPr>
        <w:pStyle w:val="ListParagraph"/>
        <w:numPr>
          <w:ilvl w:val="0"/>
          <w:numId w:val="9"/>
        </w:numPr>
        <w:spacing w:line="256" w:lineRule="auto"/>
        <w:rPr>
          <w:rFonts w:cstheme="minorHAnsi"/>
          <w:sz w:val="20"/>
          <w:szCs w:val="20"/>
        </w:rPr>
      </w:pPr>
      <w:proofErr w:type="gramStart"/>
      <w:r w:rsidRPr="00630C5A">
        <w:rPr>
          <w:rFonts w:cstheme="minorHAnsi"/>
          <w:sz w:val="20"/>
          <w:szCs w:val="20"/>
        </w:rPr>
        <w:t>team</w:t>
      </w:r>
      <w:proofErr w:type="gramEnd"/>
      <w:r w:rsidRPr="00630C5A">
        <w:rPr>
          <w:rFonts w:cstheme="minorHAnsi"/>
          <w:sz w:val="20"/>
          <w:szCs w:val="20"/>
        </w:rPr>
        <w:t xml:space="preserve"> compo</w:t>
      </w:r>
      <w:r w:rsidR="00DC66A8">
        <w:rPr>
          <w:rFonts w:cstheme="minorHAnsi"/>
          <w:sz w:val="20"/>
          <w:szCs w:val="20"/>
        </w:rPr>
        <w:t>sition and CVs of key personnel.</w:t>
      </w:r>
    </w:p>
    <w:p w14:paraId="53C3855F" w14:textId="77777777" w:rsidR="00B72EB4" w:rsidRPr="005E5F03" w:rsidRDefault="00B72EB4" w:rsidP="00B72EB4">
      <w:pPr>
        <w:rPr>
          <w:rFonts w:cstheme="minorHAnsi"/>
          <w:b/>
          <w:sz w:val="20"/>
          <w:szCs w:val="20"/>
        </w:rPr>
      </w:pPr>
      <w:r w:rsidRPr="005E5F03">
        <w:rPr>
          <w:rFonts w:cstheme="minorHAnsi"/>
          <w:b/>
          <w:sz w:val="20"/>
          <w:szCs w:val="20"/>
        </w:rPr>
        <w:t>Financial Offer</w:t>
      </w:r>
    </w:p>
    <w:p w14:paraId="0EE079C9" w14:textId="77777777" w:rsidR="00B72EB4" w:rsidRDefault="00B72EB4" w:rsidP="00B72EB4">
      <w:pPr>
        <w:rPr>
          <w:rFonts w:cstheme="minorHAnsi"/>
          <w:sz w:val="20"/>
          <w:szCs w:val="20"/>
        </w:rPr>
      </w:pPr>
      <w:r w:rsidRPr="005E5F03">
        <w:rPr>
          <w:rFonts w:cstheme="minorHAnsi"/>
          <w:sz w:val="20"/>
          <w:szCs w:val="20"/>
        </w:rPr>
        <w:t>Provide a lump sum for the provision of the services stated in your technical offer. The lump sum should include all costs of preparing and delivering the Services. All daily rates shall be based on an eight-hour working day.</w:t>
      </w:r>
    </w:p>
    <w:p w14:paraId="7323B2D3" w14:textId="60971421" w:rsidR="00BC6384" w:rsidRPr="00F45ABC" w:rsidRDefault="00BC6384" w:rsidP="00B72EB4">
      <w:pPr>
        <w:rPr>
          <w:rFonts w:cstheme="minorHAnsi"/>
          <w:b/>
          <w:sz w:val="20"/>
          <w:szCs w:val="20"/>
        </w:rPr>
      </w:pPr>
      <w:r w:rsidRPr="00F45ABC">
        <w:rPr>
          <w:rFonts w:cstheme="minorHAnsi"/>
          <w:b/>
          <w:sz w:val="20"/>
          <w:szCs w:val="20"/>
        </w:rPr>
        <w:t>Up to five of the submissions</w:t>
      </w:r>
      <w:r w:rsidR="00DC66A8">
        <w:rPr>
          <w:rFonts w:cstheme="minorHAnsi"/>
          <w:b/>
          <w:sz w:val="20"/>
          <w:szCs w:val="20"/>
        </w:rPr>
        <w:t xml:space="preserve"> </w:t>
      </w:r>
      <w:r w:rsidRPr="00F45ABC">
        <w:rPr>
          <w:rFonts w:cstheme="minorHAnsi"/>
          <w:b/>
          <w:sz w:val="20"/>
          <w:szCs w:val="20"/>
        </w:rPr>
        <w:t>will be awarded a fixed price contract of up to €40,000. Should travel be necessary, the OPCW will provide travel, accommodation and entry visa (if needed) support.</w:t>
      </w:r>
    </w:p>
    <w:p w14:paraId="54ACD98D" w14:textId="77777777" w:rsidR="00B72EB4" w:rsidRPr="005E5F03" w:rsidRDefault="00B72EB4" w:rsidP="00B72EB4">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846FF742EE4B4E1EA655183C88DBC05C"/>
          </w:placeholder>
          <w:showingPlcHdr/>
          <w:text/>
        </w:sdtPr>
        <w:sdtEnd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B72EB4" w:rsidRPr="005E5F03" w14:paraId="1A720650" w14:textId="77777777" w:rsidTr="001543B7">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622E5A5" w14:textId="77777777" w:rsidR="00B72EB4" w:rsidRPr="005E5F03" w:rsidRDefault="00B72EB4" w:rsidP="001543B7">
            <w:pPr>
              <w:jc w:val="center"/>
              <w:rPr>
                <w:rFonts w:cstheme="minorHAnsi"/>
                <w:b/>
                <w:sz w:val="20"/>
                <w:szCs w:val="20"/>
              </w:rPr>
            </w:pPr>
            <w:r w:rsidRPr="005E5F03">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D0A23E" w14:textId="77777777" w:rsidR="00B72EB4" w:rsidRPr="005E5F03" w:rsidRDefault="00B72EB4" w:rsidP="001543B7">
            <w:pPr>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5ECD9F2" w14:textId="77777777" w:rsidR="00B72EB4" w:rsidRPr="005E5F03" w:rsidRDefault="00B72EB4" w:rsidP="001543B7">
            <w:pPr>
              <w:jc w:val="center"/>
              <w:rPr>
                <w:rFonts w:cstheme="minorHAnsi"/>
                <w:b/>
                <w:sz w:val="20"/>
                <w:szCs w:val="20"/>
              </w:rPr>
            </w:pPr>
            <w:r w:rsidRPr="005E5F03">
              <w:rPr>
                <w:rFonts w:cstheme="minorHAnsi"/>
                <w:b/>
                <w:sz w:val="20"/>
                <w:szCs w:val="20"/>
              </w:rPr>
              <w:t xml:space="preserve">Price </w:t>
            </w:r>
          </w:p>
        </w:tc>
      </w:tr>
      <w:tr w:rsidR="00B72EB4" w:rsidRPr="005E5F03" w14:paraId="22A2B893" w14:textId="77777777" w:rsidTr="00BC6384">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2368E608" w14:textId="40936F5A" w:rsidR="00B72EB4" w:rsidRPr="005E5F03" w:rsidRDefault="00B72EB4" w:rsidP="001543B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tcPr>
          <w:p w14:paraId="0A4D98E0" w14:textId="7B2E76E0" w:rsidR="00B72EB4" w:rsidRPr="005E5F03" w:rsidRDefault="00B72EB4" w:rsidP="001543B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DEE864A" w14:textId="77777777" w:rsidR="00B72EB4" w:rsidRPr="005E5F03" w:rsidRDefault="00B72EB4" w:rsidP="001543B7">
            <w:pPr>
              <w:jc w:val="center"/>
              <w:rPr>
                <w:rFonts w:cstheme="minorHAnsi"/>
                <w:sz w:val="20"/>
                <w:szCs w:val="20"/>
              </w:rPr>
            </w:pPr>
          </w:p>
        </w:tc>
      </w:tr>
      <w:tr w:rsidR="00B72EB4" w:rsidRPr="005E5F03" w14:paraId="58B8D79F" w14:textId="77777777" w:rsidTr="001543B7">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4598A39F" w14:textId="77777777" w:rsidR="00B72EB4" w:rsidRPr="005E5F03" w:rsidRDefault="00B72EB4" w:rsidP="001543B7">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tcPr>
          <w:p w14:paraId="0BC9D339" w14:textId="77777777" w:rsidR="00B72EB4" w:rsidRPr="005E5F03" w:rsidRDefault="00B72EB4" w:rsidP="001543B7">
            <w:pPr>
              <w:rPr>
                <w:rFonts w:cstheme="minorHAnsi"/>
                <w:sz w:val="20"/>
                <w:szCs w:val="20"/>
              </w:rPr>
            </w:pPr>
          </w:p>
        </w:tc>
      </w:tr>
    </w:tbl>
    <w:p w14:paraId="4634C527" w14:textId="77777777" w:rsidR="00B72EB4" w:rsidRDefault="00B72EB4" w:rsidP="00B72EB4">
      <w:pPr>
        <w:rPr>
          <w:rFonts w:cstheme="minorHAnsi"/>
          <w:sz w:val="20"/>
          <w:szCs w:val="20"/>
        </w:rPr>
      </w:pPr>
    </w:p>
    <w:p w14:paraId="1A8AFA15" w14:textId="77777777" w:rsidR="00F45ABC" w:rsidRDefault="00F45ABC" w:rsidP="00B72EB4">
      <w:pPr>
        <w:rPr>
          <w:rFonts w:cstheme="minorHAnsi"/>
          <w:sz w:val="20"/>
          <w:szCs w:val="20"/>
        </w:rPr>
      </w:pPr>
    </w:p>
    <w:p w14:paraId="60A8A509" w14:textId="77777777" w:rsidR="00F45ABC" w:rsidRDefault="00F45ABC" w:rsidP="00B72EB4">
      <w:pPr>
        <w:rPr>
          <w:rFonts w:cstheme="minorHAnsi"/>
          <w:sz w:val="20"/>
          <w:szCs w:val="20"/>
        </w:rPr>
      </w:pPr>
    </w:p>
    <w:p w14:paraId="40D026F5" w14:textId="77777777" w:rsidR="00F45ABC" w:rsidRDefault="00F45ABC" w:rsidP="00B72EB4">
      <w:pPr>
        <w:rPr>
          <w:rFonts w:cstheme="minorHAnsi"/>
          <w:sz w:val="20"/>
          <w:szCs w:val="20"/>
        </w:rPr>
      </w:pPr>
    </w:p>
    <w:p w14:paraId="174E140A" w14:textId="77777777" w:rsidR="00630C5A" w:rsidRDefault="00630C5A" w:rsidP="00B72EB4">
      <w:pPr>
        <w:rPr>
          <w:rFonts w:cstheme="minorHAnsi"/>
          <w:sz w:val="20"/>
          <w:szCs w:val="20"/>
        </w:rPr>
      </w:pPr>
    </w:p>
    <w:p w14:paraId="369EE154" w14:textId="77777777" w:rsidR="00B72EB4" w:rsidRPr="005E5F03" w:rsidRDefault="00B72EB4" w:rsidP="00B72EB4">
      <w:pPr>
        <w:rPr>
          <w:rFonts w:cstheme="minorHAnsi"/>
          <w:b/>
          <w:sz w:val="20"/>
          <w:szCs w:val="20"/>
        </w:rPr>
      </w:pPr>
      <w:r w:rsidRPr="005E5F03">
        <w:rPr>
          <w:rFonts w:cstheme="minorHAnsi"/>
          <w:b/>
          <w:sz w:val="20"/>
          <w:szCs w:val="20"/>
        </w:rPr>
        <w:lastRenderedPageBreak/>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B72EB4" w:rsidRPr="005E5F03" w14:paraId="4AC15FA6" w14:textId="77777777" w:rsidTr="001543B7">
        <w:trPr>
          <w:trHeight w:val="215"/>
        </w:trPr>
        <w:tc>
          <w:tcPr>
            <w:tcW w:w="4089" w:type="dxa"/>
            <w:vMerge w:val="restart"/>
            <w:shd w:val="clear" w:color="auto" w:fill="D9D9D9" w:themeFill="background1" w:themeFillShade="D9"/>
          </w:tcPr>
          <w:p w14:paraId="08371F0C" w14:textId="77777777" w:rsidR="00B72EB4" w:rsidRPr="005E5F03" w:rsidRDefault="00B72EB4" w:rsidP="001543B7">
            <w:pPr>
              <w:spacing w:after="0"/>
              <w:rPr>
                <w:rFonts w:cstheme="minorHAnsi"/>
                <w:sz w:val="20"/>
                <w:szCs w:val="20"/>
              </w:rPr>
            </w:pPr>
          </w:p>
          <w:p w14:paraId="45AEC66F" w14:textId="77777777" w:rsidR="00B72EB4" w:rsidRPr="005E5F03" w:rsidRDefault="00B72EB4" w:rsidP="001543B7">
            <w:pPr>
              <w:spacing w:after="0"/>
              <w:rPr>
                <w:rFonts w:cstheme="minorHAnsi"/>
                <w:sz w:val="20"/>
                <w:szCs w:val="20"/>
              </w:rPr>
            </w:pPr>
          </w:p>
        </w:tc>
        <w:tc>
          <w:tcPr>
            <w:tcW w:w="5631" w:type="dxa"/>
            <w:gridSpan w:val="3"/>
            <w:shd w:val="clear" w:color="auto" w:fill="D9D9D9" w:themeFill="background1" w:themeFillShade="D9"/>
          </w:tcPr>
          <w:p w14:paraId="5CFF5734" w14:textId="77777777" w:rsidR="00B72EB4" w:rsidRPr="005E5F03" w:rsidRDefault="00B72EB4" w:rsidP="001543B7">
            <w:pPr>
              <w:spacing w:after="0" w:line="240" w:lineRule="auto"/>
              <w:jc w:val="center"/>
              <w:rPr>
                <w:rFonts w:cstheme="minorHAnsi"/>
                <w:sz w:val="20"/>
                <w:szCs w:val="20"/>
              </w:rPr>
            </w:pPr>
            <w:r w:rsidRPr="005E5F03">
              <w:rPr>
                <w:rFonts w:cstheme="minorHAnsi"/>
                <w:sz w:val="20"/>
                <w:szCs w:val="20"/>
              </w:rPr>
              <w:t>You Responses</w:t>
            </w:r>
          </w:p>
        </w:tc>
      </w:tr>
      <w:tr w:rsidR="00B72EB4" w:rsidRPr="005E5F03" w14:paraId="319D0929" w14:textId="77777777" w:rsidTr="001543B7">
        <w:trPr>
          <w:trHeight w:val="584"/>
        </w:trPr>
        <w:tc>
          <w:tcPr>
            <w:tcW w:w="4089" w:type="dxa"/>
            <w:vMerge/>
            <w:shd w:val="clear" w:color="auto" w:fill="D9D9D9" w:themeFill="background1" w:themeFillShade="D9"/>
          </w:tcPr>
          <w:p w14:paraId="777F4382" w14:textId="77777777" w:rsidR="00B72EB4" w:rsidRPr="005E5F03" w:rsidRDefault="00B72EB4" w:rsidP="001543B7">
            <w:pPr>
              <w:spacing w:after="0"/>
              <w:rPr>
                <w:rFonts w:cstheme="minorHAnsi"/>
                <w:sz w:val="20"/>
                <w:szCs w:val="20"/>
              </w:rPr>
            </w:pPr>
          </w:p>
        </w:tc>
        <w:tc>
          <w:tcPr>
            <w:tcW w:w="1270" w:type="dxa"/>
            <w:shd w:val="clear" w:color="auto" w:fill="D9D9D9" w:themeFill="background1" w:themeFillShade="D9"/>
          </w:tcPr>
          <w:p w14:paraId="684DDB1E" w14:textId="77777777" w:rsidR="00B72EB4" w:rsidRPr="005E5F03" w:rsidRDefault="00B72EB4" w:rsidP="001543B7">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0DDC08B6" w14:textId="77777777" w:rsidR="00B72EB4" w:rsidRPr="005E5F03" w:rsidRDefault="00B72EB4" w:rsidP="001543B7">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4D46D66E" w14:textId="77777777" w:rsidR="00B72EB4" w:rsidRPr="005E5F03" w:rsidRDefault="00B72EB4" w:rsidP="001543B7">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B72EB4" w:rsidRPr="005E5F03" w14:paraId="6E3522F7" w14:textId="77777777" w:rsidTr="001543B7">
        <w:trPr>
          <w:trHeight w:val="340"/>
        </w:trPr>
        <w:tc>
          <w:tcPr>
            <w:tcW w:w="4089" w:type="dxa"/>
            <w:vAlign w:val="bottom"/>
          </w:tcPr>
          <w:p w14:paraId="70754382" w14:textId="77777777" w:rsidR="00B72EB4" w:rsidRPr="005E5F03" w:rsidRDefault="00B72EB4" w:rsidP="001543B7">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5DABB55B"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1F5949E3"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showingPlcHdr/>
            <w:text w:multiLine="1"/>
          </w:sdtPr>
          <w:sdtEndPr/>
          <w:sdtContent>
            <w:tc>
              <w:tcPr>
                <w:tcW w:w="3091" w:type="dxa"/>
                <w:vAlign w:val="bottom"/>
              </w:tcPr>
              <w:p w14:paraId="3F745D89" w14:textId="77777777" w:rsidR="00B72EB4" w:rsidRPr="005E5F03" w:rsidRDefault="00B72EB4" w:rsidP="001543B7">
                <w:pPr>
                  <w:spacing w:after="0"/>
                  <w:rPr>
                    <w:rFonts w:cstheme="minorHAnsi"/>
                    <w:sz w:val="20"/>
                    <w:szCs w:val="20"/>
                  </w:rPr>
                </w:pPr>
                <w:r w:rsidRPr="005E5F03">
                  <w:rPr>
                    <w:rFonts w:cstheme="minorHAnsi"/>
                    <w:sz w:val="20"/>
                    <w:szCs w:val="20"/>
                  </w:rPr>
                  <w:t>Click or tap here to enter text.</w:t>
                </w:r>
              </w:p>
            </w:tc>
          </w:sdtContent>
        </w:sdt>
      </w:tr>
      <w:tr w:rsidR="00B72EB4" w:rsidRPr="005E5F03" w14:paraId="29284EF9" w14:textId="77777777" w:rsidTr="001543B7">
        <w:trPr>
          <w:trHeight w:val="340"/>
        </w:trPr>
        <w:tc>
          <w:tcPr>
            <w:tcW w:w="4089" w:type="dxa"/>
            <w:vAlign w:val="center"/>
          </w:tcPr>
          <w:p w14:paraId="078B418A" w14:textId="77777777" w:rsidR="00B72EB4" w:rsidRPr="005E5F03" w:rsidRDefault="00B72EB4" w:rsidP="001543B7">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045DFC84"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24ACFBF8"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showingPlcHdr/>
            <w:text w:multiLine="1"/>
          </w:sdtPr>
          <w:sdtEndPr/>
          <w:sdtContent>
            <w:tc>
              <w:tcPr>
                <w:tcW w:w="3091" w:type="dxa"/>
                <w:vAlign w:val="center"/>
              </w:tcPr>
              <w:p w14:paraId="1B4B0C6C" w14:textId="77777777" w:rsidR="00B72EB4" w:rsidRPr="005E5F03" w:rsidRDefault="00B72EB4" w:rsidP="001543B7">
                <w:pPr>
                  <w:spacing w:after="0"/>
                  <w:rPr>
                    <w:rFonts w:cstheme="minorHAnsi"/>
                    <w:sz w:val="20"/>
                    <w:szCs w:val="20"/>
                  </w:rPr>
                </w:pPr>
                <w:r w:rsidRPr="005E5F03">
                  <w:rPr>
                    <w:rFonts w:cstheme="minorHAnsi"/>
                    <w:sz w:val="20"/>
                    <w:szCs w:val="20"/>
                  </w:rPr>
                  <w:t>Click or tap here to enter text.</w:t>
                </w:r>
              </w:p>
            </w:tc>
          </w:sdtContent>
        </w:sdt>
      </w:tr>
      <w:tr w:rsidR="00B72EB4" w:rsidRPr="005E5F03" w14:paraId="3A0E6232" w14:textId="77777777" w:rsidTr="001543B7">
        <w:trPr>
          <w:trHeight w:val="340"/>
        </w:trPr>
        <w:tc>
          <w:tcPr>
            <w:tcW w:w="4089" w:type="dxa"/>
            <w:vAlign w:val="center"/>
          </w:tcPr>
          <w:p w14:paraId="0A6A61BB" w14:textId="77777777" w:rsidR="00B72EB4" w:rsidRPr="005E5F03" w:rsidRDefault="00B72EB4" w:rsidP="001543B7">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2E33EA0C"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18A6A128" w14:textId="77777777" w:rsidR="00B72EB4" w:rsidRPr="005E5F03" w:rsidRDefault="00B72EB4" w:rsidP="001543B7">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showingPlcHdr/>
            <w:text w:multiLine="1"/>
          </w:sdtPr>
          <w:sdtEndPr/>
          <w:sdtContent>
            <w:tc>
              <w:tcPr>
                <w:tcW w:w="3091" w:type="dxa"/>
                <w:vAlign w:val="center"/>
              </w:tcPr>
              <w:p w14:paraId="4B814A5B" w14:textId="77777777" w:rsidR="00B72EB4" w:rsidRPr="005E5F03" w:rsidRDefault="00B72EB4" w:rsidP="001543B7">
                <w:pPr>
                  <w:spacing w:after="0"/>
                  <w:rPr>
                    <w:rFonts w:cstheme="minorHAnsi"/>
                    <w:sz w:val="20"/>
                    <w:szCs w:val="20"/>
                  </w:rPr>
                </w:pPr>
                <w:r w:rsidRPr="005E5F03">
                  <w:rPr>
                    <w:rFonts w:cstheme="minorHAnsi"/>
                    <w:sz w:val="20"/>
                    <w:szCs w:val="20"/>
                  </w:rPr>
                  <w:t>Click or tap here to enter text.</w:t>
                </w:r>
              </w:p>
            </w:tc>
          </w:sdtContent>
        </w:sdt>
      </w:tr>
    </w:tbl>
    <w:p w14:paraId="54D9E989" w14:textId="77777777" w:rsidR="00B72EB4" w:rsidRPr="005E5F03" w:rsidRDefault="00B72EB4" w:rsidP="00B72EB4">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B72EB4" w:rsidRPr="005E5F03" w14:paraId="43488F04" w14:textId="77777777" w:rsidTr="001543B7">
        <w:tc>
          <w:tcPr>
            <w:tcW w:w="9720" w:type="dxa"/>
            <w:gridSpan w:val="2"/>
          </w:tcPr>
          <w:p w14:paraId="46E110A6"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B72EB4" w:rsidRPr="005E5F03" w14:paraId="0DAA5619" w14:textId="77777777" w:rsidTr="001543B7">
        <w:tc>
          <w:tcPr>
            <w:tcW w:w="4940" w:type="dxa"/>
          </w:tcPr>
          <w:p w14:paraId="51A356B5" w14:textId="77777777" w:rsidR="00B72EB4" w:rsidRPr="005E5F03" w:rsidRDefault="00B72EB4" w:rsidP="001543B7">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24237D2"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1643381"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C18A8E4"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914192F"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316D832"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E70D1E1"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93064CE"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097F1EC"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28E8B1"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C738ED1" w14:textId="77777777" w:rsidR="00B72EB4" w:rsidRPr="005E5F03" w:rsidRDefault="00B72EB4" w:rsidP="001543B7">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83AAA76" w14:textId="77777777" w:rsidR="00B72EB4" w:rsidRPr="005E5F03" w:rsidRDefault="00B72EB4" w:rsidP="001543B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5AB5BFC4" w14:textId="77777777" w:rsidR="00B72EB4" w:rsidRPr="005E5F03" w:rsidRDefault="00B72EB4" w:rsidP="00B72EB4">
      <w:pPr>
        <w:pStyle w:val="MarginText"/>
        <w:spacing w:before="120" w:after="0" w:line="240" w:lineRule="auto"/>
        <w:rPr>
          <w:rFonts w:asciiTheme="minorHAnsi" w:eastAsia="Calibri" w:hAnsiTheme="minorHAnsi" w:cstheme="minorHAnsi"/>
          <w:color w:val="000000"/>
          <w:sz w:val="20"/>
          <w:lang w:val="en-AU"/>
        </w:rPr>
      </w:pPr>
    </w:p>
    <w:p w14:paraId="098AB55F" w14:textId="77777777" w:rsidR="00B72EB4" w:rsidRPr="006F3094" w:rsidRDefault="00B72EB4" w:rsidP="00B72EB4">
      <w:pPr>
        <w:pStyle w:val="MarginText"/>
        <w:spacing w:before="120"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 xml:space="preserve"> </w:t>
      </w:r>
    </w:p>
    <w:p w14:paraId="3A572138"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BA23E2E" w14:textId="3746F6B3"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 xml:space="preserve">ANNEX </w:t>
      </w:r>
      <w:r w:rsidR="00F52CD1">
        <w:rPr>
          <w:rFonts w:eastAsiaTheme="majorEastAsia" w:cstheme="minorHAnsi"/>
          <w:b/>
          <w:sz w:val="24"/>
          <w:szCs w:val="24"/>
        </w:rPr>
        <w:t>D</w:t>
      </w:r>
      <w:r w:rsidRPr="00725DC3">
        <w:rPr>
          <w:rFonts w:eastAsiaTheme="majorEastAsia" w:cstheme="minorHAnsi"/>
          <w:b/>
          <w:sz w:val="24"/>
          <w:szCs w:val="24"/>
        </w:rPr>
        <w:t>: QUOTATION SUBMISSION FORM</w:t>
      </w:r>
    </w:p>
    <w:p w14:paraId="741BE19D" w14:textId="7B281948" w:rsidR="00931A89" w:rsidRPr="005E5F03" w:rsidRDefault="00931A89" w:rsidP="00931A89">
      <w:pPr>
        <w:rPr>
          <w:rFonts w:cstheme="minorHAnsi"/>
          <w:i/>
          <w:sz w:val="20"/>
          <w:szCs w:val="20"/>
        </w:rPr>
      </w:pPr>
      <w:r w:rsidRPr="005E5F03">
        <w:rPr>
          <w:rFonts w:cstheme="minorHAnsi"/>
          <w:i/>
          <w:sz w:val="20"/>
          <w:szCs w:val="20"/>
        </w:rPr>
        <w:t>Bidders are requested to complete this form, including the Company Profile and Bidder’s Declaration, sign it and return it as part of th</w:t>
      </w:r>
      <w:r w:rsidR="00630C5A">
        <w:rPr>
          <w:rFonts w:cstheme="minorHAnsi"/>
          <w:i/>
          <w:sz w:val="20"/>
          <w:szCs w:val="20"/>
        </w:rPr>
        <w:t>eir quotation along with Annex C</w:t>
      </w:r>
      <w:r w:rsidRPr="005E5F03">
        <w:rPr>
          <w:rFonts w:cstheme="minorHAnsi"/>
          <w:i/>
          <w:sz w:val="20"/>
          <w:szCs w:val="20"/>
        </w:rPr>
        <w:t xml:space="preserve">: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31A89" w:rsidRPr="005E5F03" w14:paraId="4C7C17C3" w14:textId="77777777" w:rsidTr="00931A89">
        <w:trPr>
          <w:trHeight w:val="360"/>
        </w:trPr>
        <w:tc>
          <w:tcPr>
            <w:tcW w:w="1979" w:type="dxa"/>
            <w:shd w:val="clear" w:color="auto" w:fill="auto"/>
            <w:vAlign w:val="center"/>
          </w:tcPr>
          <w:p w14:paraId="6CAB2A29" w14:textId="77777777" w:rsidR="00931A89" w:rsidRPr="005E5F03" w:rsidRDefault="00931A89" w:rsidP="00931A89">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showingPlcHdr/>
            <w:text/>
          </w:sdtPr>
          <w:sdtEndPr/>
          <w:sdtContent>
            <w:tc>
              <w:tcPr>
                <w:tcW w:w="7743" w:type="dxa"/>
                <w:gridSpan w:val="2"/>
                <w:shd w:val="clear" w:color="auto" w:fill="auto"/>
                <w:vAlign w:val="center"/>
              </w:tcPr>
              <w:p w14:paraId="7D7D56E9" w14:textId="77777777" w:rsidR="00931A89" w:rsidRPr="005E5F03" w:rsidRDefault="00931A89" w:rsidP="00931A89">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931A89" w:rsidRPr="005E5F03" w14:paraId="01CD76EF" w14:textId="77777777" w:rsidTr="00931A89">
        <w:trPr>
          <w:trHeight w:val="360"/>
        </w:trPr>
        <w:tc>
          <w:tcPr>
            <w:tcW w:w="1979" w:type="dxa"/>
            <w:shd w:val="clear" w:color="auto" w:fill="auto"/>
          </w:tcPr>
          <w:p w14:paraId="4FA87C11" w14:textId="77777777" w:rsidR="00931A89" w:rsidRPr="005E5F03" w:rsidRDefault="00931A89" w:rsidP="00931A89">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text/>
          </w:sdtPr>
          <w:sdtEndPr/>
          <w:sdtContent>
            <w:tc>
              <w:tcPr>
                <w:tcW w:w="3552" w:type="dxa"/>
                <w:shd w:val="clear" w:color="auto" w:fill="auto"/>
                <w:vAlign w:val="center"/>
              </w:tcPr>
              <w:p w14:paraId="0DAC650E" w14:textId="751DD4D9" w:rsidR="00931A89" w:rsidRPr="005E5F03" w:rsidRDefault="00F45ABC" w:rsidP="00F45ABC">
                <w:pPr>
                  <w:spacing w:before="120" w:after="120"/>
                  <w:rPr>
                    <w:rFonts w:cstheme="minorHAnsi"/>
                    <w:sz w:val="20"/>
                    <w:szCs w:val="20"/>
                  </w:rPr>
                </w:pPr>
                <w:r>
                  <w:rPr>
                    <w:rFonts w:cstheme="minorHAnsi"/>
                    <w:sz w:val="20"/>
                    <w:szCs w:val="20"/>
                  </w:rPr>
                  <w:t>OSP-P20-001</w:t>
                </w:r>
              </w:p>
            </w:tc>
          </w:sdtContent>
        </w:sdt>
        <w:tc>
          <w:tcPr>
            <w:tcW w:w="4191" w:type="dxa"/>
            <w:shd w:val="clear" w:color="auto" w:fill="auto"/>
            <w:vAlign w:val="center"/>
          </w:tcPr>
          <w:p w14:paraId="29AD8B80" w14:textId="77777777" w:rsidR="00931A89" w:rsidRPr="005E5F03" w:rsidRDefault="00931A89" w:rsidP="00931A89">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4258629A" w14:textId="77777777" w:rsidR="00931A89" w:rsidRPr="005E5F03" w:rsidRDefault="00931A89" w:rsidP="00931A89">
      <w:pPr>
        <w:rPr>
          <w:rFonts w:cstheme="minorHAnsi"/>
          <w:b/>
          <w:sz w:val="20"/>
          <w:szCs w:val="20"/>
        </w:rPr>
      </w:pPr>
    </w:p>
    <w:p w14:paraId="53CB7521" w14:textId="77777777" w:rsidR="00931A89" w:rsidRPr="005E5F03" w:rsidRDefault="00931A89" w:rsidP="00931A89">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931A89" w:rsidRPr="005E5F03" w14:paraId="5B1DE478" w14:textId="77777777" w:rsidTr="00931A89">
        <w:trPr>
          <w:trHeight w:val="583"/>
        </w:trPr>
        <w:tc>
          <w:tcPr>
            <w:tcW w:w="2948" w:type="dxa"/>
            <w:gridSpan w:val="2"/>
            <w:shd w:val="clear" w:color="auto" w:fill="D9D9D9" w:themeFill="background1" w:themeFillShade="D9"/>
            <w:vAlign w:val="center"/>
          </w:tcPr>
          <w:p w14:paraId="3F5952E6" w14:textId="77777777" w:rsidR="00931A89" w:rsidRPr="005E5F03" w:rsidRDefault="00931A89" w:rsidP="00931A89">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60CE0836" w14:textId="77777777" w:rsidR="00931A89" w:rsidRPr="005E5F03" w:rsidRDefault="00931A89" w:rsidP="00931A89">
            <w:pPr>
              <w:spacing w:after="0"/>
              <w:jc w:val="center"/>
              <w:rPr>
                <w:rFonts w:cstheme="minorHAnsi"/>
                <w:b/>
                <w:sz w:val="20"/>
                <w:szCs w:val="20"/>
              </w:rPr>
            </w:pPr>
            <w:r w:rsidRPr="005E5F03">
              <w:rPr>
                <w:rFonts w:cstheme="minorHAnsi"/>
                <w:b/>
                <w:sz w:val="20"/>
                <w:szCs w:val="20"/>
              </w:rPr>
              <w:t>Detail</w:t>
            </w:r>
          </w:p>
        </w:tc>
      </w:tr>
      <w:tr w:rsidR="00931A89" w:rsidRPr="005E5F03" w14:paraId="0BE6F0B2" w14:textId="77777777" w:rsidTr="00931A89">
        <w:tc>
          <w:tcPr>
            <w:tcW w:w="2948" w:type="dxa"/>
            <w:gridSpan w:val="2"/>
            <w:shd w:val="clear" w:color="auto" w:fill="D9D9D9" w:themeFill="background1" w:themeFillShade="D9"/>
          </w:tcPr>
          <w:p w14:paraId="24D2BC2B" w14:textId="77777777" w:rsidR="00931A89" w:rsidRPr="005E5F03" w:rsidRDefault="00931A89" w:rsidP="00931A89">
            <w:pPr>
              <w:spacing w:before="80" w:after="80" w:line="240" w:lineRule="auto"/>
              <w:rPr>
                <w:rFonts w:cstheme="minorHAnsi"/>
                <w:sz w:val="20"/>
                <w:szCs w:val="20"/>
              </w:rPr>
            </w:pPr>
            <w:r>
              <w:rPr>
                <w:rFonts w:cstheme="minorHAnsi"/>
                <w:sz w:val="20"/>
                <w:szCs w:val="20"/>
              </w:rPr>
              <w:t>Legal name of bidder</w:t>
            </w:r>
          </w:p>
        </w:tc>
        <w:sdt>
          <w:sdtPr>
            <w:rPr>
              <w:rFonts w:cstheme="minorHAnsi"/>
              <w:sz w:val="20"/>
              <w:szCs w:val="20"/>
            </w:rPr>
            <w:id w:val="-942612999"/>
            <w:showingPlcHdr/>
            <w:text/>
          </w:sdtPr>
          <w:sdtEndPr/>
          <w:sdtContent>
            <w:tc>
              <w:tcPr>
                <w:tcW w:w="6772" w:type="dxa"/>
                <w:gridSpan w:val="4"/>
                <w:shd w:val="clear" w:color="auto" w:fill="auto"/>
              </w:tcPr>
              <w:p w14:paraId="438978AA" w14:textId="77777777" w:rsidR="00931A89" w:rsidRPr="005E5F03" w:rsidRDefault="00931A89" w:rsidP="00931A8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31A89" w:rsidRPr="005E5F03" w14:paraId="351FAB61" w14:textId="77777777" w:rsidTr="00931A89">
        <w:tc>
          <w:tcPr>
            <w:tcW w:w="2948" w:type="dxa"/>
            <w:gridSpan w:val="2"/>
            <w:shd w:val="clear" w:color="auto" w:fill="D9D9D9" w:themeFill="background1" w:themeFillShade="D9"/>
          </w:tcPr>
          <w:p w14:paraId="35AC9576" w14:textId="77777777" w:rsidR="00931A89" w:rsidRPr="005E5F03" w:rsidRDefault="00931A89" w:rsidP="00931A89">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showingPlcHdr/>
            <w:text w:multiLine="1"/>
          </w:sdtPr>
          <w:sdtEndPr/>
          <w:sdtContent>
            <w:tc>
              <w:tcPr>
                <w:tcW w:w="6772" w:type="dxa"/>
                <w:gridSpan w:val="4"/>
                <w:shd w:val="clear" w:color="auto" w:fill="auto"/>
              </w:tcPr>
              <w:p w14:paraId="38EE9D92" w14:textId="77777777" w:rsidR="00931A89" w:rsidRPr="005E5F03" w:rsidRDefault="00931A89" w:rsidP="00931A8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31A89" w:rsidRPr="005E5F03" w14:paraId="78CC64B0" w14:textId="77777777" w:rsidTr="00931A89">
        <w:tc>
          <w:tcPr>
            <w:tcW w:w="2948" w:type="dxa"/>
            <w:gridSpan w:val="2"/>
            <w:shd w:val="clear" w:color="auto" w:fill="D9D9D9" w:themeFill="background1" w:themeFillShade="D9"/>
          </w:tcPr>
          <w:p w14:paraId="1AFE6AB4" w14:textId="77777777" w:rsidR="00931A89" w:rsidRPr="005E5F03" w:rsidRDefault="00931A89" w:rsidP="00931A89">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showingPlcHdr/>
            <w:text/>
          </w:sdtPr>
          <w:sdtEndPr/>
          <w:sdtContent>
            <w:tc>
              <w:tcPr>
                <w:tcW w:w="6772" w:type="dxa"/>
                <w:gridSpan w:val="4"/>
                <w:shd w:val="clear" w:color="auto" w:fill="auto"/>
              </w:tcPr>
              <w:p w14:paraId="2D50334A" w14:textId="77777777" w:rsidR="00931A89" w:rsidRPr="005E5F03" w:rsidRDefault="00931A89" w:rsidP="00931A8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931A89" w:rsidRPr="005E5F03" w14:paraId="037786B7" w14:textId="77777777" w:rsidTr="00931A89">
        <w:tc>
          <w:tcPr>
            <w:tcW w:w="2948" w:type="dxa"/>
            <w:gridSpan w:val="2"/>
            <w:shd w:val="clear" w:color="auto" w:fill="D9D9D9" w:themeFill="background1" w:themeFillShade="D9"/>
          </w:tcPr>
          <w:p w14:paraId="543FA6BA" w14:textId="77777777" w:rsidR="00931A89" w:rsidRDefault="00931A89" w:rsidP="00931A89">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showingPlcHdr/>
            <w:text/>
          </w:sdtPr>
          <w:sdtEndPr/>
          <w:sdtContent>
            <w:tc>
              <w:tcPr>
                <w:tcW w:w="6772" w:type="dxa"/>
                <w:gridSpan w:val="4"/>
                <w:shd w:val="clear" w:color="auto" w:fill="auto"/>
              </w:tcPr>
              <w:p w14:paraId="28EC11E7" w14:textId="77777777" w:rsidR="00931A89" w:rsidRDefault="00931A89" w:rsidP="00931A89">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931A89" w:rsidRPr="005E5F03" w14:paraId="19976215" w14:textId="77777777" w:rsidTr="00931A89">
        <w:tc>
          <w:tcPr>
            <w:tcW w:w="2948" w:type="dxa"/>
            <w:gridSpan w:val="2"/>
            <w:shd w:val="clear" w:color="auto" w:fill="D9D9D9" w:themeFill="background1" w:themeFillShade="D9"/>
          </w:tcPr>
          <w:p w14:paraId="1B77CC03" w14:textId="77777777" w:rsidR="00931A89" w:rsidRPr="00C230AB" w:rsidRDefault="00931A89" w:rsidP="00931A89">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5DDA4509" w14:textId="77777777" w:rsidR="00931A89" w:rsidRPr="005E5F03" w:rsidRDefault="00931A89" w:rsidP="00931A89">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931A89" w:rsidRPr="005E5F03" w14:paraId="1DA8C142" w14:textId="77777777" w:rsidTr="00931A89">
        <w:tc>
          <w:tcPr>
            <w:tcW w:w="2948" w:type="dxa"/>
            <w:gridSpan w:val="2"/>
            <w:shd w:val="clear" w:color="auto" w:fill="D9D9D9" w:themeFill="background1" w:themeFillShade="D9"/>
          </w:tcPr>
          <w:p w14:paraId="5F9A841D" w14:textId="77777777" w:rsidR="00931A89" w:rsidRPr="00C230AB" w:rsidRDefault="00931A89" w:rsidP="00931A89">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45CB2720" w14:textId="77777777" w:rsidR="00931A89" w:rsidRPr="005E5F03" w:rsidRDefault="00DD5D04" w:rsidP="00931A89">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931A89" w:rsidRPr="000C41C0">
                  <w:rPr>
                    <w:rFonts w:ascii="Segoe UI Symbol" w:eastAsia="MS Gothic" w:hAnsi="Segoe UI Symbol" w:cs="Segoe UI Symbol"/>
                    <w:spacing w:val="-2"/>
                    <w:sz w:val="20"/>
                    <w:szCs w:val="20"/>
                  </w:rPr>
                  <w:t>☐</w:t>
                </w:r>
              </w:sdtContent>
            </w:sdt>
            <w:r w:rsidR="00931A89"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931A89" w:rsidRPr="000C41C0">
                  <w:rPr>
                    <w:rFonts w:ascii="Segoe UI Symbol" w:eastAsia="MS Gothic" w:hAnsi="Segoe UI Symbol" w:cs="Segoe UI Symbol"/>
                    <w:spacing w:val="-2"/>
                    <w:sz w:val="20"/>
                    <w:szCs w:val="20"/>
                  </w:rPr>
                  <w:t>☐</w:t>
                </w:r>
              </w:sdtContent>
            </w:sdt>
            <w:r w:rsidR="00931A89" w:rsidRPr="000C41C0">
              <w:rPr>
                <w:rFonts w:cstheme="minorHAnsi"/>
                <w:spacing w:val="-2"/>
                <w:sz w:val="20"/>
                <w:szCs w:val="20"/>
              </w:rPr>
              <w:t xml:space="preserve"> No </w:t>
            </w:r>
            <w:r w:rsidR="00931A89">
              <w:rPr>
                <w:rFonts w:cstheme="minorHAnsi"/>
                <w:spacing w:val="-2"/>
                <w:sz w:val="20"/>
                <w:szCs w:val="20"/>
              </w:rPr>
              <w:tab/>
            </w:r>
            <w:r w:rsidR="00931A89">
              <w:rPr>
                <w:rFonts w:cstheme="minorHAnsi"/>
                <w:spacing w:val="-2"/>
                <w:sz w:val="20"/>
                <w:szCs w:val="20"/>
              </w:rPr>
              <w:tab/>
            </w:r>
            <w:r w:rsidR="00931A89">
              <w:rPr>
                <w:rFonts w:cstheme="minorHAnsi"/>
                <w:spacing w:val="-2"/>
                <w:sz w:val="20"/>
                <w:szCs w:val="20"/>
              </w:rPr>
              <w:tab/>
            </w:r>
            <w:r w:rsidR="00931A89" w:rsidRPr="000C41C0">
              <w:rPr>
                <w:rFonts w:cstheme="minorHAnsi"/>
                <w:spacing w:val="-2"/>
                <w:sz w:val="20"/>
                <w:szCs w:val="20"/>
              </w:rPr>
              <w:tab/>
            </w:r>
            <w:r w:rsidR="00931A89">
              <w:rPr>
                <w:rFonts w:cstheme="minorHAnsi"/>
                <w:spacing w:val="-2"/>
                <w:sz w:val="20"/>
                <w:szCs w:val="20"/>
              </w:rPr>
              <w:tab/>
            </w:r>
            <w:r w:rsidR="00931A89">
              <w:rPr>
                <w:rFonts w:cstheme="minorHAnsi"/>
                <w:spacing w:val="-2"/>
                <w:sz w:val="20"/>
                <w:szCs w:val="20"/>
              </w:rPr>
              <w:tab/>
            </w:r>
            <w:r w:rsidR="00931A89">
              <w:rPr>
                <w:rFonts w:cstheme="minorHAnsi"/>
                <w:spacing w:val="-2"/>
                <w:sz w:val="20"/>
                <w:szCs w:val="20"/>
              </w:rPr>
              <w:tab/>
            </w:r>
            <w:r w:rsidR="00931A89">
              <w:rPr>
                <w:rFonts w:cstheme="minorHAnsi"/>
                <w:spacing w:val="-2"/>
                <w:sz w:val="20"/>
                <w:szCs w:val="20"/>
              </w:rPr>
              <w:tab/>
            </w:r>
            <w:r w:rsidR="00931A89" w:rsidRPr="000C41C0">
              <w:rPr>
                <w:rFonts w:cstheme="minorHAnsi"/>
                <w:spacing w:val="-2"/>
                <w:sz w:val="20"/>
                <w:szCs w:val="20"/>
              </w:rPr>
              <w:t xml:space="preserve">If yes, </w:t>
            </w:r>
            <w:sdt>
              <w:sdtPr>
                <w:rPr>
                  <w:rFonts w:cstheme="minorHAnsi"/>
                  <w:spacing w:val="-2"/>
                  <w:sz w:val="20"/>
                  <w:szCs w:val="20"/>
                </w:rPr>
                <w:id w:val="920907074"/>
                <w:showingPlcHdr/>
                <w:text/>
              </w:sdtPr>
              <w:sdtEndPr/>
              <w:sdtContent>
                <w:r w:rsidR="00931A89" w:rsidRPr="00C230AB">
                  <w:rPr>
                    <w:rStyle w:val="PlaceholderText"/>
                    <w:rFonts w:cstheme="minorHAnsi"/>
                    <w:sz w:val="20"/>
                    <w:szCs w:val="20"/>
                  </w:rPr>
                  <w:t>insert UNGM Vendor Number</w:t>
                </w:r>
              </w:sdtContent>
            </w:sdt>
          </w:p>
        </w:tc>
      </w:tr>
      <w:tr w:rsidR="00931A89" w:rsidRPr="005E5F03" w14:paraId="14E1FE03" w14:textId="77777777" w:rsidTr="00931A89">
        <w:tc>
          <w:tcPr>
            <w:tcW w:w="2948" w:type="dxa"/>
            <w:gridSpan w:val="2"/>
            <w:shd w:val="clear" w:color="auto" w:fill="D9D9D9" w:themeFill="background1" w:themeFillShade="D9"/>
          </w:tcPr>
          <w:p w14:paraId="6E0AB127" w14:textId="77777777" w:rsidR="00931A89" w:rsidRPr="001D381A" w:rsidRDefault="00931A89" w:rsidP="00931A89">
            <w:pPr>
              <w:spacing w:before="80" w:after="80" w:line="240" w:lineRule="auto"/>
              <w:rPr>
                <w:rFonts w:cstheme="minorHAnsi"/>
                <w:bCs/>
                <w:spacing w:val="-2"/>
                <w:sz w:val="20"/>
                <w:szCs w:val="20"/>
              </w:rPr>
            </w:pPr>
            <w:r w:rsidRPr="001D381A">
              <w:rPr>
                <w:rFonts w:cstheme="minorHAnsi"/>
                <w:bCs/>
                <w:sz w:val="20"/>
                <w:szCs w:val="20"/>
              </w:rPr>
              <w:t>Bank Information</w:t>
            </w:r>
          </w:p>
        </w:tc>
        <w:tc>
          <w:tcPr>
            <w:tcW w:w="6772" w:type="dxa"/>
            <w:gridSpan w:val="4"/>
            <w:shd w:val="clear" w:color="auto" w:fill="auto"/>
          </w:tcPr>
          <w:p w14:paraId="2B3B1D81" w14:textId="77777777" w:rsidR="00931A89" w:rsidRPr="00033F66" w:rsidRDefault="00931A89" w:rsidP="00931A89">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15E7ACEA" w14:textId="77777777" w:rsidR="00931A89" w:rsidRPr="00033F66" w:rsidRDefault="00931A89" w:rsidP="00931A89">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showingPlcHdr/>
                <w:text w:multiLine="1"/>
              </w:sdtPr>
              <w:sdtEndPr/>
              <w:sdtContent>
                <w:r w:rsidRPr="001D381A">
                  <w:rPr>
                    <w:rStyle w:val="PlaceholderText"/>
                    <w:rFonts w:cstheme="minorHAnsi"/>
                    <w:sz w:val="20"/>
                  </w:rPr>
                  <w:t>Click or tap here to enter text.</w:t>
                </w:r>
              </w:sdtContent>
            </w:sdt>
          </w:p>
          <w:p w14:paraId="73E158AF" w14:textId="77777777" w:rsidR="00931A89" w:rsidRPr="00033F66" w:rsidRDefault="00931A89" w:rsidP="00931A89">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27141CF3" w14:textId="77777777" w:rsidR="00931A89" w:rsidRPr="00033F66" w:rsidRDefault="00931A89" w:rsidP="00931A89">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showingPlcHdr/>
                <w:text/>
              </w:sdtPr>
              <w:sdtEndPr/>
              <w:sdtContent>
                <w:r w:rsidRPr="001D381A">
                  <w:rPr>
                    <w:rStyle w:val="PlaceholderText"/>
                    <w:rFonts w:cstheme="minorHAnsi"/>
                    <w:sz w:val="20"/>
                  </w:rPr>
                  <w:t>Click or tap here to enter text.</w:t>
                </w:r>
              </w:sdtContent>
            </w:sdt>
          </w:p>
          <w:p w14:paraId="49A754FE" w14:textId="77777777" w:rsidR="00931A89" w:rsidRPr="00033F66" w:rsidRDefault="00931A89" w:rsidP="00931A89">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showingPlcHdr/>
                <w:text/>
              </w:sdtPr>
              <w:sdtEndPr/>
              <w:sdtContent>
                <w:r w:rsidRPr="001D381A">
                  <w:rPr>
                    <w:rStyle w:val="PlaceholderText"/>
                    <w:rFonts w:cstheme="minorHAnsi"/>
                    <w:sz w:val="20"/>
                  </w:rPr>
                  <w:t>Click or tap here to enter text.</w:t>
                </w:r>
              </w:sdtContent>
            </w:sdt>
          </w:p>
          <w:p w14:paraId="33746F63" w14:textId="77777777" w:rsidR="00931A89" w:rsidRDefault="00931A89" w:rsidP="00931A89">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showingPlcHdr/>
                <w:text/>
              </w:sdtPr>
              <w:sdtEndPr/>
              <w:sdtContent>
                <w:r w:rsidRPr="001D381A">
                  <w:rPr>
                    <w:rStyle w:val="PlaceholderText"/>
                    <w:rFonts w:cstheme="minorHAnsi"/>
                    <w:sz w:val="20"/>
                  </w:rPr>
                  <w:t>Click or tap here to enter text.</w:t>
                </w:r>
              </w:sdtContent>
            </w:sdt>
          </w:p>
        </w:tc>
      </w:tr>
      <w:tr w:rsidR="00931A89" w:rsidRPr="005E5F03" w14:paraId="23725D9E" w14:textId="77777777" w:rsidTr="00931A8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left w:val="single" w:sz="4" w:space="0" w:color="auto"/>
              <w:bottom w:val="single" w:sz="4" w:space="0" w:color="auto"/>
              <w:right w:val="single" w:sz="4" w:space="0" w:color="auto"/>
            </w:tcBorders>
            <w:shd w:val="clear" w:color="auto" w:fill="D9D9D9" w:themeFill="background1" w:themeFillShade="D9"/>
            <w:vAlign w:val="center"/>
          </w:tcPr>
          <w:p w14:paraId="3CDA72C9"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931A89" w:rsidRPr="005E5F03" w14:paraId="1A3D3520" w14:textId="77777777" w:rsidTr="00931A8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E2CA5"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3A344"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Client &amp; Reference Contact Details</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B1BC7"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058459"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B3291D" w14:textId="77777777" w:rsidR="00931A89" w:rsidRPr="005E5F03" w:rsidRDefault="00931A89" w:rsidP="00931A89">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931A89" w:rsidRPr="005E5F03" w14:paraId="62D64DF0" w14:textId="77777777" w:rsidTr="00931A8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392BBC35" w14:textId="77777777" w:rsidR="00931A89" w:rsidRPr="005E5F03" w:rsidRDefault="00931A89" w:rsidP="00931A8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DDFFDD7" w14:textId="77777777" w:rsidR="00931A89" w:rsidRPr="005E5F03" w:rsidRDefault="00931A89" w:rsidP="00931A8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51A10F8" w14:textId="77777777" w:rsidR="00931A89" w:rsidRPr="005E5F03" w:rsidRDefault="00931A89" w:rsidP="00931A8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40A0191" w14:textId="77777777" w:rsidR="00931A89" w:rsidRPr="005E5F03" w:rsidRDefault="00931A89" w:rsidP="00931A8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EEADABD" w14:textId="77777777" w:rsidR="00931A89" w:rsidRPr="005E5F03" w:rsidRDefault="00931A89" w:rsidP="00931A89">
            <w:pPr>
              <w:jc w:val="both"/>
              <w:rPr>
                <w:rFonts w:cstheme="minorHAnsi"/>
                <w:sz w:val="20"/>
                <w:szCs w:val="20"/>
                <w:lang w:val="en-CA"/>
              </w:rPr>
            </w:pPr>
          </w:p>
        </w:tc>
      </w:tr>
      <w:tr w:rsidR="00931A89" w:rsidRPr="005E5F03" w14:paraId="5A92D8E8" w14:textId="77777777" w:rsidTr="00931A8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278E2C1" w14:textId="77777777" w:rsidR="00931A89" w:rsidRPr="005E5F03" w:rsidRDefault="00931A89" w:rsidP="00931A8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029FD58B" w14:textId="77777777" w:rsidR="00931A89" w:rsidRPr="005E5F03" w:rsidRDefault="00931A89" w:rsidP="00931A8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8CFD74A" w14:textId="77777777" w:rsidR="00931A89" w:rsidRPr="005E5F03" w:rsidRDefault="00931A89" w:rsidP="00931A8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88308A6" w14:textId="77777777" w:rsidR="00931A89" w:rsidRPr="005E5F03" w:rsidRDefault="00931A89" w:rsidP="00931A8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5EFC630" w14:textId="77777777" w:rsidR="00931A89" w:rsidRPr="005E5F03" w:rsidRDefault="00931A89" w:rsidP="00931A89">
            <w:pPr>
              <w:jc w:val="both"/>
              <w:rPr>
                <w:rFonts w:cstheme="minorHAnsi"/>
                <w:sz w:val="20"/>
                <w:szCs w:val="20"/>
                <w:lang w:val="en-CA"/>
              </w:rPr>
            </w:pPr>
          </w:p>
        </w:tc>
      </w:tr>
      <w:tr w:rsidR="00931A89" w:rsidRPr="005E5F03" w14:paraId="5195CD9A" w14:textId="77777777" w:rsidTr="00931A8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E982255" w14:textId="77777777" w:rsidR="00931A89" w:rsidRPr="005E5F03" w:rsidRDefault="00931A89" w:rsidP="00931A8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69FFDB" w14:textId="77777777" w:rsidR="00931A89" w:rsidRPr="005E5F03" w:rsidRDefault="00931A89" w:rsidP="00931A8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26893A65" w14:textId="77777777" w:rsidR="00931A89" w:rsidRPr="005E5F03" w:rsidRDefault="00931A89" w:rsidP="00931A8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7991F341" w14:textId="77777777" w:rsidR="00931A89" w:rsidRPr="005E5F03" w:rsidRDefault="00931A89" w:rsidP="00931A8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F2DF826" w14:textId="77777777" w:rsidR="00931A89" w:rsidRPr="005E5F03" w:rsidRDefault="00931A89" w:rsidP="00931A89">
            <w:pPr>
              <w:jc w:val="both"/>
              <w:rPr>
                <w:rFonts w:cstheme="minorHAnsi"/>
                <w:sz w:val="20"/>
                <w:szCs w:val="20"/>
                <w:lang w:val="en-CA"/>
              </w:rPr>
            </w:pPr>
          </w:p>
        </w:tc>
      </w:tr>
    </w:tbl>
    <w:p w14:paraId="7AFD7A43" w14:textId="77777777" w:rsidR="00931A89" w:rsidRPr="005E5F03" w:rsidRDefault="00931A89" w:rsidP="00931A89">
      <w:pPr>
        <w:rPr>
          <w:rFonts w:cstheme="minorHAnsi"/>
          <w:b/>
          <w:sz w:val="20"/>
          <w:szCs w:val="20"/>
        </w:rPr>
      </w:pPr>
      <w:r w:rsidRPr="005E5F03">
        <w:rPr>
          <w:rFonts w:cstheme="minorHAnsi"/>
          <w:b/>
          <w:sz w:val="20"/>
          <w:szCs w:val="20"/>
        </w:rPr>
        <w:t xml:space="preserve"> </w:t>
      </w:r>
    </w:p>
    <w:p w14:paraId="69485D11" w14:textId="77777777" w:rsidR="00931A89" w:rsidRPr="005E5F03" w:rsidRDefault="00931A89" w:rsidP="00931A89">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31A89" w:rsidRPr="005E5F03" w14:paraId="45824D2B" w14:textId="77777777" w:rsidTr="00931A89">
        <w:trPr>
          <w:tblHeader/>
        </w:trPr>
        <w:tc>
          <w:tcPr>
            <w:tcW w:w="630" w:type="dxa"/>
          </w:tcPr>
          <w:p w14:paraId="1827316A" w14:textId="77777777" w:rsidR="00931A89" w:rsidRPr="005E5F03" w:rsidRDefault="00931A89" w:rsidP="00931A89">
            <w:pPr>
              <w:ind w:left="-113" w:right="-105"/>
              <w:jc w:val="center"/>
              <w:rPr>
                <w:rFonts w:cstheme="minorHAnsi"/>
                <w:b/>
                <w:sz w:val="20"/>
                <w:szCs w:val="20"/>
              </w:rPr>
            </w:pPr>
            <w:r w:rsidRPr="005E5F03">
              <w:rPr>
                <w:rFonts w:cstheme="minorHAnsi"/>
                <w:b/>
                <w:sz w:val="20"/>
                <w:szCs w:val="20"/>
              </w:rPr>
              <w:t>Yes</w:t>
            </w:r>
          </w:p>
        </w:tc>
        <w:tc>
          <w:tcPr>
            <w:tcW w:w="555" w:type="dxa"/>
          </w:tcPr>
          <w:p w14:paraId="329F79FD" w14:textId="77777777" w:rsidR="00931A89" w:rsidRPr="005E5F03" w:rsidRDefault="00931A89" w:rsidP="00931A89">
            <w:pPr>
              <w:ind w:left="-113" w:right="-105"/>
              <w:jc w:val="center"/>
              <w:rPr>
                <w:rFonts w:cstheme="minorHAnsi"/>
                <w:b/>
                <w:sz w:val="20"/>
                <w:szCs w:val="20"/>
              </w:rPr>
            </w:pPr>
            <w:r w:rsidRPr="005E5F03">
              <w:rPr>
                <w:rFonts w:cstheme="minorHAnsi"/>
                <w:b/>
                <w:sz w:val="20"/>
                <w:szCs w:val="20"/>
              </w:rPr>
              <w:t>No</w:t>
            </w:r>
          </w:p>
        </w:tc>
        <w:tc>
          <w:tcPr>
            <w:tcW w:w="8530" w:type="dxa"/>
          </w:tcPr>
          <w:p w14:paraId="2B17A784" w14:textId="77777777" w:rsidR="00931A89" w:rsidRPr="005E5F03" w:rsidRDefault="00931A89" w:rsidP="00931A89">
            <w:pPr>
              <w:jc w:val="both"/>
              <w:rPr>
                <w:rFonts w:cstheme="minorHAnsi"/>
                <w:b/>
                <w:sz w:val="20"/>
                <w:szCs w:val="20"/>
              </w:rPr>
            </w:pPr>
          </w:p>
        </w:tc>
      </w:tr>
      <w:tr w:rsidR="00931A89" w:rsidRPr="005E5F03" w14:paraId="749EE245" w14:textId="77777777" w:rsidTr="00931A89">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32D738C6" w14:textId="77777777" w:rsidR="00931A89" w:rsidRPr="005E5F03" w:rsidRDefault="00931A89" w:rsidP="00931A8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05A9C8B8" w14:textId="77777777" w:rsidR="00931A89" w:rsidRPr="005E5F03" w:rsidRDefault="00931A89" w:rsidP="00931A8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85E494" w14:textId="77777777" w:rsidR="00931A89" w:rsidRPr="005E5F03" w:rsidRDefault="00931A89" w:rsidP="00931A89">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931A89" w:rsidRPr="005E5F03" w14:paraId="45723EF9" w14:textId="77777777" w:rsidTr="00931A89">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0E5B6F79"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64D038EA"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3245F8C" w14:textId="77777777" w:rsidR="00931A89" w:rsidRPr="005E5F03" w:rsidRDefault="00931A89" w:rsidP="00931A89">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 xml:space="preserve">e confirm that the Bidder has the necessary capacity, capability and necessary licenses to fully meet or exceed the Requirements and will be available to deliver throughout the relevant Contract </w:t>
            </w:r>
            <w:r w:rsidRPr="005E5F03">
              <w:rPr>
                <w:rFonts w:cstheme="minorHAnsi"/>
                <w:sz w:val="20"/>
                <w:szCs w:val="20"/>
              </w:rPr>
              <w:lastRenderedPageBreak/>
              <w:t>period.</w:t>
            </w:r>
          </w:p>
        </w:tc>
      </w:tr>
      <w:tr w:rsidR="00931A89" w:rsidRPr="005E5F03" w14:paraId="60814D10" w14:textId="77777777" w:rsidTr="00931A89">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4AE6AA60"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0E230F80"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16672E" w14:textId="3FEE0EE0" w:rsidR="00931A89" w:rsidRPr="005E5F03" w:rsidRDefault="00931A89" w:rsidP="00B3245E">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w:t>
            </w:r>
            <w:r w:rsidR="00B3245E">
              <w:rPr>
                <w:rFonts w:cstheme="minorHAnsi"/>
                <w:color w:val="000000" w:themeColor="text1"/>
                <w:sz w:val="20"/>
                <w:szCs w:val="20"/>
              </w:rPr>
              <w:t xml:space="preserve">; </w:t>
            </w:r>
            <w:r w:rsidRPr="005E5F03">
              <w:rPr>
                <w:rFonts w:cstheme="minorHAnsi"/>
                <w:color w:val="000000" w:themeColor="text1"/>
                <w:sz w:val="20"/>
                <w:szCs w:val="20"/>
              </w:rPr>
              <w:t>has not attempted to influence, or provide any form of personal inducement, reward or benefit to any representative of the Buyer.</w:t>
            </w:r>
            <w:r w:rsidRPr="005E5F03">
              <w:rPr>
                <w:rFonts w:cstheme="minorHAnsi"/>
                <w:sz w:val="20"/>
                <w:szCs w:val="20"/>
              </w:rPr>
              <w:t xml:space="preserve"> </w:t>
            </w:r>
          </w:p>
        </w:tc>
      </w:tr>
      <w:tr w:rsidR="00931A89" w:rsidRPr="005E5F03" w14:paraId="5ABA0AEB" w14:textId="77777777" w:rsidTr="00931A89">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5B765AAB"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668135A0"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F31D5C" w14:textId="7BF817C6" w:rsidR="00931A89" w:rsidRPr="005E5F03" w:rsidRDefault="00931A89" w:rsidP="00931A89">
            <w:pPr>
              <w:jc w:val="both"/>
              <w:rPr>
                <w:rFonts w:cstheme="minorHAnsi"/>
                <w:b/>
                <w:color w:val="000000" w:themeColor="text1"/>
                <w:sz w:val="20"/>
                <w:szCs w:val="20"/>
              </w:rPr>
            </w:pPr>
            <w:r w:rsidRPr="005E5F03">
              <w:rPr>
                <w:rFonts w:cstheme="minorHAnsi"/>
                <w:sz w:val="20"/>
                <w:szCs w:val="20"/>
              </w:rPr>
              <w:t>I/We confirm to undertake not to engage in proscribed practices, or any other</w:t>
            </w:r>
            <w:r>
              <w:rPr>
                <w:rFonts w:cstheme="minorHAnsi"/>
                <w:sz w:val="20"/>
                <w:szCs w:val="20"/>
              </w:rPr>
              <w:t xml:space="preserve"> unethical practice, with the OPCW</w:t>
            </w:r>
            <w:r w:rsidRPr="005E5F03">
              <w:rPr>
                <w:rFonts w:cstheme="minorHAnsi"/>
                <w:sz w:val="20"/>
                <w:szCs w:val="20"/>
              </w:rPr>
              <w:t xml:space="preserve"> </w:t>
            </w:r>
            <w:r w:rsidR="00B3245E">
              <w:rPr>
                <w:rFonts w:cstheme="minorHAnsi"/>
                <w:sz w:val="20"/>
                <w:szCs w:val="20"/>
              </w:rPr>
              <w:t xml:space="preserve">or the UN </w:t>
            </w:r>
            <w:r w:rsidRPr="005E5F03">
              <w:rPr>
                <w:rFonts w:cstheme="minorHAnsi"/>
                <w:sz w:val="20"/>
                <w:szCs w:val="20"/>
              </w:rPr>
              <w:t xml:space="preserve">or any other party, and to conduct business in a manner that averts any financial, operational, reputational or other undue risk to the </w:t>
            </w:r>
            <w:r>
              <w:rPr>
                <w:rFonts w:cstheme="minorHAnsi"/>
                <w:sz w:val="20"/>
                <w:szCs w:val="20"/>
              </w:rPr>
              <w:t>OPCW</w:t>
            </w:r>
            <w:r w:rsidRPr="005E5F03">
              <w:rPr>
                <w:rFonts w:cstheme="minorHAnsi"/>
                <w:sz w:val="20"/>
                <w:szCs w:val="20"/>
              </w:rPr>
              <w:t xml:space="preserve"> </w:t>
            </w:r>
            <w:r w:rsidR="00B3245E">
              <w:rPr>
                <w:rFonts w:cstheme="minorHAnsi"/>
                <w:sz w:val="20"/>
                <w:szCs w:val="20"/>
              </w:rPr>
              <w:t xml:space="preserve">or the UN </w:t>
            </w:r>
            <w:r w:rsidRPr="005E5F03">
              <w:rPr>
                <w:rFonts w:cstheme="minorHAnsi"/>
                <w:sz w:val="20"/>
                <w:szCs w:val="20"/>
              </w:rPr>
              <w:t>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16"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r>
              <w:rPr>
                <w:rFonts w:cstheme="minorHAnsi"/>
                <w:iCs/>
                <w:sz w:val="20"/>
                <w:szCs w:val="20"/>
              </w:rPr>
              <w:t xml:space="preserve"> and the OPCW</w:t>
            </w:r>
            <w:r w:rsidRPr="00F661B0">
              <w:rPr>
                <w:rFonts w:cstheme="minorHAnsi"/>
                <w:iCs/>
                <w:sz w:val="20"/>
                <w:szCs w:val="20"/>
              </w:rPr>
              <w:t>.</w:t>
            </w:r>
          </w:p>
        </w:tc>
      </w:tr>
      <w:tr w:rsidR="00931A89" w:rsidRPr="005E5F03" w14:paraId="066B0733" w14:textId="77777777" w:rsidTr="00931A89">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2E41B190"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2945B323"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1F606AD" w14:textId="77777777" w:rsidR="00931A89" w:rsidRPr="005E5F03" w:rsidRDefault="00931A89" w:rsidP="00931A89">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into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931A89" w:rsidRPr="005E5F03" w14:paraId="3FE14EEF" w14:textId="77777777" w:rsidTr="00931A89">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52FFD5D1"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3BBA85CC"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DABB8E6" w14:textId="6B21BA12" w:rsidR="00931A89" w:rsidRPr="005E5F03" w:rsidRDefault="00931A89" w:rsidP="00B3245E">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w:t>
            </w:r>
            <w:r w:rsidR="00821879">
              <w:rPr>
                <w:rFonts w:cstheme="minorHAnsi"/>
                <w:sz w:val="20"/>
                <w:szCs w:val="20"/>
              </w:rPr>
              <w:t>l/We hereby declare that our firm, its affiliates or subsidiaries or employees, including any subcontractors or suppliers for any part of the contract is not under procurement prohibition by an intergovernmental or United Nations Organisation, including but not limited to prohibitions derived from the Compendium of United Nations Security Council Sanctions Lists and have not been suspended, debarred, sanctioned or otherwise identified as ineligible by any UN Organization, including any organisation within the World Bank Group or any multi-lateral development bank, or by the institutions and bodies of economic integration organisations (e.g., the EU).</w:t>
            </w:r>
          </w:p>
        </w:tc>
      </w:tr>
      <w:tr w:rsidR="00931A89" w:rsidRPr="005E5F03" w14:paraId="2EB43906" w14:textId="77777777" w:rsidTr="00931A89">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419DF892"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6455D965"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81E829" w14:textId="77777777" w:rsidR="00931A89" w:rsidRPr="005E5F03" w:rsidRDefault="00931A89" w:rsidP="00931A89">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31A89" w:rsidRPr="005E5F03" w14:paraId="627DBDA7" w14:textId="77777777" w:rsidTr="00931A89">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52FC63A2"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3787307E"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5C282A" w14:textId="77777777" w:rsidR="00931A89" w:rsidRPr="005E5F03" w:rsidRDefault="00931A89" w:rsidP="00931A89">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31A89" w:rsidRPr="005E5F03" w14:paraId="5A0D9BA8" w14:textId="77777777" w:rsidTr="00931A89">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CE1AD2D"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BD5457"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25961E7" w14:textId="77777777" w:rsidR="00931A89" w:rsidRPr="005E5F03" w:rsidRDefault="00931A89" w:rsidP="00931A89">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931A89" w:rsidRPr="005E5F03" w14:paraId="26051A78" w14:textId="77777777" w:rsidTr="00931A89">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57195379"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01A421D3" w14:textId="77777777" w:rsidR="00931A89" w:rsidRPr="005E5F03" w:rsidRDefault="00931A89" w:rsidP="00931A8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0B25F77" w14:textId="77777777" w:rsidR="00931A89" w:rsidRPr="005E5F03" w:rsidRDefault="00931A89" w:rsidP="00931A89">
            <w:pPr>
              <w:jc w:val="both"/>
              <w:rPr>
                <w:rFonts w:cstheme="minorHAnsi"/>
                <w:b/>
                <w:sz w:val="20"/>
                <w:szCs w:val="20"/>
              </w:rPr>
            </w:pPr>
            <w:r w:rsidRPr="005E5F03">
              <w:rPr>
                <w:rFonts w:cstheme="minorHAnsi"/>
                <w:sz w:val="20"/>
                <w:szCs w:val="20"/>
              </w:rPr>
              <w:t>By signing this declaration the signatory below represents, warrants and agrees that he/she has been authorised by the Organization/s to make this declaration on its/their behalf.</w:t>
            </w:r>
          </w:p>
        </w:tc>
      </w:tr>
    </w:tbl>
    <w:p w14:paraId="2CD54274" w14:textId="77777777" w:rsidR="00931A89" w:rsidRPr="005E5F03" w:rsidRDefault="00931A89" w:rsidP="00931A89">
      <w:pPr>
        <w:rPr>
          <w:rFonts w:cstheme="minorHAnsi"/>
          <w:b/>
          <w:sz w:val="20"/>
          <w:szCs w:val="20"/>
        </w:rPr>
      </w:pPr>
    </w:p>
    <w:p w14:paraId="0C63179A" w14:textId="77777777" w:rsidR="00931A89" w:rsidRPr="005E5F03" w:rsidRDefault="00931A89" w:rsidP="00931A89">
      <w:pPr>
        <w:tabs>
          <w:tab w:val="left" w:pos="4820"/>
        </w:tabs>
        <w:spacing w:before="60" w:after="60"/>
        <w:jc w:val="both"/>
        <w:rPr>
          <w:rFonts w:cstheme="minorHAnsi"/>
          <w:iCs/>
          <w:snapToGrid w:val="0"/>
          <w:color w:val="000000" w:themeColor="text1"/>
          <w:sz w:val="20"/>
          <w:szCs w:val="20"/>
        </w:rPr>
      </w:pPr>
    </w:p>
    <w:p w14:paraId="508D144C" w14:textId="77777777" w:rsidR="00931A89" w:rsidRPr="005E5F03" w:rsidRDefault="00931A89" w:rsidP="00931A89">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4F508349" w14:textId="77777777" w:rsidR="00931A89" w:rsidRPr="005E5F03" w:rsidRDefault="00931A89" w:rsidP="00931A89">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showingPlcHdr/>
          <w:text/>
        </w:sdtPr>
        <w:sdtEndPr/>
        <w:sdtContent>
          <w:r w:rsidRPr="005E5F03">
            <w:rPr>
              <w:rStyle w:val="PlaceholderText"/>
              <w:rFonts w:cstheme="minorHAnsi"/>
              <w:sz w:val="20"/>
              <w:szCs w:val="20"/>
            </w:rPr>
            <w:t>Click or tap here to enter text.</w:t>
          </w:r>
        </w:sdtContent>
      </w:sdt>
    </w:p>
    <w:p w14:paraId="5EC9573E" w14:textId="77777777" w:rsidR="00931A89" w:rsidRPr="005E5F03" w:rsidRDefault="00931A89" w:rsidP="00931A89">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showingPlcHdr/>
          <w:text/>
        </w:sdtPr>
        <w:sdtEndPr/>
        <w:sdtContent>
          <w:r w:rsidRPr="005E5F03">
            <w:rPr>
              <w:rStyle w:val="PlaceholderText"/>
              <w:rFonts w:cstheme="minorHAnsi"/>
              <w:sz w:val="20"/>
              <w:szCs w:val="20"/>
            </w:rPr>
            <w:t>Click or tap here to enter text.</w:t>
          </w:r>
        </w:sdtContent>
      </w:sdt>
    </w:p>
    <w:p w14:paraId="6D24C98D" w14:textId="0E060AFF" w:rsidR="00931A89" w:rsidRPr="005E5F03" w:rsidRDefault="00931A89" w:rsidP="00931A89">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931A89" w:rsidRPr="005E5F03" w:rsidSect="00007CD3">
      <w:headerReference w:type="default" r:id="rId17"/>
      <w:footerReference w:type="default" r:id="rId18"/>
      <w:pgSz w:w="11906" w:h="16838"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221E9" w14:textId="77777777" w:rsidR="00E126FB" w:rsidRDefault="00E126FB" w:rsidP="00E56798">
      <w:pPr>
        <w:spacing w:after="0" w:line="240" w:lineRule="auto"/>
      </w:pPr>
      <w:r>
        <w:separator/>
      </w:r>
    </w:p>
  </w:endnote>
  <w:endnote w:type="continuationSeparator" w:id="0">
    <w:p w14:paraId="148333E3" w14:textId="77777777" w:rsidR="00E126FB" w:rsidRDefault="00E126FB" w:rsidP="00E5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AD2A3" w14:textId="4692FD3C" w:rsidR="00E126FB" w:rsidRPr="00596C96" w:rsidRDefault="0087423E">
    <w:pPr>
      <w:pStyle w:val="Footer"/>
    </w:pPr>
    <w:r>
      <w:rPr>
        <w:sz w:val="20"/>
        <w:szCs w:val="20"/>
      </w:rPr>
      <w:t>OSP</w:t>
    </w:r>
    <w:r w:rsidR="00E126FB">
      <w:rPr>
        <w:sz w:val="20"/>
        <w:szCs w:val="20"/>
      </w:rPr>
      <w:t>-P20-001, EF</w:t>
    </w:r>
    <w:r w:rsidR="00E126FB">
      <w:tab/>
    </w:r>
    <w:r w:rsidR="00E126FB">
      <w:tab/>
    </w:r>
    <w:r w:rsidR="00E126FB" w:rsidRPr="00596C96">
      <w:rPr>
        <w:sz w:val="20"/>
        <w:szCs w:val="20"/>
      </w:rPr>
      <w:fldChar w:fldCharType="begin"/>
    </w:r>
    <w:r w:rsidR="00E126FB" w:rsidRPr="00596C96">
      <w:rPr>
        <w:sz w:val="20"/>
        <w:szCs w:val="20"/>
      </w:rPr>
      <w:instrText xml:space="preserve"> PAGE   \* MERGEFORMAT </w:instrText>
    </w:r>
    <w:r w:rsidR="00E126FB" w:rsidRPr="00596C96">
      <w:rPr>
        <w:sz w:val="20"/>
        <w:szCs w:val="20"/>
      </w:rPr>
      <w:fldChar w:fldCharType="separate"/>
    </w:r>
    <w:r w:rsidR="00DD5D04">
      <w:rPr>
        <w:noProof/>
        <w:sz w:val="20"/>
        <w:szCs w:val="20"/>
      </w:rPr>
      <w:t>6</w:t>
    </w:r>
    <w:r w:rsidR="00E126FB" w:rsidRPr="00596C96">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BC5F8" w14:textId="77777777" w:rsidR="00E126FB" w:rsidRDefault="00E126FB" w:rsidP="00E56798">
      <w:pPr>
        <w:spacing w:after="0" w:line="240" w:lineRule="auto"/>
      </w:pPr>
      <w:r>
        <w:separator/>
      </w:r>
    </w:p>
  </w:footnote>
  <w:footnote w:type="continuationSeparator" w:id="0">
    <w:p w14:paraId="7EAA602C" w14:textId="77777777" w:rsidR="00E126FB" w:rsidRDefault="00E126FB" w:rsidP="00E567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08AED" w14:textId="725BC508" w:rsidR="00E126FB" w:rsidRDefault="00E126FB">
    <w:pPr>
      <w:pStyle w:val="Header"/>
    </w:pPr>
    <w:r w:rsidRPr="00007CD3">
      <w:rPr>
        <w:noProof/>
        <w:lang w:eastAsia="en-GB"/>
      </w:rPr>
      <w:drawing>
        <wp:inline distT="0" distB="0" distL="0" distR="0" wp14:anchorId="046159BD" wp14:editId="3775A69C">
          <wp:extent cx="918715" cy="342900"/>
          <wp:effectExtent l="0" t="0" r="0" b="0"/>
          <wp:docPr id="2" name="Picture 2" descr="Organisation for the Prohibition of Chemical Weap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sation for the Prohibition of Chemical Weap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042" cy="351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94"/>
    <w:rsid w:val="00002895"/>
    <w:rsid w:val="000059E8"/>
    <w:rsid w:val="00007CD3"/>
    <w:rsid w:val="000151F2"/>
    <w:rsid w:val="00022F87"/>
    <w:rsid w:val="000302FC"/>
    <w:rsid w:val="00031C8B"/>
    <w:rsid w:val="00033F43"/>
    <w:rsid w:val="00034018"/>
    <w:rsid w:val="0003549D"/>
    <w:rsid w:val="00042341"/>
    <w:rsid w:val="00051EC5"/>
    <w:rsid w:val="00052F19"/>
    <w:rsid w:val="00054884"/>
    <w:rsid w:val="000578F0"/>
    <w:rsid w:val="000621AA"/>
    <w:rsid w:val="000642F9"/>
    <w:rsid w:val="00076FF8"/>
    <w:rsid w:val="00090AEC"/>
    <w:rsid w:val="000A11A3"/>
    <w:rsid w:val="000A1648"/>
    <w:rsid w:val="000B0A17"/>
    <w:rsid w:val="000B2D14"/>
    <w:rsid w:val="000B4D5B"/>
    <w:rsid w:val="000B5FEB"/>
    <w:rsid w:val="000C3E5F"/>
    <w:rsid w:val="000C5538"/>
    <w:rsid w:val="000C6786"/>
    <w:rsid w:val="000D2175"/>
    <w:rsid w:val="000E1ED5"/>
    <w:rsid w:val="000E61E4"/>
    <w:rsid w:val="00116258"/>
    <w:rsid w:val="001179D7"/>
    <w:rsid w:val="0012076B"/>
    <w:rsid w:val="00123E3B"/>
    <w:rsid w:val="00134C2E"/>
    <w:rsid w:val="001353CB"/>
    <w:rsid w:val="00142B00"/>
    <w:rsid w:val="00152204"/>
    <w:rsid w:val="00161223"/>
    <w:rsid w:val="0016477C"/>
    <w:rsid w:val="00193AF9"/>
    <w:rsid w:val="00195258"/>
    <w:rsid w:val="001A0F39"/>
    <w:rsid w:val="001A1A5C"/>
    <w:rsid w:val="001A1FE7"/>
    <w:rsid w:val="001A24F1"/>
    <w:rsid w:val="001A2961"/>
    <w:rsid w:val="001A42D4"/>
    <w:rsid w:val="001A7678"/>
    <w:rsid w:val="001B007D"/>
    <w:rsid w:val="001B2266"/>
    <w:rsid w:val="001C634B"/>
    <w:rsid w:val="001D0714"/>
    <w:rsid w:val="001D2ACD"/>
    <w:rsid w:val="001D381A"/>
    <w:rsid w:val="001D4C3F"/>
    <w:rsid w:val="001D6B74"/>
    <w:rsid w:val="001D72B1"/>
    <w:rsid w:val="00214ED6"/>
    <w:rsid w:val="00215DDA"/>
    <w:rsid w:val="0021666C"/>
    <w:rsid w:val="0022078F"/>
    <w:rsid w:val="00232CFC"/>
    <w:rsid w:val="002402B7"/>
    <w:rsid w:val="00252112"/>
    <w:rsid w:val="002562B1"/>
    <w:rsid w:val="00260046"/>
    <w:rsid w:val="00260675"/>
    <w:rsid w:val="002609ED"/>
    <w:rsid w:val="00272436"/>
    <w:rsid w:val="0027798A"/>
    <w:rsid w:val="0028194B"/>
    <w:rsid w:val="00282830"/>
    <w:rsid w:val="00290D72"/>
    <w:rsid w:val="00295C25"/>
    <w:rsid w:val="002A3496"/>
    <w:rsid w:val="002A6BBE"/>
    <w:rsid w:val="002B27A5"/>
    <w:rsid w:val="002B646E"/>
    <w:rsid w:val="002C1D68"/>
    <w:rsid w:val="002C2725"/>
    <w:rsid w:val="002E03B2"/>
    <w:rsid w:val="002E25A3"/>
    <w:rsid w:val="002E6E28"/>
    <w:rsid w:val="00300031"/>
    <w:rsid w:val="003042D9"/>
    <w:rsid w:val="0031400A"/>
    <w:rsid w:val="00314E79"/>
    <w:rsid w:val="003322A2"/>
    <w:rsid w:val="00335737"/>
    <w:rsid w:val="00342CD3"/>
    <w:rsid w:val="0034430D"/>
    <w:rsid w:val="00345536"/>
    <w:rsid w:val="003527CD"/>
    <w:rsid w:val="003826B3"/>
    <w:rsid w:val="003A4652"/>
    <w:rsid w:val="003C41D4"/>
    <w:rsid w:val="003C73FD"/>
    <w:rsid w:val="003D36D0"/>
    <w:rsid w:val="003D49CA"/>
    <w:rsid w:val="003E3A88"/>
    <w:rsid w:val="003E4DD8"/>
    <w:rsid w:val="003F16DE"/>
    <w:rsid w:val="003F22B8"/>
    <w:rsid w:val="003F320F"/>
    <w:rsid w:val="003F5D11"/>
    <w:rsid w:val="003F76A3"/>
    <w:rsid w:val="00423E19"/>
    <w:rsid w:val="00426A89"/>
    <w:rsid w:val="00427605"/>
    <w:rsid w:val="00430359"/>
    <w:rsid w:val="00436D77"/>
    <w:rsid w:val="004408FD"/>
    <w:rsid w:val="00443117"/>
    <w:rsid w:val="004470F1"/>
    <w:rsid w:val="00454A96"/>
    <w:rsid w:val="00487B57"/>
    <w:rsid w:val="00492783"/>
    <w:rsid w:val="004943F0"/>
    <w:rsid w:val="004A4DF8"/>
    <w:rsid w:val="004B1037"/>
    <w:rsid w:val="004B5C52"/>
    <w:rsid w:val="004B7586"/>
    <w:rsid w:val="004D04A2"/>
    <w:rsid w:val="004D0895"/>
    <w:rsid w:val="004D0B03"/>
    <w:rsid w:val="004E2B5A"/>
    <w:rsid w:val="004E2FD1"/>
    <w:rsid w:val="004F17C1"/>
    <w:rsid w:val="004F7563"/>
    <w:rsid w:val="00521A2B"/>
    <w:rsid w:val="00527ADD"/>
    <w:rsid w:val="00527FB3"/>
    <w:rsid w:val="00530D3C"/>
    <w:rsid w:val="00535D97"/>
    <w:rsid w:val="00537053"/>
    <w:rsid w:val="00541B34"/>
    <w:rsid w:val="00542B1D"/>
    <w:rsid w:val="0054618C"/>
    <w:rsid w:val="00553EA9"/>
    <w:rsid w:val="00562CFC"/>
    <w:rsid w:val="0056596A"/>
    <w:rsid w:val="005712F2"/>
    <w:rsid w:val="00577AD5"/>
    <w:rsid w:val="00580A1B"/>
    <w:rsid w:val="005860A4"/>
    <w:rsid w:val="00586BEB"/>
    <w:rsid w:val="00590774"/>
    <w:rsid w:val="00596AAE"/>
    <w:rsid w:val="00596C96"/>
    <w:rsid w:val="005A4307"/>
    <w:rsid w:val="005A68E8"/>
    <w:rsid w:val="005A6D64"/>
    <w:rsid w:val="005A6F50"/>
    <w:rsid w:val="005B2245"/>
    <w:rsid w:val="005B701C"/>
    <w:rsid w:val="005C1CEC"/>
    <w:rsid w:val="005C291E"/>
    <w:rsid w:val="005C729F"/>
    <w:rsid w:val="005E5F03"/>
    <w:rsid w:val="005E7281"/>
    <w:rsid w:val="00601FC8"/>
    <w:rsid w:val="006055EF"/>
    <w:rsid w:val="00607E15"/>
    <w:rsid w:val="00611CFA"/>
    <w:rsid w:val="00613BDE"/>
    <w:rsid w:val="00617A28"/>
    <w:rsid w:val="006203AA"/>
    <w:rsid w:val="00622819"/>
    <w:rsid w:val="00625F80"/>
    <w:rsid w:val="00630C5A"/>
    <w:rsid w:val="00632BB7"/>
    <w:rsid w:val="00632CEA"/>
    <w:rsid w:val="0064327D"/>
    <w:rsid w:val="00646886"/>
    <w:rsid w:val="00646FCF"/>
    <w:rsid w:val="006470E1"/>
    <w:rsid w:val="00657A72"/>
    <w:rsid w:val="006632A4"/>
    <w:rsid w:val="00663BE5"/>
    <w:rsid w:val="006717F3"/>
    <w:rsid w:val="0067484C"/>
    <w:rsid w:val="00675963"/>
    <w:rsid w:val="00686453"/>
    <w:rsid w:val="006964A1"/>
    <w:rsid w:val="006A1AFC"/>
    <w:rsid w:val="006A3F16"/>
    <w:rsid w:val="006A55D1"/>
    <w:rsid w:val="006B4265"/>
    <w:rsid w:val="006B43E9"/>
    <w:rsid w:val="006B4418"/>
    <w:rsid w:val="006C3C1D"/>
    <w:rsid w:val="006D09D2"/>
    <w:rsid w:val="006D18C0"/>
    <w:rsid w:val="006E0C01"/>
    <w:rsid w:val="006F140F"/>
    <w:rsid w:val="006F3094"/>
    <w:rsid w:val="00704795"/>
    <w:rsid w:val="00704B25"/>
    <w:rsid w:val="00704D27"/>
    <w:rsid w:val="00705DED"/>
    <w:rsid w:val="0071500A"/>
    <w:rsid w:val="00715EF4"/>
    <w:rsid w:val="007204F0"/>
    <w:rsid w:val="00725DC3"/>
    <w:rsid w:val="00732053"/>
    <w:rsid w:val="00732F17"/>
    <w:rsid w:val="0073499C"/>
    <w:rsid w:val="0076411F"/>
    <w:rsid w:val="007762AB"/>
    <w:rsid w:val="007807C6"/>
    <w:rsid w:val="00793C1D"/>
    <w:rsid w:val="007A4F1E"/>
    <w:rsid w:val="007C5485"/>
    <w:rsid w:val="007D5971"/>
    <w:rsid w:val="007D6B30"/>
    <w:rsid w:val="007E4CA8"/>
    <w:rsid w:val="007F6D62"/>
    <w:rsid w:val="00800A6B"/>
    <w:rsid w:val="0080103E"/>
    <w:rsid w:val="00801C14"/>
    <w:rsid w:val="0080296B"/>
    <w:rsid w:val="00806875"/>
    <w:rsid w:val="008070E6"/>
    <w:rsid w:val="008112B1"/>
    <w:rsid w:val="00812EA7"/>
    <w:rsid w:val="00821879"/>
    <w:rsid w:val="00835A11"/>
    <w:rsid w:val="0083700A"/>
    <w:rsid w:val="008374E3"/>
    <w:rsid w:val="00841213"/>
    <w:rsid w:val="008429BC"/>
    <w:rsid w:val="00856530"/>
    <w:rsid w:val="00856962"/>
    <w:rsid w:val="00860A51"/>
    <w:rsid w:val="008628FB"/>
    <w:rsid w:val="00865C88"/>
    <w:rsid w:val="00867572"/>
    <w:rsid w:val="00872C67"/>
    <w:rsid w:val="0087423E"/>
    <w:rsid w:val="00881CBD"/>
    <w:rsid w:val="00884FA5"/>
    <w:rsid w:val="00890B9E"/>
    <w:rsid w:val="008B0679"/>
    <w:rsid w:val="008B55E4"/>
    <w:rsid w:val="008C59DB"/>
    <w:rsid w:val="008C64CA"/>
    <w:rsid w:val="008E1FAF"/>
    <w:rsid w:val="008E32FE"/>
    <w:rsid w:val="0090546D"/>
    <w:rsid w:val="009127CC"/>
    <w:rsid w:val="0091314C"/>
    <w:rsid w:val="00914B94"/>
    <w:rsid w:val="00922776"/>
    <w:rsid w:val="00931A89"/>
    <w:rsid w:val="00942985"/>
    <w:rsid w:val="00943EB5"/>
    <w:rsid w:val="00960923"/>
    <w:rsid w:val="009609C3"/>
    <w:rsid w:val="009801B4"/>
    <w:rsid w:val="009832F5"/>
    <w:rsid w:val="00983433"/>
    <w:rsid w:val="009B7516"/>
    <w:rsid w:val="009C1685"/>
    <w:rsid w:val="009C2F65"/>
    <w:rsid w:val="009C3A76"/>
    <w:rsid w:val="009C4AF5"/>
    <w:rsid w:val="009C74D4"/>
    <w:rsid w:val="009D3089"/>
    <w:rsid w:val="009D578B"/>
    <w:rsid w:val="009E00E3"/>
    <w:rsid w:val="009E62C1"/>
    <w:rsid w:val="009F2610"/>
    <w:rsid w:val="00A02389"/>
    <w:rsid w:val="00A031C5"/>
    <w:rsid w:val="00A03CD2"/>
    <w:rsid w:val="00A045CB"/>
    <w:rsid w:val="00A10E29"/>
    <w:rsid w:val="00A2324C"/>
    <w:rsid w:val="00A378B2"/>
    <w:rsid w:val="00A57ADF"/>
    <w:rsid w:val="00A67F4B"/>
    <w:rsid w:val="00A75FA6"/>
    <w:rsid w:val="00A80089"/>
    <w:rsid w:val="00AA1E20"/>
    <w:rsid w:val="00AB0E86"/>
    <w:rsid w:val="00AB5CA7"/>
    <w:rsid w:val="00AC1043"/>
    <w:rsid w:val="00AC12AD"/>
    <w:rsid w:val="00AC57ED"/>
    <w:rsid w:val="00AC6CED"/>
    <w:rsid w:val="00AD207E"/>
    <w:rsid w:val="00AD2805"/>
    <w:rsid w:val="00AD6D13"/>
    <w:rsid w:val="00AD6DB0"/>
    <w:rsid w:val="00AD6DD3"/>
    <w:rsid w:val="00AD78ED"/>
    <w:rsid w:val="00B05B20"/>
    <w:rsid w:val="00B067D3"/>
    <w:rsid w:val="00B07BA8"/>
    <w:rsid w:val="00B126D6"/>
    <w:rsid w:val="00B21C26"/>
    <w:rsid w:val="00B3245E"/>
    <w:rsid w:val="00B47E82"/>
    <w:rsid w:val="00B51572"/>
    <w:rsid w:val="00B5325A"/>
    <w:rsid w:val="00B559A7"/>
    <w:rsid w:val="00B55D03"/>
    <w:rsid w:val="00B60750"/>
    <w:rsid w:val="00B72EB4"/>
    <w:rsid w:val="00B94FE7"/>
    <w:rsid w:val="00B9544A"/>
    <w:rsid w:val="00B95852"/>
    <w:rsid w:val="00B96CE1"/>
    <w:rsid w:val="00BA0480"/>
    <w:rsid w:val="00BA183B"/>
    <w:rsid w:val="00BA450E"/>
    <w:rsid w:val="00BC12D1"/>
    <w:rsid w:val="00BC3B10"/>
    <w:rsid w:val="00BC6384"/>
    <w:rsid w:val="00BD60A2"/>
    <w:rsid w:val="00BE2305"/>
    <w:rsid w:val="00BF2F90"/>
    <w:rsid w:val="00C0603E"/>
    <w:rsid w:val="00C0726F"/>
    <w:rsid w:val="00C204CF"/>
    <w:rsid w:val="00C230AB"/>
    <w:rsid w:val="00C266DD"/>
    <w:rsid w:val="00C41374"/>
    <w:rsid w:val="00C428BD"/>
    <w:rsid w:val="00C44EA3"/>
    <w:rsid w:val="00C52A79"/>
    <w:rsid w:val="00C625BE"/>
    <w:rsid w:val="00C64116"/>
    <w:rsid w:val="00C80D4F"/>
    <w:rsid w:val="00C91424"/>
    <w:rsid w:val="00C92C2E"/>
    <w:rsid w:val="00C92E27"/>
    <w:rsid w:val="00C939DC"/>
    <w:rsid w:val="00C96885"/>
    <w:rsid w:val="00CA1143"/>
    <w:rsid w:val="00CA4A2B"/>
    <w:rsid w:val="00CA66A2"/>
    <w:rsid w:val="00CB0188"/>
    <w:rsid w:val="00CB28DB"/>
    <w:rsid w:val="00CB2D11"/>
    <w:rsid w:val="00CD14BF"/>
    <w:rsid w:val="00CD7097"/>
    <w:rsid w:val="00CE7DF1"/>
    <w:rsid w:val="00CF2785"/>
    <w:rsid w:val="00CF7513"/>
    <w:rsid w:val="00CF7EE7"/>
    <w:rsid w:val="00D06666"/>
    <w:rsid w:val="00D1347D"/>
    <w:rsid w:val="00D256F4"/>
    <w:rsid w:val="00D2715C"/>
    <w:rsid w:val="00D335DD"/>
    <w:rsid w:val="00D421C6"/>
    <w:rsid w:val="00D42BC9"/>
    <w:rsid w:val="00D456F2"/>
    <w:rsid w:val="00D527E1"/>
    <w:rsid w:val="00D6429E"/>
    <w:rsid w:val="00D642BC"/>
    <w:rsid w:val="00D7211D"/>
    <w:rsid w:val="00D7418A"/>
    <w:rsid w:val="00D76421"/>
    <w:rsid w:val="00D77266"/>
    <w:rsid w:val="00D77D84"/>
    <w:rsid w:val="00D831F7"/>
    <w:rsid w:val="00D84343"/>
    <w:rsid w:val="00D867EA"/>
    <w:rsid w:val="00D9710D"/>
    <w:rsid w:val="00DA13B6"/>
    <w:rsid w:val="00DC4648"/>
    <w:rsid w:val="00DC5748"/>
    <w:rsid w:val="00DC66A8"/>
    <w:rsid w:val="00DD46EB"/>
    <w:rsid w:val="00DD5D04"/>
    <w:rsid w:val="00DE158E"/>
    <w:rsid w:val="00DE38EE"/>
    <w:rsid w:val="00DE5A3A"/>
    <w:rsid w:val="00DE7FEE"/>
    <w:rsid w:val="00DF3130"/>
    <w:rsid w:val="00DF6061"/>
    <w:rsid w:val="00E04094"/>
    <w:rsid w:val="00E040DE"/>
    <w:rsid w:val="00E0434D"/>
    <w:rsid w:val="00E07433"/>
    <w:rsid w:val="00E12049"/>
    <w:rsid w:val="00E126FB"/>
    <w:rsid w:val="00E15BE0"/>
    <w:rsid w:val="00E2657A"/>
    <w:rsid w:val="00E36ED3"/>
    <w:rsid w:val="00E405F5"/>
    <w:rsid w:val="00E41426"/>
    <w:rsid w:val="00E43F4E"/>
    <w:rsid w:val="00E46733"/>
    <w:rsid w:val="00E46BAC"/>
    <w:rsid w:val="00E47887"/>
    <w:rsid w:val="00E5027E"/>
    <w:rsid w:val="00E51C19"/>
    <w:rsid w:val="00E56798"/>
    <w:rsid w:val="00E6576F"/>
    <w:rsid w:val="00E67D42"/>
    <w:rsid w:val="00E7099C"/>
    <w:rsid w:val="00E725CF"/>
    <w:rsid w:val="00E81EE5"/>
    <w:rsid w:val="00E869E2"/>
    <w:rsid w:val="00EA0AB3"/>
    <w:rsid w:val="00EA12AE"/>
    <w:rsid w:val="00EA50A0"/>
    <w:rsid w:val="00EB30D5"/>
    <w:rsid w:val="00EC0B75"/>
    <w:rsid w:val="00EC30DA"/>
    <w:rsid w:val="00EC406B"/>
    <w:rsid w:val="00EC4A3E"/>
    <w:rsid w:val="00ED265A"/>
    <w:rsid w:val="00ED2DEB"/>
    <w:rsid w:val="00ED3BDE"/>
    <w:rsid w:val="00EE4CC4"/>
    <w:rsid w:val="00EF35CB"/>
    <w:rsid w:val="00F03A51"/>
    <w:rsid w:val="00F03B94"/>
    <w:rsid w:val="00F20E74"/>
    <w:rsid w:val="00F25CC6"/>
    <w:rsid w:val="00F279E0"/>
    <w:rsid w:val="00F34C4F"/>
    <w:rsid w:val="00F35DB0"/>
    <w:rsid w:val="00F41B67"/>
    <w:rsid w:val="00F45ABC"/>
    <w:rsid w:val="00F47108"/>
    <w:rsid w:val="00F509EF"/>
    <w:rsid w:val="00F50E15"/>
    <w:rsid w:val="00F52526"/>
    <w:rsid w:val="00F52CD1"/>
    <w:rsid w:val="00F57932"/>
    <w:rsid w:val="00F62796"/>
    <w:rsid w:val="00F634D0"/>
    <w:rsid w:val="00F70173"/>
    <w:rsid w:val="00F72104"/>
    <w:rsid w:val="00F73E05"/>
    <w:rsid w:val="00F97DDB"/>
    <w:rsid w:val="00FA194C"/>
    <w:rsid w:val="00FE6DA6"/>
    <w:rsid w:val="00FF10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AF4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tif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org/Depts/ptd/about-us/un-supplier-code-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opcw.org/sites/default/files/documents/2020/03/General%20Terms%20and%20Conditions%20-%20Services%20Feb%202020.pdf"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about-us/un-supplier-code-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14:paraId="4BAD044C" w14:textId="77777777" w:rsidR="006303B3" w:rsidRDefault="006303B3">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14:paraId="4BAD044D" w14:textId="77777777" w:rsidR="006303B3" w:rsidRDefault="006303B3">
          <w:pPr>
            <w:pStyle w:val="9D8490ED8D8749F9BC6051246C3847A3"/>
          </w:pPr>
          <w:r w:rsidRPr="0048490F">
            <w:rPr>
              <w:rStyle w:val="PlaceholderText"/>
            </w:rPr>
            <w:t>Click or tap to enter a date.</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14:paraId="4BAD044E" w14:textId="77777777" w:rsidR="006303B3" w:rsidRDefault="006303B3">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14:paraId="4BAD044F" w14:textId="77777777" w:rsidR="006303B3" w:rsidRDefault="006303B3">
          <w:pPr>
            <w:pStyle w:val="89B73D1A2E4F47A7AD9CC9A839BBA4B6"/>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14:paraId="4BAD0450" w14:textId="77777777" w:rsidR="006303B3" w:rsidRDefault="006303B3">
          <w:pPr>
            <w:pStyle w:val="D3FADA7C9DEA4656A6151A8F4DA9FB0B"/>
          </w:pPr>
          <w:r w:rsidRPr="0048490F">
            <w:rPr>
              <w:rStyle w:val="PlaceholderText"/>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14:paraId="4BAD0451" w14:textId="77777777" w:rsidR="006303B3" w:rsidRDefault="006303B3">
          <w:pPr>
            <w:pStyle w:val="4EA9AE5008C7428CA346C64E6A39E370"/>
          </w:pPr>
          <w:r w:rsidRPr="003322A2">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14:paraId="4BAD0452" w14:textId="77777777" w:rsidR="006303B3" w:rsidRDefault="006303B3">
          <w:pPr>
            <w:pStyle w:val="E79C5F419C574CD9877F88A476BD115F"/>
          </w:pPr>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14:paraId="4BAD0453" w14:textId="77777777" w:rsidR="006303B3" w:rsidRDefault="006303B3">
          <w:pPr>
            <w:pStyle w:val="924EF0777CF84A60AA391EA49FC63090"/>
          </w:pPr>
          <w:r w:rsidRPr="00260675">
            <w:rPr>
              <w:rStyle w:val="PlaceholderText"/>
              <w:rFonts w:cstheme="minorHAnsi"/>
              <w:szCs w:val="20"/>
            </w:rPr>
            <w:t>Click or tap here to enter text.</w:t>
          </w:r>
        </w:p>
      </w:docPartBody>
    </w:docPart>
    <w:docPart>
      <w:docPartPr>
        <w:name w:val="6EA270EB04184C2B8C8AC6237B868A10"/>
        <w:category>
          <w:name w:val="General"/>
          <w:gallery w:val="placeholder"/>
        </w:category>
        <w:types>
          <w:type w:val="bbPlcHdr"/>
        </w:types>
        <w:behaviors>
          <w:behavior w:val="content"/>
        </w:behaviors>
        <w:guid w:val="{55F91B68-FB73-4819-9A7D-7594794C703C}"/>
      </w:docPartPr>
      <w:docPartBody>
        <w:p w14:paraId="4BAD04A6" w14:textId="77777777" w:rsidR="00F8512E" w:rsidRDefault="007D4ADD" w:rsidP="007D4ADD">
          <w:pPr>
            <w:pStyle w:val="6EA270EB04184C2B8C8AC6237B868A10"/>
          </w:pPr>
          <w:r w:rsidRPr="00260675">
            <w:rPr>
              <w:rStyle w:val="PlaceholderText"/>
              <w:rFonts w:cstheme="minorHAnsi"/>
              <w:sz w:val="20"/>
              <w:szCs w:val="20"/>
            </w:rPr>
            <w:t>Click or tap here to enter text.</w:t>
          </w:r>
        </w:p>
      </w:docPartBody>
    </w:docPart>
    <w:docPart>
      <w:docPartPr>
        <w:name w:val="1126DB4044A84DF481B27A05F82C80C2"/>
        <w:category>
          <w:name w:val="General"/>
          <w:gallery w:val="placeholder"/>
        </w:category>
        <w:types>
          <w:type w:val="bbPlcHdr"/>
        </w:types>
        <w:behaviors>
          <w:behavior w:val="content"/>
        </w:behaviors>
        <w:guid w:val="{69F8BE76-FBB4-4C7F-9E81-A2F6DF065F8B}"/>
      </w:docPartPr>
      <w:docPartBody>
        <w:p w14:paraId="4BAD04A7" w14:textId="77777777" w:rsidR="002D381B" w:rsidRDefault="003F29F8" w:rsidP="003F29F8">
          <w:pPr>
            <w:pStyle w:val="1126DB4044A84DF481B27A05F82C80C2"/>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3B3"/>
    <w:rsid w:val="002D381B"/>
    <w:rsid w:val="003F29F8"/>
    <w:rsid w:val="006303B3"/>
    <w:rsid w:val="007D4ADD"/>
    <w:rsid w:val="008910DB"/>
    <w:rsid w:val="00A8215D"/>
    <w:rsid w:val="00BE663A"/>
    <w:rsid w:val="00C52380"/>
    <w:rsid w:val="00E9020C"/>
    <w:rsid w:val="00F172FD"/>
    <w:rsid w:val="00F85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AD04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8215D"/>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2A4114468DB844E9831FAAD0EE3F9753">
    <w:name w:val="2A4114468DB844E9831FAAD0EE3F9753"/>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96F03C492583469B8C7049254CE8641B">
    <w:name w:val="96F03C492583469B8C7049254CE8641B"/>
  </w:style>
  <w:style w:type="paragraph" w:customStyle="1" w:styleId="D349403565BE401C9C2EB77E1BC99D4C">
    <w:name w:val="D349403565BE401C9C2EB77E1BC99D4C"/>
  </w:style>
  <w:style w:type="paragraph" w:customStyle="1" w:styleId="527CD5D8372C4F92B1FB5B85CD50C5B1">
    <w:name w:val="527CD5D8372C4F92B1FB5B85CD50C5B1"/>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E86A65B127B94D39AB292305B7A269C9">
    <w:name w:val="E86A65B127B94D39AB292305B7A269C9"/>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1291E96894264334B8C2869A1069B165">
    <w:name w:val="1291E96894264334B8C2869A1069B165"/>
  </w:style>
  <w:style w:type="paragraph" w:customStyle="1" w:styleId="F6099A819FDD4C889F4A584DF5403778">
    <w:name w:val="F6099A819FDD4C889F4A584DF5403778"/>
  </w:style>
  <w:style w:type="paragraph" w:customStyle="1" w:styleId="48DF419F73EE43C3B8A5089E1297DA09">
    <w:name w:val="48DF419F73EE43C3B8A5089E1297DA09"/>
  </w:style>
  <w:style w:type="paragraph" w:customStyle="1" w:styleId="B67863356A3D40DBB3B93DEC1AEBE39D">
    <w:name w:val="B67863356A3D40DBB3B93DEC1AEBE39D"/>
  </w:style>
  <w:style w:type="paragraph" w:customStyle="1" w:styleId="4C47B4FE8B694E5187B98B6A5049A470">
    <w:name w:val="4C47B4FE8B694E5187B98B6A5049A47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DDD8BB9706F149CB8AF78970251C11C5">
    <w:name w:val="DDD8BB9706F149CB8AF78970251C11C5"/>
  </w:style>
  <w:style w:type="paragraph" w:customStyle="1" w:styleId="11F44656A59348B99C4934F776D02CE5">
    <w:name w:val="11F44656A59348B99C4934F776D02CE5"/>
  </w:style>
  <w:style w:type="paragraph" w:customStyle="1" w:styleId="2B2E791900E146E480BCFB263763D618">
    <w:name w:val="2B2E791900E146E480BCFB263763D618"/>
  </w:style>
  <w:style w:type="paragraph" w:customStyle="1" w:styleId="E8B8B45707994574BFB88F4F1A3EA47A">
    <w:name w:val="E8B8B45707994574BFB88F4F1A3EA47A"/>
  </w:style>
  <w:style w:type="paragraph" w:customStyle="1" w:styleId="60E52335F23F4369BD51934445F2E876">
    <w:name w:val="60E52335F23F4369BD51934445F2E876"/>
  </w:style>
  <w:style w:type="paragraph" w:customStyle="1" w:styleId="558707D8D6F94646845231D86B8A3BCC">
    <w:name w:val="558707D8D6F94646845231D86B8A3BCC"/>
  </w:style>
  <w:style w:type="paragraph" w:customStyle="1" w:styleId="59D471EC7C3E435BA56FB81076D400C3">
    <w:name w:val="59D471EC7C3E435BA56FB81076D400C3"/>
  </w:style>
  <w:style w:type="paragraph" w:customStyle="1" w:styleId="FE6ABA6892BB4962821245EA6B63B03A">
    <w:name w:val="FE6ABA6892BB4962821245EA6B63B03A"/>
  </w:style>
  <w:style w:type="paragraph" w:customStyle="1" w:styleId="4FB4DFDF7C5A47639FBAC52B825D4C9F">
    <w:name w:val="4FB4DFDF7C5A47639FBAC52B825D4C9F"/>
  </w:style>
  <w:style w:type="paragraph" w:customStyle="1" w:styleId="DAF7B85008094BA5AF2E11BB1BA87F79">
    <w:name w:val="DAF7B85008094BA5AF2E11BB1BA87F79"/>
  </w:style>
  <w:style w:type="paragraph" w:customStyle="1" w:styleId="C6F6B9C16E1547B5A9C241494A0129CA">
    <w:name w:val="C6F6B9C16E1547B5A9C241494A0129CA"/>
  </w:style>
  <w:style w:type="paragraph" w:customStyle="1" w:styleId="E3CCEC61DC5F4228A9260AF690FC30DC">
    <w:name w:val="E3CCEC61DC5F4228A9260AF690FC30DC"/>
  </w:style>
  <w:style w:type="paragraph" w:customStyle="1" w:styleId="2B1E63AA5CD540058FAC59981B98D6FE">
    <w:name w:val="2B1E63AA5CD540058FAC59981B98D6FE"/>
  </w:style>
  <w:style w:type="paragraph" w:customStyle="1" w:styleId="8D0A1DD7BC134FA2AA85ADAA63FD752D">
    <w:name w:val="8D0A1DD7BC134FA2AA85ADAA63FD752D"/>
  </w:style>
  <w:style w:type="paragraph" w:customStyle="1" w:styleId="D1C8016539394ED2B9CB8DEA9FB1F1DD">
    <w:name w:val="D1C8016539394ED2B9CB8DEA9FB1F1DD"/>
    <w:rsid w:val="007D4ADD"/>
  </w:style>
  <w:style w:type="paragraph" w:customStyle="1" w:styleId="E1CDAE2032EA4ED29ED275527531443A">
    <w:name w:val="E1CDAE2032EA4ED29ED275527531443A"/>
    <w:rsid w:val="007D4ADD"/>
  </w:style>
  <w:style w:type="paragraph" w:customStyle="1" w:styleId="976DFDC10A9246EF932C15EF22F9A3A0">
    <w:name w:val="976DFDC10A9246EF932C15EF22F9A3A0"/>
    <w:rsid w:val="007D4ADD"/>
  </w:style>
  <w:style w:type="paragraph" w:customStyle="1" w:styleId="D3E8ED0757F6452CBB4F13B26123285A">
    <w:name w:val="D3E8ED0757F6452CBB4F13B26123285A"/>
    <w:rsid w:val="007D4ADD"/>
  </w:style>
  <w:style w:type="paragraph" w:customStyle="1" w:styleId="25B2C8F779F343A08F6F812B269A3187">
    <w:name w:val="25B2C8F779F343A08F6F812B269A3187"/>
    <w:rsid w:val="007D4ADD"/>
  </w:style>
  <w:style w:type="paragraph" w:customStyle="1" w:styleId="BA95CB9364C94F8E9036D9409F3A27A5">
    <w:name w:val="BA95CB9364C94F8E9036D9409F3A27A5"/>
    <w:rsid w:val="007D4ADD"/>
  </w:style>
  <w:style w:type="paragraph" w:customStyle="1" w:styleId="05DAF0652D624F4E82C1C113CDF9D6FE">
    <w:name w:val="05DAF0652D624F4E82C1C113CDF9D6FE"/>
    <w:rsid w:val="007D4ADD"/>
  </w:style>
  <w:style w:type="paragraph" w:customStyle="1" w:styleId="AF69566C1B5A4659B5BC3CE048E2316E">
    <w:name w:val="AF69566C1B5A4659B5BC3CE048E2316E"/>
    <w:rsid w:val="007D4ADD"/>
  </w:style>
  <w:style w:type="paragraph" w:customStyle="1" w:styleId="D5FD8469D747489DBA351EBAA1F4F142">
    <w:name w:val="D5FD8469D747489DBA351EBAA1F4F142"/>
    <w:rsid w:val="007D4ADD"/>
  </w:style>
  <w:style w:type="paragraph" w:customStyle="1" w:styleId="3EBA975590EE43E08DC66DDDEB787903">
    <w:name w:val="3EBA975590EE43E08DC66DDDEB787903"/>
    <w:rsid w:val="007D4ADD"/>
  </w:style>
  <w:style w:type="paragraph" w:customStyle="1" w:styleId="864DBADEBE134F769970E9A9A1C6D0D5">
    <w:name w:val="864DBADEBE134F769970E9A9A1C6D0D5"/>
    <w:rsid w:val="007D4ADD"/>
  </w:style>
  <w:style w:type="paragraph" w:customStyle="1" w:styleId="F214E4135695428582CB7CF40E53E2EE">
    <w:name w:val="F214E4135695428582CB7CF40E53E2EE"/>
    <w:rsid w:val="007D4ADD"/>
  </w:style>
  <w:style w:type="paragraph" w:customStyle="1" w:styleId="16C5C7E824DE46E888C7A72B42661660">
    <w:name w:val="16C5C7E824DE46E888C7A72B42661660"/>
    <w:rsid w:val="007D4ADD"/>
  </w:style>
  <w:style w:type="paragraph" w:customStyle="1" w:styleId="5029F949B3E441E6B5E5ED013A095B8D">
    <w:name w:val="5029F949B3E441E6B5E5ED013A095B8D"/>
    <w:rsid w:val="007D4ADD"/>
  </w:style>
  <w:style w:type="paragraph" w:customStyle="1" w:styleId="B926412C78A24D3C9DEAB5BAC42F07B3">
    <w:name w:val="B926412C78A24D3C9DEAB5BAC42F07B3"/>
    <w:rsid w:val="007D4ADD"/>
  </w:style>
  <w:style w:type="paragraph" w:customStyle="1" w:styleId="3504F6571DC344E79DF620875C6FF613">
    <w:name w:val="3504F6571DC344E79DF620875C6FF613"/>
    <w:rsid w:val="007D4ADD"/>
  </w:style>
  <w:style w:type="paragraph" w:customStyle="1" w:styleId="8F7017FF73624873B4D39A2E0DA7290B">
    <w:name w:val="8F7017FF73624873B4D39A2E0DA7290B"/>
    <w:rsid w:val="007D4ADD"/>
  </w:style>
  <w:style w:type="paragraph" w:customStyle="1" w:styleId="406A6F5A36254C0F8FCDC8D9679C1C82">
    <w:name w:val="406A6F5A36254C0F8FCDC8D9679C1C82"/>
    <w:rsid w:val="007D4ADD"/>
  </w:style>
  <w:style w:type="paragraph" w:customStyle="1" w:styleId="968A383ED3BB4AB1806B9F4AF49E9E1C">
    <w:name w:val="968A383ED3BB4AB1806B9F4AF49E9E1C"/>
    <w:rsid w:val="007D4ADD"/>
  </w:style>
  <w:style w:type="paragraph" w:customStyle="1" w:styleId="E0523C367A9B4FC7A195CF4456D1FB57">
    <w:name w:val="E0523C367A9B4FC7A195CF4456D1FB57"/>
    <w:rsid w:val="007D4ADD"/>
  </w:style>
  <w:style w:type="paragraph" w:customStyle="1" w:styleId="6E5C3D728A344704A6CE6A8403723BF9">
    <w:name w:val="6E5C3D728A344704A6CE6A8403723BF9"/>
    <w:rsid w:val="007D4ADD"/>
  </w:style>
  <w:style w:type="paragraph" w:customStyle="1" w:styleId="4D66456AAAD143C781B22E156A0F6FC3">
    <w:name w:val="4D66456AAAD143C781B22E156A0F6FC3"/>
    <w:rsid w:val="007D4ADD"/>
  </w:style>
  <w:style w:type="paragraph" w:customStyle="1" w:styleId="5DD9EC79860D4B63801104065B9CAA4F">
    <w:name w:val="5DD9EC79860D4B63801104065B9CAA4F"/>
    <w:rsid w:val="007D4ADD"/>
  </w:style>
  <w:style w:type="paragraph" w:customStyle="1" w:styleId="853AA863942342AD9EA34166BA3920CF">
    <w:name w:val="853AA863942342AD9EA34166BA3920CF"/>
    <w:rsid w:val="007D4ADD"/>
  </w:style>
  <w:style w:type="paragraph" w:customStyle="1" w:styleId="EEAB47ACAEC6476B83E48657AFC84DFE">
    <w:name w:val="EEAB47ACAEC6476B83E48657AFC84DFE"/>
    <w:rsid w:val="007D4ADD"/>
  </w:style>
  <w:style w:type="paragraph" w:customStyle="1" w:styleId="A1202B6264FF441AA7F944BCC5637A93">
    <w:name w:val="A1202B6264FF441AA7F944BCC5637A93"/>
    <w:rsid w:val="007D4ADD"/>
  </w:style>
  <w:style w:type="paragraph" w:customStyle="1" w:styleId="09CEDD31AC924CC1BDED3A00808336ED">
    <w:name w:val="09CEDD31AC924CC1BDED3A00808336ED"/>
    <w:rsid w:val="007D4ADD"/>
  </w:style>
  <w:style w:type="paragraph" w:customStyle="1" w:styleId="99ED7AE228FE4D4A888AAE7C2FB0CCDD">
    <w:name w:val="99ED7AE228FE4D4A888AAE7C2FB0CCDD"/>
    <w:rsid w:val="007D4ADD"/>
  </w:style>
  <w:style w:type="paragraph" w:customStyle="1" w:styleId="AC8645BE0FFE47B4A0CB6007D0B9622D">
    <w:name w:val="AC8645BE0FFE47B4A0CB6007D0B9622D"/>
    <w:rsid w:val="007D4ADD"/>
  </w:style>
  <w:style w:type="paragraph" w:customStyle="1" w:styleId="8BBA7C804AAD469BA7822D1383FA4717">
    <w:name w:val="8BBA7C804AAD469BA7822D1383FA4717"/>
    <w:rsid w:val="007D4ADD"/>
  </w:style>
  <w:style w:type="paragraph" w:customStyle="1" w:styleId="30B8637433F6483AB2C452999AE47481">
    <w:name w:val="30B8637433F6483AB2C452999AE47481"/>
    <w:rsid w:val="007D4ADD"/>
  </w:style>
  <w:style w:type="paragraph" w:customStyle="1" w:styleId="36049697FCD64922B39A472505749307">
    <w:name w:val="36049697FCD64922B39A472505749307"/>
    <w:rsid w:val="007D4ADD"/>
  </w:style>
  <w:style w:type="paragraph" w:customStyle="1" w:styleId="7A7A7DA0244C4F888937520B2DFFFBCD">
    <w:name w:val="7A7A7DA0244C4F888937520B2DFFFBCD"/>
    <w:rsid w:val="007D4ADD"/>
  </w:style>
  <w:style w:type="paragraph" w:customStyle="1" w:styleId="A69D378D28B24B8088EDEF2D75383B5D">
    <w:name w:val="A69D378D28B24B8088EDEF2D75383B5D"/>
    <w:rsid w:val="007D4ADD"/>
  </w:style>
  <w:style w:type="paragraph" w:customStyle="1" w:styleId="F88C4C9CF5844FEDBD3D7DC019479109">
    <w:name w:val="F88C4C9CF5844FEDBD3D7DC019479109"/>
    <w:rsid w:val="007D4ADD"/>
  </w:style>
  <w:style w:type="paragraph" w:customStyle="1" w:styleId="2293999FE0F244F8B5637F262CD70346">
    <w:name w:val="2293999FE0F244F8B5637F262CD70346"/>
    <w:rsid w:val="007D4ADD"/>
  </w:style>
  <w:style w:type="paragraph" w:customStyle="1" w:styleId="854BFD6A30D44B94A4667774A0B5637D">
    <w:name w:val="854BFD6A30D44B94A4667774A0B5637D"/>
    <w:rsid w:val="007D4ADD"/>
  </w:style>
  <w:style w:type="paragraph" w:customStyle="1" w:styleId="C508F277DF984D08B225D53BFAE47953">
    <w:name w:val="C508F277DF984D08B225D53BFAE47953"/>
    <w:rsid w:val="007D4ADD"/>
  </w:style>
  <w:style w:type="paragraph" w:customStyle="1" w:styleId="5AD22D25067343B5BFA270B3B4545C5E">
    <w:name w:val="5AD22D25067343B5BFA270B3B4545C5E"/>
    <w:rsid w:val="007D4ADD"/>
  </w:style>
  <w:style w:type="paragraph" w:customStyle="1" w:styleId="68A1C7A537BD40E193236A1553495B95">
    <w:name w:val="68A1C7A537BD40E193236A1553495B95"/>
    <w:rsid w:val="007D4ADD"/>
  </w:style>
  <w:style w:type="paragraph" w:customStyle="1" w:styleId="6140C389334C4BCA9DD940EE27B69923">
    <w:name w:val="6140C389334C4BCA9DD940EE27B69923"/>
    <w:rsid w:val="007D4ADD"/>
  </w:style>
  <w:style w:type="paragraph" w:customStyle="1" w:styleId="A732DAA07F8E41259BA6BE494166BA2A">
    <w:name w:val="A732DAA07F8E41259BA6BE494166BA2A"/>
    <w:rsid w:val="007D4ADD"/>
  </w:style>
  <w:style w:type="paragraph" w:customStyle="1" w:styleId="D5A4E61EC1E34B9FA953221F9A6E0C4C">
    <w:name w:val="D5A4E61EC1E34B9FA953221F9A6E0C4C"/>
    <w:rsid w:val="007D4ADD"/>
  </w:style>
  <w:style w:type="paragraph" w:customStyle="1" w:styleId="51ACA210C6854C21901BEA585013F982">
    <w:name w:val="51ACA210C6854C21901BEA585013F982"/>
    <w:rsid w:val="007D4ADD"/>
  </w:style>
  <w:style w:type="paragraph" w:customStyle="1" w:styleId="32F326CA6DCD41FC83F904BF0B692398">
    <w:name w:val="32F326CA6DCD41FC83F904BF0B692398"/>
    <w:rsid w:val="007D4ADD"/>
  </w:style>
  <w:style w:type="paragraph" w:customStyle="1" w:styleId="B60850AA130D473C9A6EDFB51DEF1058">
    <w:name w:val="B60850AA130D473C9A6EDFB51DEF1058"/>
    <w:rsid w:val="007D4ADD"/>
  </w:style>
  <w:style w:type="paragraph" w:customStyle="1" w:styleId="E30D38DAA4424BCF9D768D84C7FEAB24">
    <w:name w:val="E30D38DAA4424BCF9D768D84C7FEAB24"/>
    <w:rsid w:val="007D4ADD"/>
  </w:style>
  <w:style w:type="paragraph" w:customStyle="1" w:styleId="28C703BBEA614FDCBA3877F1D2CC0551">
    <w:name w:val="28C703BBEA614FDCBA3877F1D2CC0551"/>
    <w:rsid w:val="007D4ADD"/>
  </w:style>
  <w:style w:type="paragraph" w:customStyle="1" w:styleId="AE130CB2624E40588CE5543CADB11B86">
    <w:name w:val="AE130CB2624E40588CE5543CADB11B86"/>
    <w:rsid w:val="007D4ADD"/>
  </w:style>
  <w:style w:type="paragraph" w:customStyle="1" w:styleId="5DEB2594DA304C3181713120921B5DE9">
    <w:name w:val="5DEB2594DA304C3181713120921B5DE9"/>
    <w:rsid w:val="007D4ADD"/>
  </w:style>
  <w:style w:type="paragraph" w:customStyle="1" w:styleId="582849431D9F42A5AC0B649240C67EBA">
    <w:name w:val="582849431D9F42A5AC0B649240C67EBA"/>
    <w:rsid w:val="007D4ADD"/>
  </w:style>
  <w:style w:type="paragraph" w:customStyle="1" w:styleId="C68653F970E14ABF8C821B0FE32C1907">
    <w:name w:val="C68653F970E14ABF8C821B0FE32C1907"/>
    <w:rsid w:val="007D4ADD"/>
  </w:style>
  <w:style w:type="paragraph" w:customStyle="1" w:styleId="BA3CB01631364EC59D4047216633AB8E">
    <w:name w:val="BA3CB01631364EC59D4047216633AB8E"/>
    <w:rsid w:val="007D4ADD"/>
  </w:style>
  <w:style w:type="paragraph" w:customStyle="1" w:styleId="1C4A6076B9D8499CA67EF2B11EB56312">
    <w:name w:val="1C4A6076B9D8499CA67EF2B11EB56312"/>
    <w:rsid w:val="007D4ADD"/>
  </w:style>
  <w:style w:type="paragraph" w:customStyle="1" w:styleId="07024B0617C94E219479FAF0FCD9F2E7">
    <w:name w:val="07024B0617C94E219479FAF0FCD9F2E7"/>
    <w:rsid w:val="007D4ADD"/>
  </w:style>
  <w:style w:type="paragraph" w:customStyle="1" w:styleId="31EE2DCF9CFA450C8CCCAFFD3CB981A1">
    <w:name w:val="31EE2DCF9CFA450C8CCCAFFD3CB981A1"/>
    <w:rsid w:val="007D4ADD"/>
  </w:style>
  <w:style w:type="paragraph" w:customStyle="1" w:styleId="E1E586A40DF44BA49D7A80AA00FF17AB">
    <w:name w:val="E1E586A40DF44BA49D7A80AA00FF17AB"/>
    <w:rsid w:val="007D4ADD"/>
  </w:style>
  <w:style w:type="paragraph" w:customStyle="1" w:styleId="3B7F1A45CE3F482790EC46A4045B0F8D">
    <w:name w:val="3B7F1A45CE3F482790EC46A4045B0F8D"/>
    <w:rsid w:val="007D4ADD"/>
  </w:style>
  <w:style w:type="paragraph" w:customStyle="1" w:styleId="5C71DE0FC63B47E6BD8A3B59182ABD02">
    <w:name w:val="5C71DE0FC63B47E6BD8A3B59182ABD02"/>
    <w:rsid w:val="007D4ADD"/>
  </w:style>
  <w:style w:type="paragraph" w:customStyle="1" w:styleId="9CCABB11ED764639A023D7F38E95314C">
    <w:name w:val="9CCABB11ED764639A023D7F38E95314C"/>
    <w:rsid w:val="007D4ADD"/>
  </w:style>
  <w:style w:type="paragraph" w:customStyle="1" w:styleId="0513D5F704B743CBA76F920689FB0B94">
    <w:name w:val="0513D5F704B743CBA76F920689FB0B94"/>
    <w:rsid w:val="007D4ADD"/>
  </w:style>
  <w:style w:type="paragraph" w:customStyle="1" w:styleId="41F546993CF743D38FFC1F133992516E">
    <w:name w:val="41F546993CF743D38FFC1F133992516E"/>
    <w:rsid w:val="007D4ADD"/>
  </w:style>
  <w:style w:type="paragraph" w:customStyle="1" w:styleId="9A588C37254D4E17948A8316C02831FC">
    <w:name w:val="9A588C37254D4E17948A8316C02831FC"/>
    <w:rsid w:val="007D4ADD"/>
  </w:style>
  <w:style w:type="paragraph" w:customStyle="1" w:styleId="0C4C22E5E4EB406EAD40C61B8EFC5596">
    <w:name w:val="0C4C22E5E4EB406EAD40C61B8EFC5596"/>
    <w:rsid w:val="007D4ADD"/>
  </w:style>
  <w:style w:type="paragraph" w:customStyle="1" w:styleId="1766B43576674CC49EE6AED46246D67D">
    <w:name w:val="1766B43576674CC49EE6AED46246D67D"/>
    <w:rsid w:val="007D4ADD"/>
  </w:style>
  <w:style w:type="paragraph" w:customStyle="1" w:styleId="4A128AA2305C4E4394AB8A3E34C55457">
    <w:name w:val="4A128AA2305C4E4394AB8A3E34C55457"/>
    <w:rsid w:val="007D4ADD"/>
  </w:style>
  <w:style w:type="paragraph" w:customStyle="1" w:styleId="A38323ECCABD4378AADC42B838E308D6">
    <w:name w:val="A38323ECCABD4378AADC42B838E308D6"/>
    <w:rsid w:val="007D4ADD"/>
  </w:style>
  <w:style w:type="paragraph" w:customStyle="1" w:styleId="232846DA167945D2A13BFC4A0E03FA8B">
    <w:name w:val="232846DA167945D2A13BFC4A0E03FA8B"/>
    <w:rsid w:val="007D4ADD"/>
  </w:style>
  <w:style w:type="paragraph" w:customStyle="1" w:styleId="FC097CDEC2854F55B1D178655F982611">
    <w:name w:val="FC097CDEC2854F55B1D178655F982611"/>
    <w:rsid w:val="007D4ADD"/>
  </w:style>
  <w:style w:type="paragraph" w:customStyle="1" w:styleId="F07F218E21794E21A9E60D4CFCCBED0A">
    <w:name w:val="F07F218E21794E21A9E60D4CFCCBED0A"/>
    <w:rsid w:val="007D4ADD"/>
  </w:style>
  <w:style w:type="paragraph" w:customStyle="1" w:styleId="6A8B67AA147E4798A6531E34DB001902">
    <w:name w:val="6A8B67AA147E4798A6531E34DB001902"/>
    <w:rsid w:val="007D4ADD"/>
  </w:style>
  <w:style w:type="paragraph" w:customStyle="1" w:styleId="6CEBDE5FFD3D48C1BBEE47A0B1B9C06A">
    <w:name w:val="6CEBDE5FFD3D48C1BBEE47A0B1B9C06A"/>
    <w:rsid w:val="007D4ADD"/>
  </w:style>
  <w:style w:type="paragraph" w:customStyle="1" w:styleId="4507C729271B411F91F4F53DA5E7F0AC">
    <w:name w:val="4507C729271B411F91F4F53DA5E7F0AC"/>
    <w:rsid w:val="007D4ADD"/>
  </w:style>
  <w:style w:type="paragraph" w:customStyle="1" w:styleId="E285A9003A4F4BB899DB41F25C00B656">
    <w:name w:val="E285A9003A4F4BB899DB41F25C00B656"/>
    <w:rsid w:val="007D4ADD"/>
  </w:style>
  <w:style w:type="paragraph" w:customStyle="1" w:styleId="787372795171413FB45531C49078F43E">
    <w:name w:val="787372795171413FB45531C49078F43E"/>
    <w:rsid w:val="007D4ADD"/>
  </w:style>
  <w:style w:type="paragraph" w:customStyle="1" w:styleId="8286E2915D534AF5A5A3F62780BA34A1">
    <w:name w:val="8286E2915D534AF5A5A3F62780BA34A1"/>
    <w:rsid w:val="007D4ADD"/>
  </w:style>
  <w:style w:type="paragraph" w:customStyle="1" w:styleId="3F088D90ADC34375A353F75209626101">
    <w:name w:val="3F088D90ADC34375A353F75209626101"/>
    <w:rsid w:val="007D4ADD"/>
  </w:style>
  <w:style w:type="paragraph" w:customStyle="1" w:styleId="06D1CEC3F5E847F5AC84413D33415547">
    <w:name w:val="06D1CEC3F5E847F5AC84413D33415547"/>
    <w:rsid w:val="007D4ADD"/>
  </w:style>
  <w:style w:type="paragraph" w:customStyle="1" w:styleId="DADA70BE4A844303907ED459C58DC62A">
    <w:name w:val="DADA70BE4A844303907ED459C58DC62A"/>
    <w:rsid w:val="007D4ADD"/>
  </w:style>
  <w:style w:type="paragraph" w:customStyle="1" w:styleId="351CDCA5C74448F8A46D2D7F16CB23D5">
    <w:name w:val="351CDCA5C74448F8A46D2D7F16CB23D5"/>
    <w:rsid w:val="007D4ADD"/>
  </w:style>
  <w:style w:type="paragraph" w:customStyle="1" w:styleId="FC021BE1D55145CDA04673C167F1D304">
    <w:name w:val="FC021BE1D55145CDA04673C167F1D304"/>
    <w:rsid w:val="007D4ADD"/>
  </w:style>
  <w:style w:type="paragraph" w:customStyle="1" w:styleId="A8AAC96250324C1DA83E0B2505F99E50">
    <w:name w:val="A8AAC96250324C1DA83E0B2505F99E50"/>
    <w:rsid w:val="007D4ADD"/>
  </w:style>
  <w:style w:type="paragraph" w:customStyle="1" w:styleId="6EA270EB04184C2B8C8AC6237B868A10">
    <w:name w:val="6EA270EB04184C2B8C8AC6237B868A10"/>
    <w:rsid w:val="007D4ADD"/>
  </w:style>
  <w:style w:type="paragraph" w:customStyle="1" w:styleId="E077AE402E7D457689D50E43B1663EFD">
    <w:name w:val="E077AE402E7D457689D50E43B1663EFD"/>
    <w:rsid w:val="003F29F8"/>
  </w:style>
  <w:style w:type="paragraph" w:customStyle="1" w:styleId="B7496BA10F94447DBAC3925EFF0A63B4">
    <w:name w:val="B7496BA10F94447DBAC3925EFF0A63B4"/>
    <w:rsid w:val="003F29F8"/>
  </w:style>
  <w:style w:type="paragraph" w:customStyle="1" w:styleId="9BC2F77378714E169CF517F9A3A768F5">
    <w:name w:val="9BC2F77378714E169CF517F9A3A768F5"/>
    <w:rsid w:val="003F29F8"/>
  </w:style>
  <w:style w:type="paragraph" w:customStyle="1" w:styleId="8F09EA7E711D46A2B4403A0B5523A91B">
    <w:name w:val="8F09EA7E711D46A2B4403A0B5523A91B"/>
    <w:rsid w:val="003F29F8"/>
  </w:style>
  <w:style w:type="paragraph" w:customStyle="1" w:styleId="B9C3DDB06A8C4AF79E0CBBE6916722A6">
    <w:name w:val="B9C3DDB06A8C4AF79E0CBBE6916722A6"/>
    <w:rsid w:val="003F29F8"/>
  </w:style>
  <w:style w:type="paragraph" w:customStyle="1" w:styleId="1126DB4044A84DF481B27A05F82C80C2">
    <w:name w:val="1126DB4044A84DF481B27A05F82C80C2"/>
    <w:rsid w:val="003F29F8"/>
  </w:style>
  <w:style w:type="paragraph" w:customStyle="1" w:styleId="E7E2F0154DA34559A9BE5BF27AD8522C">
    <w:name w:val="E7E2F0154DA34559A9BE5BF27AD8522C"/>
    <w:rsid w:val="00A8215D"/>
    <w:pPr>
      <w:spacing w:after="200" w:line="276" w:lineRule="auto"/>
    </w:pPr>
  </w:style>
  <w:style w:type="paragraph" w:customStyle="1" w:styleId="66AF9F393C994F7D8DDE7F8B2377AF59">
    <w:name w:val="66AF9F393C994F7D8DDE7F8B2377AF59"/>
    <w:rsid w:val="00A8215D"/>
    <w:pPr>
      <w:spacing w:after="200" w:line="276" w:lineRule="auto"/>
    </w:pPr>
  </w:style>
  <w:style w:type="paragraph" w:customStyle="1" w:styleId="83BBEDBDC7A4499898FDC0C942546C30">
    <w:name w:val="83BBEDBDC7A4499898FDC0C942546C30"/>
    <w:rsid w:val="00A8215D"/>
    <w:pPr>
      <w:spacing w:after="200" w:line="276" w:lineRule="auto"/>
    </w:pPr>
  </w:style>
  <w:style w:type="paragraph" w:customStyle="1" w:styleId="846FF742EE4B4E1EA655183C88DBC05C">
    <w:name w:val="846FF742EE4B4E1EA655183C88DBC05C"/>
    <w:rsid w:val="00A8215D"/>
    <w:pPr>
      <w:spacing w:after="200" w:line="276" w:lineRule="auto"/>
    </w:pPr>
  </w:style>
  <w:style w:type="paragraph" w:customStyle="1" w:styleId="84A6084D367C4610A2EC49AE7D54E653">
    <w:name w:val="84A6084D367C4610A2EC49AE7D54E653"/>
    <w:rsid w:val="00A8215D"/>
    <w:pPr>
      <w:spacing w:after="200" w:line="276" w:lineRule="auto"/>
    </w:pPr>
  </w:style>
  <w:style w:type="paragraph" w:customStyle="1" w:styleId="DEE210E2CE3146CD90885847C60A38B1">
    <w:name w:val="DEE210E2CE3146CD90885847C60A38B1"/>
    <w:rsid w:val="00A8215D"/>
    <w:pPr>
      <w:spacing w:after="200" w:line="276" w:lineRule="auto"/>
    </w:pPr>
  </w:style>
  <w:style w:type="paragraph" w:customStyle="1" w:styleId="EBDBF6F81C5043CBA037C820227553EC">
    <w:name w:val="EBDBF6F81C5043CBA037C820227553EC"/>
    <w:rsid w:val="00A8215D"/>
    <w:pPr>
      <w:spacing w:after="200" w:line="276" w:lineRule="auto"/>
    </w:pPr>
  </w:style>
  <w:style w:type="paragraph" w:customStyle="1" w:styleId="85BEE04748D94BB5B6DC9AC8FB38F014">
    <w:name w:val="85BEE04748D94BB5B6DC9AC8FB38F014"/>
    <w:rsid w:val="00A8215D"/>
    <w:pPr>
      <w:spacing w:after="200" w:line="276" w:lineRule="auto"/>
    </w:pPr>
  </w:style>
  <w:style w:type="paragraph" w:customStyle="1" w:styleId="FA00B1EB9B8E4333B9BDF889A16775CB">
    <w:name w:val="FA00B1EB9B8E4333B9BDF889A16775CB"/>
    <w:rsid w:val="00A8215D"/>
    <w:pPr>
      <w:spacing w:after="200" w:line="276" w:lineRule="auto"/>
    </w:pPr>
  </w:style>
  <w:style w:type="paragraph" w:customStyle="1" w:styleId="EE8FFBD9194C4DE0B857218DC85494C2">
    <w:name w:val="EE8FFBD9194C4DE0B857218DC85494C2"/>
    <w:rsid w:val="00A8215D"/>
    <w:pPr>
      <w:spacing w:after="200" w:line="276" w:lineRule="auto"/>
    </w:pPr>
  </w:style>
  <w:style w:type="paragraph" w:customStyle="1" w:styleId="E6592B6293A84BD983D229F42176B521">
    <w:name w:val="E6592B6293A84BD983D229F42176B521"/>
    <w:rsid w:val="00A8215D"/>
    <w:pPr>
      <w:spacing w:after="200" w:line="276" w:lineRule="auto"/>
    </w:pPr>
  </w:style>
  <w:style w:type="paragraph" w:customStyle="1" w:styleId="CFB84404178342989F576F6F4B69CD89">
    <w:name w:val="CFB84404178342989F576F6F4B69CD89"/>
    <w:rsid w:val="00A8215D"/>
    <w:pPr>
      <w:spacing w:after="200" w:line="276" w:lineRule="auto"/>
    </w:pPr>
  </w:style>
  <w:style w:type="paragraph" w:customStyle="1" w:styleId="D9689E4DF07C4A2A9E1357FAB019BC04">
    <w:name w:val="D9689E4DF07C4A2A9E1357FAB019BC04"/>
    <w:rsid w:val="00A8215D"/>
    <w:pPr>
      <w:spacing w:after="200" w:line="276" w:lineRule="auto"/>
    </w:pPr>
  </w:style>
  <w:style w:type="paragraph" w:customStyle="1" w:styleId="D81492DB245846C7A754FAE243EB76BA">
    <w:name w:val="D81492DB245846C7A754FAE243EB76BA"/>
    <w:rsid w:val="00A8215D"/>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8215D"/>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2A4114468DB844E9831FAAD0EE3F9753">
    <w:name w:val="2A4114468DB844E9831FAAD0EE3F9753"/>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96F03C492583469B8C7049254CE8641B">
    <w:name w:val="96F03C492583469B8C7049254CE8641B"/>
  </w:style>
  <w:style w:type="paragraph" w:customStyle="1" w:styleId="D349403565BE401C9C2EB77E1BC99D4C">
    <w:name w:val="D349403565BE401C9C2EB77E1BC99D4C"/>
  </w:style>
  <w:style w:type="paragraph" w:customStyle="1" w:styleId="527CD5D8372C4F92B1FB5B85CD50C5B1">
    <w:name w:val="527CD5D8372C4F92B1FB5B85CD50C5B1"/>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E86A65B127B94D39AB292305B7A269C9">
    <w:name w:val="E86A65B127B94D39AB292305B7A269C9"/>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1291E96894264334B8C2869A1069B165">
    <w:name w:val="1291E96894264334B8C2869A1069B165"/>
  </w:style>
  <w:style w:type="paragraph" w:customStyle="1" w:styleId="F6099A819FDD4C889F4A584DF5403778">
    <w:name w:val="F6099A819FDD4C889F4A584DF5403778"/>
  </w:style>
  <w:style w:type="paragraph" w:customStyle="1" w:styleId="48DF419F73EE43C3B8A5089E1297DA09">
    <w:name w:val="48DF419F73EE43C3B8A5089E1297DA09"/>
  </w:style>
  <w:style w:type="paragraph" w:customStyle="1" w:styleId="B67863356A3D40DBB3B93DEC1AEBE39D">
    <w:name w:val="B67863356A3D40DBB3B93DEC1AEBE39D"/>
  </w:style>
  <w:style w:type="paragraph" w:customStyle="1" w:styleId="4C47B4FE8B694E5187B98B6A5049A470">
    <w:name w:val="4C47B4FE8B694E5187B98B6A5049A47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DDD8BB9706F149CB8AF78970251C11C5">
    <w:name w:val="DDD8BB9706F149CB8AF78970251C11C5"/>
  </w:style>
  <w:style w:type="paragraph" w:customStyle="1" w:styleId="11F44656A59348B99C4934F776D02CE5">
    <w:name w:val="11F44656A59348B99C4934F776D02CE5"/>
  </w:style>
  <w:style w:type="paragraph" w:customStyle="1" w:styleId="2B2E791900E146E480BCFB263763D618">
    <w:name w:val="2B2E791900E146E480BCFB263763D618"/>
  </w:style>
  <w:style w:type="paragraph" w:customStyle="1" w:styleId="E8B8B45707994574BFB88F4F1A3EA47A">
    <w:name w:val="E8B8B45707994574BFB88F4F1A3EA47A"/>
  </w:style>
  <w:style w:type="paragraph" w:customStyle="1" w:styleId="60E52335F23F4369BD51934445F2E876">
    <w:name w:val="60E52335F23F4369BD51934445F2E876"/>
  </w:style>
  <w:style w:type="paragraph" w:customStyle="1" w:styleId="558707D8D6F94646845231D86B8A3BCC">
    <w:name w:val="558707D8D6F94646845231D86B8A3BCC"/>
  </w:style>
  <w:style w:type="paragraph" w:customStyle="1" w:styleId="59D471EC7C3E435BA56FB81076D400C3">
    <w:name w:val="59D471EC7C3E435BA56FB81076D400C3"/>
  </w:style>
  <w:style w:type="paragraph" w:customStyle="1" w:styleId="FE6ABA6892BB4962821245EA6B63B03A">
    <w:name w:val="FE6ABA6892BB4962821245EA6B63B03A"/>
  </w:style>
  <w:style w:type="paragraph" w:customStyle="1" w:styleId="4FB4DFDF7C5A47639FBAC52B825D4C9F">
    <w:name w:val="4FB4DFDF7C5A47639FBAC52B825D4C9F"/>
  </w:style>
  <w:style w:type="paragraph" w:customStyle="1" w:styleId="DAF7B85008094BA5AF2E11BB1BA87F79">
    <w:name w:val="DAF7B85008094BA5AF2E11BB1BA87F79"/>
  </w:style>
  <w:style w:type="paragraph" w:customStyle="1" w:styleId="C6F6B9C16E1547B5A9C241494A0129CA">
    <w:name w:val="C6F6B9C16E1547B5A9C241494A0129CA"/>
  </w:style>
  <w:style w:type="paragraph" w:customStyle="1" w:styleId="E3CCEC61DC5F4228A9260AF690FC30DC">
    <w:name w:val="E3CCEC61DC5F4228A9260AF690FC30DC"/>
  </w:style>
  <w:style w:type="paragraph" w:customStyle="1" w:styleId="2B1E63AA5CD540058FAC59981B98D6FE">
    <w:name w:val="2B1E63AA5CD540058FAC59981B98D6FE"/>
  </w:style>
  <w:style w:type="paragraph" w:customStyle="1" w:styleId="8D0A1DD7BC134FA2AA85ADAA63FD752D">
    <w:name w:val="8D0A1DD7BC134FA2AA85ADAA63FD752D"/>
  </w:style>
  <w:style w:type="paragraph" w:customStyle="1" w:styleId="D1C8016539394ED2B9CB8DEA9FB1F1DD">
    <w:name w:val="D1C8016539394ED2B9CB8DEA9FB1F1DD"/>
    <w:rsid w:val="007D4ADD"/>
  </w:style>
  <w:style w:type="paragraph" w:customStyle="1" w:styleId="E1CDAE2032EA4ED29ED275527531443A">
    <w:name w:val="E1CDAE2032EA4ED29ED275527531443A"/>
    <w:rsid w:val="007D4ADD"/>
  </w:style>
  <w:style w:type="paragraph" w:customStyle="1" w:styleId="976DFDC10A9246EF932C15EF22F9A3A0">
    <w:name w:val="976DFDC10A9246EF932C15EF22F9A3A0"/>
    <w:rsid w:val="007D4ADD"/>
  </w:style>
  <w:style w:type="paragraph" w:customStyle="1" w:styleId="D3E8ED0757F6452CBB4F13B26123285A">
    <w:name w:val="D3E8ED0757F6452CBB4F13B26123285A"/>
    <w:rsid w:val="007D4ADD"/>
  </w:style>
  <w:style w:type="paragraph" w:customStyle="1" w:styleId="25B2C8F779F343A08F6F812B269A3187">
    <w:name w:val="25B2C8F779F343A08F6F812B269A3187"/>
    <w:rsid w:val="007D4ADD"/>
  </w:style>
  <w:style w:type="paragraph" w:customStyle="1" w:styleId="BA95CB9364C94F8E9036D9409F3A27A5">
    <w:name w:val="BA95CB9364C94F8E9036D9409F3A27A5"/>
    <w:rsid w:val="007D4ADD"/>
  </w:style>
  <w:style w:type="paragraph" w:customStyle="1" w:styleId="05DAF0652D624F4E82C1C113CDF9D6FE">
    <w:name w:val="05DAF0652D624F4E82C1C113CDF9D6FE"/>
    <w:rsid w:val="007D4ADD"/>
  </w:style>
  <w:style w:type="paragraph" w:customStyle="1" w:styleId="AF69566C1B5A4659B5BC3CE048E2316E">
    <w:name w:val="AF69566C1B5A4659B5BC3CE048E2316E"/>
    <w:rsid w:val="007D4ADD"/>
  </w:style>
  <w:style w:type="paragraph" w:customStyle="1" w:styleId="D5FD8469D747489DBA351EBAA1F4F142">
    <w:name w:val="D5FD8469D747489DBA351EBAA1F4F142"/>
    <w:rsid w:val="007D4ADD"/>
  </w:style>
  <w:style w:type="paragraph" w:customStyle="1" w:styleId="3EBA975590EE43E08DC66DDDEB787903">
    <w:name w:val="3EBA975590EE43E08DC66DDDEB787903"/>
    <w:rsid w:val="007D4ADD"/>
  </w:style>
  <w:style w:type="paragraph" w:customStyle="1" w:styleId="864DBADEBE134F769970E9A9A1C6D0D5">
    <w:name w:val="864DBADEBE134F769970E9A9A1C6D0D5"/>
    <w:rsid w:val="007D4ADD"/>
  </w:style>
  <w:style w:type="paragraph" w:customStyle="1" w:styleId="F214E4135695428582CB7CF40E53E2EE">
    <w:name w:val="F214E4135695428582CB7CF40E53E2EE"/>
    <w:rsid w:val="007D4ADD"/>
  </w:style>
  <w:style w:type="paragraph" w:customStyle="1" w:styleId="16C5C7E824DE46E888C7A72B42661660">
    <w:name w:val="16C5C7E824DE46E888C7A72B42661660"/>
    <w:rsid w:val="007D4ADD"/>
  </w:style>
  <w:style w:type="paragraph" w:customStyle="1" w:styleId="5029F949B3E441E6B5E5ED013A095B8D">
    <w:name w:val="5029F949B3E441E6B5E5ED013A095B8D"/>
    <w:rsid w:val="007D4ADD"/>
  </w:style>
  <w:style w:type="paragraph" w:customStyle="1" w:styleId="B926412C78A24D3C9DEAB5BAC42F07B3">
    <w:name w:val="B926412C78A24D3C9DEAB5BAC42F07B3"/>
    <w:rsid w:val="007D4ADD"/>
  </w:style>
  <w:style w:type="paragraph" w:customStyle="1" w:styleId="3504F6571DC344E79DF620875C6FF613">
    <w:name w:val="3504F6571DC344E79DF620875C6FF613"/>
    <w:rsid w:val="007D4ADD"/>
  </w:style>
  <w:style w:type="paragraph" w:customStyle="1" w:styleId="8F7017FF73624873B4D39A2E0DA7290B">
    <w:name w:val="8F7017FF73624873B4D39A2E0DA7290B"/>
    <w:rsid w:val="007D4ADD"/>
  </w:style>
  <w:style w:type="paragraph" w:customStyle="1" w:styleId="406A6F5A36254C0F8FCDC8D9679C1C82">
    <w:name w:val="406A6F5A36254C0F8FCDC8D9679C1C82"/>
    <w:rsid w:val="007D4ADD"/>
  </w:style>
  <w:style w:type="paragraph" w:customStyle="1" w:styleId="968A383ED3BB4AB1806B9F4AF49E9E1C">
    <w:name w:val="968A383ED3BB4AB1806B9F4AF49E9E1C"/>
    <w:rsid w:val="007D4ADD"/>
  </w:style>
  <w:style w:type="paragraph" w:customStyle="1" w:styleId="E0523C367A9B4FC7A195CF4456D1FB57">
    <w:name w:val="E0523C367A9B4FC7A195CF4456D1FB57"/>
    <w:rsid w:val="007D4ADD"/>
  </w:style>
  <w:style w:type="paragraph" w:customStyle="1" w:styleId="6E5C3D728A344704A6CE6A8403723BF9">
    <w:name w:val="6E5C3D728A344704A6CE6A8403723BF9"/>
    <w:rsid w:val="007D4ADD"/>
  </w:style>
  <w:style w:type="paragraph" w:customStyle="1" w:styleId="4D66456AAAD143C781B22E156A0F6FC3">
    <w:name w:val="4D66456AAAD143C781B22E156A0F6FC3"/>
    <w:rsid w:val="007D4ADD"/>
  </w:style>
  <w:style w:type="paragraph" w:customStyle="1" w:styleId="5DD9EC79860D4B63801104065B9CAA4F">
    <w:name w:val="5DD9EC79860D4B63801104065B9CAA4F"/>
    <w:rsid w:val="007D4ADD"/>
  </w:style>
  <w:style w:type="paragraph" w:customStyle="1" w:styleId="853AA863942342AD9EA34166BA3920CF">
    <w:name w:val="853AA863942342AD9EA34166BA3920CF"/>
    <w:rsid w:val="007D4ADD"/>
  </w:style>
  <w:style w:type="paragraph" w:customStyle="1" w:styleId="EEAB47ACAEC6476B83E48657AFC84DFE">
    <w:name w:val="EEAB47ACAEC6476B83E48657AFC84DFE"/>
    <w:rsid w:val="007D4ADD"/>
  </w:style>
  <w:style w:type="paragraph" w:customStyle="1" w:styleId="A1202B6264FF441AA7F944BCC5637A93">
    <w:name w:val="A1202B6264FF441AA7F944BCC5637A93"/>
    <w:rsid w:val="007D4ADD"/>
  </w:style>
  <w:style w:type="paragraph" w:customStyle="1" w:styleId="09CEDD31AC924CC1BDED3A00808336ED">
    <w:name w:val="09CEDD31AC924CC1BDED3A00808336ED"/>
    <w:rsid w:val="007D4ADD"/>
  </w:style>
  <w:style w:type="paragraph" w:customStyle="1" w:styleId="99ED7AE228FE4D4A888AAE7C2FB0CCDD">
    <w:name w:val="99ED7AE228FE4D4A888AAE7C2FB0CCDD"/>
    <w:rsid w:val="007D4ADD"/>
  </w:style>
  <w:style w:type="paragraph" w:customStyle="1" w:styleId="AC8645BE0FFE47B4A0CB6007D0B9622D">
    <w:name w:val="AC8645BE0FFE47B4A0CB6007D0B9622D"/>
    <w:rsid w:val="007D4ADD"/>
  </w:style>
  <w:style w:type="paragraph" w:customStyle="1" w:styleId="8BBA7C804AAD469BA7822D1383FA4717">
    <w:name w:val="8BBA7C804AAD469BA7822D1383FA4717"/>
    <w:rsid w:val="007D4ADD"/>
  </w:style>
  <w:style w:type="paragraph" w:customStyle="1" w:styleId="30B8637433F6483AB2C452999AE47481">
    <w:name w:val="30B8637433F6483AB2C452999AE47481"/>
    <w:rsid w:val="007D4ADD"/>
  </w:style>
  <w:style w:type="paragraph" w:customStyle="1" w:styleId="36049697FCD64922B39A472505749307">
    <w:name w:val="36049697FCD64922B39A472505749307"/>
    <w:rsid w:val="007D4ADD"/>
  </w:style>
  <w:style w:type="paragraph" w:customStyle="1" w:styleId="7A7A7DA0244C4F888937520B2DFFFBCD">
    <w:name w:val="7A7A7DA0244C4F888937520B2DFFFBCD"/>
    <w:rsid w:val="007D4ADD"/>
  </w:style>
  <w:style w:type="paragraph" w:customStyle="1" w:styleId="A69D378D28B24B8088EDEF2D75383B5D">
    <w:name w:val="A69D378D28B24B8088EDEF2D75383B5D"/>
    <w:rsid w:val="007D4ADD"/>
  </w:style>
  <w:style w:type="paragraph" w:customStyle="1" w:styleId="F88C4C9CF5844FEDBD3D7DC019479109">
    <w:name w:val="F88C4C9CF5844FEDBD3D7DC019479109"/>
    <w:rsid w:val="007D4ADD"/>
  </w:style>
  <w:style w:type="paragraph" w:customStyle="1" w:styleId="2293999FE0F244F8B5637F262CD70346">
    <w:name w:val="2293999FE0F244F8B5637F262CD70346"/>
    <w:rsid w:val="007D4ADD"/>
  </w:style>
  <w:style w:type="paragraph" w:customStyle="1" w:styleId="854BFD6A30D44B94A4667774A0B5637D">
    <w:name w:val="854BFD6A30D44B94A4667774A0B5637D"/>
    <w:rsid w:val="007D4ADD"/>
  </w:style>
  <w:style w:type="paragraph" w:customStyle="1" w:styleId="C508F277DF984D08B225D53BFAE47953">
    <w:name w:val="C508F277DF984D08B225D53BFAE47953"/>
    <w:rsid w:val="007D4ADD"/>
  </w:style>
  <w:style w:type="paragraph" w:customStyle="1" w:styleId="5AD22D25067343B5BFA270B3B4545C5E">
    <w:name w:val="5AD22D25067343B5BFA270B3B4545C5E"/>
    <w:rsid w:val="007D4ADD"/>
  </w:style>
  <w:style w:type="paragraph" w:customStyle="1" w:styleId="68A1C7A537BD40E193236A1553495B95">
    <w:name w:val="68A1C7A537BD40E193236A1553495B95"/>
    <w:rsid w:val="007D4ADD"/>
  </w:style>
  <w:style w:type="paragraph" w:customStyle="1" w:styleId="6140C389334C4BCA9DD940EE27B69923">
    <w:name w:val="6140C389334C4BCA9DD940EE27B69923"/>
    <w:rsid w:val="007D4ADD"/>
  </w:style>
  <w:style w:type="paragraph" w:customStyle="1" w:styleId="A732DAA07F8E41259BA6BE494166BA2A">
    <w:name w:val="A732DAA07F8E41259BA6BE494166BA2A"/>
    <w:rsid w:val="007D4ADD"/>
  </w:style>
  <w:style w:type="paragraph" w:customStyle="1" w:styleId="D5A4E61EC1E34B9FA953221F9A6E0C4C">
    <w:name w:val="D5A4E61EC1E34B9FA953221F9A6E0C4C"/>
    <w:rsid w:val="007D4ADD"/>
  </w:style>
  <w:style w:type="paragraph" w:customStyle="1" w:styleId="51ACA210C6854C21901BEA585013F982">
    <w:name w:val="51ACA210C6854C21901BEA585013F982"/>
    <w:rsid w:val="007D4ADD"/>
  </w:style>
  <w:style w:type="paragraph" w:customStyle="1" w:styleId="32F326CA6DCD41FC83F904BF0B692398">
    <w:name w:val="32F326CA6DCD41FC83F904BF0B692398"/>
    <w:rsid w:val="007D4ADD"/>
  </w:style>
  <w:style w:type="paragraph" w:customStyle="1" w:styleId="B60850AA130D473C9A6EDFB51DEF1058">
    <w:name w:val="B60850AA130D473C9A6EDFB51DEF1058"/>
    <w:rsid w:val="007D4ADD"/>
  </w:style>
  <w:style w:type="paragraph" w:customStyle="1" w:styleId="E30D38DAA4424BCF9D768D84C7FEAB24">
    <w:name w:val="E30D38DAA4424BCF9D768D84C7FEAB24"/>
    <w:rsid w:val="007D4ADD"/>
  </w:style>
  <w:style w:type="paragraph" w:customStyle="1" w:styleId="28C703BBEA614FDCBA3877F1D2CC0551">
    <w:name w:val="28C703BBEA614FDCBA3877F1D2CC0551"/>
    <w:rsid w:val="007D4ADD"/>
  </w:style>
  <w:style w:type="paragraph" w:customStyle="1" w:styleId="AE130CB2624E40588CE5543CADB11B86">
    <w:name w:val="AE130CB2624E40588CE5543CADB11B86"/>
    <w:rsid w:val="007D4ADD"/>
  </w:style>
  <w:style w:type="paragraph" w:customStyle="1" w:styleId="5DEB2594DA304C3181713120921B5DE9">
    <w:name w:val="5DEB2594DA304C3181713120921B5DE9"/>
    <w:rsid w:val="007D4ADD"/>
  </w:style>
  <w:style w:type="paragraph" w:customStyle="1" w:styleId="582849431D9F42A5AC0B649240C67EBA">
    <w:name w:val="582849431D9F42A5AC0B649240C67EBA"/>
    <w:rsid w:val="007D4ADD"/>
  </w:style>
  <w:style w:type="paragraph" w:customStyle="1" w:styleId="C68653F970E14ABF8C821B0FE32C1907">
    <w:name w:val="C68653F970E14ABF8C821B0FE32C1907"/>
    <w:rsid w:val="007D4ADD"/>
  </w:style>
  <w:style w:type="paragraph" w:customStyle="1" w:styleId="BA3CB01631364EC59D4047216633AB8E">
    <w:name w:val="BA3CB01631364EC59D4047216633AB8E"/>
    <w:rsid w:val="007D4ADD"/>
  </w:style>
  <w:style w:type="paragraph" w:customStyle="1" w:styleId="1C4A6076B9D8499CA67EF2B11EB56312">
    <w:name w:val="1C4A6076B9D8499CA67EF2B11EB56312"/>
    <w:rsid w:val="007D4ADD"/>
  </w:style>
  <w:style w:type="paragraph" w:customStyle="1" w:styleId="07024B0617C94E219479FAF0FCD9F2E7">
    <w:name w:val="07024B0617C94E219479FAF0FCD9F2E7"/>
    <w:rsid w:val="007D4ADD"/>
  </w:style>
  <w:style w:type="paragraph" w:customStyle="1" w:styleId="31EE2DCF9CFA450C8CCCAFFD3CB981A1">
    <w:name w:val="31EE2DCF9CFA450C8CCCAFFD3CB981A1"/>
    <w:rsid w:val="007D4ADD"/>
  </w:style>
  <w:style w:type="paragraph" w:customStyle="1" w:styleId="E1E586A40DF44BA49D7A80AA00FF17AB">
    <w:name w:val="E1E586A40DF44BA49D7A80AA00FF17AB"/>
    <w:rsid w:val="007D4ADD"/>
  </w:style>
  <w:style w:type="paragraph" w:customStyle="1" w:styleId="3B7F1A45CE3F482790EC46A4045B0F8D">
    <w:name w:val="3B7F1A45CE3F482790EC46A4045B0F8D"/>
    <w:rsid w:val="007D4ADD"/>
  </w:style>
  <w:style w:type="paragraph" w:customStyle="1" w:styleId="5C71DE0FC63B47E6BD8A3B59182ABD02">
    <w:name w:val="5C71DE0FC63B47E6BD8A3B59182ABD02"/>
    <w:rsid w:val="007D4ADD"/>
  </w:style>
  <w:style w:type="paragraph" w:customStyle="1" w:styleId="9CCABB11ED764639A023D7F38E95314C">
    <w:name w:val="9CCABB11ED764639A023D7F38E95314C"/>
    <w:rsid w:val="007D4ADD"/>
  </w:style>
  <w:style w:type="paragraph" w:customStyle="1" w:styleId="0513D5F704B743CBA76F920689FB0B94">
    <w:name w:val="0513D5F704B743CBA76F920689FB0B94"/>
    <w:rsid w:val="007D4ADD"/>
  </w:style>
  <w:style w:type="paragraph" w:customStyle="1" w:styleId="41F546993CF743D38FFC1F133992516E">
    <w:name w:val="41F546993CF743D38FFC1F133992516E"/>
    <w:rsid w:val="007D4ADD"/>
  </w:style>
  <w:style w:type="paragraph" w:customStyle="1" w:styleId="9A588C37254D4E17948A8316C02831FC">
    <w:name w:val="9A588C37254D4E17948A8316C02831FC"/>
    <w:rsid w:val="007D4ADD"/>
  </w:style>
  <w:style w:type="paragraph" w:customStyle="1" w:styleId="0C4C22E5E4EB406EAD40C61B8EFC5596">
    <w:name w:val="0C4C22E5E4EB406EAD40C61B8EFC5596"/>
    <w:rsid w:val="007D4ADD"/>
  </w:style>
  <w:style w:type="paragraph" w:customStyle="1" w:styleId="1766B43576674CC49EE6AED46246D67D">
    <w:name w:val="1766B43576674CC49EE6AED46246D67D"/>
    <w:rsid w:val="007D4ADD"/>
  </w:style>
  <w:style w:type="paragraph" w:customStyle="1" w:styleId="4A128AA2305C4E4394AB8A3E34C55457">
    <w:name w:val="4A128AA2305C4E4394AB8A3E34C55457"/>
    <w:rsid w:val="007D4ADD"/>
  </w:style>
  <w:style w:type="paragraph" w:customStyle="1" w:styleId="A38323ECCABD4378AADC42B838E308D6">
    <w:name w:val="A38323ECCABD4378AADC42B838E308D6"/>
    <w:rsid w:val="007D4ADD"/>
  </w:style>
  <w:style w:type="paragraph" w:customStyle="1" w:styleId="232846DA167945D2A13BFC4A0E03FA8B">
    <w:name w:val="232846DA167945D2A13BFC4A0E03FA8B"/>
    <w:rsid w:val="007D4ADD"/>
  </w:style>
  <w:style w:type="paragraph" w:customStyle="1" w:styleId="FC097CDEC2854F55B1D178655F982611">
    <w:name w:val="FC097CDEC2854F55B1D178655F982611"/>
    <w:rsid w:val="007D4ADD"/>
  </w:style>
  <w:style w:type="paragraph" w:customStyle="1" w:styleId="F07F218E21794E21A9E60D4CFCCBED0A">
    <w:name w:val="F07F218E21794E21A9E60D4CFCCBED0A"/>
    <w:rsid w:val="007D4ADD"/>
  </w:style>
  <w:style w:type="paragraph" w:customStyle="1" w:styleId="6A8B67AA147E4798A6531E34DB001902">
    <w:name w:val="6A8B67AA147E4798A6531E34DB001902"/>
    <w:rsid w:val="007D4ADD"/>
  </w:style>
  <w:style w:type="paragraph" w:customStyle="1" w:styleId="6CEBDE5FFD3D48C1BBEE47A0B1B9C06A">
    <w:name w:val="6CEBDE5FFD3D48C1BBEE47A0B1B9C06A"/>
    <w:rsid w:val="007D4ADD"/>
  </w:style>
  <w:style w:type="paragraph" w:customStyle="1" w:styleId="4507C729271B411F91F4F53DA5E7F0AC">
    <w:name w:val="4507C729271B411F91F4F53DA5E7F0AC"/>
    <w:rsid w:val="007D4ADD"/>
  </w:style>
  <w:style w:type="paragraph" w:customStyle="1" w:styleId="E285A9003A4F4BB899DB41F25C00B656">
    <w:name w:val="E285A9003A4F4BB899DB41F25C00B656"/>
    <w:rsid w:val="007D4ADD"/>
  </w:style>
  <w:style w:type="paragraph" w:customStyle="1" w:styleId="787372795171413FB45531C49078F43E">
    <w:name w:val="787372795171413FB45531C49078F43E"/>
    <w:rsid w:val="007D4ADD"/>
  </w:style>
  <w:style w:type="paragraph" w:customStyle="1" w:styleId="8286E2915D534AF5A5A3F62780BA34A1">
    <w:name w:val="8286E2915D534AF5A5A3F62780BA34A1"/>
    <w:rsid w:val="007D4ADD"/>
  </w:style>
  <w:style w:type="paragraph" w:customStyle="1" w:styleId="3F088D90ADC34375A353F75209626101">
    <w:name w:val="3F088D90ADC34375A353F75209626101"/>
    <w:rsid w:val="007D4ADD"/>
  </w:style>
  <w:style w:type="paragraph" w:customStyle="1" w:styleId="06D1CEC3F5E847F5AC84413D33415547">
    <w:name w:val="06D1CEC3F5E847F5AC84413D33415547"/>
    <w:rsid w:val="007D4ADD"/>
  </w:style>
  <w:style w:type="paragraph" w:customStyle="1" w:styleId="DADA70BE4A844303907ED459C58DC62A">
    <w:name w:val="DADA70BE4A844303907ED459C58DC62A"/>
    <w:rsid w:val="007D4ADD"/>
  </w:style>
  <w:style w:type="paragraph" w:customStyle="1" w:styleId="351CDCA5C74448F8A46D2D7F16CB23D5">
    <w:name w:val="351CDCA5C74448F8A46D2D7F16CB23D5"/>
    <w:rsid w:val="007D4ADD"/>
  </w:style>
  <w:style w:type="paragraph" w:customStyle="1" w:styleId="FC021BE1D55145CDA04673C167F1D304">
    <w:name w:val="FC021BE1D55145CDA04673C167F1D304"/>
    <w:rsid w:val="007D4ADD"/>
  </w:style>
  <w:style w:type="paragraph" w:customStyle="1" w:styleId="A8AAC96250324C1DA83E0B2505F99E50">
    <w:name w:val="A8AAC96250324C1DA83E0B2505F99E50"/>
    <w:rsid w:val="007D4ADD"/>
  </w:style>
  <w:style w:type="paragraph" w:customStyle="1" w:styleId="6EA270EB04184C2B8C8AC6237B868A10">
    <w:name w:val="6EA270EB04184C2B8C8AC6237B868A10"/>
    <w:rsid w:val="007D4ADD"/>
  </w:style>
  <w:style w:type="paragraph" w:customStyle="1" w:styleId="E077AE402E7D457689D50E43B1663EFD">
    <w:name w:val="E077AE402E7D457689D50E43B1663EFD"/>
    <w:rsid w:val="003F29F8"/>
  </w:style>
  <w:style w:type="paragraph" w:customStyle="1" w:styleId="B7496BA10F94447DBAC3925EFF0A63B4">
    <w:name w:val="B7496BA10F94447DBAC3925EFF0A63B4"/>
    <w:rsid w:val="003F29F8"/>
  </w:style>
  <w:style w:type="paragraph" w:customStyle="1" w:styleId="9BC2F77378714E169CF517F9A3A768F5">
    <w:name w:val="9BC2F77378714E169CF517F9A3A768F5"/>
    <w:rsid w:val="003F29F8"/>
  </w:style>
  <w:style w:type="paragraph" w:customStyle="1" w:styleId="8F09EA7E711D46A2B4403A0B5523A91B">
    <w:name w:val="8F09EA7E711D46A2B4403A0B5523A91B"/>
    <w:rsid w:val="003F29F8"/>
  </w:style>
  <w:style w:type="paragraph" w:customStyle="1" w:styleId="B9C3DDB06A8C4AF79E0CBBE6916722A6">
    <w:name w:val="B9C3DDB06A8C4AF79E0CBBE6916722A6"/>
    <w:rsid w:val="003F29F8"/>
  </w:style>
  <w:style w:type="paragraph" w:customStyle="1" w:styleId="1126DB4044A84DF481B27A05F82C80C2">
    <w:name w:val="1126DB4044A84DF481B27A05F82C80C2"/>
    <w:rsid w:val="003F29F8"/>
  </w:style>
  <w:style w:type="paragraph" w:customStyle="1" w:styleId="E7E2F0154DA34559A9BE5BF27AD8522C">
    <w:name w:val="E7E2F0154DA34559A9BE5BF27AD8522C"/>
    <w:rsid w:val="00A8215D"/>
    <w:pPr>
      <w:spacing w:after="200" w:line="276" w:lineRule="auto"/>
    </w:pPr>
  </w:style>
  <w:style w:type="paragraph" w:customStyle="1" w:styleId="66AF9F393C994F7D8DDE7F8B2377AF59">
    <w:name w:val="66AF9F393C994F7D8DDE7F8B2377AF59"/>
    <w:rsid w:val="00A8215D"/>
    <w:pPr>
      <w:spacing w:after="200" w:line="276" w:lineRule="auto"/>
    </w:pPr>
  </w:style>
  <w:style w:type="paragraph" w:customStyle="1" w:styleId="83BBEDBDC7A4499898FDC0C942546C30">
    <w:name w:val="83BBEDBDC7A4499898FDC0C942546C30"/>
    <w:rsid w:val="00A8215D"/>
    <w:pPr>
      <w:spacing w:after="200" w:line="276" w:lineRule="auto"/>
    </w:pPr>
  </w:style>
  <w:style w:type="paragraph" w:customStyle="1" w:styleId="846FF742EE4B4E1EA655183C88DBC05C">
    <w:name w:val="846FF742EE4B4E1EA655183C88DBC05C"/>
    <w:rsid w:val="00A8215D"/>
    <w:pPr>
      <w:spacing w:after="200" w:line="276" w:lineRule="auto"/>
    </w:pPr>
  </w:style>
  <w:style w:type="paragraph" w:customStyle="1" w:styleId="84A6084D367C4610A2EC49AE7D54E653">
    <w:name w:val="84A6084D367C4610A2EC49AE7D54E653"/>
    <w:rsid w:val="00A8215D"/>
    <w:pPr>
      <w:spacing w:after="200" w:line="276" w:lineRule="auto"/>
    </w:pPr>
  </w:style>
  <w:style w:type="paragraph" w:customStyle="1" w:styleId="DEE210E2CE3146CD90885847C60A38B1">
    <w:name w:val="DEE210E2CE3146CD90885847C60A38B1"/>
    <w:rsid w:val="00A8215D"/>
    <w:pPr>
      <w:spacing w:after="200" w:line="276" w:lineRule="auto"/>
    </w:pPr>
  </w:style>
  <w:style w:type="paragraph" w:customStyle="1" w:styleId="EBDBF6F81C5043CBA037C820227553EC">
    <w:name w:val="EBDBF6F81C5043CBA037C820227553EC"/>
    <w:rsid w:val="00A8215D"/>
    <w:pPr>
      <w:spacing w:after="200" w:line="276" w:lineRule="auto"/>
    </w:pPr>
  </w:style>
  <w:style w:type="paragraph" w:customStyle="1" w:styleId="85BEE04748D94BB5B6DC9AC8FB38F014">
    <w:name w:val="85BEE04748D94BB5B6DC9AC8FB38F014"/>
    <w:rsid w:val="00A8215D"/>
    <w:pPr>
      <w:spacing w:after="200" w:line="276" w:lineRule="auto"/>
    </w:pPr>
  </w:style>
  <w:style w:type="paragraph" w:customStyle="1" w:styleId="FA00B1EB9B8E4333B9BDF889A16775CB">
    <w:name w:val="FA00B1EB9B8E4333B9BDF889A16775CB"/>
    <w:rsid w:val="00A8215D"/>
    <w:pPr>
      <w:spacing w:after="200" w:line="276" w:lineRule="auto"/>
    </w:pPr>
  </w:style>
  <w:style w:type="paragraph" w:customStyle="1" w:styleId="EE8FFBD9194C4DE0B857218DC85494C2">
    <w:name w:val="EE8FFBD9194C4DE0B857218DC85494C2"/>
    <w:rsid w:val="00A8215D"/>
    <w:pPr>
      <w:spacing w:after="200" w:line="276" w:lineRule="auto"/>
    </w:pPr>
  </w:style>
  <w:style w:type="paragraph" w:customStyle="1" w:styleId="E6592B6293A84BD983D229F42176B521">
    <w:name w:val="E6592B6293A84BD983D229F42176B521"/>
    <w:rsid w:val="00A8215D"/>
    <w:pPr>
      <w:spacing w:after="200" w:line="276" w:lineRule="auto"/>
    </w:pPr>
  </w:style>
  <w:style w:type="paragraph" w:customStyle="1" w:styleId="CFB84404178342989F576F6F4B69CD89">
    <w:name w:val="CFB84404178342989F576F6F4B69CD89"/>
    <w:rsid w:val="00A8215D"/>
    <w:pPr>
      <w:spacing w:after="200" w:line="276" w:lineRule="auto"/>
    </w:pPr>
  </w:style>
  <w:style w:type="paragraph" w:customStyle="1" w:styleId="D9689E4DF07C4A2A9E1357FAB019BC04">
    <w:name w:val="D9689E4DF07C4A2A9E1357FAB019BC04"/>
    <w:rsid w:val="00A8215D"/>
    <w:pPr>
      <w:spacing w:after="200" w:line="276" w:lineRule="auto"/>
    </w:pPr>
  </w:style>
  <w:style w:type="paragraph" w:customStyle="1" w:styleId="D81492DB245846C7A754FAE243EB76BA">
    <w:name w:val="D81492DB245846C7A754FAE243EB76BA"/>
    <w:rsid w:val="00A8215D"/>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F58F38A1CDB349ADA37F1725C4A894" ma:contentTypeVersion="10" ma:contentTypeDescription="Create a new document." ma:contentTypeScope="" ma:versionID="7ed7551832d6978a7258e39a6b8ecf94">
  <xsd:schema xmlns:xsd="http://www.w3.org/2001/XMLSchema" xmlns:xs="http://www.w3.org/2001/XMLSchema" xmlns:p="http://schemas.microsoft.com/office/2006/metadata/properties" xmlns:ns1="http://schemas.microsoft.com/sharepoint/v3" xmlns:ns2="be5a0434-f39f-4176-b631-7deddeefe03b" targetNamespace="http://schemas.microsoft.com/office/2006/metadata/properties" ma:root="true" ma:fieldsID="8f43076a0de72dfdcdff1bf2cce7d8f9" ns1:_="" ns2:_="">
    <xsd:import namespace="http://schemas.microsoft.com/sharepoint/v3"/>
    <xsd:import namespace="be5a0434-f39f-4176-b631-7deddeefe03b"/>
    <xsd:element name="properties">
      <xsd:complexType>
        <xsd:sequence>
          <xsd:element name="documentManagement">
            <xsd:complexType>
              <xsd:all>
                <xsd:element ref="ns1:DocumentSetDescription" minOccurs="0"/>
                <xsd:element ref="ns2:_dlc_DocId" minOccurs="0"/>
                <xsd:element ref="ns2:_dlc_DocIdUrl" minOccurs="0"/>
                <xsd:element ref="ns2:_dlc_DocIdPersistId" minOccurs="0"/>
                <xsd:element ref="ns2:Supplier" minOccurs="0"/>
                <xsd:element ref="ns2:Year"/>
                <xsd:element ref="ns2:Uni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 nillable="true" ma:displayName="Description" ma:description="A description of the Document Set" ma:hidden="true"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5a0434-f39f-4176-b631-7deddeefe03b"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upplier" ma:index="12" nillable="true" ma:displayName="Supplier" ma:internalName="Supplier">
      <xsd:simpleType>
        <xsd:restriction base="dms:Text">
          <xsd:maxLength value="255"/>
        </xsd:restriction>
      </xsd:simpleType>
    </xsd:element>
    <xsd:element name="Year" ma:index="13" ma:displayName="Year" ma:default="2020" ma:internalName="Year">
      <xsd:simpleType>
        <xsd:restriction base="dms:Text">
          <xsd:maxLength value="4"/>
        </xsd:restriction>
      </xsd:simpleType>
    </xsd:element>
    <xsd:element name="Unit" ma:index="14" ma:displayName="Unit" ma:internalName="Unit" ma:readOnly="false">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e5a0434-f39f-4176-b631-7deddeefe03b">EPRO-2113742930-9212</_dlc_DocId>
    <_dlc_DocIdUrl xmlns="be5a0434-f39f-4176-b631-7deddeefe03b">
      <Url>https://ecm.opcw.org/sites/epro/_layouts/15/DocIdRedir.aspx?ID=EPRO-2113742930-9212</Url>
      <Description>EPRO-2113742930-9212</Description>
    </_dlc_DocIdUrl>
    <Year xmlns="be5a0434-f39f-4176-b631-7deddeefe03b">2021</Year>
    <DocumentSetDescription xmlns="http://schemas.microsoft.com/sharepoint/v3">Plant Biomarkers Challenge Research Grants</DocumentSetDescription>
    <Unit xmlns="be5a0434-f39f-4176-b631-7deddeefe03b">OSP</Unit>
    <Supplier xmlns="be5a0434-f39f-4176-b631-7deddeefe03b">PKF Littlejohn LLP</Supplier>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04FC7-F7F6-4C26-BA80-8ECA9B35E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5a0434-f39f-4176-b631-7deddeefe0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52C9A-6EC7-42AA-8BFE-26DAE5A7C760}">
  <ds:schemaRefs>
    <ds:schemaRef ds:uri="http://schemas.microsoft.com/sharepoint/v3/contenttype/forms"/>
  </ds:schemaRefs>
</ds:datastoreItem>
</file>

<file path=customXml/itemProps3.xml><?xml version="1.0" encoding="utf-8"?>
<ds:datastoreItem xmlns:ds="http://schemas.openxmlformats.org/officeDocument/2006/customXml" ds:itemID="{6C347196-50F9-4B5D-970E-E1E74B647C20}">
  <ds:schemaRefs>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be5a0434-f39f-4176-b631-7deddeefe03b"/>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95908510-B113-4CBB-AD6B-02D66E1D6556}">
  <ds:schemaRefs>
    <ds:schemaRef ds:uri="http://schemas.microsoft.com/sharepoint/events"/>
  </ds:schemaRefs>
</ds:datastoreItem>
</file>

<file path=customXml/itemProps5.xml><?xml version="1.0" encoding="utf-8"?>
<ds:datastoreItem xmlns:ds="http://schemas.openxmlformats.org/officeDocument/2006/customXml" ds:itemID="{CB309DD4-EB27-48E6-997D-5CB3A456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7</Pages>
  <Words>2302</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OPCW</Company>
  <LinksUpToDate>false</LinksUpToDate>
  <CharactersWithSpaces>15400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Kerry Kassow</dc:creator>
  <cp:lastModifiedBy>Emoke Ficz</cp:lastModifiedBy>
  <cp:revision>2</cp:revision>
  <cp:lastPrinted>2019-03-29T10:15:00Z</cp:lastPrinted>
  <dcterms:created xsi:type="dcterms:W3CDTF">2021-01-13T13:46:00Z</dcterms:created>
  <dcterms:modified xsi:type="dcterms:W3CDTF">2021-01-13T13:46:00Z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0x01010018F58F38A1CDB349ADA37F1725C4A894</vt:lpwstr>
  </property>
  <property fmtid="{D5CDD505-2E9C-101B-9397-08002B2CF9AE}" pid="3" name="_dlc_DocIdItemGuid">
    <vt:lpwstr>0431d3d0-1f6b-41ac-bfa5-289c5cdf7670</vt:lpwstr>
  </property>
  <property fmtid="{D5CDD505-2E9C-101B-9397-08002B2CF9AE}" pid="4" name="Order">
    <vt:r8>41800</vt:r8>
  </property>
  <property fmtid="{D5CDD505-2E9C-101B-9397-08002B2CF9AE}" pid="5" name="_docset_NoMedatataSyncRequired">
    <vt:lpwstr>False</vt:lpwstr>
  </property>
</Properties>
</file>